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glossary/numbering.xml" ContentType="application/vnd.openxmlformats-officedocument.wordprocessingml.numbering+xml"/>
  <Override PartName="/customXml/itemProps2.xml" ContentType="application/vnd.openxmlformats-officedocument.customXmlProperties+xml"/>
  <Override PartName="/word/glossary/styles.xml" ContentType="application/vnd.openxmlformats-officedocument.wordprocessingml.styl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E8026" w14:textId="4CAA67C9" w:rsidR="00230C99" w:rsidRPr="00816DFD" w:rsidRDefault="00230C99" w:rsidP="008E7B29">
      <w:pPr>
        <w:pStyle w:val="Legenda"/>
        <w:spacing w:before="240" w:after="0"/>
      </w:pPr>
      <w:r w:rsidRPr="00D403F9">
        <w:t xml:space="preserve">Załącznik </w:t>
      </w:r>
      <w:r w:rsidR="00BC0D7B" w:rsidRPr="00D403F9">
        <w:t xml:space="preserve">nr 2 do </w:t>
      </w:r>
      <w:r w:rsidR="00816DFD" w:rsidRPr="00D403F9">
        <w:t>Z</w:t>
      </w:r>
      <w:r w:rsidR="00BC0D7B" w:rsidRPr="00D403F9">
        <w:t>apytania ofertowego</w:t>
      </w:r>
      <w:r w:rsidR="00F35ACA" w:rsidRPr="00D403F9">
        <w:t xml:space="preserve"> nr </w:t>
      </w:r>
      <w:r w:rsidR="00BB7707" w:rsidRPr="00BB7707">
        <w:t>OR-KP-III.272.1.10.2024.PK</w:t>
      </w:r>
    </w:p>
    <w:p w14:paraId="129C0BE0" w14:textId="0308BD8D" w:rsidR="00230C99" w:rsidRDefault="00EB0572" w:rsidP="00C7773C">
      <w:pPr>
        <w:pStyle w:val="Nagwek1"/>
      </w:pPr>
      <w:r>
        <w:t>Formularz oferty</w:t>
      </w:r>
    </w:p>
    <w:p w14:paraId="5FEB6607" w14:textId="31FC68C9" w:rsidR="00230C99" w:rsidRDefault="00EB0572" w:rsidP="008E7B29">
      <w:pPr>
        <w:pStyle w:val="Legenda"/>
        <w:spacing w:line="480" w:lineRule="auto"/>
      </w:pPr>
      <w:r>
        <w:t>Formularz oferty</w:t>
      </w:r>
      <w:r w:rsidR="00230C99">
        <w:t xml:space="preserve"> sporządza się w oparciu o </w:t>
      </w:r>
      <w:r>
        <w:t>Zapytanie ofertowe</w:t>
      </w:r>
      <w:r w:rsidR="001750C5">
        <w:t xml:space="preserve"> </w:t>
      </w:r>
      <w:r w:rsidR="002F5655">
        <w:t>wraz z załącznikami</w:t>
      </w:r>
      <w:r>
        <w:t>.</w:t>
      </w:r>
    </w:p>
    <w:p w14:paraId="64B60756" w14:textId="46B2120E" w:rsidR="00230C99" w:rsidRDefault="00EB0572" w:rsidP="00EC27A5">
      <w:pPr>
        <w:pStyle w:val="Nagwek2"/>
        <w:spacing w:before="0"/>
      </w:pPr>
      <w:r>
        <w:t>Wykonawca</w:t>
      </w:r>
      <w:r w:rsidR="00230C99">
        <w:t xml:space="preserve">: </w:t>
      </w:r>
    </w:p>
    <w:p w14:paraId="3644648E" w14:textId="64B004E2" w:rsidR="00230C99" w:rsidRDefault="001C2B76" w:rsidP="00D402DC">
      <w:sdt>
        <w:sdtPr>
          <w:alias w:val="Wykonawca"/>
          <w:tag w:val="Wykonawca"/>
          <w:id w:val="-391039163"/>
          <w:placeholder>
            <w:docPart w:val="F4D6D1D7436F41348E7E21DC7F72DAFD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D402DC" w:rsidRPr="008F64B7">
            <w:rPr>
              <w:rStyle w:val="Pogrubienie"/>
            </w:rPr>
            <w:t xml:space="preserve">Wpisz nazwę </w:t>
          </w:r>
          <w:r w:rsidR="00EB0572">
            <w:rPr>
              <w:rStyle w:val="Pogrubienie"/>
            </w:rPr>
            <w:t>Wykonawcy oraz dane kontaktowe</w:t>
          </w:r>
          <w:r w:rsidR="00462C11">
            <w:rPr>
              <w:rStyle w:val="Pogrubienie"/>
            </w:rPr>
            <w:t>.</w:t>
          </w:r>
        </w:sdtContent>
      </w:sdt>
    </w:p>
    <w:p w14:paraId="4FB84903" w14:textId="73A07BE8" w:rsidR="001750C5" w:rsidRPr="001F7AA6" w:rsidRDefault="001750C5" w:rsidP="004A6310">
      <w:pPr>
        <w:spacing w:line="276" w:lineRule="auto"/>
        <w:rPr>
          <w:rStyle w:val="Wyrnieniedelikatne"/>
        </w:rPr>
      </w:pPr>
      <w:r w:rsidRPr="001F7AA6">
        <w:rPr>
          <w:rStyle w:val="Wyrnieniedelikatne"/>
        </w:rPr>
        <w:t>Oświadczamy, że nie podlegamy wykluczeniu na podstawie art. 7 ust. 1 ustawy z dnia 13 kwietnia 2022</w:t>
      </w:r>
      <w:r w:rsidR="007E1FA3">
        <w:rPr>
          <w:rStyle w:val="Wyrnieniedelikatne"/>
        </w:rPr>
        <w:t> </w:t>
      </w:r>
      <w:r w:rsidRPr="001F7AA6">
        <w:rPr>
          <w:rStyle w:val="Wyrnieniedelikatne"/>
        </w:rPr>
        <w:t>r. o</w:t>
      </w:r>
      <w:r w:rsidR="00CF3F8C">
        <w:rPr>
          <w:rStyle w:val="Wyrnieniedelikatne"/>
        </w:rPr>
        <w:t> </w:t>
      </w:r>
      <w:r w:rsidRPr="001F7AA6">
        <w:rPr>
          <w:rStyle w:val="Wyrnieniedelikatne"/>
        </w:rPr>
        <w:t>szczególnych rozwiązaniach w zakresie przeciwdziałania wspieraniu agresji na Ukrainę oraz</w:t>
      </w:r>
      <w:r w:rsidR="007E1FA3">
        <w:rPr>
          <w:rStyle w:val="Wyrnieniedelikatne"/>
        </w:rPr>
        <w:t> </w:t>
      </w:r>
      <w:r w:rsidRPr="001F7AA6">
        <w:rPr>
          <w:rStyle w:val="Wyrnieniedelikatne"/>
        </w:rPr>
        <w:t>służących ochronie bezpieczeństwa narodowego (Dz. U. poz. 835).</w:t>
      </w:r>
    </w:p>
    <w:p w14:paraId="78D26E27" w14:textId="77777777" w:rsidR="00230C99" w:rsidRDefault="00230C99" w:rsidP="00230C99">
      <w:pPr>
        <w:pStyle w:val="Nagwek2"/>
      </w:pPr>
      <w:r>
        <w:t>Przedmiot zamówienia:</w:t>
      </w:r>
    </w:p>
    <w:p w14:paraId="3BD8D4D1" w14:textId="75B8362E" w:rsidR="00D402DC" w:rsidRPr="00D402DC" w:rsidRDefault="001C2B76" w:rsidP="00D402DC">
      <w:pPr>
        <w:spacing w:after="0"/>
      </w:pPr>
      <w:sdt>
        <w:sdtPr>
          <w:alias w:val="Przedmiot zamówienia"/>
          <w:tag w:val="Przedmiot zamówienia"/>
          <w:id w:val="1736113671"/>
          <w:placeholder>
            <w:docPart w:val="1DAE9566CF624CF79176B2C84FA83626"/>
          </w:placeholder>
          <w:showingPlcHdr/>
          <w15:appearance w15:val="hidden"/>
          <w:docPartList>
            <w:docPartGallery w:val="Quick Parts"/>
          </w:docPartList>
        </w:sdtPr>
        <w:sdtEndPr>
          <w:rPr>
            <w:rStyle w:val="Wyrnieniedelikatne"/>
            <w:i/>
            <w:iCs/>
            <w:color w:val="404040" w:themeColor="text1" w:themeTint="BF"/>
            <w:sz w:val="20"/>
          </w:rPr>
        </w:sdtEndPr>
        <w:sdtContent>
          <w:r w:rsidR="00CB32B2" w:rsidRPr="00D402DC">
            <w:rPr>
              <w:rStyle w:val="Pogrubienie"/>
            </w:rPr>
            <w:t>Wpisz przedmiot zamówienia.</w:t>
          </w:r>
        </w:sdtContent>
      </w:sdt>
      <w:r w:rsidR="00D402DC" w:rsidRPr="000E62A6">
        <w:rPr>
          <w:rStyle w:val="Wyrnieniedelikatne"/>
        </w:rPr>
        <w:t xml:space="preserve"> </w:t>
      </w:r>
    </w:p>
    <w:p w14:paraId="42F62AEE" w14:textId="333700F3" w:rsidR="00DC7BC5" w:rsidRDefault="00230C99" w:rsidP="00EB0572">
      <w:pPr>
        <w:pStyle w:val="Legenda"/>
      </w:pPr>
      <w:r>
        <w:t>Zgodn</w:t>
      </w:r>
      <w:r w:rsidR="00EB0572">
        <w:t>y</w:t>
      </w:r>
      <w:r>
        <w:t xml:space="preserve"> </w:t>
      </w:r>
      <w:r w:rsidR="00EB0572">
        <w:t>z zapytaniem ofertowym, którego dotyczy wypełniany formularz.</w:t>
      </w:r>
    </w:p>
    <w:p w14:paraId="3EE74D3C" w14:textId="77777777" w:rsidR="00230C99" w:rsidRDefault="00230C99" w:rsidP="00D804A7">
      <w:pPr>
        <w:pStyle w:val="Nagwek2"/>
      </w:pPr>
      <w:r>
        <w:t xml:space="preserve">Warunki udziału w postępowaniu: </w:t>
      </w:r>
    </w:p>
    <w:p w14:paraId="4A8ABB6E" w14:textId="2262E0AA" w:rsidR="00230C99" w:rsidRDefault="00D804A7" w:rsidP="00D804A7">
      <w:pPr>
        <w:pStyle w:val="Legenda"/>
      </w:pPr>
      <w:r>
        <w:t>N</w:t>
      </w:r>
      <w:r w:rsidR="00230C99">
        <w:t xml:space="preserve">ależy </w:t>
      </w:r>
      <w:r w:rsidR="00EB0572">
        <w:t>wykazać spełnienie przez Wykonawcę wymagań</w:t>
      </w:r>
      <w:r w:rsidR="00230C99">
        <w:t xml:space="preserve"> w zakresie </w:t>
      </w:r>
      <w:r w:rsidR="0063679B">
        <w:t>warunków udziału w postępowaniu</w:t>
      </w:r>
      <w:r w:rsidR="00A514C0">
        <w:t>, określonych w zapytaniu ofertowym</w:t>
      </w:r>
      <w:r w:rsidR="00BC0D7B">
        <w:t xml:space="preserve">. </w:t>
      </w:r>
      <w:bookmarkStart w:id="0" w:name="_Hlk96433647"/>
      <w:r w:rsidR="00BC0D7B">
        <w:t xml:space="preserve">W przypadku zbyt małej lub zbyt dużej liczby punktów do wpisania informacji, należy odpowiednio dodać lub usunąć punkt. </w:t>
      </w:r>
    </w:p>
    <w:bookmarkEnd w:id="0"/>
    <w:p w14:paraId="69AA4CF5" w14:textId="4873DF2E" w:rsidR="0066521F" w:rsidRPr="00FE183D" w:rsidRDefault="00A514C0" w:rsidP="00FE183D">
      <w:pPr>
        <w:pStyle w:val="Nagwek3"/>
      </w:pPr>
      <w:r w:rsidRPr="00800189">
        <w:rPr>
          <w:rStyle w:val="Pogrubienie"/>
          <w:color w:val="780000" w:themeColor="accent1" w:themeShade="7F"/>
        </w:rPr>
        <w:t>Wymagane</w:t>
      </w:r>
      <w:r w:rsidRPr="00FE183D">
        <w:rPr>
          <w:rStyle w:val="Pogrubienie"/>
          <w:b w:val="0"/>
          <w:bCs w:val="0"/>
          <w:color w:val="780000" w:themeColor="accent1" w:themeShade="7F"/>
        </w:rPr>
        <w:t xml:space="preserve"> dokumenty:</w:t>
      </w:r>
    </w:p>
    <w:p w14:paraId="3B74F09C" w14:textId="77777777" w:rsidR="00186816" w:rsidRPr="002C04AE" w:rsidRDefault="00186816" w:rsidP="00186816">
      <w:bookmarkStart w:id="1" w:name="_Hlk100316209"/>
      <w:r w:rsidRPr="002C04AE">
        <w:t>Wypełniony formularz oferty, złożony za pośrednictwem Platformy zakupowej</w:t>
      </w:r>
      <w:r>
        <w:t xml:space="preserve"> </w:t>
      </w:r>
      <w:r w:rsidRPr="002C04AE">
        <w:t>Zamawiającego złożony w formie elektronicznej, pisemnej lub dokumentowej</w:t>
      </w:r>
      <w:r w:rsidRPr="0066521F">
        <w:t>.</w:t>
      </w:r>
    </w:p>
    <w:p w14:paraId="103F5F5A" w14:textId="6EBD062E" w:rsidR="00186816" w:rsidRPr="00656AED" w:rsidRDefault="00186816" w:rsidP="00186816">
      <w:pPr>
        <w:pStyle w:val="Legenda"/>
      </w:pPr>
      <w:bookmarkStart w:id="2" w:name="_Hlk100312091"/>
      <w:r w:rsidRPr="00656AED">
        <w:t>(</w:t>
      </w:r>
      <w:r w:rsidRPr="00656AED">
        <w:rPr>
          <w:shd w:val="clear" w:color="auto" w:fill="FFFFFF"/>
        </w:rPr>
        <w:t>Oświadczenie woli ma formę elektroniczną, o ile zostanie opatrzone kwalifikowanym podpisem elektronicznym,</w:t>
      </w:r>
      <w:r>
        <w:rPr>
          <w:shd w:val="clear" w:color="auto" w:fill="FFFFFF"/>
        </w:rPr>
        <w:t xml:space="preserve"> </w:t>
      </w:r>
      <w:r w:rsidRPr="00656AED">
        <w:rPr>
          <w:shd w:val="clear" w:color="auto" w:fill="FFFFFF"/>
        </w:rPr>
        <w:t>forma pisemna polega na</w:t>
      </w:r>
      <w:r>
        <w:rPr>
          <w:shd w:val="clear" w:color="auto" w:fill="FFFFFF"/>
        </w:rPr>
        <w:t xml:space="preserve"> </w:t>
      </w:r>
      <w:r w:rsidRPr="00656AED">
        <w:rPr>
          <w:shd w:val="clear" w:color="auto" w:fill="FFFFFF"/>
        </w:rPr>
        <w:t xml:space="preserve">umieszczeniu na dokumencie własnoręcznego podpisu, </w:t>
      </w:r>
      <w:r>
        <w:rPr>
          <w:shd w:val="clear" w:color="auto" w:fill="FFFFFF"/>
        </w:rPr>
        <w:t>d</w:t>
      </w:r>
      <w:r w:rsidRPr="00656AED">
        <w:rPr>
          <w:shd w:val="clear" w:color="auto" w:fill="FFFFFF"/>
        </w:rPr>
        <w:t>la zachowania formy dokumentowej</w:t>
      </w:r>
      <w:r w:rsidR="00030ACC">
        <w:rPr>
          <w:shd w:val="clear" w:color="auto" w:fill="FFFFFF"/>
        </w:rPr>
        <w:t>,</w:t>
      </w:r>
      <w:r w:rsidRPr="00656AED">
        <w:rPr>
          <w:shd w:val="clear" w:color="auto" w:fill="FFFFFF"/>
        </w:rPr>
        <w:t xml:space="preserve"> wystarczy złożenie oświadczenia woli w sposób umożliwiający ustalenie osoby składającej oświadczenie w dokumencie, którym jest nośnik informacji umożliwiający zapoznanie się z jej treścią</w:t>
      </w:r>
      <w:r>
        <w:rPr>
          <w:shd w:val="clear" w:color="auto" w:fill="FFFFFF"/>
        </w:rPr>
        <w:t>)</w:t>
      </w:r>
      <w:r w:rsidRPr="00656AED">
        <w:rPr>
          <w:shd w:val="clear" w:color="auto" w:fill="FFFFFF"/>
        </w:rPr>
        <w:t>.</w:t>
      </w:r>
    </w:p>
    <w:bookmarkEnd w:id="1"/>
    <w:bookmarkEnd w:id="2"/>
    <w:p w14:paraId="4E6C71E7" w14:textId="4CD4C64E" w:rsidR="00FE183D" w:rsidRPr="00FE183D" w:rsidRDefault="00BC5573" w:rsidP="000E6DCD">
      <w:pPr>
        <w:pStyle w:val="Nagwek3"/>
        <w:spacing w:before="240"/>
        <w:ind w:left="714" w:hanging="357"/>
        <w:rPr>
          <w:rStyle w:val="Nagwek3Znak"/>
        </w:rPr>
      </w:pPr>
      <w:r w:rsidRPr="00F6562D">
        <w:rPr>
          <w:b/>
          <w:bCs/>
        </w:rPr>
        <w:t>Imię i nazwisko</w:t>
      </w:r>
      <w:r w:rsidRPr="00FE183D">
        <w:t xml:space="preserve"> trenera:</w:t>
      </w:r>
    </w:p>
    <w:p w14:paraId="5541ACF1" w14:textId="31233365" w:rsidR="00BC5573" w:rsidRDefault="001C2B76" w:rsidP="004A6310">
      <w:pPr>
        <w:pStyle w:val="Listanumerowana"/>
        <w:rPr>
          <w:rStyle w:val="Pogrubienie"/>
        </w:rPr>
      </w:pPr>
      <w:sdt>
        <w:sdtPr>
          <w:rPr>
            <w:rStyle w:val="Pogrubienie"/>
          </w:rPr>
          <w:alias w:val="Imię i nazwisko Trenera"/>
          <w:tag w:val="Imię i nazwisko Trenera"/>
          <w:id w:val="1402713130"/>
          <w:lock w:val="sdtLocked"/>
          <w:placeholder>
            <w:docPart w:val="DB2408E1218F4B07B5F1E7C92DC6E35D"/>
          </w:placeholder>
          <w:showingPlcHdr/>
          <w15:color w:val="000000"/>
          <w15:appearance w15:val="hidden"/>
        </w:sdtPr>
        <w:sdtEndPr>
          <w:rPr>
            <w:rStyle w:val="Pogrubienie"/>
          </w:rPr>
        </w:sdtEndPr>
        <w:sdtContent>
          <w:r w:rsidR="00A874CC" w:rsidRPr="00F6562D">
            <w:rPr>
              <w:rStyle w:val="Pogrubienie"/>
              <w:b w:val="0"/>
              <w:bCs w:val="0"/>
            </w:rPr>
            <w:t>Wpisz</w:t>
          </w:r>
          <w:r w:rsidR="00A874CC" w:rsidRPr="00F6562D">
            <w:rPr>
              <w:rStyle w:val="Pogrubienie"/>
            </w:rPr>
            <w:t xml:space="preserve"> imię i nazwisko trenera</w:t>
          </w:r>
          <w:r w:rsidR="00A874CC" w:rsidRPr="00F6562D">
            <w:rPr>
              <w:rStyle w:val="Pogrubienie"/>
              <w:b w:val="0"/>
              <w:bCs w:val="0"/>
            </w:rPr>
            <w:t>.</w:t>
          </w:r>
        </w:sdtContent>
      </w:sdt>
    </w:p>
    <w:p w14:paraId="5629A94B" w14:textId="72F4249D" w:rsidR="00A514C0" w:rsidRPr="00FE183D" w:rsidRDefault="00A514C0" w:rsidP="000E6DCD">
      <w:pPr>
        <w:pStyle w:val="Nagwek3"/>
        <w:spacing w:before="240"/>
        <w:ind w:left="714" w:hanging="357"/>
        <w:rPr>
          <w:rStyle w:val="Pogrubienie"/>
          <w:b w:val="0"/>
          <w:bCs w:val="0"/>
          <w:color w:val="780000" w:themeColor="accent1" w:themeShade="7F"/>
        </w:rPr>
      </w:pPr>
      <w:r w:rsidRPr="00800189">
        <w:rPr>
          <w:rStyle w:val="Pogrubienie"/>
          <w:color w:val="780000" w:themeColor="accent1" w:themeShade="7F"/>
        </w:rPr>
        <w:t>Wymagane</w:t>
      </w:r>
      <w:r w:rsidRPr="00FE183D">
        <w:rPr>
          <w:rStyle w:val="Pogrubienie"/>
          <w:b w:val="0"/>
          <w:bCs w:val="0"/>
          <w:color w:val="780000" w:themeColor="accent1" w:themeShade="7F"/>
        </w:rPr>
        <w:t xml:space="preserve"> wykształcenie trenera:</w:t>
      </w:r>
    </w:p>
    <w:p w14:paraId="6FE5B70B" w14:textId="1FAB5109" w:rsidR="00D62497" w:rsidRDefault="00D62497" w:rsidP="00191A52">
      <w:pPr>
        <w:pStyle w:val="Listanumerowana"/>
        <w:numPr>
          <w:ilvl w:val="0"/>
          <w:numId w:val="15"/>
        </w:numPr>
        <w:spacing w:after="0"/>
      </w:pPr>
      <w:r w:rsidRPr="00443598">
        <w:t xml:space="preserve">Czy </w:t>
      </w:r>
      <w:r w:rsidRPr="00BF035A">
        <w:t>trener</w:t>
      </w:r>
      <w:r>
        <w:t xml:space="preserve"> posiada wykształcenie wyższe</w:t>
      </w:r>
      <w:r w:rsidR="00C66F17">
        <w:t xml:space="preserve"> w zakresie nauk prawnych</w:t>
      </w:r>
      <w:r>
        <w:t>?</w:t>
      </w:r>
    </w:p>
    <w:p w14:paraId="5AAC1C7A" w14:textId="77777777" w:rsidR="00D62497" w:rsidRPr="00641FE1" w:rsidRDefault="00D62497" w:rsidP="00D62497">
      <w:pPr>
        <w:pStyle w:val="Legenda"/>
        <w:spacing w:after="0"/>
        <w:rPr>
          <w:b/>
          <w:bCs/>
        </w:rPr>
      </w:pPr>
      <w:r w:rsidRPr="00641FE1">
        <w:rPr>
          <w:b/>
          <w:bCs/>
        </w:rPr>
        <w:t>(Wybierz właściwe, zaznaczając kwadrat przy wybranej opcji)</w:t>
      </w:r>
    </w:p>
    <w:p w14:paraId="17CD5B59" w14:textId="5E19294D" w:rsidR="00D62497" w:rsidRDefault="00D62497" w:rsidP="00D62497">
      <w:pPr>
        <w:spacing w:after="0"/>
        <w:rPr>
          <w:iCs/>
        </w:rPr>
      </w:pPr>
      <w:r>
        <w:rPr>
          <w:iCs/>
        </w:rPr>
        <w:t xml:space="preserve">Tak </w:t>
      </w:r>
      <w:sdt>
        <w:sdtPr>
          <w:rPr>
            <w:iCs/>
          </w:rPr>
          <w:alias w:val="Kliknij w kwadrat, aby wybrać TAK"/>
          <w:tag w:val="Kliknij w kwadrat, aby wybrać TAK"/>
          <w:id w:val="13862730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4A1">
            <w:rPr>
              <w:rFonts w:ascii="MS Gothic" w:eastAsia="MS Gothic" w:hAnsi="MS Gothic" w:hint="eastAsia"/>
              <w:iCs/>
            </w:rPr>
            <w:t>☐</w:t>
          </w:r>
        </w:sdtContent>
      </w:sdt>
    </w:p>
    <w:p w14:paraId="10606005" w14:textId="731149E1" w:rsidR="00742D78" w:rsidRDefault="00D62497" w:rsidP="00D62497">
      <w:pPr>
        <w:spacing w:after="0"/>
        <w:rPr>
          <w:iCs/>
        </w:rPr>
      </w:pPr>
      <w:r>
        <w:rPr>
          <w:iCs/>
        </w:rPr>
        <w:t xml:space="preserve">Nie </w:t>
      </w:r>
      <w:sdt>
        <w:sdtPr>
          <w:rPr>
            <w:iCs/>
          </w:rPr>
          <w:alias w:val="Kliknij w kwadrat, aby wybrać NIE"/>
          <w:tag w:val="Kliknij w kwadrat, aby wybrać NIE"/>
          <w:id w:val="-89812652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4A1">
            <w:rPr>
              <w:rFonts w:ascii="MS Gothic" w:eastAsia="MS Gothic" w:hAnsi="MS Gothic" w:hint="eastAsia"/>
              <w:iCs/>
            </w:rPr>
            <w:t>☐</w:t>
          </w:r>
        </w:sdtContent>
      </w:sdt>
      <w:bookmarkStart w:id="3" w:name="_Hlk105074515"/>
    </w:p>
    <w:p w14:paraId="2E44A273" w14:textId="135C1070" w:rsidR="00693DD8" w:rsidRDefault="00693DD8" w:rsidP="000E6DCD">
      <w:pPr>
        <w:pStyle w:val="Nagwek3"/>
        <w:spacing w:before="240" w:line="360" w:lineRule="auto"/>
        <w:ind w:left="714" w:hanging="357"/>
        <w:rPr>
          <w:rStyle w:val="Pogrubienie"/>
          <w:b w:val="0"/>
          <w:bCs w:val="0"/>
          <w:color w:val="780000" w:themeColor="accent1" w:themeShade="7F"/>
        </w:rPr>
      </w:pPr>
      <w:bookmarkStart w:id="4" w:name="_Hlk171600736"/>
      <w:r w:rsidRPr="00800189">
        <w:rPr>
          <w:rStyle w:val="Pogrubienie"/>
          <w:color w:val="780000" w:themeColor="accent1" w:themeShade="7F"/>
        </w:rPr>
        <w:t>Wymagane</w:t>
      </w:r>
      <w:r w:rsidRPr="00FE183D">
        <w:rPr>
          <w:rStyle w:val="Pogrubienie"/>
          <w:b w:val="0"/>
          <w:bCs w:val="0"/>
          <w:color w:val="780000" w:themeColor="accent1" w:themeShade="7F"/>
        </w:rPr>
        <w:t xml:space="preserve"> doświadczenie </w:t>
      </w:r>
      <w:r w:rsidR="0058730A">
        <w:rPr>
          <w:rStyle w:val="Pogrubienie"/>
          <w:b w:val="0"/>
          <w:bCs w:val="0"/>
          <w:color w:val="780000" w:themeColor="accent1" w:themeShade="7F"/>
        </w:rPr>
        <w:t xml:space="preserve">i kwalifikacje </w:t>
      </w:r>
      <w:r w:rsidRPr="00FE183D">
        <w:rPr>
          <w:rStyle w:val="Pogrubienie"/>
          <w:b w:val="0"/>
          <w:bCs w:val="0"/>
          <w:color w:val="780000" w:themeColor="accent1" w:themeShade="7F"/>
        </w:rPr>
        <w:t>zawodowe trenera:</w:t>
      </w:r>
    </w:p>
    <w:p w14:paraId="30D1782F" w14:textId="6EF92B63" w:rsidR="002542BA" w:rsidRPr="00D374A1" w:rsidRDefault="002542BA" w:rsidP="00D374A1">
      <w:pPr>
        <w:pStyle w:val="Listanumerowana"/>
        <w:numPr>
          <w:ilvl w:val="0"/>
          <w:numId w:val="16"/>
        </w:numPr>
      </w:pPr>
      <w:r w:rsidRPr="00D374A1">
        <w:t xml:space="preserve">Czy </w:t>
      </w:r>
      <w:r w:rsidR="000E6DCD" w:rsidRPr="00BF035A">
        <w:rPr>
          <w:rStyle w:val="Pogrubienie"/>
          <w:b w:val="0"/>
          <w:bCs w:val="0"/>
        </w:rPr>
        <w:t>t</w:t>
      </w:r>
      <w:r w:rsidRPr="00BF035A">
        <w:rPr>
          <w:rStyle w:val="Pogrubienie"/>
          <w:b w:val="0"/>
          <w:bCs w:val="0"/>
        </w:rPr>
        <w:t>rener</w:t>
      </w:r>
      <w:r w:rsidRPr="00D374A1">
        <w:t xml:space="preserve"> posiada </w:t>
      </w:r>
      <w:r w:rsidR="00544AA0" w:rsidRPr="00D374A1">
        <w:t>praktyczną wiedzę ekspercką, dotyczącą tajemnicy przedsiębiorstwa w postępowaniach przetargowych, stosowania ustawy dostępu do informacji publicznej oraz znajomość orzecznictwa w tym zakresie?</w:t>
      </w:r>
    </w:p>
    <w:p w14:paraId="6EFC7053" w14:textId="77777777" w:rsidR="002542BA" w:rsidRPr="00641FE1" w:rsidRDefault="002542BA" w:rsidP="002542BA">
      <w:pPr>
        <w:pStyle w:val="Legenda"/>
        <w:spacing w:after="0"/>
        <w:rPr>
          <w:b/>
          <w:bCs/>
        </w:rPr>
      </w:pPr>
      <w:r w:rsidRPr="00641FE1">
        <w:rPr>
          <w:b/>
          <w:bCs/>
        </w:rPr>
        <w:t>(Wybierz właściwe, zaznaczając kwadrat przy wybranej opcji)</w:t>
      </w:r>
    </w:p>
    <w:p w14:paraId="656E0468" w14:textId="77777777" w:rsidR="002542BA" w:rsidRDefault="002542BA" w:rsidP="002542BA">
      <w:pPr>
        <w:spacing w:after="0"/>
        <w:rPr>
          <w:iCs/>
        </w:rPr>
      </w:pPr>
      <w:r>
        <w:rPr>
          <w:iCs/>
        </w:rPr>
        <w:t xml:space="preserve">Tak </w:t>
      </w:r>
      <w:sdt>
        <w:sdtPr>
          <w:rPr>
            <w:iCs/>
          </w:rPr>
          <w:alias w:val="Kliknij w kwadrat, aby wybrać TAK"/>
          <w:tag w:val="Kliknij w kwadrat, aby wybrać TAK"/>
          <w:id w:val="-138648516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</w:p>
    <w:p w14:paraId="48ABE51E" w14:textId="77777777" w:rsidR="002542BA" w:rsidRDefault="002542BA" w:rsidP="002542BA">
      <w:pPr>
        <w:spacing w:after="0"/>
        <w:rPr>
          <w:iCs/>
        </w:rPr>
      </w:pPr>
      <w:r>
        <w:rPr>
          <w:iCs/>
        </w:rPr>
        <w:t xml:space="preserve">Nie </w:t>
      </w:r>
      <w:sdt>
        <w:sdtPr>
          <w:rPr>
            <w:iCs/>
          </w:rPr>
          <w:alias w:val="Kliknij w kwadrat, aby wybrać Nie"/>
          <w:tag w:val="Kliknij w kwadrat, aby wybrać Nie"/>
          <w:id w:val="202790222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</w:p>
    <w:p w14:paraId="301CB36A" w14:textId="123DC8F4" w:rsidR="004221B8" w:rsidRPr="00FE183D" w:rsidRDefault="004221B8" w:rsidP="000E6DCD">
      <w:pPr>
        <w:pStyle w:val="Nagwek3"/>
        <w:spacing w:before="240"/>
        <w:ind w:left="714" w:hanging="357"/>
        <w:rPr>
          <w:rStyle w:val="Pogrubienie"/>
          <w:b w:val="0"/>
          <w:bCs w:val="0"/>
          <w:color w:val="780000" w:themeColor="accent1" w:themeShade="7F"/>
        </w:rPr>
      </w:pPr>
      <w:bookmarkStart w:id="5" w:name="_Hlk98835094"/>
      <w:bookmarkEnd w:id="4"/>
      <w:bookmarkEnd w:id="3"/>
      <w:r w:rsidRPr="005F2F9B">
        <w:rPr>
          <w:rStyle w:val="Pogrubienie"/>
          <w:color w:val="780000" w:themeColor="accent1" w:themeShade="7F"/>
        </w:rPr>
        <w:lastRenderedPageBreak/>
        <w:t xml:space="preserve">Wymagane </w:t>
      </w:r>
      <w:r w:rsidRPr="00FE183D">
        <w:rPr>
          <w:rStyle w:val="Pogrubienie"/>
          <w:b w:val="0"/>
          <w:bCs w:val="0"/>
          <w:color w:val="780000" w:themeColor="accent1" w:themeShade="7F"/>
        </w:rPr>
        <w:t>doświadczenie zawodowe trenera</w:t>
      </w:r>
      <w:r w:rsidR="005F2F9B">
        <w:rPr>
          <w:rStyle w:val="Pogrubienie"/>
          <w:b w:val="0"/>
          <w:bCs w:val="0"/>
          <w:color w:val="780000" w:themeColor="accent1" w:themeShade="7F"/>
        </w:rPr>
        <w:t xml:space="preserve">, w zakresie </w:t>
      </w:r>
      <w:r w:rsidR="00DA038B" w:rsidRPr="00FE183D">
        <w:rPr>
          <w:rStyle w:val="Pogrubienie"/>
          <w:b w:val="0"/>
          <w:bCs w:val="0"/>
          <w:color w:val="780000" w:themeColor="accent1" w:themeShade="7F"/>
        </w:rPr>
        <w:t>zrealizowan</w:t>
      </w:r>
      <w:r w:rsidR="005F2F9B">
        <w:rPr>
          <w:rStyle w:val="Pogrubienie"/>
          <w:b w:val="0"/>
          <w:bCs w:val="0"/>
          <w:color w:val="780000" w:themeColor="accent1" w:themeShade="7F"/>
        </w:rPr>
        <w:t>ych szkoleń:</w:t>
      </w:r>
    </w:p>
    <w:p w14:paraId="1ABB2AE1" w14:textId="6CCD5BAC" w:rsidR="000E6DCD" w:rsidRPr="00D374A1" w:rsidRDefault="000E6DCD" w:rsidP="00D374A1">
      <w:pPr>
        <w:pStyle w:val="Listanumerowana"/>
        <w:numPr>
          <w:ilvl w:val="0"/>
          <w:numId w:val="17"/>
        </w:numPr>
        <w:rPr>
          <w:rStyle w:val="Wyrnieniedelikatne"/>
          <w:i w:val="0"/>
          <w:iCs w:val="0"/>
          <w:color w:val="auto"/>
          <w:sz w:val="24"/>
        </w:rPr>
      </w:pPr>
      <w:bookmarkStart w:id="6" w:name="_Hlk171601053"/>
      <w:r w:rsidRPr="00BF035A">
        <w:t>Trener</w:t>
      </w:r>
      <w:r w:rsidRPr="00D374A1">
        <w:t xml:space="preserve"> przeprowadził następujące szkolenia </w:t>
      </w:r>
      <w:r w:rsidR="00800189" w:rsidRPr="00D374A1">
        <w:t>z prawa zamówień publicznych i/lub z zakresu tajemnicy przedsiębiorstwa w odniesieniu do zamówień publicznych</w:t>
      </w:r>
      <w:r w:rsidRPr="00D374A1">
        <w:rPr>
          <w:rStyle w:val="Wyrnieniedelikatne"/>
          <w:i w:val="0"/>
          <w:iCs w:val="0"/>
          <w:color w:val="auto"/>
          <w:sz w:val="24"/>
        </w:rPr>
        <w:t>:</w:t>
      </w:r>
    </w:p>
    <w:p w14:paraId="1968B0AA" w14:textId="04302CF3" w:rsidR="000E6DCD" w:rsidRPr="00D374A1" w:rsidRDefault="000E6DCD" w:rsidP="00D374A1">
      <w:pPr>
        <w:pStyle w:val="Legenda"/>
        <w:rPr>
          <w:rStyle w:val="Pogrubienie"/>
        </w:rPr>
      </w:pPr>
      <w:r w:rsidRPr="00D374A1">
        <w:rPr>
          <w:rStyle w:val="Pogrubienie"/>
        </w:rPr>
        <w:t xml:space="preserve">Należy wykazać tylko szkolenia z </w:t>
      </w:r>
      <w:r w:rsidR="00800189" w:rsidRPr="00D374A1">
        <w:rPr>
          <w:rStyle w:val="Pogrubienie"/>
        </w:rPr>
        <w:t xml:space="preserve">prawa zamówień publicznych i/lub z zakresu tajemnicy przedsiębiorstwa w odniesieniu do zamówień publicznych </w:t>
      </w:r>
      <w:r w:rsidRPr="00D374A1">
        <w:rPr>
          <w:rStyle w:val="Pogrubienie"/>
        </w:rPr>
        <w:t xml:space="preserve">– </w:t>
      </w:r>
      <w:r w:rsidR="00800189" w:rsidRPr="00D374A1">
        <w:rPr>
          <w:rStyle w:val="Pogrubienie"/>
        </w:rPr>
        <w:t>minimum 6 szkoleń przeprowadzonych w ostatnim roku, tj. 01.09.2023 - 01.09.2024</w:t>
      </w:r>
      <w:r w:rsidR="00D374A1" w:rsidRPr="00D374A1">
        <w:rPr>
          <w:rStyle w:val="Pogrubienie"/>
        </w:rPr>
        <w:t>.</w:t>
      </w:r>
    </w:p>
    <w:sdt>
      <w:sdtPr>
        <w:alias w:val="Tytuł przeprowadzonego szkolenia"/>
        <w:tag w:val="Tytuł przeprowadzonego szkolenia"/>
        <w:id w:val="-80763911"/>
        <w:placeholder>
          <w:docPart w:val="32E6333E167847BE89646AA31C732383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604E22B4" w14:textId="77777777" w:rsidR="000E6DCD" w:rsidRPr="00D374A1" w:rsidRDefault="000E6DCD" w:rsidP="00D374A1">
          <w:pPr>
            <w:pStyle w:val="Listanumerowana2"/>
            <w:numPr>
              <w:ilvl w:val="0"/>
              <w:numId w:val="11"/>
            </w:numPr>
          </w:pPr>
          <w:r w:rsidRPr="00D374A1">
            <w:rPr>
              <w:rStyle w:val="Tekstzastpczy"/>
              <w:color w:val="auto"/>
            </w:rPr>
            <w:t>Wpisz tytuł przeprowadzonego szkolenia wraz z jego datą;</w:t>
          </w:r>
        </w:p>
      </w:sdtContent>
    </w:sdt>
    <w:sdt>
      <w:sdtPr>
        <w:alias w:val="Tytuł przeprowadzonego szkolenia"/>
        <w:tag w:val="Tytuł przeprowadzonego szkolenia"/>
        <w:id w:val="186413966"/>
        <w:placeholder>
          <w:docPart w:val="4B66CA3CB2BF4C9D813338917BDB4FC6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3C75CC5C" w14:textId="77777777" w:rsidR="008D6279" w:rsidRPr="00D374A1" w:rsidRDefault="008D6279" w:rsidP="00D374A1">
          <w:pPr>
            <w:pStyle w:val="Listanumerowana2"/>
          </w:pPr>
          <w:r w:rsidRPr="00D374A1">
            <w:rPr>
              <w:rStyle w:val="Tekstzastpczy"/>
              <w:color w:val="auto"/>
            </w:rPr>
            <w:t>Wpisz tytuł przeprowadzonego szkolenia wraz z jego datą;</w:t>
          </w:r>
        </w:p>
      </w:sdtContent>
    </w:sdt>
    <w:sdt>
      <w:sdtPr>
        <w:alias w:val="Tytuł przeprowadzonego szkolenia"/>
        <w:tag w:val="Tytuł przeprowadzonego szkolena"/>
        <w:id w:val="-343555355"/>
        <w:placeholder>
          <w:docPart w:val="5E248C9BC9714A68B3F03662E6484560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1AB1DAC9" w14:textId="316496A3" w:rsidR="008D6279" w:rsidRPr="00D374A1" w:rsidRDefault="008D6279" w:rsidP="00D374A1">
          <w:pPr>
            <w:pStyle w:val="Listanumerowana2"/>
          </w:pPr>
          <w:r w:rsidRPr="00D374A1">
            <w:rPr>
              <w:rStyle w:val="Tekstzastpczy"/>
              <w:color w:val="auto"/>
            </w:rPr>
            <w:t>Wpisz tytuł przeprowadzonego szkolenia wraz z jego datą;</w:t>
          </w:r>
        </w:p>
      </w:sdtContent>
    </w:sdt>
    <w:sdt>
      <w:sdtPr>
        <w:alias w:val="Tytuł przeprowadzonego szkolenia"/>
        <w:tag w:val="Tytuł przeprowadzonego szkolenia"/>
        <w:id w:val="-536662344"/>
        <w:placeholder>
          <w:docPart w:val="E2649AD337FE4827A771C06B1CF38B5D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30962F07" w14:textId="1CB1606D" w:rsidR="000E6DCD" w:rsidRPr="00D374A1" w:rsidRDefault="000E6DCD" w:rsidP="00D374A1">
          <w:pPr>
            <w:pStyle w:val="Listanumerowana2"/>
          </w:pPr>
          <w:r w:rsidRPr="00D374A1">
            <w:rPr>
              <w:rStyle w:val="Tekstzastpczy"/>
              <w:color w:val="auto"/>
            </w:rPr>
            <w:t>Wpisz tytuł przeprowadzonego szkolenia wraz z</w:t>
          </w:r>
          <w:r w:rsidR="00184AE1" w:rsidRPr="00D374A1">
            <w:rPr>
              <w:rStyle w:val="Tekstzastpczy"/>
              <w:color w:val="auto"/>
            </w:rPr>
            <w:t> </w:t>
          </w:r>
          <w:r w:rsidRPr="00D374A1">
            <w:rPr>
              <w:rStyle w:val="Tekstzastpczy"/>
              <w:color w:val="auto"/>
            </w:rPr>
            <w:t>jego datą;</w:t>
          </w:r>
        </w:p>
      </w:sdtContent>
    </w:sdt>
    <w:sdt>
      <w:sdtPr>
        <w:alias w:val="Tytuł przeprowadzonego szkolenia"/>
        <w:tag w:val="Tytuł przeprowadzonego szkolenia"/>
        <w:id w:val="-1297282002"/>
        <w:placeholder>
          <w:docPart w:val="3D03D00B0951451998078F54DD58B244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16A34EA5" w14:textId="46A5D651" w:rsidR="00184AE1" w:rsidRPr="00D374A1" w:rsidRDefault="00184AE1" w:rsidP="00D374A1">
          <w:pPr>
            <w:pStyle w:val="Listanumerowana2"/>
          </w:pPr>
          <w:r w:rsidRPr="00D374A1">
            <w:rPr>
              <w:rStyle w:val="Tekstzastpczy"/>
              <w:color w:val="auto"/>
            </w:rPr>
            <w:t>Wpisz tytuł przeprowadzonego szkolenia wraz z jego datą;</w:t>
          </w:r>
        </w:p>
      </w:sdtContent>
    </w:sdt>
    <w:sdt>
      <w:sdtPr>
        <w:alias w:val="Tytuł przeprowadzonego szkolenia"/>
        <w:tag w:val="Tytuł przeprowadzonego szkolenia"/>
        <w:id w:val="-1998720553"/>
        <w:placeholder>
          <w:docPart w:val="908762CECFB14DB8B3BB17BC08AD13E6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5CEDB387" w14:textId="59094C88" w:rsidR="000E6DCD" w:rsidRDefault="00316163" w:rsidP="00D374A1">
          <w:pPr>
            <w:pStyle w:val="Listanumerowana2"/>
          </w:pPr>
          <w:r w:rsidRPr="00D374A1">
            <w:rPr>
              <w:rStyle w:val="Tekstzastpczy"/>
              <w:color w:val="auto"/>
            </w:rPr>
            <w:t>Wpisz tytuł przeprowadzonego szkolenia wraz z jego datą;</w:t>
          </w:r>
        </w:p>
      </w:sdtContent>
    </w:sdt>
    <w:p w14:paraId="7AC7C131" w14:textId="4568F336" w:rsidR="000E6DCD" w:rsidRPr="00D374A1" w:rsidRDefault="004376AB" w:rsidP="00D374A1">
      <w:pPr>
        <w:pStyle w:val="Listanumerowana"/>
        <w:rPr>
          <w:b/>
          <w:bCs/>
        </w:rPr>
      </w:pPr>
      <w:bookmarkStart w:id="7" w:name="_Hlk171601555"/>
      <w:bookmarkEnd w:id="6"/>
      <w:r w:rsidRPr="00D374A1">
        <w:rPr>
          <w:b/>
          <w:bCs/>
        </w:rPr>
        <w:t xml:space="preserve">Oświadczam, że wskazane szkolenia w punkcie </w:t>
      </w:r>
      <w:r w:rsidR="000E6DCD" w:rsidRPr="00D374A1">
        <w:rPr>
          <w:b/>
          <w:bCs/>
        </w:rPr>
        <w:t>5</w:t>
      </w:r>
      <w:r w:rsidR="00FE183D" w:rsidRPr="00D374A1">
        <w:rPr>
          <w:b/>
          <w:bCs/>
        </w:rPr>
        <w:t>)</w:t>
      </w:r>
      <w:r w:rsidRPr="00D374A1">
        <w:rPr>
          <w:b/>
          <w:bCs/>
        </w:rPr>
        <w:t xml:space="preserve"> dotyczyły</w:t>
      </w:r>
      <w:r w:rsidR="00D374A1" w:rsidRPr="00D374A1">
        <w:rPr>
          <w:rStyle w:val="Pogrubienie"/>
          <w:b w:val="0"/>
          <w:bCs w:val="0"/>
          <w:color w:val="auto"/>
        </w:rPr>
        <w:t xml:space="preserve"> </w:t>
      </w:r>
      <w:r w:rsidR="003120B0" w:rsidRPr="00D374A1">
        <w:rPr>
          <w:b/>
          <w:bCs/>
        </w:rPr>
        <w:t xml:space="preserve">zagadnień z </w:t>
      </w:r>
      <w:r w:rsidR="00994FBC" w:rsidRPr="00D374A1">
        <w:rPr>
          <w:b/>
          <w:bCs/>
        </w:rPr>
        <w:t>zakresu prawa zamówień publicznych i/lub z zakresu tajemnicy przedsiębiorstwa w</w:t>
      </w:r>
      <w:r w:rsidR="00D374A1">
        <w:rPr>
          <w:b/>
          <w:bCs/>
        </w:rPr>
        <w:t> </w:t>
      </w:r>
      <w:r w:rsidR="00994FBC" w:rsidRPr="00D374A1">
        <w:rPr>
          <w:b/>
          <w:bCs/>
        </w:rPr>
        <w:t>odniesieniu do zamówień publicznych</w:t>
      </w:r>
      <w:r w:rsidR="000E6DCD" w:rsidRPr="00D374A1">
        <w:rPr>
          <w:b/>
          <w:bCs/>
        </w:rPr>
        <w:t>:</w:t>
      </w:r>
    </w:p>
    <w:p w14:paraId="5C4B78C0" w14:textId="77777777" w:rsidR="000E6DCD" w:rsidRPr="00316163" w:rsidRDefault="000E6DCD" w:rsidP="000E6DCD">
      <w:pPr>
        <w:pStyle w:val="Legenda"/>
        <w:spacing w:after="0"/>
        <w:rPr>
          <w:b/>
          <w:bCs/>
        </w:rPr>
      </w:pPr>
      <w:bookmarkStart w:id="8" w:name="_Hlk181006586"/>
      <w:r w:rsidRPr="00316163">
        <w:rPr>
          <w:b/>
          <w:bCs/>
        </w:rPr>
        <w:t>(Wybierz właściwe, zaznaczając kwadrat przy wybranej opcji)</w:t>
      </w:r>
    </w:p>
    <w:p w14:paraId="566432A5" w14:textId="3C35CB67" w:rsidR="000E6DCD" w:rsidRDefault="000E6DCD" w:rsidP="000E6DCD">
      <w:pPr>
        <w:spacing w:after="0"/>
        <w:rPr>
          <w:iCs/>
        </w:rPr>
      </w:pPr>
      <w:r>
        <w:rPr>
          <w:iCs/>
        </w:rPr>
        <w:t xml:space="preserve">Tak </w:t>
      </w:r>
      <w:sdt>
        <w:sdtPr>
          <w:rPr>
            <w:iCs/>
          </w:rPr>
          <w:alias w:val="Kliknij w kwadrat, aby wybrać TAK"/>
          <w:tag w:val="Kliknij w kwadrat, aby wybrać TAK"/>
          <w:id w:val="-188655360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2A4">
            <w:rPr>
              <w:rFonts w:ascii="MS Gothic" w:eastAsia="MS Gothic" w:hAnsi="MS Gothic" w:hint="eastAsia"/>
              <w:iCs/>
            </w:rPr>
            <w:t>☐</w:t>
          </w:r>
        </w:sdtContent>
      </w:sdt>
    </w:p>
    <w:p w14:paraId="5CF7B610" w14:textId="1EBD0007" w:rsidR="000E6DCD" w:rsidRDefault="000E6DCD" w:rsidP="000E6DCD">
      <w:pPr>
        <w:spacing w:after="0"/>
        <w:rPr>
          <w:iCs/>
        </w:rPr>
      </w:pPr>
      <w:r>
        <w:rPr>
          <w:iCs/>
        </w:rPr>
        <w:t xml:space="preserve">Nie </w:t>
      </w:r>
      <w:sdt>
        <w:sdtPr>
          <w:rPr>
            <w:iCs/>
          </w:rPr>
          <w:alias w:val="Kliknij w kwadrat, aby wybrać Nie"/>
          <w:tag w:val="Kliknij w kwadrat, aby wybrać Nie"/>
          <w:id w:val="-210617619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42A4">
            <w:rPr>
              <w:rFonts w:ascii="MS Gothic" w:eastAsia="MS Gothic" w:hAnsi="MS Gothic" w:hint="eastAsia"/>
              <w:iCs/>
            </w:rPr>
            <w:t>☐</w:t>
          </w:r>
        </w:sdtContent>
      </w:sdt>
    </w:p>
    <w:bookmarkEnd w:id="7"/>
    <w:bookmarkEnd w:id="8"/>
    <w:p w14:paraId="27962685" w14:textId="0F80A363" w:rsidR="003120B0" w:rsidRPr="00D374A1" w:rsidRDefault="00F0193B" w:rsidP="00D374A1">
      <w:pPr>
        <w:pStyle w:val="Nagwek3"/>
        <w:rPr>
          <w:rStyle w:val="Pogrubienie"/>
          <w:b w:val="0"/>
          <w:bCs w:val="0"/>
          <w:color w:val="780000" w:themeColor="accent1" w:themeShade="7F"/>
        </w:rPr>
      </w:pPr>
      <w:r w:rsidRPr="00D374A1">
        <w:rPr>
          <w:rStyle w:val="Pogrubienie"/>
          <w:color w:val="780000" w:themeColor="accent1" w:themeShade="7F"/>
        </w:rPr>
        <w:t>D</w:t>
      </w:r>
      <w:r w:rsidR="005F2F9B" w:rsidRPr="00D374A1">
        <w:rPr>
          <w:rStyle w:val="Pogrubienie"/>
          <w:color w:val="780000" w:themeColor="accent1" w:themeShade="7F"/>
        </w:rPr>
        <w:t>odatkowe</w:t>
      </w:r>
      <w:r w:rsidR="005F2F9B" w:rsidRPr="00D374A1">
        <w:rPr>
          <w:rStyle w:val="Pogrubienie"/>
          <w:b w:val="0"/>
          <w:bCs w:val="0"/>
          <w:color w:val="780000" w:themeColor="accent1" w:themeShade="7F"/>
        </w:rPr>
        <w:t xml:space="preserve"> d</w:t>
      </w:r>
      <w:r w:rsidR="00A10191" w:rsidRPr="00D374A1">
        <w:rPr>
          <w:rStyle w:val="Pogrubienie"/>
          <w:b w:val="0"/>
          <w:bCs w:val="0"/>
          <w:color w:val="780000" w:themeColor="accent1" w:themeShade="7F"/>
        </w:rPr>
        <w:t>oświadczenie trenera</w:t>
      </w:r>
      <w:bookmarkEnd w:id="5"/>
    </w:p>
    <w:p w14:paraId="43D7D4CC" w14:textId="654998F0" w:rsidR="003120B0" w:rsidRPr="00D374A1" w:rsidRDefault="003120B0" w:rsidP="00D374A1">
      <w:pPr>
        <w:pStyle w:val="Listanumerowana"/>
        <w:numPr>
          <w:ilvl w:val="0"/>
          <w:numId w:val="20"/>
        </w:numPr>
        <w:rPr>
          <w:rStyle w:val="Pogrubienie"/>
          <w:b w:val="0"/>
          <w:bCs w:val="0"/>
          <w:color w:val="auto"/>
        </w:rPr>
      </w:pPr>
      <w:bookmarkStart w:id="9" w:name="_Hlk181006069"/>
      <w:r w:rsidRPr="00BF035A">
        <w:rPr>
          <w:rStyle w:val="Pogrubienie"/>
          <w:b w:val="0"/>
          <w:bCs w:val="0"/>
          <w:color w:val="auto"/>
        </w:rPr>
        <w:t>Trener</w:t>
      </w:r>
      <w:r w:rsidRPr="00D374A1">
        <w:rPr>
          <w:rStyle w:val="Pogrubienie"/>
          <w:b w:val="0"/>
          <w:bCs w:val="0"/>
          <w:color w:val="auto"/>
        </w:rPr>
        <w:t xml:space="preserve"> przeprowadził następujące szkolenia</w:t>
      </w:r>
      <w:r w:rsidR="003F0173" w:rsidRPr="00D374A1">
        <w:rPr>
          <w:rStyle w:val="Pogrubienie"/>
          <w:b w:val="0"/>
          <w:bCs w:val="0"/>
          <w:color w:val="auto"/>
        </w:rPr>
        <w:t xml:space="preserve"> stacjonarne</w:t>
      </w:r>
      <w:bookmarkStart w:id="10" w:name="_Hlk112248635"/>
      <w:bookmarkEnd w:id="9"/>
      <w:r w:rsidR="00D374A1" w:rsidRPr="00D374A1">
        <w:rPr>
          <w:rStyle w:val="Pogrubienie"/>
          <w:b w:val="0"/>
          <w:bCs w:val="0"/>
          <w:color w:val="auto"/>
        </w:rPr>
        <w:t xml:space="preserve"> </w:t>
      </w:r>
      <w:r w:rsidRPr="00D374A1">
        <w:rPr>
          <w:rStyle w:val="Pogrubienie"/>
          <w:b w:val="0"/>
          <w:bCs w:val="0"/>
          <w:color w:val="auto"/>
        </w:rPr>
        <w:t xml:space="preserve">z zakresu </w:t>
      </w:r>
      <w:r w:rsidR="0086383B" w:rsidRPr="00D374A1">
        <w:rPr>
          <w:rStyle w:val="Pogrubienie"/>
          <w:b w:val="0"/>
          <w:bCs w:val="0"/>
          <w:color w:val="auto"/>
        </w:rPr>
        <w:t>zasady jawności i/lub tajemnicy przedsiębiorstwa</w:t>
      </w:r>
      <w:r w:rsidRPr="00D374A1">
        <w:rPr>
          <w:rStyle w:val="Pogrubienie"/>
          <w:b w:val="0"/>
          <w:bCs w:val="0"/>
          <w:color w:val="auto"/>
        </w:rPr>
        <w:t xml:space="preserve"> (z wyłączeniem szkoleń wykazanych w pkt</w:t>
      </w:r>
      <w:r w:rsidR="00D374A1">
        <w:rPr>
          <w:rStyle w:val="Pogrubienie"/>
          <w:b w:val="0"/>
          <w:bCs w:val="0"/>
          <w:color w:val="auto"/>
        </w:rPr>
        <w:t>.</w:t>
      </w:r>
      <w:r w:rsidRPr="00D374A1">
        <w:rPr>
          <w:rStyle w:val="Pogrubienie"/>
          <w:b w:val="0"/>
          <w:bCs w:val="0"/>
          <w:color w:val="auto"/>
        </w:rPr>
        <w:t> 5)</w:t>
      </w:r>
      <w:r w:rsidR="00D374A1">
        <w:rPr>
          <w:rStyle w:val="Pogrubienie"/>
          <w:b w:val="0"/>
          <w:bCs w:val="0"/>
          <w:color w:val="auto"/>
        </w:rPr>
        <w:t>:</w:t>
      </w:r>
    </w:p>
    <w:p w14:paraId="4A0B7CE9" w14:textId="4E829BC7" w:rsidR="003120B0" w:rsidRPr="00316163" w:rsidRDefault="003120B0" w:rsidP="003120B0">
      <w:pPr>
        <w:pStyle w:val="Legenda"/>
      </w:pPr>
      <w:r w:rsidRPr="00316163">
        <w:rPr>
          <w:rStyle w:val="Pogrubienie"/>
        </w:rPr>
        <w:t xml:space="preserve">Należy wykazać tylko szkolenia </w:t>
      </w:r>
      <w:r w:rsidR="008E7B29" w:rsidRPr="00316163">
        <w:rPr>
          <w:rStyle w:val="Pogrubienie"/>
        </w:rPr>
        <w:t xml:space="preserve">stacjonarne </w:t>
      </w:r>
      <w:r w:rsidRPr="00316163">
        <w:rPr>
          <w:rStyle w:val="Pogrubienie"/>
        </w:rPr>
        <w:t xml:space="preserve">z zakresu </w:t>
      </w:r>
      <w:r w:rsidR="0086383B" w:rsidRPr="00316163">
        <w:rPr>
          <w:rStyle w:val="Pogrubienie"/>
        </w:rPr>
        <w:t>zasady jawności i/lub tajemnicy przedsiębiorstwa zrealizowane w latach 2022-2024, z wyłączeniem szkoleń wskazanych w pkt. 5)</w:t>
      </w:r>
      <w:r w:rsidRPr="00316163">
        <w:rPr>
          <w:rStyle w:val="Pogrubienie"/>
        </w:rPr>
        <w:t>.</w:t>
      </w:r>
    </w:p>
    <w:bookmarkStart w:id="11" w:name="_Hlk181006155"/>
    <w:p w14:paraId="35C3E40A" w14:textId="77777777" w:rsidR="003120B0" w:rsidRPr="00D374A1" w:rsidRDefault="001C2B76" w:rsidP="00D374A1">
      <w:pPr>
        <w:pStyle w:val="Listanumerowana2"/>
        <w:numPr>
          <w:ilvl w:val="0"/>
          <w:numId w:val="26"/>
        </w:numPr>
      </w:pPr>
      <w:sdt>
        <w:sdtPr>
          <w:alias w:val="Tytuł przeprowadzonego szkolenia z zakresu zarządzania projektami"/>
          <w:tag w:val="Tytuł przeprowadzonego szkolenia z zakresu zarządzania projektami"/>
          <w:id w:val="-1369060859"/>
          <w:placeholder>
            <w:docPart w:val="92C3F3C1B50E4A6FA6C58E2ABB3AC364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3120B0" w:rsidRPr="00D374A1">
            <w:rPr>
              <w:rStyle w:val="Tekstzastpczy"/>
              <w:color w:val="auto"/>
            </w:rPr>
            <w:t>Wpisz tytuł przeprowadzonego szkolenia wraz z jego datą;</w:t>
          </w:r>
        </w:sdtContent>
      </w:sdt>
    </w:p>
    <w:p w14:paraId="371034F7" w14:textId="77777777" w:rsidR="003120B0" w:rsidRPr="00D374A1" w:rsidRDefault="001C2B76" w:rsidP="00D374A1">
      <w:pPr>
        <w:pStyle w:val="Listanumerowana2"/>
      </w:pPr>
      <w:sdt>
        <w:sdtPr>
          <w:alias w:val="Tytuł przeprowadzonego szkolenia z zakresu zarządzania projektami"/>
          <w:tag w:val="Tytuł przeprowadzonego szkolenia z zakresu zarządzania projektami"/>
          <w:id w:val="2101297187"/>
          <w:placeholder>
            <w:docPart w:val="F595CEF9D20942949DDA3C4EE37B884C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3120B0" w:rsidRPr="00D374A1">
            <w:rPr>
              <w:rStyle w:val="Tekstzastpczy"/>
              <w:color w:val="auto"/>
            </w:rPr>
            <w:t>Wpisz tytuł przeprowadzonego szkolenia wraz z jego datą;</w:t>
          </w:r>
        </w:sdtContent>
      </w:sdt>
    </w:p>
    <w:p w14:paraId="03CCBFB3" w14:textId="77777777" w:rsidR="003120B0" w:rsidRPr="00D374A1" w:rsidRDefault="001C2B76" w:rsidP="00D374A1">
      <w:pPr>
        <w:pStyle w:val="Listanumerowana2"/>
      </w:pPr>
      <w:sdt>
        <w:sdtPr>
          <w:alias w:val="Tytuł przeprowadzonego szkolenia z zakresu zarządzania projektami"/>
          <w:tag w:val="Tytuł przeprowadzonego szkolenia z zakresu zarządzania projektami"/>
          <w:id w:val="-651208654"/>
          <w:placeholder>
            <w:docPart w:val="DBB117537F22430C8487E75137E191C3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3120B0" w:rsidRPr="00D374A1">
            <w:rPr>
              <w:rStyle w:val="Tekstzastpczy"/>
              <w:color w:val="auto"/>
            </w:rPr>
            <w:t>Wpisz tytuł przeprowadzonego szkolenia wraz z jego datą;</w:t>
          </w:r>
        </w:sdtContent>
      </w:sdt>
    </w:p>
    <w:p w14:paraId="60E2F2F1" w14:textId="77777777" w:rsidR="003120B0" w:rsidRPr="00D374A1" w:rsidRDefault="001C2B76" w:rsidP="00D374A1">
      <w:pPr>
        <w:pStyle w:val="Listanumerowana2"/>
      </w:pPr>
      <w:sdt>
        <w:sdtPr>
          <w:alias w:val="Tytuł przeprowadzonego szkolenia z zakresu zarządzania projektami"/>
          <w:tag w:val="Tytuł przeprowadzonego szkolenia z zakresu zarządzania projektami"/>
          <w:id w:val="-607503350"/>
          <w:placeholder>
            <w:docPart w:val="F2C1DF1ADD6D49E496E9C90698886880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3120B0" w:rsidRPr="00D374A1">
            <w:rPr>
              <w:rStyle w:val="Tekstzastpczy"/>
              <w:color w:val="auto"/>
            </w:rPr>
            <w:t>Wpisz tytuł przeprowadzonego szkolenia wraz z jego datą;</w:t>
          </w:r>
        </w:sdtContent>
      </w:sdt>
    </w:p>
    <w:bookmarkStart w:id="12" w:name="_Hlk181005863"/>
    <w:bookmarkStart w:id="13" w:name="_Hlk181005940"/>
    <w:p w14:paraId="7D8EFB3D" w14:textId="77777777" w:rsidR="003120B0" w:rsidRPr="00D374A1" w:rsidRDefault="001C2B76" w:rsidP="00D374A1">
      <w:pPr>
        <w:pStyle w:val="Listanumerowana2"/>
      </w:pPr>
      <w:sdt>
        <w:sdtPr>
          <w:alias w:val="Tytuł przeprowadzonego szkolenia z zakresu zarządzania projektami"/>
          <w:tag w:val="Tytuł przeprowadzonego szkolenia z zakresu zarządzania projektami"/>
          <w:id w:val="-1772694607"/>
          <w:placeholder>
            <w:docPart w:val="A747ADCA046446D59B4816C0C021B82A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3120B0" w:rsidRPr="00D374A1">
            <w:rPr>
              <w:rStyle w:val="Tekstzastpczy"/>
              <w:color w:val="auto"/>
            </w:rPr>
            <w:t>Wpisz tytuł przeprowadzonego szkolenia wraz z jego datą;</w:t>
          </w:r>
        </w:sdtContent>
      </w:sdt>
      <w:bookmarkEnd w:id="12"/>
    </w:p>
    <w:bookmarkEnd w:id="13"/>
    <w:p w14:paraId="12C6114D" w14:textId="77777777" w:rsidR="00191A52" w:rsidRDefault="001C2B76" w:rsidP="00D374A1">
      <w:pPr>
        <w:pStyle w:val="Listanumerowana2"/>
      </w:pPr>
      <w:sdt>
        <w:sdtPr>
          <w:alias w:val="Tytuł przeprowadzonego szkolenia z zakresu zarządzania projektami"/>
          <w:tag w:val="Tytuł przeprowadzonego szkolenia z zakresu zarządzania projektami"/>
          <w:id w:val="1072860233"/>
          <w:placeholder>
            <w:docPart w:val="32DDE3A6FEAA42D88AE041ABDA34E93C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191A52" w:rsidRPr="00D374A1">
            <w:rPr>
              <w:rStyle w:val="Tekstzastpczy"/>
              <w:color w:val="auto"/>
            </w:rPr>
            <w:t>Wpisz tytuł przeprowadzonego szkolenia wraz z jego datą;</w:t>
          </w:r>
        </w:sdtContent>
      </w:sdt>
    </w:p>
    <w:p w14:paraId="32E3FC2A" w14:textId="5824F175" w:rsidR="00D374A1" w:rsidRPr="00D374A1" w:rsidRDefault="00D374A1" w:rsidP="00D374A1">
      <w:pPr>
        <w:pStyle w:val="Listanumerowana"/>
        <w:rPr>
          <w:b/>
          <w:bCs/>
        </w:rPr>
      </w:pPr>
      <w:r w:rsidRPr="00D374A1">
        <w:rPr>
          <w:b/>
          <w:bCs/>
        </w:rPr>
        <w:t xml:space="preserve">Oświadczam, że wskazane szkolenia w punkcie </w:t>
      </w:r>
      <w:r>
        <w:rPr>
          <w:b/>
          <w:bCs/>
        </w:rPr>
        <w:t>6</w:t>
      </w:r>
      <w:r w:rsidRPr="00D374A1">
        <w:rPr>
          <w:b/>
          <w:bCs/>
        </w:rPr>
        <w:t>) dotyczyły</w:t>
      </w:r>
      <w:r w:rsidRPr="00D374A1">
        <w:rPr>
          <w:rStyle w:val="Pogrubienie"/>
          <w:b w:val="0"/>
          <w:bCs w:val="0"/>
          <w:color w:val="auto"/>
        </w:rPr>
        <w:t xml:space="preserve"> </w:t>
      </w:r>
      <w:r w:rsidRPr="00D374A1">
        <w:rPr>
          <w:b/>
          <w:bCs/>
        </w:rPr>
        <w:t>zagadnień z zakresu prawa zamówień publicznych i/lub z zakresu tajemnicy przedsiębiorstwa w</w:t>
      </w:r>
      <w:r>
        <w:rPr>
          <w:b/>
          <w:bCs/>
        </w:rPr>
        <w:t> </w:t>
      </w:r>
      <w:r w:rsidRPr="00D374A1">
        <w:rPr>
          <w:b/>
          <w:bCs/>
        </w:rPr>
        <w:t>odniesieniu do zamówień publicznych:</w:t>
      </w:r>
    </w:p>
    <w:p w14:paraId="713EB749" w14:textId="77777777" w:rsidR="00316163" w:rsidRPr="00D374A1" w:rsidRDefault="00316163" w:rsidP="00316163">
      <w:pPr>
        <w:pStyle w:val="Legenda"/>
        <w:spacing w:after="0"/>
        <w:rPr>
          <w:b/>
          <w:bCs/>
        </w:rPr>
      </w:pPr>
      <w:r w:rsidRPr="00D374A1">
        <w:rPr>
          <w:b/>
          <w:bCs/>
        </w:rPr>
        <w:t>(Wybierz właściwe, zaznaczając kwadrat przy wybranej opcji)</w:t>
      </w:r>
    </w:p>
    <w:p w14:paraId="0E0A5EFD" w14:textId="77777777" w:rsidR="00316163" w:rsidRDefault="00316163" w:rsidP="00316163">
      <w:pPr>
        <w:spacing w:after="0"/>
        <w:rPr>
          <w:iCs/>
        </w:rPr>
      </w:pPr>
      <w:r>
        <w:rPr>
          <w:iCs/>
        </w:rPr>
        <w:t xml:space="preserve">Tak </w:t>
      </w:r>
      <w:sdt>
        <w:sdtPr>
          <w:rPr>
            <w:iCs/>
          </w:rPr>
          <w:alias w:val="Kliknij w kwadrat, aby wybrać TAK"/>
          <w:tag w:val="Kliknij w kwadrat, aby wybrać NIE"/>
          <w:id w:val="173365446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</w:p>
    <w:p w14:paraId="3EEABFF1" w14:textId="77777777" w:rsidR="00316163" w:rsidRPr="00D2044A" w:rsidRDefault="00316163" w:rsidP="00316163">
      <w:pPr>
        <w:spacing w:line="360" w:lineRule="auto"/>
        <w:rPr>
          <w:iCs/>
        </w:rPr>
      </w:pPr>
      <w:r>
        <w:rPr>
          <w:iCs/>
        </w:rPr>
        <w:t xml:space="preserve">Nie </w:t>
      </w:r>
      <w:sdt>
        <w:sdtPr>
          <w:rPr>
            <w:iCs/>
          </w:rPr>
          <w:alias w:val="Kliknij w kwadrat, aby wybrać NIE"/>
          <w:tag w:val="Kliknij w kwadrat, aby wybrać NIE"/>
          <w:id w:val="-57165659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</w:p>
    <w:p w14:paraId="09882E5E" w14:textId="77777777" w:rsidR="00316163" w:rsidRDefault="00316163" w:rsidP="00316163">
      <w:pPr>
        <w:pStyle w:val="Listanumerowana2"/>
        <w:numPr>
          <w:ilvl w:val="0"/>
          <w:numId w:val="0"/>
        </w:numPr>
        <w:ind w:left="643"/>
      </w:pPr>
    </w:p>
    <w:bookmarkEnd w:id="11"/>
    <w:p w14:paraId="2FDEE592" w14:textId="2DA4F25B" w:rsidR="00191A52" w:rsidRPr="00BF035A" w:rsidRDefault="00191A52" w:rsidP="00BF035A">
      <w:pPr>
        <w:pStyle w:val="Listanumerowana"/>
        <w:rPr>
          <w:rStyle w:val="Pogrubienie"/>
          <w:b w:val="0"/>
          <w:bCs w:val="0"/>
          <w:color w:val="auto"/>
        </w:rPr>
      </w:pPr>
      <w:r w:rsidRPr="00BF035A">
        <w:rPr>
          <w:rStyle w:val="Pogrubienie"/>
          <w:b w:val="0"/>
          <w:bCs w:val="0"/>
          <w:color w:val="auto"/>
        </w:rPr>
        <w:lastRenderedPageBreak/>
        <w:t>Trener jest autorem publikacji naukowych w odniesieniu do zasady jawności oraz tajemnicy przedsiębiorstwa w czasopismach naukowych i recenzowanych, wymienionych w wykazie Ministra Nauki i Szkolnictwa Wyższego:</w:t>
      </w:r>
    </w:p>
    <w:bookmarkStart w:id="14" w:name="_Hlk181006263"/>
    <w:p w14:paraId="20555DA5" w14:textId="7C3A2417" w:rsidR="00191A52" w:rsidRPr="00BF035A" w:rsidRDefault="001C2B76" w:rsidP="00BF035A">
      <w:pPr>
        <w:pStyle w:val="Listanumerowana2"/>
        <w:numPr>
          <w:ilvl w:val="0"/>
          <w:numId w:val="28"/>
        </w:numPr>
      </w:pPr>
      <w:sdt>
        <w:sdtPr>
          <w:alias w:val="Tytuł publikacji naukowej"/>
          <w:tag w:val="Tytuł publikacji naukowej"/>
          <w:id w:val="666524633"/>
          <w:placeholder>
            <w:docPart w:val="AA1317442C6F428994027BFDFFB165AF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191A52" w:rsidRPr="00BF035A">
            <w:rPr>
              <w:rStyle w:val="Tekstzastpczy"/>
              <w:color w:val="auto"/>
            </w:rPr>
            <w:t>Wpisz tytuł publikacji naukowej wraz z datą wydania;</w:t>
          </w:r>
        </w:sdtContent>
      </w:sdt>
    </w:p>
    <w:bookmarkEnd w:id="14"/>
    <w:p w14:paraId="0DEF63E9" w14:textId="77777777" w:rsidR="00191A52" w:rsidRPr="00BF035A" w:rsidRDefault="001C2B76" w:rsidP="00BF035A">
      <w:pPr>
        <w:pStyle w:val="Listanumerowana2"/>
      </w:pPr>
      <w:sdt>
        <w:sdtPr>
          <w:alias w:val="Tytuł publikacji naukowej"/>
          <w:tag w:val="Tytuł publikacji naukowej"/>
          <w:id w:val="-430515368"/>
          <w:placeholder>
            <w:docPart w:val="9C3C65BB0D334E6A8E4031CEC6A05953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191A52" w:rsidRPr="00BF035A">
            <w:rPr>
              <w:rStyle w:val="Tekstzastpczy"/>
              <w:color w:val="auto"/>
            </w:rPr>
            <w:t>Wpisz tytuł publikacji naukowej wraz z datą wydania;</w:t>
          </w:r>
        </w:sdtContent>
      </w:sdt>
    </w:p>
    <w:p w14:paraId="017424C6" w14:textId="77777777" w:rsidR="00191A52" w:rsidRPr="00BF035A" w:rsidRDefault="001C2B76" w:rsidP="00BF035A">
      <w:pPr>
        <w:pStyle w:val="Listanumerowana2"/>
      </w:pPr>
      <w:sdt>
        <w:sdtPr>
          <w:alias w:val="Tytuł publikacji naukowej"/>
          <w:tag w:val="Tytuł publikacji naukowej"/>
          <w:id w:val="-2128996432"/>
          <w:placeholder>
            <w:docPart w:val="4028B7159DB04005BBEB49E3AD9FDA4B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191A52" w:rsidRPr="00BF035A">
            <w:rPr>
              <w:rStyle w:val="Tekstzastpczy"/>
              <w:color w:val="auto"/>
            </w:rPr>
            <w:t>Wpisz tytuł publikacji naukowej wraz z datą wydania;</w:t>
          </w:r>
        </w:sdtContent>
      </w:sdt>
    </w:p>
    <w:p w14:paraId="3C9F71C2" w14:textId="77777777" w:rsidR="00191A52" w:rsidRDefault="001C2B76" w:rsidP="00BF035A">
      <w:pPr>
        <w:pStyle w:val="Listanumerowana2"/>
      </w:pPr>
      <w:sdt>
        <w:sdtPr>
          <w:alias w:val="Tytuł publikacji naukowej"/>
          <w:tag w:val="Tytuł publikacji naukowej"/>
          <w:id w:val="1035314640"/>
          <w:placeholder>
            <w:docPart w:val="B44862624D2240EE86875FED53D78AE2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191A52" w:rsidRPr="00BF035A">
            <w:rPr>
              <w:rStyle w:val="Tekstzastpczy"/>
              <w:color w:val="auto"/>
            </w:rPr>
            <w:t>Wpisz tytuł publikacji naukowej wraz z datą wydania;</w:t>
          </w:r>
        </w:sdtContent>
      </w:sdt>
    </w:p>
    <w:p w14:paraId="2232DC0A" w14:textId="6447135E" w:rsidR="000D42A4" w:rsidRPr="00BF035A" w:rsidRDefault="000D42A4" w:rsidP="00BF035A">
      <w:pPr>
        <w:pStyle w:val="Listanumerowana"/>
        <w:rPr>
          <w:rStyle w:val="Pogrubienie"/>
          <w:b w:val="0"/>
          <w:bCs w:val="0"/>
          <w:color w:val="auto"/>
        </w:rPr>
      </w:pPr>
      <w:bookmarkStart w:id="15" w:name="_Hlk181006637"/>
      <w:r w:rsidRPr="00BF035A">
        <w:rPr>
          <w:rStyle w:val="Pogrubienie"/>
          <w:b w:val="0"/>
          <w:bCs w:val="0"/>
          <w:color w:val="auto"/>
        </w:rPr>
        <w:t>Trener posiada więcej niż 5-letnie doświadczenie zawodowe w prowadzeniu szkoleń jako wykładowca/trener w tematyce zasady jawności oraz tajemnicy przedsiębiorstwa:</w:t>
      </w:r>
    </w:p>
    <w:p w14:paraId="6E412A84" w14:textId="77777777" w:rsidR="000D42A4" w:rsidRPr="00316163" w:rsidRDefault="000D42A4" w:rsidP="000D42A4">
      <w:pPr>
        <w:pStyle w:val="Legenda"/>
        <w:spacing w:after="0"/>
        <w:rPr>
          <w:b/>
          <w:bCs/>
        </w:rPr>
      </w:pPr>
      <w:r w:rsidRPr="00316163">
        <w:rPr>
          <w:b/>
          <w:bCs/>
        </w:rPr>
        <w:t>(Wybierz właściwe, zaznaczając kwadrat przy wybranej opcji)</w:t>
      </w:r>
    </w:p>
    <w:p w14:paraId="5508FC84" w14:textId="77777777" w:rsidR="000D42A4" w:rsidRDefault="000D42A4" w:rsidP="000D42A4">
      <w:pPr>
        <w:spacing w:after="0"/>
        <w:rPr>
          <w:iCs/>
        </w:rPr>
      </w:pPr>
      <w:r>
        <w:rPr>
          <w:iCs/>
        </w:rPr>
        <w:t xml:space="preserve">Tak </w:t>
      </w:r>
      <w:sdt>
        <w:sdtPr>
          <w:rPr>
            <w:iCs/>
          </w:rPr>
          <w:alias w:val="Kliknij w kwadrat, aby wybrać TAK"/>
          <w:tag w:val="Kliknij w kwadrat, aby wybrać TAK"/>
          <w:id w:val="88422717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</w:p>
    <w:p w14:paraId="54CC49D0" w14:textId="77777777" w:rsidR="000D42A4" w:rsidRDefault="000D42A4" w:rsidP="00BF035A">
      <w:pPr>
        <w:rPr>
          <w:iCs/>
        </w:rPr>
      </w:pPr>
      <w:r>
        <w:rPr>
          <w:iCs/>
        </w:rPr>
        <w:t xml:space="preserve">Nie </w:t>
      </w:r>
      <w:sdt>
        <w:sdtPr>
          <w:rPr>
            <w:iCs/>
          </w:rPr>
          <w:alias w:val="Kliknij w kwadrat, aby wybrać Nie"/>
          <w:tag w:val="Kliknij w kwadrat, aby wybrać Nie"/>
          <w:id w:val="-189465215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</w:p>
    <w:bookmarkEnd w:id="15"/>
    <w:p w14:paraId="327D5D53" w14:textId="548D4B55" w:rsidR="00184AE1" w:rsidRPr="00BF035A" w:rsidRDefault="00184AE1" w:rsidP="00BF035A">
      <w:pPr>
        <w:pStyle w:val="Listanumerowana"/>
        <w:rPr>
          <w:rStyle w:val="Pogrubienie"/>
          <w:b w:val="0"/>
          <w:bCs w:val="0"/>
          <w:color w:val="auto"/>
        </w:rPr>
      </w:pPr>
      <w:r w:rsidRPr="00BF035A">
        <w:rPr>
          <w:rStyle w:val="Pogrubienie"/>
          <w:b w:val="0"/>
          <w:bCs w:val="0"/>
          <w:color w:val="auto"/>
        </w:rPr>
        <w:t>Trener posiada doświadczenie jako konsultant, doradca lub pełnomocnik w</w:t>
      </w:r>
      <w:r w:rsidR="00BF035A">
        <w:rPr>
          <w:rStyle w:val="Pogrubienie"/>
          <w:b w:val="0"/>
          <w:bCs w:val="0"/>
          <w:color w:val="auto"/>
        </w:rPr>
        <w:t> </w:t>
      </w:r>
      <w:r w:rsidRPr="00BF035A">
        <w:rPr>
          <w:rStyle w:val="Pogrubienie"/>
          <w:b w:val="0"/>
          <w:bCs w:val="0"/>
          <w:color w:val="auto"/>
        </w:rPr>
        <w:t>sprawach związanych z zastrzeganiem bądź odtajnieniem tajemnicy przedsiębiorstwa w procedurze zamówień publicznych:</w:t>
      </w:r>
    </w:p>
    <w:p w14:paraId="0E72044F" w14:textId="77777777" w:rsidR="00184AE1" w:rsidRPr="00316163" w:rsidRDefault="00184AE1" w:rsidP="00184AE1">
      <w:pPr>
        <w:pStyle w:val="Legenda"/>
        <w:spacing w:after="0"/>
        <w:rPr>
          <w:b/>
          <w:bCs/>
        </w:rPr>
      </w:pPr>
      <w:r w:rsidRPr="00316163">
        <w:rPr>
          <w:b/>
          <w:bCs/>
        </w:rPr>
        <w:t>(Wybierz właściwe, zaznaczając kwadrat przy wybranej opcji)</w:t>
      </w:r>
    </w:p>
    <w:p w14:paraId="471C054B" w14:textId="77777777" w:rsidR="00184AE1" w:rsidRDefault="00184AE1" w:rsidP="00184AE1">
      <w:pPr>
        <w:spacing w:after="0"/>
        <w:rPr>
          <w:iCs/>
        </w:rPr>
      </w:pPr>
      <w:r>
        <w:rPr>
          <w:iCs/>
        </w:rPr>
        <w:t xml:space="preserve">Tak </w:t>
      </w:r>
      <w:sdt>
        <w:sdtPr>
          <w:rPr>
            <w:iCs/>
          </w:rPr>
          <w:alias w:val="Kliknij w kwadrat, aby wybrać TAK"/>
          <w:tag w:val="Kliknij w kwadrat, aby wybrać TAK"/>
          <w:id w:val="86702618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</w:p>
    <w:p w14:paraId="1903E9BC" w14:textId="77777777" w:rsidR="00184AE1" w:rsidRDefault="00184AE1" w:rsidP="00184AE1">
      <w:pPr>
        <w:spacing w:after="0"/>
        <w:rPr>
          <w:iCs/>
        </w:rPr>
      </w:pPr>
      <w:r>
        <w:rPr>
          <w:iCs/>
        </w:rPr>
        <w:t xml:space="preserve">Nie </w:t>
      </w:r>
      <w:sdt>
        <w:sdtPr>
          <w:rPr>
            <w:iCs/>
          </w:rPr>
          <w:alias w:val="Kliknij w kwadrat, aby wybrać Nie"/>
          <w:tag w:val="Kliknij w kwadrat, aby wybrać Nie"/>
          <w:id w:val="69427246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iCs/>
            </w:rPr>
            <w:t>☐</w:t>
          </w:r>
        </w:sdtContent>
      </w:sdt>
    </w:p>
    <w:bookmarkEnd w:id="10"/>
    <w:p w14:paraId="1D4156B3" w14:textId="7B46C7B0" w:rsidR="001C0DCA" w:rsidRDefault="001C0DCA" w:rsidP="001C0DCA">
      <w:pPr>
        <w:pStyle w:val="Nagwek2"/>
      </w:pPr>
      <w:r w:rsidRPr="001C0DCA">
        <w:t>Nagrana próbka szkolenia</w:t>
      </w:r>
    </w:p>
    <w:p w14:paraId="10494111" w14:textId="26EF50C5" w:rsidR="001C0DCA" w:rsidRPr="001C0DCA" w:rsidRDefault="001C2B76" w:rsidP="001C0DCA">
      <w:sdt>
        <w:sdtPr>
          <w:rPr>
            <w:rFonts w:ascii="Aptos" w:hAnsi="Aptos"/>
          </w:rPr>
          <w:alias w:val="Link nagranej próbki szkolenia"/>
          <w:tag w:val="Link nagranej próbki szkolenia"/>
          <w:id w:val="587120521"/>
          <w:placeholder>
            <w:docPart w:val="C4E4F632263C493F9FC11C9E9E149732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="001C0DCA" w:rsidRPr="00745CE8">
            <w:rPr>
              <w:rFonts w:ascii="Aptos" w:hAnsi="Aptos"/>
              <w:bCs/>
              <w:sz w:val="22"/>
            </w:rPr>
            <w:t>Wpisz link/adres strony, gdzie udostępniona zostanie Zamawiającemu próbka szkolenia.</w:t>
          </w:r>
        </w:sdtContent>
      </w:sdt>
    </w:p>
    <w:p w14:paraId="75A46C73" w14:textId="5BA9D446" w:rsidR="00230C99" w:rsidRDefault="00230C99" w:rsidP="00A514C0">
      <w:pPr>
        <w:pStyle w:val="Nagwek2"/>
      </w:pPr>
      <w:r>
        <w:t>Wymagania w zakresie klauzul społecznych</w:t>
      </w:r>
      <w:r w:rsidR="00462C11">
        <w:t>:</w:t>
      </w:r>
      <w:r>
        <w:t xml:space="preserve"> </w:t>
      </w:r>
    </w:p>
    <w:p w14:paraId="6B9D3E51" w14:textId="42D3F83A" w:rsidR="00443598" w:rsidRDefault="00443598" w:rsidP="00443598">
      <w:bookmarkStart w:id="16" w:name="_Hlk95298607"/>
      <w:r w:rsidRPr="00443598">
        <w:t xml:space="preserve">Czy </w:t>
      </w:r>
      <w:r>
        <w:t xml:space="preserve">w związku z realizacją przedmiotu </w:t>
      </w:r>
      <w:r w:rsidRPr="00443598">
        <w:t xml:space="preserve">zamówienia </w:t>
      </w:r>
      <w:r>
        <w:t>zostanie spełniona klauzula społeczna?</w:t>
      </w:r>
    </w:p>
    <w:p w14:paraId="58E6938C" w14:textId="45CB2D53" w:rsidR="00B304F2" w:rsidRDefault="00B304F2" w:rsidP="001750C5">
      <w:pPr>
        <w:pStyle w:val="Legenda"/>
        <w:spacing w:after="0"/>
      </w:pPr>
      <w:r>
        <w:t>(Wybierz właściwe, zaznaczając kwadrat przy wybranej opcji)</w:t>
      </w:r>
    </w:p>
    <w:p w14:paraId="5325702B" w14:textId="0A260C90" w:rsidR="00443598" w:rsidRDefault="00443598" w:rsidP="001750C5">
      <w:pPr>
        <w:spacing w:after="0"/>
        <w:rPr>
          <w:iCs/>
        </w:rPr>
      </w:pPr>
      <w:r>
        <w:rPr>
          <w:iCs/>
        </w:rPr>
        <w:t>Tak</w:t>
      </w:r>
      <w:r w:rsidR="008B2D3F">
        <w:rPr>
          <w:iCs/>
        </w:rPr>
        <w:t xml:space="preserve"> </w:t>
      </w:r>
      <w:sdt>
        <w:sdtPr>
          <w:rPr>
            <w:iCs/>
          </w:rPr>
          <w:alias w:val="Kliknij w kwadrat, aby wybrać TAK"/>
          <w:tag w:val="Kliknij w kwadrat, aby wybrać TAK"/>
          <w:id w:val="277614557"/>
          <w:lock w:val="sdtLocked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24">
            <w:rPr>
              <w:rFonts w:ascii="MS Gothic" w:eastAsia="MS Gothic" w:hAnsi="MS Gothic" w:hint="eastAsia"/>
              <w:iCs/>
            </w:rPr>
            <w:t>☐</w:t>
          </w:r>
        </w:sdtContent>
      </w:sdt>
    </w:p>
    <w:p w14:paraId="7E0A7F8F" w14:textId="69F27128" w:rsidR="00443598" w:rsidRDefault="00443598" w:rsidP="001750C5">
      <w:pPr>
        <w:spacing w:after="0"/>
        <w:rPr>
          <w:iCs/>
        </w:rPr>
      </w:pPr>
      <w:r>
        <w:rPr>
          <w:iCs/>
        </w:rPr>
        <w:t xml:space="preserve">Nie </w:t>
      </w:r>
      <w:bookmarkStart w:id="17" w:name="_Hlk96934407"/>
      <w:sdt>
        <w:sdtPr>
          <w:rPr>
            <w:iCs/>
          </w:rPr>
          <w:alias w:val="Kliknij w kwadrat, aby wybrać NIE"/>
          <w:tag w:val="Kliknij w kwadrat, aby wybrać NIE"/>
          <w:id w:val="-70956967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24">
            <w:rPr>
              <w:rFonts w:ascii="MS Gothic" w:eastAsia="MS Gothic" w:hAnsi="MS Gothic" w:hint="eastAsia"/>
              <w:iCs/>
            </w:rPr>
            <w:t>☐</w:t>
          </w:r>
        </w:sdtContent>
      </w:sdt>
      <w:bookmarkEnd w:id="17"/>
    </w:p>
    <w:bookmarkEnd w:id="16"/>
    <w:p w14:paraId="3AD4606A" w14:textId="16DE0B34" w:rsidR="00230C99" w:rsidRDefault="00443598" w:rsidP="00A03924">
      <w:r>
        <w:t>Jeśli klauzula społeczna zostanie spełniona, wraz z ofertą należy przesłać wypełnione i</w:t>
      </w:r>
      <w:r w:rsidR="008B2D3F">
        <w:t> </w:t>
      </w:r>
      <w:r>
        <w:t>podpisane oświadczenie – załącznik nr 4 do zapytania ofertowego.</w:t>
      </w:r>
    </w:p>
    <w:p w14:paraId="50F13E23" w14:textId="7D8CD2EA" w:rsidR="00230C99" w:rsidRDefault="008B2D3F" w:rsidP="00230C99">
      <w:pPr>
        <w:pStyle w:val="Nagwek2"/>
      </w:pPr>
      <w:r>
        <w:t>Program szkolenia</w:t>
      </w:r>
      <w:r w:rsidR="00A046AE">
        <w:t xml:space="preserve"> </w:t>
      </w:r>
    </w:p>
    <w:p w14:paraId="0DBAA340" w14:textId="5C43FC2B" w:rsidR="00F85143" w:rsidRPr="00F85143" w:rsidRDefault="006845E1" w:rsidP="008B2D3F">
      <w:pPr>
        <w:pStyle w:val="Legenda"/>
        <w:rPr>
          <w:b/>
          <w:bCs/>
        </w:rPr>
      </w:pPr>
      <w:bookmarkStart w:id="18" w:name="_Hlk105075187"/>
      <w:r>
        <w:t>Program szkolenia</w:t>
      </w:r>
      <w:r w:rsidR="0022709A" w:rsidRPr="0022709A">
        <w:t xml:space="preserve"> </w:t>
      </w:r>
      <w:r w:rsidR="0022709A" w:rsidRPr="0022709A">
        <w:rPr>
          <w:b/>
          <w:bCs/>
        </w:rPr>
        <w:t>„Zasada jawności oraz tajemnica przedsiębiorstwa w zamówieniach publicznych</w:t>
      </w:r>
      <w:r w:rsidR="00F85143" w:rsidRPr="00F85143">
        <w:rPr>
          <w:b/>
          <w:bCs/>
        </w:rPr>
        <w:t>”</w:t>
      </w:r>
      <w:r w:rsidR="00F85143" w:rsidRPr="00F85143">
        <w:t xml:space="preserve"> </w:t>
      </w:r>
      <w:r w:rsidR="00F85143">
        <w:t>zostanie przygotowany na podstawie celów szczegółowych szkolenia</w:t>
      </w:r>
      <w:r w:rsidR="0022709A">
        <w:t>,</w:t>
      </w:r>
      <w:r w:rsidR="00F85143">
        <w:t xml:space="preserve"> wskazanych przez Zamawiającego w Opisie przedmiotu zamówieni</w:t>
      </w:r>
      <w:r w:rsidR="0022709A">
        <w:t>a, stanowiącym załącznik nr 1 do Umowy</w:t>
      </w:r>
      <w:r w:rsidR="00F85143">
        <w:t xml:space="preserve">. </w:t>
      </w:r>
    </w:p>
    <w:p w14:paraId="51E9AB37" w14:textId="60288672" w:rsidR="00230C99" w:rsidRDefault="00B5443E" w:rsidP="008B2D3F">
      <w:pPr>
        <w:pStyle w:val="Legenda"/>
      </w:pPr>
      <w:r w:rsidRPr="00B5443E">
        <w:t>W</w:t>
      </w:r>
      <w:r w:rsidR="00222737">
        <w:t> </w:t>
      </w:r>
      <w:r w:rsidRPr="00B5443E">
        <w:t>przypadku zbyt małej lub zbyt dużej liczby punktów do wpisania</w:t>
      </w:r>
      <w:r>
        <w:t xml:space="preserve"> zagadnień programowych</w:t>
      </w:r>
      <w:r w:rsidRPr="00B5443E">
        <w:t>, należy odpowiednio dodać lub usunąć punkt.</w:t>
      </w:r>
    </w:p>
    <w:bookmarkEnd w:id="18" w:displacedByCustomXml="next"/>
    <w:sdt>
      <w:sdtPr>
        <w:alias w:val="Zagadnienie programowe"/>
        <w:tag w:val="Zagadnienie programowe"/>
        <w:id w:val="-1913308122"/>
        <w:placeholder>
          <w:docPart w:val="60CDE9734FA14446B60D429A50EA6884"/>
        </w:placeholder>
        <w15:appearance w15:val="hidden"/>
        <w:docPartList>
          <w:docPartGallery w:val="Quick Parts"/>
        </w:docPartList>
      </w:sdtPr>
      <w:sdtEndPr/>
      <w:sdtContent>
        <w:sdt>
          <w:sdtPr>
            <w:alias w:val="Zagadnienie programowe"/>
            <w:tag w:val="Zagadnienie programowe"/>
            <w:id w:val="1509945085"/>
            <w:placeholder>
              <w:docPart w:val="51A46620CE74488195EBEDCC024EE000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6DF43360" w14:textId="5624D9DA" w:rsidR="00CE314C" w:rsidRDefault="00CE314C" w:rsidP="00191A52">
              <w:pPr>
                <w:pStyle w:val="Listanumerowana"/>
                <w:numPr>
                  <w:ilvl w:val="0"/>
                  <w:numId w:val="24"/>
                </w:numPr>
              </w:pPr>
              <w:r w:rsidRPr="00EC27A5">
                <w:rPr>
                  <w:rStyle w:val="Tekstzastpczy"/>
                  <w:color w:val="auto"/>
                </w:rPr>
                <w:t>Wpisz zagadnienie programowe, będące realizacją celu/celów szczegółowych szkolenia</w:t>
              </w:r>
              <w:r w:rsidRPr="00363890">
                <w:rPr>
                  <w:rStyle w:val="Tekstzastpczy"/>
                  <w:color w:val="auto"/>
                </w:rPr>
                <w:t xml:space="preserve"> </w:t>
              </w:r>
              <w:r>
                <w:rPr>
                  <w:rStyle w:val="Tekstzastpczy"/>
                  <w:color w:val="auto"/>
                </w:rPr>
                <w:t>wraz z numerem celu szczegółowego szkolenia z OPZ: wskaż cel/cele</w:t>
              </w:r>
              <w:r w:rsidRPr="00EC27A5">
                <w:rPr>
                  <w:rStyle w:val="Tekstzastpczy"/>
                  <w:color w:val="auto"/>
                </w:rPr>
                <w:t>;</w:t>
              </w:r>
            </w:p>
          </w:sdtContent>
        </w:sdt>
        <w:sdt>
          <w:sdtPr>
            <w:alias w:val="Zagadnienie programowe"/>
            <w:tag w:val="Zagadnienie programowe"/>
            <w:id w:val="-774944290"/>
            <w:placeholder>
              <w:docPart w:val="871B57E31C3443C897727034E7CDEC55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076988F2" w14:textId="255A44B1" w:rsidR="00CE314C" w:rsidRDefault="00CE314C" w:rsidP="00191A52">
              <w:pPr>
                <w:pStyle w:val="Listanumerowana"/>
                <w:numPr>
                  <w:ilvl w:val="0"/>
                  <w:numId w:val="24"/>
                </w:numPr>
              </w:pPr>
              <w:r w:rsidRPr="00EC27A5">
                <w:rPr>
                  <w:rStyle w:val="Tekstzastpczy"/>
                  <w:color w:val="auto"/>
                </w:rPr>
                <w:t>Wpisz zagadnienie programowe, będące realizacją celu/celów szczegółowych szkolenia</w:t>
              </w:r>
              <w:r w:rsidRPr="00363890">
                <w:rPr>
                  <w:rStyle w:val="Tekstzastpczy"/>
                  <w:color w:val="auto"/>
                </w:rPr>
                <w:t xml:space="preserve"> </w:t>
              </w:r>
              <w:r>
                <w:rPr>
                  <w:rStyle w:val="Tekstzastpczy"/>
                  <w:color w:val="auto"/>
                </w:rPr>
                <w:t>wraz z numerem celu szczegółowego szkolenia z OPZ: wskaż cel/cele</w:t>
              </w:r>
              <w:r w:rsidRPr="00EC27A5">
                <w:rPr>
                  <w:rStyle w:val="Tekstzastpczy"/>
                  <w:color w:val="auto"/>
                </w:rPr>
                <w:t>;</w:t>
              </w:r>
            </w:p>
          </w:sdtContent>
        </w:sdt>
        <w:sdt>
          <w:sdtPr>
            <w:alias w:val="Zagadnienie programowe"/>
            <w:tag w:val="Zagadnienie programowe"/>
            <w:id w:val="1923372767"/>
            <w:placeholder>
              <w:docPart w:val="7A9AEA700AEE4EF1AB128441CC63D539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76FE8849" w14:textId="130A029C" w:rsidR="00CE314C" w:rsidRDefault="00CE314C" w:rsidP="00191A52">
              <w:pPr>
                <w:pStyle w:val="Listanumerowana"/>
                <w:numPr>
                  <w:ilvl w:val="0"/>
                  <w:numId w:val="24"/>
                </w:numPr>
              </w:pPr>
              <w:r w:rsidRPr="00EC27A5">
                <w:rPr>
                  <w:rStyle w:val="Tekstzastpczy"/>
                  <w:color w:val="auto"/>
                </w:rPr>
                <w:t>Wpisz zagadnienie programowe, będące realizacją celu/celów szczegółowych szkolenia</w:t>
              </w:r>
              <w:r w:rsidRPr="00363890">
                <w:rPr>
                  <w:rStyle w:val="Tekstzastpczy"/>
                  <w:color w:val="auto"/>
                </w:rPr>
                <w:t xml:space="preserve"> </w:t>
              </w:r>
              <w:r>
                <w:rPr>
                  <w:rStyle w:val="Tekstzastpczy"/>
                  <w:color w:val="auto"/>
                </w:rPr>
                <w:t>wraz z numerem celu szczegółowego szkolenia z OPZ: wskaż cel/cele</w:t>
              </w:r>
              <w:r w:rsidRPr="00EC27A5">
                <w:rPr>
                  <w:rStyle w:val="Tekstzastpczy"/>
                  <w:color w:val="auto"/>
                </w:rPr>
                <w:t>;</w:t>
              </w:r>
            </w:p>
          </w:sdtContent>
        </w:sdt>
        <w:sdt>
          <w:sdtPr>
            <w:alias w:val="Zagadnienie programowe"/>
            <w:tag w:val="Zagadnienie programowe"/>
            <w:id w:val="-1244797294"/>
            <w:placeholder>
              <w:docPart w:val="5C3475AAFF64476FB6C53BD843663844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6E41192D" w14:textId="5B0670DB" w:rsidR="00CE314C" w:rsidRDefault="00CE314C" w:rsidP="00191A52">
              <w:pPr>
                <w:pStyle w:val="Listanumerowana"/>
                <w:numPr>
                  <w:ilvl w:val="0"/>
                  <w:numId w:val="24"/>
                </w:numPr>
              </w:pPr>
              <w:r w:rsidRPr="00EC27A5">
                <w:rPr>
                  <w:rStyle w:val="Tekstzastpczy"/>
                  <w:color w:val="auto"/>
                </w:rPr>
                <w:t>Wpisz zagadnienie programowe, będące realizacją celu/celów szczegółowych szkolenia</w:t>
              </w:r>
              <w:r w:rsidRPr="00363890">
                <w:rPr>
                  <w:rStyle w:val="Tekstzastpczy"/>
                  <w:color w:val="auto"/>
                </w:rPr>
                <w:t xml:space="preserve"> </w:t>
              </w:r>
              <w:r>
                <w:rPr>
                  <w:rStyle w:val="Tekstzastpczy"/>
                  <w:color w:val="auto"/>
                </w:rPr>
                <w:t>wraz z numerem celu szczegółowego szkolenia z OPZ: wskaż cel/cele</w:t>
              </w:r>
              <w:r w:rsidRPr="00EC27A5">
                <w:rPr>
                  <w:rStyle w:val="Tekstzastpczy"/>
                  <w:color w:val="auto"/>
                </w:rPr>
                <w:t>;</w:t>
              </w:r>
            </w:p>
          </w:sdtContent>
        </w:sdt>
        <w:sdt>
          <w:sdtPr>
            <w:alias w:val="Zagadnienie programowe"/>
            <w:tag w:val="Zagadnienie programowe"/>
            <w:id w:val="1498229691"/>
            <w:placeholder>
              <w:docPart w:val="0C5DAABEAE79455DBAA0B4AE69004E40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721E0500" w14:textId="1C59980E" w:rsidR="00CE314C" w:rsidRDefault="00CE314C" w:rsidP="00191A52">
              <w:pPr>
                <w:pStyle w:val="Listanumerowana"/>
                <w:numPr>
                  <w:ilvl w:val="0"/>
                  <w:numId w:val="24"/>
                </w:numPr>
              </w:pPr>
              <w:r w:rsidRPr="00EC27A5">
                <w:rPr>
                  <w:rStyle w:val="Tekstzastpczy"/>
                  <w:color w:val="auto"/>
                </w:rPr>
                <w:t>Wpisz zagadnienie programowe, będące realizacją celu/celów szczegółowych szkolenia</w:t>
              </w:r>
              <w:r w:rsidRPr="00363890">
                <w:rPr>
                  <w:rStyle w:val="Tekstzastpczy"/>
                  <w:color w:val="auto"/>
                </w:rPr>
                <w:t xml:space="preserve"> </w:t>
              </w:r>
              <w:r>
                <w:rPr>
                  <w:rStyle w:val="Tekstzastpczy"/>
                  <w:color w:val="auto"/>
                </w:rPr>
                <w:t>wraz z numerem celu szczegółowego szkolenia z OPZ: wskaż cel/cele</w:t>
              </w:r>
              <w:r w:rsidRPr="00EC27A5">
                <w:rPr>
                  <w:rStyle w:val="Tekstzastpczy"/>
                  <w:color w:val="auto"/>
                </w:rPr>
                <w:t>;</w:t>
              </w:r>
            </w:p>
          </w:sdtContent>
        </w:sdt>
        <w:sdt>
          <w:sdtPr>
            <w:alias w:val="Zagadnienie programowe"/>
            <w:tag w:val="Zagadnienie programowe"/>
            <w:id w:val="1118408318"/>
            <w:placeholder>
              <w:docPart w:val="FE36AC089D0548F7B600049F16BB03ED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67708835" w14:textId="7E44DF48" w:rsidR="00CE314C" w:rsidRDefault="00CE314C" w:rsidP="00191A52">
              <w:pPr>
                <w:pStyle w:val="Listanumerowana"/>
                <w:numPr>
                  <w:ilvl w:val="0"/>
                  <w:numId w:val="24"/>
                </w:numPr>
              </w:pPr>
              <w:r w:rsidRPr="00EC27A5">
                <w:rPr>
                  <w:rStyle w:val="Tekstzastpczy"/>
                  <w:color w:val="auto"/>
                </w:rPr>
                <w:t>Wpisz zagadnienie programowe, będące realizacją celu/celów szczegółowych szkolenia</w:t>
              </w:r>
              <w:r w:rsidRPr="00363890">
                <w:rPr>
                  <w:rStyle w:val="Tekstzastpczy"/>
                  <w:color w:val="auto"/>
                </w:rPr>
                <w:t xml:space="preserve"> </w:t>
              </w:r>
              <w:r>
                <w:rPr>
                  <w:rStyle w:val="Tekstzastpczy"/>
                  <w:color w:val="auto"/>
                </w:rPr>
                <w:t>wraz z numerem celu szczegółowego szkolenia z OPZ: wskaż cel/cele</w:t>
              </w:r>
              <w:r w:rsidRPr="00EC27A5">
                <w:rPr>
                  <w:rStyle w:val="Tekstzastpczy"/>
                  <w:color w:val="auto"/>
                </w:rPr>
                <w:t>;</w:t>
              </w:r>
            </w:p>
          </w:sdtContent>
        </w:sdt>
        <w:sdt>
          <w:sdtPr>
            <w:alias w:val="Zagadnienie programowe"/>
            <w:tag w:val="Zagadnienie programowe"/>
            <w:id w:val="1435938409"/>
            <w:placeholder>
              <w:docPart w:val="AE4BEC1D8E924E6F94A442A2BA898EB4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2AD1A212" w14:textId="34FAC91A" w:rsidR="00CE314C" w:rsidRDefault="00CE314C" w:rsidP="00191A52">
              <w:pPr>
                <w:pStyle w:val="Listanumerowana"/>
                <w:numPr>
                  <w:ilvl w:val="0"/>
                  <w:numId w:val="24"/>
                </w:numPr>
              </w:pPr>
              <w:r w:rsidRPr="00EC27A5">
                <w:rPr>
                  <w:rStyle w:val="Tekstzastpczy"/>
                  <w:color w:val="auto"/>
                </w:rPr>
                <w:t>Wpisz zagadnienie programowe, będące realizacją celu/celów szczegółowych szkolenia</w:t>
              </w:r>
              <w:r w:rsidRPr="00363890">
                <w:rPr>
                  <w:rStyle w:val="Tekstzastpczy"/>
                  <w:color w:val="auto"/>
                </w:rPr>
                <w:t xml:space="preserve"> </w:t>
              </w:r>
              <w:r>
                <w:rPr>
                  <w:rStyle w:val="Tekstzastpczy"/>
                  <w:color w:val="auto"/>
                </w:rPr>
                <w:t>wraz z numerem celu szczegółowego szkolenia z OPZ: wskaż cel/cele</w:t>
              </w:r>
              <w:r w:rsidRPr="00EC27A5">
                <w:rPr>
                  <w:rStyle w:val="Tekstzastpczy"/>
                  <w:color w:val="auto"/>
                </w:rPr>
                <w:t>;</w:t>
              </w:r>
            </w:p>
          </w:sdtContent>
        </w:sdt>
        <w:sdt>
          <w:sdtPr>
            <w:alias w:val="Zagadnienie programowe"/>
            <w:tag w:val="Zagadnienie programowe"/>
            <w:id w:val="2032450506"/>
            <w:placeholder>
              <w:docPart w:val="37E18C4B195F41C09A6D889B65922798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528DE9CC" w14:textId="1401A87D" w:rsidR="00CE314C" w:rsidRDefault="00CE314C" w:rsidP="00191A52">
              <w:pPr>
                <w:pStyle w:val="Listanumerowana"/>
                <w:numPr>
                  <w:ilvl w:val="0"/>
                  <w:numId w:val="24"/>
                </w:numPr>
              </w:pPr>
              <w:r w:rsidRPr="00EC27A5">
                <w:rPr>
                  <w:rStyle w:val="Tekstzastpczy"/>
                  <w:color w:val="auto"/>
                </w:rPr>
                <w:t>Wpisz zagadnienie programowe, będące realizacją celu/celów szczegółowych szkolenia</w:t>
              </w:r>
              <w:r w:rsidRPr="00363890">
                <w:rPr>
                  <w:rStyle w:val="Tekstzastpczy"/>
                  <w:color w:val="auto"/>
                </w:rPr>
                <w:t xml:space="preserve"> </w:t>
              </w:r>
              <w:r>
                <w:rPr>
                  <w:rStyle w:val="Tekstzastpczy"/>
                  <w:color w:val="auto"/>
                </w:rPr>
                <w:t>wraz z numerem celu szczegółowego szkolenia z OPZ: wskaż cel/cele</w:t>
              </w:r>
              <w:r w:rsidRPr="00EC27A5">
                <w:rPr>
                  <w:rStyle w:val="Tekstzastpczy"/>
                  <w:color w:val="auto"/>
                </w:rPr>
                <w:t>;</w:t>
              </w:r>
            </w:p>
          </w:sdtContent>
        </w:sdt>
        <w:sdt>
          <w:sdtPr>
            <w:alias w:val="Zagadnienie programowe"/>
            <w:tag w:val="Zagadnienie programowe"/>
            <w:id w:val="736816449"/>
            <w:placeholder>
              <w:docPart w:val="1738AD09367B43508AA8AB8DCF6F7B78"/>
            </w:placeholder>
            <w:showingPlcHdr/>
            <w15:appearance w15:val="hidden"/>
            <w:docPartList>
              <w:docPartGallery w:val="Quick Parts"/>
            </w:docPartList>
          </w:sdtPr>
          <w:sdtEndPr/>
          <w:sdtContent>
            <w:p w14:paraId="2E3B8979" w14:textId="0821DDCE" w:rsidR="00CE314C" w:rsidRDefault="00CE314C" w:rsidP="00191A52">
              <w:pPr>
                <w:pStyle w:val="Listanumerowana"/>
                <w:numPr>
                  <w:ilvl w:val="0"/>
                  <w:numId w:val="24"/>
                </w:numPr>
              </w:pPr>
              <w:r w:rsidRPr="00EC27A5">
                <w:rPr>
                  <w:rStyle w:val="Tekstzastpczy"/>
                  <w:color w:val="auto"/>
                </w:rPr>
                <w:t>Wpisz zagadnienie programowe, będące realizacją celu/celów szczegółowych szkolenia</w:t>
              </w:r>
              <w:r w:rsidRPr="00363890">
                <w:rPr>
                  <w:rStyle w:val="Tekstzastpczy"/>
                  <w:color w:val="auto"/>
                </w:rPr>
                <w:t xml:space="preserve"> </w:t>
              </w:r>
              <w:r>
                <w:rPr>
                  <w:rStyle w:val="Tekstzastpczy"/>
                  <w:color w:val="auto"/>
                </w:rPr>
                <w:t>wraz z numerem celu szczegółowego szkolenia z OPZ: wskaż cel/cele</w:t>
              </w:r>
              <w:r w:rsidRPr="00EC27A5">
                <w:rPr>
                  <w:rStyle w:val="Tekstzastpczy"/>
                  <w:color w:val="auto"/>
                </w:rPr>
                <w:t>;</w:t>
              </w:r>
            </w:p>
          </w:sdtContent>
        </w:sdt>
      </w:sdtContent>
    </w:sdt>
    <w:p w14:paraId="64B6B0A6" w14:textId="56550A12" w:rsidR="00CE314C" w:rsidRDefault="00CE314C" w:rsidP="00CE314C">
      <w:pPr>
        <w:pStyle w:val="Listanumerowana"/>
      </w:pPr>
      <w:r w:rsidRPr="00CE314C">
        <w:t xml:space="preserve"> </w:t>
      </w:r>
      <w:sdt>
        <w:sdtPr>
          <w:alias w:val="Zagadnienie programowe"/>
          <w:tag w:val="Zagadnienie programowe"/>
          <w:id w:val="-1089691026"/>
          <w:placeholder>
            <w:docPart w:val="18B74AE0DDE64B4A975B35B66BDC8E06"/>
          </w:placeholder>
          <w:showingPlcHdr/>
          <w15:appearance w15:val="hidden"/>
          <w:docPartList>
            <w:docPartGallery w:val="Quick Parts"/>
          </w:docPartList>
        </w:sdtPr>
        <w:sdtEndPr/>
        <w:sdtContent>
          <w:r w:rsidRPr="00EC27A5">
            <w:rPr>
              <w:rStyle w:val="Tekstzastpczy"/>
              <w:color w:val="auto"/>
            </w:rPr>
            <w:t>Wpisz zagadnienie programowe, będące realizacją celu/celów szczegółowych szkolenia</w:t>
          </w:r>
          <w:r w:rsidRPr="00363890">
            <w:rPr>
              <w:rStyle w:val="Tekstzastpczy"/>
              <w:color w:val="auto"/>
            </w:rPr>
            <w:t xml:space="preserve"> </w:t>
          </w:r>
          <w:r>
            <w:rPr>
              <w:rStyle w:val="Tekstzastpczy"/>
              <w:color w:val="auto"/>
            </w:rPr>
            <w:t>wraz z numerem celu szczegółowego szkolenia z OPZ: wskaż cel/cele</w:t>
          </w:r>
          <w:r w:rsidRPr="00EC27A5">
            <w:rPr>
              <w:rStyle w:val="Tekstzastpczy"/>
              <w:color w:val="auto"/>
            </w:rPr>
            <w:t>;</w:t>
          </w:r>
        </w:sdtContent>
      </w:sdt>
    </w:p>
    <w:sdt>
      <w:sdtPr>
        <w:alias w:val="Zagadnienie programowe"/>
        <w:tag w:val="Zagadnienie programowe"/>
        <w:id w:val="-1897271103"/>
        <w:placeholder>
          <w:docPart w:val="45D785A8FBC04D6394A2E265DF32BE06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417F201A" w14:textId="177033ED" w:rsidR="00CE314C" w:rsidRDefault="00CE314C" w:rsidP="00CE314C">
          <w:pPr>
            <w:pStyle w:val="Listanumerowana"/>
          </w:pPr>
          <w:r w:rsidRPr="00EC27A5">
            <w:rPr>
              <w:rStyle w:val="Tekstzastpczy"/>
              <w:color w:val="auto"/>
            </w:rPr>
            <w:t>Wpisz zagadnienie programowe, będące realizacją celu/celów szczegółowych szkolenia</w:t>
          </w:r>
          <w:r w:rsidRPr="00363890">
            <w:rPr>
              <w:rStyle w:val="Tekstzastpczy"/>
              <w:color w:val="auto"/>
            </w:rPr>
            <w:t xml:space="preserve"> </w:t>
          </w:r>
          <w:r>
            <w:rPr>
              <w:rStyle w:val="Tekstzastpczy"/>
              <w:color w:val="auto"/>
            </w:rPr>
            <w:t>wraz z numerem celu szczegółowego szkolenia z OPZ: wskaż cel/cele</w:t>
          </w:r>
          <w:r w:rsidRPr="00EC27A5">
            <w:rPr>
              <w:rStyle w:val="Tekstzastpczy"/>
              <w:color w:val="auto"/>
            </w:rPr>
            <w:t>;</w:t>
          </w:r>
        </w:p>
      </w:sdtContent>
    </w:sdt>
    <w:sdt>
      <w:sdtPr>
        <w:alias w:val="Zagadnienie programowe"/>
        <w:tag w:val="Zagadnienie programowe"/>
        <w:id w:val="1002782363"/>
        <w:placeholder>
          <w:docPart w:val="927E9CCE0A7246D2AF8C84EB6DCEAB54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081CEACA" w14:textId="64B17458" w:rsidR="00CE314C" w:rsidRDefault="00CE314C" w:rsidP="00CE314C">
          <w:pPr>
            <w:pStyle w:val="Listanumerowana"/>
          </w:pPr>
          <w:r w:rsidRPr="00EC27A5">
            <w:rPr>
              <w:rStyle w:val="Tekstzastpczy"/>
              <w:color w:val="auto"/>
            </w:rPr>
            <w:t>Wpisz zagadnienie programowe, będące realizacją celu/celów szczegółowych szkolenia</w:t>
          </w:r>
          <w:r w:rsidRPr="00363890">
            <w:rPr>
              <w:rStyle w:val="Tekstzastpczy"/>
              <w:color w:val="auto"/>
            </w:rPr>
            <w:t xml:space="preserve"> </w:t>
          </w:r>
          <w:r>
            <w:rPr>
              <w:rStyle w:val="Tekstzastpczy"/>
              <w:color w:val="auto"/>
            </w:rPr>
            <w:t>wraz z numerem celu szczegółowego szkolenia z OPZ: wskaż cel/cele</w:t>
          </w:r>
          <w:r w:rsidRPr="00EC27A5">
            <w:rPr>
              <w:rStyle w:val="Tekstzastpczy"/>
              <w:color w:val="auto"/>
            </w:rPr>
            <w:t>;</w:t>
          </w:r>
        </w:p>
      </w:sdtContent>
    </w:sdt>
    <w:sdt>
      <w:sdtPr>
        <w:alias w:val="Zagadnienie programowe"/>
        <w:tag w:val="Zagadnienie programowe"/>
        <w:id w:val="-2008898924"/>
        <w:placeholder>
          <w:docPart w:val="8C3B95B7147E446C9EDD45FF23E2D337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3D88987E" w14:textId="43D3CCC8" w:rsidR="00CE314C" w:rsidRDefault="00CE314C" w:rsidP="00CE314C">
          <w:pPr>
            <w:pStyle w:val="Listanumerowana"/>
          </w:pPr>
          <w:r w:rsidRPr="00EC27A5">
            <w:rPr>
              <w:rStyle w:val="Tekstzastpczy"/>
              <w:color w:val="auto"/>
            </w:rPr>
            <w:t>Wpisz zagadnienie programowe, będące realizacją celu/celów szczegółowych szkolenia</w:t>
          </w:r>
          <w:r w:rsidRPr="00363890">
            <w:rPr>
              <w:rStyle w:val="Tekstzastpczy"/>
              <w:color w:val="auto"/>
            </w:rPr>
            <w:t xml:space="preserve"> </w:t>
          </w:r>
          <w:r>
            <w:rPr>
              <w:rStyle w:val="Tekstzastpczy"/>
              <w:color w:val="auto"/>
            </w:rPr>
            <w:t>wraz z numerem celu szczegółowego szkolenia z OPZ: wskaż cel/cele</w:t>
          </w:r>
          <w:r w:rsidRPr="00EC27A5">
            <w:rPr>
              <w:rStyle w:val="Tekstzastpczy"/>
              <w:color w:val="auto"/>
            </w:rPr>
            <w:t>;</w:t>
          </w:r>
        </w:p>
      </w:sdtContent>
    </w:sdt>
    <w:p w14:paraId="47C81010" w14:textId="0FEE154D" w:rsidR="00230C99" w:rsidRDefault="00BC5573" w:rsidP="00230C99">
      <w:pPr>
        <w:pStyle w:val="Nagwek2"/>
      </w:pPr>
      <w:r>
        <w:t>Harmonogram dni</w:t>
      </w:r>
      <w:r w:rsidR="00816DFD">
        <w:t>a</w:t>
      </w:r>
      <w:r>
        <w:t xml:space="preserve"> szkoleniow</w:t>
      </w:r>
      <w:r w:rsidR="00816DFD">
        <w:t>ego</w:t>
      </w:r>
      <w:r w:rsidR="00227028">
        <w:t>:</w:t>
      </w:r>
    </w:p>
    <w:sdt>
      <w:sdtPr>
        <w:alias w:val="Czas trwania szkolenia "/>
        <w:tag w:val="Czas trwania szkolenia "/>
        <w:id w:val="1207676219"/>
        <w:placeholder>
          <w:docPart w:val="5E6BB564A3184F5999CD14E0D3DFE08F"/>
        </w:placeholder>
        <w:showingPlcHdr/>
        <w15:appearance w15:val="hidden"/>
        <w:docPartList>
          <w:docPartGallery w:val="Quick Parts"/>
        </w:docPartList>
      </w:sdtPr>
      <w:sdtEndPr/>
      <w:sdtContent>
        <w:p w14:paraId="6909F466" w14:textId="010FAEC2" w:rsidR="00227028" w:rsidRPr="00EC27A5" w:rsidRDefault="00227028" w:rsidP="00191A52">
          <w:pPr>
            <w:pStyle w:val="Listanumerowana"/>
            <w:numPr>
              <w:ilvl w:val="0"/>
              <w:numId w:val="10"/>
            </w:numPr>
          </w:pPr>
          <w:r w:rsidRPr="00EC27A5">
            <w:rPr>
              <w:rStyle w:val="Tekstzastpczy"/>
              <w:color w:val="auto"/>
            </w:rPr>
            <w:t>Wpisz godzinę rozpoczęcia i zakończeni</w:t>
          </w:r>
          <w:r w:rsidR="001750C5">
            <w:rPr>
              <w:rStyle w:val="Tekstzastpczy"/>
              <w:color w:val="auto"/>
            </w:rPr>
            <w:t>a</w:t>
          </w:r>
          <w:r w:rsidRPr="00EC27A5">
            <w:rPr>
              <w:rStyle w:val="Tekstzastpczy"/>
              <w:color w:val="auto"/>
            </w:rPr>
            <w:t xml:space="preserve"> dnia szkoleniowego</w:t>
          </w:r>
          <w:r w:rsidR="00BF035A">
            <w:rPr>
              <w:rStyle w:val="Tekstzastpczy"/>
              <w:color w:val="auto"/>
            </w:rPr>
            <w:t>.</w:t>
          </w:r>
        </w:p>
      </w:sdtContent>
    </w:sdt>
    <w:sdt>
      <w:sdtPr>
        <w:alias w:val="Przerwy podczas szkolenia"/>
        <w:tag w:val="Przerwy podczas szkolenia"/>
        <w:id w:val="1609544966"/>
        <w:placeholder>
          <w:docPart w:val="2EA5EB02F3794928A2101E559745A91B"/>
        </w:placeholder>
        <w:showingPlcHdr/>
        <w15:color w:val="000000"/>
        <w15:appearance w15:val="hidden"/>
      </w:sdtPr>
      <w:sdtEndPr/>
      <w:sdtContent>
        <w:p w14:paraId="2DF3E327" w14:textId="756CE292" w:rsidR="00595543" w:rsidRPr="00EC27A5" w:rsidRDefault="00745C29" w:rsidP="00EC27A5">
          <w:pPr>
            <w:pStyle w:val="Listanumerowana"/>
          </w:pPr>
          <w:r w:rsidRPr="00EC27A5">
            <w:rPr>
              <w:rStyle w:val="Tekstzastpczy"/>
              <w:color w:val="auto"/>
            </w:rPr>
            <w:t xml:space="preserve">Wpisz godziny rozpoczęcia i zakończenia przerw podczas </w:t>
          </w:r>
          <w:r w:rsidR="00161CC6" w:rsidRPr="00EC27A5">
            <w:rPr>
              <w:rStyle w:val="Tekstzastpczy"/>
              <w:color w:val="auto"/>
            </w:rPr>
            <w:t>dnia szkoleniowego</w:t>
          </w:r>
          <w:r w:rsidR="00BF035A">
            <w:rPr>
              <w:rStyle w:val="Tekstzastpczy"/>
              <w:color w:val="auto"/>
            </w:rPr>
            <w:t>.</w:t>
          </w:r>
        </w:p>
      </w:sdtContent>
    </w:sdt>
    <w:p w14:paraId="7A3FD1F4" w14:textId="4C59213B" w:rsidR="00230C99" w:rsidRDefault="00BC5573" w:rsidP="00230C99">
      <w:pPr>
        <w:pStyle w:val="Nagwek2"/>
      </w:pPr>
      <w:r>
        <w:t>Koszt szkolenia</w:t>
      </w:r>
      <w:r w:rsidR="00230C99">
        <w:t>:</w:t>
      </w:r>
    </w:p>
    <w:bookmarkStart w:id="19" w:name="_Hlk149658006" w:displacedByCustomXml="next"/>
    <w:sdt>
      <w:sdtPr>
        <w:rPr>
          <w:rStyle w:val="Wyrnieniedelikatne"/>
          <w:i w:val="0"/>
          <w:iCs w:val="0"/>
          <w:color w:val="auto"/>
        </w:rPr>
        <w:alias w:val="Koszt szkolenia dla 1 grupy szkoleniowej"/>
        <w:tag w:val="Koszt szkolenia dla 1 grupy szkoleniowej"/>
        <w:id w:val="2063443578"/>
        <w:placeholder>
          <w:docPart w:val="382D969553304E4BB51D52E044CAA2A9"/>
        </w:placeholder>
        <w15:color w:val="000000"/>
        <w15:appearance w15:val="hidden"/>
      </w:sdtPr>
      <w:sdtEndPr>
        <w:rPr>
          <w:rStyle w:val="Domylnaczcionkaakapitu"/>
          <w:sz w:val="24"/>
        </w:rPr>
      </w:sdtEndPr>
      <w:sdtContent>
        <w:p w14:paraId="6C4FE278" w14:textId="1B8DA74A" w:rsidR="00CE314C" w:rsidRPr="00CE314C" w:rsidRDefault="00CE314C" w:rsidP="00191A52">
          <w:pPr>
            <w:pStyle w:val="Listanumerowana"/>
            <w:numPr>
              <w:ilvl w:val="0"/>
              <w:numId w:val="23"/>
            </w:numPr>
            <w:rPr>
              <w:rStyle w:val="Wyrnieniedelikatne"/>
              <w:i w:val="0"/>
              <w:iCs w:val="0"/>
              <w:color w:val="auto"/>
              <w:sz w:val="24"/>
            </w:rPr>
          </w:pPr>
          <w:r w:rsidRPr="00C703F8">
            <w:t>Koszt szkoleni</w:t>
          </w:r>
          <w:r>
            <w:t>a</w:t>
          </w:r>
          <w:r w:rsidRPr="00C703F8">
            <w:t xml:space="preserve"> </w:t>
          </w:r>
          <w:r>
            <w:t xml:space="preserve">dla jednej grupy </w:t>
          </w:r>
          <w:r w:rsidRPr="00C703F8">
            <w:t>(</w:t>
          </w:r>
          <w:r w:rsidR="00617D10">
            <w:t>jedno</w:t>
          </w:r>
          <w:r w:rsidRPr="00C703F8">
            <w:t xml:space="preserve">dniowe szkolenie – </w:t>
          </w:r>
          <w:r w:rsidR="00617D10">
            <w:t>8</w:t>
          </w:r>
          <w:r w:rsidRPr="00C703F8">
            <w:t xml:space="preserve"> godzin dydaktyczn</w:t>
          </w:r>
          <w:r>
            <w:t>ych)</w:t>
          </w:r>
          <w:r w:rsidRPr="00C703F8">
            <w:t xml:space="preserve">: </w:t>
          </w:r>
          <w:sdt>
            <w:sdtPr>
              <w:rPr>
                <w:rStyle w:val="Wyrnieniedelikatne"/>
                <w:i w:val="0"/>
                <w:iCs w:val="0"/>
                <w:color w:val="auto"/>
                <w:szCs w:val="24"/>
              </w:rPr>
              <w:alias w:val="Koszt szkolenia dla 1 grupy szkoleniowej"/>
              <w:tag w:val="Koszt szkolenia dla 1 grupy szkoleniowej"/>
              <w:id w:val="-122778913"/>
              <w:placeholder>
                <w:docPart w:val="81A61949D2C0445BB81B573EDD4CDEC2"/>
              </w:placeholder>
              <w:showingPlcHdr/>
              <w15:color w:val="000000"/>
              <w15:appearance w15:val="hidden"/>
            </w:sdtPr>
            <w:sdtEndPr>
              <w:rPr>
                <w:rStyle w:val="Domylnaczcionkaakapitu"/>
                <w:sz w:val="28"/>
              </w:rPr>
            </w:sdtEndPr>
            <w:sdtContent>
              <w:r w:rsidRPr="00CE314C">
                <w:rPr>
                  <w:i/>
                  <w:iCs/>
                </w:rPr>
                <w:t>Wpisz koszt szkolenia.</w:t>
              </w:r>
            </w:sdtContent>
          </w:sdt>
          <w:r w:rsidRPr="00CE314C">
            <w:rPr>
              <w:rStyle w:val="Wyrnieniedelikatne"/>
              <w:i w:val="0"/>
              <w:iCs w:val="0"/>
              <w:color w:val="auto"/>
              <w:szCs w:val="24"/>
            </w:rPr>
            <w:t xml:space="preserve"> </w:t>
          </w:r>
        </w:p>
        <w:p w14:paraId="01EAD05C" w14:textId="5E055BBC" w:rsidR="00A046AE" w:rsidRPr="00EC27A5" w:rsidRDefault="00CE314C" w:rsidP="00191A52">
          <w:pPr>
            <w:pStyle w:val="Listanumerowana"/>
            <w:numPr>
              <w:ilvl w:val="0"/>
              <w:numId w:val="23"/>
            </w:numPr>
          </w:pPr>
          <w:r w:rsidRPr="00C703F8">
            <w:t xml:space="preserve">Łączny </w:t>
          </w:r>
          <w:r w:rsidR="0012454D">
            <w:t>k</w:t>
          </w:r>
          <w:r w:rsidRPr="00C703F8">
            <w:t xml:space="preserve">oszt </w:t>
          </w:r>
          <w:r>
            <w:t>szkolenia</w:t>
          </w:r>
          <w:r w:rsidRPr="00C703F8">
            <w:t xml:space="preserve"> dla</w:t>
          </w:r>
          <w:r>
            <w:t xml:space="preserve"> </w:t>
          </w:r>
          <w:r w:rsidR="009A7F2E">
            <w:t>maksymalnie trzech</w:t>
          </w:r>
          <w:r>
            <w:t xml:space="preserve"> grup (</w:t>
          </w:r>
          <w:r w:rsidR="009A7F2E">
            <w:t>jedno</w:t>
          </w:r>
          <w:r w:rsidRPr="00C703F8">
            <w:t xml:space="preserve">dniowe szkolenie – </w:t>
          </w:r>
          <w:r w:rsidR="009A7F2E">
            <w:t>8</w:t>
          </w:r>
          <w:r w:rsidR="00641FE1">
            <w:t> </w:t>
          </w:r>
          <w:r w:rsidRPr="00C703F8">
            <w:t>godzin dydaktyczn</w:t>
          </w:r>
          <w:r>
            <w:t>ych)</w:t>
          </w:r>
          <w:r w:rsidRPr="00C703F8">
            <w:t xml:space="preserve">: </w:t>
          </w:r>
          <w:sdt>
            <w:sdtPr>
              <w:rPr>
                <w:i/>
                <w:iCs/>
              </w:rPr>
              <w:alias w:val="Koszt szkolenia dla 1 grupy szkoleniowej"/>
              <w:tag w:val="Koszt szkolenia dla 1 grupy szkoleniowej"/>
              <w:id w:val="-509446049"/>
              <w:placeholder>
                <w:docPart w:val="00F6A59146FC43FC9F388215BE4A7ED9"/>
              </w:placeholder>
              <w:showingPlcHdr/>
              <w15:color w:val="000000"/>
              <w15:appearance w15:val="hidden"/>
            </w:sdtPr>
            <w:sdtEndPr/>
            <w:sdtContent>
              <w:r w:rsidRPr="00CE314C">
                <w:rPr>
                  <w:i/>
                  <w:iCs/>
                </w:rPr>
                <w:t>Wpisz koszt szkolenia.</w:t>
              </w:r>
            </w:sdtContent>
          </w:sdt>
          <w:r w:rsidRPr="00CE314C">
            <w:rPr>
              <w:i/>
              <w:iCs/>
            </w:rPr>
            <w:t xml:space="preserve"> </w:t>
          </w:r>
        </w:p>
      </w:sdtContent>
    </w:sdt>
    <w:bookmarkEnd w:id="19" w:displacedByCustomXml="prev"/>
    <w:p w14:paraId="5ED451BD" w14:textId="7D957CFA" w:rsidR="00105DB5" w:rsidRDefault="00105DB5" w:rsidP="00A477DE">
      <w:pPr>
        <w:pStyle w:val="Legenda"/>
        <w:spacing w:after="0"/>
        <w:sectPr w:rsidR="00105DB5" w:rsidSect="00C7773C">
          <w:headerReference w:type="default" r:id="rId11"/>
          <w:footerReference w:type="default" r:id="rId12"/>
          <w:pgSz w:w="11906" w:h="16838"/>
          <w:pgMar w:top="993" w:right="1134" w:bottom="1418" w:left="2268" w:header="709" w:footer="709" w:gutter="0"/>
          <w:cols w:space="708"/>
          <w:docGrid w:linePitch="360"/>
        </w:sectPr>
      </w:pPr>
      <w:r>
        <w:t>Koszt zawiera przygotowanie i przeprowadzenie szkolenia</w:t>
      </w:r>
      <w:r w:rsidR="007B488B">
        <w:t xml:space="preserve"> (w tym </w:t>
      </w:r>
      <w:r w:rsidR="00CF3F8C">
        <w:t xml:space="preserve">wynagrodzenie trenera, </w:t>
      </w:r>
      <w:r w:rsidR="00CE314C">
        <w:t>przygotowanie i</w:t>
      </w:r>
      <w:r w:rsidR="00CF3F8C">
        <w:t> </w:t>
      </w:r>
      <w:r w:rsidR="00CE314C">
        <w:t xml:space="preserve">przekazanie materiałów szkoleniowych, pytań testowych i zaświadczeń dla uczestników przez </w:t>
      </w:r>
      <w:r w:rsidR="00CF3F8C">
        <w:t>Wykonawcę</w:t>
      </w:r>
      <w:r w:rsidR="007B488B">
        <w:t>)</w:t>
      </w:r>
      <w:r w:rsidR="009E3E1B">
        <w:t xml:space="preserve">. </w:t>
      </w:r>
    </w:p>
    <w:sdt>
      <w:sdtPr>
        <w:alias w:val="Wprowadź imię i nazwisko podpisującego:"/>
        <w:tag w:val="Wprowadź imię i nazwisko podpisującego:"/>
        <w:id w:val="956913038"/>
        <w:placeholder>
          <w:docPart w:val="7DAB456C0CF64D1FBE0EF5199E4EC1BC"/>
        </w:placeholder>
        <w:temporary/>
        <w:showingPlcHdr/>
        <w15:appearance w15:val="hidden"/>
      </w:sdtPr>
      <w:sdtEndPr/>
      <w:sdtContent>
        <w:p w14:paraId="7DE0C995" w14:textId="77777777" w:rsidR="00DC7BC5" w:rsidRPr="00D30854" w:rsidRDefault="00DC7BC5" w:rsidP="001750C5">
          <w:pPr>
            <w:pStyle w:val="Podpisautora"/>
            <w:spacing w:before="240"/>
            <w:rPr>
              <w:i w:val="0"/>
              <w:iCs/>
            </w:rPr>
          </w:pPr>
          <w:r w:rsidRPr="004C4E5C">
            <w:t>Imię i nazwisko podpisującego</w:t>
          </w:r>
        </w:p>
      </w:sdtContent>
    </w:sdt>
    <w:p w14:paraId="33A24600" w14:textId="35624197" w:rsidR="00DC7BC5" w:rsidRDefault="00DC7BC5" w:rsidP="00DC7BC5">
      <w:pPr>
        <w:pStyle w:val="PUPodpiskwalifikowany"/>
      </w:pPr>
      <w:r w:rsidRPr="003562F2">
        <w:t>podpisano kwalifikowanym</w:t>
      </w:r>
      <w:r w:rsidRPr="00082951">
        <w:rPr>
          <w:rStyle w:val="Pogrubienie"/>
          <w:b w:val="0"/>
          <w:bCs w:val="0"/>
          <w:color w:val="auto"/>
        </w:rPr>
        <w:t xml:space="preserve"> </w:t>
      </w:r>
      <w:r>
        <w:rPr>
          <w:rStyle w:val="Pogrubienie"/>
          <w:b w:val="0"/>
          <w:bCs w:val="0"/>
          <w:color w:val="auto"/>
        </w:rPr>
        <w:br/>
      </w:r>
      <w:r w:rsidRPr="003562F2">
        <w:t>podpisem elektronicznym</w:t>
      </w:r>
    </w:p>
    <w:p w14:paraId="157B1766" w14:textId="71E57F7A" w:rsidR="00816F15" w:rsidRPr="00816F15" w:rsidRDefault="00816F15" w:rsidP="00816F15">
      <w:pPr>
        <w:pStyle w:val="Legenda"/>
        <w:rPr>
          <w:rStyle w:val="Pogrubienie"/>
          <w:b w:val="0"/>
          <w:bCs w:val="0"/>
          <w:color w:val="505046" w:themeColor="text2"/>
        </w:rPr>
      </w:pPr>
    </w:p>
    <w:p w14:paraId="1C828276" w14:textId="77777777" w:rsidR="00C7773C" w:rsidRDefault="00C7773C" w:rsidP="000466CA">
      <w:pPr>
        <w:pStyle w:val="Legenda"/>
      </w:pPr>
      <w:r>
        <w:t>Składając ofertę Wykonawca akceptuje zapisy Zapytania ofertowego wraz z załącznikami.</w:t>
      </w:r>
    </w:p>
    <w:p w14:paraId="7FF8BF79" w14:textId="74091BF5" w:rsidR="00745C29" w:rsidRPr="00745C29" w:rsidRDefault="00816F15" w:rsidP="000466CA">
      <w:pPr>
        <w:pStyle w:val="Legenda"/>
      </w:pPr>
      <w:r w:rsidRPr="003519C5">
        <w:t>Jeżeli Wykonawca nie posiada kwalifikowanego podpisu elektronicznego</w:t>
      </w:r>
      <w:r w:rsidR="00852DD8" w:rsidRPr="003519C5">
        <w:t>,</w:t>
      </w:r>
      <w:r w:rsidRPr="003519C5">
        <w:t xml:space="preserve"> formularz </w:t>
      </w:r>
      <w:r w:rsidR="00533FC9">
        <w:t>należy przesłać w</w:t>
      </w:r>
      <w:r w:rsidRPr="003519C5">
        <w:t xml:space="preserve"> </w:t>
      </w:r>
      <w:r w:rsidR="003519C5" w:rsidRPr="003519C5">
        <w:t>formie elektronicznej, pisemnej lub dokumentowej.</w:t>
      </w:r>
    </w:p>
    <w:sectPr w:rsidR="00745C29" w:rsidRPr="00745C29" w:rsidSect="00FB11AC">
      <w:type w:val="continuous"/>
      <w:pgSz w:w="11906" w:h="16838"/>
      <w:pgMar w:top="1418" w:right="1134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CC066" w14:textId="77777777" w:rsidR="002477B3" w:rsidRDefault="002477B3" w:rsidP="001D3676">
      <w:pPr>
        <w:spacing w:after="0" w:line="240" w:lineRule="auto"/>
      </w:pPr>
      <w:r>
        <w:separator/>
      </w:r>
    </w:p>
  </w:endnote>
  <w:endnote w:type="continuationSeparator" w:id="0">
    <w:p w14:paraId="4F33CEF8" w14:textId="77777777" w:rsidR="002477B3" w:rsidRDefault="002477B3" w:rsidP="001D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206101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02D6D8" w14:textId="77777777" w:rsidR="001C3BFD" w:rsidRDefault="001C3BFD">
            <w:pPr>
              <w:pStyle w:val="Stopka"/>
              <w:jc w:val="center"/>
            </w:pPr>
            <w:r w:rsidRPr="001750C5">
              <w:rPr>
                <w:sz w:val="20"/>
                <w:szCs w:val="20"/>
              </w:rPr>
              <w:t xml:space="preserve">Strona </w:t>
            </w:r>
            <w:r w:rsidRPr="001750C5">
              <w:rPr>
                <w:b/>
                <w:bCs/>
                <w:sz w:val="20"/>
                <w:szCs w:val="20"/>
              </w:rPr>
              <w:fldChar w:fldCharType="begin"/>
            </w:r>
            <w:r w:rsidRPr="001750C5">
              <w:rPr>
                <w:b/>
                <w:bCs/>
                <w:sz w:val="20"/>
                <w:szCs w:val="20"/>
              </w:rPr>
              <w:instrText>PAGE</w:instrText>
            </w:r>
            <w:r w:rsidRPr="001750C5">
              <w:rPr>
                <w:b/>
                <w:bCs/>
                <w:sz w:val="20"/>
                <w:szCs w:val="20"/>
              </w:rPr>
              <w:fldChar w:fldCharType="separate"/>
            </w:r>
            <w:r w:rsidRPr="001750C5">
              <w:rPr>
                <w:b/>
                <w:bCs/>
                <w:sz w:val="20"/>
                <w:szCs w:val="20"/>
              </w:rPr>
              <w:t>2</w:t>
            </w:r>
            <w:r w:rsidRPr="001750C5">
              <w:rPr>
                <w:b/>
                <w:bCs/>
                <w:sz w:val="20"/>
                <w:szCs w:val="20"/>
              </w:rPr>
              <w:fldChar w:fldCharType="end"/>
            </w:r>
            <w:r w:rsidRPr="001750C5">
              <w:rPr>
                <w:sz w:val="20"/>
                <w:szCs w:val="20"/>
              </w:rPr>
              <w:t xml:space="preserve"> z </w:t>
            </w:r>
            <w:r w:rsidRPr="001750C5">
              <w:rPr>
                <w:b/>
                <w:bCs/>
                <w:sz w:val="20"/>
                <w:szCs w:val="20"/>
              </w:rPr>
              <w:fldChar w:fldCharType="begin"/>
            </w:r>
            <w:r w:rsidRPr="001750C5">
              <w:rPr>
                <w:b/>
                <w:bCs/>
                <w:sz w:val="20"/>
                <w:szCs w:val="20"/>
              </w:rPr>
              <w:instrText>NUMPAGES</w:instrText>
            </w:r>
            <w:r w:rsidRPr="001750C5">
              <w:rPr>
                <w:b/>
                <w:bCs/>
                <w:sz w:val="20"/>
                <w:szCs w:val="20"/>
              </w:rPr>
              <w:fldChar w:fldCharType="separate"/>
            </w:r>
            <w:r w:rsidRPr="001750C5">
              <w:rPr>
                <w:b/>
                <w:bCs/>
                <w:sz w:val="20"/>
                <w:szCs w:val="20"/>
              </w:rPr>
              <w:t>2</w:t>
            </w:r>
            <w:r w:rsidRPr="001750C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F8E449" w14:textId="77777777" w:rsidR="001C3BFD" w:rsidRDefault="001C3B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730E5" w14:textId="77777777" w:rsidR="002477B3" w:rsidRDefault="002477B3" w:rsidP="001D3676">
      <w:pPr>
        <w:spacing w:after="0" w:line="240" w:lineRule="auto"/>
      </w:pPr>
      <w:r>
        <w:separator/>
      </w:r>
    </w:p>
  </w:footnote>
  <w:footnote w:type="continuationSeparator" w:id="0">
    <w:p w14:paraId="4E112C43" w14:textId="77777777" w:rsidR="002477B3" w:rsidRDefault="002477B3" w:rsidP="001D3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EF31C" w14:textId="62B28FED" w:rsidR="00D87BF0" w:rsidRPr="00BB7707" w:rsidRDefault="00BB7707" w:rsidP="00BB7707">
    <w:pPr>
      <w:pStyle w:val="Nagwek"/>
    </w:pPr>
    <w:r w:rsidRPr="00BB7707">
      <w:rPr>
        <w:i/>
        <w:iCs/>
        <w:color w:val="505046" w:themeColor="text2"/>
        <w:sz w:val="18"/>
        <w:szCs w:val="18"/>
      </w:rPr>
      <w:t>OR-KP-III.272.1.10.2024.PK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FE4853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9EC314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A422A6"/>
    <w:lvl w:ilvl="0">
      <w:start w:val="1"/>
      <w:numFmt w:val="decimal"/>
      <w:pStyle w:val="Listanumerowana3"/>
      <w:lvlText w:val="%1."/>
      <w:lvlJc w:val="left"/>
      <w:pPr>
        <w:tabs>
          <w:tab w:val="num" w:pos="3904"/>
        </w:tabs>
        <w:ind w:left="3904" w:hanging="360"/>
      </w:pPr>
    </w:lvl>
  </w:abstractNum>
  <w:abstractNum w:abstractNumId="3" w15:restartNumberingAfterBreak="0">
    <w:nsid w:val="FFFFFF7F"/>
    <w:multiLevelType w:val="singleLevel"/>
    <w:tmpl w:val="D94A7E7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9EA06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C6B1A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64EA6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424C4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D0281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9" w15:restartNumberingAfterBreak="0">
    <w:nsid w:val="FFFFFF89"/>
    <w:multiLevelType w:val="singleLevel"/>
    <w:tmpl w:val="80D6EE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2032B6"/>
    <w:multiLevelType w:val="hybridMultilevel"/>
    <w:tmpl w:val="2982A8F4"/>
    <w:lvl w:ilvl="0" w:tplc="3C7E26B4">
      <w:start w:val="1"/>
      <w:numFmt w:val="decimal"/>
      <w:pStyle w:val="Nagwek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D1194"/>
    <w:multiLevelType w:val="hybridMultilevel"/>
    <w:tmpl w:val="881AB14A"/>
    <w:lvl w:ilvl="0" w:tplc="F5B48E3C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3222E"/>
    <w:multiLevelType w:val="multilevel"/>
    <w:tmpl w:val="139CB9CA"/>
    <w:lvl w:ilvl="0">
      <w:start w:val="1"/>
      <w:numFmt w:val="decimal"/>
      <w:pStyle w:val="83297A8F4BD34CF8AC27AB73F4E544C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86172835">
    <w:abstractNumId w:val="2"/>
  </w:num>
  <w:num w:numId="2" w16cid:durableId="1927617212">
    <w:abstractNumId w:val="1"/>
  </w:num>
  <w:num w:numId="3" w16cid:durableId="1825195962">
    <w:abstractNumId w:val="0"/>
  </w:num>
  <w:num w:numId="4" w16cid:durableId="1035038757">
    <w:abstractNumId w:val="9"/>
  </w:num>
  <w:num w:numId="5" w16cid:durableId="1197887362">
    <w:abstractNumId w:val="7"/>
  </w:num>
  <w:num w:numId="6" w16cid:durableId="421994331">
    <w:abstractNumId w:val="6"/>
  </w:num>
  <w:num w:numId="7" w16cid:durableId="877819750">
    <w:abstractNumId w:val="5"/>
  </w:num>
  <w:num w:numId="8" w16cid:durableId="1675379559">
    <w:abstractNumId w:val="4"/>
  </w:num>
  <w:num w:numId="9" w16cid:durableId="74740560">
    <w:abstractNumId w:val="11"/>
  </w:num>
  <w:num w:numId="10" w16cid:durableId="198981749">
    <w:abstractNumId w:val="8"/>
    <w:lvlOverride w:ilvl="0">
      <w:startOverride w:val="1"/>
    </w:lvlOverride>
  </w:num>
  <w:num w:numId="11" w16cid:durableId="927343922">
    <w:abstractNumId w:val="3"/>
    <w:lvlOverride w:ilvl="0">
      <w:startOverride w:val="1"/>
    </w:lvlOverride>
  </w:num>
  <w:num w:numId="12" w16cid:durableId="458498392">
    <w:abstractNumId w:val="8"/>
  </w:num>
  <w:num w:numId="13" w16cid:durableId="2018188390">
    <w:abstractNumId w:val="10"/>
  </w:num>
  <w:num w:numId="14" w16cid:durableId="32653051">
    <w:abstractNumId w:val="3"/>
  </w:num>
  <w:num w:numId="15" w16cid:durableId="988050285">
    <w:abstractNumId w:val="8"/>
    <w:lvlOverride w:ilvl="0">
      <w:startOverride w:val="1"/>
    </w:lvlOverride>
  </w:num>
  <w:num w:numId="16" w16cid:durableId="1878733904">
    <w:abstractNumId w:val="8"/>
    <w:lvlOverride w:ilvl="0">
      <w:startOverride w:val="1"/>
    </w:lvlOverride>
  </w:num>
  <w:num w:numId="17" w16cid:durableId="2068912554">
    <w:abstractNumId w:val="8"/>
    <w:lvlOverride w:ilvl="0">
      <w:startOverride w:val="1"/>
    </w:lvlOverride>
  </w:num>
  <w:num w:numId="18" w16cid:durableId="907883802">
    <w:abstractNumId w:val="12"/>
  </w:num>
  <w:num w:numId="19" w16cid:durableId="136341383">
    <w:abstractNumId w:val="3"/>
    <w:lvlOverride w:ilvl="0">
      <w:startOverride w:val="1"/>
    </w:lvlOverride>
  </w:num>
  <w:num w:numId="20" w16cid:durableId="1797916589">
    <w:abstractNumId w:val="8"/>
    <w:lvlOverride w:ilvl="0">
      <w:startOverride w:val="1"/>
    </w:lvlOverride>
  </w:num>
  <w:num w:numId="21" w16cid:durableId="1230383806">
    <w:abstractNumId w:val="3"/>
    <w:lvlOverride w:ilvl="0">
      <w:startOverride w:val="1"/>
    </w:lvlOverride>
  </w:num>
  <w:num w:numId="22" w16cid:durableId="1755009288">
    <w:abstractNumId w:val="3"/>
    <w:lvlOverride w:ilvl="0">
      <w:startOverride w:val="1"/>
    </w:lvlOverride>
  </w:num>
  <w:num w:numId="23" w16cid:durableId="1335838031">
    <w:abstractNumId w:val="8"/>
    <w:lvlOverride w:ilvl="0">
      <w:startOverride w:val="1"/>
    </w:lvlOverride>
  </w:num>
  <w:num w:numId="24" w16cid:durableId="1147286834">
    <w:abstractNumId w:val="8"/>
    <w:lvlOverride w:ilvl="0">
      <w:startOverride w:val="1"/>
    </w:lvlOverride>
  </w:num>
  <w:num w:numId="25" w16cid:durableId="194125461">
    <w:abstractNumId w:val="10"/>
  </w:num>
  <w:num w:numId="26" w16cid:durableId="1959871205">
    <w:abstractNumId w:val="3"/>
    <w:lvlOverride w:ilvl="0">
      <w:startOverride w:val="1"/>
    </w:lvlOverride>
  </w:num>
  <w:num w:numId="27" w16cid:durableId="998072520">
    <w:abstractNumId w:val="3"/>
  </w:num>
  <w:num w:numId="28" w16cid:durableId="1993486082">
    <w:abstractNumId w:val="3"/>
    <w:lvlOverride w:ilvl="0">
      <w:startOverride w:val="1"/>
    </w:lvlOverride>
  </w:num>
  <w:num w:numId="29" w16cid:durableId="1595748794">
    <w:abstractNumId w:val="10"/>
    <w:lvlOverride w:ilvl="0">
      <w:startOverride w:val="1"/>
    </w:lvlOverride>
  </w:num>
  <w:num w:numId="30" w16cid:durableId="209415811">
    <w:abstractNumId w:val="10"/>
    <w:lvlOverride w:ilvl="0">
      <w:startOverride w:val="1"/>
    </w:lvlOverride>
  </w:num>
  <w:num w:numId="31" w16cid:durableId="1425102422">
    <w:abstractNumId w:val="3"/>
  </w:num>
  <w:num w:numId="32" w16cid:durableId="39978335">
    <w:abstractNumId w:val="3"/>
  </w:num>
  <w:num w:numId="33" w16cid:durableId="1492286087">
    <w:abstractNumId w:val="8"/>
  </w:num>
  <w:num w:numId="34" w16cid:durableId="1768622042">
    <w:abstractNumId w:val="3"/>
    <w:lvlOverride w:ilvl="0">
      <w:startOverride w:val="1"/>
    </w:lvlOverride>
  </w:num>
  <w:num w:numId="35" w16cid:durableId="1166092823">
    <w:abstractNumId w:val="10"/>
    <w:lvlOverride w:ilvl="0">
      <w:startOverride w:val="1"/>
    </w:lvlOverride>
  </w:num>
  <w:num w:numId="36" w16cid:durableId="1350568759">
    <w:abstractNumId w:val="8"/>
    <w:lvlOverride w:ilvl="0">
      <w:startOverride w:val="1"/>
    </w:lvlOverride>
  </w:num>
  <w:num w:numId="37" w16cid:durableId="989141516">
    <w:abstractNumId w:val="10"/>
  </w:num>
  <w:num w:numId="38" w16cid:durableId="105659531">
    <w:abstractNumId w:val="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206"/>
    <w:rsid w:val="000139BD"/>
    <w:rsid w:val="00015DB5"/>
    <w:rsid w:val="00030ACC"/>
    <w:rsid w:val="000466CA"/>
    <w:rsid w:val="00062584"/>
    <w:rsid w:val="000737E2"/>
    <w:rsid w:val="00081224"/>
    <w:rsid w:val="000900CB"/>
    <w:rsid w:val="00092F33"/>
    <w:rsid w:val="000944B6"/>
    <w:rsid w:val="000A2CBB"/>
    <w:rsid w:val="000B1942"/>
    <w:rsid w:val="000C54F9"/>
    <w:rsid w:val="000D42A4"/>
    <w:rsid w:val="000E13E7"/>
    <w:rsid w:val="000E6DCD"/>
    <w:rsid w:val="00105DB5"/>
    <w:rsid w:val="00107FF0"/>
    <w:rsid w:val="001167E8"/>
    <w:rsid w:val="001231B8"/>
    <w:rsid w:val="0012454D"/>
    <w:rsid w:val="00134C1F"/>
    <w:rsid w:val="00143291"/>
    <w:rsid w:val="001461F7"/>
    <w:rsid w:val="00161CC6"/>
    <w:rsid w:val="001749A2"/>
    <w:rsid w:val="001750C5"/>
    <w:rsid w:val="00184AE1"/>
    <w:rsid w:val="00186816"/>
    <w:rsid w:val="00191A52"/>
    <w:rsid w:val="001A063C"/>
    <w:rsid w:val="001A1CBD"/>
    <w:rsid w:val="001C0DCA"/>
    <w:rsid w:val="001C2B76"/>
    <w:rsid w:val="001C3BFD"/>
    <w:rsid w:val="001D3676"/>
    <w:rsid w:val="001D4E42"/>
    <w:rsid w:val="001D653B"/>
    <w:rsid w:val="001E15A9"/>
    <w:rsid w:val="001E2A4C"/>
    <w:rsid w:val="001E5675"/>
    <w:rsid w:val="001E6DA2"/>
    <w:rsid w:val="001F653E"/>
    <w:rsid w:val="001F7AA6"/>
    <w:rsid w:val="00200E37"/>
    <w:rsid w:val="0020617B"/>
    <w:rsid w:val="00207F26"/>
    <w:rsid w:val="002125EE"/>
    <w:rsid w:val="00222737"/>
    <w:rsid w:val="00227028"/>
    <w:rsid w:val="0022709A"/>
    <w:rsid w:val="00230C99"/>
    <w:rsid w:val="002374B0"/>
    <w:rsid w:val="002477B3"/>
    <w:rsid w:val="0025153B"/>
    <w:rsid w:val="002542BA"/>
    <w:rsid w:val="00276CCB"/>
    <w:rsid w:val="0028551D"/>
    <w:rsid w:val="00286051"/>
    <w:rsid w:val="00287997"/>
    <w:rsid w:val="00287BCE"/>
    <w:rsid w:val="00292ED0"/>
    <w:rsid w:val="00296503"/>
    <w:rsid w:val="002A00C6"/>
    <w:rsid w:val="002A362F"/>
    <w:rsid w:val="002B2BD7"/>
    <w:rsid w:val="002C04AE"/>
    <w:rsid w:val="002C0BA7"/>
    <w:rsid w:val="002E27DC"/>
    <w:rsid w:val="002F5655"/>
    <w:rsid w:val="002F7316"/>
    <w:rsid w:val="00300102"/>
    <w:rsid w:val="00307674"/>
    <w:rsid w:val="003120B0"/>
    <w:rsid w:val="00312B1C"/>
    <w:rsid w:val="00315E6B"/>
    <w:rsid w:val="00316163"/>
    <w:rsid w:val="0033776C"/>
    <w:rsid w:val="003519C5"/>
    <w:rsid w:val="00363890"/>
    <w:rsid w:val="00372416"/>
    <w:rsid w:val="00377F30"/>
    <w:rsid w:val="00381205"/>
    <w:rsid w:val="003B2795"/>
    <w:rsid w:val="003B595F"/>
    <w:rsid w:val="003C6C06"/>
    <w:rsid w:val="003C72CF"/>
    <w:rsid w:val="003D1FCB"/>
    <w:rsid w:val="003D3792"/>
    <w:rsid w:val="003D5580"/>
    <w:rsid w:val="003E5D02"/>
    <w:rsid w:val="003F0173"/>
    <w:rsid w:val="00410F5C"/>
    <w:rsid w:val="00415DFF"/>
    <w:rsid w:val="0041665A"/>
    <w:rsid w:val="004221B8"/>
    <w:rsid w:val="004273E1"/>
    <w:rsid w:val="004376AB"/>
    <w:rsid w:val="00443598"/>
    <w:rsid w:val="004473AB"/>
    <w:rsid w:val="00451965"/>
    <w:rsid w:val="00454AAC"/>
    <w:rsid w:val="00462C11"/>
    <w:rsid w:val="004631C3"/>
    <w:rsid w:val="00465034"/>
    <w:rsid w:val="00470B47"/>
    <w:rsid w:val="00471B59"/>
    <w:rsid w:val="00473DC2"/>
    <w:rsid w:val="00477579"/>
    <w:rsid w:val="004805ED"/>
    <w:rsid w:val="00485FE8"/>
    <w:rsid w:val="004A6310"/>
    <w:rsid w:val="004B5152"/>
    <w:rsid w:val="004D6981"/>
    <w:rsid w:val="004E3147"/>
    <w:rsid w:val="004E4387"/>
    <w:rsid w:val="00525521"/>
    <w:rsid w:val="00531404"/>
    <w:rsid w:val="00533FC9"/>
    <w:rsid w:val="00540A90"/>
    <w:rsid w:val="00544835"/>
    <w:rsid w:val="00544AA0"/>
    <w:rsid w:val="00547388"/>
    <w:rsid w:val="00551593"/>
    <w:rsid w:val="00555698"/>
    <w:rsid w:val="00556B1F"/>
    <w:rsid w:val="00561AD0"/>
    <w:rsid w:val="00563162"/>
    <w:rsid w:val="0058730A"/>
    <w:rsid w:val="00593F62"/>
    <w:rsid w:val="00595543"/>
    <w:rsid w:val="005A4602"/>
    <w:rsid w:val="005B3E95"/>
    <w:rsid w:val="005B7657"/>
    <w:rsid w:val="005B7BAC"/>
    <w:rsid w:val="005D39A1"/>
    <w:rsid w:val="005D58B7"/>
    <w:rsid w:val="005F2F9B"/>
    <w:rsid w:val="005F36C2"/>
    <w:rsid w:val="005F5B3A"/>
    <w:rsid w:val="005F5C8F"/>
    <w:rsid w:val="00610A0D"/>
    <w:rsid w:val="00611EFC"/>
    <w:rsid w:val="00616ABC"/>
    <w:rsid w:val="00617D10"/>
    <w:rsid w:val="00622514"/>
    <w:rsid w:val="00627B8C"/>
    <w:rsid w:val="0063679B"/>
    <w:rsid w:val="006379A0"/>
    <w:rsid w:val="00641B7D"/>
    <w:rsid w:val="00641FE1"/>
    <w:rsid w:val="006422A1"/>
    <w:rsid w:val="00656AED"/>
    <w:rsid w:val="0066521F"/>
    <w:rsid w:val="006707EB"/>
    <w:rsid w:val="0067297F"/>
    <w:rsid w:val="006845E1"/>
    <w:rsid w:val="00693DD8"/>
    <w:rsid w:val="006A5859"/>
    <w:rsid w:val="006E5E83"/>
    <w:rsid w:val="006E60AE"/>
    <w:rsid w:val="00700B54"/>
    <w:rsid w:val="007121FF"/>
    <w:rsid w:val="0071406F"/>
    <w:rsid w:val="00734838"/>
    <w:rsid w:val="00737021"/>
    <w:rsid w:val="00742D78"/>
    <w:rsid w:val="00745C29"/>
    <w:rsid w:val="00763939"/>
    <w:rsid w:val="00766B36"/>
    <w:rsid w:val="00773AD8"/>
    <w:rsid w:val="00776DD3"/>
    <w:rsid w:val="007A5A7C"/>
    <w:rsid w:val="007B4760"/>
    <w:rsid w:val="007B488B"/>
    <w:rsid w:val="007C5A4E"/>
    <w:rsid w:val="007D6FB2"/>
    <w:rsid w:val="007D7318"/>
    <w:rsid w:val="007E1FA3"/>
    <w:rsid w:val="007E6B73"/>
    <w:rsid w:val="007F1F48"/>
    <w:rsid w:val="00800189"/>
    <w:rsid w:val="00804FCF"/>
    <w:rsid w:val="00816DFD"/>
    <w:rsid w:val="00816F15"/>
    <w:rsid w:val="00820218"/>
    <w:rsid w:val="00837F8F"/>
    <w:rsid w:val="00840B75"/>
    <w:rsid w:val="00851910"/>
    <w:rsid w:val="00852DD8"/>
    <w:rsid w:val="00863779"/>
    <w:rsid w:val="0086383B"/>
    <w:rsid w:val="00870206"/>
    <w:rsid w:val="00880B40"/>
    <w:rsid w:val="00886128"/>
    <w:rsid w:val="008B2D3F"/>
    <w:rsid w:val="008D6279"/>
    <w:rsid w:val="008E465F"/>
    <w:rsid w:val="008E7B29"/>
    <w:rsid w:val="008F4890"/>
    <w:rsid w:val="00905754"/>
    <w:rsid w:val="00914B4E"/>
    <w:rsid w:val="009151A0"/>
    <w:rsid w:val="0091573A"/>
    <w:rsid w:val="0093174C"/>
    <w:rsid w:val="00945D8C"/>
    <w:rsid w:val="00947C25"/>
    <w:rsid w:val="0097359B"/>
    <w:rsid w:val="009752CA"/>
    <w:rsid w:val="00994FBC"/>
    <w:rsid w:val="009A07F3"/>
    <w:rsid w:val="009A4CA0"/>
    <w:rsid w:val="009A7E86"/>
    <w:rsid w:val="009A7F2E"/>
    <w:rsid w:val="009B2120"/>
    <w:rsid w:val="009C5C4A"/>
    <w:rsid w:val="009D4D47"/>
    <w:rsid w:val="009D77C7"/>
    <w:rsid w:val="009E3E1B"/>
    <w:rsid w:val="009E6E0C"/>
    <w:rsid w:val="00A0010A"/>
    <w:rsid w:val="00A02BF1"/>
    <w:rsid w:val="00A02CB9"/>
    <w:rsid w:val="00A03924"/>
    <w:rsid w:val="00A046AE"/>
    <w:rsid w:val="00A10191"/>
    <w:rsid w:val="00A34379"/>
    <w:rsid w:val="00A477DE"/>
    <w:rsid w:val="00A514C0"/>
    <w:rsid w:val="00A540E3"/>
    <w:rsid w:val="00A874CC"/>
    <w:rsid w:val="00AA5F99"/>
    <w:rsid w:val="00AA6ACD"/>
    <w:rsid w:val="00AB11A0"/>
    <w:rsid w:val="00AC700D"/>
    <w:rsid w:val="00AE6665"/>
    <w:rsid w:val="00B304F2"/>
    <w:rsid w:val="00B41BA4"/>
    <w:rsid w:val="00B43E6B"/>
    <w:rsid w:val="00B5443E"/>
    <w:rsid w:val="00B67A5E"/>
    <w:rsid w:val="00B70DA7"/>
    <w:rsid w:val="00B81692"/>
    <w:rsid w:val="00B86AF8"/>
    <w:rsid w:val="00B9128C"/>
    <w:rsid w:val="00B95CC4"/>
    <w:rsid w:val="00BA2F91"/>
    <w:rsid w:val="00BA3ADA"/>
    <w:rsid w:val="00BB38EC"/>
    <w:rsid w:val="00BB533F"/>
    <w:rsid w:val="00BB7707"/>
    <w:rsid w:val="00BC00CE"/>
    <w:rsid w:val="00BC0D7B"/>
    <w:rsid w:val="00BC3F34"/>
    <w:rsid w:val="00BC5573"/>
    <w:rsid w:val="00BE0DCC"/>
    <w:rsid w:val="00BF035A"/>
    <w:rsid w:val="00C065E9"/>
    <w:rsid w:val="00C16C2D"/>
    <w:rsid w:val="00C33AA8"/>
    <w:rsid w:val="00C572ED"/>
    <w:rsid w:val="00C66568"/>
    <w:rsid w:val="00C66F17"/>
    <w:rsid w:val="00C703F8"/>
    <w:rsid w:val="00C7773C"/>
    <w:rsid w:val="00C92F17"/>
    <w:rsid w:val="00C95029"/>
    <w:rsid w:val="00CB32B2"/>
    <w:rsid w:val="00CC1891"/>
    <w:rsid w:val="00CC6CE0"/>
    <w:rsid w:val="00CD4A79"/>
    <w:rsid w:val="00CD61D9"/>
    <w:rsid w:val="00CE314C"/>
    <w:rsid w:val="00CF1E40"/>
    <w:rsid w:val="00CF30BA"/>
    <w:rsid w:val="00CF3F8C"/>
    <w:rsid w:val="00D00E62"/>
    <w:rsid w:val="00D2044A"/>
    <w:rsid w:val="00D25DC6"/>
    <w:rsid w:val="00D30B67"/>
    <w:rsid w:val="00D374A1"/>
    <w:rsid w:val="00D402DC"/>
    <w:rsid w:val="00D403F9"/>
    <w:rsid w:val="00D40AC0"/>
    <w:rsid w:val="00D62497"/>
    <w:rsid w:val="00D70D68"/>
    <w:rsid w:val="00D75C92"/>
    <w:rsid w:val="00D804A7"/>
    <w:rsid w:val="00D87BF0"/>
    <w:rsid w:val="00DA038B"/>
    <w:rsid w:val="00DC7BC5"/>
    <w:rsid w:val="00DD2C45"/>
    <w:rsid w:val="00DD7AC1"/>
    <w:rsid w:val="00DE7039"/>
    <w:rsid w:val="00DE7D13"/>
    <w:rsid w:val="00E14634"/>
    <w:rsid w:val="00E172CA"/>
    <w:rsid w:val="00E26F33"/>
    <w:rsid w:val="00E27ACB"/>
    <w:rsid w:val="00E3191D"/>
    <w:rsid w:val="00E32C48"/>
    <w:rsid w:val="00E338A3"/>
    <w:rsid w:val="00E91272"/>
    <w:rsid w:val="00E918B4"/>
    <w:rsid w:val="00EA52D6"/>
    <w:rsid w:val="00EB0572"/>
    <w:rsid w:val="00EB1396"/>
    <w:rsid w:val="00EB5E76"/>
    <w:rsid w:val="00EC27A5"/>
    <w:rsid w:val="00EC759E"/>
    <w:rsid w:val="00EE6B1F"/>
    <w:rsid w:val="00F0193B"/>
    <w:rsid w:val="00F01B55"/>
    <w:rsid w:val="00F2412D"/>
    <w:rsid w:val="00F35ACA"/>
    <w:rsid w:val="00F448B5"/>
    <w:rsid w:val="00F6562D"/>
    <w:rsid w:val="00F66393"/>
    <w:rsid w:val="00F735B9"/>
    <w:rsid w:val="00F75C30"/>
    <w:rsid w:val="00F80343"/>
    <w:rsid w:val="00F85143"/>
    <w:rsid w:val="00F974BB"/>
    <w:rsid w:val="00F9758D"/>
    <w:rsid w:val="00FA3CA6"/>
    <w:rsid w:val="00FA4161"/>
    <w:rsid w:val="00FB11AC"/>
    <w:rsid w:val="00FC1657"/>
    <w:rsid w:val="00FC557B"/>
    <w:rsid w:val="00FD5BAB"/>
    <w:rsid w:val="00FE0C9F"/>
    <w:rsid w:val="00FE183D"/>
    <w:rsid w:val="00FE481F"/>
    <w:rsid w:val="00FE4855"/>
    <w:rsid w:val="00FE5E12"/>
    <w:rsid w:val="00FE5FDD"/>
    <w:rsid w:val="00FF27C5"/>
    <w:rsid w:val="00FF43A4"/>
    <w:rsid w:val="09E2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170F1"/>
  <w15:chartTrackingRefBased/>
  <w15:docId w15:val="{23CFCC5A-37FE-462B-8C73-E70C5BCD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8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AB"/>
    <w:pPr>
      <w:spacing w:after="120" w:line="298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1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B50000" w:themeColor="accent1" w:themeShade="BF"/>
      <w:sz w:val="3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3BFD"/>
    <w:pPr>
      <w:keepNext/>
      <w:keepLines/>
      <w:numPr>
        <w:numId w:val="9"/>
      </w:numPr>
      <w:spacing w:before="40" w:after="0"/>
      <w:ind w:left="357" w:hanging="357"/>
      <w:outlineLvl w:val="1"/>
    </w:pPr>
    <w:rPr>
      <w:rFonts w:asciiTheme="majorHAnsi" w:eastAsiaTheme="majorEastAsia" w:hAnsiTheme="majorHAnsi" w:cstheme="majorBidi"/>
      <w:b/>
      <w:color w:val="B50000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A5F99"/>
    <w:pPr>
      <w:keepNext/>
      <w:keepLines/>
      <w:numPr>
        <w:numId w:val="25"/>
      </w:numPr>
      <w:spacing w:before="40" w:after="0"/>
      <w:outlineLvl w:val="2"/>
    </w:pPr>
    <w:rPr>
      <w:rFonts w:asciiTheme="majorHAnsi" w:eastAsiaTheme="majorEastAsia" w:hAnsiTheme="majorHAnsi" w:cstheme="majorBidi"/>
      <w:color w:val="780000" w:themeColor="accent1" w:themeShade="7F"/>
      <w:sz w:val="26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A07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B50000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A5F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50000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A5F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8000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374A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8000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676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676"/>
    <w:rPr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A07F3"/>
    <w:pPr>
      <w:pBdr>
        <w:bottom w:val="single" w:sz="4" w:space="7" w:color="F20000" w:themeColor="accent1"/>
      </w:pBdr>
      <w:spacing w:after="1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07F3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FB11AC"/>
    <w:rPr>
      <w:rFonts w:asciiTheme="majorHAnsi" w:eastAsiaTheme="majorEastAsia" w:hAnsiTheme="majorHAnsi" w:cstheme="majorBidi"/>
      <w:b/>
      <w:color w:val="B50000" w:themeColor="accent1" w:themeShade="BF"/>
      <w:sz w:val="30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C3BFD"/>
    <w:rPr>
      <w:rFonts w:asciiTheme="majorHAnsi" w:eastAsiaTheme="majorEastAsia" w:hAnsiTheme="majorHAnsi" w:cstheme="majorBidi"/>
      <w:b/>
      <w:color w:val="B50000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A5F99"/>
    <w:rPr>
      <w:rFonts w:asciiTheme="majorHAnsi" w:eastAsiaTheme="majorEastAsia" w:hAnsiTheme="majorHAnsi" w:cstheme="majorBidi"/>
      <w:color w:val="780000" w:themeColor="accent1" w:themeShade="7F"/>
      <w:sz w:val="26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A07F3"/>
    <w:rPr>
      <w:rFonts w:asciiTheme="majorHAnsi" w:eastAsiaTheme="majorEastAsia" w:hAnsiTheme="majorHAnsi" w:cstheme="majorBidi"/>
      <w:iCs/>
      <w:color w:val="B50000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AA5F99"/>
    <w:rPr>
      <w:rFonts w:asciiTheme="majorHAnsi" w:eastAsiaTheme="majorEastAsia" w:hAnsiTheme="majorHAnsi" w:cstheme="majorBidi"/>
      <w:color w:val="B50000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AA5F99"/>
    <w:rPr>
      <w:rFonts w:asciiTheme="majorHAnsi" w:eastAsiaTheme="majorEastAsia" w:hAnsiTheme="majorHAnsi" w:cstheme="majorBidi"/>
      <w:color w:val="780000" w:themeColor="accent1" w:themeShade="7F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F9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20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A5F99"/>
    <w:rPr>
      <w:rFonts w:eastAsiaTheme="minorEastAsia"/>
      <w:color w:val="5A5A5A" w:themeColor="text1" w:themeTint="A5"/>
      <w:spacing w:val="20"/>
    </w:rPr>
  </w:style>
  <w:style w:type="character" w:styleId="Pogrubienie">
    <w:name w:val="Strong"/>
    <w:basedOn w:val="Domylnaczcionkaakapitu"/>
    <w:uiPriority w:val="22"/>
    <w:qFormat/>
    <w:rsid w:val="00AA5F99"/>
    <w:rPr>
      <w:b/>
      <w:bCs/>
      <w:color w:val="262626" w:themeColor="text1" w:themeTint="D9"/>
    </w:rPr>
  </w:style>
  <w:style w:type="character" w:styleId="Wyrnieniedelikatne">
    <w:name w:val="Subtle Emphasis"/>
    <w:basedOn w:val="Domylnaczcionkaakapitu"/>
    <w:uiPriority w:val="19"/>
    <w:qFormat/>
    <w:rsid w:val="007E1FA3"/>
    <w:rPr>
      <w:rFonts w:asciiTheme="minorHAnsi" w:hAnsiTheme="minorHAnsi"/>
      <w:i/>
      <w:iCs/>
      <w:color w:val="404040" w:themeColor="text1" w:themeTint="BF"/>
      <w:sz w:val="20"/>
    </w:rPr>
  </w:style>
  <w:style w:type="character" w:styleId="Uwydatnienie">
    <w:name w:val="Emphasis"/>
    <w:basedOn w:val="Domylnaczcionkaakapitu"/>
    <w:uiPriority w:val="20"/>
    <w:qFormat/>
    <w:rsid w:val="00A02CB9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B86AF8"/>
    <w:pPr>
      <w:spacing w:before="200" w:after="160" w:line="283" w:lineRule="auto"/>
      <w:ind w:left="284"/>
    </w:pPr>
    <w:rPr>
      <w:iCs/>
      <w:color w:val="404040" w:themeColor="text1" w:themeTint="BF"/>
      <w:sz w:val="22"/>
    </w:rPr>
  </w:style>
  <w:style w:type="character" w:customStyle="1" w:styleId="CytatZnak">
    <w:name w:val="Cytat Znak"/>
    <w:basedOn w:val="Domylnaczcionkaakapitu"/>
    <w:link w:val="Cytat"/>
    <w:uiPriority w:val="29"/>
    <w:rsid w:val="00B86AF8"/>
    <w:rPr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B86AF8"/>
    <w:pPr>
      <w:pBdr>
        <w:top w:val="single" w:sz="4" w:space="10" w:color="F20000" w:themeColor="accent1"/>
        <w:bottom w:val="single" w:sz="4" w:space="10" w:color="F20000" w:themeColor="accent1"/>
      </w:pBdr>
      <w:spacing w:before="360" w:after="360" w:line="283" w:lineRule="auto"/>
    </w:pPr>
    <w:rPr>
      <w:iCs/>
      <w:color w:val="F20000" w:themeColor="accent1"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6AF8"/>
    <w:rPr>
      <w:iCs/>
      <w:color w:val="F20000" w:themeColor="accent1"/>
    </w:rPr>
  </w:style>
  <w:style w:type="paragraph" w:styleId="Listapunktowana">
    <w:name w:val="List Bullet"/>
    <w:basedOn w:val="Normalny"/>
    <w:uiPriority w:val="99"/>
    <w:unhideWhenUsed/>
    <w:rsid w:val="00F974BB"/>
    <w:pPr>
      <w:numPr>
        <w:numId w:val="4"/>
      </w:numPr>
      <w:contextualSpacing/>
    </w:pPr>
  </w:style>
  <w:style w:type="paragraph" w:customStyle="1" w:styleId="Cytatintensywny2">
    <w:name w:val="Cytat intensywny 2"/>
    <w:basedOn w:val="Listapunktowana"/>
    <w:qFormat/>
    <w:rsid w:val="00410F5C"/>
    <w:pPr>
      <w:numPr>
        <w:numId w:val="0"/>
      </w:numPr>
      <w:pBdr>
        <w:left w:val="dashSmallGap" w:sz="6" w:space="12" w:color="C00000"/>
      </w:pBdr>
      <w:ind w:left="227"/>
    </w:pPr>
  </w:style>
  <w:style w:type="paragraph" w:styleId="Listanumerowana">
    <w:name w:val="List Number"/>
    <w:basedOn w:val="Normalny"/>
    <w:uiPriority w:val="99"/>
    <w:unhideWhenUsed/>
    <w:rsid w:val="00410F5C"/>
    <w:pPr>
      <w:numPr>
        <w:numId w:val="12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EC27A5"/>
    <w:pPr>
      <w:numPr>
        <w:numId w:val="27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9C5C4A"/>
    <w:pPr>
      <w:numPr>
        <w:numId w:val="1"/>
      </w:numPr>
      <w:ind w:left="998" w:hanging="357"/>
      <w:contextualSpacing/>
    </w:pPr>
  </w:style>
  <w:style w:type="paragraph" w:styleId="Listanumerowana4">
    <w:name w:val="List Number 4"/>
    <w:basedOn w:val="Normalny"/>
    <w:uiPriority w:val="99"/>
    <w:unhideWhenUsed/>
    <w:rsid w:val="009C5C4A"/>
    <w:pPr>
      <w:numPr>
        <w:numId w:val="2"/>
      </w:numPr>
      <w:ind w:left="1281" w:hanging="357"/>
      <w:contextualSpacing/>
    </w:pPr>
  </w:style>
  <w:style w:type="paragraph" w:styleId="Listanumerowana5">
    <w:name w:val="List Number 5"/>
    <w:basedOn w:val="Normalny"/>
    <w:uiPriority w:val="99"/>
    <w:unhideWhenUsed/>
    <w:rsid w:val="009C5C4A"/>
    <w:pPr>
      <w:numPr>
        <w:numId w:val="3"/>
      </w:numPr>
      <w:ind w:left="1565" w:hanging="357"/>
      <w:contextualSpacing/>
    </w:pPr>
  </w:style>
  <w:style w:type="paragraph" w:styleId="Listapunktowana2">
    <w:name w:val="List Bullet 2"/>
    <w:basedOn w:val="Normalny"/>
    <w:uiPriority w:val="99"/>
    <w:unhideWhenUsed/>
    <w:rsid w:val="009C5C4A"/>
    <w:pPr>
      <w:numPr>
        <w:numId w:val="5"/>
      </w:numPr>
      <w:ind w:left="714" w:hanging="357"/>
      <w:contextualSpacing/>
    </w:pPr>
  </w:style>
  <w:style w:type="paragraph" w:styleId="Listapunktowana3">
    <w:name w:val="List Bullet 3"/>
    <w:basedOn w:val="Normalny"/>
    <w:uiPriority w:val="99"/>
    <w:unhideWhenUsed/>
    <w:rsid w:val="009C5C4A"/>
    <w:pPr>
      <w:numPr>
        <w:numId w:val="6"/>
      </w:numPr>
      <w:ind w:left="998" w:hanging="357"/>
      <w:contextualSpacing/>
    </w:pPr>
  </w:style>
  <w:style w:type="paragraph" w:styleId="Listapunktowana4">
    <w:name w:val="List Bullet 4"/>
    <w:basedOn w:val="Normalny"/>
    <w:uiPriority w:val="99"/>
    <w:unhideWhenUsed/>
    <w:rsid w:val="00EA52D6"/>
    <w:pPr>
      <w:numPr>
        <w:numId w:val="7"/>
      </w:numPr>
      <w:ind w:left="1281" w:hanging="357"/>
      <w:contextualSpacing/>
    </w:pPr>
  </w:style>
  <w:style w:type="paragraph" w:styleId="Listapunktowana5">
    <w:name w:val="List Bullet 5"/>
    <w:basedOn w:val="Normalny"/>
    <w:uiPriority w:val="99"/>
    <w:unhideWhenUsed/>
    <w:rsid w:val="00EA52D6"/>
    <w:pPr>
      <w:numPr>
        <w:numId w:val="8"/>
      </w:numPr>
      <w:ind w:left="1565" w:hanging="357"/>
      <w:contextualSpacing/>
    </w:pPr>
  </w:style>
  <w:style w:type="paragraph" w:styleId="Lista-kontynuacja">
    <w:name w:val="List Continue"/>
    <w:basedOn w:val="Normalny"/>
    <w:uiPriority w:val="99"/>
    <w:unhideWhenUsed/>
    <w:rsid w:val="00544835"/>
    <w:pPr>
      <w:ind w:left="357"/>
      <w:contextualSpacing/>
    </w:pPr>
  </w:style>
  <w:style w:type="paragraph" w:styleId="Lista-kontynuacja2">
    <w:name w:val="List Continue 2"/>
    <w:basedOn w:val="Normalny"/>
    <w:uiPriority w:val="99"/>
    <w:unhideWhenUsed/>
    <w:rsid w:val="00544835"/>
    <w:pPr>
      <w:ind w:left="641"/>
      <w:contextualSpacing/>
    </w:pPr>
  </w:style>
  <w:style w:type="paragraph" w:styleId="Lista-kontynuacja3">
    <w:name w:val="List Continue 3"/>
    <w:basedOn w:val="Normalny"/>
    <w:uiPriority w:val="99"/>
    <w:unhideWhenUsed/>
    <w:rsid w:val="00840B75"/>
    <w:pPr>
      <w:ind w:left="924"/>
      <w:contextualSpacing/>
    </w:pPr>
  </w:style>
  <w:style w:type="paragraph" w:styleId="Lista-kontynuacja4">
    <w:name w:val="List Continue 4"/>
    <w:basedOn w:val="Normalny"/>
    <w:uiPriority w:val="99"/>
    <w:unhideWhenUsed/>
    <w:rsid w:val="00840B75"/>
    <w:pPr>
      <w:ind w:left="1208"/>
      <w:contextualSpacing/>
    </w:pPr>
  </w:style>
  <w:style w:type="paragraph" w:styleId="Lista-kontynuacja5">
    <w:name w:val="List Continue 5"/>
    <w:basedOn w:val="Normalny"/>
    <w:uiPriority w:val="99"/>
    <w:unhideWhenUsed/>
    <w:rsid w:val="007F1F48"/>
    <w:pPr>
      <w:ind w:left="1491"/>
      <w:contextualSpacing/>
    </w:pPr>
  </w:style>
  <w:style w:type="paragraph" w:styleId="Lista">
    <w:name w:val="List"/>
    <w:basedOn w:val="Normalny"/>
    <w:uiPriority w:val="99"/>
    <w:unhideWhenUsed/>
    <w:rsid w:val="007F1F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F1F48"/>
    <w:pPr>
      <w:ind w:left="714" w:hanging="357"/>
      <w:contextualSpacing/>
    </w:pPr>
  </w:style>
  <w:style w:type="paragraph" w:styleId="Lista3">
    <w:name w:val="List 3"/>
    <w:basedOn w:val="Normalny"/>
    <w:uiPriority w:val="99"/>
    <w:unhideWhenUsed/>
    <w:rsid w:val="007F1F48"/>
    <w:pPr>
      <w:ind w:left="998" w:hanging="357"/>
      <w:contextualSpacing/>
    </w:pPr>
  </w:style>
  <w:style w:type="paragraph" w:styleId="Lista4">
    <w:name w:val="List 4"/>
    <w:basedOn w:val="Normalny"/>
    <w:uiPriority w:val="99"/>
    <w:unhideWhenUsed/>
    <w:rsid w:val="002A362F"/>
    <w:pPr>
      <w:ind w:left="1281" w:hanging="357"/>
      <w:contextualSpacing/>
    </w:pPr>
  </w:style>
  <w:style w:type="paragraph" w:styleId="Lista5">
    <w:name w:val="List 5"/>
    <w:basedOn w:val="Normalny"/>
    <w:uiPriority w:val="99"/>
    <w:unhideWhenUsed/>
    <w:rsid w:val="002A362F"/>
    <w:pPr>
      <w:ind w:left="1565" w:hanging="357"/>
      <w:contextualSpacing/>
    </w:pPr>
  </w:style>
  <w:style w:type="table" w:styleId="Tabela-Siatka">
    <w:name w:val="Table Grid"/>
    <w:basedOn w:val="Standardowy"/>
    <w:uiPriority w:val="39"/>
    <w:rsid w:val="00D7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93174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9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band1Vert">
      <w:tblPr/>
      <w:tcPr>
        <w:shd w:val="clear" w:color="auto" w:fill="FF9393" w:themeFill="accent1" w:themeFillTint="66"/>
      </w:tcPr>
    </w:tblStylePr>
    <w:tblStylePr w:type="band1Horz">
      <w:tblPr/>
      <w:tcPr>
        <w:shd w:val="clear" w:color="auto" w:fill="FF9393" w:themeFill="accent1" w:themeFillTint="66"/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D402DC"/>
    <w:pPr>
      <w:spacing w:line="240" w:lineRule="auto"/>
    </w:pPr>
    <w:rPr>
      <w:i/>
      <w:iCs/>
      <w:color w:val="505046" w:themeColor="text2"/>
      <w:sz w:val="18"/>
      <w:szCs w:val="18"/>
    </w:rPr>
  </w:style>
  <w:style w:type="paragraph" w:styleId="Zwrotpoegnalny">
    <w:name w:val="Closing"/>
    <w:basedOn w:val="Normalny"/>
    <w:link w:val="ZwrotpoegnalnyZnak"/>
    <w:uiPriority w:val="38"/>
    <w:rsid w:val="00DC7BC5"/>
    <w:pPr>
      <w:spacing w:before="360" w:after="0" w:line="240" w:lineRule="auto"/>
      <w:ind w:left="4536"/>
      <w:jc w:val="center"/>
    </w:pPr>
    <w:rPr>
      <w:rFonts w:ascii="Calibri" w:hAnsi="Calibri"/>
    </w:rPr>
  </w:style>
  <w:style w:type="character" w:customStyle="1" w:styleId="ZwrotpoegnalnyZnak">
    <w:name w:val="Zwrot pożegnalny Znak"/>
    <w:basedOn w:val="Domylnaczcionkaakapitu"/>
    <w:link w:val="Zwrotpoegnalny"/>
    <w:uiPriority w:val="38"/>
    <w:rsid w:val="00DC7BC5"/>
    <w:rPr>
      <w:rFonts w:ascii="Calibri" w:hAnsi="Calibri"/>
      <w:sz w:val="24"/>
    </w:rPr>
  </w:style>
  <w:style w:type="paragraph" w:customStyle="1" w:styleId="Podpisautora">
    <w:name w:val="Podpis autora"/>
    <w:basedOn w:val="Normalny"/>
    <w:qFormat/>
    <w:rsid w:val="00DC7BC5"/>
    <w:pPr>
      <w:spacing w:before="480" w:after="0" w:line="259" w:lineRule="auto"/>
      <w:ind w:left="4536"/>
      <w:jc w:val="center"/>
    </w:pPr>
    <w:rPr>
      <w:i/>
      <w:color w:val="404040" w:themeColor="text1" w:themeTint="BF"/>
    </w:rPr>
  </w:style>
  <w:style w:type="paragraph" w:customStyle="1" w:styleId="PUUpowanienie">
    <w:name w:val="PU_Upoważnienie"/>
    <w:basedOn w:val="Podpis"/>
    <w:qFormat/>
    <w:rsid w:val="00DC7BC5"/>
    <w:pPr>
      <w:ind w:left="4536"/>
      <w:contextualSpacing/>
      <w:jc w:val="center"/>
    </w:pPr>
    <w:rPr>
      <w:rFonts w:ascii="Calibri" w:hAnsi="Calibri"/>
    </w:rPr>
  </w:style>
  <w:style w:type="paragraph" w:customStyle="1" w:styleId="PUStanowiskopodpisujcego">
    <w:name w:val="PU_Stanowisko podpisującego"/>
    <w:basedOn w:val="Podpis"/>
    <w:qFormat/>
    <w:rsid w:val="00DC7BC5"/>
    <w:pPr>
      <w:ind w:left="4536"/>
      <w:contextualSpacing/>
      <w:jc w:val="center"/>
    </w:pPr>
    <w:rPr>
      <w:rFonts w:ascii="Calibri" w:hAnsi="Calibri"/>
    </w:rPr>
  </w:style>
  <w:style w:type="paragraph" w:customStyle="1" w:styleId="PUPodpiskwalifikowany">
    <w:name w:val="PU_Podpis kwalifikowany"/>
    <w:basedOn w:val="Podpis"/>
    <w:qFormat/>
    <w:rsid w:val="00DC7BC5"/>
    <w:pPr>
      <w:ind w:left="4536"/>
      <w:contextualSpacing/>
      <w:jc w:val="center"/>
    </w:pPr>
    <w:rPr>
      <w:rFonts w:ascii="Calibri" w:hAnsi="Calibri"/>
    </w:rPr>
  </w:style>
  <w:style w:type="paragraph" w:styleId="Podpis">
    <w:name w:val="Signature"/>
    <w:basedOn w:val="Normalny"/>
    <w:link w:val="PodpisZnak"/>
    <w:uiPriority w:val="99"/>
    <w:semiHidden/>
    <w:unhideWhenUsed/>
    <w:rsid w:val="00DC7BC5"/>
    <w:pPr>
      <w:spacing w:after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DC7BC5"/>
    <w:rPr>
      <w:sz w:val="24"/>
    </w:rPr>
  </w:style>
  <w:style w:type="character" w:styleId="Tekstzastpczy">
    <w:name w:val="Placeholder Text"/>
    <w:basedOn w:val="Domylnaczcionkaakapitu"/>
    <w:uiPriority w:val="99"/>
    <w:semiHidden/>
    <w:rsid w:val="00DC7BC5"/>
    <w:rPr>
      <w:color w:val="808080"/>
    </w:rPr>
  </w:style>
  <w:style w:type="character" w:styleId="Wyrnienieintensywne">
    <w:name w:val="Intense Emphasis"/>
    <w:basedOn w:val="Domylnaczcionkaakapitu"/>
    <w:uiPriority w:val="21"/>
    <w:rsid w:val="00DE7039"/>
    <w:rPr>
      <w:i/>
      <w:iCs/>
      <w:color w:val="F20000" w:themeColor="accent1"/>
    </w:rPr>
  </w:style>
  <w:style w:type="paragraph" w:customStyle="1" w:styleId="Nagwek20">
    <w:name w:val="Nagłówek_2"/>
    <w:basedOn w:val="Nagwek2"/>
    <w:qFormat/>
    <w:rsid w:val="001C3BFD"/>
    <w:pPr>
      <w:numPr>
        <w:numId w:val="0"/>
      </w:numPr>
    </w:pPr>
  </w:style>
  <w:style w:type="paragraph" w:styleId="Akapitzlist">
    <w:name w:val="List Paragraph"/>
    <w:basedOn w:val="Normalny"/>
    <w:uiPriority w:val="34"/>
    <w:qFormat/>
    <w:rsid w:val="00307674"/>
    <w:pPr>
      <w:spacing w:after="200" w:line="292" w:lineRule="auto"/>
      <w:ind w:left="720"/>
      <w:contextualSpacing/>
    </w:pPr>
    <w:rPr>
      <w:rFonts w:ascii="Calibri" w:hAnsi="Calibri" w:cs="Calibri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5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5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51D"/>
    <w:rPr>
      <w:b/>
      <w:bCs/>
      <w:sz w:val="20"/>
      <w:szCs w:val="20"/>
    </w:rPr>
  </w:style>
  <w:style w:type="paragraph" w:customStyle="1" w:styleId="DE5DE58A02904F2587E9158A225E7CFB3">
    <w:name w:val="DE5DE58A02904F2587E9158A225E7CFB3"/>
    <w:rsid w:val="000E6DCD"/>
    <w:pPr>
      <w:tabs>
        <w:tab w:val="num" w:pos="720"/>
      </w:tabs>
      <w:spacing w:after="120" w:line="298" w:lineRule="auto"/>
      <w:ind w:left="360" w:hanging="360"/>
      <w:contextualSpacing/>
    </w:pPr>
    <w:rPr>
      <w:sz w:val="24"/>
    </w:rPr>
  </w:style>
  <w:style w:type="paragraph" w:customStyle="1" w:styleId="83297A8F4BD34CF8AC27AB73F4E544CA">
    <w:name w:val="83297A8F4BD34CF8AC27AB73F4E544CA"/>
    <w:rsid w:val="000E6DCD"/>
    <w:pPr>
      <w:numPr>
        <w:numId w:val="18"/>
      </w:numPr>
      <w:tabs>
        <w:tab w:val="clear" w:pos="720"/>
      </w:tabs>
      <w:spacing w:after="120" w:line="298" w:lineRule="auto"/>
      <w:ind w:left="717" w:hanging="360"/>
      <w:contextualSpacing/>
    </w:pPr>
    <w:rPr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D374A1"/>
    <w:rPr>
      <w:rFonts w:asciiTheme="majorHAnsi" w:eastAsiaTheme="majorEastAsia" w:hAnsiTheme="majorHAnsi" w:cstheme="majorBidi"/>
      <w:i/>
      <w:iCs/>
      <w:color w:val="780000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8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batogowska\Desktop\Projekty%20zapytania%20ofertowego\Za&#322;&#261;cznik_nr_7_do_Regulaminu_planowania_szabl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D6D1D7436F41348E7E21DC7F72DA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736D38-9505-45A3-9D25-5D3CBDE8D7BD}"/>
      </w:docPartPr>
      <w:docPartBody>
        <w:p w:rsidR="00A04A5C" w:rsidRDefault="008A0E6C" w:rsidP="008A0E6C">
          <w:pPr>
            <w:pStyle w:val="F4D6D1D7436F41348E7E21DC7F72DAFD8"/>
          </w:pPr>
          <w:r w:rsidRPr="008F64B7">
            <w:rPr>
              <w:rStyle w:val="Pogrubienie"/>
            </w:rPr>
            <w:t xml:space="preserve">Wpisz nazwę </w:t>
          </w:r>
          <w:r>
            <w:rPr>
              <w:rStyle w:val="Pogrubienie"/>
            </w:rPr>
            <w:t>Wykonawcy oraz dane kontaktowe.</w:t>
          </w:r>
        </w:p>
      </w:docPartBody>
    </w:docPart>
    <w:docPart>
      <w:docPartPr>
        <w:name w:val="1DAE9566CF624CF79176B2C84FA836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2258F9-7A9A-4F7E-A284-10D031EBE304}"/>
      </w:docPartPr>
      <w:docPartBody>
        <w:p w:rsidR="00A04A5C" w:rsidRDefault="008A0E6C" w:rsidP="008A0E6C">
          <w:pPr>
            <w:pStyle w:val="1DAE9566CF624CF79176B2C84FA836268"/>
          </w:pPr>
          <w:r w:rsidRPr="00D402DC">
            <w:rPr>
              <w:rStyle w:val="Pogrubienie"/>
            </w:rPr>
            <w:t>Wpisz przedmiot zamówienia.</w:t>
          </w:r>
        </w:p>
      </w:docPartBody>
    </w:docPart>
    <w:docPart>
      <w:docPartPr>
        <w:name w:val="7DAB456C0CF64D1FBE0EF5199E4EC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D91421-B97F-45CE-AED6-E6D944F126ED}"/>
      </w:docPartPr>
      <w:docPartBody>
        <w:p w:rsidR="00A04A5C" w:rsidRDefault="008A0E6C">
          <w:pPr>
            <w:pStyle w:val="7DAB456C0CF64D1FBE0EF5199E4EC1BC"/>
          </w:pPr>
          <w:r w:rsidRPr="004C4E5C">
            <w:t>Imię i nazwisko podpisującego</w:t>
          </w:r>
        </w:p>
      </w:docPartBody>
    </w:docPart>
    <w:docPart>
      <w:docPartPr>
        <w:name w:val="60CDE9734FA14446B60D429A50EA68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85EEF5-2D70-44A4-B4A5-7A446BBE357B}"/>
      </w:docPartPr>
      <w:docPartBody>
        <w:p w:rsidR="00505326" w:rsidRDefault="00886E3F" w:rsidP="00886E3F">
          <w:pPr>
            <w:pStyle w:val="60CDE9734FA14446B60D429A50EA68841"/>
          </w:pPr>
          <w:bookmarkStart w:id="0" w:name="_Hlk112248173"/>
          <w:bookmarkStart w:id="1" w:name="_Hlk112394403"/>
          <w:r w:rsidRPr="00CE314C">
            <w:rPr>
              <w:rStyle w:val="Tekstzastpczy"/>
              <w:color w:val="auto"/>
            </w:rPr>
            <w:t>Wpisz zagadnienie programowe</w:t>
          </w:r>
          <w:bookmarkEnd w:id="0"/>
          <w:bookmarkEnd w:id="1"/>
          <w:r w:rsidRPr="00CE314C">
            <w:rPr>
              <w:rStyle w:val="Tekstzastpczy"/>
              <w:color w:val="auto"/>
            </w:rPr>
            <w:t>;</w:t>
          </w:r>
        </w:p>
      </w:docPartBody>
    </w:docPart>
    <w:docPart>
      <w:docPartPr>
        <w:name w:val="5E6BB564A3184F5999CD14E0D3DFE0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E0EBD0-B075-48B9-B715-50FF9271625E}"/>
      </w:docPartPr>
      <w:docPartBody>
        <w:p w:rsidR="00505326" w:rsidRDefault="008A0E6C" w:rsidP="008A0E6C">
          <w:pPr>
            <w:pStyle w:val="5E6BB564A3184F5999CD14E0D3DFE08F8"/>
          </w:pPr>
          <w:r w:rsidRPr="00EC27A5">
            <w:rPr>
              <w:rStyle w:val="Tekstzastpczy"/>
            </w:rPr>
            <w:t>Wpisz godzinę rozpoczęcia i zakończeni</w:t>
          </w:r>
          <w:r>
            <w:rPr>
              <w:rStyle w:val="Tekstzastpczy"/>
            </w:rPr>
            <w:t>a</w:t>
          </w:r>
          <w:r w:rsidRPr="00EC27A5">
            <w:rPr>
              <w:rStyle w:val="Tekstzastpczy"/>
            </w:rPr>
            <w:t xml:space="preserve"> dnia szkoleniowego</w:t>
          </w:r>
          <w:r>
            <w:rPr>
              <w:rStyle w:val="Tekstzastpczy"/>
            </w:rPr>
            <w:t>.</w:t>
          </w:r>
        </w:p>
      </w:docPartBody>
    </w:docPart>
    <w:docPart>
      <w:docPartPr>
        <w:name w:val="2EA5EB02F3794928A2101E559745A9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9EACCF-9879-4B91-9DA1-69BBD451CFF4}"/>
      </w:docPartPr>
      <w:docPartBody>
        <w:p w:rsidR="00B77484" w:rsidRDefault="008A0E6C" w:rsidP="008A0E6C">
          <w:pPr>
            <w:pStyle w:val="2EA5EB02F3794928A2101E559745A91B8"/>
          </w:pPr>
          <w:r w:rsidRPr="00EC27A5">
            <w:rPr>
              <w:rStyle w:val="Tekstzastpczy"/>
            </w:rPr>
            <w:t>Wpisz godziny rozpoczęcia i zakończenia przerw podczas dnia szkoleniowego</w:t>
          </w:r>
          <w:r>
            <w:rPr>
              <w:rStyle w:val="Tekstzastpczy"/>
            </w:rPr>
            <w:t>.</w:t>
          </w:r>
        </w:p>
      </w:docPartBody>
    </w:docPart>
    <w:docPart>
      <w:docPartPr>
        <w:name w:val="382D969553304E4BB51D52E044CAA2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23391F-8146-4385-B099-0D0FCAF438D6}"/>
      </w:docPartPr>
      <w:docPartBody>
        <w:p w:rsidR="003C3707" w:rsidRDefault="005526D1" w:rsidP="005526D1">
          <w:pPr>
            <w:pStyle w:val="382D969553304E4BB51D52E044CAA2A910"/>
          </w:pPr>
          <w:r w:rsidRPr="004E4387">
            <w:rPr>
              <w:rStyle w:val="Wyrnieniedelikatne"/>
            </w:rPr>
            <w:t>Wpisz koszt szkolenia.</w:t>
          </w:r>
        </w:p>
      </w:docPartBody>
    </w:docPart>
    <w:docPart>
      <w:docPartPr>
        <w:name w:val="DB2408E1218F4B07B5F1E7C92DC6E3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CE96D0-00F2-40D6-AD1A-DF9641924ED4}"/>
      </w:docPartPr>
      <w:docPartBody>
        <w:p w:rsidR="00D23DA7" w:rsidRDefault="008A0E6C" w:rsidP="008A0E6C">
          <w:pPr>
            <w:pStyle w:val="DB2408E1218F4B07B5F1E7C92DC6E35D7"/>
          </w:pPr>
          <w:r w:rsidRPr="00F6562D">
            <w:rPr>
              <w:rStyle w:val="Pogrubienie"/>
              <w:b w:val="0"/>
              <w:bCs w:val="0"/>
            </w:rPr>
            <w:t>Wpisz</w:t>
          </w:r>
          <w:r w:rsidRPr="00F6562D">
            <w:rPr>
              <w:rStyle w:val="Pogrubienie"/>
            </w:rPr>
            <w:t xml:space="preserve"> imię i nazwisko trenera</w:t>
          </w:r>
          <w:r w:rsidRPr="00F6562D">
            <w:rPr>
              <w:rStyle w:val="Pogrubienie"/>
              <w:b w:val="0"/>
              <w:bCs w:val="0"/>
            </w:rPr>
            <w:t>.</w:t>
          </w:r>
        </w:p>
      </w:docPartBody>
    </w:docPart>
    <w:docPart>
      <w:docPartPr>
        <w:name w:val="32E6333E167847BE89646AA31C7323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50DE65-2AFE-4C91-AFA4-CDE2F469996B}"/>
      </w:docPartPr>
      <w:docPartBody>
        <w:p w:rsidR="005526D1" w:rsidRDefault="008A0E6C" w:rsidP="008A0E6C">
          <w:pPr>
            <w:pStyle w:val="32E6333E167847BE89646AA31C7323838"/>
          </w:pPr>
          <w:r w:rsidRPr="00D374A1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E2649AD337FE4827A771C06B1CF38B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75B7E3-4FAC-40B4-AD4C-DED989D170A8}"/>
      </w:docPartPr>
      <w:docPartBody>
        <w:p w:rsidR="005526D1" w:rsidRDefault="008A0E6C" w:rsidP="008A0E6C">
          <w:pPr>
            <w:pStyle w:val="E2649AD337FE4827A771C06B1CF38B5D8"/>
          </w:pPr>
          <w:r w:rsidRPr="00D374A1">
            <w:rPr>
              <w:rStyle w:val="Tekstzastpczy"/>
            </w:rPr>
            <w:t>Wpisz tytuł przeprowadzonego szkolenia wraz z jego datą;</w:t>
          </w:r>
        </w:p>
      </w:docPartBody>
    </w:docPart>
    <w:docPart>
      <w:docPartPr>
        <w:name w:val="908762CECFB14DB8B3BB17BC08AD13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8FF319-C533-45E4-BEF7-A6CEFE4C46A0}"/>
      </w:docPartPr>
      <w:docPartBody>
        <w:p w:rsidR="005526D1" w:rsidRDefault="008A0E6C" w:rsidP="008A0E6C">
          <w:pPr>
            <w:pStyle w:val="908762CECFB14DB8B3BB17BC08AD13E68"/>
          </w:pPr>
          <w:r w:rsidRPr="00D374A1">
            <w:rPr>
              <w:rStyle w:val="Tekstzastpczy"/>
            </w:rPr>
            <w:t>Wpisz tytuł przeprowadzonego szkolenia wraz z jego datą;</w:t>
          </w:r>
        </w:p>
      </w:docPartBody>
    </w:docPart>
    <w:docPart>
      <w:docPartPr>
        <w:name w:val="92C3F3C1B50E4A6FA6C58E2ABB3AC3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B7F5FD-58E5-4616-80B0-917948F2CDBB}"/>
      </w:docPartPr>
      <w:docPartBody>
        <w:p w:rsidR="005526D1" w:rsidRDefault="008A0E6C" w:rsidP="008A0E6C">
          <w:pPr>
            <w:pStyle w:val="92C3F3C1B50E4A6FA6C58E2ABB3AC3648"/>
          </w:pPr>
          <w:r w:rsidRPr="00D374A1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F595CEF9D20942949DDA3C4EE37B884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C13E96-99E8-4C8B-9AC1-A10B833888CF}"/>
      </w:docPartPr>
      <w:docPartBody>
        <w:p w:rsidR="005526D1" w:rsidRDefault="008A0E6C" w:rsidP="008A0E6C">
          <w:pPr>
            <w:pStyle w:val="F595CEF9D20942949DDA3C4EE37B884C8"/>
          </w:pPr>
          <w:r w:rsidRPr="00D374A1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DBB117537F22430C8487E75137E191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EAC6ED-EBFF-4055-97D8-32CE2BC38652}"/>
      </w:docPartPr>
      <w:docPartBody>
        <w:p w:rsidR="005526D1" w:rsidRDefault="008A0E6C" w:rsidP="008A0E6C">
          <w:pPr>
            <w:pStyle w:val="DBB117537F22430C8487E75137E191C38"/>
          </w:pPr>
          <w:r w:rsidRPr="00D374A1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F2C1DF1ADD6D49E496E9C906988868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230510-A754-4A8E-8642-2BD17EF38D46}"/>
      </w:docPartPr>
      <w:docPartBody>
        <w:p w:rsidR="005526D1" w:rsidRDefault="008A0E6C" w:rsidP="008A0E6C">
          <w:pPr>
            <w:pStyle w:val="F2C1DF1ADD6D49E496E9C906988868808"/>
          </w:pPr>
          <w:r w:rsidRPr="00D374A1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A747ADCA046446D59B4816C0C021B8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B6660D-EDFA-49AD-A51B-226F007AE957}"/>
      </w:docPartPr>
      <w:docPartBody>
        <w:p w:rsidR="005526D1" w:rsidRDefault="008A0E6C" w:rsidP="008A0E6C">
          <w:pPr>
            <w:pStyle w:val="A747ADCA046446D59B4816C0C021B82A8"/>
          </w:pPr>
          <w:r w:rsidRPr="00D374A1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81A61949D2C0445BB81B573EDD4CDE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610382-8408-46D2-8349-E583B31EF4E5}"/>
      </w:docPartPr>
      <w:docPartBody>
        <w:p w:rsidR="00886E3F" w:rsidRDefault="008A0E6C" w:rsidP="008A0E6C">
          <w:pPr>
            <w:pStyle w:val="81A61949D2C0445BB81B573EDD4CDEC28"/>
          </w:pPr>
          <w:r w:rsidRPr="00CE314C">
            <w:rPr>
              <w:i/>
              <w:iCs/>
            </w:rPr>
            <w:t>Wpisz koszt szkolenia.</w:t>
          </w:r>
        </w:p>
      </w:docPartBody>
    </w:docPart>
    <w:docPart>
      <w:docPartPr>
        <w:name w:val="00F6A59146FC43FC9F388215BE4A7E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DB0123-989D-470F-A95D-E02451662511}"/>
      </w:docPartPr>
      <w:docPartBody>
        <w:p w:rsidR="00886E3F" w:rsidRDefault="008A0E6C" w:rsidP="008A0E6C">
          <w:pPr>
            <w:pStyle w:val="00F6A59146FC43FC9F388215BE4A7ED98"/>
          </w:pPr>
          <w:r w:rsidRPr="00CE314C">
            <w:rPr>
              <w:i/>
              <w:iCs/>
            </w:rPr>
            <w:t>Wpisz koszt szkolenia.</w:t>
          </w:r>
        </w:p>
      </w:docPartBody>
    </w:docPart>
    <w:docPart>
      <w:docPartPr>
        <w:name w:val="51A46620CE74488195EBEDCC024EE0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BCBF64-315F-40BF-BE02-78E1EA2CA436}"/>
      </w:docPartPr>
      <w:docPartBody>
        <w:p w:rsidR="00886E3F" w:rsidRDefault="008A0E6C" w:rsidP="008A0E6C">
          <w:pPr>
            <w:pStyle w:val="51A46620CE74488195EBEDCC024EE000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871B57E31C3443C897727034E7CDEC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4214A1-D33B-4714-8C97-3B45F5027B4F}"/>
      </w:docPartPr>
      <w:docPartBody>
        <w:p w:rsidR="00886E3F" w:rsidRDefault="008A0E6C" w:rsidP="008A0E6C">
          <w:pPr>
            <w:pStyle w:val="871B57E31C3443C897727034E7CDEC55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7A9AEA700AEE4EF1AB128441CC63D5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94ABA5-3E99-47AB-B1AD-7C1DD08732BF}"/>
      </w:docPartPr>
      <w:docPartBody>
        <w:p w:rsidR="00886E3F" w:rsidRDefault="008A0E6C" w:rsidP="008A0E6C">
          <w:pPr>
            <w:pStyle w:val="7A9AEA700AEE4EF1AB128441CC63D539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5C3475AAFF64476FB6C53BD8436638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65A162-99CE-4284-AEEF-713C70930C5D}"/>
      </w:docPartPr>
      <w:docPartBody>
        <w:p w:rsidR="00886E3F" w:rsidRDefault="008A0E6C" w:rsidP="008A0E6C">
          <w:pPr>
            <w:pStyle w:val="5C3475AAFF64476FB6C53BD843663844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0C5DAABEAE79455DBAA0B4AE69004E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CBC7CF-283F-42A7-83CD-8206364036A8}"/>
      </w:docPartPr>
      <w:docPartBody>
        <w:p w:rsidR="00886E3F" w:rsidRDefault="008A0E6C" w:rsidP="008A0E6C">
          <w:pPr>
            <w:pStyle w:val="0C5DAABEAE79455DBAA0B4AE69004E40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FE36AC089D0548F7B600049F16BB03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4D9FB2-3A9E-4696-91DC-001396757906}"/>
      </w:docPartPr>
      <w:docPartBody>
        <w:p w:rsidR="00886E3F" w:rsidRDefault="008A0E6C" w:rsidP="008A0E6C">
          <w:pPr>
            <w:pStyle w:val="FE36AC089D0548F7B600049F16BB03ED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AE4BEC1D8E924E6F94A442A2BA898E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94B045-899F-4BB3-9F00-5659F7EEACFB}"/>
      </w:docPartPr>
      <w:docPartBody>
        <w:p w:rsidR="00886E3F" w:rsidRDefault="008A0E6C" w:rsidP="008A0E6C">
          <w:pPr>
            <w:pStyle w:val="AE4BEC1D8E924E6F94A442A2BA898EB4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37E18C4B195F41C09A6D889B659227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F8ED0D-04EB-4B7B-BFEC-1BE82FA5395B}"/>
      </w:docPartPr>
      <w:docPartBody>
        <w:p w:rsidR="00886E3F" w:rsidRDefault="008A0E6C" w:rsidP="008A0E6C">
          <w:pPr>
            <w:pStyle w:val="37E18C4B195F41C09A6D889B65922798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1738AD09367B43508AA8AB8DCF6F7B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DD71EB-388C-44E7-95B0-792209D612D3}"/>
      </w:docPartPr>
      <w:docPartBody>
        <w:p w:rsidR="00886E3F" w:rsidRDefault="008A0E6C" w:rsidP="008A0E6C">
          <w:pPr>
            <w:pStyle w:val="1738AD09367B43508AA8AB8DCF6F7B78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18B74AE0DDE64B4A975B35B66BDC8E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C8AED-A1A9-4FEE-9A86-FC0831AB7DE1}"/>
      </w:docPartPr>
      <w:docPartBody>
        <w:p w:rsidR="00886E3F" w:rsidRDefault="008A0E6C" w:rsidP="008A0E6C">
          <w:pPr>
            <w:pStyle w:val="18B74AE0DDE64B4A975B35B66BDC8E06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45D785A8FBC04D6394A2E265DF32BE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ED2C55-3D61-43F2-AD8C-E17F1482C474}"/>
      </w:docPartPr>
      <w:docPartBody>
        <w:p w:rsidR="00886E3F" w:rsidRDefault="008A0E6C" w:rsidP="008A0E6C">
          <w:pPr>
            <w:pStyle w:val="45D785A8FBC04D6394A2E265DF32BE06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927E9CCE0A7246D2AF8C84EB6DCEAB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12405C-96AF-4041-A715-AED899821090}"/>
      </w:docPartPr>
      <w:docPartBody>
        <w:p w:rsidR="00886E3F" w:rsidRDefault="008A0E6C" w:rsidP="008A0E6C">
          <w:pPr>
            <w:pStyle w:val="927E9CCE0A7246D2AF8C84EB6DCEAB54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8C3B95B7147E446C9EDD45FF23E2D3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CF0075-63B4-407C-8146-4BD4BE213205}"/>
      </w:docPartPr>
      <w:docPartBody>
        <w:p w:rsidR="00886E3F" w:rsidRDefault="008A0E6C" w:rsidP="008A0E6C">
          <w:pPr>
            <w:pStyle w:val="8C3B95B7147E446C9EDD45FF23E2D3378"/>
          </w:pPr>
          <w:r w:rsidRPr="00EC27A5">
            <w:rPr>
              <w:rStyle w:val="Tekstzastpczy"/>
            </w:rPr>
            <w:t>Wpisz zagadnienie programowe, będące realizacją celu/celów szczegółowych szkolenia</w:t>
          </w:r>
          <w:r w:rsidRPr="00363890">
            <w:rPr>
              <w:rStyle w:val="Tekstzastpczy"/>
            </w:rPr>
            <w:t xml:space="preserve"> </w:t>
          </w:r>
          <w:r>
            <w:rPr>
              <w:rStyle w:val="Tekstzastpczy"/>
            </w:rPr>
            <w:t>wraz z numerem celu szczegółowego szkolenia z OPZ: wskaż cel/cele</w:t>
          </w:r>
          <w:r w:rsidRPr="00EC27A5">
            <w:rPr>
              <w:rStyle w:val="Tekstzastpczy"/>
            </w:rPr>
            <w:t>;</w:t>
          </w:r>
        </w:p>
      </w:docPartBody>
    </w:docPart>
    <w:docPart>
      <w:docPartPr>
        <w:name w:val="C4E4F632263C493F9FC11C9E9E1497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31DB6D-BCDB-4596-9057-7C99F00AE458}"/>
      </w:docPartPr>
      <w:docPartBody>
        <w:p w:rsidR="00446650" w:rsidRDefault="008A0E6C" w:rsidP="008A0E6C">
          <w:pPr>
            <w:pStyle w:val="C4E4F632263C493F9FC11C9E9E1497328"/>
          </w:pPr>
          <w:r w:rsidRPr="00745CE8">
            <w:rPr>
              <w:rFonts w:ascii="Aptos" w:hAnsi="Aptos"/>
              <w:bCs/>
              <w:sz w:val="22"/>
            </w:rPr>
            <w:t>Wpisz link/adres strony, gdzie udostępniona zostanie Zamawiającemu próbka szkolenia.</w:t>
          </w:r>
        </w:p>
      </w:docPartBody>
    </w:docPart>
    <w:docPart>
      <w:docPartPr>
        <w:name w:val="4B66CA3CB2BF4C9D813338917BDB4F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2B658F-D161-4197-94C9-703D9797C7A2}"/>
      </w:docPartPr>
      <w:docPartBody>
        <w:p w:rsidR="006B1CE3" w:rsidRDefault="008A0E6C" w:rsidP="008A0E6C">
          <w:pPr>
            <w:pStyle w:val="4B66CA3CB2BF4C9D813338917BDB4FC68"/>
          </w:pPr>
          <w:r w:rsidRPr="00D374A1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5E248C9BC9714A68B3F03662E64845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314094-08F9-4CA3-AD31-1B67B07528F8}"/>
      </w:docPartPr>
      <w:docPartBody>
        <w:p w:rsidR="006B1CE3" w:rsidRDefault="008A0E6C" w:rsidP="008A0E6C">
          <w:pPr>
            <w:pStyle w:val="5E248C9BC9714A68B3F03662E64845608"/>
          </w:pPr>
          <w:r w:rsidRPr="00D374A1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32DDE3A6FEAA42D88AE041ABDA34E9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969BB2-B2BF-4FCA-A223-AB671A7AC46E}"/>
      </w:docPartPr>
      <w:docPartBody>
        <w:p w:rsidR="00C010ED" w:rsidRDefault="008A0E6C" w:rsidP="008A0E6C">
          <w:pPr>
            <w:pStyle w:val="32DDE3A6FEAA42D88AE041ABDA34E93C8"/>
          </w:pPr>
          <w:r w:rsidRPr="00D374A1">
            <w:rPr>
              <w:rStyle w:val="Tekstzastpczy"/>
            </w:rPr>
            <w:t>Wpisz tytuł przeprowadzonego szkolenia wraz z jego datą;</w:t>
          </w:r>
        </w:p>
      </w:docPartBody>
    </w:docPart>
    <w:docPart>
      <w:docPartPr>
        <w:name w:val="AA1317442C6F428994027BFDFFB165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C639C1-2BE3-4B2A-9CCA-8F09D6B026BE}"/>
      </w:docPartPr>
      <w:docPartBody>
        <w:p w:rsidR="00C010ED" w:rsidRDefault="008A0E6C" w:rsidP="008A0E6C">
          <w:pPr>
            <w:pStyle w:val="AA1317442C6F428994027BFDFFB165AF9"/>
          </w:pPr>
          <w:r w:rsidRPr="00BF035A">
            <w:rPr>
              <w:rStyle w:val="Tekstzastpczy"/>
            </w:rPr>
            <w:t>Wpisz tytuł publikacji naukowej wraz z datą wydania;</w:t>
          </w:r>
        </w:p>
      </w:docPartBody>
    </w:docPart>
    <w:docPart>
      <w:docPartPr>
        <w:name w:val="9C3C65BB0D334E6A8E4031CEC6A059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3D7C49-C7F6-4EAE-BFDE-58B6F942AD81}"/>
      </w:docPartPr>
      <w:docPartBody>
        <w:p w:rsidR="00C010ED" w:rsidRDefault="008A0E6C" w:rsidP="008A0E6C">
          <w:pPr>
            <w:pStyle w:val="9C3C65BB0D334E6A8E4031CEC6A059539"/>
          </w:pPr>
          <w:r w:rsidRPr="00BF035A">
            <w:rPr>
              <w:rStyle w:val="Tekstzastpczy"/>
            </w:rPr>
            <w:t>Wpisz tytuł publikacji naukowej wraz z datą wydania;</w:t>
          </w:r>
        </w:p>
      </w:docPartBody>
    </w:docPart>
    <w:docPart>
      <w:docPartPr>
        <w:name w:val="4028B7159DB04005BBEB49E3AD9FD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EC2D0A-D35D-4AD7-8950-88B2CCCFD9FB}"/>
      </w:docPartPr>
      <w:docPartBody>
        <w:p w:rsidR="00C010ED" w:rsidRDefault="008A0E6C" w:rsidP="008A0E6C">
          <w:pPr>
            <w:pStyle w:val="4028B7159DB04005BBEB49E3AD9FDA4B9"/>
          </w:pPr>
          <w:r w:rsidRPr="00BF035A">
            <w:rPr>
              <w:rStyle w:val="Tekstzastpczy"/>
            </w:rPr>
            <w:t>Wpisz tytuł publikacji naukowej wraz z datą wydania;</w:t>
          </w:r>
        </w:p>
      </w:docPartBody>
    </w:docPart>
    <w:docPart>
      <w:docPartPr>
        <w:name w:val="B44862624D2240EE86875FED53D78A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6E83F9-B4A9-4315-84E7-529089683551}"/>
      </w:docPartPr>
      <w:docPartBody>
        <w:p w:rsidR="00C010ED" w:rsidRDefault="008A0E6C" w:rsidP="008A0E6C">
          <w:pPr>
            <w:pStyle w:val="B44862624D2240EE86875FED53D78AE29"/>
          </w:pPr>
          <w:r w:rsidRPr="00BF035A">
            <w:rPr>
              <w:rStyle w:val="Tekstzastpczy"/>
            </w:rPr>
            <w:t>Wpisz tytuł publikacji naukowej wraz z datą wydania;</w:t>
          </w:r>
        </w:p>
      </w:docPartBody>
    </w:docPart>
    <w:docPart>
      <w:docPartPr>
        <w:name w:val="3D03D00B0951451998078F54DD58B2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154DA8-66CF-4D0B-8A15-CCD23909F6C3}"/>
      </w:docPartPr>
      <w:docPartBody>
        <w:p w:rsidR="00C010ED" w:rsidRDefault="008A0E6C" w:rsidP="008A0E6C">
          <w:pPr>
            <w:pStyle w:val="3D03D00B0951451998078F54DD58B2449"/>
          </w:pPr>
          <w:r w:rsidRPr="00D374A1">
            <w:rPr>
              <w:rStyle w:val="Tekstzastpczy"/>
            </w:rPr>
            <w:t>Wpisz tytuł przeprowadzonego szkolenia wraz z jego datą;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5B961DE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F666356"/>
    <w:multiLevelType w:val="multilevel"/>
    <w:tmpl w:val="2AB82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640024"/>
    <w:multiLevelType w:val="multilevel"/>
    <w:tmpl w:val="10A60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5727B17"/>
    <w:multiLevelType w:val="multilevel"/>
    <w:tmpl w:val="EAF08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5FB49B7"/>
    <w:multiLevelType w:val="multilevel"/>
    <w:tmpl w:val="7D745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F252B06"/>
    <w:multiLevelType w:val="multilevel"/>
    <w:tmpl w:val="A2B68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2BD1FC4"/>
    <w:multiLevelType w:val="multilevel"/>
    <w:tmpl w:val="BEA67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3FE31F7"/>
    <w:multiLevelType w:val="multilevel"/>
    <w:tmpl w:val="3A8C5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4732264"/>
    <w:multiLevelType w:val="multilevel"/>
    <w:tmpl w:val="04B85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5B3222E"/>
    <w:multiLevelType w:val="multilevel"/>
    <w:tmpl w:val="139CB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9B14E76"/>
    <w:multiLevelType w:val="multilevel"/>
    <w:tmpl w:val="730AB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8E04FB0"/>
    <w:multiLevelType w:val="multilevel"/>
    <w:tmpl w:val="D1425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5A6D5D91"/>
    <w:multiLevelType w:val="multilevel"/>
    <w:tmpl w:val="81201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3BD22F7"/>
    <w:multiLevelType w:val="multilevel"/>
    <w:tmpl w:val="47A85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EA713D1"/>
    <w:multiLevelType w:val="multilevel"/>
    <w:tmpl w:val="D8D64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07883802">
    <w:abstractNumId w:val="9"/>
  </w:num>
  <w:num w:numId="2" w16cid:durableId="16279317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276873">
    <w:abstractNumId w:val="14"/>
  </w:num>
  <w:num w:numId="4" w16cid:durableId="882446424">
    <w:abstractNumId w:val="8"/>
  </w:num>
  <w:num w:numId="5" w16cid:durableId="1049887245">
    <w:abstractNumId w:val="13"/>
  </w:num>
  <w:num w:numId="6" w16cid:durableId="386077328">
    <w:abstractNumId w:val="12"/>
  </w:num>
  <w:num w:numId="7" w16cid:durableId="1411269213">
    <w:abstractNumId w:val="3"/>
  </w:num>
  <w:num w:numId="8" w16cid:durableId="1063409828">
    <w:abstractNumId w:val="7"/>
  </w:num>
  <w:num w:numId="9" w16cid:durableId="414014193">
    <w:abstractNumId w:val="5"/>
  </w:num>
  <w:num w:numId="10" w16cid:durableId="1887402953">
    <w:abstractNumId w:val="6"/>
  </w:num>
  <w:num w:numId="11" w16cid:durableId="8115580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3454955">
    <w:abstractNumId w:val="1"/>
  </w:num>
  <w:num w:numId="13" w16cid:durableId="714349847">
    <w:abstractNumId w:val="11"/>
  </w:num>
  <w:num w:numId="14" w16cid:durableId="2103528453">
    <w:abstractNumId w:val="0"/>
  </w:num>
  <w:num w:numId="15" w16cid:durableId="1636334291">
    <w:abstractNumId w:val="4"/>
  </w:num>
  <w:num w:numId="16" w16cid:durableId="987782207">
    <w:abstractNumId w:val="2"/>
  </w:num>
  <w:num w:numId="17" w16cid:durableId="5611402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1302887">
    <w:abstractNumId w:val="1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A5C"/>
    <w:rsid w:val="000979A5"/>
    <w:rsid w:val="001138CD"/>
    <w:rsid w:val="00134C1F"/>
    <w:rsid w:val="00172324"/>
    <w:rsid w:val="001D0C16"/>
    <w:rsid w:val="002203B3"/>
    <w:rsid w:val="00255E60"/>
    <w:rsid w:val="00271EAE"/>
    <w:rsid w:val="00281A80"/>
    <w:rsid w:val="00286051"/>
    <w:rsid w:val="002F4E66"/>
    <w:rsid w:val="00346FFD"/>
    <w:rsid w:val="003C3707"/>
    <w:rsid w:val="00446650"/>
    <w:rsid w:val="004D0110"/>
    <w:rsid w:val="00505326"/>
    <w:rsid w:val="0052531E"/>
    <w:rsid w:val="00547B04"/>
    <w:rsid w:val="005526D1"/>
    <w:rsid w:val="005D1803"/>
    <w:rsid w:val="00601F7C"/>
    <w:rsid w:val="006107B0"/>
    <w:rsid w:val="006422A1"/>
    <w:rsid w:val="00681550"/>
    <w:rsid w:val="006B1CE3"/>
    <w:rsid w:val="006F1020"/>
    <w:rsid w:val="00760E50"/>
    <w:rsid w:val="00786389"/>
    <w:rsid w:val="007F4111"/>
    <w:rsid w:val="0084698B"/>
    <w:rsid w:val="00886E3F"/>
    <w:rsid w:val="0088736B"/>
    <w:rsid w:val="008A0E6C"/>
    <w:rsid w:val="008F2BA7"/>
    <w:rsid w:val="008F3149"/>
    <w:rsid w:val="00902B5C"/>
    <w:rsid w:val="00931FCE"/>
    <w:rsid w:val="009752CA"/>
    <w:rsid w:val="009F69AE"/>
    <w:rsid w:val="00A04A5C"/>
    <w:rsid w:val="00A32835"/>
    <w:rsid w:val="00A35451"/>
    <w:rsid w:val="00AA6ACD"/>
    <w:rsid w:val="00B77484"/>
    <w:rsid w:val="00C010ED"/>
    <w:rsid w:val="00C64A09"/>
    <w:rsid w:val="00CC5316"/>
    <w:rsid w:val="00D23DA7"/>
    <w:rsid w:val="00D357DE"/>
    <w:rsid w:val="00DA7774"/>
    <w:rsid w:val="00E272D8"/>
    <w:rsid w:val="00E31C36"/>
    <w:rsid w:val="00ED340D"/>
    <w:rsid w:val="00F53B4B"/>
    <w:rsid w:val="00FB080D"/>
    <w:rsid w:val="00FE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A0E6C"/>
    <w:rPr>
      <w:b/>
      <w:bCs/>
      <w:color w:val="262626" w:themeColor="text1" w:themeTint="D9"/>
    </w:rPr>
  </w:style>
  <w:style w:type="character" w:styleId="Tekstzastpczy">
    <w:name w:val="Placeholder Text"/>
    <w:basedOn w:val="Domylnaczcionkaakapitu"/>
    <w:uiPriority w:val="99"/>
    <w:semiHidden/>
    <w:rsid w:val="008A0E6C"/>
    <w:rPr>
      <w:color w:val="808080"/>
    </w:rPr>
  </w:style>
  <w:style w:type="paragraph" w:customStyle="1" w:styleId="7DAB456C0CF64D1FBE0EF5199E4EC1BC">
    <w:name w:val="7DAB456C0CF64D1FBE0EF5199E4EC1BC"/>
  </w:style>
  <w:style w:type="character" w:styleId="Wyrnieniedelikatne">
    <w:name w:val="Subtle Emphasis"/>
    <w:basedOn w:val="Domylnaczcionkaakapitu"/>
    <w:uiPriority w:val="19"/>
    <w:qFormat/>
    <w:rsid w:val="00886E3F"/>
    <w:rPr>
      <w:rFonts w:asciiTheme="minorHAnsi" w:hAnsiTheme="minorHAnsi"/>
      <w:i/>
      <w:iCs/>
      <w:color w:val="404040" w:themeColor="text1" w:themeTint="BF"/>
      <w:sz w:val="18"/>
    </w:rPr>
  </w:style>
  <w:style w:type="paragraph" w:styleId="Listanumerowana2">
    <w:name w:val="List Number 2"/>
    <w:basedOn w:val="Normalny"/>
    <w:uiPriority w:val="99"/>
    <w:unhideWhenUsed/>
    <w:rsid w:val="005526D1"/>
    <w:pPr>
      <w:numPr>
        <w:numId w:val="14"/>
      </w:numPr>
      <w:tabs>
        <w:tab w:val="clear" w:pos="643"/>
      </w:tabs>
      <w:spacing w:after="120" w:line="298" w:lineRule="auto"/>
      <w:ind w:left="717"/>
      <w:contextualSpacing/>
    </w:pPr>
    <w:rPr>
      <w:rFonts w:eastAsiaTheme="minorHAnsi"/>
      <w:sz w:val="24"/>
      <w:lang w:eastAsia="en-US"/>
    </w:rPr>
  </w:style>
  <w:style w:type="paragraph" w:customStyle="1" w:styleId="382D969553304E4BB51D52E044CAA2A910">
    <w:name w:val="382D969553304E4BB51D52E044CAA2A910"/>
    <w:rsid w:val="005526D1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60CDE9734FA14446B60D429A50EA68841">
    <w:name w:val="60CDE9734FA14446B60D429A50EA68841"/>
    <w:rsid w:val="00886E3F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F4D6D1D7436F41348E7E21DC7F72DAFD8">
    <w:name w:val="F4D6D1D7436F41348E7E21DC7F72DAFD8"/>
    <w:rsid w:val="008A0E6C"/>
    <w:pPr>
      <w:spacing w:after="120" w:line="298" w:lineRule="auto"/>
    </w:pPr>
    <w:rPr>
      <w:rFonts w:eastAsiaTheme="minorHAnsi"/>
      <w:sz w:val="24"/>
      <w:lang w:eastAsia="en-US"/>
    </w:rPr>
  </w:style>
  <w:style w:type="paragraph" w:customStyle="1" w:styleId="1DAE9566CF624CF79176B2C84FA836268">
    <w:name w:val="1DAE9566CF624CF79176B2C84FA836268"/>
    <w:rsid w:val="008A0E6C"/>
    <w:pPr>
      <w:spacing w:after="120" w:line="298" w:lineRule="auto"/>
    </w:pPr>
    <w:rPr>
      <w:rFonts w:eastAsiaTheme="minorHAnsi"/>
      <w:sz w:val="24"/>
      <w:lang w:eastAsia="en-US"/>
    </w:rPr>
  </w:style>
  <w:style w:type="paragraph" w:customStyle="1" w:styleId="DB2408E1218F4B07B5F1E7C92DC6E35D7">
    <w:name w:val="DB2408E1218F4B07B5F1E7C92DC6E35D7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32E6333E167847BE89646AA31C7323838">
    <w:name w:val="32E6333E167847BE89646AA31C732383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4B66CA3CB2BF4C9D813338917BDB4FC68">
    <w:name w:val="4B66CA3CB2BF4C9D813338917BDB4FC6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5E248C9BC9714A68B3F03662E64845608">
    <w:name w:val="5E248C9BC9714A68B3F03662E6484560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E2649AD337FE4827A771C06B1CF38B5D8">
    <w:name w:val="E2649AD337FE4827A771C06B1CF38B5D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3D03D00B0951451998078F54DD58B2449">
    <w:name w:val="3D03D00B0951451998078F54DD58B2449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908762CECFB14DB8B3BB17BC08AD13E68">
    <w:name w:val="908762CECFB14DB8B3BB17BC08AD13E6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92C3F3C1B50E4A6FA6C58E2ABB3AC3648">
    <w:name w:val="92C3F3C1B50E4A6FA6C58E2ABB3AC364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F595CEF9D20942949DDA3C4EE37B884C8">
    <w:name w:val="F595CEF9D20942949DDA3C4EE37B884C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DBB117537F22430C8487E75137E191C38">
    <w:name w:val="DBB117537F22430C8487E75137E191C3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F2C1DF1ADD6D49E496E9C906988868808">
    <w:name w:val="F2C1DF1ADD6D49E496E9C90698886880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A747ADCA046446D59B4816C0C021B82A8">
    <w:name w:val="A747ADCA046446D59B4816C0C021B82A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32DDE3A6FEAA42D88AE041ABDA34E93C8">
    <w:name w:val="32DDE3A6FEAA42D88AE041ABDA34E93C8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AA1317442C6F428994027BFDFFB165AF9">
    <w:name w:val="AA1317442C6F428994027BFDFFB165AF9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9C3C65BB0D334E6A8E4031CEC6A059539">
    <w:name w:val="9C3C65BB0D334E6A8E4031CEC6A059539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4028B7159DB04005BBEB49E3AD9FDA4B9">
    <w:name w:val="4028B7159DB04005BBEB49E3AD9FDA4B9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B44862624D2240EE86875FED53D78AE29">
    <w:name w:val="B44862624D2240EE86875FED53D78AE29"/>
    <w:rsid w:val="008A0E6C"/>
    <w:pPr>
      <w:tabs>
        <w:tab w:val="num" w:pos="643"/>
        <w:tab w:val="num" w:pos="720"/>
      </w:tabs>
      <w:spacing w:after="120" w:line="298" w:lineRule="auto"/>
      <w:ind w:left="643" w:hanging="360"/>
      <w:contextualSpacing/>
    </w:pPr>
    <w:rPr>
      <w:rFonts w:eastAsiaTheme="minorHAnsi"/>
      <w:sz w:val="24"/>
      <w:lang w:eastAsia="en-US"/>
    </w:rPr>
  </w:style>
  <w:style w:type="paragraph" w:customStyle="1" w:styleId="C4E4F632263C493F9FC11C9E9E1497328">
    <w:name w:val="C4E4F632263C493F9FC11C9E9E1497328"/>
    <w:rsid w:val="008A0E6C"/>
    <w:pPr>
      <w:spacing w:after="120" w:line="298" w:lineRule="auto"/>
    </w:pPr>
    <w:rPr>
      <w:rFonts w:eastAsiaTheme="minorHAnsi"/>
      <w:sz w:val="24"/>
      <w:lang w:eastAsia="en-US"/>
    </w:rPr>
  </w:style>
  <w:style w:type="paragraph" w:customStyle="1" w:styleId="51A46620CE74488195EBEDCC024EE0008">
    <w:name w:val="51A46620CE74488195EBEDCC024EE000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871B57E31C3443C897727034E7CDEC558">
    <w:name w:val="871B57E31C3443C897727034E7CDEC55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7A9AEA700AEE4EF1AB128441CC63D5398">
    <w:name w:val="7A9AEA700AEE4EF1AB128441CC63D539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5C3475AAFF64476FB6C53BD8436638448">
    <w:name w:val="5C3475AAFF64476FB6C53BD843663844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0C5DAABEAE79455DBAA0B4AE69004E408">
    <w:name w:val="0C5DAABEAE79455DBAA0B4AE69004E40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FE36AC089D0548F7B600049F16BB03ED8">
    <w:name w:val="FE36AC089D0548F7B600049F16BB03ED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AE4BEC1D8E924E6F94A442A2BA898EB48">
    <w:name w:val="AE4BEC1D8E924E6F94A442A2BA898EB4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37E18C4B195F41C09A6D889B659227988">
    <w:name w:val="37E18C4B195F41C09A6D889B65922798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1738AD09367B43508AA8AB8DCF6F7B788">
    <w:name w:val="1738AD09367B43508AA8AB8DCF6F7B78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18B74AE0DDE64B4A975B35B66BDC8E068">
    <w:name w:val="18B74AE0DDE64B4A975B35B66BDC8E06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45D785A8FBC04D6394A2E265DF32BE068">
    <w:name w:val="45D785A8FBC04D6394A2E265DF32BE06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927E9CCE0A7246D2AF8C84EB6DCEAB548">
    <w:name w:val="927E9CCE0A7246D2AF8C84EB6DCEAB54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8C3B95B7147E446C9EDD45FF23E2D3378">
    <w:name w:val="8C3B95B7147E446C9EDD45FF23E2D337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5E6BB564A3184F5999CD14E0D3DFE08F8">
    <w:name w:val="5E6BB564A3184F5999CD14E0D3DFE08F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2EA5EB02F3794928A2101E559745A91B8">
    <w:name w:val="2EA5EB02F3794928A2101E559745A91B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81A61949D2C0445BB81B573EDD4CDEC28">
    <w:name w:val="81A61949D2C0445BB81B573EDD4CDEC2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  <w:style w:type="paragraph" w:customStyle="1" w:styleId="00F6A59146FC43FC9F388215BE4A7ED98">
    <w:name w:val="00F6A59146FC43FC9F388215BE4A7ED98"/>
    <w:rsid w:val="008A0E6C"/>
    <w:pPr>
      <w:tabs>
        <w:tab w:val="num" w:pos="360"/>
      </w:tabs>
      <w:spacing w:after="120" w:line="298" w:lineRule="auto"/>
      <w:ind w:left="360" w:hanging="360"/>
      <w:contextualSpacing/>
    </w:pPr>
    <w:rPr>
      <w:rFonts w:eastAsiaTheme="minorHAnsi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UMWM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F20000"/>
      </a:accent1>
      <a:accent2>
        <a:srgbClr val="00B050"/>
      </a:accent2>
      <a:accent3>
        <a:srgbClr val="E08020"/>
      </a:accent3>
      <a:accent4>
        <a:srgbClr val="0070C0"/>
      </a:accent4>
      <a:accent5>
        <a:srgbClr val="CC9900"/>
      </a:accent5>
      <a:accent6>
        <a:srgbClr val="7E2099"/>
      </a:accent6>
      <a:hlink>
        <a:srgbClr val="0070C0"/>
      </a:hlink>
      <a:folHlink>
        <a:srgbClr val="7E2099"/>
      </a:folHlink>
    </a:clrScheme>
    <a:fontScheme name="LW-podstawa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DEPORG-1793596271-17353</_dlc_DocId>
    <_dlc_DocIdUrl xmlns="89dc5e81-111e-43e1-bc6b-97337d2f558c">
      <Url>https://portal.umwm.local/departament/do/wzp/_layouts/15/DocIdRedir.aspx?ID=DEPORG-1793596271-17353</Url>
      <Description>DEPORG-1793596271-17353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D5CD8-6021-4721-8969-681A8A00D4CB}"/>
</file>

<file path=customXml/itemProps2.xml><?xml version="1.0" encoding="utf-8"?>
<ds:datastoreItem xmlns:ds="http://schemas.openxmlformats.org/officeDocument/2006/customXml" ds:itemID="{F2B7256E-87C9-46DD-9AEB-F9610A11A4E9}"/>
</file>

<file path=customXml/itemProps3.xml><?xml version="1.0" encoding="utf-8"?>
<ds:datastoreItem xmlns:ds="http://schemas.openxmlformats.org/officeDocument/2006/customXml" ds:itemID="{53D46102-BC66-4EFC-899F-0425175E4FA7}"/>
</file>

<file path=customXml/itemProps4.xml><?xml version="1.0" encoding="utf-8"?>
<ds:datastoreItem xmlns:ds="http://schemas.openxmlformats.org/officeDocument/2006/customXml" ds:itemID="{7BE3F08A-7E86-4111-B27F-4ED902AAB179}"/>
</file>

<file path=customXml/itemProps5.xml><?xml version="1.0" encoding="utf-8"?>
<ds:datastoreItem xmlns:ds="http://schemas.openxmlformats.org/officeDocument/2006/customXml" ds:itemID="{1EAC2959-D21B-434A-989B-86D3457DD971}"/>
</file>

<file path=docProps/app.xml><?xml version="1.0" encoding="utf-8"?>
<Properties xmlns="http://schemas.openxmlformats.org/officeDocument/2006/extended-properties" xmlns:vt="http://schemas.openxmlformats.org/officeDocument/2006/docPropsVTypes">
  <Template>Załącznik_nr_7_do_Regulaminu_planowania_szablon</Template>
  <TotalTime>1</TotalTime>
  <Pages>4</Pages>
  <Words>1263</Words>
  <Characters>7582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Formularz oferty</vt:lpstr>
    </vt:vector>
  </TitlesOfParts>
  <Company/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Formularz oferty</dc:title>
  <dc:subject/>
  <dc:creator>Paulina Kupiec</dc:creator>
  <cp:keywords/>
  <dc:description/>
  <cp:lastModifiedBy>Kurek Beata</cp:lastModifiedBy>
  <cp:revision>2</cp:revision>
  <cp:lastPrinted>2024-07-29T09:53:00Z</cp:lastPrinted>
  <dcterms:created xsi:type="dcterms:W3CDTF">2024-11-14T08:05:00Z</dcterms:created>
  <dcterms:modified xsi:type="dcterms:W3CDTF">2024-11-14T08:05:00Z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6e4bcc12-8876-4925-8b3c-8d5bf96ba473</vt:lpwstr>
  </property>
</Properties>
</file>