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E88B" w14:textId="77777777" w:rsidR="00A77F4C" w:rsidRPr="00A77F4C" w:rsidRDefault="00A77F4C" w:rsidP="00A77F4C">
      <w:pPr>
        <w:spacing w:line="240" w:lineRule="auto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</w:p>
    <w:p w14:paraId="1B9CEE05" w14:textId="79886F90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A77F4C">
        <w:rPr>
          <w:rFonts w:asciiTheme="minorHAnsi" w:hAnsiTheme="minorHAnsi" w:cstheme="minorHAnsi"/>
          <w:color w:val="auto"/>
          <w:sz w:val="20"/>
        </w:rPr>
        <w:t>Załącznik nr 2 do Zapytania ofertowego nr </w:t>
      </w:r>
      <w:r w:rsidR="00127348">
        <w:rPr>
          <w:rFonts w:asciiTheme="minorHAnsi" w:hAnsiTheme="minorHAnsi" w:cstheme="minorHAnsi"/>
          <w:color w:val="auto"/>
          <w:sz w:val="20"/>
        </w:rPr>
        <w:t>3</w:t>
      </w:r>
      <w:r w:rsidRPr="00A77F4C">
        <w:rPr>
          <w:rFonts w:asciiTheme="minorHAnsi" w:hAnsiTheme="minorHAnsi" w:cstheme="minorHAnsi"/>
          <w:color w:val="auto"/>
          <w:sz w:val="20"/>
        </w:rPr>
        <w:t>/11/NCPZ/2024</w:t>
      </w:r>
    </w:p>
    <w:p w14:paraId="6E640144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D918A89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37C74ED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89E62B0" w14:textId="77777777" w:rsidR="00A77F4C" w:rsidRPr="00A77F4C" w:rsidRDefault="00A77F4C" w:rsidP="00A77F4C">
      <w:pPr>
        <w:spacing w:line="240" w:lineRule="auto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F3CFBC9" w14:textId="42511D6A" w:rsidR="00A77F4C" w:rsidRPr="00A77F4C" w:rsidRDefault="00A77F4C" w:rsidP="00A77F4C">
      <w:pPr>
        <w:spacing w:line="240" w:lineRule="auto"/>
        <w:ind w:left="4248" w:firstLine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 xml:space="preserve">                                                             </w:t>
      </w:r>
      <w:r w:rsidRPr="00A77F4C">
        <w:rPr>
          <w:rFonts w:asciiTheme="minorHAnsi" w:eastAsia="Bookman Old Style" w:hAnsiTheme="minorHAnsi" w:cstheme="minorHAnsi"/>
          <w:color w:val="auto"/>
          <w:sz w:val="22"/>
          <w:szCs w:val="22"/>
        </w:rPr>
        <w:t>miejscowość, data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19445F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__________________________  </w:t>
      </w:r>
    </w:p>
    <w:p w14:paraId="004D80AF" w14:textId="77777777" w:rsidR="00A77F4C" w:rsidRPr="00A77F4C" w:rsidRDefault="00A77F4C" w:rsidP="00A77F4C">
      <w:pPr>
        <w:spacing w:line="240" w:lineRule="auto"/>
        <w:ind w:left="55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i/>
          <w:iCs/>
          <w:color w:val="auto"/>
          <w:sz w:val="22"/>
          <w:szCs w:val="22"/>
        </w:rPr>
        <w:t>Pieczęć firmowa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84E6C87" w14:textId="77777777" w:rsidR="00A77F4C" w:rsidRPr="00A77F4C" w:rsidRDefault="00A77F4C" w:rsidP="00A77F4C">
      <w:pPr>
        <w:spacing w:line="240" w:lineRule="auto"/>
        <w:ind w:left="55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3A63E4D" w14:textId="77777777" w:rsidR="00A77F4C" w:rsidRPr="00A77F4C" w:rsidRDefault="00A77F4C" w:rsidP="00A77F4C">
      <w:pPr>
        <w:shd w:val="clear" w:color="auto" w:fill="F2F2F2"/>
        <w:spacing w:line="240" w:lineRule="auto"/>
        <w:ind w:right="1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BB0EE3C" w14:textId="77777777" w:rsidR="00A77F4C" w:rsidRPr="00A77F4C" w:rsidRDefault="00A77F4C" w:rsidP="00A77F4C">
      <w:pPr>
        <w:shd w:val="clear" w:color="auto" w:fill="F2F2F2"/>
        <w:spacing w:line="240" w:lineRule="auto"/>
        <w:ind w:right="15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b/>
          <w:bCs/>
          <w:smallCaps/>
          <w:color w:val="auto"/>
          <w:sz w:val="22"/>
          <w:szCs w:val="22"/>
        </w:rPr>
        <w:t>FORMULARZ OFERTOWY 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DB03A9B" w14:textId="77777777" w:rsidR="00A77F4C" w:rsidRPr="00A77F4C" w:rsidRDefault="00A77F4C" w:rsidP="00A77F4C">
      <w:pPr>
        <w:spacing w:line="240" w:lineRule="auto"/>
        <w:ind w:left="555" w:right="1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tbl>
      <w:tblPr>
        <w:tblW w:w="0" w:type="dxa"/>
        <w:tblInd w:w="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5520"/>
      </w:tblGrid>
      <w:tr w:rsidR="00A77F4C" w:rsidRPr="00A77F4C" w14:paraId="06CA960D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C518BD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Nazwa Wykonawcy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  <w:p w14:paraId="0052C8A1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lub imię i nazwisko *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E78449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62168D08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EB350C" w14:textId="77777777" w:rsidR="00A77F4C" w:rsidRPr="00A77F4C" w:rsidRDefault="00A77F4C" w:rsidP="00A77F4C">
            <w:pPr>
              <w:spacing w:line="240" w:lineRule="auto"/>
              <w:ind w:right="15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Adres do korespondencji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lub adres zamieszkania*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EDA1F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  <w:p w14:paraId="47E2C7C4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3C9D0026" w14:textId="77777777" w:rsidTr="00F232D0">
        <w:trPr>
          <w:trHeight w:val="405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62D5C27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Regon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4FB63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1ABFF002" w14:textId="77777777" w:rsidTr="00A77F4C">
        <w:trPr>
          <w:trHeight w:val="414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1B7CF5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5A3F6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6EDCCF80" w14:textId="77777777" w:rsidTr="00A77F4C">
        <w:trPr>
          <w:trHeight w:val="431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6735D2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Nr telefonu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8A2DD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419A3F00" w14:textId="77777777" w:rsidTr="00A77F4C">
        <w:trPr>
          <w:trHeight w:val="384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114BD3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Adres e-mail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6ADE7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47881F55" w14:textId="77777777" w:rsidTr="00A77F4C">
        <w:trPr>
          <w:trHeight w:val="41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6FB2CC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do kontaktu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B271C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</w:tbl>
    <w:p w14:paraId="4C26E8A1" w14:textId="77777777" w:rsidR="00A77F4C" w:rsidRPr="00A77F4C" w:rsidRDefault="00A77F4C" w:rsidP="00A77F4C">
      <w:pPr>
        <w:spacing w:line="240" w:lineRule="auto"/>
        <w:ind w:left="555" w:right="15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A77F4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* </w:t>
      </w:r>
      <w:r w:rsidRPr="00A77F4C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należy podać w przypadku osób fizycznych nieprowadzących działalności gospodarczej.</w:t>
      </w:r>
      <w:r w:rsidRPr="00A77F4C">
        <w:rPr>
          <w:rFonts w:asciiTheme="minorHAnsi" w:hAnsiTheme="minorHAnsi" w:cstheme="minorHAnsi"/>
          <w:color w:val="auto"/>
          <w:sz w:val="20"/>
        </w:rPr>
        <w:t> </w:t>
      </w:r>
    </w:p>
    <w:p w14:paraId="1016A696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001948B" w14:textId="118D3C4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Składam ofertę w ramach Zapytania ofertowego nr </w:t>
      </w:r>
      <w:r w:rsidR="00127348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 xml:space="preserve">/11/NCPZ/2024 </w:t>
      </w:r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r w:rsidR="00127348" w:rsidRPr="00127348">
        <w:rPr>
          <w:rFonts w:asciiTheme="minorHAnsi" w:hAnsiTheme="minorHAnsi" w:cstheme="minorHAnsi"/>
          <w:color w:val="000000"/>
          <w:sz w:val="22"/>
          <w:szCs w:val="22"/>
        </w:rPr>
        <w:t>przeprowadzenie badania kwestionariuszowego dotyczącego profilaktyki prozdrowotnej</w:t>
      </w:r>
      <w:r w:rsidR="00127348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Zadania finansowanego ze środków Ministra Edukacji i Nauki na podstawie Umowy nr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MEiN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>/2023/DPI/2717 z dnia 13.10.2023r.: „Narodowe Centrum Polityki Zdrowotnej i Badań nad  Nierównościami w Zdrowiu Uniwersytetu Kardynała Stefana Wyszyńskiego w Warszawie”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7AC805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FC4A6BA" w14:textId="77777777" w:rsidR="00A77F4C" w:rsidRPr="00A77F4C" w:rsidRDefault="00A77F4C" w:rsidP="00A77F4C">
      <w:pPr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Zgodnie z załącznikiem nr 1 – „Opis przedmiotu zamówienia” </w:t>
      </w:r>
    </w:p>
    <w:p w14:paraId="437F3D32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35B92EA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b/>
          <w:bCs/>
          <w:color w:val="auto"/>
          <w:sz w:val="22"/>
          <w:szCs w:val="22"/>
        </w:rPr>
        <w:t>Cena netto: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……………………………………………………………….........................................</w:t>
      </w:r>
    </w:p>
    <w:p w14:paraId="6B1FD620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F666F87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słownie złotych: ………………………………………………………………………………………...</w:t>
      </w:r>
    </w:p>
    <w:p w14:paraId="57D16914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7B918B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Stawka podatku VAT …………………………………………………………………………… %  </w:t>
      </w:r>
    </w:p>
    <w:p w14:paraId="32F59592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277D643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b/>
          <w:bCs/>
          <w:color w:val="auto"/>
          <w:sz w:val="22"/>
          <w:szCs w:val="22"/>
        </w:rPr>
        <w:t>Cena brutto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:……………………………………………………………………………….................</w:t>
      </w:r>
    </w:p>
    <w:p w14:paraId="1A63821D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68347BB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słownie złotych brutto: …………………………………………………………………………………</w:t>
      </w:r>
    </w:p>
    <w:p w14:paraId="2563CFCA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1273FCB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9D4584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24C35A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00B3EE11" w14:textId="11859FFD" w:rsidR="00A77F4C" w:rsidRPr="00A77F4C" w:rsidRDefault="00A77F4C" w:rsidP="00A77F4C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19"/>
          <w:szCs w:val="19"/>
          <w:lang w:val="cs-CZ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Okres realizacji zamówienia: do dnia </w:t>
      </w:r>
      <w:r w:rsidR="00127348">
        <w:rPr>
          <w:rFonts w:asciiTheme="minorHAnsi" w:hAnsiTheme="minorHAnsi" w:cstheme="minorHAnsi"/>
          <w:color w:val="000000"/>
          <w:sz w:val="22"/>
          <w:szCs w:val="22"/>
        </w:rPr>
        <w:t>20</w:t>
      </w:r>
      <w:r w:rsidRPr="00A77F4C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.12.2024 r.</w:t>
      </w:r>
    </w:p>
    <w:p w14:paraId="11C0A8D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71A0F7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Zobowiązuję się w przypadku przyznania niniejszego zamówienia do zawarcia umowy w miejscu i terminie wskazanym przez Zamawiającego. Akceptuję treść zapytania bez zastrzeżeń. </w:t>
      </w:r>
    </w:p>
    <w:p w14:paraId="2DCFC832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73FE957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Oświadczam, iż wszystkie informacje zamieszczone w ofercie są aktualne i prawdziwe. </w:t>
      </w:r>
    </w:p>
    <w:p w14:paraId="09E76F29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EA02ABD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1943E49" w14:textId="77777777" w:rsidR="00A77F4C" w:rsidRPr="00A77F4C" w:rsidRDefault="00A77F4C" w:rsidP="00A77F4C">
      <w:pPr>
        <w:spacing w:line="240" w:lineRule="auto"/>
        <w:ind w:firstLine="636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F26396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874A2B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D93C99F" w14:textId="5F49A395" w:rsidR="00A77F4C" w:rsidRPr="00A77F4C" w:rsidRDefault="00A77F4C" w:rsidP="00A77F4C">
      <w:pPr>
        <w:spacing w:line="240" w:lineRule="auto"/>
        <w:ind w:left="5664" w:firstLine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</w:p>
    <w:p w14:paraId="39AAA740" w14:textId="77777777" w:rsidR="00A77F4C" w:rsidRPr="00A77F4C" w:rsidRDefault="00A77F4C" w:rsidP="00A77F4C">
      <w:pPr>
        <w:spacing w:line="240" w:lineRule="auto"/>
        <w:ind w:left="5670" w:firstLine="141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Podpis / pieczęć</w:t>
      </w:r>
    </w:p>
    <w:p w14:paraId="62DF132C" w14:textId="77777777" w:rsidR="00A77F4C" w:rsidRPr="00A77F4C" w:rsidRDefault="00A77F4C" w:rsidP="00A77F4C">
      <w:pPr>
        <w:spacing w:line="240" w:lineRule="auto"/>
        <w:ind w:left="5670" w:firstLine="141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E3D7F5A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FD62D3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D92130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D87E11B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F8FA8F2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56CF6E3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E2A2EEA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BE727B4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CBD3CDE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20B775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A097F6F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ACD7B67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CA81E84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07E2C7D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C3E265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72941F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31C7A6A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3C3D650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D88254B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B73E94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9004DE6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F78EA1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97E3AB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16D24D4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77F4C" w:rsidRPr="00A77F4C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Uniwersytet Kardynała Stefana Wyszyńskiego w Warszawie ul. Dewajtis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>ul. Dewajtis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 w:themeColor="text1" w:themeTint="F2"/>
        <w:sz w:val="20"/>
      </w:rPr>
    </w:pPr>
    <w:r>
      <w:rPr>
        <w:rFonts w:ascii="Times New Roman" w:hAnsi="Times New Roman"/>
        <w:noProof/>
        <w:color w:val="0D0D0D" w:themeColor="text1" w:themeTint="F2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>
      <w:rPr>
        <w:rFonts w:ascii="Times New Roman" w:hAnsi="Times New Roman"/>
        <w:noProof/>
        <w:color w:val="0D0D0D" w:themeColor="text1" w:themeTint="F2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44588941">
    <w:abstractNumId w:val="2"/>
  </w:num>
  <w:num w:numId="2" w16cid:durableId="852917828">
    <w:abstractNumId w:val="8"/>
  </w:num>
  <w:num w:numId="3" w16cid:durableId="1670012535">
    <w:abstractNumId w:val="3"/>
  </w:num>
  <w:num w:numId="4" w16cid:durableId="1600718332">
    <w:abstractNumId w:val="4"/>
  </w:num>
  <w:num w:numId="5" w16cid:durableId="1879275991">
    <w:abstractNumId w:val="7"/>
  </w:num>
  <w:num w:numId="6" w16cid:durableId="1829010836">
    <w:abstractNumId w:val="6"/>
  </w:num>
  <w:num w:numId="7" w16cid:durableId="80686772">
    <w:abstractNumId w:val="5"/>
  </w:num>
  <w:num w:numId="8" w16cid:durableId="977538119">
    <w:abstractNumId w:val="1"/>
  </w:num>
  <w:num w:numId="9" w16cid:durableId="2102984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27348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8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6</cp:revision>
  <cp:lastPrinted>2024-08-23T06:48:00Z</cp:lastPrinted>
  <dcterms:created xsi:type="dcterms:W3CDTF">2024-10-23T10:17:00Z</dcterms:created>
  <dcterms:modified xsi:type="dcterms:W3CDTF">2024-11-05T09:36:00Z</dcterms:modified>
  <cp:category/>
</cp:coreProperties>
</file>