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CB3" w:rsidRPr="001F48CD" w:rsidRDefault="008A35C5" w:rsidP="001F48CD">
      <w:pPr>
        <w:spacing w:after="0" w:line="240" w:lineRule="auto"/>
        <w:jc w:val="center"/>
        <w:rPr>
          <w:b/>
        </w:rPr>
      </w:pPr>
      <w:r w:rsidRPr="001F48CD">
        <w:rPr>
          <w:b/>
        </w:rPr>
        <w:t>OPIS PRZEDMIOTU ZAMÓWIENIA</w:t>
      </w:r>
    </w:p>
    <w:p w:rsidR="008A35C5" w:rsidRPr="001F48CD" w:rsidRDefault="00103969" w:rsidP="001F48CD">
      <w:pPr>
        <w:spacing w:after="0" w:line="240" w:lineRule="auto"/>
        <w:jc w:val="center"/>
        <w:rPr>
          <w:b/>
        </w:rPr>
      </w:pPr>
      <w:r>
        <w:rPr>
          <w:b/>
        </w:rPr>
        <w:t xml:space="preserve">Dysk Samsung 4TB M.2 </w:t>
      </w:r>
      <w:proofErr w:type="spellStart"/>
      <w:r>
        <w:rPr>
          <w:b/>
        </w:rPr>
        <w:t>PCIe</w:t>
      </w:r>
      <w:proofErr w:type="spellEnd"/>
      <w:r>
        <w:rPr>
          <w:b/>
        </w:rPr>
        <w:t xml:space="preserve"> Gen4 </w:t>
      </w:r>
      <w:proofErr w:type="spellStart"/>
      <w:r>
        <w:rPr>
          <w:b/>
        </w:rPr>
        <w:t>NVMe</w:t>
      </w:r>
      <w:proofErr w:type="spellEnd"/>
      <w:r>
        <w:rPr>
          <w:b/>
        </w:rPr>
        <w:t xml:space="preserve"> 990 Pro (MZ-V9P4T0BW)</w:t>
      </w:r>
      <w:r w:rsidR="008A35C5" w:rsidRPr="001F48CD">
        <w:rPr>
          <w:b/>
        </w:rPr>
        <w:t xml:space="preserve"> – </w:t>
      </w:r>
      <w:r>
        <w:rPr>
          <w:b/>
        </w:rPr>
        <w:t>20</w:t>
      </w:r>
      <w:r w:rsidR="008A35C5" w:rsidRPr="001F48CD">
        <w:rPr>
          <w:b/>
        </w:rPr>
        <w:t xml:space="preserve"> szt.</w:t>
      </w:r>
    </w:p>
    <w:tbl>
      <w:tblPr>
        <w:tblStyle w:val="Tabela-Siatka"/>
        <w:tblW w:w="0" w:type="auto"/>
        <w:tblLook w:val="04A0"/>
      </w:tblPr>
      <w:tblGrid>
        <w:gridCol w:w="2802"/>
        <w:gridCol w:w="6410"/>
      </w:tblGrid>
      <w:tr w:rsidR="008A35C5" w:rsidTr="001F48CD"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A35C5" w:rsidRDefault="008A35C5" w:rsidP="008A35C5">
            <w:pPr>
              <w:jc w:val="center"/>
            </w:pPr>
            <w:r>
              <w:t>Nazwa komponentu</w:t>
            </w:r>
          </w:p>
        </w:tc>
        <w:tc>
          <w:tcPr>
            <w:tcW w:w="64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A35C5" w:rsidRDefault="008A35C5" w:rsidP="008A35C5">
            <w:pPr>
              <w:jc w:val="center"/>
            </w:pPr>
            <w:r>
              <w:t>Minimalne parametry zamawianych komponentów</w:t>
            </w:r>
          </w:p>
        </w:tc>
      </w:tr>
      <w:tr w:rsidR="008A35C5" w:rsidTr="001F48CD"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5C5" w:rsidRDefault="00103969" w:rsidP="00372634">
            <w:r w:rsidRPr="00422494">
              <w:t>Rodzaj produktu</w:t>
            </w:r>
          </w:p>
        </w:tc>
        <w:tc>
          <w:tcPr>
            <w:tcW w:w="6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A35C5" w:rsidRDefault="00103969">
            <w:r w:rsidRPr="00422494">
              <w:t xml:space="preserve">Dysk wewnętrzny SSD </w:t>
            </w:r>
            <w:proofErr w:type="spellStart"/>
            <w:r w:rsidRPr="00422494">
              <w:t>NVMe</w:t>
            </w:r>
            <w:proofErr w:type="spellEnd"/>
            <w:r w:rsidRPr="00422494">
              <w:t>/</w:t>
            </w:r>
            <w:proofErr w:type="spellStart"/>
            <w:r w:rsidRPr="00422494">
              <w:t>PCIe</w:t>
            </w:r>
            <w:proofErr w:type="spellEnd"/>
            <w:r w:rsidRPr="00422494">
              <w:t xml:space="preserve"> M.2</w:t>
            </w:r>
          </w:p>
        </w:tc>
      </w:tr>
      <w:tr w:rsidR="008A35C5" w:rsidTr="001F48CD">
        <w:tc>
          <w:tcPr>
            <w:tcW w:w="28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5C5" w:rsidRDefault="00103969" w:rsidP="001F48CD">
            <w:r w:rsidRPr="00422494">
              <w:t>Format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A35C5" w:rsidRDefault="00103969">
            <w:r w:rsidRPr="00422494">
              <w:t>Moduł M.2 2280</w:t>
            </w:r>
          </w:p>
        </w:tc>
      </w:tr>
      <w:tr w:rsidR="008A35C5" w:rsidTr="001F48CD">
        <w:tc>
          <w:tcPr>
            <w:tcW w:w="28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5C5" w:rsidRDefault="00103969" w:rsidP="001F48CD">
            <w:r>
              <w:t>Interfejs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A35C5" w:rsidRDefault="00103969">
            <w:r w:rsidRPr="00422494">
              <w:t xml:space="preserve">PCI Express 4.0 x4 </w:t>
            </w:r>
            <w:proofErr w:type="spellStart"/>
            <w:r w:rsidRPr="00422494">
              <w:t>NVMe</w:t>
            </w:r>
            <w:proofErr w:type="spellEnd"/>
          </w:p>
        </w:tc>
      </w:tr>
      <w:tr w:rsidR="008B31EF" w:rsidTr="00F4241B">
        <w:tc>
          <w:tcPr>
            <w:tcW w:w="28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1EF" w:rsidRDefault="00422494" w:rsidP="00350A3D">
            <w:r w:rsidRPr="00422494">
              <w:t>Maksymalna prędkość odczytu [Mb/s]: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31EF" w:rsidRDefault="00422494" w:rsidP="00F4241B">
            <w:r>
              <w:t>7450</w:t>
            </w:r>
          </w:p>
        </w:tc>
      </w:tr>
      <w:tr w:rsidR="008B31EF" w:rsidTr="00F4241B">
        <w:tc>
          <w:tcPr>
            <w:tcW w:w="28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1EF" w:rsidRDefault="00422494" w:rsidP="00350A3D">
            <w:r w:rsidRPr="00422494">
              <w:t>Maksymalna prędkość zapisu [Mb/s]: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B31EF" w:rsidRDefault="00422494" w:rsidP="00F4241B">
            <w:r>
              <w:t>6900</w:t>
            </w:r>
          </w:p>
        </w:tc>
      </w:tr>
      <w:tr w:rsidR="008B31EF" w:rsidTr="001F48CD">
        <w:tc>
          <w:tcPr>
            <w:tcW w:w="28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1EF" w:rsidRDefault="00422494" w:rsidP="00350A3D">
            <w:r>
              <w:t>Inne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B31EF" w:rsidRDefault="00422494" w:rsidP="00350A3D">
            <w:r w:rsidRPr="00422494">
              <w:t xml:space="preserve">Auto </w:t>
            </w:r>
            <w:proofErr w:type="spellStart"/>
            <w:r w:rsidRPr="00422494">
              <w:t>Garbage</w:t>
            </w:r>
            <w:proofErr w:type="spellEnd"/>
            <w:r w:rsidRPr="00422494">
              <w:t xml:space="preserve"> </w:t>
            </w:r>
            <w:proofErr w:type="spellStart"/>
            <w:r w:rsidRPr="00422494">
              <w:t>Collection</w:t>
            </w:r>
            <w:proofErr w:type="spellEnd"/>
            <w:r w:rsidRPr="00422494">
              <w:t xml:space="preserve"> </w:t>
            </w:r>
            <w:proofErr w:type="spellStart"/>
            <w:r w:rsidRPr="00422494">
              <w:t>Algorithm</w:t>
            </w:r>
            <w:proofErr w:type="spellEnd"/>
            <w:r w:rsidRPr="00422494">
              <w:t xml:space="preserve">, </w:t>
            </w:r>
            <w:proofErr w:type="spellStart"/>
            <w:r w:rsidRPr="00422494">
              <w:t>Dynamic</w:t>
            </w:r>
            <w:proofErr w:type="spellEnd"/>
            <w:r w:rsidRPr="00422494">
              <w:t xml:space="preserve"> Thermal </w:t>
            </w:r>
            <w:proofErr w:type="spellStart"/>
            <w:r w:rsidRPr="00422494">
              <w:t>Guard</w:t>
            </w:r>
            <w:proofErr w:type="spellEnd"/>
            <w:r w:rsidRPr="00422494">
              <w:t xml:space="preserve">, Funkcja TRIM, Kompatybilność z </w:t>
            </w:r>
            <w:proofErr w:type="spellStart"/>
            <w:r w:rsidRPr="00422494">
              <w:t>PlayStation</w:t>
            </w:r>
            <w:proofErr w:type="spellEnd"/>
            <w:r w:rsidRPr="00422494">
              <w:t xml:space="preserve"> 5, MTBF: 1500000 h, Oprogramowanie zarządzające: Samsung </w:t>
            </w:r>
            <w:proofErr w:type="spellStart"/>
            <w:r w:rsidRPr="00422494">
              <w:t>Magician</w:t>
            </w:r>
            <w:proofErr w:type="spellEnd"/>
            <w:r w:rsidRPr="00422494">
              <w:t>, Szyfrowanie 256-bit AES, Technologia SMART, Temperatura pracy: 0 - 70 stopni C, Tryb uśpienia, Wstrząsoodporny </w:t>
            </w:r>
          </w:p>
        </w:tc>
      </w:tr>
      <w:tr w:rsidR="008B31EF" w:rsidRPr="008B31EF" w:rsidTr="001F48CD">
        <w:tc>
          <w:tcPr>
            <w:tcW w:w="28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1EF" w:rsidRPr="009F4EAB" w:rsidRDefault="00422494" w:rsidP="00350A3D">
            <w:r>
              <w:t>Wymiary (mm]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B31EF" w:rsidRPr="009F4EAB" w:rsidRDefault="00422494" w:rsidP="00350A3D">
            <w:r>
              <w:t>24,3 x 80 x 8,2</w:t>
            </w:r>
          </w:p>
        </w:tc>
      </w:tr>
      <w:tr w:rsidR="008B31EF" w:rsidRPr="00103969" w:rsidTr="00422494">
        <w:tc>
          <w:tcPr>
            <w:tcW w:w="28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1EF" w:rsidRPr="009F4EAB" w:rsidRDefault="00422494" w:rsidP="00350A3D">
            <w:r>
              <w:t>Waga [g]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B31EF" w:rsidRPr="008B31EF" w:rsidRDefault="00422494" w:rsidP="00350A3D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422494" w:rsidTr="00422494">
        <w:tc>
          <w:tcPr>
            <w:tcW w:w="280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2494" w:rsidRPr="009F4EAB" w:rsidRDefault="00422494" w:rsidP="001F48CD">
            <w:r>
              <w:t>Kolor</w:t>
            </w:r>
          </w:p>
        </w:tc>
        <w:tc>
          <w:tcPr>
            <w:tcW w:w="6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22494" w:rsidRDefault="00422494" w:rsidP="00422494">
            <w:r>
              <w:t>Czarny</w:t>
            </w:r>
          </w:p>
        </w:tc>
      </w:tr>
      <w:tr w:rsidR="00422494" w:rsidTr="00422494"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2494" w:rsidRPr="009F4EAB" w:rsidRDefault="00422494" w:rsidP="001F48CD">
            <w:r>
              <w:t>Kod producenta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22494" w:rsidRPr="00422494" w:rsidRDefault="00422494" w:rsidP="00422494">
            <w:r w:rsidRPr="00422494">
              <w:t>MZ-V9P4T0BW</w:t>
            </w:r>
          </w:p>
        </w:tc>
      </w:tr>
      <w:tr w:rsidR="009F4EAB" w:rsidTr="00422494"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4EAB" w:rsidRPr="009F4EAB" w:rsidRDefault="009F4EAB" w:rsidP="001F48CD">
            <w:r w:rsidRPr="009F4EAB">
              <w:t>Gwarancja</w:t>
            </w:r>
          </w:p>
        </w:tc>
        <w:tc>
          <w:tcPr>
            <w:tcW w:w="641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F4EAB" w:rsidRDefault="00422494" w:rsidP="00422494">
            <w:r>
              <w:t>60</w:t>
            </w:r>
            <w:r w:rsidR="009F4EAB" w:rsidRPr="009F4EAB">
              <w:t xml:space="preserve"> miesi</w:t>
            </w:r>
            <w:r>
              <w:t>ę</w:t>
            </w:r>
            <w:r w:rsidR="00896603">
              <w:t>c</w:t>
            </w:r>
            <w:r>
              <w:t>y</w:t>
            </w:r>
          </w:p>
        </w:tc>
      </w:tr>
    </w:tbl>
    <w:p w:rsidR="008A35C5" w:rsidRDefault="008A35C5"/>
    <w:sectPr w:rsidR="008A35C5" w:rsidSect="001F48CD">
      <w:headerReference w:type="default" r:id="rId7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6AB" w:rsidRDefault="00EF06AB" w:rsidP="00F10BC3">
      <w:pPr>
        <w:spacing w:after="0" w:line="240" w:lineRule="auto"/>
      </w:pPr>
      <w:r>
        <w:separator/>
      </w:r>
    </w:p>
  </w:endnote>
  <w:endnote w:type="continuationSeparator" w:id="0">
    <w:p w:rsidR="00EF06AB" w:rsidRDefault="00EF06AB" w:rsidP="00F10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6AB" w:rsidRDefault="00EF06AB" w:rsidP="00F10BC3">
      <w:pPr>
        <w:spacing w:after="0" w:line="240" w:lineRule="auto"/>
      </w:pPr>
      <w:r>
        <w:separator/>
      </w:r>
    </w:p>
  </w:footnote>
  <w:footnote w:type="continuationSeparator" w:id="0">
    <w:p w:rsidR="00EF06AB" w:rsidRDefault="00EF06AB" w:rsidP="00F10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809" w:rsidRDefault="00F10BC3">
    <w:pPr>
      <w:pStyle w:val="Nagwek"/>
    </w:pPr>
    <w:r>
      <w:tab/>
    </w:r>
    <w:r>
      <w:tab/>
    </w:r>
  </w:p>
  <w:p w:rsidR="00F10BC3" w:rsidRDefault="00816809">
    <w:pPr>
      <w:pStyle w:val="Nagwek"/>
    </w:pPr>
    <w:r>
      <w:tab/>
    </w:r>
    <w:r>
      <w:tab/>
    </w:r>
    <w:r w:rsidR="00F10BC3">
      <w:t>Załącznik nr 1 do umowy …/TI/2024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803DC"/>
    <w:multiLevelType w:val="multilevel"/>
    <w:tmpl w:val="EEDAB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8A35C5"/>
    <w:rsid w:val="00003906"/>
    <w:rsid w:val="00092BE3"/>
    <w:rsid w:val="000B7EF8"/>
    <w:rsid w:val="000D1BD8"/>
    <w:rsid w:val="00103969"/>
    <w:rsid w:val="0019288B"/>
    <w:rsid w:val="001F48CD"/>
    <w:rsid w:val="002B0C9B"/>
    <w:rsid w:val="00372634"/>
    <w:rsid w:val="0039510A"/>
    <w:rsid w:val="004210BC"/>
    <w:rsid w:val="00422494"/>
    <w:rsid w:val="0043671B"/>
    <w:rsid w:val="00595CD7"/>
    <w:rsid w:val="006D3E64"/>
    <w:rsid w:val="00816809"/>
    <w:rsid w:val="00896603"/>
    <w:rsid w:val="008A35C5"/>
    <w:rsid w:val="008B31EF"/>
    <w:rsid w:val="00984A0F"/>
    <w:rsid w:val="009F4EAB"/>
    <w:rsid w:val="00A864E6"/>
    <w:rsid w:val="00B81B1C"/>
    <w:rsid w:val="00BF4506"/>
    <w:rsid w:val="00BF5E9D"/>
    <w:rsid w:val="00C44BA4"/>
    <w:rsid w:val="00EF06AB"/>
    <w:rsid w:val="00F10BC3"/>
    <w:rsid w:val="00F42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1B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3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2B0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10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0BC3"/>
  </w:style>
  <w:style w:type="paragraph" w:styleId="Stopka">
    <w:name w:val="footer"/>
    <w:basedOn w:val="Normalny"/>
    <w:link w:val="StopkaZnak"/>
    <w:uiPriority w:val="99"/>
    <w:semiHidden/>
    <w:unhideWhenUsed/>
    <w:rsid w:val="00F10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10BC3"/>
  </w:style>
  <w:style w:type="paragraph" w:styleId="Tekstdymka">
    <w:name w:val="Balloon Text"/>
    <w:basedOn w:val="Normalny"/>
    <w:link w:val="TekstdymkaZnak"/>
    <w:uiPriority w:val="99"/>
    <w:semiHidden/>
    <w:unhideWhenUsed/>
    <w:rsid w:val="00816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8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2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5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12595">
          <w:marLeft w:val="21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7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1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A84057</dc:creator>
  <cp:lastModifiedBy>A84057</cp:lastModifiedBy>
  <cp:revision>3</cp:revision>
  <dcterms:created xsi:type="dcterms:W3CDTF">2024-11-05T10:22:00Z</dcterms:created>
  <dcterms:modified xsi:type="dcterms:W3CDTF">2024-11-05T10:24:00Z</dcterms:modified>
</cp:coreProperties>
</file>