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FA3493" w14:textId="4B28BB77" w:rsidR="005A05F0" w:rsidRDefault="005A05F0" w:rsidP="000B1C4F">
      <w:pPr>
        <w:spacing w:before="120" w:after="120" w:line="23" w:lineRule="atLeast"/>
        <w:ind w:right="1078"/>
        <w:jc w:val="right"/>
        <w:rPr>
          <w:b/>
          <w:bCs/>
        </w:rPr>
      </w:pPr>
      <w:r w:rsidRPr="00210E63">
        <w:rPr>
          <w:b/>
          <w:bCs/>
        </w:rPr>
        <w:t xml:space="preserve">Załącznik nr </w:t>
      </w:r>
      <w:r>
        <w:rPr>
          <w:b/>
          <w:bCs/>
        </w:rPr>
        <w:t>2</w:t>
      </w:r>
    </w:p>
    <w:p w14:paraId="1FBFB8E1" w14:textId="77777777" w:rsidR="005A05F0" w:rsidRDefault="005A05F0" w:rsidP="000B1C4F">
      <w:pPr>
        <w:spacing w:before="120" w:after="120" w:line="23" w:lineRule="atLeast"/>
        <w:jc w:val="both"/>
      </w:pPr>
    </w:p>
    <w:p w14:paraId="19246289" w14:textId="488EC0BA" w:rsidR="005A05F0" w:rsidRPr="00504B8D" w:rsidRDefault="005A05F0" w:rsidP="000B1C4F">
      <w:pPr>
        <w:spacing w:before="120" w:after="120" w:line="23" w:lineRule="atLeast"/>
        <w:jc w:val="center"/>
        <w:rPr>
          <w:rFonts w:asciiTheme="minorHAnsi" w:hAnsiTheme="minorHAnsi" w:cstheme="minorHAnsi"/>
          <w:b/>
          <w:bCs/>
        </w:rPr>
      </w:pPr>
      <w:r>
        <w:rPr>
          <w:b/>
          <w:bCs/>
        </w:rPr>
        <w:t>FORMULARZ RFI</w:t>
      </w:r>
    </w:p>
    <w:p w14:paraId="275C6DF2" w14:textId="77777777" w:rsidR="00406FF8" w:rsidRDefault="00406FF8" w:rsidP="000B1C4F">
      <w:pPr>
        <w:widowControl w:val="0"/>
        <w:spacing w:before="120" w:after="120" w:line="23" w:lineRule="atLeast"/>
        <w:ind w:left="360"/>
        <w:jc w:val="both"/>
        <w:rPr>
          <w:rFonts w:eastAsiaTheme="minorHAnsi"/>
          <w:lang w:eastAsia="en-US"/>
        </w:rPr>
      </w:pPr>
    </w:p>
    <w:p w14:paraId="6D7C7D03" w14:textId="7EA567CD" w:rsidR="0099792E" w:rsidRPr="00960BF2" w:rsidRDefault="0099792E" w:rsidP="000B1C4F">
      <w:pPr>
        <w:spacing w:before="120" w:after="120" w:line="23" w:lineRule="atLeast"/>
        <w:jc w:val="both"/>
        <w:rPr>
          <w:bCs/>
        </w:rPr>
      </w:pPr>
      <w:r w:rsidRPr="00960BF2">
        <w:rPr>
          <w:bCs/>
        </w:rPr>
        <w:t>„</w:t>
      </w:r>
      <w:r w:rsidR="00622F1C" w:rsidRPr="00622F1C">
        <w:rPr>
          <w:bCs/>
        </w:rPr>
        <w:t>Dostawa wody pitnej w butlach o pojemności 18,9l wraz z dzierżawą dystrybutorów, oraz usługą sanityzacji</w:t>
      </w:r>
      <w:r w:rsidRPr="00960BF2">
        <w:rPr>
          <w:bCs/>
        </w:rPr>
        <w:t>”.</w:t>
      </w:r>
    </w:p>
    <w:p w14:paraId="2C5934C6" w14:textId="77777777" w:rsidR="0099792E" w:rsidRDefault="0099792E" w:rsidP="000B1C4F">
      <w:pPr>
        <w:spacing w:before="120" w:after="120" w:line="23" w:lineRule="atLeast"/>
        <w:jc w:val="center"/>
        <w:rPr>
          <w:rFonts w:eastAsia="Calibri"/>
          <w:b/>
          <w:lang w:eastAsia="en-US"/>
        </w:rPr>
      </w:pPr>
    </w:p>
    <w:p w14:paraId="754A5E4D" w14:textId="77777777" w:rsidR="0099792E" w:rsidRPr="007527C3" w:rsidRDefault="0099792E" w:rsidP="000B1C4F">
      <w:pPr>
        <w:widowControl w:val="0"/>
        <w:autoSpaceDE w:val="0"/>
        <w:autoSpaceDN w:val="0"/>
        <w:adjustRightInd w:val="0"/>
        <w:spacing w:before="120" w:after="120" w:line="23" w:lineRule="atLeast"/>
        <w:rPr>
          <w:b/>
        </w:rPr>
      </w:pPr>
      <w:r w:rsidRPr="007527C3">
        <w:rPr>
          <w:b/>
        </w:rPr>
        <w:t>Dane Wykonawcy:</w:t>
      </w:r>
    </w:p>
    <w:p w14:paraId="4110B006" w14:textId="77777777" w:rsidR="0099792E" w:rsidRPr="007527C3" w:rsidRDefault="0099792E" w:rsidP="000B1C4F">
      <w:pPr>
        <w:widowControl w:val="0"/>
        <w:autoSpaceDE w:val="0"/>
        <w:autoSpaceDN w:val="0"/>
        <w:adjustRightInd w:val="0"/>
        <w:spacing w:before="120" w:after="120" w:line="23" w:lineRule="atLeast"/>
      </w:pPr>
      <w:r w:rsidRPr="007527C3">
        <w:t>Nazwa: ........................................................................................................................</w:t>
      </w:r>
    </w:p>
    <w:p w14:paraId="383DC05B" w14:textId="4B917D01" w:rsidR="0099792E" w:rsidRDefault="0099792E" w:rsidP="000B1C4F">
      <w:pPr>
        <w:widowControl w:val="0"/>
        <w:autoSpaceDE w:val="0"/>
        <w:autoSpaceDN w:val="0"/>
        <w:adjustRightInd w:val="0"/>
        <w:spacing w:before="120" w:after="120" w:line="23" w:lineRule="atLeast"/>
      </w:pPr>
      <w:r w:rsidRPr="007527C3">
        <w:t>Adres: .........................................................................................................................</w:t>
      </w:r>
      <w:r>
        <w:t>.</w:t>
      </w:r>
    </w:p>
    <w:p w14:paraId="3409254C" w14:textId="77777777" w:rsidR="0099792E" w:rsidRDefault="0099792E" w:rsidP="000B1C4F">
      <w:pPr>
        <w:widowControl w:val="0"/>
        <w:autoSpaceDE w:val="0"/>
        <w:autoSpaceDN w:val="0"/>
        <w:adjustRightInd w:val="0"/>
        <w:spacing w:before="120" w:after="120" w:line="23" w:lineRule="atLeast"/>
      </w:pPr>
    </w:p>
    <w:tbl>
      <w:tblPr>
        <w:tblW w:w="9491" w:type="dxa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5812"/>
        <w:gridCol w:w="2980"/>
      </w:tblGrid>
      <w:tr w:rsidR="0099792E" w:rsidRPr="00B76318" w14:paraId="4B368F3D" w14:textId="77777777" w:rsidTr="0099792E">
        <w:trPr>
          <w:trHeight w:val="65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DE89DF6" w14:textId="3D573ADE" w:rsidR="0099792E" w:rsidRPr="00B76318" w:rsidRDefault="0099792E" w:rsidP="000B1C4F">
            <w:pPr>
              <w:spacing w:before="120" w:after="120" w:line="23" w:lineRule="atLeast"/>
              <w:jc w:val="center"/>
              <w:rPr>
                <w:b/>
                <w:bCs/>
              </w:rPr>
            </w:pPr>
            <w:r w:rsidRPr="00B76318">
              <w:rPr>
                <w:b/>
                <w:bCs/>
              </w:rPr>
              <w:t>Lp.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000DFE7" w14:textId="77777777" w:rsidR="0099792E" w:rsidRPr="00B76318" w:rsidRDefault="0099792E" w:rsidP="000B1C4F">
            <w:pPr>
              <w:spacing w:before="120" w:after="120" w:line="23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Opis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C9A6C38" w14:textId="6C7DC4B8" w:rsidR="0099792E" w:rsidRPr="00B76318" w:rsidRDefault="0099792E" w:rsidP="000B1C4F">
            <w:pPr>
              <w:spacing w:before="120" w:after="120" w:line="23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Cena </w:t>
            </w:r>
            <w:r w:rsidR="00622F1C">
              <w:rPr>
                <w:b/>
                <w:bCs/>
              </w:rPr>
              <w:t xml:space="preserve">jednostkowa </w:t>
            </w:r>
            <w:r>
              <w:rPr>
                <w:b/>
                <w:bCs/>
              </w:rPr>
              <w:t>netto</w:t>
            </w:r>
          </w:p>
        </w:tc>
      </w:tr>
      <w:tr w:rsidR="0099792E" w:rsidRPr="005E1F68" w14:paraId="7EE35EC1" w14:textId="77777777" w:rsidTr="00AF4855">
        <w:trPr>
          <w:trHeight w:val="57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21EA69" w14:textId="77777777" w:rsidR="0099792E" w:rsidRPr="00B76318" w:rsidRDefault="0099792E" w:rsidP="000B1C4F">
            <w:pPr>
              <w:spacing w:before="120" w:after="120" w:line="23" w:lineRule="atLeast"/>
              <w:jc w:val="center"/>
              <w:rPr>
                <w:bCs/>
              </w:rPr>
            </w:pPr>
            <w:r w:rsidRPr="00B76318">
              <w:rPr>
                <w:bCs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2A6A0E" w14:textId="6DC29E90" w:rsidR="0099792E" w:rsidRPr="005E1F68" w:rsidRDefault="002758C8" w:rsidP="000B1C4F">
            <w:pPr>
              <w:spacing w:before="120" w:after="120" w:line="23" w:lineRule="atLeast"/>
              <w:jc w:val="both"/>
            </w:pPr>
            <w:r w:rsidRPr="002758C8">
              <w:t xml:space="preserve">Butla wody </w:t>
            </w:r>
            <w:r w:rsidR="000E450D">
              <w:t xml:space="preserve">pitnej </w:t>
            </w:r>
            <w:r w:rsidR="00622F1C" w:rsidRPr="0036692E">
              <w:rPr>
                <w:bCs/>
              </w:rPr>
              <w:t xml:space="preserve">o pojemności </w:t>
            </w:r>
            <w:r w:rsidRPr="002758C8">
              <w:t>18,9l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335F7E" w14:textId="77777777" w:rsidR="0099792E" w:rsidRPr="005E1F68" w:rsidRDefault="0099792E" w:rsidP="000B1C4F">
            <w:pPr>
              <w:spacing w:before="120" w:after="120" w:line="23" w:lineRule="atLeast"/>
              <w:jc w:val="center"/>
              <w:rPr>
                <w:bCs/>
              </w:rPr>
            </w:pPr>
          </w:p>
        </w:tc>
      </w:tr>
      <w:tr w:rsidR="00F509B9" w:rsidRPr="005E1F68" w14:paraId="52F5F485" w14:textId="77777777" w:rsidTr="00AF4855">
        <w:trPr>
          <w:trHeight w:val="57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DFFEE2" w14:textId="013A0B09" w:rsidR="00F509B9" w:rsidRPr="00B76318" w:rsidRDefault="002758C8" w:rsidP="000B1C4F">
            <w:pPr>
              <w:spacing w:before="120" w:after="120" w:line="23" w:lineRule="atLeas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201C4" w14:textId="2FAB072C" w:rsidR="00F509B9" w:rsidRPr="0036692E" w:rsidRDefault="002758C8" w:rsidP="000B1C4F">
            <w:pPr>
              <w:spacing w:before="120" w:after="120" w:line="23" w:lineRule="atLeast"/>
              <w:jc w:val="both"/>
            </w:pPr>
            <w:r>
              <w:t>N</w:t>
            </w:r>
            <w:r w:rsidRPr="002758C8">
              <w:t xml:space="preserve">ajmem dystrybutora elektrycznego </w:t>
            </w:r>
            <w:r>
              <w:t>wraz</w:t>
            </w:r>
            <w:r w:rsidRPr="002758C8">
              <w:t xml:space="preserve"> serwisem i</w:t>
            </w:r>
            <w:r w:rsidR="00622F1C">
              <w:t> </w:t>
            </w:r>
            <w:r w:rsidRPr="002758C8">
              <w:t>sanityzacją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A71A0" w14:textId="77777777" w:rsidR="00F509B9" w:rsidRPr="005E1F68" w:rsidRDefault="00F509B9" w:rsidP="000B1C4F">
            <w:pPr>
              <w:spacing w:before="120" w:after="120" w:line="23" w:lineRule="atLeast"/>
              <w:jc w:val="center"/>
              <w:rPr>
                <w:bCs/>
              </w:rPr>
            </w:pPr>
          </w:p>
        </w:tc>
      </w:tr>
    </w:tbl>
    <w:p w14:paraId="093A3485" w14:textId="77777777" w:rsidR="0099792E" w:rsidRDefault="0099792E" w:rsidP="000B1C4F">
      <w:pPr>
        <w:widowControl w:val="0"/>
        <w:autoSpaceDE w:val="0"/>
        <w:autoSpaceDN w:val="0"/>
        <w:adjustRightInd w:val="0"/>
        <w:spacing w:before="120" w:after="120" w:line="23" w:lineRule="atLeast"/>
      </w:pPr>
    </w:p>
    <w:tbl>
      <w:tblPr>
        <w:tblW w:w="9491" w:type="dxa"/>
        <w:tblInd w:w="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5812"/>
        <w:gridCol w:w="2980"/>
      </w:tblGrid>
      <w:tr w:rsidR="0099792E" w:rsidRPr="00B76318" w14:paraId="223B2DB3" w14:textId="77777777" w:rsidTr="001F21CF">
        <w:trPr>
          <w:trHeight w:val="65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D2CC4D5" w14:textId="77777777" w:rsidR="0099792E" w:rsidRPr="00B76318" w:rsidRDefault="0099792E" w:rsidP="000B1C4F">
            <w:pPr>
              <w:spacing w:before="120" w:after="120" w:line="23" w:lineRule="atLeast"/>
              <w:jc w:val="center"/>
              <w:rPr>
                <w:b/>
                <w:bCs/>
              </w:rPr>
            </w:pPr>
            <w:r w:rsidRPr="00B76318">
              <w:rPr>
                <w:b/>
                <w:bCs/>
              </w:rPr>
              <w:t>Lp.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9880F3F" w14:textId="2D6DF894" w:rsidR="0099792E" w:rsidRPr="0099792E" w:rsidRDefault="0099792E" w:rsidP="000B1C4F">
            <w:pPr>
              <w:spacing w:before="120" w:after="120" w:line="23" w:lineRule="atLeast"/>
              <w:jc w:val="center"/>
              <w:rPr>
                <w:b/>
                <w:bCs/>
              </w:rPr>
            </w:pPr>
            <w:r w:rsidRPr="0099792E">
              <w:rPr>
                <w:b/>
                <w:bCs/>
              </w:rPr>
              <w:t>Dodatkowe informacje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3BDC4FF" w14:textId="5BC6A33D" w:rsidR="0099792E" w:rsidRPr="00B76318" w:rsidRDefault="0099792E" w:rsidP="000B1C4F">
            <w:pPr>
              <w:spacing w:before="120" w:after="120" w:line="23" w:lineRule="atLeast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Uwagi</w:t>
            </w:r>
          </w:p>
        </w:tc>
      </w:tr>
      <w:tr w:rsidR="0099792E" w:rsidRPr="005E1F68" w14:paraId="48848C20" w14:textId="77777777" w:rsidTr="0099792E">
        <w:trPr>
          <w:trHeight w:val="57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4F54E" w14:textId="77777777" w:rsidR="0099792E" w:rsidRPr="00B76318" w:rsidRDefault="0099792E" w:rsidP="000B1C4F">
            <w:pPr>
              <w:spacing w:before="120" w:after="120" w:line="23" w:lineRule="atLeast"/>
              <w:jc w:val="center"/>
              <w:rPr>
                <w:bCs/>
              </w:rPr>
            </w:pPr>
            <w:r w:rsidRPr="00B76318">
              <w:rPr>
                <w:bCs/>
              </w:rPr>
              <w:t>1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3A3E6" w14:textId="05020861" w:rsidR="0099792E" w:rsidRPr="005E1F68" w:rsidRDefault="0099792E" w:rsidP="000B1C4F">
            <w:pPr>
              <w:spacing w:before="120" w:after="120" w:line="23" w:lineRule="atLeast"/>
              <w:jc w:val="both"/>
            </w:pPr>
            <w:r>
              <w:t>Czy Wykonawca jest zainteresowany postępowaniem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3A458" w14:textId="77777777" w:rsidR="0099792E" w:rsidRPr="005E1F68" w:rsidRDefault="0099792E" w:rsidP="000B1C4F">
            <w:pPr>
              <w:spacing w:before="120" w:after="120" w:line="23" w:lineRule="atLeast"/>
              <w:jc w:val="center"/>
              <w:rPr>
                <w:bCs/>
              </w:rPr>
            </w:pPr>
          </w:p>
        </w:tc>
      </w:tr>
      <w:tr w:rsidR="0099792E" w:rsidRPr="005E1F68" w14:paraId="1D30E29D" w14:textId="77777777" w:rsidTr="0099792E">
        <w:trPr>
          <w:trHeight w:val="571"/>
        </w:trPr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007E65" w14:textId="7063AFD0" w:rsidR="0099792E" w:rsidRPr="00B76318" w:rsidRDefault="0099792E" w:rsidP="000B1C4F">
            <w:pPr>
              <w:spacing w:before="120" w:after="120" w:line="23" w:lineRule="atLeast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DA934" w14:textId="3D654061" w:rsidR="0099792E" w:rsidRPr="0099792E" w:rsidRDefault="0099792E" w:rsidP="000B1C4F">
            <w:pPr>
              <w:spacing w:before="120" w:after="120" w:line="23" w:lineRule="atLeast"/>
              <w:jc w:val="both"/>
            </w:pPr>
            <w:r>
              <w:t>Istotne dla Wykonawcy elementy kontraktowe/uwagi</w:t>
            </w:r>
          </w:p>
        </w:tc>
        <w:tc>
          <w:tcPr>
            <w:tcW w:w="2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5118CB" w14:textId="77777777" w:rsidR="0099792E" w:rsidRPr="005E1F68" w:rsidRDefault="0099792E" w:rsidP="000B1C4F">
            <w:pPr>
              <w:spacing w:before="120" w:after="120" w:line="23" w:lineRule="atLeast"/>
              <w:jc w:val="center"/>
              <w:rPr>
                <w:bCs/>
              </w:rPr>
            </w:pPr>
          </w:p>
        </w:tc>
      </w:tr>
    </w:tbl>
    <w:p w14:paraId="400E8DF5" w14:textId="77777777" w:rsidR="0099792E" w:rsidRDefault="0099792E" w:rsidP="000B1C4F">
      <w:pPr>
        <w:widowControl w:val="0"/>
        <w:adjustRightInd w:val="0"/>
        <w:spacing w:before="120" w:after="120" w:line="23" w:lineRule="atLeast"/>
        <w:textAlignment w:val="baseline"/>
        <w:rPr>
          <w:b/>
          <w:sz w:val="18"/>
          <w:szCs w:val="18"/>
        </w:rPr>
      </w:pPr>
    </w:p>
    <w:p w14:paraId="642E0041" w14:textId="77777777" w:rsidR="0099792E" w:rsidRDefault="0099792E" w:rsidP="000B1C4F">
      <w:pPr>
        <w:widowControl w:val="0"/>
        <w:adjustRightInd w:val="0"/>
        <w:spacing w:before="120" w:after="120" w:line="23" w:lineRule="atLeast"/>
        <w:textAlignment w:val="baseline"/>
        <w:rPr>
          <w:b/>
          <w:sz w:val="18"/>
          <w:szCs w:val="18"/>
        </w:rPr>
      </w:pPr>
    </w:p>
    <w:p w14:paraId="2B9E3D0E" w14:textId="77777777" w:rsidR="00C0795B" w:rsidRPr="00CF7EB9" w:rsidRDefault="00C0795B" w:rsidP="000B1C4F">
      <w:pPr>
        <w:widowControl w:val="0"/>
        <w:adjustRightInd w:val="0"/>
        <w:spacing w:before="120" w:after="120" w:line="23" w:lineRule="atLeast"/>
        <w:textAlignment w:val="baseline"/>
        <w:rPr>
          <w:b/>
          <w:sz w:val="18"/>
          <w:szCs w:val="18"/>
        </w:rPr>
      </w:pPr>
    </w:p>
    <w:p w14:paraId="6D986F41" w14:textId="14E2CC5C" w:rsidR="0099792E" w:rsidRPr="00F51B6C" w:rsidRDefault="0099792E" w:rsidP="000B1C4F">
      <w:pPr>
        <w:spacing w:before="120" w:after="120" w:line="23" w:lineRule="atLeast"/>
      </w:pPr>
      <w:r w:rsidRPr="00F51B6C">
        <w:t>Dnia……………………………</w:t>
      </w:r>
      <w:r w:rsidRPr="00F51B6C">
        <w:tab/>
      </w:r>
      <w:r w:rsidRPr="00F51B6C">
        <w:tab/>
      </w:r>
      <w:r w:rsidRPr="00F51B6C">
        <w:tab/>
      </w:r>
      <w:r w:rsidRPr="00F51B6C">
        <w:tab/>
      </w:r>
      <w:r>
        <w:t xml:space="preserve">   </w:t>
      </w:r>
      <w:r w:rsidRPr="00F51B6C">
        <w:t>.............................................</w:t>
      </w:r>
    </w:p>
    <w:p w14:paraId="0BF10847" w14:textId="77777777" w:rsidR="0099792E" w:rsidRPr="00CF3112" w:rsidRDefault="0099792E" w:rsidP="000B1C4F">
      <w:pPr>
        <w:spacing w:before="120" w:after="120" w:line="23" w:lineRule="atLeast"/>
        <w:rPr>
          <w:i/>
          <w:sz w:val="18"/>
          <w:szCs w:val="18"/>
        </w:rPr>
      </w:pPr>
      <w:r w:rsidRPr="00F51B6C">
        <w:tab/>
      </w:r>
      <w:r w:rsidRPr="00F51B6C">
        <w:tab/>
      </w:r>
      <w:r w:rsidRPr="00F51B6C">
        <w:tab/>
      </w:r>
      <w:r w:rsidRPr="00F51B6C">
        <w:tab/>
      </w:r>
      <w:r w:rsidRPr="00F51B6C">
        <w:tab/>
      </w:r>
      <w:r w:rsidRPr="00F51B6C">
        <w:tab/>
      </w:r>
      <w:r w:rsidRPr="00F51B6C">
        <w:tab/>
      </w:r>
      <w:r w:rsidRPr="00F51B6C">
        <w:tab/>
        <w:t xml:space="preserve">   </w:t>
      </w:r>
      <w:r>
        <w:t xml:space="preserve">     </w:t>
      </w:r>
      <w:r>
        <w:rPr>
          <w:i/>
          <w:sz w:val="18"/>
          <w:szCs w:val="18"/>
        </w:rPr>
        <w:t>(podpis i pieczęć Wykonawcy</w:t>
      </w:r>
    </w:p>
    <w:p w14:paraId="38D7426B" w14:textId="77777777" w:rsidR="0099792E" w:rsidRDefault="0099792E" w:rsidP="000B1C4F">
      <w:pPr>
        <w:spacing w:before="120" w:after="120" w:line="23" w:lineRule="atLeast"/>
      </w:pPr>
    </w:p>
    <w:p w14:paraId="46EF9C43" w14:textId="77777777" w:rsidR="0099792E" w:rsidRDefault="0099792E" w:rsidP="000B1C4F">
      <w:pPr>
        <w:widowControl w:val="0"/>
        <w:spacing w:before="120" w:after="120" w:line="23" w:lineRule="atLeast"/>
        <w:ind w:left="360"/>
        <w:jc w:val="both"/>
        <w:rPr>
          <w:rFonts w:eastAsiaTheme="minorHAnsi"/>
          <w:lang w:eastAsia="en-US"/>
        </w:rPr>
      </w:pPr>
    </w:p>
    <w:p w14:paraId="7ABCD840" w14:textId="3AF38BE5" w:rsidR="006F6538" w:rsidRPr="00723A48" w:rsidRDefault="006F6538" w:rsidP="000B1C4F">
      <w:pPr>
        <w:widowControl w:val="0"/>
        <w:spacing w:before="120" w:after="120" w:line="23" w:lineRule="atLeast"/>
        <w:ind w:left="360"/>
        <w:jc w:val="both"/>
        <w:rPr>
          <w:rFonts w:asciiTheme="minorHAnsi" w:hAnsiTheme="minorHAnsi" w:cstheme="minorHAnsi"/>
          <w:sz w:val="14"/>
          <w:szCs w:val="14"/>
        </w:rPr>
      </w:pPr>
    </w:p>
    <w:sectPr w:rsidR="006F6538" w:rsidRPr="00723A48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08B75F" w14:textId="77777777" w:rsidR="001B091C" w:rsidRDefault="001B091C" w:rsidP="00434F8A">
      <w:r>
        <w:separator/>
      </w:r>
    </w:p>
  </w:endnote>
  <w:endnote w:type="continuationSeparator" w:id="0">
    <w:p w14:paraId="358B91C8" w14:textId="77777777" w:rsidR="001B091C" w:rsidRDefault="001B091C" w:rsidP="00434F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tillium">
    <w:panose1 w:val="000005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Times New Roman (Tekst podstawo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17BC00" w14:textId="77777777" w:rsidR="00C02A45" w:rsidRPr="00F44FC8" w:rsidRDefault="00C02A45" w:rsidP="00F44FC8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</w:pP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>TAURON Serwis sp. z o.o.</w:t>
    </w: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ab/>
      <w:t>NIP: 954 273 20 23, REGON: 242735211</w:t>
    </w:r>
  </w:p>
  <w:p w14:paraId="7893FAFA" w14:textId="77777777" w:rsidR="00C02A45" w:rsidRPr="00F44FC8" w:rsidRDefault="00C02A45" w:rsidP="00F44FC8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</w:pP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>ul. Promienna 7</w:t>
    </w: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ab/>
      <w:t>Kapitał zakładowy (wpłacony): 4.596 700,00 zł</w:t>
    </w:r>
  </w:p>
  <w:p w14:paraId="601044C0" w14:textId="77777777" w:rsidR="00C02A45" w:rsidRPr="00F44FC8" w:rsidRDefault="00C02A45" w:rsidP="00F44FC8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</w:pP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>43-603 Jaworzno</w:t>
    </w: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ab/>
      <w:t>Rejestracja: Sąd Rejonowy Katowice-Wschód w Katowicach</w:t>
    </w:r>
  </w:p>
  <w:p w14:paraId="6B2A645F" w14:textId="77777777" w:rsidR="00C02A45" w:rsidRPr="00F44FC8" w:rsidRDefault="00C02A45" w:rsidP="00F44FC8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</w:pP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ab/>
      <w:t xml:space="preserve">Wydział VIII Gospodarczy Krajowego Rejestru Sądowego </w:t>
    </w:r>
  </w:p>
  <w:p w14:paraId="54597C8F" w14:textId="77777777" w:rsidR="00C02A45" w:rsidRPr="00F44FC8" w:rsidRDefault="00C02A45" w:rsidP="00F44FC8">
    <w:pPr>
      <w:tabs>
        <w:tab w:val="left" w:pos="2700"/>
        <w:tab w:val="right" w:pos="9072"/>
      </w:tabs>
      <w:rPr>
        <w:rFonts w:ascii="Titillium" w:eastAsia="Calibri" w:hAnsi="Titillium" w:cs="Times New Roman (Tekst podstawo"/>
        <w:color w:val="D8117D"/>
        <w:sz w:val="14"/>
        <w:szCs w:val="24"/>
        <w:lang w:eastAsia="en-US"/>
      </w:rPr>
    </w:pPr>
    <w:r w:rsidRPr="00F44FC8">
      <w:rPr>
        <w:rFonts w:ascii="Titillium" w:eastAsia="Calibri" w:hAnsi="Titillium" w:cs="Times New Roman (Tekst podstawo"/>
        <w:color w:val="6E6E6D"/>
        <w:sz w:val="14"/>
        <w:szCs w:val="24"/>
        <w:lang w:eastAsia="en-US"/>
      </w:rPr>
      <w:tab/>
      <w:t>pod numerem KRS: 0000396347</w:t>
    </w:r>
    <w:r w:rsidRPr="00F44FC8">
      <w:rPr>
        <w:rFonts w:ascii="Titillium" w:eastAsia="Calibri" w:hAnsi="Titillium" w:cs="Times New Roman (Tekst podstawo"/>
        <w:color w:val="000000"/>
        <w:sz w:val="14"/>
        <w:szCs w:val="24"/>
        <w:lang w:eastAsia="en-US"/>
      </w:rPr>
      <w:tab/>
    </w:r>
    <w:r w:rsidRPr="00F44FC8">
      <w:rPr>
        <w:rFonts w:ascii="Titillium" w:eastAsia="Calibri" w:hAnsi="Titillium" w:cs="Times New Roman (Tekst podstawo"/>
        <w:color w:val="D8117D"/>
        <w:sz w:val="14"/>
        <w:szCs w:val="24"/>
        <w:lang w:eastAsia="en-US"/>
      </w:rPr>
      <w:t>tauron-serwis.pl</w:t>
    </w:r>
  </w:p>
  <w:p w14:paraId="4F49B95E" w14:textId="545B4D44" w:rsidR="00C02A45" w:rsidRDefault="00C02A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28577D" w14:textId="77777777" w:rsidR="001B091C" w:rsidRDefault="001B091C" w:rsidP="00434F8A">
      <w:r>
        <w:separator/>
      </w:r>
    </w:p>
  </w:footnote>
  <w:footnote w:type="continuationSeparator" w:id="0">
    <w:p w14:paraId="14473C6B" w14:textId="77777777" w:rsidR="001B091C" w:rsidRDefault="001B091C" w:rsidP="00434F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01403776"/>
      <w:docPartObj>
        <w:docPartGallery w:val="Watermarks"/>
        <w:docPartUnique/>
      </w:docPartObj>
    </w:sdtPr>
    <w:sdtContent>
      <w:p w14:paraId="64F3EA10" w14:textId="023953BE" w:rsidR="00C02A45" w:rsidRDefault="00000000">
        <w:pPr>
          <w:pStyle w:val="Nagwek"/>
        </w:pPr>
        <w:r>
          <w:rPr>
            <w:noProof/>
            <w:lang w:val="en-US" w:eastAsia="en-US" w:bidi="he-IL"/>
          </w:rPr>
          <w:pict w14:anchorId="58CC1D85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MSIPWM0PowerPlusWaterMarkObject" o:spid="_x0000_s1025" type="#_x0000_t136" alt="{&quot;HashCode&quot;:-843689845,&quot;Height&quot;:841.0,&quot;Width&quot;:595.0,&quot;Placement&quot;:&quot;Header&quot;,&quot;Index&quot;:&quot;Primary&quot;,&quot;Section&quot;:1,&quot;Top&quot;:-999995.0,&quot;Left&quot;:-999995.0}" style="position:absolute;margin-left:0;margin-top:0;width:485.65pt;height:20.2pt;rotation:315;z-index:-251658752;visibility:hidden;mso-position-horizontal:center;mso-position-horizontal-relative:margin;mso-position-vertical:center;mso-position-vertical-relative:margin" o:allowincell="f" fillcolor="#a80000" stroked="f">
              <v:textpath style="font-family:&quot;Calibri&quot;;font-size:15pt" string="Grupa etykiet SPECJALNE. Nie należy stosować tej etykiety. Proszę ją usunąć."/>
              <w10:wrap anchorx="margin" anchory="margin"/>
            </v:shape>
          </w:pic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D95A9F"/>
    <w:multiLevelType w:val="hybridMultilevel"/>
    <w:tmpl w:val="5BCC27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60D1E"/>
    <w:multiLevelType w:val="hybridMultilevel"/>
    <w:tmpl w:val="D958A4E2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7020068"/>
    <w:multiLevelType w:val="hybridMultilevel"/>
    <w:tmpl w:val="369C72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6216E3"/>
    <w:multiLevelType w:val="hybridMultilevel"/>
    <w:tmpl w:val="6C1A906E"/>
    <w:lvl w:ilvl="0" w:tplc="04150011">
      <w:start w:val="1"/>
      <w:numFmt w:val="decimal"/>
      <w:lvlText w:val="%1)"/>
      <w:lvlJc w:val="left"/>
      <w:pPr>
        <w:ind w:left="2801" w:hanging="360"/>
      </w:pPr>
    </w:lvl>
    <w:lvl w:ilvl="1" w:tplc="04150019" w:tentative="1">
      <w:start w:val="1"/>
      <w:numFmt w:val="lowerLetter"/>
      <w:lvlText w:val="%2."/>
      <w:lvlJc w:val="left"/>
      <w:pPr>
        <w:ind w:left="3521" w:hanging="360"/>
      </w:pPr>
    </w:lvl>
    <w:lvl w:ilvl="2" w:tplc="0415001B" w:tentative="1">
      <w:start w:val="1"/>
      <w:numFmt w:val="lowerRoman"/>
      <w:lvlText w:val="%3."/>
      <w:lvlJc w:val="right"/>
      <w:pPr>
        <w:ind w:left="4241" w:hanging="180"/>
      </w:pPr>
    </w:lvl>
    <w:lvl w:ilvl="3" w:tplc="0415000F" w:tentative="1">
      <w:start w:val="1"/>
      <w:numFmt w:val="decimal"/>
      <w:lvlText w:val="%4."/>
      <w:lvlJc w:val="left"/>
      <w:pPr>
        <w:ind w:left="4961" w:hanging="360"/>
      </w:pPr>
    </w:lvl>
    <w:lvl w:ilvl="4" w:tplc="04150019" w:tentative="1">
      <w:start w:val="1"/>
      <w:numFmt w:val="lowerLetter"/>
      <w:lvlText w:val="%5."/>
      <w:lvlJc w:val="left"/>
      <w:pPr>
        <w:ind w:left="5681" w:hanging="360"/>
      </w:pPr>
    </w:lvl>
    <w:lvl w:ilvl="5" w:tplc="0415001B" w:tentative="1">
      <w:start w:val="1"/>
      <w:numFmt w:val="lowerRoman"/>
      <w:lvlText w:val="%6."/>
      <w:lvlJc w:val="right"/>
      <w:pPr>
        <w:ind w:left="6401" w:hanging="180"/>
      </w:pPr>
    </w:lvl>
    <w:lvl w:ilvl="6" w:tplc="0415000F" w:tentative="1">
      <w:start w:val="1"/>
      <w:numFmt w:val="decimal"/>
      <w:lvlText w:val="%7."/>
      <w:lvlJc w:val="left"/>
      <w:pPr>
        <w:ind w:left="7121" w:hanging="360"/>
      </w:pPr>
    </w:lvl>
    <w:lvl w:ilvl="7" w:tplc="04150019" w:tentative="1">
      <w:start w:val="1"/>
      <w:numFmt w:val="lowerLetter"/>
      <w:lvlText w:val="%8."/>
      <w:lvlJc w:val="left"/>
      <w:pPr>
        <w:ind w:left="7841" w:hanging="360"/>
      </w:pPr>
    </w:lvl>
    <w:lvl w:ilvl="8" w:tplc="0415001B" w:tentative="1">
      <w:start w:val="1"/>
      <w:numFmt w:val="lowerRoman"/>
      <w:lvlText w:val="%9."/>
      <w:lvlJc w:val="right"/>
      <w:pPr>
        <w:ind w:left="8561" w:hanging="180"/>
      </w:pPr>
    </w:lvl>
  </w:abstractNum>
  <w:abstractNum w:abstractNumId="4" w15:restartNumberingAfterBreak="0">
    <w:nsid w:val="19923899"/>
    <w:multiLevelType w:val="hybridMultilevel"/>
    <w:tmpl w:val="A94670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891C93"/>
    <w:multiLevelType w:val="hybridMultilevel"/>
    <w:tmpl w:val="F08CB464"/>
    <w:lvl w:ilvl="0" w:tplc="B660FFBC">
      <w:start w:val="1"/>
      <w:numFmt w:val="bullet"/>
      <w:lvlText w:val="­"/>
      <w:lvlJc w:val="left"/>
      <w:pPr>
        <w:ind w:left="1506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2098312F"/>
    <w:multiLevelType w:val="hybridMultilevel"/>
    <w:tmpl w:val="49BE4CB8"/>
    <w:lvl w:ilvl="0" w:tplc="C3CAB32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9F3CDA"/>
    <w:multiLevelType w:val="multilevel"/>
    <w:tmpl w:val="895062B8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2D90D6D"/>
    <w:multiLevelType w:val="hybridMultilevel"/>
    <w:tmpl w:val="F962CB0E"/>
    <w:lvl w:ilvl="0" w:tplc="B37C2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5233FB"/>
    <w:multiLevelType w:val="hybridMultilevel"/>
    <w:tmpl w:val="CF56C0C2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0" w15:restartNumberingAfterBreak="0">
    <w:nsid w:val="26942503"/>
    <w:multiLevelType w:val="hybridMultilevel"/>
    <w:tmpl w:val="184ED2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B31BD1"/>
    <w:multiLevelType w:val="hybridMultilevel"/>
    <w:tmpl w:val="C644BF14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29BE2795"/>
    <w:multiLevelType w:val="hybridMultilevel"/>
    <w:tmpl w:val="73C0E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EF68BE"/>
    <w:multiLevelType w:val="hybridMultilevel"/>
    <w:tmpl w:val="02364986"/>
    <w:lvl w:ilvl="0" w:tplc="B660FFBC">
      <w:start w:val="1"/>
      <w:numFmt w:val="bullet"/>
      <w:lvlText w:val="­"/>
      <w:lvlJc w:val="left"/>
      <w:pPr>
        <w:ind w:left="1506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4" w15:restartNumberingAfterBreak="0">
    <w:nsid w:val="2FEE0A38"/>
    <w:multiLevelType w:val="hybridMultilevel"/>
    <w:tmpl w:val="5D5AD9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EC23FF"/>
    <w:multiLevelType w:val="hybridMultilevel"/>
    <w:tmpl w:val="33083596"/>
    <w:lvl w:ilvl="0" w:tplc="6E8ECF52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EC83BCD"/>
    <w:multiLevelType w:val="multilevel"/>
    <w:tmpl w:val="A9C8FB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4"/>
        </w:tabs>
        <w:ind w:left="794" w:hanging="454"/>
      </w:pPr>
      <w:rPr>
        <w:rFonts w:ascii="Arial" w:eastAsia="Times New Roman" w:hAnsi="Arial" w:cs="Aria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 w15:restartNumberingAfterBreak="0">
    <w:nsid w:val="417A303C"/>
    <w:multiLevelType w:val="hybridMultilevel"/>
    <w:tmpl w:val="AC62A578"/>
    <w:lvl w:ilvl="0" w:tplc="CBC0FF3A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360606"/>
    <w:multiLevelType w:val="hybridMultilevel"/>
    <w:tmpl w:val="6C1A906E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444257F"/>
    <w:multiLevelType w:val="hybridMultilevel"/>
    <w:tmpl w:val="529A6C42"/>
    <w:lvl w:ilvl="0" w:tplc="954ACC1A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481F183E"/>
    <w:multiLevelType w:val="multilevel"/>
    <w:tmpl w:val="8606187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B9B422B"/>
    <w:multiLevelType w:val="hybridMultilevel"/>
    <w:tmpl w:val="79122F86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2" w15:restartNumberingAfterBreak="0">
    <w:nsid w:val="4E80411E"/>
    <w:multiLevelType w:val="multilevel"/>
    <w:tmpl w:val="CDE4262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48D7EFF"/>
    <w:multiLevelType w:val="hybridMultilevel"/>
    <w:tmpl w:val="A2A8A3C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56287998"/>
    <w:multiLevelType w:val="hybridMultilevel"/>
    <w:tmpl w:val="3258C270"/>
    <w:lvl w:ilvl="0" w:tplc="04150005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58295B05"/>
    <w:multiLevelType w:val="hybridMultilevel"/>
    <w:tmpl w:val="F508CBA8"/>
    <w:lvl w:ilvl="0" w:tplc="82545BA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4D77E3"/>
    <w:multiLevelType w:val="hybridMultilevel"/>
    <w:tmpl w:val="317CAC72"/>
    <w:lvl w:ilvl="0" w:tplc="B37C234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F8D784E"/>
    <w:multiLevelType w:val="hybridMultilevel"/>
    <w:tmpl w:val="9A4491E8"/>
    <w:lvl w:ilvl="0" w:tplc="04150005">
      <w:start w:val="1"/>
      <w:numFmt w:val="bullet"/>
      <w:lvlText w:val=""/>
      <w:lvlJc w:val="left"/>
      <w:pPr>
        <w:ind w:left="143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28" w15:restartNumberingAfterBreak="0">
    <w:nsid w:val="69430181"/>
    <w:multiLevelType w:val="hybridMultilevel"/>
    <w:tmpl w:val="AE8256E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A4A7201"/>
    <w:multiLevelType w:val="multilevel"/>
    <w:tmpl w:val="CDE4262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6E6A200E"/>
    <w:multiLevelType w:val="hybridMultilevel"/>
    <w:tmpl w:val="05168026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E99436A"/>
    <w:multiLevelType w:val="multilevel"/>
    <w:tmpl w:val="CDE4262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239441A"/>
    <w:multiLevelType w:val="hybridMultilevel"/>
    <w:tmpl w:val="BA0E2A3E"/>
    <w:lvl w:ilvl="0" w:tplc="8514D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29769B6"/>
    <w:multiLevelType w:val="hybridMultilevel"/>
    <w:tmpl w:val="7F206D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CA6AE3"/>
    <w:multiLevelType w:val="hybridMultilevel"/>
    <w:tmpl w:val="AA6A1802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612033"/>
    <w:multiLevelType w:val="hybridMultilevel"/>
    <w:tmpl w:val="0A7EBE08"/>
    <w:lvl w:ilvl="0" w:tplc="D862BFE4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sz w:val="20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C7A2C95"/>
    <w:multiLevelType w:val="multilevel"/>
    <w:tmpl w:val="CDE4262C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decimal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7DBB4AA8"/>
    <w:multiLevelType w:val="hybridMultilevel"/>
    <w:tmpl w:val="5D5E5E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65442204">
    <w:abstractNumId w:val="35"/>
  </w:num>
  <w:num w:numId="2" w16cid:durableId="212230737">
    <w:abstractNumId w:val="25"/>
  </w:num>
  <w:num w:numId="3" w16cid:durableId="1255475452">
    <w:abstractNumId w:val="2"/>
  </w:num>
  <w:num w:numId="4" w16cid:durableId="970666923">
    <w:abstractNumId w:val="14"/>
  </w:num>
  <w:num w:numId="5" w16cid:durableId="252008554">
    <w:abstractNumId w:val="17"/>
  </w:num>
  <w:num w:numId="6" w16cid:durableId="127210406">
    <w:abstractNumId w:val="0"/>
  </w:num>
  <w:num w:numId="7" w16cid:durableId="1779904985">
    <w:abstractNumId w:val="6"/>
  </w:num>
  <w:num w:numId="8" w16cid:durableId="886723216">
    <w:abstractNumId w:val="27"/>
  </w:num>
  <w:num w:numId="9" w16cid:durableId="76102395">
    <w:abstractNumId w:val="12"/>
  </w:num>
  <w:num w:numId="10" w16cid:durableId="591084975">
    <w:abstractNumId w:val="19"/>
  </w:num>
  <w:num w:numId="11" w16cid:durableId="466240005">
    <w:abstractNumId w:val="1"/>
  </w:num>
  <w:num w:numId="12" w16cid:durableId="824009503">
    <w:abstractNumId w:val="13"/>
  </w:num>
  <w:num w:numId="13" w16cid:durableId="121847050">
    <w:abstractNumId w:val="5"/>
  </w:num>
  <w:num w:numId="14" w16cid:durableId="344551804">
    <w:abstractNumId w:val="11"/>
  </w:num>
  <w:num w:numId="15" w16cid:durableId="1803881367">
    <w:abstractNumId w:val="18"/>
  </w:num>
  <w:num w:numId="16" w16cid:durableId="1492914325">
    <w:abstractNumId w:val="20"/>
  </w:num>
  <w:num w:numId="17" w16cid:durableId="272830844">
    <w:abstractNumId w:val="3"/>
  </w:num>
  <w:num w:numId="18" w16cid:durableId="155152359">
    <w:abstractNumId w:val="9"/>
  </w:num>
  <w:num w:numId="19" w16cid:durableId="824131016">
    <w:abstractNumId w:val="21"/>
  </w:num>
  <w:num w:numId="20" w16cid:durableId="1801917470">
    <w:abstractNumId w:val="29"/>
  </w:num>
  <w:num w:numId="21" w16cid:durableId="739600344">
    <w:abstractNumId w:val="31"/>
  </w:num>
  <w:num w:numId="22" w16cid:durableId="193855876">
    <w:abstractNumId w:val="22"/>
  </w:num>
  <w:num w:numId="23" w16cid:durableId="1850410127">
    <w:abstractNumId w:val="36"/>
  </w:num>
  <w:num w:numId="24" w16cid:durableId="1591546727">
    <w:abstractNumId w:val="7"/>
  </w:num>
  <w:num w:numId="25" w16cid:durableId="116604340">
    <w:abstractNumId w:val="16"/>
  </w:num>
  <w:num w:numId="26" w16cid:durableId="244842681">
    <w:abstractNumId w:val="32"/>
  </w:num>
  <w:num w:numId="27" w16cid:durableId="539980516">
    <w:abstractNumId w:val="26"/>
  </w:num>
  <w:num w:numId="28" w16cid:durableId="194178913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58944330">
    <w:abstractNumId w:val="8"/>
  </w:num>
  <w:num w:numId="30" w16cid:durableId="1853301862">
    <w:abstractNumId w:val="10"/>
  </w:num>
  <w:num w:numId="31" w16cid:durableId="404381257">
    <w:abstractNumId w:val="23"/>
  </w:num>
  <w:num w:numId="32" w16cid:durableId="413012041">
    <w:abstractNumId w:val="28"/>
  </w:num>
  <w:num w:numId="33" w16cid:durableId="2116897460">
    <w:abstractNumId w:val="37"/>
  </w:num>
  <w:num w:numId="34" w16cid:durableId="1929925082">
    <w:abstractNumId w:val="30"/>
  </w:num>
  <w:num w:numId="35" w16cid:durableId="279336111">
    <w:abstractNumId w:val="33"/>
  </w:num>
  <w:num w:numId="36" w16cid:durableId="136843866">
    <w:abstractNumId w:val="15"/>
  </w:num>
  <w:num w:numId="37" w16cid:durableId="2025786799">
    <w:abstractNumId w:val="4"/>
  </w:num>
  <w:num w:numId="38" w16cid:durableId="1865631673">
    <w:abstractNumId w:val="34"/>
  </w:num>
  <w:num w:numId="39" w16cid:durableId="82374290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52CA"/>
    <w:rsid w:val="00000CAA"/>
    <w:rsid w:val="00005B62"/>
    <w:rsid w:val="00010728"/>
    <w:rsid w:val="000232E9"/>
    <w:rsid w:val="0003310A"/>
    <w:rsid w:val="0004023F"/>
    <w:rsid w:val="000413F3"/>
    <w:rsid w:val="000470BA"/>
    <w:rsid w:val="000508C5"/>
    <w:rsid w:val="00066441"/>
    <w:rsid w:val="000707C2"/>
    <w:rsid w:val="00076851"/>
    <w:rsid w:val="000810D2"/>
    <w:rsid w:val="0008234F"/>
    <w:rsid w:val="00090CFF"/>
    <w:rsid w:val="000938BA"/>
    <w:rsid w:val="000953D4"/>
    <w:rsid w:val="000A479F"/>
    <w:rsid w:val="000B1C4F"/>
    <w:rsid w:val="000B6155"/>
    <w:rsid w:val="000C4981"/>
    <w:rsid w:val="000E450D"/>
    <w:rsid w:val="000E4DC4"/>
    <w:rsid w:val="001004F9"/>
    <w:rsid w:val="00104954"/>
    <w:rsid w:val="00113340"/>
    <w:rsid w:val="00117227"/>
    <w:rsid w:val="0012096A"/>
    <w:rsid w:val="00120BAC"/>
    <w:rsid w:val="001243AE"/>
    <w:rsid w:val="00143A47"/>
    <w:rsid w:val="00145413"/>
    <w:rsid w:val="0016274B"/>
    <w:rsid w:val="001669F2"/>
    <w:rsid w:val="00167B23"/>
    <w:rsid w:val="00175A41"/>
    <w:rsid w:val="00176FBC"/>
    <w:rsid w:val="0018433C"/>
    <w:rsid w:val="001B091C"/>
    <w:rsid w:val="001B4BE8"/>
    <w:rsid w:val="001C166D"/>
    <w:rsid w:val="001C2A9C"/>
    <w:rsid w:val="001D05A6"/>
    <w:rsid w:val="001D2474"/>
    <w:rsid w:val="001D40C6"/>
    <w:rsid w:val="001D4296"/>
    <w:rsid w:val="001E63C1"/>
    <w:rsid w:val="001F5BC0"/>
    <w:rsid w:val="001F6C76"/>
    <w:rsid w:val="00203466"/>
    <w:rsid w:val="00204788"/>
    <w:rsid w:val="00207D1B"/>
    <w:rsid w:val="0021439B"/>
    <w:rsid w:val="00215609"/>
    <w:rsid w:val="00215C34"/>
    <w:rsid w:val="0022239B"/>
    <w:rsid w:val="00223CAC"/>
    <w:rsid w:val="00234C52"/>
    <w:rsid w:val="00247F47"/>
    <w:rsid w:val="00247F87"/>
    <w:rsid w:val="00251787"/>
    <w:rsid w:val="00253BD4"/>
    <w:rsid w:val="0026624A"/>
    <w:rsid w:val="00270EEF"/>
    <w:rsid w:val="00272CD2"/>
    <w:rsid w:val="002758C8"/>
    <w:rsid w:val="002772D9"/>
    <w:rsid w:val="002803D0"/>
    <w:rsid w:val="00287579"/>
    <w:rsid w:val="002A33D0"/>
    <w:rsid w:val="002D22A2"/>
    <w:rsid w:val="002D2A33"/>
    <w:rsid w:val="002E5B9A"/>
    <w:rsid w:val="002F20C9"/>
    <w:rsid w:val="002F3783"/>
    <w:rsid w:val="002F3A90"/>
    <w:rsid w:val="0030198B"/>
    <w:rsid w:val="00302CCF"/>
    <w:rsid w:val="00315B88"/>
    <w:rsid w:val="00333FB1"/>
    <w:rsid w:val="003379F4"/>
    <w:rsid w:val="00341710"/>
    <w:rsid w:val="00352A6E"/>
    <w:rsid w:val="00355DC8"/>
    <w:rsid w:val="003666BD"/>
    <w:rsid w:val="0036692E"/>
    <w:rsid w:val="0037219F"/>
    <w:rsid w:val="00372686"/>
    <w:rsid w:val="003828A9"/>
    <w:rsid w:val="003A7278"/>
    <w:rsid w:val="003B1B0F"/>
    <w:rsid w:val="003D736E"/>
    <w:rsid w:val="00400B13"/>
    <w:rsid w:val="00406FF8"/>
    <w:rsid w:val="00412B14"/>
    <w:rsid w:val="00415BE0"/>
    <w:rsid w:val="00424BCB"/>
    <w:rsid w:val="00434F8A"/>
    <w:rsid w:val="00440E31"/>
    <w:rsid w:val="00453B6A"/>
    <w:rsid w:val="00453E87"/>
    <w:rsid w:val="00464870"/>
    <w:rsid w:val="00474266"/>
    <w:rsid w:val="00485239"/>
    <w:rsid w:val="00494F0A"/>
    <w:rsid w:val="004A6B73"/>
    <w:rsid w:val="004B0DD1"/>
    <w:rsid w:val="004B7096"/>
    <w:rsid w:val="004C0D81"/>
    <w:rsid w:val="004D2244"/>
    <w:rsid w:val="004D3B9D"/>
    <w:rsid w:val="004F23D7"/>
    <w:rsid w:val="004F62C8"/>
    <w:rsid w:val="00503DA9"/>
    <w:rsid w:val="00504B8D"/>
    <w:rsid w:val="005235FC"/>
    <w:rsid w:val="00537580"/>
    <w:rsid w:val="00546085"/>
    <w:rsid w:val="005463BA"/>
    <w:rsid w:val="00547578"/>
    <w:rsid w:val="00550CB5"/>
    <w:rsid w:val="0055122E"/>
    <w:rsid w:val="005577A8"/>
    <w:rsid w:val="00572064"/>
    <w:rsid w:val="00580B0A"/>
    <w:rsid w:val="005863D9"/>
    <w:rsid w:val="005A01FD"/>
    <w:rsid w:val="005A05F0"/>
    <w:rsid w:val="005A1730"/>
    <w:rsid w:val="005A48AD"/>
    <w:rsid w:val="005B65F6"/>
    <w:rsid w:val="005D01F1"/>
    <w:rsid w:val="005D6611"/>
    <w:rsid w:val="005F0329"/>
    <w:rsid w:val="005F1D29"/>
    <w:rsid w:val="00602215"/>
    <w:rsid w:val="006042F0"/>
    <w:rsid w:val="00604CCB"/>
    <w:rsid w:val="006125D2"/>
    <w:rsid w:val="00622F1C"/>
    <w:rsid w:val="00632CBE"/>
    <w:rsid w:val="006357F9"/>
    <w:rsid w:val="00647EB0"/>
    <w:rsid w:val="00651578"/>
    <w:rsid w:val="00655A09"/>
    <w:rsid w:val="00680454"/>
    <w:rsid w:val="00681922"/>
    <w:rsid w:val="006874B0"/>
    <w:rsid w:val="00691935"/>
    <w:rsid w:val="006A18DD"/>
    <w:rsid w:val="006C3C61"/>
    <w:rsid w:val="006C7392"/>
    <w:rsid w:val="006D7FD0"/>
    <w:rsid w:val="006F21A3"/>
    <w:rsid w:val="006F46FC"/>
    <w:rsid w:val="006F6538"/>
    <w:rsid w:val="00716BD1"/>
    <w:rsid w:val="00723A48"/>
    <w:rsid w:val="0073019C"/>
    <w:rsid w:val="00730B68"/>
    <w:rsid w:val="0074540A"/>
    <w:rsid w:val="00746EDB"/>
    <w:rsid w:val="0075229D"/>
    <w:rsid w:val="00761293"/>
    <w:rsid w:val="00761930"/>
    <w:rsid w:val="0076346C"/>
    <w:rsid w:val="00764337"/>
    <w:rsid w:val="00770B48"/>
    <w:rsid w:val="00772533"/>
    <w:rsid w:val="0077394F"/>
    <w:rsid w:val="0078493F"/>
    <w:rsid w:val="00784988"/>
    <w:rsid w:val="007877A9"/>
    <w:rsid w:val="007B3625"/>
    <w:rsid w:val="007C1F0F"/>
    <w:rsid w:val="007C50F0"/>
    <w:rsid w:val="007C78F5"/>
    <w:rsid w:val="007D0363"/>
    <w:rsid w:val="007D1AEB"/>
    <w:rsid w:val="007E5D36"/>
    <w:rsid w:val="007F0DFE"/>
    <w:rsid w:val="007F24FC"/>
    <w:rsid w:val="008070FC"/>
    <w:rsid w:val="00817472"/>
    <w:rsid w:val="0082165D"/>
    <w:rsid w:val="0086511F"/>
    <w:rsid w:val="008660BA"/>
    <w:rsid w:val="00867F10"/>
    <w:rsid w:val="00871B81"/>
    <w:rsid w:val="0087200A"/>
    <w:rsid w:val="008A69D4"/>
    <w:rsid w:val="008B1666"/>
    <w:rsid w:val="008C01A3"/>
    <w:rsid w:val="008C2110"/>
    <w:rsid w:val="008D52B9"/>
    <w:rsid w:val="008D5CAF"/>
    <w:rsid w:val="008E0A68"/>
    <w:rsid w:val="009067EB"/>
    <w:rsid w:val="00914631"/>
    <w:rsid w:val="00922717"/>
    <w:rsid w:val="00926109"/>
    <w:rsid w:val="00940152"/>
    <w:rsid w:val="00960BF2"/>
    <w:rsid w:val="0097198C"/>
    <w:rsid w:val="00971CA1"/>
    <w:rsid w:val="009752CA"/>
    <w:rsid w:val="00984EF9"/>
    <w:rsid w:val="0099426B"/>
    <w:rsid w:val="00995539"/>
    <w:rsid w:val="0099792E"/>
    <w:rsid w:val="009A3418"/>
    <w:rsid w:val="009A41EF"/>
    <w:rsid w:val="009B14E8"/>
    <w:rsid w:val="009B32ED"/>
    <w:rsid w:val="009B5BCF"/>
    <w:rsid w:val="009B6793"/>
    <w:rsid w:val="009C0AB5"/>
    <w:rsid w:val="009C208D"/>
    <w:rsid w:val="009D2458"/>
    <w:rsid w:val="009D365A"/>
    <w:rsid w:val="009F2D73"/>
    <w:rsid w:val="009F4F1E"/>
    <w:rsid w:val="009F64F7"/>
    <w:rsid w:val="00A14938"/>
    <w:rsid w:val="00A3712D"/>
    <w:rsid w:val="00A4505C"/>
    <w:rsid w:val="00A55BCE"/>
    <w:rsid w:val="00A63782"/>
    <w:rsid w:val="00A7277A"/>
    <w:rsid w:val="00A75746"/>
    <w:rsid w:val="00A76F20"/>
    <w:rsid w:val="00A83896"/>
    <w:rsid w:val="00A87D14"/>
    <w:rsid w:val="00A90060"/>
    <w:rsid w:val="00AB14FB"/>
    <w:rsid w:val="00AB5249"/>
    <w:rsid w:val="00AC1B24"/>
    <w:rsid w:val="00AC6783"/>
    <w:rsid w:val="00AF0C68"/>
    <w:rsid w:val="00AF4855"/>
    <w:rsid w:val="00AF73F3"/>
    <w:rsid w:val="00B02F9E"/>
    <w:rsid w:val="00B06C1D"/>
    <w:rsid w:val="00B21467"/>
    <w:rsid w:val="00B30827"/>
    <w:rsid w:val="00B42100"/>
    <w:rsid w:val="00B50B4F"/>
    <w:rsid w:val="00B63EA2"/>
    <w:rsid w:val="00B663B9"/>
    <w:rsid w:val="00B71520"/>
    <w:rsid w:val="00BA4F28"/>
    <w:rsid w:val="00BC6735"/>
    <w:rsid w:val="00BC6738"/>
    <w:rsid w:val="00BC6D37"/>
    <w:rsid w:val="00BD0E5E"/>
    <w:rsid w:val="00BD4C43"/>
    <w:rsid w:val="00BE46EF"/>
    <w:rsid w:val="00C01B16"/>
    <w:rsid w:val="00C02A45"/>
    <w:rsid w:val="00C0590F"/>
    <w:rsid w:val="00C0795B"/>
    <w:rsid w:val="00C16F28"/>
    <w:rsid w:val="00C30797"/>
    <w:rsid w:val="00C36FA1"/>
    <w:rsid w:val="00C42FE7"/>
    <w:rsid w:val="00C66004"/>
    <w:rsid w:val="00C70A9B"/>
    <w:rsid w:val="00C71EC7"/>
    <w:rsid w:val="00C765A2"/>
    <w:rsid w:val="00C82338"/>
    <w:rsid w:val="00C84988"/>
    <w:rsid w:val="00CC11C5"/>
    <w:rsid w:val="00CC6667"/>
    <w:rsid w:val="00CD0441"/>
    <w:rsid w:val="00CD2EA2"/>
    <w:rsid w:val="00CF1B11"/>
    <w:rsid w:val="00CF50B1"/>
    <w:rsid w:val="00D111EF"/>
    <w:rsid w:val="00D11CCF"/>
    <w:rsid w:val="00D1207B"/>
    <w:rsid w:val="00D13D60"/>
    <w:rsid w:val="00D20FD9"/>
    <w:rsid w:val="00D26611"/>
    <w:rsid w:val="00D27136"/>
    <w:rsid w:val="00D4096E"/>
    <w:rsid w:val="00D41C90"/>
    <w:rsid w:val="00D75417"/>
    <w:rsid w:val="00D93AD0"/>
    <w:rsid w:val="00D94512"/>
    <w:rsid w:val="00DA0777"/>
    <w:rsid w:val="00DA1B22"/>
    <w:rsid w:val="00DA6984"/>
    <w:rsid w:val="00DB01B2"/>
    <w:rsid w:val="00DB2387"/>
    <w:rsid w:val="00DB54C5"/>
    <w:rsid w:val="00DC506C"/>
    <w:rsid w:val="00DD573A"/>
    <w:rsid w:val="00DE207D"/>
    <w:rsid w:val="00DF45C1"/>
    <w:rsid w:val="00E1412F"/>
    <w:rsid w:val="00E1696C"/>
    <w:rsid w:val="00E21883"/>
    <w:rsid w:val="00E21B6B"/>
    <w:rsid w:val="00E415C6"/>
    <w:rsid w:val="00E5151F"/>
    <w:rsid w:val="00E545B6"/>
    <w:rsid w:val="00E560B0"/>
    <w:rsid w:val="00E677FA"/>
    <w:rsid w:val="00E774D6"/>
    <w:rsid w:val="00E82A8D"/>
    <w:rsid w:val="00E8324F"/>
    <w:rsid w:val="00E83742"/>
    <w:rsid w:val="00E845F3"/>
    <w:rsid w:val="00E965D9"/>
    <w:rsid w:val="00EA3FFB"/>
    <w:rsid w:val="00ED1B5A"/>
    <w:rsid w:val="00ED2C07"/>
    <w:rsid w:val="00ED641D"/>
    <w:rsid w:val="00EE095D"/>
    <w:rsid w:val="00EE569C"/>
    <w:rsid w:val="00EF20D0"/>
    <w:rsid w:val="00F07B3B"/>
    <w:rsid w:val="00F2356E"/>
    <w:rsid w:val="00F24163"/>
    <w:rsid w:val="00F2619F"/>
    <w:rsid w:val="00F31426"/>
    <w:rsid w:val="00F44FC8"/>
    <w:rsid w:val="00F509B9"/>
    <w:rsid w:val="00F60C44"/>
    <w:rsid w:val="00F747C1"/>
    <w:rsid w:val="00F945FA"/>
    <w:rsid w:val="00FA165F"/>
    <w:rsid w:val="00FA3833"/>
    <w:rsid w:val="00FC5F8A"/>
    <w:rsid w:val="00FC79BA"/>
    <w:rsid w:val="00FD0E4A"/>
    <w:rsid w:val="00FD1F11"/>
    <w:rsid w:val="00FD3CE5"/>
    <w:rsid w:val="00FF34D2"/>
    <w:rsid w:val="094CDB09"/>
    <w:rsid w:val="2A37F3DD"/>
    <w:rsid w:val="2E0399DC"/>
    <w:rsid w:val="303E2C46"/>
    <w:rsid w:val="35055AEC"/>
    <w:rsid w:val="36D34EB7"/>
    <w:rsid w:val="42C9D3D5"/>
    <w:rsid w:val="46701ACB"/>
    <w:rsid w:val="4ECCB143"/>
    <w:rsid w:val="576A74D0"/>
    <w:rsid w:val="57781A9D"/>
    <w:rsid w:val="5D70B366"/>
    <w:rsid w:val="6449ECD1"/>
    <w:rsid w:val="788F6C81"/>
    <w:rsid w:val="78F1B6C5"/>
    <w:rsid w:val="7B327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B7C7854"/>
  <w15:chartTrackingRefBased/>
  <w15:docId w15:val="{BD825EFA-C0B9-496D-9ED2-2271F177F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9792E"/>
    <w:pPr>
      <w:spacing w:after="0" w:line="240" w:lineRule="auto"/>
    </w:pPr>
    <w:rPr>
      <w:rFonts w:ascii="Arial" w:eastAsia="Times New Roman" w:hAnsi="Arial" w:cs="Arial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4096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Normalny3,Normalny4,Normalny11,maz_wyliczenie,opis dzialania,K-P_odwolanie,A_wyliczenie,Akapit z listą5,Akapit z listą51,Literowanie,Normal2"/>
    <w:basedOn w:val="Normalny"/>
    <w:link w:val="AkapitzlistZnak"/>
    <w:uiPriority w:val="34"/>
    <w:qFormat/>
    <w:rsid w:val="009A341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styleId="Hipercze">
    <w:name w:val="Hyperlink"/>
    <w:basedOn w:val="Domylnaczcionkaakapitu"/>
    <w:uiPriority w:val="99"/>
    <w:unhideWhenUsed/>
    <w:rsid w:val="008660BA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87D14"/>
    <w:rPr>
      <w:rFonts w:ascii="Times New Roman" w:eastAsiaTheme="minorHAns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434F8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4F8A"/>
    <w:rPr>
      <w:rFonts w:ascii="Arial" w:eastAsia="Times New Roman" w:hAnsi="Arial" w:cs="Arial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34F8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4F8A"/>
    <w:rPr>
      <w:rFonts w:ascii="Arial" w:eastAsia="Times New Roman" w:hAnsi="Arial" w:cs="Arial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4096E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Normalny3 Znak,Normalny4 Znak,Normalny11 Znak,maz_wyliczenie Znak,opis dzialania Znak"/>
    <w:link w:val="Akapitzlist"/>
    <w:uiPriority w:val="34"/>
    <w:qFormat/>
    <w:rsid w:val="00926109"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5D36"/>
    <w:pPr>
      <w:spacing w:after="20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E5D36"/>
    <w:rPr>
      <w:sz w:val="20"/>
      <w:szCs w:val="20"/>
    </w:rPr>
  </w:style>
  <w:style w:type="character" w:styleId="Odwoaniedokomentarza">
    <w:name w:val="annotation reference"/>
    <w:basedOn w:val="Domylnaczcionkaakapitu"/>
    <w:semiHidden/>
    <w:unhideWhenUsed/>
    <w:rsid w:val="007E5D3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5D3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D36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C2110"/>
    <w:pPr>
      <w:spacing w:after="0"/>
    </w:pPr>
    <w:rPr>
      <w:rFonts w:ascii="Arial" w:eastAsia="Times New Roman" w:hAnsi="Arial" w:cs="Arial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C2110"/>
    <w:rPr>
      <w:rFonts w:ascii="Arial" w:eastAsia="Times New Roman" w:hAnsi="Arial" w:cs="Arial"/>
      <w:b/>
      <w:bCs/>
      <w:sz w:val="20"/>
      <w:szCs w:val="20"/>
      <w:lang w:eastAsia="pl-PL"/>
    </w:rPr>
  </w:style>
  <w:style w:type="character" w:styleId="Uwydatnienie">
    <w:name w:val="Emphasis"/>
    <w:basedOn w:val="Domylnaczcionkaakapitu"/>
    <w:uiPriority w:val="20"/>
    <w:qFormat/>
    <w:rsid w:val="00EF20D0"/>
    <w:rPr>
      <w:i/>
      <w:iCs/>
    </w:rPr>
  </w:style>
  <w:style w:type="table" w:styleId="Tabela-Siatka">
    <w:name w:val="Table Grid"/>
    <w:basedOn w:val="Standardowy"/>
    <w:uiPriority w:val="39"/>
    <w:rsid w:val="008D52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04B8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5A01F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35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73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34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161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69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75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3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%20(x86)\Microsoft%20Azure%20Information%20Protection\WatermarkTemplate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4C1352F1EE43E4EB20D130D6AA6C56B" ma:contentTypeVersion="12" ma:contentTypeDescription="Utwórz nowy dokument." ma:contentTypeScope="" ma:versionID="f6f97d1f2aaf4fde03b64bb4bfd6fabf">
  <xsd:schema xmlns:xsd="http://www.w3.org/2001/XMLSchema" xmlns:xs="http://www.w3.org/2001/XMLSchema" xmlns:p="http://schemas.microsoft.com/office/2006/metadata/properties" xmlns:ns3="9c883753-7802-4db0-9617-ce4bc4bf9a68" xmlns:ns4="5d57bf0b-55ea-4fea-a982-a2182ebcd4ac" targetNamespace="http://schemas.microsoft.com/office/2006/metadata/properties" ma:root="true" ma:fieldsID="071d04923b0e6a32a8192a9dfb701937" ns3:_="" ns4:_="">
    <xsd:import namespace="9c883753-7802-4db0-9617-ce4bc4bf9a68"/>
    <xsd:import namespace="5d57bf0b-55ea-4fea-a982-a2182ebcd4a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883753-7802-4db0-9617-ce4bc4bf9a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57bf0b-55ea-4fea-a982-a2182ebcd4a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krót wskazówki dotyczącej udostępniania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582D2D-1AB8-4F9B-BC79-59EBB0E01A1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C08B90-04E1-4EFB-A8D4-FD7C79BCCA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43A8343-E5A2-4B11-8023-84F0F5CDC9D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F74A2A8-B08C-481D-9EF3-897626B5D5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c883753-7802-4db0-9617-ce4bc4bf9a68"/>
    <ds:schemaRef ds:uri="5d57bf0b-55ea-4fea-a982-a2182ebcd4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WatermarkTemplate</Template>
  <TotalTime>2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Baron Krzysztof (TSR)</cp:lastModifiedBy>
  <cp:revision>4</cp:revision>
  <cp:lastPrinted>2024-11-06T12:26:00Z</cp:lastPrinted>
  <dcterms:created xsi:type="dcterms:W3CDTF">2024-11-06T12:29:00Z</dcterms:created>
  <dcterms:modified xsi:type="dcterms:W3CDTF">2024-11-07T06:40:00Z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0x010100E4C1352F1EE43E4EB20D130D6AA6C56B</vt:lpwstr>
  </property>
</Properties>
</file>