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2BF56" w14:textId="36E30C72" w:rsidR="005B65F6" w:rsidRPr="00FD3CE5" w:rsidRDefault="0012096A" w:rsidP="005B65F6">
      <w:pPr>
        <w:suppressAutoHyphens/>
        <w:spacing w:line="276" w:lineRule="auto"/>
        <w:ind w:left="6372"/>
        <w:rPr>
          <w:sz w:val="20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FD1E3D" wp14:editId="36D07D3A">
            <wp:simplePos x="0" y="0"/>
            <wp:positionH relativeFrom="column">
              <wp:posOffset>4761687</wp:posOffset>
            </wp:positionH>
            <wp:positionV relativeFrom="paragraph">
              <wp:posOffset>25</wp:posOffset>
            </wp:positionV>
            <wp:extent cx="1081405" cy="1084580"/>
            <wp:effectExtent l="0" t="0" r="4445" b="1270"/>
            <wp:wrapSquare wrapText="bothSides"/>
            <wp:docPr id="4" name="Obraz 4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E74CA5" w14:textId="351D0F5C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A5D3FBB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3531493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0CB18C0D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CED2345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456DF2DF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8AC14DE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602A47FA" w14:textId="0B4352F3" w:rsidR="00746EDB" w:rsidRPr="00340D4D" w:rsidRDefault="00746EDB" w:rsidP="00746EDB">
      <w:pPr>
        <w:jc w:val="both"/>
        <w:rPr>
          <w:b/>
        </w:rPr>
      </w:pPr>
      <w:r w:rsidRPr="00746EDB">
        <w:rPr>
          <w:b/>
        </w:rPr>
        <w:t>TAURON Serwis Sp. z o.o.</w:t>
      </w:r>
      <w:r>
        <w:t xml:space="preserve"> zaprasza wszystkich potencjalnych Wykonawców do udziału w badaniu rynku, </w:t>
      </w:r>
      <w:r w:rsidRPr="00746EDB">
        <w:t>dotyczącym zainteresowania udziałem w postępowaniu o udzielenie Zamówienia na:</w:t>
      </w:r>
      <w:r>
        <w:t xml:space="preserve"> </w:t>
      </w:r>
      <w:r w:rsidRPr="0087200A">
        <w:rPr>
          <w:b/>
        </w:rPr>
        <w:t>„</w:t>
      </w:r>
      <w:r w:rsidR="00340D4D" w:rsidRPr="00340D4D">
        <w:rPr>
          <w:b/>
        </w:rPr>
        <w:t>Budowa rusztowań specjalistycznych dla TAURON Serwis Sp. z o.o</w:t>
      </w:r>
      <w:r w:rsidR="0041106E">
        <w:rPr>
          <w:b/>
        </w:rPr>
        <w:t>’’</w:t>
      </w:r>
      <w:r w:rsidR="00E965D9">
        <w:rPr>
          <w:b/>
        </w:rPr>
        <w:t>.</w:t>
      </w:r>
    </w:p>
    <w:p w14:paraId="51183848" w14:textId="77777777" w:rsidR="00746EDB" w:rsidRDefault="00746EDB" w:rsidP="00746EDB">
      <w:pPr>
        <w:jc w:val="both"/>
      </w:pPr>
    </w:p>
    <w:p w14:paraId="656C7B5B" w14:textId="35F5EB6F" w:rsidR="00746EDB" w:rsidRDefault="00746EDB" w:rsidP="00746EDB">
      <w:pPr>
        <w:jc w:val="both"/>
      </w:pPr>
      <w:r>
        <w:t xml:space="preserve">Celem badania rynku jest pozyskanie przez TAURON Serwis Sp. z o.o. informacji w zakresie rozpoznania rynku potencjalnych Wykonawców, którzy są zainteresowani realizacją usług objętych badaniem rynku. </w:t>
      </w:r>
    </w:p>
    <w:p w14:paraId="0DC541A1" w14:textId="77777777" w:rsidR="00746EDB" w:rsidRDefault="00746EDB" w:rsidP="00746EDB">
      <w:pPr>
        <w:jc w:val="both"/>
      </w:pPr>
    </w:p>
    <w:p w14:paraId="637382B8" w14:textId="2304AF24" w:rsidR="00746EDB" w:rsidRPr="00C2754B" w:rsidRDefault="00746EDB" w:rsidP="00746EDB">
      <w:pPr>
        <w:jc w:val="both"/>
        <w:rPr>
          <w:b/>
        </w:rPr>
      </w:pPr>
      <w:r w:rsidRPr="00C2754B">
        <w:rPr>
          <w:b/>
        </w:rPr>
        <w:t>Niniejsze Ogłoszenie stanowi zaproszenie do udziału w badaniu rynku o</w:t>
      </w:r>
      <w:r>
        <w:rPr>
          <w:b/>
        </w:rPr>
        <w:t xml:space="preserve">raz złożenia </w:t>
      </w:r>
      <w:r w:rsidR="00215609">
        <w:rPr>
          <w:b/>
        </w:rPr>
        <w:t xml:space="preserve">szacunkowej </w:t>
      </w:r>
      <w:r>
        <w:rPr>
          <w:b/>
        </w:rPr>
        <w:t>oferty budżetowej.</w:t>
      </w:r>
    </w:p>
    <w:p w14:paraId="616AC6C0" w14:textId="77777777" w:rsidR="00746EDB" w:rsidRDefault="00746EDB" w:rsidP="00746EDB">
      <w:pPr>
        <w:jc w:val="both"/>
      </w:pPr>
    </w:p>
    <w:p w14:paraId="5857A1E5" w14:textId="060A00FA" w:rsidR="00746EDB" w:rsidRDefault="00746EDB" w:rsidP="00746EDB">
      <w:pPr>
        <w:jc w:val="both"/>
        <w:rPr>
          <w:b/>
        </w:rPr>
      </w:pPr>
      <w:r>
        <w:t>Odpowiedź oraz dodatkowe informacje prosimy składać za pośrednictwem platformy zakupowej wraz z dołączeniem formularza RFI, bądź wysyłając wiadomość z informacją o</w:t>
      </w:r>
      <w:r w:rsidR="0087200A">
        <w:t> </w:t>
      </w:r>
      <w:r>
        <w:t>zainteresowaniu wykonaniem przedmiotu badania rynku wraz z formularzem RFI na adres</w:t>
      </w:r>
      <w:r w:rsidR="00815A36">
        <w:t>:</w:t>
      </w:r>
      <w:r>
        <w:t xml:space="preserve"> </w:t>
      </w:r>
      <w:hyperlink r:id="rId12" w:history="1">
        <w:r w:rsidR="007F24FC" w:rsidRPr="00923002">
          <w:rPr>
            <w:rStyle w:val="Hipercze"/>
            <w:b/>
          </w:rPr>
          <w:t>Adam.Kastura@tauron-serwis.pl</w:t>
        </w:r>
      </w:hyperlink>
    </w:p>
    <w:p w14:paraId="34EAA87B" w14:textId="276786E0" w:rsidR="00746EDB" w:rsidRDefault="00746EDB" w:rsidP="00746EDB">
      <w:pPr>
        <w:jc w:val="both"/>
      </w:pPr>
    </w:p>
    <w:p w14:paraId="294E4BCE" w14:textId="211D7309" w:rsidR="00746EDB" w:rsidRDefault="00746EDB" w:rsidP="00746EDB">
      <w:pPr>
        <w:jc w:val="both"/>
      </w:pPr>
      <w:r>
        <w:t xml:space="preserve">W przypadku zgłaszania istotnych dla Wykonawcy elementów kontraktowych, bądź uwag, ograniczeń dotyczących udziału w postępowaniu prosimy o wpisywanie ich w pole tekstowe </w:t>
      </w:r>
      <w:r w:rsidR="0087200A" w:rsidRPr="00651578">
        <w:rPr>
          <w:b/>
        </w:rPr>
        <w:t xml:space="preserve">„Istotne dla Wykonawcy elementy kontraktowe/uwagi” </w:t>
      </w:r>
      <w:r w:rsidRPr="00651578">
        <w:rPr>
          <w:b/>
        </w:rPr>
        <w:t>w</w:t>
      </w:r>
      <w:r w:rsidR="0087200A" w:rsidRPr="00651578">
        <w:rPr>
          <w:b/>
        </w:rPr>
        <w:t> </w:t>
      </w:r>
      <w:r w:rsidRPr="00651578">
        <w:rPr>
          <w:b/>
        </w:rPr>
        <w:t>formularzu RFI</w:t>
      </w:r>
      <w:r w:rsidR="00651578">
        <w:rPr>
          <w:b/>
        </w:rPr>
        <w:t>’’</w:t>
      </w:r>
      <w:r w:rsidRPr="00651578">
        <w:rPr>
          <w:b/>
        </w:rPr>
        <w:t>.</w:t>
      </w:r>
      <w:r>
        <w:t xml:space="preserve"> </w:t>
      </w:r>
    </w:p>
    <w:p w14:paraId="7C344F2D" w14:textId="77777777" w:rsidR="00746EDB" w:rsidRDefault="00746EDB" w:rsidP="00746EDB">
      <w:pPr>
        <w:jc w:val="both"/>
      </w:pPr>
    </w:p>
    <w:p w14:paraId="73876D32" w14:textId="3353F450" w:rsidR="00746EDB" w:rsidRDefault="00746EDB" w:rsidP="00746EDB">
      <w:pPr>
        <w:jc w:val="both"/>
      </w:pPr>
      <w:r>
        <w:t>W przypadku ogłoszenia postępowania o udzielenie zamówienia informacja o jego wszczęciu zostanie zamieszczona na Platformie Zakupowej Grupy TAURON</w:t>
      </w:r>
      <w:r w:rsidR="00251CF4">
        <w:t xml:space="preserve"> o którym zostaną Państwo poinformowani elektronicznie.</w:t>
      </w:r>
    </w:p>
    <w:p w14:paraId="0641FF66" w14:textId="2CEF9C3C" w:rsidR="00412B14" w:rsidRDefault="00412B14" w:rsidP="00746EDB">
      <w:pPr>
        <w:jc w:val="both"/>
      </w:pPr>
    </w:p>
    <w:p w14:paraId="47FCB4D0" w14:textId="073067FE" w:rsidR="00412B14" w:rsidRDefault="00412B14" w:rsidP="00412B14">
      <w:pPr>
        <w:jc w:val="both"/>
        <w:rPr>
          <w:b/>
          <w:bCs/>
        </w:rPr>
      </w:pPr>
      <w:r w:rsidRPr="00412B14">
        <w:rPr>
          <w:b/>
          <w:bCs/>
        </w:rPr>
        <w:t>ZAKRES PRZEDMIOTU ZAMÓWIENIA</w:t>
      </w:r>
    </w:p>
    <w:p w14:paraId="671239E9" w14:textId="77777777" w:rsidR="00412B14" w:rsidRPr="00412B14" w:rsidRDefault="00412B14" w:rsidP="00412B14">
      <w:pPr>
        <w:jc w:val="both"/>
        <w:rPr>
          <w:b/>
          <w:bCs/>
        </w:rPr>
      </w:pPr>
    </w:p>
    <w:p w14:paraId="7683B648" w14:textId="3DE0A529" w:rsidR="00135014" w:rsidRPr="00AD42FF" w:rsidRDefault="00135014" w:rsidP="00BC350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 xml:space="preserve">Przedmiotem Zamówienia są sukcesywnie świadczone dla TAURON Serwis </w:t>
      </w:r>
      <w:r w:rsidR="00925BE6">
        <w:rPr>
          <w:rFonts w:eastAsiaTheme="minorHAnsi"/>
          <w:lang w:eastAsia="en-US"/>
        </w:rPr>
        <w:t>S</w:t>
      </w:r>
      <w:r w:rsidRPr="00AD42FF">
        <w:rPr>
          <w:rFonts w:eastAsiaTheme="minorHAnsi"/>
          <w:lang w:eastAsia="en-US"/>
        </w:rPr>
        <w:t>p. z o.o. usługi</w:t>
      </w:r>
    </w:p>
    <w:p w14:paraId="35F4E8A9" w14:textId="77777777" w:rsidR="00135014" w:rsidRPr="00AD42FF" w:rsidRDefault="00135014" w:rsidP="00BC350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w zakresie projektowania, budowy (montażu) i demontażu specjalistycznych rusztowań - w</w:t>
      </w:r>
    </w:p>
    <w:p w14:paraId="0F8E62A8" w14:textId="4E4341F7" w:rsidR="00135014" w:rsidRDefault="00135014" w:rsidP="00BC350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 xml:space="preserve">TAURON Serwis </w:t>
      </w:r>
      <w:r w:rsidR="00925BE6">
        <w:rPr>
          <w:rFonts w:eastAsiaTheme="minorHAnsi"/>
          <w:lang w:eastAsia="en-US"/>
        </w:rPr>
        <w:t>S</w:t>
      </w:r>
      <w:r w:rsidRPr="00AD42FF">
        <w:rPr>
          <w:rFonts w:eastAsiaTheme="minorHAnsi"/>
          <w:lang w:eastAsia="en-US"/>
        </w:rPr>
        <w:t>p. z o.o.</w:t>
      </w:r>
    </w:p>
    <w:p w14:paraId="63ABDBC2" w14:textId="77777777" w:rsidR="00BC350B" w:rsidRPr="00AD42FF" w:rsidRDefault="00BC350B" w:rsidP="00BC350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46B708A" w14:textId="67D681C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Na teren</w:t>
      </w:r>
      <w:r w:rsidR="00813A05">
        <w:rPr>
          <w:rFonts w:eastAsiaTheme="minorHAnsi"/>
          <w:lang w:eastAsia="en-US"/>
        </w:rPr>
        <w:t>ach</w:t>
      </w:r>
      <w:r w:rsidRPr="00AD42FF">
        <w:rPr>
          <w:rFonts w:eastAsiaTheme="minorHAnsi"/>
          <w:lang w:eastAsia="en-US"/>
        </w:rPr>
        <w:t xml:space="preserve"> :</w:t>
      </w:r>
    </w:p>
    <w:p w14:paraId="1E7C852C" w14:textId="2B3DADD9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Elektrowni Łaziska, 43-170 Łaziska Górne, ul.</w:t>
      </w:r>
      <w:r w:rsidR="00BC350B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Wyzwolenia 30</w:t>
      </w:r>
      <w:r w:rsidR="00813A05">
        <w:rPr>
          <w:rFonts w:eastAsiaTheme="minorHAnsi"/>
          <w:lang w:eastAsia="en-US"/>
        </w:rPr>
        <w:t>,</w:t>
      </w:r>
    </w:p>
    <w:p w14:paraId="6C0F14CC" w14:textId="78432FA7" w:rsidR="00135014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Elektrowni Łagisza, 42-504 Będzin, ul. Pokoju 14</w:t>
      </w:r>
      <w:r w:rsidR="00813A05">
        <w:rPr>
          <w:rFonts w:eastAsiaTheme="minorHAnsi"/>
          <w:lang w:eastAsia="en-US"/>
        </w:rPr>
        <w:t>,</w:t>
      </w:r>
    </w:p>
    <w:p w14:paraId="477F111B" w14:textId="426A825B" w:rsidR="00813A05" w:rsidRDefault="00813A05" w:rsidP="00813A0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Elektrowni Jaworzno II, 43-603 Jaworzno, ul. Energetyków 15, </w:t>
      </w:r>
    </w:p>
    <w:p w14:paraId="274F7DD6" w14:textId="50E7C69F" w:rsidR="00813A05" w:rsidRDefault="00813A05" w:rsidP="00813A0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>Elektrowni Jaworzno III, 43-603 Jaworzno, ul. Promienna 51</w:t>
      </w:r>
      <w:r w:rsidR="00263657">
        <w:t>.</w:t>
      </w:r>
    </w:p>
    <w:p w14:paraId="26B2A1E1" w14:textId="77777777" w:rsidR="00BC350B" w:rsidRPr="00AD42FF" w:rsidRDefault="00BC350B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99DCA67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Zakres prac:</w:t>
      </w:r>
    </w:p>
    <w:p w14:paraId="00BD6EE5" w14:textId="125577D9" w:rsidR="00135014" w:rsidRDefault="00135014" w:rsidP="00BC350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1) Budowa rusztowań związana z remontami oraz usuwaniem awarii urządzeń</w:t>
      </w:r>
      <w:r w:rsidR="00BC350B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pomocniczych kotłów OP-650 i OP-380, CFB 1300 i OP 380K Turbiny i urządzeń</w:t>
      </w:r>
      <w:r w:rsidR="00BC350B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pomocniczych maszynowni, urządzeń instalacji Odżużlania i Odpopielania, urządzeń</w:t>
      </w:r>
      <w:r w:rsidR="00BC350B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instalacji IOS oraz prac na instalacji Nawęglania, oraz wszystkich innych urządzeniach</w:t>
      </w:r>
      <w:r w:rsidR="00BC350B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blokowych i poza blokowych wskazanych przez Zamawiającego.</w:t>
      </w:r>
    </w:p>
    <w:p w14:paraId="78C863FD" w14:textId="77777777" w:rsidR="00BC350B" w:rsidRPr="00AD42FF" w:rsidRDefault="00BC350B" w:rsidP="00BC350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7F497BC4" w14:textId="7E53E742" w:rsidR="00412B14" w:rsidRPr="00AD42FF" w:rsidRDefault="00135014" w:rsidP="00A81820">
      <w:pPr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2) Budowa rusztowań w zakresie usuwania bieżących usterek oraz remontów średnich,</w:t>
      </w:r>
    </w:p>
    <w:p w14:paraId="42B451EF" w14:textId="1BEC6656" w:rsidR="00135014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lastRenderedPageBreak/>
        <w:t>kapitalnych i modernizacyjnych urządzeń energetycznych m.in.: turbin, kotłów, młynów,</w:t>
      </w:r>
      <w:r w:rsidR="00BC350B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pomp, wentylatorów, sprężarek, zbiorników i innych urządzeń wskazanych przez</w:t>
      </w:r>
      <w:r w:rsidR="00BC350B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Zamawiającego.</w:t>
      </w:r>
    </w:p>
    <w:p w14:paraId="4D7C9A32" w14:textId="77777777" w:rsidR="00BC350B" w:rsidRPr="00AD42FF" w:rsidRDefault="00BC350B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AB8271A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Wykaz urządzeń:</w:t>
      </w:r>
    </w:p>
    <w:p w14:paraId="4EC90BB1" w14:textId="58B75104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Armatura, elementy kotła i urządzenia pomocnicze kotłów,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urządzenia pomocnicze turbiny oraz prace eksploatacyjne przy układach nawęglania</w:t>
      </w:r>
      <w:r w:rsidR="00263657">
        <w:rPr>
          <w:rFonts w:eastAsiaTheme="minorHAnsi"/>
          <w:lang w:eastAsia="en-US"/>
        </w:rPr>
        <w:t>.</w:t>
      </w:r>
    </w:p>
    <w:p w14:paraId="7FCE99FA" w14:textId="77777777" w:rsidR="00EB2F58" w:rsidRPr="00AD42FF" w:rsidRDefault="00EB2F58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7E5AF6F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Wykaz uprawnień, co najmniej:</w:t>
      </w:r>
    </w:p>
    <w:p w14:paraId="40554E5F" w14:textId="05D3C531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a) osoba projektująca rusztowania posiada uprawnienia budowlane w specjalności</w:t>
      </w:r>
      <w:r w:rsidR="00EB2F58">
        <w:rPr>
          <w:rFonts w:eastAsiaTheme="minorHAnsi"/>
          <w:lang w:eastAsia="en-US"/>
        </w:rPr>
        <w:t xml:space="preserve"> </w:t>
      </w:r>
      <w:proofErr w:type="spellStart"/>
      <w:r w:rsidRPr="00AD42FF">
        <w:rPr>
          <w:rFonts w:eastAsiaTheme="minorHAnsi"/>
          <w:lang w:eastAsia="en-US"/>
        </w:rPr>
        <w:t>konstrukcyjno</w:t>
      </w:r>
      <w:proofErr w:type="spellEnd"/>
      <w:r w:rsidRPr="00AD42FF">
        <w:rPr>
          <w:rFonts w:eastAsiaTheme="minorHAnsi"/>
          <w:lang w:eastAsia="en-US"/>
        </w:rPr>
        <w:t xml:space="preserve"> – budowlanej bez ograniczeń do projektowania oraz ważne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zaświadczenie z właściwej Izby Inżynierów Budownictwa (opłacenie składek oraz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ubezpieczenie OC),</w:t>
      </w:r>
    </w:p>
    <w:p w14:paraId="23AC56B3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b) osoba odbierająca protokolarnie montaż rusztowań posiada uprawnienia budowlane w</w:t>
      </w:r>
    </w:p>
    <w:p w14:paraId="2586CFBF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 xml:space="preserve">specjalności </w:t>
      </w:r>
      <w:proofErr w:type="spellStart"/>
      <w:r w:rsidRPr="00AD42FF">
        <w:rPr>
          <w:rFonts w:eastAsiaTheme="minorHAnsi"/>
          <w:lang w:eastAsia="en-US"/>
        </w:rPr>
        <w:t>konstrukcyjno</w:t>
      </w:r>
      <w:proofErr w:type="spellEnd"/>
      <w:r w:rsidRPr="00AD42FF">
        <w:rPr>
          <w:rFonts w:eastAsiaTheme="minorHAnsi"/>
          <w:lang w:eastAsia="en-US"/>
        </w:rPr>
        <w:t xml:space="preserve"> – budowlanej (tzw. wykonawcze) oraz ważne zaświadczenie</w:t>
      </w:r>
    </w:p>
    <w:p w14:paraId="3FDC8723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z właściwej Izby Inżynierów Budownictwa (opłacenie składek oraz ubezpieczenie OC),</w:t>
      </w:r>
    </w:p>
    <w:p w14:paraId="0A391EC3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c) osoby montujące rusztowania posiadają uprawnienia dla montażystów rusztowań</w:t>
      </w:r>
    </w:p>
    <w:p w14:paraId="4748D45D" w14:textId="546162D0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zgodne z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§ 23 i § 26 rozporządzenia Ministra Gospodarki z dnia 6.09.2001 r. w sprawie</w:t>
      </w:r>
    </w:p>
    <w:p w14:paraId="5007D065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bezpieczeństwa i higieny pracy podczas eksploatacji maszyn i innych urządzeń</w:t>
      </w:r>
    </w:p>
    <w:p w14:paraId="73E0D73A" w14:textId="733BD81D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technicznych do robót ziemnych, budowlanych i drogowych (Dz. U. z 2018 r., poz. 583).,tj. ukończyli szkolenie i uzyskali pozytywne wyniki sprawdzianu przeprowadzonego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przez komisję powołaną przez Instytut Mechanizacji Budownictwa i Górnictwa Skalnego</w:t>
      </w:r>
    </w:p>
    <w:p w14:paraId="13ADAEFB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w Warszawie. Na dowód czego otrzymali świadectwa oraz uzyskali wpisy do książek</w:t>
      </w:r>
    </w:p>
    <w:p w14:paraId="091E7DAC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operatora (§ 26 ust. 1),</w:t>
      </w:r>
    </w:p>
    <w:p w14:paraId="71C7E295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d) osoby montujące rusztowania posiadają ważne badania dopuszczające do pracy na</w:t>
      </w:r>
    </w:p>
    <w:p w14:paraId="1C4C69B0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wysokości,</w:t>
      </w:r>
    </w:p>
    <w:p w14:paraId="4D12ACFC" w14:textId="5034DFDC" w:rsidR="00135014" w:rsidRPr="00AD42FF" w:rsidRDefault="00135014" w:rsidP="00EB2F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e) kserokopie DTR Dokumentacji Techniczno-Ruchowej proponowanych rusztowań,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Certyfikaty bezpieczeństwa proponowanych rusztowań,</w:t>
      </w:r>
    </w:p>
    <w:p w14:paraId="3AB68645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f) atesty środków ochrony indywidualnej zabezpieczających przed upadkiem z wysokości,</w:t>
      </w:r>
    </w:p>
    <w:p w14:paraId="6DD52F2D" w14:textId="0FCD06C9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g) wszyscy pracownicy posiadają ważne zaświadczenia kwalifikacyjne grupy 2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Eksploatacja E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co najmniej pkt 1,2,6 w zakresie konserwacji remontów i montażu,</w:t>
      </w:r>
    </w:p>
    <w:p w14:paraId="267FD479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h) osoby nadzoru posiadają ważne zaświadczenia kwalifikacyjne grupy 2 Dozoru D pkt</w:t>
      </w:r>
    </w:p>
    <w:p w14:paraId="1106FB01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1,2,3,4,5,6,7,8 w zakresie konserwacji remontów i montażu,</w:t>
      </w:r>
    </w:p>
    <w:p w14:paraId="22C6870C" w14:textId="15A369E8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i) osoby dokonujące pomiarów badania rezystancji uziemienia posiadają ważne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zaświadczenia kwalifikacyjne grupy 1 Eksploatacja E i Dozoru D pkt 2,3,5,7,10 w</w:t>
      </w:r>
    </w:p>
    <w:p w14:paraId="35378D9C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zakresie konserwacji remontów i montażu,</w:t>
      </w:r>
    </w:p>
    <w:p w14:paraId="2F4060A1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j) osoby posiadające uprawnienia do transportu tj. wciągarki, wciągi, suwnice wydane przez</w:t>
      </w:r>
    </w:p>
    <w:p w14:paraId="6DC6E0B2" w14:textId="53C7DADA" w:rsidR="00135014" w:rsidRPr="00AD42FF" w:rsidRDefault="00135014" w:rsidP="00A81820">
      <w:pPr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UDT niezbędne do wykonywania prac.</w:t>
      </w:r>
    </w:p>
    <w:p w14:paraId="101677D8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k) inne uprawnienia, potwierdzone ważnymi dokumentami, wynikające z obowiązujących</w:t>
      </w:r>
    </w:p>
    <w:p w14:paraId="49006081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przepisów prawa, konieczne do należytego wykonania Przedmiotu Umowy.</w:t>
      </w:r>
    </w:p>
    <w:p w14:paraId="2E82FE33" w14:textId="77777777" w:rsidR="00135014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Uwaga: dopuszcza się posiadanie ww. uprawnień łącznie.</w:t>
      </w:r>
    </w:p>
    <w:p w14:paraId="7E99FF04" w14:textId="77777777" w:rsidR="00EB2F58" w:rsidRPr="00AD42FF" w:rsidRDefault="00EB2F58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725EC590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Do każdego rusztowania należy dostarczyć:</w:t>
      </w:r>
    </w:p>
    <w:p w14:paraId="38CE19C0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a) Instrukcję producenta lub projekt indywidualny.</w:t>
      </w:r>
    </w:p>
    <w:p w14:paraId="55BEBF14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b) Instrukcje: montażu i eksploatacji rusztowań dla danego systemu rusztowania DTR.</w:t>
      </w:r>
    </w:p>
    <w:p w14:paraId="720EBB1F" w14:textId="4EEFD438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c) Stosowanie do budowy rusztowań certyfikowanych lub zgodnych z normami i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dyrektywami UE.</w:t>
      </w:r>
    </w:p>
    <w:p w14:paraId="3A2D96F0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d) Protokół z odbioru technicznego rusztowania.</w:t>
      </w:r>
    </w:p>
    <w:p w14:paraId="020446A3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e) Protokół z pomiarów badania rezystancji uziemienia.</w:t>
      </w:r>
    </w:p>
    <w:p w14:paraId="79169FB2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f) Tabliczka informacyjna – Rusztowanie odebrane.</w:t>
      </w:r>
    </w:p>
    <w:p w14:paraId="73F9709D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g) Tabliczka informacyjna – Rusztowanie niesprawne.</w:t>
      </w:r>
    </w:p>
    <w:p w14:paraId="43623F08" w14:textId="77777777" w:rsidR="00135014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h) Tabliczka informacyjna – Rusztowanie w budowie.</w:t>
      </w:r>
    </w:p>
    <w:p w14:paraId="52013204" w14:textId="77777777" w:rsidR="00EB2F58" w:rsidRPr="00AD42FF" w:rsidRDefault="00EB2F58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B18E375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W czasie eksploatacji rusztowanie powinno być poddane następującym przeglądom:</w:t>
      </w:r>
    </w:p>
    <w:p w14:paraId="74DAD944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a. Codziennym - przez brygadzistę lub prowadzącego pracę użytkownika rusztowania.</w:t>
      </w:r>
    </w:p>
    <w:p w14:paraId="0ACDF6C6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lastRenderedPageBreak/>
        <w:t>b. Dekadowym - co 10 dni przez osobę dozoru technicznego wykonawcy rusztowania.</w:t>
      </w:r>
    </w:p>
    <w:p w14:paraId="1A80C128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c. Doraźnym przez komisję odbiorową : po silnym wietrze i opadach atmosferycznych gdy</w:t>
      </w:r>
    </w:p>
    <w:p w14:paraId="1317BA11" w14:textId="03AA381C" w:rsidR="00135014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rusztowanie zostało wybudowane na otwartej przestrzeni, przerwach roboczych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dłuższych niż 10 dni, na wniosek osoby.</w:t>
      </w:r>
    </w:p>
    <w:p w14:paraId="43C0F7F2" w14:textId="77777777" w:rsidR="00EB2F58" w:rsidRPr="00AD42FF" w:rsidRDefault="00EB2F58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049D8C6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Wymagane dokumenty na etapie podpisania umowy:</w:t>
      </w:r>
    </w:p>
    <w:p w14:paraId="7C0DD90D" w14:textId="5404B210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 xml:space="preserve">1. Imienny wykaz pracowników </w:t>
      </w:r>
      <w:r w:rsidR="00EB2F58">
        <w:rPr>
          <w:rFonts w:eastAsiaTheme="minorHAnsi"/>
          <w:lang w:eastAsia="en-US"/>
        </w:rPr>
        <w:t>Wykonawcy,</w:t>
      </w:r>
    </w:p>
    <w:p w14:paraId="3A4CBF9C" w14:textId="0FE63925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 xml:space="preserve">2. Oświadczenie przeszkolenia </w:t>
      </w:r>
      <w:r w:rsidR="00EB2F58">
        <w:rPr>
          <w:rFonts w:eastAsiaTheme="minorHAnsi"/>
          <w:lang w:eastAsia="en-US"/>
        </w:rPr>
        <w:t>P</w:t>
      </w:r>
      <w:r w:rsidRPr="00AD42FF">
        <w:rPr>
          <w:rFonts w:eastAsiaTheme="minorHAnsi"/>
          <w:lang w:eastAsia="en-US"/>
        </w:rPr>
        <w:t xml:space="preserve">racownika dozoru </w:t>
      </w:r>
      <w:r w:rsidR="00EB2F58">
        <w:rPr>
          <w:rFonts w:eastAsiaTheme="minorHAnsi"/>
          <w:lang w:eastAsia="en-US"/>
        </w:rPr>
        <w:t>Wykonawcy,</w:t>
      </w:r>
    </w:p>
    <w:p w14:paraId="46029518" w14:textId="462FBA8B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 xml:space="preserve">3. Wykaz </w:t>
      </w:r>
      <w:r w:rsidR="00EB2F58">
        <w:rPr>
          <w:rFonts w:eastAsiaTheme="minorHAnsi"/>
          <w:lang w:eastAsia="en-US"/>
        </w:rPr>
        <w:t>P</w:t>
      </w:r>
      <w:r w:rsidRPr="00AD42FF">
        <w:rPr>
          <w:rFonts w:eastAsiaTheme="minorHAnsi"/>
          <w:lang w:eastAsia="en-US"/>
        </w:rPr>
        <w:t>racowników oraz oświadczenia o badaniach lekarskich, szkoleniach</w:t>
      </w:r>
      <w:r w:rsidR="00EB2F58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 xml:space="preserve">i świadectwach kwalifikacyjnych </w:t>
      </w:r>
      <w:r w:rsidR="00EB2F58">
        <w:rPr>
          <w:rFonts w:eastAsiaTheme="minorHAnsi"/>
          <w:lang w:eastAsia="en-US"/>
        </w:rPr>
        <w:t>P</w:t>
      </w:r>
      <w:r w:rsidRPr="00AD42FF">
        <w:rPr>
          <w:rFonts w:eastAsiaTheme="minorHAnsi"/>
          <w:lang w:eastAsia="en-US"/>
        </w:rPr>
        <w:t xml:space="preserve">racowników </w:t>
      </w:r>
      <w:r w:rsidR="00EB2F58">
        <w:rPr>
          <w:rFonts w:eastAsiaTheme="minorHAnsi"/>
          <w:lang w:eastAsia="en-US"/>
        </w:rPr>
        <w:t>Wykonawcy</w:t>
      </w:r>
      <w:r w:rsidRPr="00AD42FF">
        <w:rPr>
          <w:rFonts w:eastAsiaTheme="minorHAnsi"/>
          <w:lang w:eastAsia="en-US"/>
        </w:rPr>
        <w:t>.</w:t>
      </w:r>
    </w:p>
    <w:p w14:paraId="6C1E84B8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4. Wykaz stosowanych substancji niebezpiecznych i preparatów chemicznych</w:t>
      </w:r>
    </w:p>
    <w:p w14:paraId="60CD32CD" w14:textId="08C9120E" w:rsidR="00135014" w:rsidRDefault="00135014" w:rsidP="00A81820">
      <w:pPr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 xml:space="preserve">stosowanych przez </w:t>
      </w:r>
      <w:r w:rsidR="00EB2F58">
        <w:rPr>
          <w:rFonts w:eastAsiaTheme="minorHAnsi"/>
          <w:lang w:eastAsia="en-US"/>
        </w:rPr>
        <w:t>Wykonawcę</w:t>
      </w:r>
      <w:r w:rsidRPr="00AD42FF">
        <w:rPr>
          <w:rFonts w:eastAsiaTheme="minorHAnsi"/>
          <w:lang w:eastAsia="en-US"/>
        </w:rPr>
        <w:t>.</w:t>
      </w:r>
    </w:p>
    <w:p w14:paraId="487983CB" w14:textId="77777777" w:rsidR="00797BAD" w:rsidRPr="00AD42FF" w:rsidRDefault="00797BAD" w:rsidP="00A81820">
      <w:pPr>
        <w:jc w:val="both"/>
        <w:rPr>
          <w:rFonts w:eastAsiaTheme="minorHAnsi"/>
          <w:lang w:eastAsia="en-US"/>
        </w:rPr>
      </w:pPr>
    </w:p>
    <w:p w14:paraId="2275D521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WYMAGANIA WZGLĘDEM WYKONAWCY:</w:t>
      </w:r>
    </w:p>
    <w:p w14:paraId="1D7E08B7" w14:textId="4758DEB9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Zamawiający będzie wymaga</w:t>
      </w:r>
      <w:r w:rsidR="00797BAD">
        <w:rPr>
          <w:rFonts w:eastAsiaTheme="minorHAnsi"/>
          <w:lang w:eastAsia="en-US"/>
        </w:rPr>
        <w:t>ł</w:t>
      </w:r>
      <w:r w:rsidRPr="00AD42FF">
        <w:rPr>
          <w:rFonts w:eastAsiaTheme="minorHAnsi"/>
          <w:lang w:eastAsia="en-US"/>
        </w:rPr>
        <w:t xml:space="preserve"> w postępowaniu od potencjalnych </w:t>
      </w:r>
      <w:r w:rsidR="00797BAD">
        <w:rPr>
          <w:rFonts w:eastAsiaTheme="minorHAnsi"/>
          <w:lang w:eastAsia="en-US"/>
        </w:rPr>
        <w:t>W</w:t>
      </w:r>
      <w:r w:rsidRPr="00AD42FF">
        <w:rPr>
          <w:rFonts w:eastAsiaTheme="minorHAnsi"/>
          <w:lang w:eastAsia="en-US"/>
        </w:rPr>
        <w:t>ykonawców między innymi:</w:t>
      </w:r>
    </w:p>
    <w:p w14:paraId="620AB3EB" w14:textId="4D36549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1. Wykaz wykonanych w ciągu ostatnich trzech lat usług, a jeżeli okres prowadzenia</w:t>
      </w:r>
      <w:r w:rsidR="00797BAD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działalności jest krótszy - w tym okresie, z podaniem ich wartości, przedmiotu, dat</w:t>
      </w:r>
      <w:r w:rsidR="00797BAD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wykonania i odbiorców wraz z dokumentami potwierdzającymi, że usługi te zostały</w:t>
      </w:r>
      <w:r w:rsidR="00797BAD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wykonane należycie, na potwierdzenie wymagań o których mowa poniżej:</w:t>
      </w:r>
    </w:p>
    <w:p w14:paraId="115DDE8E" w14:textId="5C683EEB" w:rsidR="00135014" w:rsidRPr="00AD42FF" w:rsidRDefault="00135014" w:rsidP="00797BA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Wykonawca powinien wykazać się zrealizowaniem w ciągu ostatnich trzech lat, a jeżeli</w:t>
      </w:r>
      <w:r w:rsidR="00797BAD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okres prowadzenia działalności jest krótszy to w tym okresie, co najmniej 2 usług</w:t>
      </w:r>
      <w:r w:rsidR="00797BAD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polegających na budowie rusztowań na obiektach energetyki zawodowej o wartości netto</w:t>
      </w:r>
      <w:r w:rsidR="00797BAD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 xml:space="preserve">co najmniej </w:t>
      </w:r>
      <w:r w:rsidR="00797BAD">
        <w:rPr>
          <w:rFonts w:eastAsiaTheme="minorHAnsi"/>
          <w:lang w:eastAsia="en-US"/>
        </w:rPr>
        <w:t>7</w:t>
      </w:r>
      <w:r w:rsidRPr="00AD42FF">
        <w:rPr>
          <w:rFonts w:eastAsiaTheme="minorHAnsi"/>
          <w:lang w:eastAsia="en-US"/>
        </w:rPr>
        <w:t>0 000,00 zł.</w:t>
      </w:r>
    </w:p>
    <w:p w14:paraId="62390166" w14:textId="68EBEDC8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2. Wykonawca powinien wyznaczyć do realizacji zamówienia zespół osób posiadających</w:t>
      </w:r>
      <w:r w:rsidR="00E93D34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doświadczenie, kompetencje i kwalifikacje w zakresie realizacji zadań polegających na</w:t>
      </w:r>
      <w:r w:rsidR="00E93D34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pracach monterskich, obejmujący co najmniej personel jak niżej:</w:t>
      </w:r>
    </w:p>
    <w:p w14:paraId="7BDFB2BA" w14:textId="13871042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- Wymagania kwalifikacyjne, potwierdzone świadectwem kwalifikacyjnym typu „E”, do</w:t>
      </w:r>
      <w:r w:rsidR="00E93D34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wykonywania pracy na stanowisku eksploatacji w zakresie konserwacji, remontów,</w:t>
      </w:r>
      <w:r w:rsidR="00E93D34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montażu dla następujących urządzeń i sieci: G2/E pkt. 1, 2, 3, 5, 7, 10 Rozporządzeniem</w:t>
      </w:r>
      <w:r w:rsidR="00E93D34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Ministra Gospodarki, Pracy i Polityki Społecznej w sprawie szczegółowych zasad</w:t>
      </w:r>
      <w:r w:rsidR="00E93D34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stwierdzania posiadania kwalifikacji przez osoby zajmujące się eksploatacją urządzeń,</w:t>
      </w:r>
      <w:r w:rsidR="00E93D34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instalacji i sieci.</w:t>
      </w:r>
    </w:p>
    <w:p w14:paraId="4FD88AE5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- Aktualne świadectwo badań okresowych i szkoleń BHP w zakresie praca powyżej 3m.</w:t>
      </w:r>
    </w:p>
    <w:p w14:paraId="415560D0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Uwaga: dopuszcza się posiadanie ww. uprawnień łącznie.</w:t>
      </w:r>
    </w:p>
    <w:p w14:paraId="036FDB71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3. Oświadczenie Wykonawcy w zakresie dysponowania w/w uprawnieniami.</w:t>
      </w:r>
    </w:p>
    <w:p w14:paraId="0550B24A" w14:textId="4A78A93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4. Posiadania podczas wykonywania prac opłaconej polisy, lub innego dokumentu</w:t>
      </w:r>
      <w:r w:rsidR="00E93D34">
        <w:rPr>
          <w:rFonts w:eastAsiaTheme="minorHAnsi"/>
          <w:lang w:eastAsia="en-US"/>
        </w:rPr>
        <w:t xml:space="preserve"> </w:t>
      </w:r>
      <w:r w:rsidRPr="00AD42FF">
        <w:rPr>
          <w:rFonts w:eastAsiaTheme="minorHAnsi"/>
          <w:lang w:eastAsia="en-US"/>
        </w:rPr>
        <w:t>ubezpieczenia potwierdzającego, że Wykonawca jest ubezpieczony od odpowiedzialności</w:t>
      </w:r>
    </w:p>
    <w:p w14:paraId="03D483A6" w14:textId="77777777" w:rsidR="00135014" w:rsidRPr="00AD42FF" w:rsidRDefault="00135014" w:rsidP="00A818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42FF">
        <w:rPr>
          <w:rFonts w:eastAsiaTheme="minorHAnsi"/>
          <w:lang w:eastAsia="en-US"/>
        </w:rPr>
        <w:t>cywilnej w zakresie prowadzonej działalności gospodarczej, wraz z dokumentami opłacenia</w:t>
      </w:r>
    </w:p>
    <w:p w14:paraId="7F63FBB8" w14:textId="534D8615" w:rsidR="00135014" w:rsidRPr="00AD42FF" w:rsidRDefault="00135014" w:rsidP="00A81820">
      <w:pPr>
        <w:jc w:val="both"/>
      </w:pPr>
      <w:r w:rsidRPr="00AD42FF">
        <w:rPr>
          <w:rFonts w:eastAsiaTheme="minorHAnsi"/>
          <w:lang w:eastAsia="en-US"/>
        </w:rPr>
        <w:t>składek</w:t>
      </w:r>
      <w:r w:rsidR="00331FF6" w:rsidRPr="00AD42FF">
        <w:rPr>
          <w:rFonts w:eastAsiaTheme="minorHAnsi"/>
          <w:lang w:eastAsia="en-US"/>
        </w:rPr>
        <w:t>.</w:t>
      </w:r>
    </w:p>
    <w:p w14:paraId="320B389B" w14:textId="77777777" w:rsidR="00746EDB" w:rsidRDefault="00746EDB" w:rsidP="00746EDB">
      <w:pPr>
        <w:jc w:val="both"/>
      </w:pPr>
    </w:p>
    <w:p w14:paraId="246AA4FA" w14:textId="77777777" w:rsidR="00746EDB" w:rsidRDefault="00746EDB" w:rsidP="00746EDB">
      <w:pPr>
        <w:jc w:val="both"/>
      </w:pPr>
      <w:r>
        <w:t>Załączniki:</w:t>
      </w:r>
    </w:p>
    <w:p w14:paraId="2A47C172" w14:textId="088025BC" w:rsidR="00746EDB" w:rsidRDefault="00746EDB" w:rsidP="00746EDB">
      <w:pPr>
        <w:jc w:val="both"/>
      </w:pPr>
    </w:p>
    <w:p w14:paraId="1DD4F5DA" w14:textId="77777777" w:rsidR="00746EDB" w:rsidRDefault="00746EDB" w:rsidP="00746EDB">
      <w:pPr>
        <w:jc w:val="both"/>
      </w:pPr>
      <w:r>
        <w:t>2. Formularz RFI.</w:t>
      </w:r>
    </w:p>
    <w:p w14:paraId="23D624E7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7A3BBFDE" w14:textId="3C77C174" w:rsidR="00A87D14" w:rsidRPr="00FD3CE5" w:rsidRDefault="00A87D14" w:rsidP="005B65F6">
      <w:pPr>
        <w:rPr>
          <w:sz w:val="14"/>
          <w:szCs w:val="14"/>
        </w:rPr>
      </w:pPr>
    </w:p>
    <w:p w14:paraId="73E299DD" w14:textId="5389E71C" w:rsidR="00A87D14" w:rsidRPr="00FD3CE5" w:rsidRDefault="00500A6F" w:rsidP="005B65F6">
      <w:pPr>
        <w:rPr>
          <w:sz w:val="14"/>
          <w:szCs w:val="14"/>
        </w:rPr>
      </w:pPr>
      <w:r>
        <w:rPr>
          <w:sz w:val="14"/>
          <w:szCs w:val="14"/>
        </w:rPr>
        <w:pict w14:anchorId="208D98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60.15pt;height:79.5pt">
            <v:imagedata r:id="rId13" o:title=""/>
            <o:lock v:ext="edit" ungrouping="t" rotation="t" cropping="t" verticies="t" text="t" grouping="t"/>
            <o:signatureline v:ext="edit" id="{236C49B3-0F1C-4029-94B9-0D08921A3559}" provid="{00000000-0000-0000-0000-000000000000}" o:suggestedsigner2="Sekretarz Zespołu Zakupowego" issignatureline="t"/>
          </v:shape>
        </w:pict>
      </w:r>
    </w:p>
    <w:sectPr w:rsidR="00A87D14" w:rsidRPr="00FD3CE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9CCD0" w14:textId="77777777" w:rsidR="003740F3" w:rsidRDefault="003740F3" w:rsidP="00434F8A">
      <w:r>
        <w:separator/>
      </w:r>
    </w:p>
  </w:endnote>
  <w:endnote w:type="continuationSeparator" w:id="0">
    <w:p w14:paraId="24A00522" w14:textId="77777777" w:rsidR="003740F3" w:rsidRDefault="003740F3" w:rsidP="0043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7BC00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TAURON Serwis sp. z o.o.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NIP: 954 273 20 23, REGON: 242735211</w:t>
    </w:r>
  </w:p>
  <w:p w14:paraId="7893FAFA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ul. Promienna 7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Kapitał zakładowy (wpłacony): 4.596 700,00 zł</w:t>
    </w:r>
  </w:p>
  <w:p w14:paraId="601044C0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43-603 Jaworzno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Rejestracja: Sąd Rejonowy Katowice-Wschód w Katowicach</w:t>
    </w:r>
  </w:p>
  <w:p w14:paraId="6B2A645F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 xml:space="preserve">Wydział VIII Gospodarczy Krajowego Rejestru Sądowego </w:t>
    </w:r>
  </w:p>
  <w:p w14:paraId="54597C8F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pod numerem KRS: 0000396347</w:t>
    </w:r>
    <w:r w:rsidRPr="00F44FC8">
      <w:rPr>
        <w:rFonts w:ascii="Titillium" w:eastAsia="Calibri" w:hAnsi="Titillium" w:cs="Times New Roman (Tekst podstawo"/>
        <w:color w:val="000000"/>
        <w:sz w:val="14"/>
        <w:szCs w:val="24"/>
        <w:lang w:eastAsia="en-US"/>
      </w:rPr>
      <w:tab/>
    </w:r>
    <w:r w:rsidRPr="00F44FC8">
      <w:rPr>
        <w:rFonts w:ascii="Titillium" w:eastAsia="Calibri" w:hAnsi="Titillium" w:cs="Times New Roman (Tekst podstawo"/>
        <w:color w:val="D8117D"/>
        <w:sz w:val="14"/>
        <w:szCs w:val="24"/>
        <w:lang w:eastAsia="en-US"/>
      </w:rPr>
      <w:t>tauron-serwis.pl</w:t>
    </w:r>
  </w:p>
  <w:p w14:paraId="4F49B95E" w14:textId="545B4D44" w:rsidR="00434F8A" w:rsidRDefault="00434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6E19F" w14:textId="77777777" w:rsidR="003740F3" w:rsidRDefault="003740F3" w:rsidP="00434F8A">
      <w:r>
        <w:separator/>
      </w:r>
    </w:p>
  </w:footnote>
  <w:footnote w:type="continuationSeparator" w:id="0">
    <w:p w14:paraId="4720C52A" w14:textId="77777777" w:rsidR="003740F3" w:rsidRDefault="003740F3" w:rsidP="00434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1403776"/>
      <w:docPartObj>
        <w:docPartGallery w:val="Watermarks"/>
        <w:docPartUnique/>
      </w:docPartObj>
    </w:sdtPr>
    <w:sdtEndPr/>
    <w:sdtContent>
      <w:p w14:paraId="64F3EA10" w14:textId="023953BE" w:rsidR="003379F4" w:rsidRDefault="00500A6F">
        <w:pPr>
          <w:pStyle w:val="Nagwek"/>
        </w:pPr>
        <w:r>
          <w:rPr>
            <w:noProof/>
            <w:lang w:val="en-US" w:eastAsia="en-US" w:bidi="he-IL"/>
          </w:rPr>
          <w:pict w14:anchorId="58CC1D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MSIPWM0PowerPlusWaterMarkObject" o:spid="_x0000_s1025" type="#_x0000_t136" alt="{&quot;HashCode&quot;:-843689845,&quot;Height&quot;:841.0,&quot;Width&quot;:595.0,&quot;Placement&quot;:&quot;Header&quot;,&quot;Index&quot;:&quot;Primary&quot;,&quot;Section&quot;:1,&quot;Top&quot;:-999995.0,&quot;Left&quot;:-999995.0}" style="position:absolute;margin-left:0;margin-top:0;width:485.65pt;height:20.2pt;rotation:315;z-index:-251658752;visibility:hidden;mso-position-horizontal:center;mso-position-horizontal-relative:margin;mso-position-vertical:center;mso-position-vertical-relative:margin" o:allowincell="f" fillcolor="#a80000" stroked="f">
              <v:textpath style="font-family:&quot;Calibri&quot;;font-size:15pt" string="Grupa etykiet SPECJALNE. Nie należy stosować tej etykiety. Proszę ją usunąć.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5A9F"/>
    <w:multiLevelType w:val="hybridMultilevel"/>
    <w:tmpl w:val="5BCC2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D1E"/>
    <w:multiLevelType w:val="hybridMultilevel"/>
    <w:tmpl w:val="D958A4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7020068"/>
    <w:multiLevelType w:val="hybridMultilevel"/>
    <w:tmpl w:val="369C7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312F"/>
    <w:multiLevelType w:val="hybridMultilevel"/>
    <w:tmpl w:val="49BE4CB8"/>
    <w:lvl w:ilvl="0" w:tplc="C3CAB3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E2795"/>
    <w:multiLevelType w:val="hybridMultilevel"/>
    <w:tmpl w:val="73C0E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F68BE"/>
    <w:multiLevelType w:val="hybridMultilevel"/>
    <w:tmpl w:val="02364986"/>
    <w:lvl w:ilvl="0" w:tplc="B660FFBC">
      <w:start w:val="1"/>
      <w:numFmt w:val="bullet"/>
      <w:lvlText w:val="­"/>
      <w:lvlJc w:val="left"/>
      <w:pPr>
        <w:ind w:left="150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2FEE0A38"/>
    <w:multiLevelType w:val="hybridMultilevel"/>
    <w:tmpl w:val="5D5AD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A303C"/>
    <w:multiLevelType w:val="hybridMultilevel"/>
    <w:tmpl w:val="AC62A578"/>
    <w:lvl w:ilvl="0" w:tplc="CBC0FF3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4257F"/>
    <w:multiLevelType w:val="hybridMultilevel"/>
    <w:tmpl w:val="529A6C42"/>
    <w:lvl w:ilvl="0" w:tplc="954ACC1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295B05"/>
    <w:multiLevelType w:val="hybridMultilevel"/>
    <w:tmpl w:val="F508CBA8"/>
    <w:lvl w:ilvl="0" w:tplc="82545B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D784E"/>
    <w:multiLevelType w:val="hybridMultilevel"/>
    <w:tmpl w:val="9A4491E8"/>
    <w:lvl w:ilvl="0" w:tplc="0415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1" w15:restartNumberingAfterBreak="0">
    <w:nsid w:val="77612033"/>
    <w:multiLevelType w:val="hybridMultilevel"/>
    <w:tmpl w:val="0A7EBE08"/>
    <w:lvl w:ilvl="0" w:tplc="D862BFE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684665">
    <w:abstractNumId w:val="11"/>
  </w:num>
  <w:num w:numId="2" w16cid:durableId="1103259259">
    <w:abstractNumId w:val="9"/>
  </w:num>
  <w:num w:numId="3" w16cid:durableId="433938564">
    <w:abstractNumId w:val="2"/>
  </w:num>
  <w:num w:numId="4" w16cid:durableId="117191198">
    <w:abstractNumId w:val="6"/>
  </w:num>
  <w:num w:numId="5" w16cid:durableId="1187712788">
    <w:abstractNumId w:val="7"/>
  </w:num>
  <w:num w:numId="6" w16cid:durableId="172884872">
    <w:abstractNumId w:val="0"/>
  </w:num>
  <w:num w:numId="7" w16cid:durableId="974722106">
    <w:abstractNumId w:val="3"/>
  </w:num>
  <w:num w:numId="8" w16cid:durableId="1152597049">
    <w:abstractNumId w:val="10"/>
  </w:num>
  <w:num w:numId="9" w16cid:durableId="948005743">
    <w:abstractNumId w:val="4"/>
  </w:num>
  <w:num w:numId="10" w16cid:durableId="95055182">
    <w:abstractNumId w:val="8"/>
  </w:num>
  <w:num w:numId="11" w16cid:durableId="534120841">
    <w:abstractNumId w:val="1"/>
  </w:num>
  <w:num w:numId="12" w16cid:durableId="2146269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2CA"/>
    <w:rsid w:val="00010728"/>
    <w:rsid w:val="00025BBA"/>
    <w:rsid w:val="0003310A"/>
    <w:rsid w:val="0008234F"/>
    <w:rsid w:val="000953D4"/>
    <w:rsid w:val="000A479F"/>
    <w:rsid w:val="000B6155"/>
    <w:rsid w:val="000C4981"/>
    <w:rsid w:val="000E4DC4"/>
    <w:rsid w:val="001004F9"/>
    <w:rsid w:val="00113340"/>
    <w:rsid w:val="0012096A"/>
    <w:rsid w:val="00120BAC"/>
    <w:rsid w:val="001243AE"/>
    <w:rsid w:val="00135014"/>
    <w:rsid w:val="00143A47"/>
    <w:rsid w:val="0014648D"/>
    <w:rsid w:val="0016274B"/>
    <w:rsid w:val="001669F2"/>
    <w:rsid w:val="00176FBC"/>
    <w:rsid w:val="0018433C"/>
    <w:rsid w:val="001B4BE8"/>
    <w:rsid w:val="001C2A9C"/>
    <w:rsid w:val="001D05A6"/>
    <w:rsid w:val="001D2474"/>
    <w:rsid w:val="001D4296"/>
    <w:rsid w:val="00204788"/>
    <w:rsid w:val="00207D1B"/>
    <w:rsid w:val="0021439B"/>
    <w:rsid w:val="00215609"/>
    <w:rsid w:val="0022239B"/>
    <w:rsid w:val="00234C52"/>
    <w:rsid w:val="00247F87"/>
    <w:rsid w:val="00251CF4"/>
    <w:rsid w:val="00253BD4"/>
    <w:rsid w:val="00263657"/>
    <w:rsid w:val="0026624A"/>
    <w:rsid w:val="00272CD2"/>
    <w:rsid w:val="002803D0"/>
    <w:rsid w:val="002A33D0"/>
    <w:rsid w:val="002D2A33"/>
    <w:rsid w:val="002F20C9"/>
    <w:rsid w:val="002F3783"/>
    <w:rsid w:val="0030198B"/>
    <w:rsid w:val="00302CCF"/>
    <w:rsid w:val="00331FF6"/>
    <w:rsid w:val="00333FB1"/>
    <w:rsid w:val="003379F4"/>
    <w:rsid w:val="00340D4D"/>
    <w:rsid w:val="003666BD"/>
    <w:rsid w:val="0037219F"/>
    <w:rsid w:val="003740F3"/>
    <w:rsid w:val="003828A9"/>
    <w:rsid w:val="003A7278"/>
    <w:rsid w:val="003B1B0F"/>
    <w:rsid w:val="003C79F0"/>
    <w:rsid w:val="003D736E"/>
    <w:rsid w:val="003E56E6"/>
    <w:rsid w:val="00400B13"/>
    <w:rsid w:val="0041106E"/>
    <w:rsid w:val="00412B14"/>
    <w:rsid w:val="00415BE0"/>
    <w:rsid w:val="00434F8A"/>
    <w:rsid w:val="00440E31"/>
    <w:rsid w:val="00453B6A"/>
    <w:rsid w:val="00464870"/>
    <w:rsid w:val="00484C7C"/>
    <w:rsid w:val="004B0DD1"/>
    <w:rsid w:val="004D2244"/>
    <w:rsid w:val="004D3B9D"/>
    <w:rsid w:val="004F23D7"/>
    <w:rsid w:val="004F62C8"/>
    <w:rsid w:val="00500A6F"/>
    <w:rsid w:val="00503DA9"/>
    <w:rsid w:val="00546085"/>
    <w:rsid w:val="005463BA"/>
    <w:rsid w:val="00547578"/>
    <w:rsid w:val="00572064"/>
    <w:rsid w:val="005863D9"/>
    <w:rsid w:val="00587F64"/>
    <w:rsid w:val="005A1730"/>
    <w:rsid w:val="005A48AD"/>
    <w:rsid w:val="005B65F6"/>
    <w:rsid w:val="005D01F1"/>
    <w:rsid w:val="005F0329"/>
    <w:rsid w:val="00602215"/>
    <w:rsid w:val="006042F0"/>
    <w:rsid w:val="00632CBE"/>
    <w:rsid w:val="006357F9"/>
    <w:rsid w:val="00651578"/>
    <w:rsid w:val="00680454"/>
    <w:rsid w:val="006874B0"/>
    <w:rsid w:val="006A18DD"/>
    <w:rsid w:val="006C3C61"/>
    <w:rsid w:val="006C7392"/>
    <w:rsid w:val="006F46FC"/>
    <w:rsid w:val="0073019C"/>
    <w:rsid w:val="0074540A"/>
    <w:rsid w:val="00746EDB"/>
    <w:rsid w:val="0075229D"/>
    <w:rsid w:val="00761293"/>
    <w:rsid w:val="0076346C"/>
    <w:rsid w:val="00764337"/>
    <w:rsid w:val="00770B48"/>
    <w:rsid w:val="00772533"/>
    <w:rsid w:val="0077394F"/>
    <w:rsid w:val="0078493F"/>
    <w:rsid w:val="00784988"/>
    <w:rsid w:val="00797BAD"/>
    <w:rsid w:val="007B3625"/>
    <w:rsid w:val="007C50F0"/>
    <w:rsid w:val="007C78F5"/>
    <w:rsid w:val="007D1AEB"/>
    <w:rsid w:val="007F0DFE"/>
    <w:rsid w:val="007F24FC"/>
    <w:rsid w:val="008070FC"/>
    <w:rsid w:val="00813A05"/>
    <w:rsid w:val="00815A36"/>
    <w:rsid w:val="00817A05"/>
    <w:rsid w:val="008660BA"/>
    <w:rsid w:val="00867F10"/>
    <w:rsid w:val="00871B81"/>
    <w:rsid w:val="0087200A"/>
    <w:rsid w:val="0087441F"/>
    <w:rsid w:val="008B1666"/>
    <w:rsid w:val="008C01A3"/>
    <w:rsid w:val="008D5CAF"/>
    <w:rsid w:val="008E0A68"/>
    <w:rsid w:val="00914631"/>
    <w:rsid w:val="00925BE6"/>
    <w:rsid w:val="00926109"/>
    <w:rsid w:val="009752CA"/>
    <w:rsid w:val="00984EF9"/>
    <w:rsid w:val="0099426B"/>
    <w:rsid w:val="00995539"/>
    <w:rsid w:val="009A3418"/>
    <w:rsid w:val="009B14E8"/>
    <w:rsid w:val="009B32ED"/>
    <w:rsid w:val="009B5BCF"/>
    <w:rsid w:val="009B6793"/>
    <w:rsid w:val="009C0AB5"/>
    <w:rsid w:val="009C208D"/>
    <w:rsid w:val="009D2458"/>
    <w:rsid w:val="009F49FD"/>
    <w:rsid w:val="009F4F1E"/>
    <w:rsid w:val="009F64F7"/>
    <w:rsid w:val="00A14938"/>
    <w:rsid w:val="00A4505C"/>
    <w:rsid w:val="00A75746"/>
    <w:rsid w:val="00A76F20"/>
    <w:rsid w:val="00A81820"/>
    <w:rsid w:val="00A83896"/>
    <w:rsid w:val="00A87D14"/>
    <w:rsid w:val="00AB14FB"/>
    <w:rsid w:val="00AB5249"/>
    <w:rsid w:val="00AC1B24"/>
    <w:rsid w:val="00AD42FF"/>
    <w:rsid w:val="00AF73F3"/>
    <w:rsid w:val="00B02F9E"/>
    <w:rsid w:val="00B06C1D"/>
    <w:rsid w:val="00B11244"/>
    <w:rsid w:val="00B21467"/>
    <w:rsid w:val="00B30827"/>
    <w:rsid w:val="00B42100"/>
    <w:rsid w:val="00B50B4F"/>
    <w:rsid w:val="00B63EA2"/>
    <w:rsid w:val="00B663B9"/>
    <w:rsid w:val="00B71520"/>
    <w:rsid w:val="00BC350B"/>
    <w:rsid w:val="00BC6735"/>
    <w:rsid w:val="00BC6738"/>
    <w:rsid w:val="00BC6D37"/>
    <w:rsid w:val="00BD0E5E"/>
    <w:rsid w:val="00BD4C43"/>
    <w:rsid w:val="00C30797"/>
    <w:rsid w:val="00C36FA1"/>
    <w:rsid w:val="00C42FE7"/>
    <w:rsid w:val="00C70A9B"/>
    <w:rsid w:val="00C71EC7"/>
    <w:rsid w:val="00C765A2"/>
    <w:rsid w:val="00C84988"/>
    <w:rsid w:val="00CB0DCD"/>
    <w:rsid w:val="00CC11C5"/>
    <w:rsid w:val="00CD0441"/>
    <w:rsid w:val="00CD2EA2"/>
    <w:rsid w:val="00CF1B11"/>
    <w:rsid w:val="00D1207B"/>
    <w:rsid w:val="00D135E3"/>
    <w:rsid w:val="00D27136"/>
    <w:rsid w:val="00D4096E"/>
    <w:rsid w:val="00D41C90"/>
    <w:rsid w:val="00D93AD0"/>
    <w:rsid w:val="00DA1B22"/>
    <w:rsid w:val="00DA6984"/>
    <w:rsid w:val="00DA6BBA"/>
    <w:rsid w:val="00DB01B2"/>
    <w:rsid w:val="00DB2387"/>
    <w:rsid w:val="00DB54C5"/>
    <w:rsid w:val="00DD573A"/>
    <w:rsid w:val="00DE207D"/>
    <w:rsid w:val="00DF45C1"/>
    <w:rsid w:val="00E1412F"/>
    <w:rsid w:val="00E1696C"/>
    <w:rsid w:val="00E21883"/>
    <w:rsid w:val="00E21B6B"/>
    <w:rsid w:val="00E415C6"/>
    <w:rsid w:val="00E5151F"/>
    <w:rsid w:val="00E545B6"/>
    <w:rsid w:val="00E677FA"/>
    <w:rsid w:val="00E82A8D"/>
    <w:rsid w:val="00E8324F"/>
    <w:rsid w:val="00E845F3"/>
    <w:rsid w:val="00E93D34"/>
    <w:rsid w:val="00E965D9"/>
    <w:rsid w:val="00EB2F58"/>
    <w:rsid w:val="00ED1B5A"/>
    <w:rsid w:val="00ED641D"/>
    <w:rsid w:val="00EE095D"/>
    <w:rsid w:val="00EF50DC"/>
    <w:rsid w:val="00F07B3B"/>
    <w:rsid w:val="00F2356E"/>
    <w:rsid w:val="00F24163"/>
    <w:rsid w:val="00F31426"/>
    <w:rsid w:val="00F44FC8"/>
    <w:rsid w:val="00F60C44"/>
    <w:rsid w:val="00F945FA"/>
    <w:rsid w:val="00FA3833"/>
    <w:rsid w:val="00FC79BA"/>
    <w:rsid w:val="00FD0E4A"/>
    <w:rsid w:val="00FD1F11"/>
    <w:rsid w:val="00FD3CE5"/>
    <w:rsid w:val="00FF34D2"/>
    <w:rsid w:val="094CDB09"/>
    <w:rsid w:val="2A37F3DD"/>
    <w:rsid w:val="2E0399DC"/>
    <w:rsid w:val="303E2C46"/>
    <w:rsid w:val="35055AEC"/>
    <w:rsid w:val="36D34EB7"/>
    <w:rsid w:val="42C9D3D5"/>
    <w:rsid w:val="46701ACB"/>
    <w:rsid w:val="4ECCB143"/>
    <w:rsid w:val="576A74D0"/>
    <w:rsid w:val="57781A9D"/>
    <w:rsid w:val="5D70B366"/>
    <w:rsid w:val="6449ECD1"/>
    <w:rsid w:val="788F6C81"/>
    <w:rsid w:val="78F1B6C5"/>
    <w:rsid w:val="7B32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B7C7854"/>
  <w15:chartTrackingRefBased/>
  <w15:docId w15:val="{BD825EFA-C0B9-496D-9ED2-2271F177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2CA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09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Normalny11,maz_wyliczenie,opis dzialania,K-P_odwolanie,A_wyliczenie,Akapit z listą5,Akapit z listą51,Literowanie,Normal2"/>
    <w:basedOn w:val="Normalny"/>
    <w:link w:val="AkapitzlistZnak"/>
    <w:uiPriority w:val="34"/>
    <w:qFormat/>
    <w:rsid w:val="009A3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8660B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87D14"/>
    <w:rPr>
      <w:rFonts w:ascii="Times New Roman" w:eastAsiaTheme="minorHAns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34F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F8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F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F8A"/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096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Normalny11 Znak,maz_wyliczenie Znak,opis dzialania Znak"/>
    <w:link w:val="Akapitzlist"/>
    <w:uiPriority w:val="34"/>
    <w:qFormat/>
    <w:rsid w:val="00926109"/>
  </w:style>
  <w:style w:type="paragraph" w:customStyle="1" w:styleId="Default">
    <w:name w:val="Default"/>
    <w:rsid w:val="00813A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dam.Kastura@tauron-serwis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Azure%20Information%20Protection\WatermarkTemplat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WTpQtipXbkS2+yv2cTWDsRgKRkoY+gZkEq+Lg8fxSDk=</DigestValue>
    </Reference>
    <Reference Type="http://www.w3.org/2000/09/xmldsig#Object" URI="#idOfficeObject">
      <DigestMethod Algorithm="http://www.w3.org/2001/04/xmlenc#sha256"/>
      <DigestValue>trSNgvztPQYEej+crTE4Vk53DORAmWZBDw5Q8DtqJ/Q=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vmJdee12545DontweVwt04lbIEoL5cxrN6g55W4tt0A=</DigestValue>
    </Reference>
    <Reference Type="http://www.w3.org/2000/09/xmldsig#Object" URI="#idValidSigLnImg">
      <DigestMethod Algorithm="http://www.w3.org/2001/04/xmlenc#sha256"/>
      <DigestValue>k0FoXj/nkdSFCXb0MyMKyOVcxEjc2gxduIeqAhUKLXM=</DigestValue>
    </Reference>
    <Reference Type="http://www.w3.org/2000/09/xmldsig#Object" URI="#idInvalidSigLnImg">
      <DigestMethod Algorithm="http://www.w3.org/2001/04/xmlenc#sha256"/>
      <DigestValue>a2nVrWJyzWYsFotJUIhrv/5VDPOtVM1/GIL+SR+mMn4=</DigestValue>
    </Reference>
  </SignedInfo>
  <SignatureValue>EqOLtEETzQPwuJ/jqzAdbcygkw86lD8hk7jFwb8I+uQN/ZZayHSMkBi8asUBBFaJv73CobHz3gkA
zxDewmtuzAkVGvd12W4AgrdgMoZNSKodNsVTIhKHjdlvRByzLXbRK4K6cw2MDFSw6H7ISo89iWmG
sdnAXwiqquNMuoBIkcdx6MDrtsj05A+6ukEw2q3cjBaa6HxCHjZfRQb6x7UECEWOrDPooaaxnSXQ
4v/1y2F58Z2l6NT04dpuWF8WtEJXHgWOQPD3mUmr5kV3pI23+lilL0RGbcALlbveDtoegTnwj0mr
Czoq2LQFAjIGPyCwslD+GvQBwv+wJufwaw+70Q==</SignatureValue>
  <KeyInfo>
    <X509Data>
      <X509Certificate>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fxv3ql6GrRyg7Zzg1NqdRTlH3B9i5yopp3F4I4mat3Y=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7oTzBNIT1jtfKEbDTiGetfaPVHrY3ewrCTdH3FD8ZuY=</DigestValue>
      </Reference>
      <Reference URI="/word/document.xml?ContentType=application/vnd.openxmlformats-officedocument.wordprocessingml.document.main+xml">
        <DigestMethod Algorithm="http://www.w3.org/2001/04/xmlenc#sha256"/>
        <DigestValue>s/gNOsy/uBj/1QsK2dRg3mbIB3oAtuPT8B/T5IDR2e4=</DigestValue>
      </Reference>
      <Reference URI="/word/endnotes.xml?ContentType=application/vnd.openxmlformats-officedocument.wordprocessingml.endnotes+xml">
        <DigestMethod Algorithm="http://www.w3.org/2001/04/xmlenc#sha256"/>
        <DigestValue>7N4NbbQEtYCYqDetzSJxx8OuazvUvphKxy2/vTtCzBI=</DigestValue>
      </Reference>
      <Reference URI="/word/fontTable.xml?ContentType=application/vnd.openxmlformats-officedocument.wordprocessingml.fontTable+xml">
        <DigestMethod Algorithm="http://www.w3.org/2001/04/xmlenc#sha256"/>
        <DigestValue>ZnVh+Tk8mr5IWhUlDIIUjuzfUaPLfA1uOKZsz7ygft0=</DigestValue>
      </Reference>
      <Reference URI="/word/footer1.xml?ContentType=application/vnd.openxmlformats-officedocument.wordprocessingml.footer+xml">
        <DigestMethod Algorithm="http://www.w3.org/2001/04/xmlenc#sha256"/>
        <DigestValue>htTk2szOfNgJFvZCj9JlyPMhjdklVtMLjKa6MpHbw2s=</DigestValue>
      </Reference>
      <Reference URI="/word/footnotes.xml?ContentType=application/vnd.openxmlformats-officedocument.wordprocessingml.footnotes+xml">
        <DigestMethod Algorithm="http://www.w3.org/2001/04/xmlenc#sha256"/>
        <DigestValue>WAWEigWkuwIqeT808j1zOTkqOoMBw6e4ezhCuhzFsL8=</DigestValue>
      </Reference>
      <Reference URI="/word/header1.xml?ContentType=application/vnd.openxmlformats-officedocument.wordprocessingml.header+xml">
        <DigestMethod Algorithm="http://www.w3.org/2001/04/xmlenc#sha256"/>
        <DigestValue>jOWNyigVTem8ctP/N6tGQ9xCPTNuiUc/q2NQ32j7eEc=</DigestValue>
      </Reference>
      <Reference URI="/word/media/image1.png?ContentType=image/png">
        <DigestMethod Algorithm="http://www.w3.org/2001/04/xmlenc#sha256"/>
        <DigestValue>yL7S2KpkUJ/qMrDayCyxbopoya+2Wbfu3gBhx8U6eOQ=</DigestValue>
      </Reference>
      <Reference URI="/word/media/image2.emf?ContentType=image/x-emf">
        <DigestMethod Algorithm="http://www.w3.org/2001/04/xmlenc#sha256"/>
        <DigestValue>IR5IWbHXGckWWmsyX0rZjMQBJvOhHPxv30jKRKX195U=</DigestValue>
      </Reference>
      <Reference URI="/word/numbering.xml?ContentType=application/vnd.openxmlformats-officedocument.wordprocessingml.numbering+xml">
        <DigestMethod Algorithm="http://www.w3.org/2001/04/xmlenc#sha256"/>
        <DigestValue>1bh1pOqosuoWY1QOm34mDLPxJPHB138/9z4AuAyhHyA=</DigestValue>
      </Reference>
      <Reference URI="/word/settings.xml?ContentType=application/vnd.openxmlformats-officedocument.wordprocessingml.settings+xml">
        <DigestMethod Algorithm="http://www.w3.org/2001/04/xmlenc#sha256"/>
        <DigestValue>1yJa4//GgefJ1pyW4BjpaFSUhhnqYBxAWThYO3FrQ3Q=</DigestValue>
      </Reference>
      <Reference URI="/word/styles.xml?ContentType=application/vnd.openxmlformats-officedocument.wordprocessingml.styles+xml">
        <DigestMethod Algorithm="http://www.w3.org/2001/04/xmlenc#sha256"/>
        <DigestValue>6X94GGE9JaCcskIJYK0wTzxkiVQCyuu93dwlxlQMdFs=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Fg8DYFFOC5HblgtdPuX9kLw4fA+jUqb8J9QJiFJ30RI=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2024-10-09T06:43:55Z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{236C49B3-0F1C-4029-94B9-0D08921A3559}</SetupID>
          <SignatureText>Adam Kastura</SignatureText>
          <SignatureImage/>
          <SignatureComments/>
          <WindowsVersion>10.0</WindowsVersion>
          <OfficeVersion>16.0.17830/26</OfficeVersion>
          <ApplicationVersion>16.0.17830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2024-10-09T06:43:55Z</xd:SigningTime>
          <xd:SigningCertificate>
            <xd:Cert>
              <xd:CertDigest>
                <DigestMethod Algorithm="http://www.w3.org/2001/04/xmlenc#sha256"/>
                <DigestValue>WRai1KxfeWRglIhuGUTCX88TIdEX7/RrrvLhGZ0I/BE=</DigestValue>
              </xd:CertDigest>
              <xd:IssuerSerial>
                <X509IssuerName>CN=TAURON CA1, O=TAURON, C=PL</X509IssuerName>
                <X509SerialNumber>1858862877826758614955022965410519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</xd:EncapsulatedX509Certificate>
            <xd:EncapsulatedX509Certificate>MIIFSTCCAzGgAwIBAgIQV+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h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AjnwoAgAA9sexXv9/AAAAAAAAAAAAANDO1l7/fwAAAAAAAAAAAABIgI58KAIAAIDhVeP3AAAAQXc+YgAAAAAAAAAAAAAAAAAAAAAAAAAAKdfB/fsQAAAg4VXj9wAAAAAgAAAAAAAAxQGKCgAAAACw2rwWKAIAAHBTNH0AAAAAAAAAAAAAAAAHAAAAAAAAAAAAAAAAAAAA7OFV4/cAAAAp4lXj9wAAAMEfrV7/fwAAAgAAAAAAAAAQ4VXjAAAAAEDgVeP3AAAAABcAAAAAAACw2rwWKAIAALtVsV7/fwAAkOFV4/cAAAAp4lXj9wAAAFC1bCAoAgAAsOJV42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QAAAAKAAAAYAAAAKsAAABsAAAAAQAAAFUV1EET2tNBCgAAAGAAAAAcAAAATAAAAAAAAAAAAAAAAAAAAP//////////hAAAAFMAZQBrAHIAZQB0AGEAcgB6ACAAWgBlAHMAcABvAEIBdQAgAFoAYQBrAHUAcABvAHcAZQBnAG8ABgAAAAYAAAAGAAAABAAAAAYAAAAEAAAABgAAAAQAAAAFAAAAAwAAAAYAAAAGAAAABQAAAAcAAAAHAAAAAwAAAAcAAAADAAAABgAAAAYAAAAGAAAABwAAAAcAAAAHAAAACQAAAAYAAAAHAAAABw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AEgAAAAwAAAABAAAAFgAAAAwAAAAAAAAAVAAAAPwAAAAKAAAAcAAAAKgAAAB8AAAAAQAAAFUV1EET2tNBCgAAAHAAAAAdAAAATAAAAAQAAAAJAAAAcAAAAKoAAAB9AAAAiAAAAFAAbwBkAHAAaQBzAGEAbgB5ACAAcAByAHoAZQB6ADoAIABLAGEAcwB0AHUAcgBhACAAQQBkAGEAbQAAAAYAAAAHAAAABwAAAAcAAAADAAAABQAAAAYAAAAHAAAABQAAAAMAAAAHAAAABAAAAAUAAAAGAAAABQAAAAMAAAADAAAABgAAAAYAAAAFAAAABAAAAAcAAAAEAAAABgAAAAMAAAAHAAAABwAAAAYAAAAJAAAAFgAAAAwAAAAAAAAAJQAAAAwAAAACAAAADgAAABQAAAAAAAAAEAAAABQAAAA=</Object>
  <Object Id="idInvalidSigLnImg">AQAAAGwAAAAAAAAAAAAAAP8AAAB/AAAAAAAAAAAAAACDGgAAPg0AACBFTUYAAAEAPB4AAKg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C4gI58KAIAAPbHsV7/fwAAAAAAAAAAAADQztZe/38AAAAAAAAAAAAASICOfCgCAACA4VXj9wAAAEF3PmIAAAAAAAAAAAAAAAAAAAAAAAAAACnXwf37EAAAIOFV4/cAAAAAIAAAAAAAAMUBigoAAAAAsNq8FigCAABwUzR9AAAAAAAAAAAAAAAABwAAAAAAAAAAAAAAAAAAAOzhVeP3AAAAKeJV4/cAAADBH61e/38AAAIAAAAAAAAAEOFV4wAAAABA4FXj9wAAAAAXAAAAAAAAsNq8FigCAAC7VbFe/38AAJDhVeP3AAAAKeJV4/cAAABQtWwgKAIAALDiVeN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cwn6xf5/AAAoAAAAAAAAANDO1l7/fwAAAAAAAAAAAABpZFXj9wAAAAMAAAAAAAAAx7MHYf9/AAAAAAAAAAAAAAAAAAAAAAAASWvB/fsQAABzCfrF/n8AALAgicb+fwAAkAEAAAAAAACw2rwWKAIAAAAAAAAAAAAAAAAAAAAAAAAGAAAAAAAAAAAAAAAAAAAAjGVV4/cAAADJZVXj9wAAAMEfrV7/fwAAMJWHxv5/AACorofGAAAAALAgicb+fwAAAAAAACgCAACw2rwWKAIAALtVsV7/fwAAMGVV4/cAAADJZVXj9wAAAFBb9RsoAgAAaGZV42R2AAgAAAAAJQAAAAwAAAADAAAAGAAAAAwAAAAAAAAAEgAAAAwAAAABAAAAFgAAAAwAAAAIAAAAVAAAAFQAAAAKAAAAJwAAAB4AAABKAAAAAQAAAFUV1EET2tN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C1352F1EE43E4EB20D130D6AA6C56B" ma:contentTypeVersion="12" ma:contentTypeDescription="Utwórz nowy dokument." ma:contentTypeScope="" ma:versionID="f6f97d1f2aaf4fde03b64bb4bfd6fabf">
  <xsd:schema xmlns:xsd="http://www.w3.org/2001/XMLSchema" xmlns:xs="http://www.w3.org/2001/XMLSchema" xmlns:p="http://schemas.microsoft.com/office/2006/metadata/properties" xmlns:ns3="9c883753-7802-4db0-9617-ce4bc4bf9a68" xmlns:ns4="5d57bf0b-55ea-4fea-a982-a2182ebcd4ac" targetNamespace="http://schemas.microsoft.com/office/2006/metadata/properties" ma:root="true" ma:fieldsID="071d04923b0e6a32a8192a9dfb701937" ns3:_="" ns4:_="">
    <xsd:import namespace="9c883753-7802-4db0-9617-ce4bc4bf9a68"/>
    <xsd:import namespace="5d57bf0b-55ea-4fea-a982-a2182ebcd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83753-7802-4db0-9617-ce4bc4bf9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7bf0b-55ea-4fea-a982-a2182ebcd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582D2D-1AB8-4F9B-BC79-59EBB0E01A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8B43A-6F8A-44D0-97FA-E23BB295A5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3A8343-E5A2-4B11-8023-84F0F5CDC9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74A2A8-B08C-481D-9EF3-897626B5D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883753-7802-4db0-9617-ce4bc4bf9a68"/>
    <ds:schemaRef ds:uri="5d57bf0b-55ea-4fea-a982-a2182ebcd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WatermarkTemplate</Template>
  <TotalTime>193</TotalTime>
  <Pages>3</Pages>
  <Words>1158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Kastura Adam (TSR)</cp:lastModifiedBy>
  <cp:revision>169</cp:revision>
  <dcterms:created xsi:type="dcterms:W3CDTF">2021-12-09T12:59:00Z</dcterms:created>
  <dcterms:modified xsi:type="dcterms:W3CDTF">2024-10-09T06:43:00Z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0x010100E4C1352F1EE43E4EB20D130D6AA6C56B</vt:lpwstr>
  </property>
</Properties>
</file>