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9FEA9" w14:textId="77777777" w:rsidR="007E6E77" w:rsidRPr="008E133E" w:rsidRDefault="007E6E77" w:rsidP="007E6E77">
      <w:pPr>
        <w:widowControl w:val="0"/>
        <w:autoSpaceDE w:val="0"/>
        <w:autoSpaceDN w:val="0"/>
        <w:adjustRightInd w:val="0"/>
        <w:rPr>
          <w:rFonts w:ascii="Arial" w:hAnsi="Arial" w:cs="Arial"/>
          <w:color w:val="000000" w:themeColor="text1"/>
        </w:rPr>
      </w:pPr>
      <w:r w:rsidRPr="008E133E">
        <w:rPr>
          <w:rFonts w:ascii="Arial" w:hAnsi="Arial" w:cs="Arial"/>
          <w:color w:val="000000" w:themeColor="text1"/>
        </w:rPr>
        <w:t> </w:t>
      </w:r>
    </w:p>
    <w:p w14:paraId="097B68F9" w14:textId="77777777" w:rsidR="003E63A0" w:rsidRPr="008E133E" w:rsidRDefault="007E6E77" w:rsidP="007E6E77">
      <w:pPr>
        <w:widowControl w:val="0"/>
        <w:autoSpaceDE w:val="0"/>
        <w:autoSpaceDN w:val="0"/>
        <w:adjustRightInd w:val="0"/>
        <w:rPr>
          <w:b/>
          <w:color w:val="000000" w:themeColor="text1"/>
        </w:rPr>
      </w:pPr>
      <w:r w:rsidRPr="008E133E">
        <w:rPr>
          <w:rFonts w:ascii="Arial" w:hAnsi="Arial" w:cs="Arial"/>
          <w:color w:val="000000" w:themeColor="text1"/>
        </w:rPr>
        <w:t> </w:t>
      </w:r>
    </w:p>
    <w:p w14:paraId="5E76C82F" w14:textId="64B9CDF1" w:rsidR="005B225D" w:rsidRPr="008E133E" w:rsidRDefault="00670E1C" w:rsidP="008D2B79">
      <w:pPr>
        <w:pStyle w:val="Default"/>
        <w:spacing w:line="276" w:lineRule="auto"/>
        <w:jc w:val="center"/>
        <w:rPr>
          <w:b/>
          <w:color w:val="000000" w:themeColor="text1"/>
        </w:rPr>
      </w:pPr>
      <w:r w:rsidRPr="008E133E">
        <w:rPr>
          <w:b/>
          <w:color w:val="000000" w:themeColor="text1"/>
        </w:rPr>
        <w:t>Opis przedmiotu zamówienia</w:t>
      </w:r>
      <w:r w:rsidR="008A08BC">
        <w:rPr>
          <w:b/>
          <w:color w:val="000000" w:themeColor="text1"/>
        </w:rPr>
        <w:t xml:space="preserve"> w</w:t>
      </w:r>
      <w:r w:rsidRPr="008E133E">
        <w:rPr>
          <w:b/>
          <w:color w:val="000000" w:themeColor="text1"/>
        </w:rPr>
        <w:t xml:space="preserve"> tr</w:t>
      </w:r>
      <w:r w:rsidR="002C1268">
        <w:rPr>
          <w:b/>
          <w:color w:val="000000" w:themeColor="text1"/>
        </w:rPr>
        <w:t>yb</w:t>
      </w:r>
      <w:r w:rsidR="008A08BC">
        <w:rPr>
          <w:b/>
          <w:color w:val="000000" w:themeColor="text1"/>
        </w:rPr>
        <w:t>ie prostym (OPZ)</w:t>
      </w:r>
    </w:p>
    <w:p w14:paraId="0DEAA7F7" w14:textId="77777777" w:rsidR="005B225D" w:rsidRPr="008E133E" w:rsidRDefault="005B225D" w:rsidP="008D2B79">
      <w:pPr>
        <w:pStyle w:val="Default"/>
        <w:spacing w:line="276" w:lineRule="auto"/>
        <w:jc w:val="center"/>
        <w:rPr>
          <w:color w:val="000000" w:themeColor="text1"/>
        </w:rPr>
      </w:pPr>
    </w:p>
    <w:p w14:paraId="1D53E585" w14:textId="7B985ED2" w:rsidR="00B10159" w:rsidRPr="008E133E" w:rsidRDefault="00670E1C" w:rsidP="005870FF">
      <w:pPr>
        <w:pStyle w:val="Default"/>
        <w:shd w:val="clear" w:color="auto" w:fill="FFFFFF" w:themeFill="background1"/>
        <w:spacing w:line="276" w:lineRule="auto"/>
        <w:rPr>
          <w:color w:val="000000" w:themeColor="text1"/>
        </w:rPr>
      </w:pPr>
      <w:r w:rsidRPr="008E133E">
        <w:rPr>
          <w:color w:val="000000" w:themeColor="text1"/>
        </w:rPr>
        <w:t xml:space="preserve">Nazwa: </w:t>
      </w:r>
      <w:r w:rsidR="00331535">
        <w:rPr>
          <w:color w:val="000000" w:themeColor="text1"/>
        </w:rPr>
        <w:t xml:space="preserve">Jednorazowa </w:t>
      </w:r>
      <w:r w:rsidR="00FB0F23">
        <w:rPr>
          <w:color w:val="000000" w:themeColor="text1"/>
        </w:rPr>
        <w:t>d</w:t>
      </w:r>
      <w:r w:rsidR="00E7036B" w:rsidRPr="008E133E">
        <w:rPr>
          <w:color w:val="000000" w:themeColor="text1"/>
        </w:rPr>
        <w:t>ostawa</w:t>
      </w:r>
      <w:r w:rsidR="00E00E22">
        <w:rPr>
          <w:color w:val="000000" w:themeColor="text1"/>
          <w:shd w:val="clear" w:color="auto" w:fill="FFFFFF" w:themeFill="background1"/>
        </w:rPr>
        <w:t xml:space="preserve"> </w:t>
      </w:r>
      <w:r w:rsidR="007B3744">
        <w:rPr>
          <w:color w:val="000000" w:themeColor="text1"/>
          <w:shd w:val="clear" w:color="auto" w:fill="FFFFFF" w:themeFill="background1"/>
        </w:rPr>
        <w:t>radiatorów do transformatora 110 kV</w:t>
      </w:r>
      <w:r w:rsidR="00554F1E">
        <w:rPr>
          <w:color w:val="000000" w:themeColor="text1"/>
          <w:shd w:val="clear" w:color="auto" w:fill="FFFFFF" w:themeFill="background1"/>
        </w:rPr>
        <w:t xml:space="preserve"> </w:t>
      </w:r>
      <w:r w:rsidR="00DA4455" w:rsidRPr="008E133E">
        <w:rPr>
          <w:color w:val="000000" w:themeColor="text1"/>
          <w:shd w:val="clear" w:color="auto" w:fill="FFFFFF" w:themeFill="background1"/>
        </w:rPr>
        <w:t xml:space="preserve">dla potrzeb TAURON Dystrybucja S.A. Oddział w </w:t>
      </w:r>
      <w:r w:rsidR="002C1268">
        <w:rPr>
          <w:color w:val="000000" w:themeColor="text1"/>
          <w:shd w:val="clear" w:color="auto" w:fill="FFFFFF" w:themeFill="background1"/>
        </w:rPr>
        <w:t>Krakowie</w:t>
      </w:r>
      <w:r w:rsidR="00E73B2B" w:rsidRPr="008E133E">
        <w:rPr>
          <w:color w:val="000000" w:themeColor="text1"/>
          <w:shd w:val="clear" w:color="auto" w:fill="F2F2F2" w:themeFill="background1" w:themeFillShade="F2"/>
        </w:rPr>
        <w:br/>
      </w:r>
    </w:p>
    <w:p w14:paraId="51680439" w14:textId="77777777" w:rsidR="00B90DB6" w:rsidRPr="000D5DB1" w:rsidRDefault="00B90DB6" w:rsidP="00B90DB6">
      <w:pPr>
        <w:numPr>
          <w:ilvl w:val="0"/>
          <w:numId w:val="43"/>
        </w:numPr>
        <w:suppressAutoHyphens/>
        <w:spacing w:before="120" w:after="120" w:line="240" w:lineRule="auto"/>
        <w:ind w:left="357" w:hanging="357"/>
        <w:jc w:val="both"/>
        <w:rPr>
          <w:rFonts w:ascii="Arial" w:eastAsia="Times New Roman" w:hAnsi="Arial" w:cs="Arial"/>
          <w:b/>
          <w:bCs/>
          <w:szCs w:val="28"/>
          <w:u w:val="single"/>
          <w:lang w:val="x-none" w:eastAsia="x-none"/>
        </w:rPr>
      </w:pPr>
      <w:r w:rsidRPr="000D5DB1">
        <w:rPr>
          <w:rFonts w:ascii="Arial" w:eastAsia="Times New Roman" w:hAnsi="Arial" w:cs="Arial"/>
          <w:b/>
          <w:bCs/>
          <w:szCs w:val="26"/>
          <w:u w:val="single"/>
          <w:lang w:val="x-none" w:eastAsia="x-none"/>
        </w:rPr>
        <w:t>Wymagania</w:t>
      </w:r>
      <w:r w:rsidRPr="000D5DB1">
        <w:rPr>
          <w:rFonts w:ascii="Arial" w:eastAsia="Times New Roman" w:hAnsi="Arial" w:cs="Arial"/>
          <w:b/>
          <w:bCs/>
          <w:szCs w:val="28"/>
          <w:u w:val="single"/>
          <w:lang w:val="x-none" w:eastAsia="x-none"/>
        </w:rPr>
        <w:t xml:space="preserve"> techniczne</w:t>
      </w:r>
      <w:r w:rsidRPr="000D5DB1">
        <w:rPr>
          <w:rFonts w:ascii="Arial" w:eastAsia="Times New Roman" w:hAnsi="Arial" w:cs="Arial"/>
          <w:b/>
          <w:bCs/>
          <w:szCs w:val="28"/>
          <w:u w:val="single"/>
          <w:lang w:eastAsia="x-none"/>
        </w:rPr>
        <w:t xml:space="preserve"> i</w:t>
      </w:r>
      <w:r w:rsidRPr="000D5DB1">
        <w:rPr>
          <w:rFonts w:ascii="Arial" w:eastAsia="Times New Roman" w:hAnsi="Arial" w:cs="Arial"/>
          <w:b/>
          <w:bCs/>
          <w:szCs w:val="28"/>
          <w:u w:val="single"/>
          <w:lang w:val="x-none" w:eastAsia="x-none"/>
        </w:rPr>
        <w:t xml:space="preserve"> jakościowe</w:t>
      </w:r>
    </w:p>
    <w:p w14:paraId="11880DE2" w14:textId="104D9BD2" w:rsidR="00315E27" w:rsidRPr="00315E27" w:rsidRDefault="00315E27" w:rsidP="00315E27">
      <w:pPr>
        <w:numPr>
          <w:ilvl w:val="1"/>
          <w:numId w:val="43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315E27">
        <w:rPr>
          <w:rFonts w:ascii="Arial" w:eastAsia="Times New Roman" w:hAnsi="Arial" w:cs="Arial"/>
          <w:lang w:val="x-none" w:eastAsia="x-none"/>
        </w:rPr>
        <w:t>Wszystkie oferowane materiały stanowiące przedmiot zamówienia mają być własnością Wykonawcy, muszą pochodzić z bieżącej produkcji, muszą być fabry</w:t>
      </w:r>
      <w:r w:rsidR="00953E20">
        <w:rPr>
          <w:rFonts w:ascii="Arial" w:eastAsia="Times New Roman" w:hAnsi="Arial" w:cs="Arial"/>
          <w:lang w:val="x-none" w:eastAsia="x-none"/>
        </w:rPr>
        <w:t>cznie nowe i posiadać minimum 24</w:t>
      </w:r>
      <w:r w:rsidRPr="00315E27">
        <w:rPr>
          <w:rFonts w:ascii="Arial" w:eastAsia="Times New Roman" w:hAnsi="Arial" w:cs="Arial"/>
          <w:lang w:val="x-none" w:eastAsia="x-none"/>
        </w:rPr>
        <w:t xml:space="preserve"> miesięczny okres gwarancji liczony od daty sprzedaży/dostawy.</w:t>
      </w:r>
    </w:p>
    <w:p w14:paraId="2B8964CE" w14:textId="77777777" w:rsidR="00315E27" w:rsidRPr="00315E27" w:rsidRDefault="00315E27" w:rsidP="00315E27">
      <w:pPr>
        <w:numPr>
          <w:ilvl w:val="1"/>
          <w:numId w:val="43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315E27">
        <w:rPr>
          <w:rFonts w:ascii="Arial" w:eastAsia="Times New Roman" w:hAnsi="Arial" w:cs="Arial"/>
          <w:lang w:val="x-none" w:eastAsia="x-none"/>
        </w:rPr>
        <w:t>Wszystkie oferowane materiały muszą posiadać karty katalogowe (karty charakterystyki) zawierające dokładny opis proponowanego asortymentu (karta musi także posiadać informację dotyczącą norm, jakie spełniają poszczególne typy materiałów).</w:t>
      </w:r>
    </w:p>
    <w:p w14:paraId="50ECF42C" w14:textId="261FA9B0" w:rsidR="00315E27" w:rsidRPr="00315E27" w:rsidRDefault="00315E27" w:rsidP="00315E27">
      <w:pPr>
        <w:numPr>
          <w:ilvl w:val="1"/>
          <w:numId w:val="43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315E27">
        <w:rPr>
          <w:rFonts w:ascii="Arial" w:eastAsia="Times New Roman" w:hAnsi="Arial" w:cs="Arial"/>
          <w:lang w:val="x-none" w:eastAsia="x-none"/>
        </w:rPr>
        <w:t xml:space="preserve">Oferowane </w:t>
      </w:r>
      <w:r w:rsidR="007B3744">
        <w:rPr>
          <w:rFonts w:ascii="Arial" w:eastAsia="Times New Roman" w:hAnsi="Arial" w:cs="Arial"/>
          <w:lang w:eastAsia="x-none"/>
        </w:rPr>
        <w:t>radiatory</w:t>
      </w:r>
      <w:r w:rsidRPr="00315E27">
        <w:rPr>
          <w:rFonts w:ascii="Arial" w:eastAsia="Times New Roman" w:hAnsi="Arial" w:cs="Arial"/>
          <w:lang w:val="x-none" w:eastAsia="x-none"/>
        </w:rPr>
        <w:t xml:space="preserve"> powinny posiadać wymagane prawem certyfikaty zgodności, deklaracje zgodności producenta, itp.</w:t>
      </w:r>
    </w:p>
    <w:p w14:paraId="2D6024CF" w14:textId="77777777" w:rsidR="00315E27" w:rsidRPr="00315E27" w:rsidRDefault="00315E27" w:rsidP="00315E27">
      <w:pPr>
        <w:numPr>
          <w:ilvl w:val="1"/>
          <w:numId w:val="43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315E27">
        <w:rPr>
          <w:rFonts w:ascii="Arial" w:eastAsia="Times New Roman" w:hAnsi="Arial" w:cs="Arial"/>
          <w:lang w:val="x-none" w:eastAsia="x-none"/>
        </w:rPr>
        <w:t>Powyższe dokumenty winny być sporządzone w języku polskim. W przypadku dokumentów opracowanych w języku obcym Zamawiający wymaga, aby były przetłumaczone na język polski. Dokumenty te będą przekazywane Zamawiającemu bezpłatnie.</w:t>
      </w:r>
    </w:p>
    <w:p w14:paraId="5C70F775" w14:textId="14BBC204" w:rsidR="00315E27" w:rsidRPr="00315E27" w:rsidRDefault="00315E27" w:rsidP="00315E27">
      <w:pPr>
        <w:numPr>
          <w:ilvl w:val="1"/>
          <w:numId w:val="43"/>
        </w:numPr>
        <w:suppressAutoHyphens/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315E27">
        <w:rPr>
          <w:rFonts w:ascii="Arial" w:eastAsia="Times New Roman" w:hAnsi="Arial" w:cs="Arial"/>
          <w:lang w:val="x-none" w:eastAsia="x-none"/>
        </w:rPr>
        <w:t xml:space="preserve">Materiały wymienione w Formularzu Wyceny muszą spełniać wymagania zawarte </w:t>
      </w:r>
      <w:r w:rsidR="00785EEB">
        <w:rPr>
          <w:rFonts w:ascii="Arial" w:eastAsia="Times New Roman" w:hAnsi="Arial" w:cs="Arial"/>
          <w:lang w:eastAsia="x-none"/>
        </w:rPr>
        <w:t>w:</w:t>
      </w:r>
    </w:p>
    <w:p w14:paraId="74D230AC" w14:textId="37213A3F" w:rsidR="00315E27" w:rsidRPr="00785EEB" w:rsidRDefault="007B3744" w:rsidP="006D7969">
      <w:pPr>
        <w:suppressAutoHyphens/>
        <w:spacing w:after="120" w:line="240" w:lineRule="auto"/>
        <w:ind w:left="792"/>
        <w:jc w:val="both"/>
        <w:rPr>
          <w:rFonts w:ascii="Arial" w:eastAsia="Times New Roman" w:hAnsi="Arial" w:cs="Arial"/>
          <w:lang w:eastAsia="x-none"/>
        </w:rPr>
      </w:pPr>
      <w:r>
        <w:rPr>
          <w:rFonts w:ascii="Arial" w:eastAsia="Times New Roman" w:hAnsi="Arial" w:cs="Arial"/>
          <w:lang w:eastAsia="x-none"/>
        </w:rPr>
        <w:t>- normie PN-EN 50216-6</w:t>
      </w:r>
    </w:p>
    <w:p w14:paraId="46BA10ED" w14:textId="77777777" w:rsidR="00FC1142" w:rsidRPr="008E133E" w:rsidRDefault="00FC1142" w:rsidP="008D2B79">
      <w:pPr>
        <w:autoSpaceDE w:val="0"/>
        <w:autoSpaceDN w:val="0"/>
        <w:adjustRightInd w:val="0"/>
        <w:spacing w:after="0"/>
        <w:jc w:val="both"/>
        <w:rPr>
          <w:rFonts w:ascii="Arial" w:eastAsia="DejaVuSans" w:hAnsi="Arial" w:cs="Arial"/>
          <w:color w:val="000000" w:themeColor="text1"/>
        </w:rPr>
      </w:pPr>
    </w:p>
    <w:p w14:paraId="3E63E162" w14:textId="7228E0A5" w:rsidR="00DA4455" w:rsidRPr="008E133E" w:rsidRDefault="00AA6CA1" w:rsidP="008F077E">
      <w:pPr>
        <w:pStyle w:val="Default"/>
        <w:numPr>
          <w:ilvl w:val="0"/>
          <w:numId w:val="43"/>
        </w:numPr>
        <w:spacing w:line="276" w:lineRule="auto"/>
        <w:jc w:val="both"/>
        <w:rPr>
          <w:color w:val="000000" w:themeColor="text1"/>
          <w:sz w:val="22"/>
          <w:szCs w:val="22"/>
        </w:rPr>
      </w:pPr>
      <w:r w:rsidRPr="008E133E">
        <w:rPr>
          <w:b/>
          <w:color w:val="000000" w:themeColor="text1"/>
          <w:sz w:val="22"/>
          <w:szCs w:val="22"/>
        </w:rPr>
        <w:t>Termin i miejsce realizacji przedmiotu zamówienia</w:t>
      </w:r>
      <w:r w:rsidRPr="008E133E">
        <w:rPr>
          <w:color w:val="000000" w:themeColor="text1"/>
          <w:sz w:val="22"/>
          <w:szCs w:val="22"/>
        </w:rPr>
        <w:t>:</w:t>
      </w:r>
      <w:r w:rsidR="00416D67" w:rsidRPr="008E133E">
        <w:rPr>
          <w:color w:val="000000" w:themeColor="text1"/>
          <w:sz w:val="22"/>
          <w:szCs w:val="22"/>
        </w:rPr>
        <w:t xml:space="preserve"> </w:t>
      </w:r>
    </w:p>
    <w:p w14:paraId="18CA4A90" w14:textId="0FD199CE" w:rsidR="005E114C" w:rsidRDefault="00416D67" w:rsidP="008F077E">
      <w:pPr>
        <w:pStyle w:val="Default"/>
        <w:numPr>
          <w:ilvl w:val="1"/>
          <w:numId w:val="43"/>
        </w:numPr>
        <w:spacing w:line="276" w:lineRule="auto"/>
        <w:ind w:left="1134" w:hanging="414"/>
        <w:jc w:val="both"/>
        <w:rPr>
          <w:snapToGrid w:val="0"/>
          <w:color w:val="000000" w:themeColor="text1"/>
          <w:sz w:val="22"/>
          <w:szCs w:val="22"/>
        </w:rPr>
      </w:pPr>
      <w:r w:rsidRPr="008E133E">
        <w:rPr>
          <w:snapToGrid w:val="0"/>
          <w:color w:val="000000" w:themeColor="text1"/>
          <w:sz w:val="22"/>
          <w:szCs w:val="22"/>
        </w:rPr>
        <w:t>Transport na miejsce dostaw staraniem i na koszt Wykonawcy</w:t>
      </w:r>
      <w:r w:rsidR="0009062A" w:rsidRPr="008E133E">
        <w:rPr>
          <w:snapToGrid w:val="0"/>
          <w:color w:val="000000" w:themeColor="text1"/>
          <w:sz w:val="22"/>
          <w:szCs w:val="22"/>
        </w:rPr>
        <w:t>.</w:t>
      </w:r>
      <w:r w:rsidRPr="008E133E">
        <w:rPr>
          <w:snapToGrid w:val="0"/>
          <w:color w:val="000000" w:themeColor="text1"/>
          <w:sz w:val="22"/>
          <w:szCs w:val="22"/>
        </w:rPr>
        <w:t xml:space="preserve"> Jako miejsce dostaw</w:t>
      </w:r>
      <w:r w:rsidR="0009062A" w:rsidRPr="008E133E">
        <w:rPr>
          <w:snapToGrid w:val="0"/>
          <w:color w:val="000000" w:themeColor="text1"/>
          <w:sz w:val="22"/>
          <w:szCs w:val="22"/>
        </w:rPr>
        <w:t xml:space="preserve">y </w:t>
      </w:r>
      <w:r w:rsidRPr="008E133E">
        <w:rPr>
          <w:snapToGrid w:val="0"/>
          <w:color w:val="000000" w:themeColor="text1"/>
          <w:sz w:val="22"/>
          <w:szCs w:val="22"/>
        </w:rPr>
        <w:t xml:space="preserve">ustala się </w:t>
      </w:r>
      <w:r w:rsidR="000600A7" w:rsidRPr="008E133E">
        <w:rPr>
          <w:snapToGrid w:val="0"/>
          <w:color w:val="000000" w:themeColor="text1"/>
          <w:sz w:val="22"/>
          <w:szCs w:val="22"/>
        </w:rPr>
        <w:t xml:space="preserve">TAURON Dystrybucja S.A., Oddział w </w:t>
      </w:r>
      <w:r w:rsidR="00D54F29">
        <w:rPr>
          <w:snapToGrid w:val="0"/>
          <w:color w:val="000000" w:themeColor="text1"/>
          <w:sz w:val="22"/>
          <w:szCs w:val="22"/>
        </w:rPr>
        <w:t>Krakowie</w:t>
      </w:r>
      <w:r w:rsidR="000600A7" w:rsidRPr="008E133E">
        <w:rPr>
          <w:snapToGrid w:val="0"/>
          <w:color w:val="000000" w:themeColor="text1"/>
          <w:sz w:val="22"/>
          <w:szCs w:val="22"/>
        </w:rPr>
        <w:t xml:space="preserve">, </w:t>
      </w:r>
      <w:r w:rsidR="00F01672">
        <w:rPr>
          <w:snapToGrid w:val="0"/>
          <w:color w:val="000000" w:themeColor="text1"/>
          <w:sz w:val="22"/>
          <w:szCs w:val="22"/>
        </w:rPr>
        <w:t>30-416</w:t>
      </w:r>
      <w:r w:rsidRPr="008E133E">
        <w:rPr>
          <w:snapToGrid w:val="0"/>
          <w:color w:val="000000" w:themeColor="text1"/>
          <w:sz w:val="22"/>
          <w:szCs w:val="22"/>
        </w:rPr>
        <w:t xml:space="preserve"> </w:t>
      </w:r>
      <w:r w:rsidR="00F01672">
        <w:rPr>
          <w:snapToGrid w:val="0"/>
          <w:color w:val="000000" w:themeColor="text1"/>
          <w:sz w:val="22"/>
          <w:szCs w:val="22"/>
        </w:rPr>
        <w:t>Kraków, ul. B-pa Hodura 3</w:t>
      </w:r>
      <w:r w:rsidR="00DA4455" w:rsidRPr="008E133E">
        <w:rPr>
          <w:snapToGrid w:val="0"/>
          <w:color w:val="000000" w:themeColor="text1"/>
          <w:sz w:val="22"/>
          <w:szCs w:val="22"/>
        </w:rPr>
        <w:t xml:space="preserve">, budynek </w:t>
      </w:r>
      <w:r w:rsidR="00F01672">
        <w:rPr>
          <w:snapToGrid w:val="0"/>
          <w:color w:val="000000" w:themeColor="text1"/>
          <w:sz w:val="22"/>
          <w:szCs w:val="22"/>
        </w:rPr>
        <w:t>B</w:t>
      </w:r>
      <w:r w:rsidR="000E1DD0" w:rsidRPr="008E133E">
        <w:rPr>
          <w:snapToGrid w:val="0"/>
          <w:color w:val="000000" w:themeColor="text1"/>
          <w:sz w:val="22"/>
          <w:szCs w:val="22"/>
        </w:rPr>
        <w:t xml:space="preserve"> lub dowolne miejsce na terenie działalności TD </w:t>
      </w:r>
      <w:r w:rsidR="00DA4455" w:rsidRPr="008E133E">
        <w:rPr>
          <w:snapToGrid w:val="0"/>
          <w:color w:val="000000" w:themeColor="text1"/>
          <w:sz w:val="22"/>
          <w:szCs w:val="22"/>
        </w:rPr>
        <w:t xml:space="preserve">Oddział w </w:t>
      </w:r>
      <w:r w:rsidR="00F01672">
        <w:rPr>
          <w:snapToGrid w:val="0"/>
          <w:color w:val="000000" w:themeColor="text1"/>
          <w:sz w:val="22"/>
          <w:szCs w:val="22"/>
        </w:rPr>
        <w:t>Krakowie</w:t>
      </w:r>
      <w:r w:rsidR="00DA4455" w:rsidRPr="008E133E">
        <w:rPr>
          <w:snapToGrid w:val="0"/>
          <w:color w:val="000000" w:themeColor="text1"/>
          <w:sz w:val="22"/>
          <w:szCs w:val="22"/>
        </w:rPr>
        <w:t xml:space="preserve">. </w:t>
      </w:r>
      <w:r w:rsidR="007E571C" w:rsidRPr="008E133E">
        <w:rPr>
          <w:snapToGrid w:val="0"/>
          <w:color w:val="000000" w:themeColor="text1"/>
          <w:sz w:val="22"/>
          <w:szCs w:val="22"/>
        </w:rPr>
        <w:t xml:space="preserve">Miejsce dostawy zostanie </w:t>
      </w:r>
      <w:r w:rsidR="00DA4455" w:rsidRPr="008E133E">
        <w:rPr>
          <w:snapToGrid w:val="0"/>
          <w:color w:val="000000" w:themeColor="text1"/>
          <w:sz w:val="22"/>
          <w:szCs w:val="22"/>
        </w:rPr>
        <w:t xml:space="preserve">każdorazowo </w:t>
      </w:r>
      <w:r w:rsidR="007E571C" w:rsidRPr="008E133E">
        <w:rPr>
          <w:snapToGrid w:val="0"/>
          <w:color w:val="000000" w:themeColor="text1"/>
          <w:sz w:val="22"/>
          <w:szCs w:val="22"/>
        </w:rPr>
        <w:t>wskazane w przesłanym zamówieniu</w:t>
      </w:r>
      <w:r w:rsidR="00DA4455" w:rsidRPr="008E133E">
        <w:rPr>
          <w:snapToGrid w:val="0"/>
          <w:color w:val="000000" w:themeColor="text1"/>
          <w:sz w:val="22"/>
          <w:szCs w:val="22"/>
        </w:rPr>
        <w:t xml:space="preserve">. </w:t>
      </w:r>
    </w:p>
    <w:p w14:paraId="77063612" w14:textId="44124F97" w:rsidR="00C52A8F" w:rsidRPr="008E133E" w:rsidRDefault="00C52A8F" w:rsidP="008F077E">
      <w:pPr>
        <w:pStyle w:val="Default"/>
        <w:numPr>
          <w:ilvl w:val="1"/>
          <w:numId w:val="43"/>
        </w:numPr>
        <w:spacing w:line="276" w:lineRule="auto"/>
        <w:ind w:left="1134" w:hanging="414"/>
        <w:jc w:val="both"/>
        <w:rPr>
          <w:snapToGrid w:val="0"/>
          <w:color w:val="000000" w:themeColor="text1"/>
          <w:sz w:val="22"/>
          <w:szCs w:val="22"/>
        </w:rPr>
      </w:pPr>
      <w:r w:rsidRPr="00C52A8F">
        <w:rPr>
          <w:snapToGrid w:val="0"/>
          <w:color w:val="000000" w:themeColor="text1"/>
          <w:sz w:val="22"/>
          <w:szCs w:val="22"/>
          <w:lang w:val="x-none"/>
        </w:rPr>
        <w:t xml:space="preserve">Transport na miejsce dostaw odbędzie się staraniem i na koszt Wykonawcy. </w:t>
      </w:r>
    </w:p>
    <w:p w14:paraId="239B479D" w14:textId="54327355" w:rsidR="005E114C" w:rsidRDefault="000F5376" w:rsidP="008F077E">
      <w:pPr>
        <w:pStyle w:val="Default"/>
        <w:numPr>
          <w:ilvl w:val="1"/>
          <w:numId w:val="43"/>
        </w:numPr>
        <w:spacing w:line="276" w:lineRule="auto"/>
        <w:ind w:left="1134" w:hanging="436"/>
        <w:jc w:val="both"/>
        <w:rPr>
          <w:snapToGrid w:val="0"/>
          <w:color w:val="000000" w:themeColor="text1"/>
          <w:sz w:val="22"/>
          <w:szCs w:val="22"/>
        </w:rPr>
      </w:pPr>
      <w:r w:rsidRPr="008E133E">
        <w:rPr>
          <w:snapToGrid w:val="0"/>
          <w:color w:val="000000" w:themeColor="text1"/>
          <w:sz w:val="22"/>
          <w:szCs w:val="22"/>
        </w:rPr>
        <w:t xml:space="preserve">Rozładunek </w:t>
      </w:r>
      <w:r w:rsidR="00E800DD">
        <w:rPr>
          <w:snapToGrid w:val="0"/>
          <w:color w:val="000000" w:themeColor="text1"/>
          <w:sz w:val="22"/>
          <w:szCs w:val="22"/>
        </w:rPr>
        <w:t>kosztem i staraniem Zamawiającego</w:t>
      </w:r>
      <w:r w:rsidRPr="008E133E">
        <w:rPr>
          <w:snapToGrid w:val="0"/>
          <w:color w:val="000000" w:themeColor="text1"/>
          <w:sz w:val="22"/>
          <w:szCs w:val="22"/>
        </w:rPr>
        <w:t>.</w:t>
      </w:r>
    </w:p>
    <w:p w14:paraId="17170896" w14:textId="21FD95DC" w:rsidR="005E114C" w:rsidRPr="008E133E" w:rsidRDefault="00D827E6" w:rsidP="008F077E">
      <w:pPr>
        <w:pStyle w:val="Default"/>
        <w:numPr>
          <w:ilvl w:val="1"/>
          <w:numId w:val="43"/>
        </w:numPr>
        <w:spacing w:line="276" w:lineRule="auto"/>
        <w:ind w:left="1134" w:hanging="414"/>
        <w:jc w:val="both"/>
        <w:rPr>
          <w:snapToGrid w:val="0"/>
          <w:color w:val="000000" w:themeColor="text1"/>
          <w:sz w:val="22"/>
          <w:szCs w:val="22"/>
        </w:rPr>
      </w:pPr>
      <w:r w:rsidRPr="008E133E">
        <w:rPr>
          <w:iCs/>
          <w:color w:val="000000" w:themeColor="text1"/>
          <w:sz w:val="22"/>
          <w:szCs w:val="22"/>
        </w:rPr>
        <w:t>Termin realizacji</w:t>
      </w:r>
      <w:r w:rsidR="008F077E">
        <w:rPr>
          <w:iCs/>
          <w:color w:val="000000" w:themeColor="text1"/>
          <w:sz w:val="22"/>
          <w:szCs w:val="22"/>
        </w:rPr>
        <w:t xml:space="preserve"> </w:t>
      </w:r>
      <w:r w:rsidR="007B3744">
        <w:rPr>
          <w:iCs/>
          <w:color w:val="000000" w:themeColor="text1"/>
          <w:sz w:val="22"/>
          <w:szCs w:val="22"/>
        </w:rPr>
        <w:t xml:space="preserve">zamówienia: do </w:t>
      </w:r>
      <w:r w:rsidR="008729B5">
        <w:rPr>
          <w:iCs/>
          <w:color w:val="000000" w:themeColor="text1"/>
          <w:sz w:val="22"/>
          <w:szCs w:val="22"/>
        </w:rPr>
        <w:t>6</w:t>
      </w:r>
      <w:r w:rsidR="007B3744">
        <w:rPr>
          <w:iCs/>
          <w:color w:val="000000" w:themeColor="text1"/>
          <w:sz w:val="22"/>
          <w:szCs w:val="22"/>
        </w:rPr>
        <w:t xml:space="preserve"> tygodni od dnia otrzymania zamówienia.</w:t>
      </w:r>
    </w:p>
    <w:p w14:paraId="69B11EF5" w14:textId="77777777" w:rsidR="005E114C" w:rsidRPr="008E133E" w:rsidRDefault="00BA6C9B" w:rsidP="008F077E">
      <w:pPr>
        <w:pStyle w:val="Default"/>
        <w:numPr>
          <w:ilvl w:val="1"/>
          <w:numId w:val="43"/>
        </w:numPr>
        <w:spacing w:line="276" w:lineRule="auto"/>
        <w:ind w:left="1134" w:hanging="414"/>
        <w:jc w:val="both"/>
        <w:rPr>
          <w:snapToGrid w:val="0"/>
          <w:color w:val="000000" w:themeColor="text1"/>
          <w:sz w:val="22"/>
          <w:szCs w:val="22"/>
        </w:rPr>
      </w:pPr>
      <w:r w:rsidRPr="008E133E">
        <w:rPr>
          <w:iCs/>
          <w:color w:val="000000" w:themeColor="text1"/>
          <w:sz w:val="22"/>
          <w:szCs w:val="22"/>
        </w:rPr>
        <w:t>Godziny dostawy: 7:00-14:</w:t>
      </w:r>
      <w:r w:rsidR="00F95E81" w:rsidRPr="008E133E">
        <w:rPr>
          <w:iCs/>
          <w:color w:val="000000" w:themeColor="text1"/>
          <w:sz w:val="22"/>
          <w:szCs w:val="22"/>
        </w:rPr>
        <w:t>00</w:t>
      </w:r>
    </w:p>
    <w:p w14:paraId="4AFD8D3F" w14:textId="77777777" w:rsidR="005E114C" w:rsidRPr="008E133E" w:rsidRDefault="000F5376" w:rsidP="008F077E">
      <w:pPr>
        <w:pStyle w:val="Default"/>
        <w:numPr>
          <w:ilvl w:val="1"/>
          <w:numId w:val="43"/>
        </w:numPr>
        <w:spacing w:line="276" w:lineRule="auto"/>
        <w:ind w:left="1134" w:hanging="414"/>
        <w:jc w:val="both"/>
        <w:rPr>
          <w:snapToGrid w:val="0"/>
          <w:color w:val="000000" w:themeColor="text1"/>
          <w:sz w:val="22"/>
          <w:szCs w:val="22"/>
        </w:rPr>
      </w:pPr>
      <w:r w:rsidRPr="008E133E">
        <w:rPr>
          <w:color w:val="000000" w:themeColor="text1"/>
          <w:sz w:val="22"/>
          <w:szCs w:val="22"/>
        </w:rPr>
        <w:t>Wykonawca jest zobowiązany oznaczyć każdą dostawę numerem zamówienia, którego ona dotyczy.</w:t>
      </w:r>
      <w:r w:rsidRPr="008E133E">
        <w:rPr>
          <w:snapToGrid w:val="0"/>
          <w:color w:val="000000" w:themeColor="text1"/>
          <w:sz w:val="22"/>
          <w:szCs w:val="22"/>
        </w:rPr>
        <w:t xml:space="preserve"> </w:t>
      </w:r>
    </w:p>
    <w:p w14:paraId="7C208778" w14:textId="77777777" w:rsidR="005E114C" w:rsidRPr="008E133E" w:rsidRDefault="00470407" w:rsidP="008F077E">
      <w:pPr>
        <w:pStyle w:val="Default"/>
        <w:numPr>
          <w:ilvl w:val="1"/>
          <w:numId w:val="43"/>
        </w:numPr>
        <w:spacing w:line="276" w:lineRule="auto"/>
        <w:ind w:left="1134" w:hanging="414"/>
        <w:jc w:val="both"/>
        <w:rPr>
          <w:snapToGrid w:val="0"/>
          <w:color w:val="000000" w:themeColor="text1"/>
          <w:sz w:val="22"/>
          <w:szCs w:val="22"/>
        </w:rPr>
      </w:pPr>
      <w:r w:rsidRPr="008E133E">
        <w:rPr>
          <w:color w:val="000000" w:themeColor="text1"/>
          <w:sz w:val="22"/>
          <w:szCs w:val="22"/>
        </w:rPr>
        <w:t xml:space="preserve">Wykonawca jest zobowiązany do poinformowania o planowanej dostawie </w:t>
      </w:r>
      <w:r w:rsidRPr="008E133E">
        <w:rPr>
          <w:color w:val="000000" w:themeColor="text1"/>
          <w:sz w:val="22"/>
          <w:szCs w:val="22"/>
        </w:rPr>
        <w:br/>
        <w:t>z przynajmniej 1 dniowym wyprzedzeniem.</w:t>
      </w:r>
    </w:p>
    <w:p w14:paraId="06FA01C8" w14:textId="444E315E" w:rsidR="000F5376" w:rsidRPr="008E133E" w:rsidRDefault="000F5376" w:rsidP="008F077E">
      <w:pPr>
        <w:pStyle w:val="Default"/>
        <w:numPr>
          <w:ilvl w:val="1"/>
          <w:numId w:val="43"/>
        </w:numPr>
        <w:spacing w:line="276" w:lineRule="auto"/>
        <w:ind w:left="1134" w:hanging="414"/>
        <w:jc w:val="both"/>
        <w:rPr>
          <w:snapToGrid w:val="0"/>
          <w:color w:val="000000" w:themeColor="text1"/>
          <w:sz w:val="22"/>
          <w:szCs w:val="22"/>
        </w:rPr>
      </w:pPr>
      <w:r w:rsidRPr="008E133E">
        <w:rPr>
          <w:snapToGrid w:val="0"/>
          <w:color w:val="000000" w:themeColor="text1"/>
          <w:sz w:val="22"/>
          <w:szCs w:val="22"/>
        </w:rPr>
        <w:t xml:space="preserve">Zamówienia pisemne będą przesyłane Wykonawcy drogą mailową na adres </w:t>
      </w:r>
      <w:r w:rsidR="00620A65">
        <w:rPr>
          <w:snapToGrid w:val="0"/>
          <w:color w:val="000000" w:themeColor="text1"/>
          <w:sz w:val="22"/>
          <w:szCs w:val="22"/>
        </w:rPr>
        <w:br/>
      </w:r>
      <w:r w:rsidRPr="008E133E">
        <w:rPr>
          <w:snapToGrid w:val="0"/>
          <w:color w:val="000000" w:themeColor="text1"/>
          <w:sz w:val="22"/>
          <w:szCs w:val="22"/>
        </w:rPr>
        <w:t>z którego wysłana została oferta. Potwierdzeniem ich złożenia będzie data wysyłki zawarta w skrzynce mailowej Zamawiającego lub potwierdzenie dostarczenia wiadomości na wskazany adres mailowy.</w:t>
      </w:r>
    </w:p>
    <w:p w14:paraId="4022FA72" w14:textId="6B2838B9" w:rsidR="005E114C" w:rsidRDefault="005E114C" w:rsidP="008D2B79">
      <w:pPr>
        <w:pStyle w:val="Default"/>
        <w:spacing w:line="276" w:lineRule="auto"/>
        <w:ind w:left="1080"/>
        <w:jc w:val="both"/>
        <w:rPr>
          <w:snapToGrid w:val="0"/>
          <w:color w:val="000000" w:themeColor="text1"/>
          <w:sz w:val="22"/>
          <w:szCs w:val="22"/>
        </w:rPr>
      </w:pPr>
    </w:p>
    <w:p w14:paraId="01150F3E" w14:textId="77777777" w:rsidR="00FC1142" w:rsidRPr="008E133E" w:rsidRDefault="00FC1142" w:rsidP="008D2B79">
      <w:pPr>
        <w:pStyle w:val="Default"/>
        <w:spacing w:line="276" w:lineRule="auto"/>
        <w:ind w:left="1080"/>
        <w:jc w:val="both"/>
        <w:rPr>
          <w:snapToGrid w:val="0"/>
          <w:color w:val="000000" w:themeColor="text1"/>
          <w:sz w:val="22"/>
          <w:szCs w:val="22"/>
        </w:rPr>
      </w:pPr>
    </w:p>
    <w:p w14:paraId="615127D1" w14:textId="32DDBDF8" w:rsidR="0055798C" w:rsidRPr="008E133E" w:rsidRDefault="0055798C" w:rsidP="008F077E">
      <w:pPr>
        <w:pStyle w:val="Default"/>
        <w:numPr>
          <w:ilvl w:val="0"/>
          <w:numId w:val="43"/>
        </w:numPr>
        <w:spacing w:line="276" w:lineRule="auto"/>
        <w:jc w:val="both"/>
        <w:rPr>
          <w:b/>
          <w:color w:val="000000" w:themeColor="text1"/>
          <w:sz w:val="22"/>
          <w:szCs w:val="22"/>
        </w:rPr>
      </w:pPr>
      <w:r w:rsidRPr="008E133E">
        <w:rPr>
          <w:b/>
          <w:color w:val="000000" w:themeColor="text1"/>
          <w:sz w:val="22"/>
          <w:szCs w:val="22"/>
        </w:rPr>
        <w:lastRenderedPageBreak/>
        <w:t xml:space="preserve">Za najkorzystniejszą zostanie uznana oferta, która spełnia wszystkie wymagania </w:t>
      </w:r>
      <w:r w:rsidR="00925163" w:rsidRPr="008E133E">
        <w:rPr>
          <w:b/>
          <w:color w:val="000000" w:themeColor="text1"/>
          <w:sz w:val="22"/>
          <w:szCs w:val="22"/>
        </w:rPr>
        <w:t xml:space="preserve">zawarte w niniejszym opisie przedmiotu zamówienia </w:t>
      </w:r>
      <w:r w:rsidRPr="008E133E">
        <w:rPr>
          <w:b/>
          <w:color w:val="000000" w:themeColor="text1"/>
          <w:sz w:val="22"/>
          <w:szCs w:val="22"/>
        </w:rPr>
        <w:t>oraz</w:t>
      </w:r>
      <w:r w:rsidR="00AA2BBD" w:rsidRPr="008E133E">
        <w:rPr>
          <w:b/>
          <w:color w:val="000000" w:themeColor="text1"/>
          <w:sz w:val="22"/>
          <w:szCs w:val="22"/>
        </w:rPr>
        <w:t xml:space="preserve"> </w:t>
      </w:r>
      <w:r w:rsidRPr="008E133E">
        <w:rPr>
          <w:b/>
          <w:color w:val="000000" w:themeColor="text1"/>
          <w:sz w:val="22"/>
          <w:szCs w:val="22"/>
        </w:rPr>
        <w:t>zawiera najniższą cenę wykonania Zamówienia</w:t>
      </w:r>
      <w:r w:rsidR="00273FE3">
        <w:rPr>
          <w:b/>
          <w:color w:val="000000" w:themeColor="text1"/>
          <w:sz w:val="22"/>
          <w:szCs w:val="22"/>
        </w:rPr>
        <w:t xml:space="preserve"> </w:t>
      </w:r>
      <w:r w:rsidR="00273FE3" w:rsidRPr="00273FE3">
        <w:rPr>
          <w:b/>
          <w:color w:val="000000" w:themeColor="text1"/>
          <w:sz w:val="22"/>
          <w:szCs w:val="22"/>
        </w:rPr>
        <w:t>(</w:t>
      </w:r>
      <w:r w:rsidR="00273FE3" w:rsidRPr="00273FE3">
        <w:rPr>
          <w:b/>
          <w:sz w:val="22"/>
          <w:szCs w:val="22"/>
        </w:rPr>
        <w:t>kryterium oceny ofert – najniższa cena 100%</w:t>
      </w:r>
      <w:r w:rsidR="00273FE3" w:rsidRPr="00273FE3">
        <w:rPr>
          <w:b/>
          <w:color w:val="000000" w:themeColor="text1"/>
          <w:sz w:val="22"/>
          <w:szCs w:val="22"/>
        </w:rPr>
        <w:t>)</w:t>
      </w:r>
      <w:r w:rsidR="004519D4" w:rsidRPr="00273FE3">
        <w:rPr>
          <w:b/>
          <w:color w:val="000000" w:themeColor="text1"/>
          <w:sz w:val="22"/>
          <w:szCs w:val="22"/>
        </w:rPr>
        <w:t>.</w:t>
      </w:r>
    </w:p>
    <w:p w14:paraId="499C7E3A" w14:textId="77777777" w:rsidR="00FC1142" w:rsidRPr="008E133E" w:rsidRDefault="00FC1142" w:rsidP="008D2B79">
      <w:pPr>
        <w:pStyle w:val="Default"/>
        <w:spacing w:line="276" w:lineRule="auto"/>
        <w:ind w:left="720"/>
        <w:jc w:val="both"/>
        <w:rPr>
          <w:b/>
          <w:color w:val="000000" w:themeColor="text1"/>
          <w:sz w:val="22"/>
          <w:szCs w:val="22"/>
        </w:rPr>
      </w:pPr>
    </w:p>
    <w:p w14:paraId="777A426E" w14:textId="369477AA" w:rsidR="003D15CD" w:rsidRPr="008E133E" w:rsidRDefault="000F27DF" w:rsidP="008F077E">
      <w:pPr>
        <w:pStyle w:val="Default"/>
        <w:numPr>
          <w:ilvl w:val="0"/>
          <w:numId w:val="43"/>
        </w:numPr>
        <w:spacing w:line="276" w:lineRule="auto"/>
        <w:jc w:val="both"/>
        <w:rPr>
          <w:b/>
          <w:color w:val="000000" w:themeColor="text1"/>
          <w:sz w:val="22"/>
          <w:szCs w:val="22"/>
        </w:rPr>
      </w:pPr>
      <w:bookmarkStart w:id="0" w:name="bookmark10"/>
      <w:r w:rsidRPr="008E133E">
        <w:rPr>
          <w:b/>
          <w:color w:val="000000" w:themeColor="text1"/>
          <w:sz w:val="22"/>
          <w:szCs w:val="22"/>
        </w:rPr>
        <w:t xml:space="preserve">Oferta </w:t>
      </w:r>
      <w:r>
        <w:rPr>
          <w:b/>
          <w:color w:val="000000" w:themeColor="text1"/>
          <w:sz w:val="22"/>
          <w:szCs w:val="22"/>
        </w:rPr>
        <w:t xml:space="preserve">stanowiąca załącznik nr 1 do OPZ </w:t>
      </w:r>
      <w:r w:rsidRPr="008E133E">
        <w:rPr>
          <w:b/>
          <w:color w:val="000000" w:themeColor="text1"/>
          <w:sz w:val="22"/>
          <w:szCs w:val="22"/>
        </w:rPr>
        <w:t>musi zawierać</w:t>
      </w:r>
      <w:r w:rsidR="003D15CD" w:rsidRPr="008E133E">
        <w:rPr>
          <w:b/>
          <w:color w:val="000000" w:themeColor="text1"/>
          <w:sz w:val="22"/>
          <w:szCs w:val="22"/>
        </w:rPr>
        <w:t>:</w:t>
      </w:r>
      <w:bookmarkEnd w:id="0"/>
    </w:p>
    <w:p w14:paraId="285378B6" w14:textId="77777777" w:rsidR="005E114C" w:rsidRPr="008E133E" w:rsidRDefault="005E114C" w:rsidP="008D2B79">
      <w:pPr>
        <w:pStyle w:val="Default"/>
        <w:spacing w:line="276" w:lineRule="auto"/>
        <w:ind w:left="720"/>
        <w:jc w:val="both"/>
        <w:rPr>
          <w:b/>
          <w:color w:val="000000" w:themeColor="text1"/>
          <w:sz w:val="22"/>
          <w:szCs w:val="22"/>
        </w:rPr>
      </w:pPr>
    </w:p>
    <w:p w14:paraId="4854CBBF" w14:textId="41F5CE30" w:rsidR="000F27DF" w:rsidRPr="008E133E" w:rsidRDefault="000F27DF" w:rsidP="000F27DF">
      <w:pPr>
        <w:pStyle w:val="Teksttreci20"/>
        <w:shd w:val="clear" w:color="auto" w:fill="auto"/>
        <w:tabs>
          <w:tab w:val="left" w:pos="940"/>
        </w:tabs>
        <w:spacing w:line="276" w:lineRule="auto"/>
        <w:ind w:left="851" w:firstLine="0"/>
        <w:jc w:val="both"/>
        <w:rPr>
          <w:color w:val="000000" w:themeColor="text1"/>
        </w:rPr>
      </w:pPr>
    </w:p>
    <w:p w14:paraId="781929FC" w14:textId="1C30614A" w:rsidR="000F27DF" w:rsidRDefault="00EC2FA6" w:rsidP="000F27DF">
      <w:pPr>
        <w:pStyle w:val="Teksttreci20"/>
        <w:shd w:val="clear" w:color="auto" w:fill="auto"/>
        <w:tabs>
          <w:tab w:val="left" w:pos="940"/>
        </w:tabs>
        <w:spacing w:line="276" w:lineRule="auto"/>
        <w:ind w:left="851" w:firstLine="0"/>
        <w:jc w:val="left"/>
        <w:rPr>
          <w:color w:val="000000" w:themeColor="text1"/>
        </w:rPr>
      </w:pPr>
      <w:r>
        <w:rPr>
          <w:color w:val="000000" w:themeColor="text1"/>
        </w:rPr>
        <w:t>1</w:t>
      </w:r>
      <w:r w:rsidR="000F27DF">
        <w:rPr>
          <w:color w:val="000000" w:themeColor="text1"/>
        </w:rPr>
        <w:t>)</w:t>
      </w:r>
      <w:r w:rsidR="000F27DF" w:rsidRPr="008E133E">
        <w:rPr>
          <w:color w:val="000000" w:themeColor="text1"/>
        </w:rPr>
        <w:t xml:space="preserve"> Formularz wyceny (wg załącznika nr </w:t>
      </w:r>
      <w:r>
        <w:rPr>
          <w:color w:val="000000" w:themeColor="text1"/>
        </w:rPr>
        <w:t>1</w:t>
      </w:r>
      <w:r w:rsidR="000F27DF">
        <w:rPr>
          <w:color w:val="000000" w:themeColor="text1"/>
        </w:rPr>
        <w:t xml:space="preserve"> do oferty</w:t>
      </w:r>
      <w:r w:rsidR="000F27DF" w:rsidRPr="008E133E">
        <w:rPr>
          <w:color w:val="000000" w:themeColor="text1"/>
        </w:rPr>
        <w:t>)</w:t>
      </w:r>
    </w:p>
    <w:p w14:paraId="2B3C4674" w14:textId="77777777" w:rsidR="00223EC7" w:rsidRDefault="00223EC7" w:rsidP="00223EC7">
      <w:pPr>
        <w:pStyle w:val="Teksttreci20"/>
        <w:shd w:val="clear" w:color="auto" w:fill="auto"/>
        <w:tabs>
          <w:tab w:val="left" w:pos="940"/>
        </w:tabs>
        <w:spacing w:line="276" w:lineRule="auto"/>
        <w:ind w:left="940" w:firstLine="0"/>
        <w:jc w:val="left"/>
        <w:rPr>
          <w:iCs/>
          <w:color w:val="000000" w:themeColor="text1"/>
          <w:sz w:val="20"/>
          <w:szCs w:val="20"/>
        </w:rPr>
      </w:pPr>
    </w:p>
    <w:p w14:paraId="1C28EC14" w14:textId="41606CD7" w:rsidR="00615B68" w:rsidRPr="00223EC7" w:rsidRDefault="00223EC7" w:rsidP="00223EC7">
      <w:pPr>
        <w:pStyle w:val="Teksttreci20"/>
        <w:shd w:val="clear" w:color="auto" w:fill="auto"/>
        <w:tabs>
          <w:tab w:val="left" w:pos="940"/>
        </w:tabs>
        <w:spacing w:line="276" w:lineRule="auto"/>
        <w:ind w:left="940" w:firstLine="0"/>
        <w:jc w:val="both"/>
        <w:rPr>
          <w:color w:val="000000" w:themeColor="text1"/>
          <w:sz w:val="24"/>
        </w:rPr>
      </w:pPr>
      <w:r w:rsidRPr="00223EC7">
        <w:rPr>
          <w:iCs/>
          <w:color w:val="000000" w:themeColor="text1"/>
          <w:szCs w:val="20"/>
        </w:rPr>
        <w:t>Wszystkie załączniki do oferty winny być podpisane przez Oferenta lub upoważnionego przedstawiciela Oferenta (w sposób umożliwiający identyfikację podpisu).</w:t>
      </w:r>
    </w:p>
    <w:p w14:paraId="6E148473" w14:textId="77777777" w:rsidR="00223EC7" w:rsidRPr="008E133E" w:rsidRDefault="00223EC7" w:rsidP="008D2B79">
      <w:pPr>
        <w:pStyle w:val="Teksttreci20"/>
        <w:shd w:val="clear" w:color="auto" w:fill="auto"/>
        <w:tabs>
          <w:tab w:val="left" w:pos="940"/>
        </w:tabs>
        <w:spacing w:line="276" w:lineRule="auto"/>
        <w:ind w:firstLine="0"/>
        <w:jc w:val="left"/>
        <w:rPr>
          <w:color w:val="000000" w:themeColor="text1"/>
        </w:rPr>
      </w:pPr>
    </w:p>
    <w:p w14:paraId="55E40525" w14:textId="77777777" w:rsidR="008D2B79" w:rsidRPr="008E133E" w:rsidRDefault="008D2B79" w:rsidP="008D2B79">
      <w:pPr>
        <w:pStyle w:val="Teksttreci20"/>
        <w:shd w:val="clear" w:color="auto" w:fill="auto"/>
        <w:tabs>
          <w:tab w:val="left" w:pos="940"/>
        </w:tabs>
        <w:spacing w:line="276" w:lineRule="auto"/>
        <w:ind w:left="720" w:firstLine="0"/>
        <w:jc w:val="left"/>
        <w:rPr>
          <w:color w:val="000000" w:themeColor="text1"/>
        </w:rPr>
      </w:pPr>
    </w:p>
    <w:p w14:paraId="27A63EC0" w14:textId="77777777" w:rsidR="00576F7E" w:rsidRPr="008E133E" w:rsidRDefault="00576F7E" w:rsidP="008F077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rPr>
          <w:rFonts w:ascii="Arial" w:hAnsi="Arial" w:cs="Arial"/>
          <w:b/>
          <w:color w:val="000000" w:themeColor="text1"/>
        </w:rPr>
      </w:pPr>
      <w:r w:rsidRPr="008E133E">
        <w:rPr>
          <w:rFonts w:ascii="Arial" w:hAnsi="Arial" w:cs="Arial"/>
          <w:b/>
          <w:bCs/>
          <w:color w:val="000000" w:themeColor="text1"/>
        </w:rPr>
        <w:t xml:space="preserve">Odrzucenie ofert </w:t>
      </w:r>
    </w:p>
    <w:p w14:paraId="2FC20B37" w14:textId="236B0DB0" w:rsidR="00BC184C" w:rsidRPr="0024380B" w:rsidRDefault="00FC1142" w:rsidP="00BC184C">
      <w:pPr>
        <w:pStyle w:val="Akapitzlist"/>
        <w:autoSpaceDE w:val="0"/>
        <w:autoSpaceDN w:val="0"/>
        <w:adjustRightInd w:val="0"/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6</w:t>
      </w:r>
      <w:r w:rsidR="008D2B79" w:rsidRPr="0024380B">
        <w:rPr>
          <w:rFonts w:ascii="Arial" w:hAnsi="Arial" w:cs="Arial"/>
          <w:color w:val="000000" w:themeColor="text1"/>
        </w:rPr>
        <w:t xml:space="preserve">.1. </w:t>
      </w:r>
      <w:r w:rsidR="00576F7E" w:rsidRPr="0024380B">
        <w:rPr>
          <w:rFonts w:ascii="Arial" w:hAnsi="Arial" w:cs="Arial"/>
          <w:color w:val="000000" w:themeColor="text1"/>
        </w:rPr>
        <w:t xml:space="preserve"> Oferta zostanie odrzucona gdy: </w:t>
      </w:r>
    </w:p>
    <w:p w14:paraId="4235110D" w14:textId="65949D9B" w:rsidR="00BC184C" w:rsidRPr="0024380B" w:rsidRDefault="00020D26" w:rsidP="00BC184C">
      <w:pPr>
        <w:pStyle w:val="Akapitzlist"/>
        <w:autoSpaceDE w:val="0"/>
        <w:autoSpaceDN w:val="0"/>
        <w:adjustRightInd w:val="0"/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       </w:t>
      </w:r>
      <w:r w:rsidR="00BC184C" w:rsidRPr="0024380B">
        <w:rPr>
          <w:rFonts w:ascii="Arial" w:hAnsi="Arial" w:cs="Arial"/>
          <w:color w:val="000000" w:themeColor="text1"/>
        </w:rPr>
        <w:t>1)</w:t>
      </w:r>
      <w:r w:rsidR="008D2B79" w:rsidRPr="0024380B">
        <w:rPr>
          <w:rFonts w:ascii="Arial" w:hAnsi="Arial" w:cs="Arial"/>
          <w:color w:val="000000" w:themeColor="text1"/>
        </w:rPr>
        <w:t xml:space="preserve"> </w:t>
      </w:r>
      <w:r w:rsidR="00BC184C" w:rsidRPr="0024380B">
        <w:rPr>
          <w:rFonts w:ascii="Arial" w:hAnsi="Arial" w:cs="Arial"/>
          <w:color w:val="000000" w:themeColor="text1"/>
        </w:rPr>
        <w:t>jest niezgodna z OPZ,</w:t>
      </w:r>
    </w:p>
    <w:p w14:paraId="08DBF1EC" w14:textId="29913894" w:rsidR="0024380B" w:rsidRPr="0024380B" w:rsidRDefault="00020D26" w:rsidP="00020D26">
      <w:pPr>
        <w:pStyle w:val="Akapitzlist"/>
        <w:autoSpaceDE w:val="0"/>
        <w:autoSpaceDN w:val="0"/>
        <w:adjustRightInd w:val="0"/>
        <w:spacing w:after="0"/>
        <w:ind w:left="1560" w:hanging="84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 w:themeColor="text1"/>
        </w:rPr>
        <w:t xml:space="preserve">        </w:t>
      </w:r>
      <w:r w:rsidR="00BC184C" w:rsidRPr="0024380B">
        <w:rPr>
          <w:rFonts w:ascii="Arial" w:hAnsi="Arial" w:cs="Arial"/>
          <w:color w:val="000000" w:themeColor="text1"/>
        </w:rPr>
        <w:t xml:space="preserve">2)  </w:t>
      </w:r>
      <w:r w:rsidR="00BC184C" w:rsidRPr="00BC184C">
        <w:rPr>
          <w:rFonts w:ascii="Arial" w:hAnsi="Arial" w:cs="Arial"/>
          <w:color w:val="000000"/>
        </w:rPr>
        <w:t xml:space="preserve">jest niezgodna z ogłoszeniem </w:t>
      </w:r>
      <w:r w:rsidR="0024380B" w:rsidRPr="0024380B">
        <w:rPr>
          <w:rFonts w:ascii="Arial" w:hAnsi="Arial" w:cs="Arial"/>
          <w:color w:val="000000"/>
        </w:rPr>
        <w:t>o Zamówieniu lub z zaproszeniem</w:t>
      </w:r>
      <w:r w:rsidR="0024380B">
        <w:rPr>
          <w:rFonts w:ascii="Arial" w:hAnsi="Arial" w:cs="Arial"/>
          <w:color w:val="000000"/>
        </w:rPr>
        <w:t xml:space="preserve"> </w:t>
      </w:r>
      <w:r w:rsidR="00576F7E" w:rsidRPr="0024380B">
        <w:rPr>
          <w:rFonts w:ascii="Arial" w:hAnsi="Arial" w:cs="Arial"/>
          <w:color w:val="000000" w:themeColor="text1"/>
        </w:rPr>
        <w:t xml:space="preserve">z wyjątkiem </w:t>
      </w:r>
      <w:r>
        <w:rPr>
          <w:rFonts w:ascii="Arial" w:hAnsi="Arial" w:cs="Arial"/>
          <w:color w:val="000000" w:themeColor="text1"/>
        </w:rPr>
        <w:t xml:space="preserve">   </w:t>
      </w:r>
      <w:r w:rsidR="00576F7E" w:rsidRPr="0024380B">
        <w:rPr>
          <w:rFonts w:ascii="Arial" w:hAnsi="Arial" w:cs="Arial"/>
          <w:color w:val="000000" w:themeColor="text1"/>
        </w:rPr>
        <w:t>niezgodności, które Zamawiający może poprawić</w:t>
      </w:r>
      <w:r w:rsidR="0024380B" w:rsidRPr="0024380B">
        <w:rPr>
          <w:rFonts w:ascii="Arial" w:hAnsi="Arial" w:cs="Arial"/>
          <w:color w:val="000000" w:themeColor="text1"/>
        </w:rPr>
        <w:t>.</w:t>
      </w:r>
    </w:p>
    <w:p w14:paraId="78DCA82C" w14:textId="77777777" w:rsidR="00576F7E" w:rsidRPr="008E133E" w:rsidRDefault="00576F7E" w:rsidP="00E72012">
      <w:pPr>
        <w:pStyle w:val="Default"/>
        <w:spacing w:line="276" w:lineRule="auto"/>
        <w:ind w:firstLine="708"/>
        <w:rPr>
          <w:color w:val="000000" w:themeColor="text1"/>
          <w:sz w:val="22"/>
          <w:szCs w:val="22"/>
        </w:rPr>
      </w:pPr>
      <w:r w:rsidRPr="008E133E">
        <w:rPr>
          <w:color w:val="000000" w:themeColor="text1"/>
          <w:sz w:val="22"/>
          <w:szCs w:val="22"/>
        </w:rPr>
        <w:t xml:space="preserve">Zamawiający poprawia w ofercie: </w:t>
      </w:r>
    </w:p>
    <w:p w14:paraId="442C9E17" w14:textId="6DD152FD" w:rsidR="00576F7E" w:rsidRPr="008E133E" w:rsidRDefault="004519D4" w:rsidP="008D2B79">
      <w:pPr>
        <w:pStyle w:val="Akapitzlist"/>
        <w:autoSpaceDE w:val="0"/>
        <w:autoSpaceDN w:val="0"/>
        <w:adjustRightInd w:val="0"/>
        <w:spacing w:after="0"/>
        <w:ind w:firstLine="69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a)</w:t>
      </w:r>
      <w:r w:rsidR="00020D26">
        <w:rPr>
          <w:rFonts w:ascii="Arial" w:hAnsi="Arial" w:cs="Arial"/>
          <w:color w:val="000000" w:themeColor="text1"/>
        </w:rPr>
        <w:t xml:space="preserve">  </w:t>
      </w:r>
      <w:r w:rsidR="00576F7E" w:rsidRPr="008E133E">
        <w:rPr>
          <w:rFonts w:ascii="Arial" w:hAnsi="Arial" w:cs="Arial"/>
          <w:color w:val="000000" w:themeColor="text1"/>
        </w:rPr>
        <w:t xml:space="preserve">oczywiste omyłki pisarskie, </w:t>
      </w:r>
    </w:p>
    <w:p w14:paraId="7EB9A6CD" w14:textId="1840BA63" w:rsidR="00576F7E" w:rsidRPr="008E133E" w:rsidRDefault="004519D4" w:rsidP="008D2B79">
      <w:pPr>
        <w:pStyle w:val="Akapitzlist"/>
        <w:autoSpaceDE w:val="0"/>
        <w:autoSpaceDN w:val="0"/>
        <w:adjustRightInd w:val="0"/>
        <w:spacing w:after="0"/>
        <w:ind w:left="1701" w:hanging="285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b)</w:t>
      </w:r>
      <w:r w:rsidR="008D2B79" w:rsidRPr="008E133E">
        <w:rPr>
          <w:rFonts w:ascii="Arial" w:hAnsi="Arial" w:cs="Arial"/>
          <w:color w:val="000000" w:themeColor="text1"/>
        </w:rPr>
        <w:t xml:space="preserve"> </w:t>
      </w:r>
      <w:r w:rsidR="00576F7E" w:rsidRPr="008E133E">
        <w:rPr>
          <w:rFonts w:ascii="Arial" w:hAnsi="Arial" w:cs="Arial"/>
          <w:color w:val="000000" w:themeColor="text1"/>
        </w:rPr>
        <w:t xml:space="preserve">oczywiste omyłki rachunkowe, z uwzględnieniem konsekwencji rachunkowych dokonanych poprawek, </w:t>
      </w:r>
    </w:p>
    <w:p w14:paraId="33410D7F" w14:textId="6ED1B5B2" w:rsidR="00576F7E" w:rsidRPr="008E133E" w:rsidRDefault="004519D4" w:rsidP="008D2B79">
      <w:pPr>
        <w:pStyle w:val="Akapitzlist"/>
        <w:autoSpaceDE w:val="0"/>
        <w:autoSpaceDN w:val="0"/>
        <w:adjustRightInd w:val="0"/>
        <w:spacing w:after="0"/>
        <w:ind w:left="1418" w:hanging="2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c) </w:t>
      </w:r>
      <w:r w:rsidR="00576F7E" w:rsidRPr="008E133E">
        <w:rPr>
          <w:rFonts w:ascii="Arial" w:hAnsi="Arial" w:cs="Arial"/>
          <w:color w:val="000000" w:themeColor="text1"/>
        </w:rPr>
        <w:t>inne omyłki polegające na niezgodności oferty Opisem przedmiotu zamówienia, niepowodujące istotnych zmian w treści oferty, w tym: niedostarczenie wzoru oferowanego materiału równoważnego</w:t>
      </w:r>
    </w:p>
    <w:p w14:paraId="61AF80E6" w14:textId="77777777" w:rsidR="00576F7E" w:rsidRPr="008E133E" w:rsidRDefault="00576F7E" w:rsidP="008D2B79">
      <w:pPr>
        <w:pStyle w:val="Akapitzlist"/>
        <w:autoSpaceDE w:val="0"/>
        <w:autoSpaceDN w:val="0"/>
        <w:adjustRightInd w:val="0"/>
        <w:spacing w:after="0"/>
        <w:ind w:left="1418" w:firstLine="142"/>
        <w:jc w:val="both"/>
        <w:rPr>
          <w:rFonts w:ascii="Arial" w:hAnsi="Arial" w:cs="Arial"/>
          <w:color w:val="000000" w:themeColor="text1"/>
        </w:rPr>
      </w:pPr>
      <w:r w:rsidRPr="008E133E">
        <w:rPr>
          <w:rFonts w:ascii="Arial" w:hAnsi="Arial" w:cs="Arial"/>
          <w:color w:val="000000" w:themeColor="text1"/>
        </w:rPr>
        <w:t>– niezwłocznie zawiadamiając o tym Wykonawcę, którego oferta została poprawiona.</w:t>
      </w:r>
    </w:p>
    <w:p w14:paraId="24F0E780" w14:textId="0096280B" w:rsidR="00576F7E" w:rsidRPr="008E133E" w:rsidRDefault="004519D4" w:rsidP="006D255B">
      <w:pPr>
        <w:pStyle w:val="Akapitzlist"/>
        <w:autoSpaceDE w:val="0"/>
        <w:autoSpaceDN w:val="0"/>
        <w:adjustRightInd w:val="0"/>
        <w:spacing w:after="0"/>
        <w:ind w:left="1134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3</w:t>
      </w:r>
      <w:r w:rsidR="00576F7E" w:rsidRPr="008E133E">
        <w:rPr>
          <w:rFonts w:ascii="Arial" w:hAnsi="Arial" w:cs="Arial"/>
          <w:color w:val="000000" w:themeColor="text1"/>
        </w:rPr>
        <w:t xml:space="preserve">) jej złożenie stanowi czyn nieuczciwej konkurencji w rozumieniu przepisów o zwalczaniu nieuczciwej konkurencji, </w:t>
      </w:r>
    </w:p>
    <w:p w14:paraId="48EDDB36" w14:textId="593F126E" w:rsidR="00576F7E" w:rsidRPr="008E133E" w:rsidRDefault="004519D4" w:rsidP="008D2B79">
      <w:pPr>
        <w:pStyle w:val="Akapitzlist"/>
        <w:autoSpaceDE w:val="0"/>
        <w:autoSpaceDN w:val="0"/>
        <w:adjustRightInd w:val="0"/>
        <w:spacing w:after="0"/>
        <w:ind w:firstLine="131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4</w:t>
      </w:r>
      <w:r w:rsidR="00576F7E" w:rsidRPr="008E133E">
        <w:rPr>
          <w:rFonts w:ascii="Arial" w:hAnsi="Arial" w:cs="Arial"/>
          <w:color w:val="000000" w:themeColor="text1"/>
        </w:rPr>
        <w:t xml:space="preserve">) zawiera błędy w obliczeniu ceny, </w:t>
      </w:r>
    </w:p>
    <w:p w14:paraId="67FF8BEB" w14:textId="2CCAF2B4" w:rsidR="00576F7E" w:rsidRPr="008E133E" w:rsidRDefault="004519D4" w:rsidP="006D255B">
      <w:pPr>
        <w:pStyle w:val="Akapitzlist"/>
        <w:autoSpaceDE w:val="0"/>
        <w:autoSpaceDN w:val="0"/>
        <w:adjustRightInd w:val="0"/>
        <w:spacing w:after="0"/>
        <w:ind w:left="1134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5</w:t>
      </w:r>
      <w:r w:rsidR="00576F7E" w:rsidRPr="008E133E">
        <w:rPr>
          <w:rFonts w:ascii="Arial" w:hAnsi="Arial" w:cs="Arial"/>
          <w:color w:val="000000" w:themeColor="text1"/>
        </w:rPr>
        <w:t xml:space="preserve">) Wykonawca w terminie wyznaczonym przez Zamawiającego nie zgodził się na poprawienie oczywistej omyłki rachunkowej lub innej omyłki polegającej na niezgodności oferty z Opisem przedmiotu zamówienia, niepowodujące istotnych zmian w treści oferty, </w:t>
      </w:r>
    </w:p>
    <w:p w14:paraId="51A7A663" w14:textId="61AEE271" w:rsidR="00576F7E" w:rsidRDefault="004519D4" w:rsidP="006D255B">
      <w:pPr>
        <w:pStyle w:val="Akapitzlist"/>
        <w:autoSpaceDE w:val="0"/>
        <w:autoSpaceDN w:val="0"/>
        <w:adjustRightInd w:val="0"/>
        <w:spacing w:after="0"/>
        <w:ind w:left="1134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6</w:t>
      </w:r>
      <w:r w:rsidR="00576F7E" w:rsidRPr="008E133E">
        <w:rPr>
          <w:rFonts w:ascii="Arial" w:hAnsi="Arial" w:cs="Arial"/>
          <w:color w:val="000000" w:themeColor="text1"/>
        </w:rPr>
        <w:t>) zawiera rażąco niską cenę, z zastrzeżeniem następującego przypadku: w toku badania i oceny ofert Zamawiający może żądać od Wykonawców wyjaśnień dotyczących treści złożonych ofert w szczególności, jeżeli cena oferty wydaje się rażąco niska. Obowiązek wykazania, że oferta nie zawiera rażąco niskiej ceny, spoczywa na Wykonawcy.</w:t>
      </w:r>
    </w:p>
    <w:p w14:paraId="27A71303" w14:textId="11B291E2" w:rsidR="00A97E2C" w:rsidRDefault="004519D4" w:rsidP="006D255B">
      <w:pPr>
        <w:pStyle w:val="Akapitzlist"/>
        <w:autoSpaceDE w:val="0"/>
        <w:autoSpaceDN w:val="0"/>
        <w:adjustRightInd w:val="0"/>
        <w:spacing w:after="0"/>
        <w:ind w:left="1134" w:hanging="283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7</w:t>
      </w:r>
      <w:r w:rsidR="00A97E2C">
        <w:rPr>
          <w:rFonts w:ascii="Arial" w:hAnsi="Arial" w:cs="Arial"/>
          <w:color w:val="000000" w:themeColor="text1"/>
        </w:rPr>
        <w:t>) wpłynęła po wyznaczonym terminie składania ofert</w:t>
      </w:r>
    </w:p>
    <w:p w14:paraId="0A934387" w14:textId="77777777" w:rsidR="009724EF" w:rsidRPr="008E133E" w:rsidRDefault="009724EF" w:rsidP="006D255B">
      <w:pPr>
        <w:pStyle w:val="Akapitzlist"/>
        <w:autoSpaceDE w:val="0"/>
        <w:autoSpaceDN w:val="0"/>
        <w:adjustRightInd w:val="0"/>
        <w:spacing w:after="0"/>
        <w:ind w:left="1134" w:hanging="283"/>
        <w:jc w:val="both"/>
        <w:rPr>
          <w:rFonts w:ascii="Arial" w:hAnsi="Arial" w:cs="Arial"/>
          <w:color w:val="000000" w:themeColor="text1"/>
        </w:rPr>
      </w:pPr>
    </w:p>
    <w:p w14:paraId="4F9114E8" w14:textId="54391CF7" w:rsidR="00576F7E" w:rsidRPr="008E133E" w:rsidRDefault="00FC1142" w:rsidP="008D2B79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6</w:t>
      </w:r>
      <w:r w:rsidR="006D255B" w:rsidRPr="008E133E">
        <w:rPr>
          <w:rFonts w:ascii="Arial" w:hAnsi="Arial" w:cs="Arial"/>
          <w:color w:val="000000" w:themeColor="text1"/>
        </w:rPr>
        <w:t xml:space="preserve">.2. </w:t>
      </w:r>
      <w:r w:rsidR="00576F7E" w:rsidRPr="008E133E">
        <w:rPr>
          <w:rFonts w:ascii="Arial" w:hAnsi="Arial" w:cs="Arial"/>
          <w:color w:val="000000" w:themeColor="text1"/>
        </w:rPr>
        <w:t xml:space="preserve"> O odrzuceniu oferty Zamawiający zawiadamia Wykonawcę, którego oferta została odrzucona, podając uzasadnienie. </w:t>
      </w:r>
    </w:p>
    <w:p w14:paraId="0BDBF8AD" w14:textId="13A3640E" w:rsidR="00576F7E" w:rsidRDefault="00576F7E" w:rsidP="008D2B79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</w:p>
    <w:p w14:paraId="7E423B4F" w14:textId="77777777" w:rsidR="00FC1142" w:rsidRPr="008E133E" w:rsidRDefault="00FC1142" w:rsidP="008D2B79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</w:p>
    <w:p w14:paraId="10DFCA02" w14:textId="77777777" w:rsidR="00576F7E" w:rsidRPr="0088488F" w:rsidRDefault="00576F7E" w:rsidP="008F077E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  <w:r w:rsidRPr="008E133E">
        <w:rPr>
          <w:rFonts w:ascii="Arial" w:hAnsi="Arial" w:cs="Arial"/>
          <w:b/>
          <w:bCs/>
          <w:color w:val="000000" w:themeColor="text1"/>
        </w:rPr>
        <w:t xml:space="preserve">Unieważnienie Postępowania </w:t>
      </w:r>
    </w:p>
    <w:p w14:paraId="74557B4D" w14:textId="142619F8" w:rsidR="00576F7E" w:rsidRPr="008E133E" w:rsidRDefault="00FC1142" w:rsidP="008D2B79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7</w:t>
      </w:r>
      <w:r w:rsidR="006D255B" w:rsidRPr="008E133E">
        <w:rPr>
          <w:rFonts w:ascii="Arial" w:hAnsi="Arial" w:cs="Arial"/>
          <w:color w:val="000000" w:themeColor="text1"/>
        </w:rPr>
        <w:t>.</w:t>
      </w:r>
      <w:r w:rsidR="0088488F">
        <w:rPr>
          <w:rFonts w:ascii="Arial" w:hAnsi="Arial" w:cs="Arial"/>
          <w:color w:val="000000" w:themeColor="text1"/>
        </w:rPr>
        <w:t>1</w:t>
      </w:r>
      <w:r w:rsidR="006D255B" w:rsidRPr="008E133E">
        <w:rPr>
          <w:rFonts w:ascii="Arial" w:hAnsi="Arial" w:cs="Arial"/>
          <w:color w:val="000000" w:themeColor="text1"/>
        </w:rPr>
        <w:t xml:space="preserve">. </w:t>
      </w:r>
      <w:r w:rsidR="00576F7E" w:rsidRPr="008E133E">
        <w:rPr>
          <w:rFonts w:ascii="Arial" w:hAnsi="Arial" w:cs="Arial"/>
          <w:color w:val="000000" w:themeColor="text1"/>
        </w:rPr>
        <w:t xml:space="preserve"> Zamawiający mo</w:t>
      </w:r>
      <w:r w:rsidR="0088488F">
        <w:rPr>
          <w:rFonts w:ascii="Arial" w:hAnsi="Arial" w:cs="Arial"/>
          <w:color w:val="000000" w:themeColor="text1"/>
        </w:rPr>
        <w:t>że unieważnić Postępowanie w każdym czasie.</w:t>
      </w:r>
    </w:p>
    <w:p w14:paraId="0E682B3E" w14:textId="7E0A8A16" w:rsidR="00576F7E" w:rsidRPr="008E133E" w:rsidRDefault="00FC1142" w:rsidP="008D2B79">
      <w:pPr>
        <w:pStyle w:val="Default"/>
        <w:spacing w:line="276" w:lineRule="auto"/>
        <w:ind w:left="720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7</w:t>
      </w:r>
      <w:r w:rsidR="0088488F">
        <w:rPr>
          <w:color w:val="000000" w:themeColor="text1"/>
          <w:sz w:val="22"/>
          <w:szCs w:val="22"/>
        </w:rPr>
        <w:t>.2.</w:t>
      </w:r>
      <w:r w:rsidR="006D255B" w:rsidRPr="008E133E">
        <w:rPr>
          <w:color w:val="000000" w:themeColor="text1"/>
          <w:sz w:val="22"/>
          <w:szCs w:val="22"/>
        </w:rPr>
        <w:t xml:space="preserve"> </w:t>
      </w:r>
      <w:r w:rsidR="00576F7E" w:rsidRPr="008E133E">
        <w:rPr>
          <w:color w:val="000000" w:themeColor="text1"/>
          <w:sz w:val="22"/>
          <w:szCs w:val="22"/>
        </w:rPr>
        <w:t>O unieważnieniu Postępowania o udzielenie Zamówienia Zamawiający zawiadamia równocześnie wszystkich Wykonawców, którzy ubiega</w:t>
      </w:r>
      <w:r w:rsidR="006D255B" w:rsidRPr="008E133E">
        <w:rPr>
          <w:color w:val="000000" w:themeColor="text1"/>
          <w:sz w:val="22"/>
          <w:szCs w:val="22"/>
        </w:rPr>
        <w:t xml:space="preserve">li się o udzielenie Zamówienia. </w:t>
      </w:r>
    </w:p>
    <w:p w14:paraId="55FD94E2" w14:textId="77777777" w:rsidR="00FC1142" w:rsidRPr="008E133E" w:rsidRDefault="00FC1142" w:rsidP="006D255B">
      <w:pPr>
        <w:pStyle w:val="Teksttreci20"/>
        <w:shd w:val="clear" w:color="auto" w:fill="auto"/>
        <w:tabs>
          <w:tab w:val="left" w:pos="940"/>
        </w:tabs>
        <w:spacing w:line="276" w:lineRule="auto"/>
        <w:ind w:left="720" w:firstLine="0"/>
        <w:jc w:val="left"/>
        <w:rPr>
          <w:color w:val="000000" w:themeColor="text1"/>
        </w:rPr>
      </w:pPr>
    </w:p>
    <w:p w14:paraId="4FCCA5A8" w14:textId="23C5A112" w:rsidR="00FB0F23" w:rsidRPr="00A97E2C" w:rsidRDefault="004C383F" w:rsidP="008F077E">
      <w:pPr>
        <w:pStyle w:val="Teksttreci20"/>
        <w:numPr>
          <w:ilvl w:val="0"/>
          <w:numId w:val="43"/>
        </w:numPr>
        <w:shd w:val="clear" w:color="auto" w:fill="auto"/>
        <w:tabs>
          <w:tab w:val="left" w:pos="940"/>
        </w:tabs>
        <w:spacing w:line="276" w:lineRule="auto"/>
        <w:jc w:val="both"/>
        <w:rPr>
          <w:color w:val="000000" w:themeColor="text1"/>
        </w:rPr>
      </w:pPr>
      <w:r w:rsidRPr="00A97E2C">
        <w:rPr>
          <w:rFonts w:cstheme="minorHAnsi"/>
          <w:iCs/>
        </w:rPr>
        <w:t>TAURON Dystrybucja S.A. w Krakowie oświadcza, że posiada status dużego przedsiębiorcy w rozumieniu ustawy z dnia 8 marca 2013 r. o przeciwdziałaniu nadmiernym opóźnieniom w transakcjach handlowych (Dz.U. z 2019 r. poz. 118 z późn. zm.).</w:t>
      </w:r>
    </w:p>
    <w:p w14:paraId="78FBED01" w14:textId="77777777" w:rsidR="008B34B8" w:rsidRPr="008E133E" w:rsidRDefault="00F00222" w:rsidP="008D2B79">
      <w:pPr>
        <w:pStyle w:val="Teksttreci20"/>
        <w:shd w:val="clear" w:color="auto" w:fill="auto"/>
        <w:tabs>
          <w:tab w:val="left" w:pos="940"/>
        </w:tabs>
        <w:spacing w:line="276" w:lineRule="auto"/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pict w14:anchorId="57D9D1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38.6pt;height:68.75pt">
            <v:imagedata r:id="rId11" o:title=""/>
            <o:lock v:ext="edit" ungrouping="t" rotation="t" cropping="t" verticies="t" text="t" grouping="t"/>
            <o:signatureline v:ext="edit" id="{0A0713CE-22BC-4AE7-ADB8-7D60F813A81D}" provid="{00000000-0000-0000-0000-000000000000}" issignatureline="t"/>
          </v:shape>
        </w:pict>
      </w:r>
      <w:r w:rsidR="00FB0F23">
        <w:rPr>
          <w:color w:val="000000" w:themeColor="text1"/>
        </w:rPr>
        <w:t xml:space="preserve">  </w:t>
      </w:r>
      <w:r w:rsidR="00FB0F23">
        <w:rPr>
          <w:color w:val="000000" w:themeColor="text1"/>
        </w:rPr>
        <w:tab/>
        <w:t xml:space="preserve"> </w:t>
      </w:r>
      <w:r>
        <w:rPr>
          <w:color w:val="000000" w:themeColor="text1"/>
        </w:rPr>
        <w:pict w14:anchorId="5A4944AC">
          <v:shape id="_x0000_i1026" type="#_x0000_t75" alt="Wiersz podpisu pakietu Microsoft Office..." style="width:147.25pt;height:73.55pt">
            <v:imagedata r:id="rId11" o:title=""/>
            <o:lock v:ext="edit" ungrouping="t" rotation="t" cropping="t" verticies="t" text="t" grouping="t"/>
            <o:signatureline v:ext="edit" id="{C6EB0E93-A848-4546-8163-F092B5B2DDF6}" provid="{00000000-0000-0000-0000-000000000000}" issignatureline="t"/>
          </v:shape>
        </w:pict>
      </w:r>
    </w:p>
    <w:p w14:paraId="73C04170" w14:textId="77777777" w:rsidR="008B34B8" w:rsidRPr="008E133E" w:rsidRDefault="008B34B8" w:rsidP="008D2B79">
      <w:pPr>
        <w:pStyle w:val="Teksttreci20"/>
        <w:shd w:val="clear" w:color="auto" w:fill="auto"/>
        <w:tabs>
          <w:tab w:val="left" w:pos="940"/>
        </w:tabs>
        <w:spacing w:line="276" w:lineRule="auto"/>
        <w:ind w:firstLine="0"/>
        <w:jc w:val="both"/>
        <w:rPr>
          <w:color w:val="000000" w:themeColor="text1"/>
        </w:rPr>
      </w:pPr>
    </w:p>
    <w:p w14:paraId="319B4C1E" w14:textId="44187F04" w:rsidR="00AA6CA1" w:rsidRPr="008E133E" w:rsidRDefault="00385B62" w:rsidP="008D2B79">
      <w:pPr>
        <w:rPr>
          <w:color w:val="000000" w:themeColor="text1"/>
          <w:sz w:val="16"/>
          <w:szCs w:val="16"/>
        </w:rPr>
      </w:pPr>
      <w:r w:rsidRPr="008E133E">
        <w:rPr>
          <w:color w:val="000000" w:themeColor="text1"/>
          <w:sz w:val="16"/>
          <w:szCs w:val="16"/>
        </w:rPr>
        <w:t xml:space="preserve">Podpis osoby sporządzającej                              </w:t>
      </w:r>
      <w:r w:rsidR="00FB0F23">
        <w:rPr>
          <w:color w:val="000000" w:themeColor="text1"/>
          <w:sz w:val="16"/>
          <w:szCs w:val="16"/>
        </w:rPr>
        <w:tab/>
      </w:r>
      <w:r w:rsidR="00555D72">
        <w:rPr>
          <w:color w:val="000000" w:themeColor="text1"/>
          <w:sz w:val="16"/>
          <w:szCs w:val="16"/>
        </w:rPr>
        <w:t xml:space="preserve">       Podpis </w:t>
      </w:r>
      <w:r w:rsidRPr="008E133E">
        <w:rPr>
          <w:color w:val="000000" w:themeColor="text1"/>
          <w:sz w:val="16"/>
          <w:szCs w:val="16"/>
        </w:rPr>
        <w:t>osoby akceptującej</w:t>
      </w:r>
    </w:p>
    <w:p w14:paraId="2DC3DA10" w14:textId="77777777" w:rsidR="00952C8B" w:rsidRPr="008E133E" w:rsidRDefault="00952C8B" w:rsidP="008D2B79">
      <w:pPr>
        <w:pStyle w:val="Default"/>
        <w:spacing w:line="276" w:lineRule="auto"/>
        <w:rPr>
          <w:color w:val="000000" w:themeColor="text1"/>
          <w:sz w:val="18"/>
          <w:szCs w:val="18"/>
        </w:rPr>
      </w:pPr>
    </w:p>
    <w:p w14:paraId="4D91765F" w14:textId="77777777" w:rsidR="00AA6CA1" w:rsidRPr="008E133E" w:rsidRDefault="00385B62" w:rsidP="008D2B79">
      <w:pPr>
        <w:pStyle w:val="Default"/>
        <w:spacing w:line="276" w:lineRule="auto"/>
        <w:rPr>
          <w:color w:val="000000" w:themeColor="text1"/>
          <w:sz w:val="18"/>
          <w:szCs w:val="18"/>
        </w:rPr>
      </w:pPr>
      <w:r w:rsidRPr="008E133E">
        <w:rPr>
          <w:color w:val="000000" w:themeColor="text1"/>
          <w:sz w:val="18"/>
          <w:szCs w:val="18"/>
        </w:rPr>
        <w:t>Załącznik</w:t>
      </w:r>
      <w:r w:rsidR="00952C8B" w:rsidRPr="008E133E">
        <w:rPr>
          <w:color w:val="000000" w:themeColor="text1"/>
          <w:sz w:val="18"/>
          <w:szCs w:val="18"/>
        </w:rPr>
        <w:t>i</w:t>
      </w:r>
      <w:r w:rsidRPr="008E133E">
        <w:rPr>
          <w:color w:val="000000" w:themeColor="text1"/>
          <w:sz w:val="18"/>
          <w:szCs w:val="18"/>
        </w:rPr>
        <w:t xml:space="preserve">: </w:t>
      </w:r>
    </w:p>
    <w:p w14:paraId="6076FD31" w14:textId="17E3B3BF" w:rsidR="009C70D7" w:rsidRPr="003474DB" w:rsidRDefault="003A16F2" w:rsidP="008D2B79">
      <w:pPr>
        <w:pStyle w:val="Default"/>
        <w:numPr>
          <w:ilvl w:val="0"/>
          <w:numId w:val="4"/>
        </w:numPr>
        <w:spacing w:line="276" w:lineRule="auto"/>
        <w:rPr>
          <w:color w:val="000000" w:themeColor="text1"/>
          <w:sz w:val="18"/>
          <w:szCs w:val="18"/>
          <w:highlight w:val="yellow"/>
        </w:rPr>
      </w:pPr>
      <w:r w:rsidRPr="000D64E6">
        <w:rPr>
          <w:color w:val="000000" w:themeColor="text1"/>
          <w:sz w:val="18"/>
          <w:szCs w:val="18"/>
        </w:rPr>
        <w:t>Załącznik nr 1 do</w:t>
      </w:r>
      <w:r w:rsidR="008A08BC" w:rsidRPr="000D64E6">
        <w:rPr>
          <w:color w:val="000000" w:themeColor="text1"/>
          <w:sz w:val="18"/>
          <w:szCs w:val="18"/>
        </w:rPr>
        <w:t xml:space="preserve"> OPZ</w:t>
      </w:r>
      <w:r w:rsidR="00BD1F6D" w:rsidRPr="000D64E6">
        <w:rPr>
          <w:color w:val="000000" w:themeColor="text1"/>
          <w:sz w:val="18"/>
          <w:szCs w:val="18"/>
        </w:rPr>
        <w:t xml:space="preserve"> - oferta</w:t>
      </w:r>
    </w:p>
    <w:p w14:paraId="27797030" w14:textId="4C7A1BDB" w:rsidR="0084775E" w:rsidRPr="008E133E" w:rsidRDefault="0084775E" w:rsidP="000054A5">
      <w:pPr>
        <w:pStyle w:val="Default"/>
        <w:spacing w:line="276" w:lineRule="auto"/>
        <w:ind w:left="720"/>
        <w:rPr>
          <w:color w:val="000000" w:themeColor="text1"/>
          <w:sz w:val="18"/>
          <w:szCs w:val="18"/>
        </w:rPr>
      </w:pPr>
    </w:p>
    <w:sectPr w:rsidR="0084775E" w:rsidRPr="008E133E" w:rsidSect="00AA6CA1"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DADB9" w14:textId="77777777" w:rsidR="00B455F6" w:rsidRDefault="00B455F6">
      <w:pPr>
        <w:spacing w:after="0" w:line="240" w:lineRule="auto"/>
      </w:pPr>
      <w:r>
        <w:separator/>
      </w:r>
    </w:p>
  </w:endnote>
  <w:endnote w:type="continuationSeparator" w:id="0">
    <w:p w14:paraId="668A0BBF" w14:textId="77777777" w:rsidR="00B455F6" w:rsidRDefault="00B45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55206" w14:textId="77777777" w:rsidR="00C3544C" w:rsidRDefault="00C3544C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75E0BBDC" wp14:editId="4993E0AE">
              <wp:simplePos x="0" y="0"/>
              <wp:positionH relativeFrom="page">
                <wp:posOffset>808355</wp:posOffset>
              </wp:positionH>
              <wp:positionV relativeFrom="page">
                <wp:posOffset>10026015</wp:posOffset>
              </wp:positionV>
              <wp:extent cx="5855335" cy="243840"/>
              <wp:effectExtent l="0" t="0" r="3810" b="4445"/>
              <wp:wrapNone/>
              <wp:docPr id="10" name="Pole tekstow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55335" cy="243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57A26D" w14:textId="77777777" w:rsidR="008729B5" w:rsidRDefault="008729B5" w:rsidP="00E25310">
                          <w:pPr>
                            <w:tabs>
                              <w:tab w:val="right" w:pos="9221"/>
                            </w:tabs>
                            <w:spacing w:line="240" w:lineRule="au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E0BBDC" id="_x0000_t202" coordsize="21600,21600" o:spt="202" path="m,l,21600r21600,l21600,xe">
              <v:stroke joinstyle="miter"/>
              <v:path gradientshapeok="t" o:connecttype="rect"/>
            </v:shapetype>
            <v:shape id="Pole tekstowe 10" o:spid="_x0000_s1026" type="#_x0000_t202" style="position:absolute;margin-left:63.65pt;margin-top:789.45pt;width:461.05pt;height:19.2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" filled="f" stroked="f">
              <v:textbox style="mso-fit-shape-to-text:t" inset="0,0,0,0">
                <w:txbxContent>
                  <w:p w14:paraId="7157A26D" w14:textId="77777777" w:rsidR="008729B5" w:rsidRDefault="008729B5" w:rsidP="00E25310">
                    <w:pPr>
                      <w:tabs>
                        <w:tab w:val="right" w:pos="9221"/>
                      </w:tabs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"/>
        <w:szCs w:val="2"/>
      </w:rPr>
      <w:t>Nr postę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51BDC" w14:textId="77777777" w:rsidR="00C3544C" w:rsidRDefault="00C3544C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4A537AE" wp14:editId="7155D64A">
              <wp:simplePos x="0" y="0"/>
              <wp:positionH relativeFrom="page">
                <wp:posOffset>802005</wp:posOffset>
              </wp:positionH>
              <wp:positionV relativeFrom="page">
                <wp:posOffset>10001250</wp:posOffset>
              </wp:positionV>
              <wp:extent cx="5858510" cy="94615"/>
              <wp:effectExtent l="1905" t="0" r="0" b="635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58510" cy="94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15916C" w14:textId="77777777" w:rsidR="00C3544C" w:rsidRDefault="00C3544C">
                          <w:pPr>
                            <w:tabs>
                              <w:tab w:val="right" w:pos="9226"/>
                            </w:tabs>
                            <w:spacing w:line="240" w:lineRule="auto"/>
                          </w:pPr>
                          <w:r>
                            <w:t>Regulamin Udzielania Zamówień w Grupie TAURON</w:t>
                          </w:r>
                          <w:r>
                            <w:tab/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A537AE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63.15pt;margin-top:787.5pt;width:461.3pt;height:7.45pt;z-index:-251655168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" filled="f" stroked="f">
              <v:textbox style="mso-fit-shape-to-text:t" inset="0,0,0,0">
                <w:txbxContent>
                  <w:p w14:paraId="0D15916C" w14:textId="77777777" w:rsidR="00C3544C" w:rsidRDefault="00C3544C">
                    <w:pPr>
                      <w:tabs>
                        <w:tab w:val="right" w:pos="9226"/>
                      </w:tabs>
                      <w:spacing w:line="240" w:lineRule="auto"/>
                    </w:pPr>
                    <w:r>
                      <w:t>Regulamin Udzielania Zamówień w Grupie TAURON</w:t>
                    </w:r>
                    <w:r>
                      <w:tab/>
                      <w:t xml:space="preserve">Str.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4B76B" w14:textId="77777777" w:rsidR="00B455F6" w:rsidRDefault="00B455F6">
      <w:pPr>
        <w:spacing w:after="0" w:line="240" w:lineRule="auto"/>
      </w:pPr>
      <w:r>
        <w:separator/>
      </w:r>
    </w:p>
  </w:footnote>
  <w:footnote w:type="continuationSeparator" w:id="0">
    <w:p w14:paraId="7B2893F1" w14:textId="77777777" w:rsidR="00B455F6" w:rsidRDefault="00B45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C007B" w14:textId="77777777" w:rsidR="00C3544C" w:rsidRDefault="00C3544C">
    <w:pPr>
      <w:rPr>
        <w:sz w:val="2"/>
        <w:szCs w:val="2"/>
      </w:rPr>
    </w:pPr>
    <w:r>
      <w:rPr>
        <w:noProof/>
        <w:lang w:eastAsia="pl-PL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491F537E" wp14:editId="51D2F246">
              <wp:simplePos x="0" y="0"/>
              <wp:positionH relativeFrom="page">
                <wp:posOffset>1073150</wp:posOffset>
              </wp:positionH>
              <wp:positionV relativeFrom="page">
                <wp:posOffset>927100</wp:posOffset>
              </wp:positionV>
              <wp:extent cx="3776345" cy="130810"/>
              <wp:effectExtent l="0" t="3175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76345" cy="1308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C1FEDF" w14:textId="77777777" w:rsidR="00C3544C" w:rsidRDefault="00C3544C">
                          <w:pPr>
                            <w:tabs>
                              <w:tab w:val="right" w:pos="5947"/>
                            </w:tabs>
                            <w:spacing w:line="240" w:lineRule="auto"/>
                          </w:pPr>
                          <w:r>
                            <w:rPr>
                              <w:rStyle w:val="Nagweklubstopka11ptBezkursywy"/>
                            </w:rPr>
                            <w:t>2) Sekretarz</w:t>
                          </w:r>
                          <w:r>
                            <w:rPr>
                              <w:rStyle w:val="Nagweklubstopka11ptBezkursywy"/>
                            </w:rPr>
                            <w:tab/>
                            <w:t>- przedstawiciel Komórki Zakupowej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1F537E"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7" type="#_x0000_t202" style="position:absolute;margin-left:84.5pt;margin-top:73pt;width:297.35pt;height:10.3pt;z-index:-251656192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" filled="f" stroked="f">
              <v:textbox style="mso-fit-shape-to-text:t" inset="0,0,0,0">
                <w:txbxContent>
                  <w:p w14:paraId="60C1FEDF" w14:textId="77777777" w:rsidR="00C3544C" w:rsidRDefault="00C3544C">
                    <w:pPr>
                      <w:tabs>
                        <w:tab w:val="right" w:pos="5947"/>
                      </w:tabs>
                      <w:spacing w:line="240" w:lineRule="auto"/>
                    </w:pPr>
                    <w:r>
                      <w:rPr>
                        <w:rStyle w:val="Nagweklubstopka11ptBezkursywy"/>
                      </w:rPr>
                      <w:t>2) Sekretarz</w:t>
                    </w:r>
                    <w:r>
                      <w:rPr>
                        <w:rStyle w:val="Nagweklubstopka11ptBezkursywy"/>
                      </w:rPr>
                      <w:tab/>
                      <w:t>- przedstawiciel Komórki Zakupowej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30D64"/>
    <w:multiLevelType w:val="singleLevel"/>
    <w:tmpl w:val="20AF558C"/>
    <w:lvl w:ilvl="0">
      <w:start w:val="1"/>
      <w:numFmt w:val="decimal"/>
      <w:lvlText w:val="%1. "/>
      <w:lvlJc w:val="left"/>
      <w:rPr>
        <w:rFonts w:ascii="Arial" w:hAnsi="Arial" w:cs="Arial"/>
      </w:rPr>
    </w:lvl>
  </w:abstractNum>
  <w:abstractNum w:abstractNumId="1" w15:restartNumberingAfterBreak="0">
    <w:nsid w:val="05456306"/>
    <w:multiLevelType w:val="hybridMultilevel"/>
    <w:tmpl w:val="705E5A46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839200E"/>
    <w:multiLevelType w:val="hybridMultilevel"/>
    <w:tmpl w:val="DE9EE3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500209"/>
    <w:multiLevelType w:val="hybridMultilevel"/>
    <w:tmpl w:val="98904DF8"/>
    <w:lvl w:ilvl="0" w:tplc="7D686A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B13AD8"/>
    <w:multiLevelType w:val="hybridMultilevel"/>
    <w:tmpl w:val="20081BA2"/>
    <w:lvl w:ilvl="0" w:tplc="C608C6F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5" w15:restartNumberingAfterBreak="0">
    <w:nsid w:val="113854C5"/>
    <w:multiLevelType w:val="hybridMultilevel"/>
    <w:tmpl w:val="C0D079D8"/>
    <w:lvl w:ilvl="0" w:tplc="7B5CF4BE">
      <w:start w:val="14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16030B7"/>
    <w:multiLevelType w:val="multilevel"/>
    <w:tmpl w:val="0334620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11EA71FE"/>
    <w:multiLevelType w:val="hybridMultilevel"/>
    <w:tmpl w:val="40741176"/>
    <w:lvl w:ilvl="0" w:tplc="26A6F2D4">
      <w:start w:val="1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6F32778"/>
    <w:multiLevelType w:val="multilevel"/>
    <w:tmpl w:val="05528EC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80"/>
        </w:tabs>
        <w:ind w:left="880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9" w15:restartNumberingAfterBreak="0">
    <w:nsid w:val="17C215F3"/>
    <w:multiLevelType w:val="multilevel"/>
    <w:tmpl w:val="8B7A6B1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305"/>
        </w:tabs>
        <w:ind w:left="1305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1F3E50F2"/>
    <w:multiLevelType w:val="hybridMultilevel"/>
    <w:tmpl w:val="BF1C066A"/>
    <w:lvl w:ilvl="0" w:tplc="519653C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C00EC"/>
    <w:multiLevelType w:val="hybridMultilevel"/>
    <w:tmpl w:val="B436F67A"/>
    <w:lvl w:ilvl="0" w:tplc="34DAF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AC945D2C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/>
        <w:sz w:val="22"/>
        <w:szCs w:val="22"/>
      </w:rPr>
    </w:lvl>
    <w:lvl w:ilvl="2" w:tplc="DB12F8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35C3870"/>
    <w:multiLevelType w:val="hybridMultilevel"/>
    <w:tmpl w:val="234218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FE2BE7"/>
    <w:multiLevelType w:val="hybridMultilevel"/>
    <w:tmpl w:val="D408B9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170207"/>
    <w:multiLevelType w:val="hybridMultilevel"/>
    <w:tmpl w:val="4A16C5D6"/>
    <w:lvl w:ilvl="0" w:tplc="497A35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A67712"/>
    <w:multiLevelType w:val="hybridMultilevel"/>
    <w:tmpl w:val="DEE6DCB8"/>
    <w:lvl w:ilvl="0" w:tplc="F83824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0BE646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2"/>
        <w:szCs w:val="22"/>
      </w:rPr>
    </w:lvl>
    <w:lvl w:ilvl="3" w:tplc="338864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EC83BCD"/>
    <w:multiLevelType w:val="multilevel"/>
    <w:tmpl w:val="F7A076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3F914DBA"/>
    <w:multiLevelType w:val="multilevel"/>
    <w:tmpl w:val="C504BC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8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9" w15:restartNumberingAfterBreak="0">
    <w:nsid w:val="450C2841"/>
    <w:multiLevelType w:val="multilevel"/>
    <w:tmpl w:val="E7EAB3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 w15:restartNumberingAfterBreak="0">
    <w:nsid w:val="48E65F33"/>
    <w:multiLevelType w:val="hybridMultilevel"/>
    <w:tmpl w:val="B100F274"/>
    <w:lvl w:ilvl="0" w:tplc="08200F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DF0011"/>
    <w:multiLevelType w:val="hybridMultilevel"/>
    <w:tmpl w:val="7932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A02564"/>
    <w:multiLevelType w:val="hybridMultilevel"/>
    <w:tmpl w:val="6C402C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63A64"/>
    <w:multiLevelType w:val="hybridMultilevel"/>
    <w:tmpl w:val="5B7AC4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5" w15:restartNumberingAfterBreak="0">
    <w:nsid w:val="669C3E8B"/>
    <w:multiLevelType w:val="multilevel"/>
    <w:tmpl w:val="C88C5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7917942"/>
    <w:multiLevelType w:val="hybridMultilevel"/>
    <w:tmpl w:val="B5028FC0"/>
    <w:lvl w:ilvl="0" w:tplc="F4060E62">
      <w:start w:val="1"/>
      <w:numFmt w:val="decimal"/>
      <w:lvlText w:val="%1."/>
      <w:lvlJc w:val="left"/>
      <w:pPr>
        <w:ind w:left="360" w:hanging="360"/>
      </w:pPr>
    </w:lvl>
    <w:lvl w:ilvl="1" w:tplc="0658B3C0" w:tentative="1">
      <w:start w:val="1"/>
      <w:numFmt w:val="lowerLetter"/>
      <w:lvlText w:val="%2."/>
      <w:lvlJc w:val="left"/>
      <w:pPr>
        <w:ind w:left="1080" w:hanging="360"/>
      </w:pPr>
    </w:lvl>
    <w:lvl w:ilvl="2" w:tplc="52586B78" w:tentative="1">
      <w:start w:val="1"/>
      <w:numFmt w:val="lowerRoman"/>
      <w:lvlText w:val="%3."/>
      <w:lvlJc w:val="right"/>
      <w:pPr>
        <w:ind w:left="1800" w:hanging="180"/>
      </w:pPr>
    </w:lvl>
    <w:lvl w:ilvl="3" w:tplc="C4EAD69A">
      <w:start w:val="1"/>
      <w:numFmt w:val="decimal"/>
      <w:lvlText w:val="%4."/>
      <w:lvlJc w:val="left"/>
      <w:pPr>
        <w:ind w:left="2520" w:hanging="360"/>
      </w:pPr>
    </w:lvl>
    <w:lvl w:ilvl="4" w:tplc="0DACFBCA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45C48"/>
    <w:multiLevelType w:val="hybridMultilevel"/>
    <w:tmpl w:val="DADAA0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CCE6157"/>
    <w:multiLevelType w:val="multilevel"/>
    <w:tmpl w:val="92A428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6D7B5B28"/>
    <w:multiLevelType w:val="hybridMultilevel"/>
    <w:tmpl w:val="5A2CC2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1E1621"/>
    <w:multiLevelType w:val="multilevel"/>
    <w:tmpl w:val="739CC7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717570C9"/>
    <w:multiLevelType w:val="multilevel"/>
    <w:tmpl w:val="18AE20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color w:val="000000" w:themeColor="text1"/>
        <w:sz w:val="22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  <w:color w:val="000000" w:themeColor="text1"/>
        <w:sz w:val="22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  <w:color w:val="000000" w:themeColor="text1"/>
        <w:sz w:val="22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  <w:b/>
        <w:color w:val="000000" w:themeColor="text1"/>
        <w:sz w:val="22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  <w:color w:val="000000" w:themeColor="text1"/>
        <w:sz w:val="22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  <w:b/>
        <w:color w:val="000000" w:themeColor="text1"/>
        <w:sz w:val="22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  <w:color w:val="000000" w:themeColor="text1"/>
        <w:sz w:val="22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  <w:b/>
        <w:color w:val="000000" w:themeColor="text1"/>
        <w:sz w:val="22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  <w:color w:val="000000" w:themeColor="text1"/>
        <w:sz w:val="22"/>
      </w:rPr>
    </w:lvl>
  </w:abstractNum>
  <w:abstractNum w:abstractNumId="32" w15:restartNumberingAfterBreak="0">
    <w:nsid w:val="72C0714E"/>
    <w:multiLevelType w:val="multilevel"/>
    <w:tmpl w:val="009A6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3" w15:restartNumberingAfterBreak="0">
    <w:nsid w:val="75534463"/>
    <w:multiLevelType w:val="multilevel"/>
    <w:tmpl w:val="5BAE9B3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76240E13"/>
    <w:multiLevelType w:val="multilevel"/>
    <w:tmpl w:val="05FE5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35" w15:restartNumberingAfterBreak="0">
    <w:nsid w:val="77635E60"/>
    <w:multiLevelType w:val="hybridMultilevel"/>
    <w:tmpl w:val="6AC46C04"/>
    <w:lvl w:ilvl="0" w:tplc="4A58638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 w:val="0"/>
        <w:i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abstractNum w:abstractNumId="36" w15:restartNumberingAfterBreak="0">
    <w:nsid w:val="78AB0CEA"/>
    <w:multiLevelType w:val="multilevel"/>
    <w:tmpl w:val="2384E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Arial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b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C24521B"/>
    <w:multiLevelType w:val="hybridMultilevel"/>
    <w:tmpl w:val="A01CD8A8"/>
    <w:lvl w:ilvl="0" w:tplc="608AE85C">
      <w:start w:val="1"/>
      <w:numFmt w:val="decimal"/>
      <w:pStyle w:val="warto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812A95"/>
    <w:multiLevelType w:val="multilevel"/>
    <w:tmpl w:val="C256058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1490824475">
    <w:abstractNumId w:val="34"/>
  </w:num>
  <w:num w:numId="2" w16cid:durableId="1889683495">
    <w:abstractNumId w:val="37"/>
  </w:num>
  <w:num w:numId="3" w16cid:durableId="526141602">
    <w:abstractNumId w:val="31"/>
  </w:num>
  <w:num w:numId="4" w16cid:durableId="991520678">
    <w:abstractNumId w:val="29"/>
  </w:num>
  <w:num w:numId="5" w16cid:durableId="1704477214">
    <w:abstractNumId w:val="10"/>
  </w:num>
  <w:num w:numId="6" w16cid:durableId="2000889203">
    <w:abstractNumId w:val="24"/>
  </w:num>
  <w:num w:numId="7" w16cid:durableId="1476876158">
    <w:abstractNumId w:val="18"/>
  </w:num>
  <w:num w:numId="8" w16cid:durableId="1926263420">
    <w:abstractNumId w:val="23"/>
  </w:num>
  <w:num w:numId="9" w16cid:durableId="2039231321">
    <w:abstractNumId w:val="28"/>
  </w:num>
  <w:num w:numId="10" w16cid:durableId="638150310">
    <w:abstractNumId w:val="0"/>
  </w:num>
  <w:num w:numId="11" w16cid:durableId="1237516672">
    <w:abstractNumId w:val="22"/>
  </w:num>
  <w:num w:numId="12" w16cid:durableId="1446660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804629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873427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39260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131591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491253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660300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19336492">
    <w:abstractNumId w:val="25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7773603">
    <w:abstractNumId w:val="30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219219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305686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9102869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9647260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06398833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64682851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99097252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645929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4441166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7350599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52883163">
    <w:abstractNumId w:val="3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52528918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385278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66623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0476351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44373808">
    <w:abstractNumId w:val="12"/>
    <w:lvlOverride w:ilvl="0">
      <w:lvl w:ilvl="0" w:tplc="0415000F">
        <w:start w:val="1"/>
        <w:numFmt w:val="decimal"/>
        <w:lvlText w:val="%1."/>
        <w:lvlJc w:val="left"/>
        <w:pPr>
          <w:ind w:left="360" w:hanging="360"/>
        </w:p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37" w16cid:durableId="72753599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30503790">
    <w:abstractNumId w:val="30"/>
  </w:num>
  <w:num w:numId="39" w16cid:durableId="1726641667">
    <w:abstractNumId w:val="7"/>
  </w:num>
  <w:num w:numId="40" w16cid:durableId="1137525672">
    <w:abstractNumId w:val="5"/>
  </w:num>
  <w:num w:numId="41" w16cid:durableId="386028042">
    <w:abstractNumId w:val="16"/>
  </w:num>
  <w:num w:numId="42" w16cid:durableId="198247232">
    <w:abstractNumId w:val="1"/>
  </w:num>
  <w:num w:numId="43" w16cid:durableId="639456843">
    <w:abstractNumId w:val="3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8C"/>
    <w:rsid w:val="00000068"/>
    <w:rsid w:val="000054A5"/>
    <w:rsid w:val="00005D34"/>
    <w:rsid w:val="000149A7"/>
    <w:rsid w:val="00020D26"/>
    <w:rsid w:val="0002269F"/>
    <w:rsid w:val="00023BBF"/>
    <w:rsid w:val="00036FC3"/>
    <w:rsid w:val="000370F1"/>
    <w:rsid w:val="00047E4F"/>
    <w:rsid w:val="00047F36"/>
    <w:rsid w:val="0005117A"/>
    <w:rsid w:val="00055AF5"/>
    <w:rsid w:val="000600A7"/>
    <w:rsid w:val="00075D9A"/>
    <w:rsid w:val="0009062A"/>
    <w:rsid w:val="00092D66"/>
    <w:rsid w:val="00094CB6"/>
    <w:rsid w:val="000B29F9"/>
    <w:rsid w:val="000D3C83"/>
    <w:rsid w:val="000D64E6"/>
    <w:rsid w:val="000D6549"/>
    <w:rsid w:val="000E1BA2"/>
    <w:rsid w:val="000E1DD0"/>
    <w:rsid w:val="000E33C5"/>
    <w:rsid w:val="000E5448"/>
    <w:rsid w:val="000F1C79"/>
    <w:rsid w:val="000F243C"/>
    <w:rsid w:val="000F27DF"/>
    <w:rsid w:val="000F2FD6"/>
    <w:rsid w:val="000F5376"/>
    <w:rsid w:val="001037DE"/>
    <w:rsid w:val="0011019F"/>
    <w:rsid w:val="00116EE3"/>
    <w:rsid w:val="00122B80"/>
    <w:rsid w:val="00141693"/>
    <w:rsid w:val="00145431"/>
    <w:rsid w:val="001468B7"/>
    <w:rsid w:val="00153E97"/>
    <w:rsid w:val="00155D2C"/>
    <w:rsid w:val="00160EF4"/>
    <w:rsid w:val="00195665"/>
    <w:rsid w:val="001C5B44"/>
    <w:rsid w:val="001C7DB5"/>
    <w:rsid w:val="001D5210"/>
    <w:rsid w:val="001E112C"/>
    <w:rsid w:val="001E17B6"/>
    <w:rsid w:val="00223E86"/>
    <w:rsid w:val="00223EC7"/>
    <w:rsid w:val="0023560B"/>
    <w:rsid w:val="0024380B"/>
    <w:rsid w:val="00245CD1"/>
    <w:rsid w:val="0024764A"/>
    <w:rsid w:val="002506F6"/>
    <w:rsid w:val="00256038"/>
    <w:rsid w:val="00262ACC"/>
    <w:rsid w:val="00264461"/>
    <w:rsid w:val="002723C5"/>
    <w:rsid w:val="00273FE3"/>
    <w:rsid w:val="002755CD"/>
    <w:rsid w:val="00291080"/>
    <w:rsid w:val="00294BC4"/>
    <w:rsid w:val="002A42D4"/>
    <w:rsid w:val="002B0759"/>
    <w:rsid w:val="002C1268"/>
    <w:rsid w:val="002C4302"/>
    <w:rsid w:val="002C4C22"/>
    <w:rsid w:val="002D0636"/>
    <w:rsid w:val="002D52B0"/>
    <w:rsid w:val="002D765C"/>
    <w:rsid w:val="002E116F"/>
    <w:rsid w:val="00315BDC"/>
    <w:rsid w:val="00315E27"/>
    <w:rsid w:val="0033113C"/>
    <w:rsid w:val="00331535"/>
    <w:rsid w:val="0034503D"/>
    <w:rsid w:val="003474DB"/>
    <w:rsid w:val="00384459"/>
    <w:rsid w:val="00385B62"/>
    <w:rsid w:val="003935B2"/>
    <w:rsid w:val="00397861"/>
    <w:rsid w:val="003A16F2"/>
    <w:rsid w:val="003B0907"/>
    <w:rsid w:val="003B20C0"/>
    <w:rsid w:val="003B4DB7"/>
    <w:rsid w:val="003B51C4"/>
    <w:rsid w:val="003D15CD"/>
    <w:rsid w:val="003D491D"/>
    <w:rsid w:val="003E63A0"/>
    <w:rsid w:val="003E7656"/>
    <w:rsid w:val="003F2157"/>
    <w:rsid w:val="003F6261"/>
    <w:rsid w:val="00410F42"/>
    <w:rsid w:val="0041291A"/>
    <w:rsid w:val="00416D67"/>
    <w:rsid w:val="00444141"/>
    <w:rsid w:val="00444BD2"/>
    <w:rsid w:val="00447200"/>
    <w:rsid w:val="00447445"/>
    <w:rsid w:val="004519D4"/>
    <w:rsid w:val="004544AE"/>
    <w:rsid w:val="00467362"/>
    <w:rsid w:val="00470407"/>
    <w:rsid w:val="00486AEC"/>
    <w:rsid w:val="00495367"/>
    <w:rsid w:val="004954D1"/>
    <w:rsid w:val="004A02A2"/>
    <w:rsid w:val="004A61F7"/>
    <w:rsid w:val="004B16D2"/>
    <w:rsid w:val="004B684D"/>
    <w:rsid w:val="004C383F"/>
    <w:rsid w:val="004D30C7"/>
    <w:rsid w:val="004D7C72"/>
    <w:rsid w:val="00502C51"/>
    <w:rsid w:val="00506971"/>
    <w:rsid w:val="00510599"/>
    <w:rsid w:val="005134EA"/>
    <w:rsid w:val="00516F9B"/>
    <w:rsid w:val="0052061F"/>
    <w:rsid w:val="00523FD0"/>
    <w:rsid w:val="00533107"/>
    <w:rsid w:val="005344B2"/>
    <w:rsid w:val="00535FA9"/>
    <w:rsid w:val="00542021"/>
    <w:rsid w:val="005433FC"/>
    <w:rsid w:val="00551CA5"/>
    <w:rsid w:val="0055282F"/>
    <w:rsid w:val="00554F1E"/>
    <w:rsid w:val="00555D72"/>
    <w:rsid w:val="0055798C"/>
    <w:rsid w:val="00570341"/>
    <w:rsid w:val="00571232"/>
    <w:rsid w:val="005734C8"/>
    <w:rsid w:val="00573927"/>
    <w:rsid w:val="0057663B"/>
    <w:rsid w:val="00576F7E"/>
    <w:rsid w:val="005870FF"/>
    <w:rsid w:val="005A5ABC"/>
    <w:rsid w:val="005A68A7"/>
    <w:rsid w:val="005B00FD"/>
    <w:rsid w:val="005B225D"/>
    <w:rsid w:val="005C7730"/>
    <w:rsid w:val="005D434F"/>
    <w:rsid w:val="005D7DB9"/>
    <w:rsid w:val="005E114C"/>
    <w:rsid w:val="005E53F4"/>
    <w:rsid w:val="005E5B3E"/>
    <w:rsid w:val="005F578A"/>
    <w:rsid w:val="006003F6"/>
    <w:rsid w:val="00603F2A"/>
    <w:rsid w:val="00605303"/>
    <w:rsid w:val="00605537"/>
    <w:rsid w:val="00615B68"/>
    <w:rsid w:val="00620A65"/>
    <w:rsid w:val="0062379B"/>
    <w:rsid w:val="0064026A"/>
    <w:rsid w:val="00640A5E"/>
    <w:rsid w:val="00643DF0"/>
    <w:rsid w:val="00644A04"/>
    <w:rsid w:val="00654C9D"/>
    <w:rsid w:val="00662DE7"/>
    <w:rsid w:val="00670E1C"/>
    <w:rsid w:val="006760D9"/>
    <w:rsid w:val="006B292C"/>
    <w:rsid w:val="006B305A"/>
    <w:rsid w:val="006C026A"/>
    <w:rsid w:val="006D255B"/>
    <w:rsid w:val="006D2B0B"/>
    <w:rsid w:val="006D7969"/>
    <w:rsid w:val="006E3F8C"/>
    <w:rsid w:val="006E7110"/>
    <w:rsid w:val="006F088F"/>
    <w:rsid w:val="00704D94"/>
    <w:rsid w:val="00706951"/>
    <w:rsid w:val="00707B6C"/>
    <w:rsid w:val="00733E96"/>
    <w:rsid w:val="00752638"/>
    <w:rsid w:val="00754B8B"/>
    <w:rsid w:val="00762486"/>
    <w:rsid w:val="00772C69"/>
    <w:rsid w:val="00775CC9"/>
    <w:rsid w:val="00781BF3"/>
    <w:rsid w:val="00785BE0"/>
    <w:rsid w:val="00785EEB"/>
    <w:rsid w:val="00785F22"/>
    <w:rsid w:val="007934EF"/>
    <w:rsid w:val="00795085"/>
    <w:rsid w:val="007A2452"/>
    <w:rsid w:val="007A781D"/>
    <w:rsid w:val="007B3744"/>
    <w:rsid w:val="007B47D7"/>
    <w:rsid w:val="007D47AE"/>
    <w:rsid w:val="007E358D"/>
    <w:rsid w:val="007E571C"/>
    <w:rsid w:val="007E6E77"/>
    <w:rsid w:val="007F33CF"/>
    <w:rsid w:val="007F5D75"/>
    <w:rsid w:val="008008B7"/>
    <w:rsid w:val="00806F97"/>
    <w:rsid w:val="00823A67"/>
    <w:rsid w:val="00837B2D"/>
    <w:rsid w:val="0084775E"/>
    <w:rsid w:val="00853B04"/>
    <w:rsid w:val="00863C74"/>
    <w:rsid w:val="0086408B"/>
    <w:rsid w:val="008729B5"/>
    <w:rsid w:val="00881123"/>
    <w:rsid w:val="00882D6F"/>
    <w:rsid w:val="0088488F"/>
    <w:rsid w:val="0089018A"/>
    <w:rsid w:val="008915D9"/>
    <w:rsid w:val="00896634"/>
    <w:rsid w:val="008A08BC"/>
    <w:rsid w:val="008A4492"/>
    <w:rsid w:val="008B34B8"/>
    <w:rsid w:val="008C3977"/>
    <w:rsid w:val="008C4D9D"/>
    <w:rsid w:val="008C6343"/>
    <w:rsid w:val="008C7710"/>
    <w:rsid w:val="008D2B79"/>
    <w:rsid w:val="008E133E"/>
    <w:rsid w:val="008E3E5C"/>
    <w:rsid w:val="008E41FD"/>
    <w:rsid w:val="008E5ED3"/>
    <w:rsid w:val="008E6956"/>
    <w:rsid w:val="008F077E"/>
    <w:rsid w:val="008F40A1"/>
    <w:rsid w:val="008F547A"/>
    <w:rsid w:val="008F7802"/>
    <w:rsid w:val="00902E3D"/>
    <w:rsid w:val="00903B9D"/>
    <w:rsid w:val="00907A0E"/>
    <w:rsid w:val="00910008"/>
    <w:rsid w:val="0092412B"/>
    <w:rsid w:val="00925163"/>
    <w:rsid w:val="00931DAC"/>
    <w:rsid w:val="009336D5"/>
    <w:rsid w:val="009459F7"/>
    <w:rsid w:val="0095008A"/>
    <w:rsid w:val="00951D90"/>
    <w:rsid w:val="00952C8B"/>
    <w:rsid w:val="00953E20"/>
    <w:rsid w:val="00963757"/>
    <w:rsid w:val="00965A3C"/>
    <w:rsid w:val="00971CF7"/>
    <w:rsid w:val="009724EF"/>
    <w:rsid w:val="00972953"/>
    <w:rsid w:val="00996EB1"/>
    <w:rsid w:val="009A4EC7"/>
    <w:rsid w:val="009B2C0F"/>
    <w:rsid w:val="009C70D7"/>
    <w:rsid w:val="00A0338C"/>
    <w:rsid w:val="00A22665"/>
    <w:rsid w:val="00A314F8"/>
    <w:rsid w:val="00A446BB"/>
    <w:rsid w:val="00A4479F"/>
    <w:rsid w:val="00A65F18"/>
    <w:rsid w:val="00A77396"/>
    <w:rsid w:val="00A82B46"/>
    <w:rsid w:val="00A863A6"/>
    <w:rsid w:val="00A97E2C"/>
    <w:rsid w:val="00AA18AC"/>
    <w:rsid w:val="00AA2BBD"/>
    <w:rsid w:val="00AA6CA1"/>
    <w:rsid w:val="00AB16FB"/>
    <w:rsid w:val="00AC7EC5"/>
    <w:rsid w:val="00AD6FD9"/>
    <w:rsid w:val="00AE2D56"/>
    <w:rsid w:val="00AF60C1"/>
    <w:rsid w:val="00B0086B"/>
    <w:rsid w:val="00B10159"/>
    <w:rsid w:val="00B20DB6"/>
    <w:rsid w:val="00B276C8"/>
    <w:rsid w:val="00B30449"/>
    <w:rsid w:val="00B317B6"/>
    <w:rsid w:val="00B455F6"/>
    <w:rsid w:val="00B47CE7"/>
    <w:rsid w:val="00B60AAA"/>
    <w:rsid w:val="00B702A8"/>
    <w:rsid w:val="00B707D3"/>
    <w:rsid w:val="00B715E3"/>
    <w:rsid w:val="00B82299"/>
    <w:rsid w:val="00B90DB6"/>
    <w:rsid w:val="00B93DD7"/>
    <w:rsid w:val="00B95CD3"/>
    <w:rsid w:val="00BA22A0"/>
    <w:rsid w:val="00BA3FEB"/>
    <w:rsid w:val="00BA46C0"/>
    <w:rsid w:val="00BA6C9B"/>
    <w:rsid w:val="00BC184C"/>
    <w:rsid w:val="00BD1F6D"/>
    <w:rsid w:val="00BD2466"/>
    <w:rsid w:val="00BE0FCE"/>
    <w:rsid w:val="00BE2985"/>
    <w:rsid w:val="00BE4671"/>
    <w:rsid w:val="00BE69B0"/>
    <w:rsid w:val="00BE6B76"/>
    <w:rsid w:val="00BF7988"/>
    <w:rsid w:val="00C0555C"/>
    <w:rsid w:val="00C11EAB"/>
    <w:rsid w:val="00C215F2"/>
    <w:rsid w:val="00C327DF"/>
    <w:rsid w:val="00C34C58"/>
    <w:rsid w:val="00C3544C"/>
    <w:rsid w:val="00C46348"/>
    <w:rsid w:val="00C523FF"/>
    <w:rsid w:val="00C52A8F"/>
    <w:rsid w:val="00C72C3C"/>
    <w:rsid w:val="00C82780"/>
    <w:rsid w:val="00C865A4"/>
    <w:rsid w:val="00CA2EC9"/>
    <w:rsid w:val="00CC0A9D"/>
    <w:rsid w:val="00CD207B"/>
    <w:rsid w:val="00CD7726"/>
    <w:rsid w:val="00D14BB8"/>
    <w:rsid w:val="00D32F40"/>
    <w:rsid w:val="00D3725B"/>
    <w:rsid w:val="00D40CCF"/>
    <w:rsid w:val="00D41056"/>
    <w:rsid w:val="00D47AF8"/>
    <w:rsid w:val="00D50E0F"/>
    <w:rsid w:val="00D54F29"/>
    <w:rsid w:val="00D71BA6"/>
    <w:rsid w:val="00D827E6"/>
    <w:rsid w:val="00D83979"/>
    <w:rsid w:val="00D86ABD"/>
    <w:rsid w:val="00D91852"/>
    <w:rsid w:val="00D94677"/>
    <w:rsid w:val="00DA4215"/>
    <w:rsid w:val="00DA4455"/>
    <w:rsid w:val="00DB6BF6"/>
    <w:rsid w:val="00DD1906"/>
    <w:rsid w:val="00DD3F79"/>
    <w:rsid w:val="00DF1EE2"/>
    <w:rsid w:val="00DF20E5"/>
    <w:rsid w:val="00DF21B2"/>
    <w:rsid w:val="00E00E22"/>
    <w:rsid w:val="00E043F9"/>
    <w:rsid w:val="00E0505E"/>
    <w:rsid w:val="00E179BA"/>
    <w:rsid w:val="00E20776"/>
    <w:rsid w:val="00E25310"/>
    <w:rsid w:val="00E3247C"/>
    <w:rsid w:val="00E366C0"/>
    <w:rsid w:val="00E36748"/>
    <w:rsid w:val="00E44C83"/>
    <w:rsid w:val="00E53C84"/>
    <w:rsid w:val="00E57B4B"/>
    <w:rsid w:val="00E64713"/>
    <w:rsid w:val="00E7036B"/>
    <w:rsid w:val="00E72012"/>
    <w:rsid w:val="00E73B2B"/>
    <w:rsid w:val="00E800DD"/>
    <w:rsid w:val="00E83E25"/>
    <w:rsid w:val="00E85606"/>
    <w:rsid w:val="00E9562F"/>
    <w:rsid w:val="00E9630A"/>
    <w:rsid w:val="00EA6F1C"/>
    <w:rsid w:val="00EB3ADA"/>
    <w:rsid w:val="00EC2FA6"/>
    <w:rsid w:val="00EC5965"/>
    <w:rsid w:val="00ED299F"/>
    <w:rsid w:val="00ED5394"/>
    <w:rsid w:val="00ED7935"/>
    <w:rsid w:val="00EF68B4"/>
    <w:rsid w:val="00EF7FE3"/>
    <w:rsid w:val="00F00222"/>
    <w:rsid w:val="00F01672"/>
    <w:rsid w:val="00F252A6"/>
    <w:rsid w:val="00F34AE5"/>
    <w:rsid w:val="00F41975"/>
    <w:rsid w:val="00F42449"/>
    <w:rsid w:val="00F46E11"/>
    <w:rsid w:val="00F4714A"/>
    <w:rsid w:val="00F521AC"/>
    <w:rsid w:val="00F57E19"/>
    <w:rsid w:val="00F60DBD"/>
    <w:rsid w:val="00F613DE"/>
    <w:rsid w:val="00F731EE"/>
    <w:rsid w:val="00F82C34"/>
    <w:rsid w:val="00F93C1B"/>
    <w:rsid w:val="00F95E81"/>
    <w:rsid w:val="00F965FD"/>
    <w:rsid w:val="00FB0F23"/>
    <w:rsid w:val="00FC1142"/>
    <w:rsid w:val="00FC2ED0"/>
    <w:rsid w:val="00FD2662"/>
    <w:rsid w:val="00FE15D3"/>
    <w:rsid w:val="00FE7295"/>
    <w:rsid w:val="00FF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AC719"/>
  <w15:docId w15:val="{29885F54-016C-4AF8-8322-23DC2C38E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D40C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22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22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22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22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22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2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225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4954D1"/>
    <w:pPr>
      <w:ind w:left="720"/>
      <w:contextualSpacing/>
    </w:pPr>
  </w:style>
  <w:style w:type="character" w:customStyle="1" w:styleId="Teksttreci4">
    <w:name w:val="Tekst treści (4)_"/>
    <w:link w:val="Teksttreci40"/>
    <w:rsid w:val="002755CD"/>
    <w:rPr>
      <w:rFonts w:ascii="Arial" w:eastAsia="Arial" w:hAnsi="Arial" w:cs="Arial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755CD"/>
    <w:pPr>
      <w:widowControl w:val="0"/>
      <w:shd w:val="clear" w:color="auto" w:fill="FFFFFF"/>
      <w:spacing w:before="3060" w:after="0" w:line="0" w:lineRule="atLeast"/>
      <w:ind w:hanging="1400"/>
      <w:jc w:val="center"/>
    </w:pPr>
    <w:rPr>
      <w:rFonts w:ascii="Arial" w:eastAsia="Arial" w:hAnsi="Arial" w:cs="Arial"/>
      <w:b/>
      <w:bCs/>
    </w:rPr>
  </w:style>
  <w:style w:type="character" w:customStyle="1" w:styleId="Nagweklubstopka">
    <w:name w:val="Nagłówek lub stopka_"/>
    <w:rsid w:val="002755CD"/>
    <w:rPr>
      <w:rFonts w:ascii="Arial" w:eastAsia="Arial" w:hAnsi="Arial" w:cs="Arial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Nagweklubstopka0">
    <w:name w:val="Nagłówek lub stopka"/>
    <w:rsid w:val="002755C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Nagweklubstopka11ptBezkursywy">
    <w:name w:val="Nagłówek lub stopka + 11 pt;Bez kursywy"/>
    <w:rsid w:val="002755CD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Nagwek">
    <w:name w:val="header"/>
    <w:basedOn w:val="Normalny"/>
    <w:link w:val="NagwekZnak"/>
    <w:uiPriority w:val="99"/>
    <w:unhideWhenUsed/>
    <w:rsid w:val="00B7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15E3"/>
  </w:style>
  <w:style w:type="paragraph" w:styleId="Stopka">
    <w:name w:val="footer"/>
    <w:basedOn w:val="Normalny"/>
    <w:link w:val="StopkaZnak"/>
    <w:uiPriority w:val="99"/>
    <w:unhideWhenUsed/>
    <w:rsid w:val="00B7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15E3"/>
  </w:style>
  <w:style w:type="paragraph" w:styleId="Tekstprzypisudolnego">
    <w:name w:val="footnote text"/>
    <w:basedOn w:val="Normalny"/>
    <w:link w:val="TekstprzypisudolnegoZnak"/>
    <w:uiPriority w:val="99"/>
    <w:unhideWhenUsed/>
    <w:rsid w:val="00B101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101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B10159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locked/>
    <w:rsid w:val="003D15CD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3D15CD"/>
    <w:pPr>
      <w:widowControl w:val="0"/>
      <w:shd w:val="clear" w:color="auto" w:fill="FFFFFF"/>
      <w:spacing w:after="0" w:line="250" w:lineRule="exact"/>
      <w:ind w:hanging="660"/>
      <w:jc w:val="right"/>
    </w:pPr>
    <w:rPr>
      <w:rFonts w:ascii="Arial" w:eastAsia="Arial" w:hAnsi="Arial" w:cs="Arial"/>
    </w:rPr>
  </w:style>
  <w:style w:type="character" w:customStyle="1" w:styleId="Nagwek2">
    <w:name w:val="Nagłówek #2_"/>
    <w:basedOn w:val="Domylnaczcionkaakapitu"/>
    <w:link w:val="Nagwek20"/>
    <w:locked/>
    <w:rsid w:val="003D15CD"/>
    <w:rPr>
      <w:rFonts w:ascii="Arial" w:eastAsia="Arial" w:hAnsi="Arial" w:cs="Arial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3D15CD"/>
    <w:pPr>
      <w:widowControl w:val="0"/>
      <w:shd w:val="clear" w:color="auto" w:fill="FFFFFF"/>
      <w:spacing w:before="840" w:after="1140" w:line="0" w:lineRule="atLeast"/>
      <w:ind w:hanging="1900"/>
      <w:jc w:val="center"/>
      <w:outlineLvl w:val="1"/>
    </w:pPr>
    <w:rPr>
      <w:rFonts w:ascii="Arial" w:eastAsia="Arial" w:hAnsi="Arial" w:cs="Arial"/>
    </w:rPr>
  </w:style>
  <w:style w:type="character" w:customStyle="1" w:styleId="Teksttreci2Kursywa">
    <w:name w:val="Tekst treści (2) + Kursywa"/>
    <w:basedOn w:val="Teksttreci2"/>
    <w:rsid w:val="003D15CD"/>
    <w:rPr>
      <w:rFonts w:ascii="Arial" w:eastAsia="Arial" w:hAnsi="Arial" w:cs="Arial"/>
      <w:i/>
      <w:iCs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customStyle="1" w:styleId="Teksttreci2Exact">
    <w:name w:val="Tekst treści (2) Exact"/>
    <w:basedOn w:val="Domylnaczcionkaakapitu"/>
    <w:rsid w:val="001E112C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BezpogrubieniaKursywa">
    <w:name w:val="Nagłówek lub stopka + Bez pogrubienia;Kursywa"/>
    <w:basedOn w:val="Nagweklubstopka"/>
    <w:rsid w:val="001E112C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pl-PL" w:eastAsia="pl-PL" w:bidi="pl-PL"/>
    </w:rPr>
  </w:style>
  <w:style w:type="character" w:customStyle="1" w:styleId="Teksttreci2Odstpy2pt">
    <w:name w:val="Tekst treści (2) + Odstępy 2 pt"/>
    <w:basedOn w:val="Teksttreci2"/>
    <w:rsid w:val="001E112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lubstopka11pt">
    <w:name w:val="Nagłówek lub stopka + 11 pt"/>
    <w:basedOn w:val="Nagweklubstopka"/>
    <w:rsid w:val="001E112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4Bezkursywy">
    <w:name w:val="Tekst treści (4) + Bez kursywy"/>
    <w:basedOn w:val="Teksttreci4"/>
    <w:rsid w:val="001E112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4Odstpy1pt">
    <w:name w:val="Tekst treści (4) + Odstępy 1 pt"/>
    <w:basedOn w:val="Teksttreci4"/>
    <w:rsid w:val="001E112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agwek2Exact">
    <w:name w:val="Nagłówek #2 Exact"/>
    <w:basedOn w:val="Domylnaczcionkaakapitu"/>
    <w:rsid w:val="001E112C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table" w:styleId="Tabela-Siatka">
    <w:name w:val="Table Grid"/>
    <w:basedOn w:val="Standardowy"/>
    <w:uiPriority w:val="59"/>
    <w:rsid w:val="00571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416D67"/>
    <w:pPr>
      <w:spacing w:after="0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6D67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E2531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4544AE"/>
    <w:rPr>
      <w:color w:val="0000FF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D47AF8"/>
    <w:pPr>
      <w:spacing w:after="0" w:line="240" w:lineRule="auto"/>
    </w:pPr>
    <w:rPr>
      <w:rFonts w:ascii="Trebuchet MS" w:hAnsi="Trebuchet MS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47AF8"/>
    <w:rPr>
      <w:rFonts w:ascii="Trebuchet MS" w:hAnsi="Trebuchet MS" w:cs="Times New Roman"/>
      <w:sz w:val="20"/>
      <w:szCs w:val="20"/>
    </w:rPr>
  </w:style>
  <w:style w:type="character" w:customStyle="1" w:styleId="Nagwek1">
    <w:name w:val="Nagłówek #1_"/>
    <w:link w:val="Nagwek10"/>
    <w:rsid w:val="00B95CD3"/>
    <w:rPr>
      <w:rFonts w:ascii="Calibri" w:eastAsia="Calibri" w:hAnsi="Calibri" w:cs="Calibri"/>
      <w:b/>
      <w:bCs/>
      <w:spacing w:val="-10"/>
      <w:sz w:val="36"/>
      <w:szCs w:val="36"/>
      <w:shd w:val="clear" w:color="auto" w:fill="FFFFFF"/>
    </w:rPr>
  </w:style>
  <w:style w:type="character" w:customStyle="1" w:styleId="Teksttreci2Pogrubienie">
    <w:name w:val="Tekst treści (2) + Pogrubienie"/>
    <w:rsid w:val="00B95CD3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Nagwek10">
    <w:name w:val="Nagłówek #1"/>
    <w:basedOn w:val="Normalny"/>
    <w:link w:val="Nagwek1"/>
    <w:rsid w:val="00B95CD3"/>
    <w:pPr>
      <w:widowControl w:val="0"/>
      <w:shd w:val="clear" w:color="auto" w:fill="FFFFFF"/>
      <w:spacing w:before="420" w:after="420" w:line="0" w:lineRule="atLeast"/>
      <w:outlineLvl w:val="0"/>
    </w:pPr>
    <w:rPr>
      <w:rFonts w:ascii="Calibri" w:eastAsia="Calibri" w:hAnsi="Calibri" w:cs="Calibri"/>
      <w:b/>
      <w:bCs/>
      <w:spacing w:val="-10"/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925163"/>
    <w:rPr>
      <w:color w:val="8080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544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3544C"/>
    <w:rPr>
      <w:rFonts w:eastAsiaTheme="minorEastAsia"/>
      <w:color w:val="5A5A5A" w:themeColor="text1" w:themeTint="A5"/>
      <w:spacing w:val="15"/>
    </w:rPr>
  </w:style>
  <w:style w:type="paragraph" w:customStyle="1" w:styleId="warto">
    <w:name w:val="wartość"/>
    <w:basedOn w:val="Default"/>
    <w:link w:val="wartoZnak"/>
    <w:qFormat/>
    <w:rsid w:val="00BD2466"/>
    <w:pPr>
      <w:numPr>
        <w:numId w:val="2"/>
      </w:numPr>
      <w:shd w:val="clear" w:color="auto" w:fill="FFFFFF"/>
      <w:ind w:hanging="294"/>
      <w:jc w:val="both"/>
    </w:pPr>
    <w:rPr>
      <w:b/>
      <w:bCs/>
      <w:color w:val="auto"/>
      <w:sz w:val="22"/>
      <w:szCs w:val="22"/>
    </w:rPr>
  </w:style>
  <w:style w:type="character" w:customStyle="1" w:styleId="DefaultZnak">
    <w:name w:val="Default Znak"/>
    <w:basedOn w:val="Domylnaczcionkaakapitu"/>
    <w:link w:val="Default"/>
    <w:rsid w:val="00BD2466"/>
    <w:rPr>
      <w:rFonts w:ascii="Arial" w:hAnsi="Arial" w:cs="Arial"/>
      <w:color w:val="000000"/>
      <w:sz w:val="24"/>
      <w:szCs w:val="24"/>
    </w:rPr>
  </w:style>
  <w:style w:type="character" w:customStyle="1" w:styleId="wartoZnak">
    <w:name w:val="wartość Znak"/>
    <w:basedOn w:val="DefaultZnak"/>
    <w:link w:val="warto"/>
    <w:rsid w:val="00BD2466"/>
    <w:rPr>
      <w:rFonts w:ascii="Arial" w:hAnsi="Arial" w:cs="Arial"/>
      <w:b/>
      <w:bCs/>
      <w:color w:val="000000"/>
      <w:sz w:val="24"/>
      <w:szCs w:val="24"/>
      <w:shd w:val="clear" w:color="auto" w:fill="FFFFFF"/>
    </w:rPr>
  </w:style>
  <w:style w:type="character" w:customStyle="1" w:styleId="AkapitzlistZnak">
    <w:name w:val="Akapit z listą Znak"/>
    <w:link w:val="Akapitzlist"/>
    <w:uiPriority w:val="34"/>
    <w:locked/>
    <w:rsid w:val="00576F7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08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086B"/>
  </w:style>
  <w:style w:type="paragraph" w:styleId="Tekstpodstawowywcity">
    <w:name w:val="Body Text Indent"/>
    <w:basedOn w:val="Normalny"/>
    <w:link w:val="TekstpodstawowywcityZnak"/>
    <w:unhideWhenUsed/>
    <w:rsid w:val="00B0086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0086B"/>
  </w:style>
  <w:style w:type="paragraph" w:customStyle="1" w:styleId="Akapitzlist1">
    <w:name w:val="Akapit z listą1"/>
    <w:basedOn w:val="Normalny"/>
    <w:rsid w:val="00B0086B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6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1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4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15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9110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27177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73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8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2499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777052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76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1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0958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1531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9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8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9820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263695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2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etla\Desktop\po%2001.01.2019\Wzory%20dokument&#243;w\OPZ%20Szablon_obowi&#261;zuje%20od%2011.03.2019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xSoItocUNoQlKTnvSti8JhH2C7xWmaIDjYgcdl+8iXE=</DigestValue>
    </Reference>
    <Reference Type="http://www.w3.org/2000/09/xmldsig#Object" URI="#idOfficeObject">
      <DigestMethod Algorithm="http://www.w3.org/2001/04/xmlenc#sha256"/>
      <DigestValue>psyITWaNbxF4jp1uj+FAWBF7NiXufxiKIdR0EsWBwlg=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RbCJ9UvQKlKOsV2u/tfYvaBpX3k5d1bK7JM31Uyn27w=</DigestValue>
    </Reference>
    <Reference Type="http://www.w3.org/2000/09/xmldsig#Object" URI="#idValidSigLnImg">
      <DigestMethod Algorithm="http://www.w3.org/2001/04/xmlenc#sha256"/>
      <DigestValue>badiTiPiHf3+Qd2jD44xRjDjfkGYslikz3B9u4/Vutg=</DigestValue>
    </Reference>
    <Reference Type="http://www.w3.org/2000/09/xmldsig#Object" URI="#idInvalidSigLnImg">
      <DigestMethod Algorithm="http://www.w3.org/2001/04/xmlenc#sha256"/>
      <DigestValue>alIs39GLs7//wsxcdeV8drJSuOrLZgnKRGJn1qp3N/I=</DigestValue>
    </Reference>
  </SignedInfo>
  <SignatureValue>QNKtaGrbru0sYOd1LtBENw5kY2+p3feoZh0r5aEUA/fNgYzm8w89ySZFn47bo5afpMUrEiw6iwvg
kVTd7+upHV1Dksstn2A04bFs7QH28S3TPa9jIQEh3vzU+txO5VASQTUWG4kLmGFRcFJu1WfT8yq5
K97xIPk+47cZ1DkpmflJ7VWuVSEoqu3ADQQQUb+/na1QG8DoxbqYAXfF+WtVMsR5gFDerbggcKXK
kMgLKuPtt0OAeRk1ikmcxrjmgDRuRS4hN7kw3udJSYvgY8aAiC1o3TaK4fzWD6wJaKDe5vFyilsT
x7L6eIDGoOVzdYVJAjpjLRWlYBUat2aieWUu3w==</SignatureValue>
  <KeyInfo>
    <X509Data>
      <X509Certificate>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8gYoZ2tuC9gHSrRbi9UcHzNKrMVmTeZoMg+Ke8gVpdA=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zSWZAJ43XQJWEMg5Di7Y4Kk2fqaA7deKHaVfCIeq+JU=</DigestValue>
      </Reference>
      <Reference URI="/word/document.xml?ContentType=application/vnd.openxmlformats-officedocument.wordprocessingml.document.main+xml">
        <DigestMethod Algorithm="http://www.w3.org/2001/04/xmlenc#sha256"/>
        <DigestValue>FgSCZHmwqk+oYtKbZItELzXQINldZwxtk2xIc2amqH0=</DigestValue>
      </Reference>
      <Reference URI="/word/endnotes.xml?ContentType=application/vnd.openxmlformats-officedocument.wordprocessingml.endnotes+xml">
        <DigestMethod Algorithm="http://www.w3.org/2001/04/xmlenc#sha256"/>
        <DigestValue>YmeIdKY1gBMSstW2c7vq78iJzQLrkcNVpwEP8YCg2fQ=</DigestValue>
      </Reference>
      <Reference URI="/word/fontTable.xml?ContentType=application/vnd.openxmlformats-officedocument.wordprocessingml.fontTable+xml">
        <DigestMethod Algorithm="http://www.w3.org/2001/04/xmlenc#sha256"/>
        <DigestValue>nmN28NJmQn8v++jkJZ1fWrCvZlFGSm855sDHy/dSRKs=</DigestValue>
      </Reference>
      <Reference URI="/word/footer1.xml?ContentType=application/vnd.openxmlformats-officedocument.wordprocessingml.footer+xml">
        <DigestMethod Algorithm="http://www.w3.org/2001/04/xmlenc#sha256"/>
        <DigestValue>T9CPv6wjn/+ManNM0bOSoGmpZ+SmOQssKoooz+9xkiI=</DigestValue>
      </Reference>
      <Reference URI="/word/footer2.xml?ContentType=application/vnd.openxmlformats-officedocument.wordprocessingml.footer+xml">
        <DigestMethod Algorithm="http://www.w3.org/2001/04/xmlenc#sha256"/>
        <DigestValue>hU17fOpOtxOyyiMjmSlG65xGfljkxZI9/SefazVzVyU=</DigestValue>
      </Reference>
      <Reference URI="/word/footnotes.xml?ContentType=application/vnd.openxmlformats-officedocument.wordprocessingml.footnotes+xml">
        <DigestMethod Algorithm="http://www.w3.org/2001/04/xmlenc#sha256"/>
        <DigestValue>Nx/eZclp8HOIhJf5PqWRLTrVQtRHcz8PELEp2lVamog=</DigestValue>
      </Reference>
      <Reference URI="/word/header1.xml?ContentType=application/vnd.openxmlformats-officedocument.wordprocessingml.header+xml">
        <DigestMethod Algorithm="http://www.w3.org/2001/04/xmlenc#sha256"/>
        <DigestValue>EeI9/yyr9Jwt2uI4FdMbqM+wiNDLuIQk+ryJ9IjGwdY=</DigestValue>
      </Reference>
      <Reference URI="/word/media/image1.emf?ContentType=image/x-emf">
        <DigestMethod Algorithm="http://www.w3.org/2001/04/xmlenc#sha256"/>
        <DigestValue>TviQfNi0NcIOLtzhDk+Ch5KeS57Lkj9UdhcSxVvMq+Y=</DigestValue>
      </Reference>
      <Reference URI="/word/numbering.xml?ContentType=application/vnd.openxmlformats-officedocument.wordprocessingml.numbering+xml">
        <DigestMethod Algorithm="http://www.w3.org/2001/04/xmlenc#sha256"/>
        <DigestValue>E5/JM6twtV6WvlHPTuv8RGHeDy8A0JqaJ4ssHjbVsIQ=</DigestValue>
      </Reference>
      <Reference URI="/word/settings.xml?ContentType=application/vnd.openxmlformats-officedocument.wordprocessingml.settings+xml">
        <DigestMethod Algorithm="http://www.w3.org/2001/04/xmlenc#sha256"/>
        <DigestValue>hDWVHwCXKGm1h1KxGrOY8MkZgfox9caAoKHGKbp5mv4=</DigestValue>
      </Reference>
      <Reference URI="/word/styles.xml?ContentType=application/vnd.openxmlformats-officedocument.wordprocessingml.styles+xml">
        <DigestMethod Algorithm="http://www.w3.org/2001/04/xmlenc#sha256"/>
        <DigestValue>8YeRQbRPIpn6lsVCUumXVp7jl1r3zhfBr4gzdX1LO2k=</DigestValue>
      </Reference>
      <Reference URI="/word/theme/theme1.xml?ContentType=application/vnd.openxmlformats-officedocument.theme+xml">
        <DigestMethod Algorithm="http://www.w3.org/2001/04/xmlenc#sha256"/>
        <DigestValue>C1yQWyXDcCoofu0YVvslHbCpBDuNLjVDjvDUi7AfMaM=</DigestValue>
      </Reference>
      <Reference URI="/word/webSettings.xml?ContentType=application/vnd.openxmlformats-officedocument.wordprocessingml.webSettings+xml">
        <DigestMethod Algorithm="http://www.w3.org/2001/04/xmlenc#sha256"/>
        <DigestValue>hkAqtCTncKuORUrVuxL0IGwUPMnmnw1hpyrcHsyzj94=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2024-10-03T08:06:25Z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{0A0713CE-22BC-4AE7-ADB8-7D60F813A81D}</SetupID>
          <SignatureText/>
          <SignatureImage>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51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573nv/f997/39UTpZ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jXx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33//f5ZWrz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RtA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/f/9//3//f/9//3//f/9//3//f/9//3//f/9//3//f/9//3//f/9//3//f/9//3+9d753/3//f/9/M0bQO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/f/9//3//f/9//3//f/9/33v/fzNGdU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99//3//f/9//3/ff/9//3//f/9//3//f/9//3//f/9//3//f/9//3//f/9//3//f/9//3//f/9//3//f/9//3//f753/3//f/9//38zRtl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997v3ffe797fXNcb1xvO2caY/le2V7YWtha2FrZXtha2F7YWvhe+F62Vnxv/3//f/9/8kE7Z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/9/vnffe/9/nnMbY3ZSVUrzQfI9sTnROa81rzWPMY81jzGPNdE58j3yQVRKdk64Wtha+l64VtlauFrZWtle+mIZYxpnvnf/f/9//3+/d681P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sZYzNGbS3QOTNGVEq3Vhtnn3e/d/9//3//f/9//3//f/9//3//f/9//3//f/9//3//f99//3//f/9//3//f/9//3//f/9//3//f/9//3/QOX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fe/9/6RwzRp5z/3+/d/9//3//f/9//3//f/9//3//f/9//3//f/9//3//f/9//3//f/9//3//f/9//3//f/9//3//f/9//3//f/9//3//f/9/rzU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33v/f7dWTCn/f/9//3//f55z/3//f/9//3//f/9//3//f/9//3//f/9//3//f/9//3//f/9//3//f/9//3//f/9//3//f/9//3//f/9//3//f641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44xt1b/f/9/v3f/f/9//3//f/9//3//f/9//3//f/9//3//f/9//3//f/9//3//f/9//3//f/9//3//f/9//3//f/9//3//f/9//3+vNTx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997/386Z/A9O2f/f/9//3//f997/3//f/9//3//f/9//3//f/9//3//f/9//3//f/9//3//f/9//3//f/9//3//f/9//3//f/9//3//f/9/rjVc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ff/9//39ba20t/3//f51z/3//f/9//3//f/9//3//f/9//3//f/9//3//f/9//3//f/9//3//f/9//3//f/9//3//f/9//3//f/9//3//f681P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xQZZS/3//f753/3//f/9//3//f/9//3//f/9//3//f/9//3//f/9//3//f/9//3//f/9//3//f/9//3//f/9//3//f/9//3+ONV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e753/39sLZ1z33//f997/3//f/9//3//f/9//3//f/9//3//f/9//3//f/9//3//f/9//3//f/9//3//f/9//3//f/9//3//f/9/rzU8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9//3//f/9/vndsLf9//3//f/9//3//f/9//3//f/9//3//f/9//3//f/9//3//f/9//3//f/9//3//f/9//3//f/9//3//f/9//3//f641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W2vwPf9//3//f/9//3//f957/3/ee/9//3//f/9//3//f/9//3//f/9//3//f/9//3//f/9//3//f/9//3//f/9//3+OMX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99711qVUv9//3/fe/9//3//f/9//3//f/9//3//f/9//3//f/9//3//f/9//3//f/9//3//f/9//3//f/9//3//f/9/jTF+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zzl8b/9//3//f/9//3/ee/9//3//f/9//3//f/9//3//f/9//3//f/9//3//f/9//3//f/9//3//f/9//3//f44xX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bS3fe/9//3+9d/9//3//f/9//3//f/9//3//f/9//3//f/9//3//f/9//3//f/9//3//f/9//3//f/9//3+NMX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Xe+d/9/8D1ba/9/vXf/f/9//3//f/9//3//f/9//3//f/9//3//f/9//3//f/9//3//f/9//3//f/9//3//f/9/jjF9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+/dxlndFL/f/9//3//f/9//3//f/9//3//f/9//3//f/9//3//f/9//3//f/9//3//f/9//3//f/9//3//f40xf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33v/f997/3//f9Za917/f/9/3nv/f/9//3//f/9//3//f/9//3//f/9//3//f/9//3//f/9//3//f/9//3//f/9//3+OMV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W8zRv9/nnP/f/9/3nv/f/9/33vff04p/3//f/9//3//f95//3/ef/9/33v/f55zTS3fe/9//3//f/9//3//f/9/vXP/f957/3//f/9//3//f/9//3//f/9//3//f/9//3//f/9//3//f/9//3//f/9//3//f/9//3//f/9//3//f/9//3//f/9//3//f/9//3//f/9//3//f/9//3//f/9//3//f/9//3//f/9//3//f/9//3//f/9//3//f/9//3//f/9//3//f/9//3//f/9//3//f/9//3//f/9//3//f/9//3//f/9//3//f/9//3//f/9//3//f/9//3//f/9//3//f/9//3//f/9//3//e/9//3//f99//3//f/9//3//f/9//3v/f/9//3v/f/9/Gl/YVv9//3//f957/3//f/9733tvLf9//3//f/9//3//f/9//3/ff/9/3388b20x/3//f99//3//f953/3//f997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sTV+b997MkL/f993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xRC+l7/f9haO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3393UlZO/3+/dxI+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PWvyPf9//3/xPZ1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7970Tnfe/9/2Fa3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48x/3//f997EkL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39vMd97/3//fxE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bi3fe/9//3sRP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68133v/e/97Gl86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ROb93/3//fxpj+F7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/E0b5Xv9//39ca3V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5ZS8j3fe/9/nm9U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/f/9//38aY00p33vfe793Ek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/3//f/9/fW9uLf9//3+/cxJC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3//f997jzH/f997v3MSQv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v/f/9//3//f44x/3//f79zVErf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MbhW/3+fc9E5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U0rxPf97nnPxP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nbi3fe79z0Tm/d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00p/3ufc7A1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NKRxjn3NvLd97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jy0TQr93sTX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hSTim/d7E1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04pn3OQMf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/39vLblWby3/f793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dkpNJW8xG2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xnjzEtJfpe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44xLCV1T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e/9/vnNca48xn3O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dd/9//3//f/9//3+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d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e/9/nnP/f/9//3//f/9//3//f/9//3//f/9//3//f/9//3//f/9//3//f/9//3//f/9//3//f/9//3//f/9//3//f/9//3//f/9//3//f/9//3//f/9//3//f/9//3//f/9//3//f/9/TAAAAGQAAAAAAAAAAAAAAEgAAAA8AAAAAAAAAAAAAABJAAAAPQ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16.0.17726/26</OfficeVersion>
          <ApplicationVersion>16.0.17726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2024-10-03T08:06:25Z</xd:SigningTime>
          <xd:SigningCertificate>
            <xd:Cert>
              <xd:CertDigest>
                <DigestMethod Algorithm="http://www.w3.org/2001/04/xmlenc#sha256"/>
                <DigestValue>TvNZs1bxb8DEPhE+yioqMfMhe5UKl/7Ud+Q1p8iMluI=</DigestValue>
              </xd:CertDigest>
              <xd:IssuerSerial>
                <X509IssuerName>CN=TAURON CA1, O=TAURON, C=PL</X509IssuerName>
                <X509SerialNumber>1858862877826758614955027260444633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AYEAAAAwgAACBFTUYAAAEARLEAALsAAAAFAAAAAAAAAAAAAAAAAAAAgAcAADgEAAA1AQAArQAAAAAAAAAAAAAAAAAAAAi3BADIow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LjQgKq+AQAA9sfZqv1/AAAAAAAAAAAAANDO/qr9fwAAAAAAAAAAAABI0ICqvgEAAADdDze0AAAAQXd3dQAAAAAAAAAAAAAAAAAAAAAAAAAApvTCdCBNAACg3A83tAAAAAAgAAAAAAAAegCKAgAAAACwwre/vgEAAEAtBasAAAAAAAAAAAAAAAAHAAAAAAAAAGApxry+AQAAbN0PN7QAAACp3Q83tAAAAMEf1ar9fwAAAgAAAAAAAACQ3A83AAAAAMDbDze0AAAAABcAAAAAAAAAAAAAAAAAALtV2ar9fwAAEN0PN7QAAACp3Q83tAAAAGApxry+AQAAMN4PN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O8Eq74BAADgQtZZ/X8AADlhDze0AAAA0M7+qv1/AAAAAAAAAAAAAHh1Bce+AQAAe5WXq4mOAACDpkdZ/X8AAAAAAAAAAAAAAAAAAAAAAAC2ccJ0IE0AABCbQVn9fwAAAAAAAP1/AAAHAAAAAAAAAJABAAAAAAAAAAAAAAAAAAAAAAAAAAAAAAYAAAAAAAAAYCnGvL4BAABcYg83tAAAAJliDze0AAAAwR/Vqv1/AADpYg83tAAAAIOmR1kAAAAAkNDTWf1/AABTLkNZ/X8AAAAAAAAAAAAAu1XZqv1/AAAAYg83tAAAAJliDze0AAAAYCnGvL4BAAA4Yw83ZHYACAAAAAAlAAAADAAAAAMAAAAYAAAADAAAAAAAAAASAAAADAAAAAEAAAAWAAAADAAAAAgAAABUAAAAVAAAAAoAAAAnAAAAHgAAAEoAAAABAAAAAMCAQe0lg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+f/9//3//f/9//3/fe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nXPf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ee/9/3nv/f1NKt1b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33+uNdA9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fe/9/llbQOd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5//3//f/9//3//f/9//3/+f/9//3//f/9//3//fzNGrzX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713vXf/f/9//38zRvE9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ff/9//3//f/9//3//f/9//3//f/9//3//f/9/33v/f/9//3//f/9//3//f/9//3//f/9//3/ff/9/M0pVSv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33v/f/9//3//f/9//3//f/9//3//f/9//3//f/9//3//f/9//3//f/9//3//f/9//3//f/9//3//f/9//3//f/9/33v/f/9/33//fzNG+V7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ff/9//3//f/9//3/fe997v3e/e793v3tdb31vPGs7Z/li+V7YWthauFrYWrha2FrXWthe2Fr4XpVSfG//f/9//38SQhpj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3nv/f/9//3++d/9//3+/dxpjl1I0ShRG0j3RPbA5sDmPNa81jzWwNY810T3RPRNGNEqWUrhW2V76XtlauFrZWtla+V75XhpnGmO/e/9//3//f797rzVdb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5//3//f/9//3/fe/heM0pMKdA5E0ZVSpdSG2d+c797/3//f/9//3//f/9//3//f/9//3//f/9//3//f99733//f/9/33//f/9//3//f/9//3//f997/3/ff9A5XG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38JITJGv3f/f797/3//f/9//3//f/9//3//f/9//3//f/9//3//f/9//3//f/9//3//f/9//3//f/9//3//f/9//3//f/9//3//f/9//3+vNVxr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++d/9/llZMKf9//3//f/9/fXP/f/9//3//f/9//3//f/9//3//f/9//3//f/9//3//f/9//3//f/9//3//f/9//3//f/9//3//f/9//3//f/9/rzU8a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3nv/f/9//3//f/9/jTG3Wv9//3++d/9/33v/f/9//3//f/9//3//f/9//3//f/9//3//f/9//3//f/9//3//f/9//3//f/9//3//f/9//3//f/9//3//f641XG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33v/fztn0Dk7a/9//3//f/9/vnf/f/9//3//f/9//3//f/9//3//f/9//3//f/9//3//f/9//3//f/9//3//f/9//3//f/9//3//f/9//3+vNTxr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33v/f997/3//f3xvbS3/f/9/vnf/f/9//3//f/9//3//f/9//3//f/9//3//f/9//3//f/9//3//f/9//3//f/9//3//f/9//3//f/9//3//f/9/rjVca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33v/f/9//3//fxFCdVL/f/9/v3f/f/9//3//f/9//3//f/9//3//f/9//3//f/9//3//f/9//3//f/9//3//f/9//3//f/9//3//f/9//3//f641PG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753vnf/f40xnXP/f/9//3//f/9//3//f/9//3//f/9//3//f/9//3//f/9//3//f/9//3//f/9//3//f/9//3//f/9//3//f/9//3+ONV1v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753/3//f/9//3+dd2wt/3//f/9//3//f/9//3//f/9//3//f/9//3//f/9//3//f/9//3//f/9//3//f/9//3//f/9//3//f/9//3//f/9/rzU8a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757/39baxFC/3//f997/3//f/9/3nv/f957/3//f/9//3//f/9//3//f/9//3//f/9//3//f/9//3//f/9//3//f/9//3//f40xfnP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33+2VpVS/3//f957/3//f/9//3//f/9//3//f/9//3//f/9//3//f/9//3//f/9//3//f/9//3//f/9//3//f/9//3+OMX1v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vnf/f/9//3+uOZ1z/3//f/9//3//f957/3//f/9//3//f/9//3//f/9//3//f/9//3//f/9//3//f/9//3//f/9//3//f/9/jTF+c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957/3//f/9//39MLd97/3//f713/3//f/9//3//f/9//3//f/9//3//f/9//3//f/9//3//f/9//3//f/9//3//f/9//3//f44xXW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++e753/3/wPXxv/3+9d/9//3//f/9//3//f/9//3//f/9//3//f/9//3//f/9//3//f/9//3//f/9//3//f/9//3+NMX5z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5//3/ee/9/3nv/f553OmdzTv9//3//f/9//3//f/9//3//f/9//3//f/9//3//f/9//3//f/9//3//f/9//3//f/9//3//f/9/jjF9b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957/3/ee/9/vnf/f/9/11r3Xv9//3//f/9//3//f/9//3//f/9//3//f/9//3//f/9//3//f/9//3//f/9//3//f/9//3//f40xfnP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ROV5r/38yQv9/v3f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99/80H7Xv9/+FoaY/9//3v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fe5hWVkr/f79zMkL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388Z/M9/3//f/A5nnP/e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33uxOf97/3/YWrZS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kDXfe/9/33cyQv9//3v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57/3//f/9//3//f24t/3v/f/9/8T3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+f/9//3//f/9/339uLb93/3/fdxJC33v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jzX/f/97/3/5Xltn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ff9E5v3f/f/9/GmPYWv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38TRvpe/3//f1xnllL/e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+f/9//3//f99/llLxOd97/3uec1NG/3//e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5//3/+f/9//3//f/pibi3fe/9/v3MzRv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+f/5//n//f/9//399b24t/3//e7938T3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/5//3//f/9/v3uPMf9//3+/cxJC33v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5//3/+f/9//3//f/9/bi3/f997v3czRv97/3//e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681uFb/f55v8j3/f/9//3v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38zRvE933ufc9E5v3f/f/9//3//f/5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O2dtKf97v3PROb93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bSnfe79zkDH/f/9//3v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00lHGOfc5Ax33v/f993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+PMfM9v3eQMd97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l1JvLb93sjX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79zLSW/d3At/3/fe/97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33v/f48xuFaQMf9/v3f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tVSk0pby0cY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fWuPMU0p+l7/f997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97rzErJXZO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ed1trsDWec993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17/3//f/9//3//f993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57/3v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17/3//f/9//3+ec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</Object>
  <Object Id="idInvalidSigLnImg">AQAAAGwAAAAAAAAAAAAAAP8AAAB/AAAAAAAAAAAAAAAYEAAAAwgAACBFTUYAAAEAzLYAAMIAAAAFAAAAAAAAAAAAAAAAAAAAgAcAADgEAAA1AQAArQAAAAAAAAAAAAAAAAAAAAi3BADIowI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DVb/X8AAMCZDze0AAAA0M7+qv1/AAAAAAAAAAAAANXlcFr9fwAA4HGQq/1/AAB9AAAAAAAAAAAAAAAAAAAAAAAAAAAAAABmtsJ0IE0AAKfocFr9fwAABAAAAAAAAAAAAAAAAAAAAJABAAAAAAAAAAAAAAAAAAAAAAAAAAAAAAkAAAAAAAAAYCnGvL4BAACsmw83tAAAAOmbDze0AAAAwR/Vqv1/AAAAAI6r/X8AAAAAAAAAAAAAAAAAAAAAAACDpkdZ/X8AAAAAAAAAAAAAu1XZqv1/AABQmw83tAAAAOmbDze0AAAAYCnGvL4BAACInA83ZHYACAAAAAAlAAAADAAAAAEAAAAYAAAADAAAAP8AAAASAAAADAAAAAEAAAAeAAAAGAAAACIAAAAEAAAAmAAAABEAAAAlAAAADAAAAAEAAABUAAAAxAAAACMAAAAEAAAAlgAAABAAAAABAAAAAMCAQe0lgE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LjQgKq+AQAA9sfZqv1/AAAAAAAAAAAAANDO/qr9fwAAAAAAAAAAAABI0ICqvgEAAADdDze0AAAAQXd3dQAAAAAAAAAAAAAAAAAAAAAAAAAApvTCdCBNAACg3A83tAAAAAAgAAAAAAAAegCKAgAAAACwwre/vgEAAEAtBasAAAAAAAAAAAAAAAAHAAAAAAAAAGApxry+AQAAbN0PN7QAAACp3Q83tAAAAMEf1ar9fwAAAgAAAAAAAACQ3A83AAAAAMDbDze0AAAAABcAAAAAAAAAAAAAAAAAALtV2ar9fwAAEN0PN7QAAACp3Q83tAAAAGApxry+AQAAMN4PN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oO8Eq74BAADgQtZZ/X8AADlhDze0AAAA0M7+qv1/AAAAAAAAAAAAAHh1Bce+AQAAe5WXq4mOAACDpkdZ/X8AAAAAAAAAAAAAAAAAAAAAAAC2ccJ0IE0AABCbQVn9fwAAAAAAAP1/AAAHAAAAAAAAAJABAAAAAAAAAAAAAAAAAAAAAAAAAAAAAAYAAAAAAAAAYCnGvL4BAABcYg83tAAAAJliDze0AAAAwR/Vqv1/AADpYg83tAAAAIOmR1kAAAAAkNDTWf1/AABTLkNZ/X8AAAAAAAAAAAAAu1XZqv1/AAAAYg83tAAAAJliDze0AAAAYCnGvL4BAAA4Yw83ZHYACAAAAAAlAAAADAAAAAMAAAAYAAAADAAAAAAAAAASAAAADAAAAAEAAAAWAAAADAAAAAgAAABUAAAAVAAAAAoAAAAnAAAAHgAAAEoAAAABAAAAAMCAQe0lg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+f/9//3//f/9//3/fe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nXPf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ee/9/3nv/f1NKt1b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33+uNdA9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fe/9/llbQOd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5//3//f/9//3//f/9//3/+f/9//3//f/9//3//fzNGrzX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713vXf/f/9//38zRvE9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ff/9//3//f/9//3//f/9//3//f/9//3//f/9/33v/f/9//3//f/9//3//f/9//3//f/9//3/ff/9/M0pVSv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33v/f/9//3//f/9//3//f/9//3//f/9//3//f/9//3//f/9//3//f/9//3//f/9//3//f/9//3//f/9//3//f/9/33v/f/9/33//fzNG+V7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ff/9//3//f/9//3/fe997v3e/e793v3tdb31vPGs7Z/li+V7YWthauFrYWrha2FrXWthe2Fr4XpVSfG//f/9//38SQhpj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3nv/f/9//3++d/9//3+/dxpjl1I0ShRG0j3RPbA5sDmPNa81jzWwNY810T3RPRNGNEqWUrhW2V76XtlauFrZWtla+V75XhpnGmO/e/9//3//f797rzVdb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5//3//f/9//3/fe/heM0pMKdA5E0ZVSpdSG2d+c797/3//f/9//3//f/9//3//f/9//3//f/9//3//f99733//f/9/33//f/9//3//f/9//3//f997/3/ff9A5XG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38JITJGv3f/f797/3//f/9//3//f/9//3//f/9//3//f/9//3//f/9//3//f/9//3//f/9//3//f/9//3//f/9//3//f/9//3//f/9//3+vNVxr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++d/9/llZMKf9//3//f/9/fXP/f/9//3//f/9//3//f/9//3//f/9//3//f/9//3//f/9//3//f/9//3//f/9//3//f/9//3//f/9//3//f/9/rzU8a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3nv/f/9//3//f/9/jTG3Wv9//3++d/9/33v/f/9//3//f/9//3//f/9//3//f/9//3//f/9//3//f/9//3//f/9//3//f/9//3//f/9//3//f/9//3//f641XG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33v/fztn0Dk7a/9//3//f/9/vnf/f/9//3//f/9//3//f/9//3//f/9//3//f/9//3//f/9//3//f/9//3//f/9//3//f/9//3//f/9//3+vNTxr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33v/f997/3//f3xvbS3/f/9/vnf/f/9//3//f/9//3//f/9//3//f/9//3//f/9//3//f/9//3//f/9//3//f/9//3//f/9//3//f/9//3//f/9/rjVca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33v/f/9//3//fxFCdVL/f/9/v3f/f/9//3//f/9//3//f/9//3//f/9//3//f/9//3//f/9//3//f/9//3//f/9//3//f/9//3//f/9//3//f641PGv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753vnf/f40xnXP/f/9//3//f/9//3//f/9//3//f/9//3//f/9//3//f/9//3//f/9//3//f/9//3//f/9//3//f/9//3//f/9//3+ONV1v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753/3//f/9//3+dd2wt/3//f/9//3//f/9//3//f/9//3//f/9//3//f/9//3//f/9//3//f/9//3//f/9//3//f/9//3//f/9//3//f/9/rzU8a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757/39baxFC/3//f997/3//f/9/3nv/f957/3//f/9//3//f/9//3//f/9//3//f/9//3//f/9//3//f/9//3//f/9//3//f40xfnP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33+2VpVS/3//f957/3//f/9//3//f/9//3//f/9//3//f/9//3//f/9//3//f/9//3//f/9//3//f/9//3//f/9//3+OMX1v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vnf/f/9//3+uOZ1z/3//f/9//3//f957/3//f/9//3//f/9//3//f/9//3//f/9//3//f/9//3//f/9//3//f/9//3//f/9/jTF+c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957/3//f/9//39MLd97/3//f713/3//f/9//3//f/9//3//f/9//3//f/9//3//f/9//3//f/9//3//f/9//3//f/9//3//f44xXW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++e753/3/wPXxv/3+9d/9//3//f/9//3//f/9//3//f/9//3//f/9//3//f/9//3//f/9//3//f/9//3//f/9//3+NMX5z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5//3/ee/9/3nv/f553OmdzTv9//3//f/9//3//f/9//3//f/9//3//f/9//3//f/9//3//f/9//3//f/9//3//f/9//3//f/9/jjF9b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957/3/ee/9/vnf/f/9/11r3Xv9//3//f/9//3//f/9//3//f/9//3//f/9//3//f/9//3//f/9//3//f/9//3//f/9//3//f40xfnP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ROV5r/38yQv9/v3f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99/80H7Xv9/+FoaY/9//3v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fe5hWVkr/f79zMkL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388Z/M9/3//f/A5nnP/e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33uxOf97/3/YWrZS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kDXfe/9/33cyQv9//3v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57/3//f/9//3//f24t/3v/f/9/8T3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+f/9//3//f/9/339uLb93/3/fdxJC33v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jzX/f/97/3/5Xltn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ff9E5v3f/f/9/GmPYWv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38TRvpe/3//f1xnllL/e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+f/9//3//f99/llLxOd97/3uec1NG/3//e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5//3/+f/9//3//f/pibi3fe/9/v3MzRv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+f/5//n//f/9//399b24t/3//e7938T3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/5//3//f/9/v3uPMf9//3+/cxJC33v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5//3/+f/9//3//f/9/bi3/f997v3czRv97/3//e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681uFb/f55v8j3/f/9//3v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38zRvE933ufc9E5v3f/f/9//3//f/5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O2dtKf97v3PROb93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bSnfe79zkDH/f/9//3v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00lHGOfc5Ax33v/f993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+PMfM9v3eQMd97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l1JvLb93sjX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79zLSW/d3At/3/fe/97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33v/f48xuFaQMf9/v3f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33tVSk0pby0cY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fWuPMU0p+l7/f997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97rzErJXZO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ed1trsDWec993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+f/17/3//f/9//3//f993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+f/57/3v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17/3//f/9//3+ec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Avj1Xks3jrESEPLREgsSDZ1OW7QJWYxwin0H2lR2wU0=</DigestValue>
    </Reference>
    <Reference Type="http://www.w3.org/2000/09/xmldsig#Object" URI="#idOfficeObject">
      <DigestMethod Algorithm="http://www.w3.org/2001/04/xmlenc#sha256"/>
      <DigestValue>i9tEQlOJHtGjCGX6em2axd4lQkoc/pkG6EutqAKGz8M=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AkDFuzzDE25Gr7e1zVmKG3ulXOI24E7gtoToNSTEwyc=</DigestValue>
    </Reference>
    <Reference Type="http://www.w3.org/2000/09/xmldsig#Object" URI="#idValidSigLnImg">
      <DigestMethod Algorithm="http://www.w3.org/2001/04/xmlenc#sha256"/>
      <DigestValue>0X6eejuY/Atv8mOBzCEhDzUvsfZ6cHhNOxwxSMuYWwQ=</DigestValue>
    </Reference>
    <Reference Type="http://www.w3.org/2000/09/xmldsig#Object" URI="#idInvalidSigLnImg">
      <DigestMethod Algorithm="http://www.w3.org/2001/04/xmlenc#sha256"/>
      <DigestValue>j2ftxoMF6Mqg9KhTMVlW2H7LPLJ29W9so5mJGDfG0Q0=</DigestValue>
    </Reference>
  </SignedInfo>
  <SignatureValue>ktzCY7+RdFyWn/mFUJWfwRmSE8VHKdqkX0r0MbmpCR7oGfPytcK3NiJueN0HUsN7Qo/tpogrSRVH
fGMXWMaC0knYSSnozSRHUJpWYw155uI6FMDtZEyhsEsTbsiMUsUyyzitgSiyO4PJxNBO+RuI+WAO
WdRwn+6FVEfXkL9svS7bRSfrjH1chdwsnud4Z3wyu6oECaaVQBDtcY8G+kjfd20xEkbjxifVfk2c
f4DnaPE/eHK12e7GETitEooZl931ZWKM+A+qFjU6E5F+UTmVaxNIjl10MrmaegMFWc9dRrZEHLGi
qufmgHJLaORVtN4Ys9zY0JgeqhDor6+uk8eV4g==</SignatureValue>
  <KeyInfo>
    <X509Data>
      <X509Certificate>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1/04/xmlenc#sha256"/>
        <DigestValue>8gYoZ2tuC9gHSrRbi9UcHzNKrMVmTeZoMg+Ke8gVpdA=</DigestValue>
      </Reference>
      <Reference URI="/word/_rels/settings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zSWZAJ43XQJWEMg5Di7Y4Kk2fqaA7deKHaVfCIeq+JU=</DigestValue>
      </Reference>
      <Reference URI="/word/document.xml?ContentType=application/vnd.openxmlformats-officedocument.wordprocessingml.document.main+xml">
        <DigestMethod Algorithm="http://www.w3.org/2001/04/xmlenc#sha256"/>
        <DigestValue>FgSCZHmwqk+oYtKbZItELzXQINldZwxtk2xIc2amqH0=</DigestValue>
      </Reference>
      <Reference URI="/word/endnotes.xml?ContentType=application/vnd.openxmlformats-officedocument.wordprocessingml.endnotes+xml">
        <DigestMethod Algorithm="http://www.w3.org/2001/04/xmlenc#sha256"/>
        <DigestValue>YmeIdKY1gBMSstW2c7vq78iJzQLrkcNVpwEP8YCg2fQ=</DigestValue>
      </Reference>
      <Reference URI="/word/fontTable.xml?ContentType=application/vnd.openxmlformats-officedocument.wordprocessingml.fontTable+xml">
        <DigestMethod Algorithm="http://www.w3.org/2001/04/xmlenc#sha256"/>
        <DigestValue>nmN28NJmQn8v++jkJZ1fWrCvZlFGSm855sDHy/dSRKs=</DigestValue>
      </Reference>
      <Reference URI="/word/footer1.xml?ContentType=application/vnd.openxmlformats-officedocument.wordprocessingml.footer+xml">
        <DigestMethod Algorithm="http://www.w3.org/2001/04/xmlenc#sha256"/>
        <DigestValue>T9CPv6wjn/+ManNM0bOSoGmpZ+SmOQssKoooz+9xkiI=</DigestValue>
      </Reference>
      <Reference URI="/word/footer2.xml?ContentType=application/vnd.openxmlformats-officedocument.wordprocessingml.footer+xml">
        <DigestMethod Algorithm="http://www.w3.org/2001/04/xmlenc#sha256"/>
        <DigestValue>hU17fOpOtxOyyiMjmSlG65xGfljkxZI9/SefazVzVyU=</DigestValue>
      </Reference>
      <Reference URI="/word/footnotes.xml?ContentType=application/vnd.openxmlformats-officedocument.wordprocessingml.footnotes+xml">
        <DigestMethod Algorithm="http://www.w3.org/2001/04/xmlenc#sha256"/>
        <DigestValue>Nx/eZclp8HOIhJf5PqWRLTrVQtRHcz8PELEp2lVamog=</DigestValue>
      </Reference>
      <Reference URI="/word/header1.xml?ContentType=application/vnd.openxmlformats-officedocument.wordprocessingml.header+xml">
        <DigestMethod Algorithm="http://www.w3.org/2001/04/xmlenc#sha256"/>
        <DigestValue>EeI9/yyr9Jwt2uI4FdMbqM+wiNDLuIQk+ryJ9IjGwdY=</DigestValue>
      </Reference>
      <Reference URI="/word/media/image1.emf?ContentType=image/x-emf">
        <DigestMethod Algorithm="http://www.w3.org/2001/04/xmlenc#sha256"/>
        <DigestValue>TviQfNi0NcIOLtzhDk+Ch5KeS57Lkj9UdhcSxVvMq+Y=</DigestValue>
      </Reference>
      <Reference URI="/word/numbering.xml?ContentType=application/vnd.openxmlformats-officedocument.wordprocessingml.numbering+xml">
        <DigestMethod Algorithm="http://www.w3.org/2001/04/xmlenc#sha256"/>
        <DigestValue>E5/JM6twtV6WvlHPTuv8RGHeDy8A0JqaJ4ssHjbVsIQ=</DigestValue>
      </Reference>
      <Reference URI="/word/settings.xml?ContentType=application/vnd.openxmlformats-officedocument.wordprocessingml.settings+xml">
        <DigestMethod Algorithm="http://www.w3.org/2001/04/xmlenc#sha256"/>
        <DigestValue>hDWVHwCXKGm1h1KxGrOY8MkZgfox9caAoKHGKbp5mv4=</DigestValue>
      </Reference>
      <Reference URI="/word/styles.xml?ContentType=application/vnd.openxmlformats-officedocument.wordprocessingml.styles+xml">
        <DigestMethod Algorithm="http://www.w3.org/2001/04/xmlenc#sha256"/>
        <DigestValue>8YeRQbRPIpn6lsVCUumXVp7jl1r3zhfBr4gzdX1LO2k=</DigestValue>
      </Reference>
      <Reference URI="/word/theme/theme1.xml?ContentType=application/vnd.openxmlformats-officedocument.theme+xml">
        <DigestMethod Algorithm="http://www.w3.org/2001/04/xmlenc#sha256"/>
        <DigestValue>C1yQWyXDcCoofu0YVvslHbCpBDuNLjVDjvDUi7AfMaM=</DigestValue>
      </Reference>
      <Reference URI="/word/webSettings.xml?ContentType=application/vnd.openxmlformats-officedocument.wordprocessingml.webSettings+xml">
        <DigestMethod Algorithm="http://www.w3.org/2001/04/xmlenc#sha256"/>
        <DigestValue>hkAqtCTncKuORUrVuxL0IGwUPMnmnw1hpyrcHsyzj94=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2024-10-03T08:18:48Z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{C6EB0E93-A848-4546-8163-F092B5B2DDF6}</SetupID>
          <SignatureText/>
          <SignatureImage>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51zv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RGrzHyPf9//3/ff/9//3//f/9//3//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0TXzOfM5VUrfd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GPzOftaXmMTPhpf/3//f/9//3//f/9//3/+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WvM1v2//ezxf0TWeb/9//3//e/9//3//f/9//3//f/9//3//f/9//3//f/9//3//f/9//3//f/9//3//f/9//3//f/9//3//f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/f/9//3v/f/9//3//e/9//3//f/97/3//f/9//3v/f/9//3//f/9//3//f/9//3//f/9//3//f/9//3//f/9//3//f/9//3//f/9//3//f/tW0zF/Y/97/3NVQpZK/3//e/97/3v/f/9//3//f/9//3//f/9//3//f/9//3//f/9//3//f/9//3//f/9//3//f/9//3//f/9//3//e/9//3//f/9//3//e/9//3v/e/97/3//e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PWOyLZ9r/3f/e/97Ejo6Y/9//3//f/97/3//f/9//3//f/9//3//f/9//3//f/9//3//f/9//3//f/9//3//f/9/3n/df95//3//f/9//3//f/9//3//f/9//3v/e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n/+f/9//n//f/9//3//f/9//3//f/9//3//f/9//3//f/9//3//f/9//3//f/9//3//f/9//3//f/9//3//f/9//3//f/5//3/+f/9//3//f/9//38bX7Atf2v/e99z/3+WTvE9vXf/f/9//3//e/9//3//f/9//3//f/9//3//f/9//3//f/9//3//f/9//3//f/9/Wnc6d1pzvX/ef/9//n//f/9//3//f/9//3v/f/97/3//e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n//f/5//3//f/9//n//f/9//3/+f/9//n//f/5//3//f/9//3//f/9//3//f/9//3//f/9//3//f/9//3//f/5//3/+f/5//n/+f/5//3//f31v0DWfa/9/33ffe/9/8EHWXptz/3//f/9//3//f/9//3//f/9//n//f/9//3//f/9//n//f/5//3/+f/9//n/3btZuWnfdf/9//3//f/9//3//f/9//3//f/9//3//f/9//3//f/9//3//f/9/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+f/1//X/9f91//n/+f91/3n/df/5//X/ef/5//n/9f95//3/+f/5//n/ef95//3/df/5//3//f95//3+9f/5//3/+f/5//n/9f/1/3H/9f/1//n+9f/9/v3vQPRtj/3//f/9//39ac61Be3f/f/9/33v/f/9/33//f/9/m3/+f91//3//f75/3n//f/5/3X/+f95//n/df/h213Z7f95/3n+9f/5//3/+f91//n/+f7x7/3/+f/5//n/df/5/3X/+f/9/e3/ff95//3++f99//3//f/9//3//f/9//n//f/9//3//f/9//3//f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1hvOG96e/1//n/df7x/OG85e7x//n/+f71/GHvdf/5/3n8Yd/ZqF2vVYjhv3n/+f7x/OG/3atVim3vdf/9//n+cf1lz/3/df/1/WHvUald7N3d5f1l3vX//f/BBt1oaa99//3/+f1l3D04QTv9//3//f/9//3//f3t3WntZexdzWntac3x333//f3t//n/+f95/93JYbxdvOn90bjl7vX+9f9d29260YjhzOHf9f/5/3X96d7t//n/+f/5/mnu8f91/F3M4dxh7OXs5e1t7vn//f/9//3//f/9//3//f/5//3//f/9/33f/f/9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/3/+f/5/clr1arRm/X/df91/F2/VajFinH/9f/5/Wn+Ubpp7/n84e7VyF3Obf3p73X/+f91/WndZd1p3m3+TXrRivX//f1p31Wbef91/FnPTavRyWH+yanFi1Wqcf95/70XwRXRaWnfef5t/9nJSXms5GW//f/9//3/ff/9/lGJyXhd39nI4dxhvGGu+f3t/tWp6e91/93ZzajhzF2+Vds9d93befzp/c2oYd3p/F3P2bvVu/n/cf/VqWHf9f7t/N3P2bpt/9nKzZll/F3vWcpRmGHPef/9//3//f/9//3//f/9//3//f/9//3//e/9//3//e993fWt8a75z/3//f/9/3nf/f/9//3v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m39RXlh7k2a8f91/3X+zYhdzUmZaf/5//X9af3Nuu3+7f3Nm1nbdf/1/3X/+f/9//n//f/5/3n+9f5t/lGK8f/5/WXdyWv9//n/VbrNq/X/cf7t/L1p6f/5/33/PRa1BlWIXc95/mn+Tahd3700yUt9//3/ff/9/3396e1FeeX/df/5/3X//f99/nH9zZrx/m3+UctZ2/n/dfzp/EWqcf/5/GX8xZrx//n/dfzh7cV6bf91/k2Z5f91/m38wWpt/3X+TZjd3/n/df1p/k2p6f/9//3//e/9//3//f/9//3//f/9/33v/f/97/3s7Y3ZO8j3QNa81MkJ1Tjpn3nf/f957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H9Ze5NmvH+Sanp/vH/dfy9Su3+UcvZ6/X/9f/d+UWrcf9x/cmZZf91/3X/ef91/vX/ef95//n/ef91/OHe0Zrx//n84d5Ni3n+8fxd3s2aaf7x/3H9yYpt/3X//f/BJbDlae5Rm3X9Zf5Num39zXs9F+WL/f/9//3//f71/s2pxYtx/3H/df/9/33+df3Jmm3+8f3Nu1Xb9f7t/fH9Tdpx//n8Yf3NqvH/df91/vH9RXpt/vX9yZjh/vH/2drRq3X/df5NiF3O7f7t/WX+Tbpt//3//f/57/3//f/9//3//f/9//3//f/9733O3UhI+bSmvMTNClk5USlNGSyW2Vv9//3/ee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Zy9na8f7R2F3/df5t/cVbdfxd/c27+f/1/e38xatx/u38PWjFms2pQWpNmlGZ6f95/e3/2crVqUl5yYrVq3X+bf/ZutGr+f7x/en/VbrRqF3f2cjBaWnu9f/9/8ElsOXx/c2JZfxd/1Xr+f3NelFrxQb93/3//f/9//3/cf3FiV3/+f/5//3//f71/MF6af/1/935zbjdv9mq2evBlvH/dfzl/c2r+f91//n+8f1Jee3/+f1Ji1nK1clJmvX/ef7x/eXu0YhZr9m4XfzBivH/+f/9//nv/f/9//3//f/9/33//f/9/v3OXSo8t8jm4Vn5r/3//f/9/33u+c1NKEUJa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95/lGo4f7x/9n60drx/F3f0Zv1/OH9yatt//X9Zfw9iu3/8f3JmF3+7f91/WX/Vbjh7m3+1apRqOHtaf5t/3n/dfzl7UV5SXpt//n+9f71/OXt6f/ZuUVpae/9/nn8RTkw5One1arVuk25Zf91/9mrWXlRKt1L/e/97/3+8f/1/9HKyapp//n+9d/9/vX9SYpt//n+cfzl/eHN5d5R2EWr9f/5/OH9RYtx//X/+f71/MVZbf95/c2aVbrZyc2q+f95//3/+f3p3enN5e/V6MGabf91//3//f/9//3//f/9/33//f/9/v3e5UrEt8jn6Xv97/3//f/9//3v/f/9//3tbaxljOmf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n9RXpt/vX85f1Fq3X+0apl//X96f5Nuun/9f1p/MWb9f9x/k2Y4f/1//X/+f7VqGHubf9Zu1W7ef95/3X/df91/vH8Xd1Je93K8f/9//n//f91/3X9SWnx/33+efzNSjj0Zc1t/c2ZyZrx/3X+8f7VaW2vxOZ9v/3//f/5//X/7f3BeFW/9f/9//3+cf3Jmu3/cf95/3X/+f/1/e39Tbtx/vH96f3Jm/X/9f91/vH+UYnt/3n9zYjp/33/YcpVm3n//f95//3//f/1/eX+Sbt1/vH//f/9//3//f/9/3n//f/9//3+5VvM1kCmfb/97/3//f997/3v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5/3n97f5Ni3n+9f71/UWKafzBeu3+7f7t/k2oXd91/en+Tapt/vH9Zf7RqWXubfxdz9m6cf91/tWrVapt/vH97f7x/3n/efzh7cl72clp/vX+8f91/3n84d/ZqWnf/f/lq2WZuOZZenX+2YtZq3X/+f/9/lVbfextjl1L/f/9//n+ae/x/+39wWnl/3n/ef5t/1GpZd91/3X+cf91/3n+2btdy3X+bfzd/UGb1drt/vH/WbpNm/n/dfzFWnH/ff317t2IZa/9/33+ce7x//X/1bjd3m3//f/9//3//f/9/33v/f/9//39+b7I1cSk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//3/df1p7lGL+f95//n+UZvZycmLdf7x//n/VbvZy3X+bf/Zu/n/+f95/F284c7RiGHMYc/5//n9ae9Vq1mpyWjhzWnu9f7x/Wn+0Zr1//n+9f/ZmklqTWtViOG/ef/9/fXtdd/JJVVLff1tznHf/f/9/3n98c7973392Tlxr/3//f/1//H/7fzZzkmKcf95//n8Wb7x//n+9f/dqtWKUYvhuGHP+f91/m39QYrNus27VcvdyWXu8f/9/92b3YlNOEkavNRNGXG//fxlrc1q0XtRieXv/f/9//3//f/9//3//f/9//3+ebxM+sjWbU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91/GG/WZr1//3/efxdzMFbVar1/3X/dfxdzk2L/f95/nH/+f95/vX+9f/9/vX/+f/5//n//f91/3X/+f/9/vH/+f95//n9Zd5RevX//f/5//n/df/9//n//f/9//3/ff99/VU7yRd9//3//f/9//n/ef/9//3//f9hadU7/f/5//n/9f/1//X+TYvdu33/+f5t//n/+f95//n//f/9//3//f95/vH9Ze3Jien/df7x/vX/+f95//39TUo0xrzmvNVVK0DltLbZW/3//f717/3//f95/3n/ff/9//3//f/97/3u/dzRCsTVWR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X85bzlz3n//f/9/enuTXll3/n/ef/9/WnfWZt5/3n85b/9//n//f/9//3//f/9//n/+f/5//3/+f/9//3//f/9//3/+f5t7tF7+f/5/3X/+f/9//n/9f917/3//f/9//3+4Wq8133//f/9//3//f/9//3//f/9/fW91Up1znHN6c5t3WW97e9dqVFq+f95/enP/f/5//3//f/9/3n//f/9//3/df1p3c17ef/9//3/ef/9//398c2wt8Dk7Z/9/33vfe/perzUyRt97/3//f99//3//f/9//n//f/9//3v/f3dOsTE1Qt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3pzvX//f/9/3n/df3t3vX//f/9//3/ef3tz3n+cd1pr33//f/9//3//f/9//3//f/9//3//f/9//n//f/5//3/+f/5/nHcXZ/5//3//f/9//3/+f/17/3//f/9//3//f9larzWdb/9//3v/f/9//3/ef/9/33//fxpjdU58b1prGGc5a1NSVFbySX13nXcYY5tz/n//f/5//nv/f7x3/3//f/9/nHfXYr5/33/ef/9//3//f3RObS0aX/97v3P/f/9733e/cxJCjS2ec99//3//f/9//3//f/9//3v/f/ta0zWSMZ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/f/9//3//f/5//3/ef/9//3//f/9//3//f/9/3nv/f/9//3//e/9//3//f/9//nu9d/57/3//f/9//3//f/9//3//f5tz/3//f/9//3//f/9//3//f/9/vnP/f/97XWvROTtj/3//e/9//3//f/9//3//f/9/33vxOd93/3+ed/9/0UFNMdFBVVL/f/9//3/ed/9//3//f/97/3//f/9//3//f553/3//f/9//3//f99/0DXRNd93/3f/f/93/3v/e/9/vnPXVo4tXm/fe/9//3vdd/9//3/fd15nkS1wKX9v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v/f/9//3//f/9//3//f/9//nv/f913/3//f/9//3//f/9//3//e/9//3/+e/9//3//f/97/3+fbxI+lk7/f/97/3//f/5//3//f/9//3//f7dS2Vr/f/9/v3OPMdE9NUryPfE9O2f/f993/3//f/9/3nf/e/97/3v/f/9//3//f997/3/ff797v3NuKdhW/3v/f/97/3f/e/9//3v/e993XGuxNZhS/3//f993/3v/e31n0jVOJbpS/3//f993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97/3//f/9//3//f/9//3/ee/9//3//f/9//3//e/9//3//f/97/3//e/9//3//f/9//3//f/9/vXf/f/97/3//f/9//3//f/9//3//f/9//3//f/9//3//f9938j00Rv9//3//f/9//n//f/9/33v/f/9/33cTPp9v/393SpAxn3P/fz1n8j2XVv9//3//f993/3f/f/9//3v/f/97v3Pfe/9//3//f/9//39ca00pfmv/e/97/3v/e/9//3//f/9//3//ezxnEz6XTt93/3//ezxjjy1uJdlS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fd/9//3//e/9//3/ed/9//3//f/9//3//f/9//3//f/9//3//f/9//3//f/9//3//f/9//3//f/9//3//f/9//3//f/9//3//f/9//3//f/9//3//f/9//3//f/9//3//f/9//39WSvI933v/f/9//3//f/9//3//f/9//3//f5hS2lb/e5hOkTH/f/9733tda7A5+V7/f997/3//e/9//3vfd55vNEKPLVZKv3f/f/9//3//fzRGsDWfb/9//3//f/9//3//f/9//3//f/9//3+ebzNCFD6/c/9/0jXSNRM6v3P/e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/3/fe/9//3/fd/97W2f/f/9//3f/e/9//3//f/9//3//f/9//3//f/9//3//f/9//3//f/9//3//f/9//3//f/9//3//f/9//3//f/9//3//f/9//3//f/9//3//f/9//3//f/9//3//f/9//3//f7la0Tl+b/9//3//f/9//3//f/9//3//f/9/n281Qv97NUIVPv9//3//f99/+mKwOZ93/3//f/97/3//f/9/NEJNJbAxby01Rt97/3++d/9/dk6wNb93/3/fd/9//3//f/5//3//f/9//3//f/97n2+4TnlKHl/1OXAlPGP/f/9//3v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f/97/387Y/I9ji1tKVRG/3//d/9//3v/d/9//3//f/9//3//f/9//3/+f/9//3//f/5//3/+f/9//3//f/9//3//f/9//3//f/9//3//f/9//3//f/9//3//f/9//3//f/9//3//f/9/33//f99/Xm+PNfpe/3//f/9//3//f/9//3//f/9//3//f1ZG+1oUPlZC/3v/e/9//3/ff/E9dU7/f997/3v/f997Gl8LHTRGv3c9a7E10TlbZ/9/33t2TtE1f2//f/9//3//f/5//n/+f/9//3//f/9//3v/f79zeUo4QrMx9Dk9Y/9//3v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5XrA1jy00RnVKbimXTv9//3v/f/9//3//f/9//3//f/9//3//f/9//3//f/9//3//f/9//3//f/9//3//f/9//3//f/9//3//f/9//3//f/9//3//f/9//3//f/9//3//f/9//3//f/9//3+/e/I9VUr/f/9//3//f/9//3//f/9//3//f/9/XmcUPvQ5dkb/e/9//3v/f/9/nnPyQRpj/3//f/9/f29OKTRG/3/fd/9/33/QPTJCfWv/f7lW0zl/b997/3//f/5//n/9f/5//3//f/9//3/+e/9//3/fd5pOszFXRrhO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20psDVea/9//3/ZVm0pXGu/c/97/3//f/9//3//f/9//3//f/9//3//f/9//3//f/9//3//f/9//3//f/9//3//f/9//3//f/9//3//f/9//3//f/9//3//f/9//3//f/9//3//f/9//3//f997dU7xPb93/3//f/9//3//f/9//3//f/9/33v/fzZGsTFVRv9//3v/e997/3//fxpjjzH/f/97/3vzPdI5PWefc/97/3/fe/9/dEqvMd9zPmOSMZ9z33f/f/9//3/9f/5//n//f/9//3//f/9//3/fe/9/v3N4TvQ58zmfb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753/3//f5ZSTSl+a/9//3v/f/9/NELyPf9//3v/e997/3//f/9//3//f/9/33v/f/9//3//f/9//3//f/9//3//f/9//3//f/9//3//f/9//3//f/9//3//f/9//3//f/9//3//f/9//n//f/9//3//e/9/33c7Y9A1O2f/f/9//3//f/9//3//f/9//3//f/9/n3OPLVRG/3//e/97/3//e/9/v3cTPvte/39eZ9I1sTH/e/9//3//f/9//3u+b1VCNj66TjhCm07/f997/3//f/5//X//f/9//3//f/9/3nv/f/9//3//f/97d0pwLZhO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793rzFVSv9/n3P/f/9//3+fb00pPGe/d/9//3//f99333vfd99333v/f/9//3//f/9//3//f/9//3//f/9//3//f/9//3//f/9//3//f/9//3//f/9//3//f/9//3//f/9//n/+f/5//3//e/9//3//e55vEj6VSv9//3//f/9//3/+f/9//3//f/9//3v/fzRCrzH/f/97/3//e/97/3v/d11j8zWfa3hGkS09Y/97/3//f957/nv/f/97/3f0MfY1WUK0Mf97/3//e/9//n/+f/9//3//f/9//3/ee/9//3//f/9//3+fc7I1sjGZTt93/3//f/1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v3ewMXZO/3//f/9/v3f/f/9/+lqwMf9//3+fb3ZOsDVuLW0pbSlTRjpj/3//f/9//3//f/9//3//f/9//3//f/9//3//f/9//3//f/9//3//f/9//3//f/9//3//f/9//3//f/9//3//f/9//3//f/9//391RjNC/3//f/9//3//f/9//3//f/9//3//f/97Gl9MJb5v/3//e/9//3//f/9//3fyNZlK0zHTMf97/3f/e/9//3//f/97/3v/e/93FTa0MfY1v2//e/9//3v/f/9//3//f/9//3//f/9//3+8d/9/3nv/e/9/HGORMfM5Xmv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/97/3/fd1xnuFKfc/9//3//f793/3//f/9/v3NeZ3ApXmvfd/9//n//f/9/33vfezZCmU76Vm8pby2XUvpafWs7YzJGjS3ONTpn/3//f/97/3//e/9/3nv/f/5//3//e/9//3//f/9//3v/e/9//3v/e/9//3//e/97/3//f/53/3//f/9//3//f/9//3/fd1xnrzG+c/97/3//e/9//3//f/9//3//f/97/3udb44t2Vb/e997/3//f/9//3//e35rkS2TMXlK/3/fd/97/3//f917/3//e/9//3/fdxU6szGZTv97/3f/f/97/3//f/9//3//f/9//3//f/9//3//f/9//3//fxlj0Dl0Tt97/3/+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lW8jXRMZAtPWPfd/9//3v6Wv9//3//f7pSsjF/a/9//nv+f/5//3//f/9/mU70NZEpFD7aWv97/3v/f/9//3ved9ZWzjURPltn/3v/e/9//3//f/9//3//f/9//3u/d51v33P/f/9//3v/f/9//3//e/9//3++c75z/3//f/9/vnf/f/97v3P/f/9/fm+PLdhW/3//f/9//3//f/9//3//f/9//3//f71z0DV2Rv97/3v/f/9//n/+f/9/33cVPpIt/Vr/f/97/3//f/5//3//f/9//3//f/97f2/TNfQ1v2//f/93/3//e957/3//f/9//3//f/9//3//f/9//3//f/9/vXc5Z1p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vEz6OKdlSl05vLV5n/3/7XtI5G1/fe/97mEqxLZ9r/3v/f/9//3//f/9//39eY7MtLyE9Y/9//3//f/9//3//f/9//3/ed5VOED74Wv97/3v/f753/3//f997/3//fztj8TkROv93/3//f/9//3/ee/9/33eeb/E5TCXxORpj/3//f793/3//f/9//3/fd7E1M0L/e/9//3//f/9//3//f/9//3//f/9//3sSPvI1PWP/f/9//3/+f/9//3//e3dKcSkeX/9/33f/f/5//Xv/f/9//n//f/9//3//ezY+cSn7Vv97/3f/e/9//3//f753/3//f/9//3//f/9//3//f/9//3//f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m+vMdlW/3f/f/pasDF/a/teby3TNZlOHFt3RvI1/3f/e/9//3//f/9//n//f59vtDGTLb9z/3+/d/9//3//f/9//3//f/9//398azJCMkJ9a/9//3/fe/9//3//f/97lk6OLc8xvnP/f/9//3//e/5//3//fxM+jy1VSlVKsDGXTv9//3//f/9/n3M9Z/tasTETQv9//3//f/9//3//f/9//3//f/9//3//f9hSkC2ZTv97/3//f/9//3//f/97+1pxLbtW/3//e/9//3/9e/9//3//f/17/3//f/97mk4VOvQ1HF//e/97/3v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399a68xO1//e/9733f6WtE1+141QlEl1TVWQhM2Ezb/e/93/3vfe/9//n//f/9/v3NRJXMp2lb/f/97/3//f/9//3//f95//3//e/9/33uWTtA1llLfd997/3//f/9/33d2SrA1XGf/f/97/3v/f/9//3//f55vTim5Vv9/v3fbWvM9mFKYUvM9sTGxNZAxsTVvLbdS/3//f/9//3//f/9//3//f/9//3//e/9/XGOxLfQ1n2vfe/9//n//f/9//389Z5Ix9T3/f/9/3nf/f/9//3//f/5//3//f/9/v3M/ZzdCsi01Pp9r/3vfd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31rrzHZVv9/n2//f/9/uFaxNZlOtTUXOn9jFDYUNr9r/3v/e/9//3//f/5//39+a3Ip1jVWRt93/3//f997/3//f917/3//f/9//3//f/9/XGvxOTRGO2f/f/9//3//f9pajy3/f/9//3//f/9//3//f/9/+l6QLX9v33u/d/9/mVIuJXAp0zWYUrlSuVY9Z59v/3//f/9//3//f/9//3//f/9//3//f/9//3vfc9Ix0zHbVv9//3//f/17/3//f59vsjHTNZ9z/3/dd/9//3//f/9//X/+f/9//3//f79zWEb1ObpOFD7/e/9/3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vnMzQthWv3P/f/97/3+/c9lW9D3VNTk+/3e6StMt205fY99z/3//f957/nv/extbtDH+WjRCGl//e/9//3//f/9//3+8d/9//3//f/9/33vfe/9/dk51SpdS33f/f993uVLRNX5r/3v/f/9//3/+f/5//39+b7I1HWP/f/9/n2+yNbIxkS25Uv97/3/fe/9//3//e/9//3//f/9//3//f/9//3//f/9//3v/f/93NT6zLXhK33f/f/9//Xv/f/9/v3dXSrI1uVb/f/9//3//f/9//3/+f/5//n//f/9//3vcVjdC/VpWRtlW/3v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dSEj7/f/9//3v/f/9//393TvU1kylfXx9X1S15Qjc+mU6/c/9//3//f/9/d0r1NZ9ruFKWTv97/3//f/9//3//f/9//3//f/9//3//f/9/33v/fzxjEz53St93/39fa5Atf2//f/9/33v/f/9//3//f31v0jnaVv9//394SpEtPmO6UlZCHF//e/9/33v/f/9//3//f/9//3//f/9//3//f/9//3//f/9//39XQhU2V0I8Y/97/3/+e/9//3v/fz5n0znROf97/3/+f/9//3//f/9/23f/f/9/33v/e9939DmZTr9z8z3ZVv9/vnP/f913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v3OvMV1n33f/f997/3/fe/9/9DmTKfc1/1a1Kb9vn2tVQrdSGmOec/9//394SpEp33M9Y/E5XGffe/9//3/ee/9//3//f/9//3//f/9//3//f793/3+fc9I18znfd793sjVWSt97/3//f/9//n/+f/9//3/RNZhS/3+/d9M19Dn/e993+1rRMf97/3//f/9//3//f/9//3//f/9//3//f/9//3//f/97/3//dz1f0y38VjVC/3//e/9//3//f997/3+XUhpjnXP/f/9//3//f/9//n/+f/9//3//f/9/n3PbWvU5v3M+ZzRCv3Pfd/9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3VOVEb/f/97/3//f/9//3+/c1dC9jWVLZYpvU7/e/97nG+1UnVOPGf/f7pSsi2/a/97l05URv9//3//f/9//3//f/9//3//f/9//3//f/9//3+eb/9/33uXTlZGulYVQlZGv3P/f/9//3//f/9//3/fe7dW0TXfd/9/FD4UOv97/3+/bzM+t1L/f/9//3//f/9//3//f/9//3//f/9//3//f/9//3//f/9/n2tXQrpO2lYaX/9//3v/f/9//3//f79333v/f/9//3//f/9//3//f/5//3//f/9//3//f39rFT6aUv9/+1pURv9/3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GevMb9z/3//f/9//3//f/97HF+0MbYxli29Tv97/3//e3trt1Z3TttWWEbSLb9r/3c9Y9E133e/d/9//3//f/9//3//f/9//3//f/9//3//f/9//3//f793uVbTORU+sTFea/9//3//f/9/3nv/f/9/fWttKX5r33fSNVZC/3v/e/97Gl8yPv97/3/+e/9//3//f/9//3//f/9//3//f/9//3//f/9//3v/d5hKFTo+YzQ+/3v/d/97/3//f/9//3//f/9//n/+f/9//3//f/9//3//f/9//3//f/9//39WShU+/3+/d3ZKGl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NClk7/f/9//3//f/9//3+/czhGlC1TJXpK/3/fd/9//3//f/taeEr1ObIpXl//e99zmE64Uv9//3v/f997/3//f/9//3//f/9//3//f/9//3v/f/9//3v/f15rsTFPKZhS/3//f/9//3//f/9//3/fezNCdUr/f1VCVkLfc/93/3f/dzNCWmf+e/9//n//f/9//3//f/9//3//f/9//3//f/9//3//f/97HF+yMT9jVkKea/97/3//f/9//3//f/9//3/+f/5//3//f/9//3//f/9//3//f/9//3//f11nFD4dX/9/33ewM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2eNLf97/3//f/9/33v/f/9/f2vUOVElki3/e/9//3//f/9//3+fb7pOUB15Qv93/3t/Z7Ax/3v/f/9/33v/f/9//3//f/9//3//f/9//3/+f/9//3//f/9/33f8XtI1sTU9Y/9/33v/f/9//3/fe/9/+V6vLd9z33fzNZhG33P/e/93Mz7XVv9//3//f/9//3//f/9//3//f/9//3//f/9//3//f/9//3+fbxU+m04/Y3ZK/3//f/9//3v/f/9//3/+f/5//n//f/9//3//f/9//3//f/9//3//f/9//3tWRhQ+/3//e/pWdU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9A5+Fr/f993/3//f/9//3//fxxj0jUNHV5n/3//f/9//3//f/9/n2uTKbQp3FKfb/97FDo8Y/9//3v/f/9//3//f/9//3//f/9//3/+f/5//3/ee/9//3+/c/9/PWNvKRRC33f/f/9//3//f/9//3v/f1RGND7/e9tS9DV4Rhxb2VLQMVxn/3/ee/9//3//f/9//3//f/9//3//f/9//n//f/9//3//f/97mEo3Qr9zVUKeb/9//3//f/9//3//f/5//X/+f/9//3//f/9//3//f/9//3/+f/9//3//f/te0zl/a/9//3cTOlxj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11YSQp5z/3//f/9//3//f99733sSPk4p9D2/d997/3//f/9/v3Pfc/Yx1i15QtxSn2vbVjRCv3Pfd/9//3//f/9//3//f/9//3//f/1//H/+f/9/vnf/f/9/33vfdzVCkC0bX/9//3//f/9//3++d/9/v3PRMftWX2P9VnEl9DUUOjQ+33f/f/97/3//f/9//3//f/9//3//f/9//n/+f/5//3//f997/3/7WtQ1f2u5UrdS/3v/f997/3//f/9//X/9f/1//3//f/9//3//f/9//3/+f/5//n//f/97v3cVQrpS/3v/ezxflkqd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+d881+V7/f997/3//f/9//3/fe51vsDVQKXpO/3//f997/3//f99zFzY5Ov9zmEraUtpS0jGfa/9//3v/f/9//3//f/9//3//f/9//n/+f/9//n//f/9//3v/f/9/PWPyOVVG33f/f/9//3//f/9//3//f9938zm6Tv93/3teY99z33f/f993/3//f/9//3//f/9//3//f/9//3//f/5//3//f/9//3v/f15r9TX9Up9r8TX/d/9//3//f/9//3/+f/1//n/+f/9//3//f/9//3//f/1//n//f/9//3//e9lWmE6fb/97/3t1Rjpjvn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llKwNf9/n3P/f/97/3//f913/3uXTg8htTHeWv9/v3P/f/97/3u0MVlG/3vfb55rd0bSMbpO/3v/e/97/3//e/57/3//f713/3//f/9//3//f/9//3//f/9//3//f5ZOM0Jca/9/33f/f/9//3/ee/9//39aY9dS/3f/e/9//3v/f/9//3//f/9//3//f/9//3//f/9//3//f/9//3//f/9//3//f/9//39WPjc6/2+XRhpX/3v/e/9//3//f/1//n/+f/9//3//f/9//3//f/9//3//f/9//3//e/9/v3MSOvlW/3v/c/97Mz6/b99z/3//f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339+c9I9Xmv/e/9//3//f/9//3//fxxjkzG2NdY5X2f/f/93/3+/c1lG9T3/e/9/33efa7pOszE+X/97/3f/e/9//3/9e/9//3/ee/9//3//f/9//3//f/9//3//f/9/33t8b/9//3//e/9//3//f/9//3//f/57vXP/f/9//3//f/9//3//f/9//3//f/9//3//f/9//3//f/9//3//f/9//3//f/9//3//f35jsSW/a99vNTr/e/9//3//f/5//n/+f/9//3//f/9//3//f/9//3//f/9//3//f/9//3//e5VOdUr/d/97/3MbW3ZG/3v/e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e/9/VU7zQd93/3//f/9//n//f/9/33s2RpMxu1KzNVxj/3u/c/9/Fz7UNf97/3/fd/9/f2s2QhU+f2f/e/9//3v/f/9//3/ee/9//3//f/9//3//f/9//3//f957/3//f/9//3//f/9//3//f/9//3//f/9//3//f/9//3//f/9//3//f/9//3//f/9//3//f/9//3//f/9//3//f/9//3//f/9//3//f/9/33MUNtpO/3t3Rn5n/3//f/9//3/+f/9//3//f/9//3//f/9//3//f/9//3//f/9//3//f/9/XGfxOX1n/3v/c99zEja/a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d48xPF//e/9//3//f/5//3//f/teUCm6VrlWM0L/d/9/33ebUtQ5/3//e/9//3vfe59vsjU1Qjxj/3//f713/3//f/9//3//f/9//3//f/9//3//f/9//3//f/9//3//f/9//3//f/9//3//f/9//3//f/9/33v/f/9//3//f/9//3//f/9//3//f/9//3//f/9//3//f/9//3//f/9//3//f/9//3//e9tWFT7fc79vVkL/f/9//3//f/9//3//f/9//3//f/9//3//f/9//3//f/9//3//f/9//3/fe1RGl07/e/97/3/5VrZO/3/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ff/9/l1bxNf93/3//f/9/3X//f/9/fnM1SlZK/3/XVlJC/3vfd7tSsjHfd957/3//f793/39XStI1dk75Wr5z/3/fe/9//3//f/9//3//f/9//3//f/9//3//f/5//n//f/9//3//f95//3//f/9//3//f/9//3//f/9//3//f/9//3//f/9//3//f/9//3//f/9//3//f/9//3//f/9//3//f/9//3//f/9/XWv0PX9r/3tWQr9z/3v/f/9//3//f/9//3//f/9//3//f/9//3//f/9//3//f/9//3//f/9/G2M0Qj1j/3//e/97M0Jb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97/3//f79//3+/e44pW1//f/9//3//f/9/3nv/f55333vfe/9/ED51St9zWEZxLd97/3//f/9//3//f59v9D1ea5dSl1Kec/9//3/fe/9//3//f/9//3//f/9//3//f/9//3//f/9//3//f/9//3//f/9//3//f/9//3//f/9//3//f/9//3//f/9//3//f/9//3//f/9//3//f/9//3//f/9//3//f/9//3//f/9//3+/e3dOeE7/f15jmE7/f/9//3//f/9//3//f/9//3//f/9//3//f/9//3//f/9//3/ff/9//3//f1ZKmVL/e/97/3s6Y1NG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e/9//3//f99//3//f/97/3f/e/9//3+/f/9/lUZTPr9z/3/ff/9//3/fe/9//3//f/9//3v/exI68zk4QtM1/3v/f753/3//f/9//3+5Uvte33cbY3VKXGf/f/9//3//f/9//3//f/9//3//f/9//3//f/9//3/+e/9//3//f/9//3//f/9//3//f/9//3//f/9//3//f/9//3//f/9//3//f/9//3//f/9//3//f/9//3//f/9//3//f/9//3+/f/9/uFrSOZ9v/3sVOv97/3v/f/9//3//f/9//3//f/9//3//f/9//3//f/9//3//f/9//3//f/9/HGM2Rj1j/3v/d993dEY5W/9733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b9E9sDWfc/9//3//f/9//3//f/9//3//f/9//3//f/9//3//f/9/2VaxLdM1v3P/e/9//3//f/9//3//f/9//3//f/9//3//f/9/3HPed/9/v3N3SrM1szVxLbtW/3v/f/9//3//f/17/3//f/9//3//f/9//3//f/9//3//f/9//3//f/9//3//f/9//3//f/9//3//f/9//3//f/9//3//f997d1I2RhxbuUr/c/97/3//f/9//n//f/9//3//f/9//3//f/9//3//f/9//3//f/9//3//f/9//3//f/9//39aa3t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U6vNRpj/3//f/9//3//f/9//3//f/9//3//f/9//3//f/9/33czPvM5FT5eZ/9//3v/e/9//3//f/9//3//f/9//3//f/9/vHP/f/9//3/fe/97PmdXRpExsjU1Rl1r/3//f/9//3//f/9//3//f/9//3//f/9//3//f/9//3//f/9//3//f/9//3//f/9//3//f/9//3//f/9//3//f/9//39ebxQ+mUpWPr9r/3v/e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c7dWfW//f/9//3//f/9//3//f/9//3//f/9//3//f/9//3+/c48p21aZThxf/3//f/97/3//f/9//3//f/9//3//f/9//3//f/9//3/fe/9//3//f997Xms1RtE5t1Led/9//3//f/9//3//f/9//3//f/9//3//f/9//3//f/9//3//f/9//3//f/9//3//f/9//3//f/9//3//f/9//3//f/9/d0qyLVY+XmP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33vfe/9//3//f/9//3//f/9//3//f/5//3/+f/9//3//fzxjTSWfbz5juFL/f/9//3//f/9//3//f/9//3//f/9//3//f/9//3ved/9//3//f/97/3//f/9/fW9bZ51z/3//f/9//3//f/9//3//f/9//3//f/9//3//f/9//3//f/9//3//f/9//3//f/9//3//f/9//3//f/9//3//f/9//39ea5Et9DVWQv97/3v/f753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972VZuKf97n2tWRt93/3//f/9//3//f/9//3//f/9//3//f/9//3//f/9//3//f/9//3/fe/9//3//f/9//3//f/9//3//f/9//3//f/9//3//f/9//3//f/9//3//f/9//3//f/9//3//f/9//3//f/9//3//f/9//3//f/9/33v/f/9/+1aRLZEt33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/3//f/9//3//f/9//3//f/9//3//f/97/3tVRvI5/3u/cxQ+33f/e/9//3//f/9//3//f/9//3//f/9//3//f/9//3//f/9//3//f/9//3/ee713/3//f/9//3//f/9//3//f/9//3//f/9//3//f/9//3//f/9//3//f/9//3//f/9//3//f/9//3//f/9//3//f/9//3//f/9//3/fdzZCcCn7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5//3//f/9//3//f/9//3//f/9//n//f/9//3//ezVCVUb/f/93VUb/e/9//3//f/9//3//f/9//3//f/9//3//f/9//3//f/9//3//f/9//3//f/9//3//f/9//3//f/9//3//f/9//3//f/9//3//f/9//3//f/9//3//f/9//3//f/9//3//f/9//3//f/9//3/+f/9//3/fe/9//3//f/9/XmPzOdE1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0jWYTv97/3czQv97/3//f/9//3//f/9//3//f/9//3//f/9//3//f/9//3//f/9//n//f/5//3//f/9//3//f/9//3//f/9//3//f/9//3//f/9//3//f/9//3//f/9//3//f/9//3//f/9//3//f/9//3//f/9//3//f/9//3//f/9//3//f3ZKsDUa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uyNXhK/3//d1RG/3f/f/9//3//f/9//3//f/9//3//f/9//3//f/9//3//f/9//3//f/5//3/+f/9//3//f/9//3//f/9//3//f/9//3//f/9//3//f/9//3//f/9//3//f/9//3//f/9//3//f/9//3//f/9//3//f/9//3//f/9//3//f/9/nm/ZWp5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5ExmU7/e/93U0L/e/97/3//f/9//3//f/9//3//f/9//3//f/9//3//f/9//3//f/5//3/+f/9//3//f/9//3//f/9//3//f/9//3//f/9//3//f/9//3//f/9//3//f/9//3//f/9//3//f/9//3//f/9//3//f/9//3//f/9//3//f993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9930zW6Uv9//3d0Rv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9/33vTOZlO/3v/e1NC/3f/e/9//3//f/9//3//f/9//3//f/9//3//f/9//3//f/9//3//f/9//3//f/9//3//f/9//3//f/9//3//f/9//3//f/9//3//f/9//3//f/9//3//f/9//3//f/9//3//f/9//3//f/9//3//f/9//3//f/9//3//f/9//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dxU+NkL/f/93dEb/d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97N0b0Of93/3dTRv97/3v/f/9//3//f/9//3//f/9//3//f/9//3//f/9//3//f/9//3//f/9//3//f/9//3//f/9//3//f/9//3//f/9//3//f/9//3//f/9//3//f/9//3//f/9//3//f/9//3//f/9//3//f/9//3//f/9//3//f/9//n//f/5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+ZUtM1/3v/c3RG/3v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//3/ff/teby3fc/pW2FL/e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NvLV5j+lI8X/93/3v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/fe48tFDqYSn9n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9/kDGxMbhK/3f/e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v/f/9//3//f/9//3+OLdAxG1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/dywljy0bW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553M0YTPn1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//f/9//3+/d993/3/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YxhjGGMYYxhjGGMYYxhjGGMYYxhjGGMYYxhjGGMYYxhjGGMYYxhjGGMYYxhjGGMYYxhjGGMYYxhjGGMYYxhjGGMYYxhjGGMYYxhjGGMYYxhjGGMYYxhjGGMYYxhjGGMYYxhjGGMYYxhjGGMYYxhjGGMYYxhjGGMYYxhjGGMYYxhjGGMYYxhjGGMYYxhjGGMYYxhjGGMYYxhjGGMYYxhjGGMYYxhjGGMZYxhjGWMYYzlnGGM4ZxhjOGcYYzhnGGM4ZxdnOGcYZzhnGGM5ZxhjGWMYYxljGGMZYxhjGWc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0wAAABkAAAAAAAAAAAAAAC3AAAAWgAAAAAAAAAAAAAAuAAAAFs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16.0.17726/26</OfficeVersion>
          <ApplicationVersion>16.0.17726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2024-10-03T08:18:48Z</xd:SigningTime>
          <xd:SigningCertificate>
            <xd:Cert>
              <xd:CertDigest>
                <DigestMethod Algorithm="http://www.w3.org/2001/04/xmlenc#sha256"/>
                <DigestValue>fgsplm/ZXm2Irb5GtUs5VGJ0LUJXiAUnaMT5ObJK+BU=</DigestValue>
              </xd:CertDigest>
              <xd:IssuerSerial>
                <X509IssuerName>CN=TAURON CA1, O=TAURON, C=PL</X509IssuerName>
                <X509SerialNumber>1858862877826758614955027260444335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H8BAAC/AAAAAAAAAAAAAACYFwAAwAsAACBFTUYAAAEAiBQBALs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sBAAAGAAAAagEAABoAAAAbAQAABgAAAFA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BsBAAAGAAAAawEAABsAAAAlAAAADAAAAAEAAABUAAAAiAAAABwBAAAGAAAAaQEAABoAAAABAAAAq6p7QauqekEcAQAABgAAAAoAAABMAAAAAAAAAAAAAAAAAAAA//////////9gAAAAMAAzAC4AMQAwAC4AMgAwADIANAAJAAAACQAAAAMAAAAJAAAACQAAAAMAAAAJAAAACQAAAAkAAAAJ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BYKh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CcAAABxAQAAZQAAADoAAAAnAAAAOAEAAD8AAAAhAPAAAAAAAAAAAAAAAIA/AAAAAAAAAAAAAIA/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JgLz8AAAAAAAAAAMl/Lj8AAGhCAAAcQiQAAAAkAAAAAmAvPwAAAAAAAAAAyX8uPwAAaEIAABxCBAAAAHMAAAAMAAAAAAAAAA0AAAAQAAAAOgAAACc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WwAAAAAAAAAhAAAACAAAAGIAAAAMAAAAAQAAABUAAAAMAAAABAAAABUAAAAMAAAABAAAAFEAAAB4+gAAOgAAACcAAAC2AAAAYwAAAAAAAAAAAAAAAAAAAAAAAAD/AAAAfQAAAFAAAAAoAAAAeAAAAAD6AAAAAAAAIADMALcAAABaAAAAKAAAAP8AAAB9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d8b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380RrA18j3/f/9//3//f/9//3//f/9//3//f/9/33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b9I10jkTPlRG33f/f/9//3v/f/9//3/+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n8zkcW11jND4aX/9//3//f/9//3//f/9//n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r0OZ9r/3sbW/E1nmv/f/97/3//f/9//3//f/5//3//f/9//3//f/9//3//f/9//3//f/9//3//e/9//3//f/9//3//f/9//3//f/97/3v/f/9//3//f/9//3//f/9//3//f/9//3//f/9//3//f/9//3//f/9//3//f/9//3//f/9//n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WtIxn2f/e/93VUK3Tv9//3//e/9//3//f/9//3//f/9//3//f/9//3//f/9//3//f/9//3//f/9//3//f/9//3//f/9//3//f/9//3//f/9//3//f/9//3//e/9//3v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5//3//f/9//3v/f/9//3//e/9//3//f/97/3//f/9//3//f/9//3//f/9//3//f/9//3//f/9//3//f/9//3//f/9//3//f/9//3//f/9//3//fzxf0jGfZ/93/3v/e/E1OmP/f/9//3//f/97/3//f/9//3//f/9//3//f/9//3//f/9//3//f/9//3//f/9//3//f95/vXv+f/9//3//f/9//3//f/9//3//e/9//3v/e/97/3//e/9//3//f/9//3//f/9//3//f/9//3//f/9//3//f/5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5//3/+f/9//3//f/9//3//f/9//3//f/9//3//f/9//3//f/9//3//f/9//3//f/9//3//f/9//3//f/9//3//f/9//3//f/9//3/+f/9//3//f/9/PGOwLZ9r/3f/d/9/llLwPd57/3//f/9//3v/f/9//3//f/9//3//f/9//3//f/9//3//f/9//3//f/9//3//f3t7OXd7d71//3/+f/9//3//f/9//3//f/9//3//f/97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5//n/+f/5//n//f/5//3/+f/9//n//f/5//3/+f/9//n//f/5//3/+f/9//3//f/9//3//f/9//3//f/9//3//f/9//3//f/5//n/9f/5//n//f/9//39ca9E1fmv/f79z/3v/f/BBtVqcd/9//3/fe/9//3//f/9//3/+f/5//n//f/9//3//f/9//n//f/5//3/+f/9/1mrXbjlz3n/ef/9//n//f/9//3//f/9//3//f/9//3//f/9//3//f/9//3/ff/9/33//f/9//3//f/9//3//f/9//3/+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+f/9//3/df/5//X/+f/5//3/df/9/vX//f/1//3/ef/5//X/+f/5//3/+f/9/3X//f/9/3n/ef/9//3/+f/9/3n/+f/9//n//f/5//n/cf/x//X/+f/1/3n//f99/0Dk7Z/9//3//f/9/WnPOQVpz/3//f/9//3//f95//3/+f7x//n/ef/9//3++f/9//n//f91//3/df/9/3X8Ye9d2m3/ef/9/vX//f/5//3/df/9/3X/df/5//3/+f/9/3X//f91//3/+f5x/3n//f/9/33/ff/9//3//f/9//3//f/9//3//f/9//3//f/9//3//f/97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n//f/5//384bzhzeXf+f95/3n+7ezhzGHe9f/5//n+cfzh7vH/+f71/OHfVahdvtGI4b91//3+bezhv9mbVYnt33X/+f/9/m3tad/5//n/cf3h702ZYexZzen84c71/33/wQZZWOmu+f/9/3n9Ze+5JEE7/f/9//3//f/9//39ad3p7OHcXczl3Wndbc/9/3n+bf91//n+9f/dyOG8Xbxl/dG4Yd71/nH/3dtZqtGIXbzh33X/+f9x/mnube/5//n/+f3l3vH/dfxh3F3c4exh7OXs6d95//3//f/9//3//f/9//3//f/9//3//f993/3//f/9//3//f/9//3//f753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df5Je1WrUav1//n/dfzdv1WZSZpx//n/9f3t/lGqbf/5/WX+1chh3en+bf91//3/df3t7WXN6e5t/tGK0Yt1//n96e9Vm/n/dfxdz02r1cld/02pxXvZum3//f89F8Ul0Vnt73n+8f/Zyc2JrOTpz/3//f/9//3//f7Vmcl44e/VuWXsYbxlrvX+cf7Rqm3/cfxh7c2pZcxdvtnrOXRh33X9bf3NqOHt6ezh39m72bv1//X/1all73X/cfzdzFm+bfxdzk2ZZfxd393aUZhlz3n//f/9//3//e/9//3//f/9//3//f/9//3f/f/9//3+/d55vfGvfd/9//3//f997/3//f/57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df5t/UVpYe3Jm3H+9f91/kl43czFiWn/9f/1/OX9zbpt/u39SZtZ2vH/+f71//n/+f/5/3n/+f91/3X97f7RinH/+fzhzclref/5/1Gqzatx//H+afy9aeX//f95/z0WNPZVi927ef3p/s273cu9NEU7ff/9/33//f/9/WntxXll//X/df95//3//f3t/k2qbf7x/dG7Xdv5//n8ZfzJue3/+fxh/Mmabf/5/vH9Ye1Feu3/df7NmWX/df3p/MFp6f91/kmI3d91//n85f5NqWnv/f/9//3v/f/9//3//f/9//3//f99//3v/f993PGd1SvI9rzHPNRE+lU46Y993/3/fe957/3//f957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+f91/WXuTZrx/s256f91/3H9QVpt/tXbWev5//H8YfzFm/X/cf5NqOX/+f91//n/df95/3X/+f95//n/df1l7k2bdf/5/WXuTYv9/vH84d5Nmu3+8f/1/UV68f91//3/vSY09Wne1ar1/en+Tbrx/c17wSfli/3//f/9/33/df5Nmkmbcf91/vX//f99/vX9yZrx/u39zbrVy/n+7f51/U3K8f/5/GH9yat1/3H/+f7t/cmKbf91/UmJZf7x/93aUav5/3X+0Zhdz3H+7f3p/c2q8f/9//3/ee/9//3//f/9//3//f/9//3//f99zuFLyPY4trzE0RnVKdU5TRksptlL/f/9//3/dd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3X8Xc9VyvH+0chd/3X+bf1BW/X/3fpNu/X/9f3p/Umq7f7t/7lUxZpNmUVqTYpRmWX/+f3p/93K0anJeUl7Vbr1/m3/VbrRq3X+9f1p/9m60Zhd31W5RWjl73n/ff/FNSzl8f1NiWX/2fvV63X9zXnRWEUKfc/9//3//f/5/3H9wYlh//X//f/9//3+dfzBeen/+f9Z6lG4WaxZrlXrwZbt//X84f5Ru3X/9f/5/vX8xWnt/3n9SZrVytXJSYr1/3X+8f1l31GL1ZhZv9nowZpt//n//f/57/3//f95//3//f99//3//f59vmEqOKfI9t1J+b/9//3//f/97nW9zSvA9Wmf/f/9/3nv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n/+f5NmOX+8f/Z+s3bdfxd39Wb9f1l/cmrcf/1/Wn8PYtt//H+Tahd/vH/cf3p/tW45e5t/1W6UZll/WX+8f95//n84e3JiUV6cf95/3n+9f1l7en8Xc1Fae3//f75/EU5sOTp31m61bpRyWX/+f9Zq12JTSthW/3v/f/9/3X/8fxVzsma7f/5/3nv/f95/UmK7f/1/vX85f3l3eXe1ehFq/n/9f1l/UWLdf/1//3+8f1FaWn/ff1NmtXKVcnRuvn/ef95//396d5pzeXcWezBmvH/df/9//3v/f/9//3//f/9/33//f7932VKwLRM++l7/f/9//3//f/9//3//f/97e2sYX1pr3nv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n/+f71/UV56f91/OH9yarx/tG55e/1/WX+Ubpl7/X9Zf1Fm3H/cf3JmOX/cf/5/3X/Vbhd3m3+1btZyvX/+f71/3n+8f7x/93JyYtZuvX/ef/9/3n/df7x/clp7e/9/fXszUm09GXNbe3RmUmK8f7x/vH+VVlxr0DWfb/9//3/+f/1/23+QXvRq/n//f/9/e39zZpp/3X+9f95//X/+f1p/c268f9x/WX9yatx//X+8f71/c2Kcf71/c2YZe99/13KVZr5//3+9f/9//n/9f1h/k27df71//3//f/97/3//f99/33//f99/2VrSNZApfmv/f/9//3+/d/9//3//f997/3//f/9//3//f/9/3nv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91/nH+TYt5/vX/ef1Fim38vXtx/u3+8f5NqOHvdf3p/k2a8f7x/en+0anp/m384d/ZuvH+9f9Vq1Wq8f7x/m3+8f/9/3X85e1JeF3daf91/vH/+f91/WXf2ant7/38ab9hmjz2WXp5/tmL3bt1//n/+f7Za33sbZ5ZO/3//f/9/mXf9f/t/kV5Ze/9/3X+8f7RmeXvcf95/nH/ef95/1nLWcv5/m384f1BiFnu7f91/1W60Zv5/3n8wUr1/33+ef7deGm//f/9/e3fdf/1/FW82d7x//3//f/9//3//f/9//3//f/9/n3OxMZItP2f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n//f/5/3X9Zd5Ri3X/ef95/lGbVbnJmvH+8f91/1W7Vbv5/en/2bt1//n/dfxhzF2+1ZvduOHPef/5/WXfWarVmcl4Xc3p7nH+9f1l7tWacf/5/vH/2anJWk1q0YjhzvX//f3x3XXfRRVVWv39bc3t3/3/+f95/W2/fe997dlI7a/9//n/+f9t//H8Wc5Jie3/ef91/Fm+bf/5/vH/3apVilWLXahhz3n/ef3p/UWKSarNutW73cjh3vH/+f/dq12JTTvFBrznyQVxv338Za3JWtGKzXpp7/n//f/9//3//f/9//3//f/97nm/zPdI1ek7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5//3+9fzhv1Wbef/5//3/3blFa1Wrdf7x//n8Xb5Ri/n//f5t//3/ef95/vX//f7x//3/+f/9//n/+f91//3/+f91//n//f91/enuUXt1//n//f/5//n/+f/9//n//f/9//3/ff3VS8kX/f/9//3//f/9/3n//f/9//3/YWpZS/3//f/5//X/9f/5/k2L4ct9//3+be/9/3n/+f/5//3/ef/9//3//f7x/Wn9yYpt/3X/df71//3/df/9/U06NNa810DlVStE9bS3XWv9//3+ce/9//3//f75//3//f/9//3//f/9733c0QtI1Vkbf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+f95/GG9Zc91//3/ef3t7c1pZd91/3n/+f1p3tWLef71/WnP+f/9//3//f/9//3/+f/9/3X/+f/5//3/+f/9//n//f/5//n96d7Ve3X//f717/n/+f/9/3Hvde/5//3//f/9/l1avNd97/3//f/9//n//f99//3//f35vdU6dc3tve3N6c1lzenf3alNavn+9f3pz/3//f/9//3//f/5/3n//f/9/3n85c5Ne3X//f99/33//f/9/W29sMc85XGf/f/9733f6Xo4xMka+e/9/33//f99//3//f/9/3nv/f997/39WSrE1FD7/e/97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+bd717/3//f/9/3X97d71//3//f/9/3X+bd95/nXs5a/9//3//f/9//3//f/9//3//f/9//3//f/9//3/+f/9//3/+f7x7F2P/f/9//3//f/9//n/+f/9//3//f/9//3/6Xq8xnnP/f/9//3//f/9//3//f/9//387Z3VOfG86ZzlrOWtTUlNSE059d757GGOcd957/3/+e/9//3+9d/9//3//f5171mLff95/33/ff/9//391Tm0pO2P/e99z/3v/f99333cRPq4xnnP/f/9//3//f/9//3//f/97/3/bWvQ5kTG/c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n//f717/3//f/9//n//f/9//3/ff/9//n//f/9//3//f957/3//f/9//3//f/9//3v/f/533Xfee/9//3//f/9//3//f/9/3nubc/9//3//f/9//3//f/9//3//f953/3//f1xn8TkaY/9//3f/f/9//3//f/9//3//f9938T2+c/9/nXP/f9A9bTGwPVVS/3//f/9/33v/e/9//3//e/9//3//f/9/33ued/9//3//f/9//3//f6818Tm/c/97/3v/d/93/3//e75ztlKOMV5r33v/f/97vHP/f/9/33c9Z5ExUCmfb993/3//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3nv/f/9//3//f/97/3v/f/9//3//f/9//3//f957/3+9d/9//3//f/9//3//f/9//3v/f/9//n//f/9//3//f/9/v3PyObdS/3//f/9//3/+f/9//3//f/9//3+3Uvpe/3//f59zsDXROVZO0j0SQjtn/3/ed/9//3//f91z/3v/e/9//3//f/9//3/fe/9/33/fe55zji3YVv9//3v/f/93/3v/e/97/3v/e1xn0jmYUv9//3//e/93/3tcZ/M5TiW6Vv9//3/fd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97/3//f/9//3//f/9//3//f/9//nv/f/9//3//f/9//3v/e/9//3//f/9//3//f/9//3v/f/9//3//f913/3//e/9//3/fe/9//3//f/9//3//f/9//3//f/97/3+/cxM+M0L/f/97/3//f/9//n//f753/3//e9978j2fb/9/d05vLb93/39da9E5t1bfe/9//3/fd953/3//e/97/3//e59z/3v/e/9//3//f/9/XWtMJZ9v/3v/e/97/3//e/9//3v/f/9//38bYxM+dkrfd/97/387X5AtTSXZVt93/3/fe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33v/f/9//3v/f/97/3v/f/9//3//f/9//3//f/9//3//f/9//3//f/9//3//f/9//3//f/9//3//f/9//3//f/9//3//f/9//3//f/9//3//f/9//3//f/9//3//f/9//3//f/9/VkoTPt93/3//f/9//3//f/9//3//f/9//3+4UtlW/3+YTrEx/3//f997Xm+wNRpj/3//f/9//3//f/9/33e/czNCkDFWRt97/3//f/9//38zRtE1n2//f/9//3//f/9//3//f/9//3//f/9/fWtURhQ+v3P/e/M50jUUPr9v/3//f/9/33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vnf/f/9/33ffd1tn/3//f993/3v/e/9//3//f/5//3//f/9//3//f/9//3//f/9//3//f/5//3//f/9//3//f/9//3//f/9//3//f/9//3//f/9//3//f/9//3//f/9//3//f/9//3//f/9/33/ZWrA5nm//f/9//3//f/9//3//f/9//3//f39vNULfdzZC9Dn/f/97/3+/e/pirzWfd/9//3/fe/9//3//fzNCTSmPMW8tFELfe/9/3nf/f3ZOkDHfd/9/33f/f/9//n/+f/5//3//f/9//3v/e55vuVJYRh5f9TlwKRtf/3//e/97/3//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O2fxOa8xbSlVSv9//3v/f/9/3nf/f/9//3//f/9//3//f/9//3//f/9//3//f/9//3//f/9//3//f/9//3//f/9//3//f/9//3//f/9//3//f/9//3//f/9//3//f/9//3//f/9//3//f11vsDn6Xv9//3//f/9//3//f/9//3//f/9//39WRvxa9DlXRv97/3v/f/9/33/yQVVO/3/fe/9//3//fxpfCyE0Rt97PGfROdA5fGv/f/9/dk7SOX9v/3//f/9//n/+f/1//3//f/9//3//f/97/3+fc5pOOEK0MfQ5XWf/f/97/nv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e/9/33v/e/9/Gl+vMY8tE0J2Sm0pt1L/e/97/3v/f/9//3//f/9//3//f/9//3//f/9//3//f/9//3//f/9//3//f/9//3//f/9//3//f/9//3//f/9//3//f/9//3//f/9//3//f/9//3//f/9//3//f/9/v3vRPVVO/3//f/9//3//f/9//3//f/9//3//f15n9Dn0OVZG/3v/e/9//3//f31vEkL6Xv9//3//f35rbik0Qv9/v3f/f7978T0RQp1v/3+5VrI1f2/fd/9//3/+f/1//n/+f/9//3//f/5//nv/e/9/v3OaTpItV0aXTv97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33tNKdE5XWv/f/9/2VptKX1rv3P/f/9//3//f/9//3//f/9//3//f/9//3//f/9//3//f/9//3//f/9//3//f/9//3//f/9//3//f/9//3//f/9//3//f/9//3//f/9//3//f/9//3//f/9//3/fe3ZO0Tnfe/9//3//f/9//3//f/9//3//f/97/39XSrExVkb/e/97/3v/e/9//38aX5Ax/3//f/97FD7SNV5rn3P/f/9//3//f5VOry3fdz5jszGfb997/3v/f/5//n/9f/9//3//f/9//3//f/9/33v/f59zmVL0OfM9fmv/f/9//3//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ed/9//391Tm0pXWv/f997/3//fzRG8Tn/f993/3u/d/9//3//f/9//3//f99//3//f/9//3//f/9//3//f/9//3//f/9//3//f/9//3//f/9//3//f/9//3//f/9//3//f/9//3/+f/9//n//f/9//3//f997Gl/QNTpj/3//f/9//3//f/5//3//f/9/33v/f59vkC0zQv9//3f/f/9//3//e9938jkbX/97XmexMbE133f/f/9//3//f/97nWtVQjU+u1IXPptS/3v/e/9//3/9f/5//n//f/9//3//f/5//3//f997/3/fd3dKbymYTp9v/3//f/9//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++d9A1VUr/f59z/3//f/9/n29uKTtj33f/f/9//3/fe997/3vfd/9//3//f/9//3//f/9//3//f/9//3//f/9//3//f/9//3//f/9//3//f/9//3//f/9//3//f/9//3//f/9//n//f/9//3//f/9//3u/cxI+lk7/f/9//3//f/9//3//f/9//3//f/97/380QtA1/3//e/97/3//e/9733d9Z/M1v29XRrIxPWP/f/9//3/ee/5//3//e/93FTb1NVpGtDH/f/97/3//f/9//n//f/9//3//f/9/3nv/f/9//3//f/9/n2/TObIxmlLfd/9//3/+f/5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fd993jzF2Tv9//3//f793/3//f9lWsDX/f/9/fmt3Tq8xbi1NKW0tM0I7Z/9//3//f/9//3//f/9//3//f/9//3//f/9//3//f/9//3//f/9//3//f/9//3//f/9//3//f/9//3//f/9//3//e/9//3v/f/97dUYSPv9//3v/f/9//3//f/9//3//f/9//3/fdxtfKyG+c/97/3v/e/9//3v/f99z8zV4StQ1sjH/f993/3v/e/9//n//e/93/3vfcxU6sy32OZ9v/3v/e/9//3//f/9//3//f/9/33//f/9/vXf/f/9733v/f/xekTHTOV5r/3//f/5//n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33f/e/9/33ddZ7hSv3P/f/9//3/fe/9//3//f993PmeQLV5n/3v/f/5//3//f997/3sVQrlS+laPKW4puFL5Wn5vGmNTRo0tzzk6Y/9//3//f/9//3//f/9//3//f/9//3//f/9//3//f/97/3//f/9733f/f/9//3//e/9//3//e/97/3//f/9//3//f/9/33c8Y9A1vnP/f/9//3//f/9//3//f/9//3/fe/9/nW+vMdhW/3/fd/9//3//f/9//399a7IxkzF5Tv97/3v/e/9//n/+f/9//3//f/9/33MVPrMxulL/e/97/3v/f/9//3//f/9//3//f/9//3//f/9//3//f/9//38ZY/E9VEr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e/9//3v5VtE10TVvKT1jv3P/f997+lr/f/9//3u6UpItf2v/e/57/X/+f/9//3//f7lS1DWRKfM5+lrfe/97/3//f9973ne1Us418DlbZ/97/3v/e/9//3//f957/3//f/97vnOdb75z/3//e/97/3//f/9//3v/f/9/vnO+c/9//3//f753/3//f55z/3//f55vbi3YVv97/3//e/9//3//f/9//3//f/9//3++c68xdkr/d/9//3//f917/3//f9939D2SLd1a/3/fd/9//n/+f/9//3/+f/9//3//e39r0zXTMb9z/3v/d/97/3u+d/9/33//f/9//3//f/9//3//f/9//3//f957GGNaa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+/cxI+ry25UphObyl/a/9/G1/SORxj33f/f3hK0jGfa/9//3//f/9//3//f/9/PmOzMS8hXmf/f/9//3//f/9//3//f/9/vne1UvA5GV//e/9//3/fe/9//3/fe/9//39cZ/E5Mj7/d/9//3v/f/9//nv/f/97nm8SPkwlEj4aY/9//3/fe/9//3//f/9/33fSNRM+/3//f/9//3//f/9//3//f/9//3//f993M0LyNV5j/3//f/9//3//f/9//3t4TnEpP2P/f/97/3//f/17/3//f/9//3//f/9//38WPpEt21b/e/93/3//e/9//3++e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v/f35rsDHYUv97/3/7WpAtf2/6WnAtsjGZTvtWd0bSMf9333f/f/9//3//f/5//3ufb7Mtky2fb/9/n3P/f/9//3//e/9//3//f/9/fGsRPjJCXGf/f/9/33v/f/9//3//f3ZKji2vMb9z/3//f/9//3/ee/9//38TPm4pdko0RrA1dk7/f997/3/fe59zPGP7XpAxM0L/f/9//3//f/9//3//f/9//3//f/9//3+3TpAteEr/f/97/3/+f/9//3v/e9pWcS2aUv9/33v/f/9//nv/f/9//n/9f/9//3/fe7pS9Tn0NRxb/3v/e/97/3//f753/3//f/9//3//f/9//3//f/9//3//f/9//3//f/9/3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nm+PLTxj/3v/f993+16xNRxjFUJxKdQxd0YTNhQ6/3v/e/97/3//f/9//n//f79vcilzKfta/3//f/9//3//f/9//3//f/9//3//f/97lU7xOZZO33vfd/9//3//f993lk6wMX1r/3v/f/97/3//f/9//3+fc04l2lr/f9932loUPphOuVbzObE1sTWxMbAxkDG3Uv9//3//f/9//3//f/9//3//f/9//3//f11nkC0VOp9r/3//f/9//n//f/9/XmuSMRZC/3//f953/3//f/9//3//f/5//3//f793PmNYRrItNkJ/a/9/33f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97/399a9AxuFL/f59v/3//f9lWkDGZUrQxGD5fXxQ28zW/a/97/3//f/9//n/+f/9/fmtRJfY1NULfe/9//3++d/9//3/ee/9//3//f/9//3//f1tn8TkzQjtn/3//f/9//3/ZVpAx/3v/f/9//3//f/9//3//f9pakTF/a997v3P/f5lOTiVPKdM5eE65VrlSPWd/a/9//3//f/9//3//f/9//3//f/9//3//e/9/v3PTNbIt+1b/f/9//n/9e/9//39/b7I1sjGfc/9/3nf/f/9//3//f917/n/ee/9//3+/czdCFTqZSjU+33f/f75z/3/+f/9//3//f/9//3//f/9//3//f/9//3//f/9/3nv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79zM0L5Wr9z/3//e/9/v3PZWvM59jk4Pv93mkr0MdtOf2e/c/9//3/+f/57/38bW9U1/lpVRhlf/3//e/9//3//f/9/3Xv/f/9/33v/f997/3//f5ZSdUq4Ur9z/3/fd9pWsTWfb/97/3//f/9//n//f/9/n3OyNT5n/3//f59v0zWyMbExuVL/f/9//3//f/9/33v/f/9//3//f/9//3//f/9//3//f/9//3v/ezU+1DF4Rv97/3//f913/3//f993VkbSNbhW/3//e/9//3//f/9//n/+f/9//3//f/97/FoWPh1fVkLaVv97/3//e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u3UvE5/3//e/97/3//f/9/d07UNZQpP1sfV7QteUIWOplOn2//f/9//3//e3dK1DGfb5dOlk7fe/9//3//f957/3//f/9//3//f/9//3//f997/388Z/I5d06/c/9/XmeQMX5r/3/fe997/3//f/5//39da9I5uVL/f/97eEpwKT5juVJWRvta/3v/f/97/3//f/9//3//f/9//3//f/9//3//f/9//3//f/97d0b0NVdCG1//e/9//nv/f/97/39eZ9I58Tnfe/9/3Xv/f/9//3/+f9x7/3//f993/3+/d/U5eUrfd/M52Vb/f953/3/d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e79z0DVcZ/97/3//f/9//3//fxU6kikYOv9Wti2/a79vVULYVhljv3f/f/9/d0qyLd9zXWfxOX1r33v/f/9//3//f/9//3//f/9//3//f/9//3/fe/9/v3fSNfM533ffd7I1d07fd/9//3//f/5//3//f/9/sTW5Vv9/33fTNRQ+/3f/d/ta8jX/e/9//3//f/9//3//f/9//3//f/9//3//f/9//3//f/97/3sdW9Qx/FZVRv9//3v/f/9//3v/f/9/mFL6Xr13/3//f/9//3//f/9//n//f/9//3//f79321YVPr9zX2cUQr9z33f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9733t1SlRG/3//e/9//3//f/9/v29YQtYxti2VKd1S/3v/e3xrtVJUSjxn/3+6UpEpv2v/d5dSM0L/f/97/3/fe/9//3//f/9//3//f/9//3//f/9/nnP/f/97d0pWRrlSFUI1Qr93/3//f/9//3/+f/9/33u4VrAx33f/ezU+8zX/e/97v28SOrdS/3//f/57/3//f/9//3//f/9//3//f/9//3//f/97/3//e59vNj66TrlSG1//e/97/3v/f/97/3+/d/9//3//f/9//3//f/9//3/+f/9//3//f/9//3t/a/Q9ulL/e/teNEL/f71v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3xrrzG/c/9//3//f/9//3//fxxf1TGVLbcxvU7/e/97/397a7hWd078WlhG0zGfa/97PWPRNb9333v/f/9//3//f/9//3//f/9//3//f/9//3//f/9//3/fe7lS8z0UPrI1Xmv/f/97/3//f/5//3//f31rji19a/930jV2Rv97/3//eztfMj7/e/9//3/+f/9//3//f/9//3//f/9//3//f/9//3//f/9/33eZTvQ5X2cUPv9//3f/e/9//3//f/9//3//f/5//n//f/9//3//f/9//3//f/9//3//f/97d0oUPv9/v3OXThlb/3//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szQnVO/3/fe/9//3//f/9733c3QrUxMiF6Sv97/3f/f/9/33v7WlhG9TmRJV9f/3vfd3dKuFL/f/9//3//f/9//3//f/9//3//f/9//3//f/9//3//f997/39eZ7ExLiW5Uv9//3/fe/9//3//f/9//3sSQnVK/3tWRjU+33P/d/9733czQjlj/3v/f/5//3//f/9//3//f/9//3//f/9//3//f/9//3v/f/tasjE+Y1ZGfWf/f/97/3//f/9//3//f/5//n/+f/9//3//f/9//3//f/9//3v/f/9//389ZxQ+/F7/f79z0DH/e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ztnrjH/e/9//3//f997/3//e39v1DVxKZEt/3//e/9//3//f/9/n2+6TnAheUL/e/97n2uwLf97/3//f997/3//f/9//3//f/9//3//f/9/3nv/f/9//3//f/97+17zObExXWf/f/97/3//f/9//3//fxpfjy3fd99zFDp4Rv93/3v/ezM++Fr/e/9//3//f/9//3//f/9//3//f/9//3/+f/9//3//f/9/v3MVPrtSPl+XTv9//3//f/9//3//f/9//3/+f/5//3//f/9//3//f/9//3//f/9//3//f/9/VUY1Qv9//3/aVpZK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97/3uvNfha/3/fe/9//3/ff/9//388Y7IxLSE9Z/9/33v/f/97/3//e59rkiW0KdxOv2//dxQ+HF//f993/3//f/9//3//f/9//3//f/9//Xv/f/5/33v/f/9/n2//fxxfbynzPd93/3//f/9//3//f/97/3tURhM+/3vaThU2eEIcW7hO0DFbY/9/3Xf/f/9//3//f/9//3//f/9//3/+f/5//n//f/97/3//e5hOFj7fczQ+vm//f/9/33v/f/9//3/+f/5//n//f/9//3//f/9//3//f/5//3//f/9//3sbX7I1f2v/e/978jVcZ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9haEUK+d/9//3//f/9//3//f993M0JOKRVCv3f/f/9//3//e99333MXNrYtekbcUp9v2lJVQr9z33v/f/9//3//f/9//3//f/9//3/+f/x//3//f997/3//f993/3s1QrAxG1//f/9//3//f/9/vnf/f59v0jX7Vn9j/FaSKfQ1FTo0Pv97/3//f/9//3//f/9//3//f/9//3//f/9//n//f/5//3/fe/9/2lr1NX9r2lK3Tv97/3//f/9//3//f/5//X/+f/5//3//f/9//3//f/9//n/+f/9//3//f793NUa6Uv9//3s9Y3ZKvnP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nnPQOfha/3+/d/9//3//f/9//3t8a9E1TyWaUv9//3+/d/9//3vfc/Y1OT7fc5hKuU7bVrEtn2//f/97/3//f/9//3//f/9//3//f/1//n/+f/9//3//f997/3//fz1n0TVVSr9z/3//f/9//3v/f/97/3+/cxM6uU7/d/93XmO/c/93/3vfd/9//3//f/9//3//f/9//3//f/9//3/+f/5//3//f/9//39+a9Qx/VZ/Z/I133P/f997/3//f/9//n/+f/1//3//f/9//3//f/9//3/de/5//n//f/9//3+4UphOf2v/e/93dkYaX753/3//f99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5ZS0Tn/f793/3//f/9//3/dd/9/d0owJbUx/17/e993/3v/f/971TVZRv9/vm+/b3ZG0zWZTv9//3v/f/97/3/+e/9//n/ee/9//3//f/9//3//f/9//3//f/9/33u3UjNCfW//f/97/3//f/9//3v/e/9/OmP4Vv93/3//e/9//3//f/9//3//f/9//3//f/9//3//f/9//3//f/9//3//f/9//3//f/9/Vz42Ov9zl0YbV/97/3v/f/9//n/+f/5//3//f/9//3//f/9//3//f/9//3//f/9//3//f993EjoaW/97/3f/ezQ+v2//d/97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997nnOxOX9v33f/f/9//3/+f/9//388Y5IttjXWNV9n/3v/e/97v3NYRhY+33f/f99zn2uZTrMxHl//e99z/3v/e/9/3Xf/f/9/3nv/f/9//3//f/9//3//f/9/33v/f753fG//f/9/33v/f/9//3/+e/9//3//e5xv/3//f/9//3//f/9//3//f/9//3//f/9//3//f/9//3//f/9//3//f/9//3//f/9//39dX7Ilv2ffbzQ6/3v/e/9//3//f/5//n//f/9//3v/f/9//3//f/9//3//f/9//3//f/9/33eVTnRG/3f/e/9z+laWRv93/3vff/9/33v/f99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33//f3ZS8z3fe/9//3//f/5//3//f997N0ZyLdxWsjVdZ/9733P/fzdCszX/f/9//3v/f59vFkIWPl5n/3//f/97/3//f/9/3n//f/9//3//f/9//3//f/9//3//f/9//3//f/9//3//f/9//3//f/9//n//f/9//3//f/9//3//f/9//3//f/9//3//f/9//3//f/9//3//f/9//3//f/9//3//f/9//3//f/93FDbbUv93mEp+Z/9//3//f/9//3/+f/9//3//f/9//3//f/9//3//f/9//3//f/9//3//f1tnETp9Z/9/33P/d/I1v2//e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XXOPNRtf/3/fe/9//n/+f/9//3/aWnAtmlLZVhI+/3v/e997mk7UOf9//3//f/9733efc7IxNUIbX/9//3/ed/9//3/ff/9//3//f/9//3//f/9//3//f/9//3//f/9/3nv/f/9//3//f/9//3//f/9//3//f/97/3//f/9//3//f/9//3//f/9//3//f/9//3//f/9//3//f/9//3//f/9//3//f/9/33vbVhQ633efb1ZG/3v/f/9//3//f/9//3//f/9//3//f/9//3//f/9//3//f/9//3//f/9/33szQrdS/3v/f/97+VaWSv9//3/f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33//f5dSEjr/d/9//3//f91//3//f593NUp2Tv9/+FoyQv9/33fcVpIx33ved/9//3/fe/9/d0qxNZdO2Vrfd/9//3//f/9//3//f/9//3//f/9//3//f/9//3/+e/9//3//f/9//3/ee/9//3//f/9//3//f/9//3//f/9//3//f/9//3//f/9//3//f/9//3//f/9//3//f/9//3//f/9//3//f/9//3//fz1rFUJ/a/9/NkLfd/97/3//f/9//3//f/9//3//f/9//3//f/9//3//f/9//3//f99//3//fxtjFEI9Z/9//3v/e1RGW2f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33//f/9//3v+d/9/33/ff/9/v3ttJVtf/3//f/9//3//f997/3++d79333v/exE+VEbfdzdCkS3fd/9/33v/f/9//39/axQ+XWeXUpZOnnP/f/9/v3v/f/9//3//f/9//3//f/9//3//f/9//3//f/9//3//f/9//3//f/9//3//f/9//3//f/9//3//f/9//3//f/9//3//f/9//3//f/9//3//f/9//3//f/9//3//f/9//3//f99/v39WSphO/3tfZ3hK/3//f/9//3//f/9//3//f/9//3//f/9//3//f/9//3//f/9//3//f/9/33tWSnhO/3//e/97GV90Sv97/3++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33//f/9//3//e/97/3v/f/9/33//f5ZKUz7fd/9//3//f/9/33v/f/9//3//f/97/3sTPvM5WEbTNf9//3/ed/9//3//f/9/uFIbX993PGN1Sn1r/3//f/9//3//f/9//3//f/9//3//f/9//3//f/9//3//f/9//3//f/9//3//f/9//3//f/9//3//f/9//3//f/9//3//f/9//3//f/9//3//f/9//3//f/9//3//f/9//3//f/9/33//f9le0jm/c/97Nj7/d/9//3//f/9//3//f/9//3//f/9//3//f/9//3//f/9//3//f/9//3//fxxjNkY9Y/9//3f/e1NGWl//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fm/RObA1f3P/f/9//3//f/9//3//f/9//3//f/9//3//f/9//3//e/lWkC3zNZ9v/3//f/9//3//f/9//3//f/9//3//f/9//3//f9133XP/f59vd0qyMbM1UCnbVt97/3//f/9//n/+e/9//3//f/9//3//f/9//3//f/9//3//f/9//3//f/9//3//f/9//3//f/9//3//f/9//3//f/9//3/fe1ZOVkYcV7lK33P/e/97/3//f/5//n//f/9//3//f/9//3//f/9//3//f/9//3//f/9//3//f/9/3nv/f/9/Wmtaa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ff3ZOrzUbZ/9//3//f/9//3//f/9//3//f/9//3//f/9//3//f/97Ez4UPhU+Xmf/f/9//3v/f/9//3//f/9//3//f/9//3//f913/3//f/9//3//e15nNkayNbIxVkpcZ/9//3//f/9//3//f/9//3//f/9//3//f/9//3//f/9//3//f/9//3//f/9//3//f/9//3//f/9//3//f/9//3//f/9/f3PzPblOVj6/b/97/3//f/9/3n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fW+3Wlxr/3//f/9//3//f/9//3//f/9//n//f/5//3//f/9/nnOPLbpSuU77Wv9//3//e/97/3//f/9//3//f/9//3//f/9//3//f/9//3v/e/9//3/fe15rNUbQNbdWvnP/f/9//3//f/9//3//f/9//3//f/9//3//f/9//3//f/9//3//f/9//3//f/9//3//f/9//3//f/9//3//f/9//3//f3dOsS1WPj1f/3v/e/9/33//f/9//3//f/9//3//f/9//3//f/9//3//f/9//3//f/9/3nv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997/3//f/9//3//f/9//3//f/9//3//f/9//3//f/9//39cZ00lv3M9X9lS/3//f/9//3//f/9//3//f/9//3//f/9//3//f/57/3v/f/9//3v/f/9//3/fe55zW2e9c/9//3/+f/9//3//f/9//3//f/9//3//f/9//3//f/9//3//f/9//3//f/9//3//f/9//3//f/9//3//f/9//3/ff/9/XmuxLfQ1d0b/d/9//3/ee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v/f7hSbyn/e59rVUL/e/9//3//f/9//3//f/9//3//f/9//3//f997/3//f/9/33//f/9/33v/f/9//3//f/9//3//f/9//3//f/9//3//f/9//3//f/9//3//f/9//3//f/9//3//f/9//3//f/9//3//f/9//n//f/9//3//f997/3//f9pSsi2QKd93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n//f/9//3//f/9//3//f/9//3//f/9//3//f/9//3//f/97VUrSNf97v3M0Qt93/3//f/9//3//f/9//3//f/9//3//f/9//3//f/9//3//f/9//3//f/9/3nvee/9//3//f/9//3//f/9//3//f/9//3//f/9//3//f/9//3//f/9//3//f/9//3//f/9//3//f/9//3//f/9//3//f/9//3//f/9//3s2QpAt+lr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+f/9//3/ee/9//3/+f/9//3//f/9//3//f/9//3//f/5//3//f/9//3sUQlZG/3v/ezRC/3v/e/9//3//f/9//3//f/9//3//f/9//3//f/9//3//f/9//3//f/9//3//f/9//3//f/9//3//f/9//3//f/9//3//f/9//3//f/9//3//f/9//3//f/9//3//f/9//3//f/9//3//f/9//3//f/9/3nv/f/9//3//e15n0jXRNf9//3//f/9//3//f/9//3//f/9//3//f/9//3//f/9//3//f/9//3/ee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/9//3//f/M5mE7/e99zVEb/e/9//3//f/9//3//f/9//3//f/9//3//f/9//3//f/9//3//f/9//n//f/9//3//f/9//3//f/9//3//f/9//3//f/9//3//f/9//3//f/9//3//f/9//3//f/9//3//f/9//3//f/9//3//f/9//3//f/9//3//f/9//3uXTrA1O2P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97sTGYTv97/3czQv97/3//f/9//3//f/9//3//f/9//3//f/9//3//f/9//3//f/9//n/+f/5//3//f/9//3//f/9//3//f/9//3//f/9//3//f/9//3//f/9//3//f/9//3//f/9//3//f/9//3//f/9//3//f/9//3//f/9//3//f/9//3v/f35r+Vp9b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33exMZhO/3//d1RG33f/f/9//3//f/9//3//f/9//3//f/9//3//f/9//3//f/9//3//f/5//3//f/9//3//f/9//3//f/9//3//f/9//3//f/9//3//f/9//3//f/9//3//f/9//3//f/9//3//f/9//3//f/9//3//f/9//3//f/9//3/fe/9//3/fe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5//3//f/9//3/fe7I1ulL/e/93U0L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9939D2YTv9//3d0Rv93/3v/f/9//3//f/9//3//f/9//3//f/9//3//f/9//3//f/9//3//f/9//3//f/9//3//f/9//3//f/9//3//f/9//3//f/9//3//f/9//3//f/9//3//f/9//3//f/9//3//f/9//3//f/9//3//f/9//3//f/9//3/f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33v1PTZC/3v/d1NC/3v/e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e1dG8zn/e/93dEb/e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/f/9//3/fe/9/eE7TOf93/3dURv97/3v/f/9//3//f/9//3//f/9//3//f/9//3//f/9//3//f/9//3//f/9//3//f/9//3//f/9//3//f/9//3//f/9//3//f/9//3//f/9//3//f/9//3//f/9//3//f/9//3//f/9//3//f/9//3//f/9//3//f/9//n//f/5//n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ff/9/33scY28p/3f6VvlS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35vby09X/pSPFv/e993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39vLTU+mEqfa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+f/9//3//f/9/33v/f5AxsC24St9z/3v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ff/9/bi3RMRpX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nnNMJW4pG1//e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+/dxNCM0J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5//3//f/9//3//f/9/33ffd/9/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GGMYYxhjGGMYYxhjGGMYYxhjGGMYYxhjGGMYYxhjGGMYYxhjGGMYYxhjGGMYYxhjGGMYYxhjGGMYYxhjGGMYYxhjGGMYYxhjGGMYYxhjGGMYYxhjGGMYYxhjGGMYYxhjGGMYYxhjGGMYYxhjGGMYYxhjGGMYYxhjGGMYYxhjGGMYYxhjGGMYYxhjGGMYYxhjGGMYYxhjGGMYYxhjGGMYYxhjGGMYYxhjGGMYYxhjGGMYYxhjGGMYYxdjGGMXYxhnF2MXZxdjGGcYYxhjGGMYYxhf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</Object>
  <Object Id="idInvalidSigLnImg">AQAAAGwAAAAAAAAAAAAAAH8BAAC/AAAAAAAAAAAAAACYFwAAwAsAACBFTUYAAAEAUBwBAMIAAAAFAAAAAAAAAAAAAAAAAAAAgAcAALAEAAAuAQAAvAAAAAAAAAAAAAAAAAAAALCbBABg3gI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EIAAAAGAAAA4AAAABsAAAAlAAAADAAAAAEAAABUAAAAxAAAAEMAAAAGAAAA3gAAABoAAAABAAAAq6p7QauqekFDAAAABgAAABQAAABMAAAAAAAAAAAAAAAAAAAA//////////90AAAATgBpAGUAcAByAGEAdwBpAGQAQgFvAHcAeQAgAHAAbwBkAHAAaQBzAAwAAAAEAAAACAAAAAkAAAAGAAAACAAAAAwAAAAEAAAACQAAAAQAAAAJAAAADAAAAAgAAAAEAAAACQAAAAkAAAAJAAAACQAAAAQAAAAHAAAASwAAAEAAAAAwAAAABQAAACAAAAABAAAAAQAAABAAAAAAAAAAAAAAAIABAADAAAAAAAAAAAAAAACAAQAAw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AJgLz8AAAAAAAAAAMl/Lj8AAGhCAAAcQiQAAAAkAAAAAmAvPwAAAAAAAAAAyX8uPwAAaEIAABxCBAAAAHMAAAAMAAAAAAAAAA0AAAAQAAAAOgAAACcAAABSAAAAcAEAAAQAAAAQAAAABwAAAAAAAAAAAAAAvAIAAAAAAAA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4AAAAWwAAAAAAAAAhAAAACAAAAGIAAAAMAAAAAQAAABUAAAAMAAAABAAAABUAAAAMAAAABAAAAFEAAAB4+gAAOgAAACcAAAC2AAAAYwAAAAAAAAAAAAAAAAAAAAAAAAD/AAAAfQAAAFAAAAAoAAAAeAAAAAD6AAAAAAAAIADMALcAAABaAAAAKAAAAP8AAAB9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nd8b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380RrA18j3/f/9//3//f/9//3//f/9//3//f/9/33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b9I10jkTPlRG33f/f/9//3v/f/9//3/+f/9//3//f/9//3//f/9//3//f/9//3//f/9//3//f/9//3//f/9//3//f/9//3//f/9//3v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n8zkcW11jND4aX/9//3//f/9//3//f/9//n//f/9//3//f/9//3//f/9//3//f/9//3//f/9//3//f/9//3//f/9//3//f/9//3//f/97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2lr0OZ9r/3sbW/E1nmv/f/97/3//f/9//3//f/5//3//f/9//3//f/9//3//f/9//3//f/9//3//e/9//3//f/9//3//f/9//3//f/97/3v/f/9//3//f/9//3//f/9//3//f/9//3//f/9//3//f/9//3//f/9//3//f/9//3//f/9//n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7WtIxn2f/e/93VUK3Tv9//3//e/9//3//f/9//3//f/9//3//f/9//3//f/9//3//f/9//3//f/9//3//f/9//3//f/9//3//f/9//3//f/9//3//f/9//3//e/9//3v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5//3//f/9//3v/f/9//3//e/9//3//f/97/3//f/9//3//f/9//3//f/9//3//f/9//3//f/9//3//f/9//3//f/9//3//f/9//3//f/9//3//fzxf0jGfZ/93/3v/e/E1OmP/f/9//3//f/97/3//f/9//3//f/9//3//f/9//3//f/9//3//f/9//3//f/9//3//f95/vXv+f/9//3//f/9//3//f/9//3//e/9//3v/e/97/3//e/9//3//f/9//3//f/9//3//f/9//3//f/9//3//f/5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5//3/+f/9//3//f/9//3//f/9//3//f/9//3//f/9//3//f/9//3//f/9//3//f/9//3//f/9//3//f/9//3//f/9//3//f/9//3/+f/9//3//f/9/PGOwLZ9r/3f/d/9/llLwPd57/3//f/9//3v/f/9//3//f/9//3//f/9//3//f/9//3//f/9//3//f/9//3//f3t7OXd7d71//3/+f/9//3//f/9//3//f/9//3//f/97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5//n/+f/5//n//f/5//3/+f/9//n//f/5//3/+f/9//n//f/5//3/+f/9//3//f/9//3//f/9//3//f/9//3//f/9//3//f/5//n/9f/5//n//f/9//39ca9E1fmv/f79z/3v/f/BBtVqcd/9//3/fe/9//3//f/9//3/+f/5//n//f/9//3//f/9//n//f/5//3/+f/9/1mrXbjlz3n/ef/9//n//f/9//3//f/9//3//f/9//3//f/9//3//f/9//3/ff/9/33//f/9//3//f/9//3//f/9//3/+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+f/9//3/df/5//X/+f/5//3/df/9/vX//f/1//3/ef/5//X/+f/5//3/+f/9/3X//f/9/3n/ef/9//3/+f/9/3n/+f/9//n//f/5//n/cf/x//X/+f/1/3n//f99/0Dk7Z/9//3//f/9/WnPOQVpz/3//f/9//3//f95//3/+f7x//n/ef/9//3++f/9//n//f91//3/df/9/3X8Ye9d2m3/ef/9/vX//f/5//3/df/9/3X/df/5//3/+f/9/3X//f91//3/+f5x/3n//f/9/33/ff/9//3//f/9//3//f/9//3//f/9//3//f/9//3//f/97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n//f/5//384bzhzeXf+f95/3n+7ezhzGHe9f/5//n+cfzh7vH/+f71/OHfVahdvtGI4b91//3+bezhv9mbVYnt33X/+f/9/m3tad/5//n/cf3h702ZYexZzen84c71/33/wQZZWOmu+f/9/3n9Ze+5JEE7/f/9//3//f/9//39ad3p7OHcXczl3Wndbc/9/3n+bf91//n+9f/dyOG8Xbxl/dG4Yd71/nH/3dtZqtGIXbzh33X/+f9x/mnube/5//n/+f3l3vH/dfxh3F3c4exh7OXs6d95//3//f/9//3//f/9//3//f/9//3//f993/3//f/9//3//f/9//3//f753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df5Je1WrUav1//n/dfzdv1WZSZpx//n/9f3t/lGqbf/5/WX+1chh3en+bf91//3/df3t7WXN6e5t/tGK0Yt1//n96e9Vm/n/dfxdz02r1cld/02pxXvZum3//f89F8Ul0Vnt73n+8f/Zyc2JrOTpz/3//f/9//3//f7Vmcl44e/VuWXsYbxlrvX+cf7Rqm3/cfxh7c2pZcxdvtnrOXRh33X9bf3NqOHt6ezh39m72bv1//X/1all73X/cfzdzFm+bfxdzk2ZZfxd393aUZhlz3n//f/9//3//e/9//3//f/9//3//f/9//3f/f/9//3+/d55vfGvfd/9//3//f997/3//f/57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df5t/UVpYe3Jm3H+9f91/kl43czFiWn/9f/1/OX9zbpt/u39SZtZ2vH/+f71//n/+f/5/3n/+f91/3X97f7RinH/+fzhzclref/5/1Gqzatx//H+afy9aeX//f95/z0WNPZVi927ef3p/s273cu9NEU7ff/9/33//f/9/WntxXll//X/df95//3//f3t/k2qbf7x/dG7Xdv5//n8ZfzJue3/+fxh/Mmabf/5/vH9Ye1Feu3/df7NmWX/df3p/MFp6f91/kmI3d91//n85f5NqWnv/f/9//3v/f/9//3//f/9//3//f99//3v/f993PGd1SvI9rzHPNRE+lU46Y993/3/fe957/3//f957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+f91/WXuTZrx/s256f91/3H9QVpt/tXbWev5//H8YfzFm/X/cf5NqOX/+f91//n/df95/3X/+f95//n/df1l7k2bdf/5/WXuTYv9/vH84d5Nmu3+8f/1/UV68f91//3/vSY09Wne1ar1/en+Tbrx/c17wSfli/3//f/9/33/df5Nmkmbcf91/vX//f99/vX9yZrx/u39zbrVy/n+7f51/U3K8f/5/GH9yat1/3H/+f7t/cmKbf91/UmJZf7x/93aUav5/3X+0Zhdz3H+7f3p/c2q8f/9//3/ee/9//3//f/9//3//f/9//3//f99zuFLyPY4trzE0RnVKdU5TRksptlL/f/9//3/dd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3X8Xc9VyvH+0chd/3X+bf1BW/X/3fpNu/X/9f3p/Umq7f7t/7lUxZpNmUVqTYpRmWX/+f3p/93K0anJeUl7Vbr1/m3/VbrRq3X+9f1p/9m60Zhd31W5RWjl73n/ff/FNSzl8f1NiWX/2fvV63X9zXnRWEUKfc/9//3//f/5/3H9wYlh//X//f/9//3+dfzBeen/+f9Z6lG4WaxZrlXrwZbt//X84f5Ru3X/9f/5/vX8xWnt/3n9SZrVytXJSYr1/3X+8f1l31GL1ZhZv9nowZpt//n//f/57/3//f95//3//f99//3//f59vmEqOKfI9t1J+b/9//3//f/97nW9zSvA9Wmf/f/9/3nv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n/+f5NmOX+8f/Z+s3bdfxd39Wb9f1l/cmrcf/1/Wn8PYtt//H+Tahd/vH/cf3p/tW45e5t/1W6UZll/WX+8f95//n84e3JiUV6cf95/3n+9f1l7en8Xc1Fae3//f75/EU5sOTp31m61bpRyWX/+f9Zq12JTSthW/3v/f/9/3X/8fxVzsma7f/5/3nv/f95/UmK7f/1/vX85f3l3eXe1ehFq/n/9f1l/UWLdf/1//3+8f1FaWn/ff1NmtXKVcnRuvn/ef95//396d5pzeXcWezBmvH/df/9//3v/f/9//3//f/9/33//f7932VKwLRM++l7/f/9//3//f/9//3//f/97e2sYX1pr3nv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n/+f71/UV56f91/OH9yarx/tG55e/1/WX+Ubpl7/X9Zf1Fm3H/cf3JmOX/cf/5/3X/Vbhd3m3+1btZyvX/+f71/3n+8f7x/93JyYtZuvX/ef/9/3n/df7x/clp7e/9/fXszUm09GXNbe3RmUmK8f7x/vH+VVlxr0DWfb/9//3/+f/1/23+QXvRq/n//f/9/e39zZpp/3X+9f95//X/+f1p/c268f9x/WX9yatx//X+8f71/c2Kcf71/c2YZe99/13KVZr5//3+9f/9//n/9f1h/k27df71//3//f/97/3//f99/33//f99/2VrSNZApfmv/f/9//3+/d/9//3//f997/3//f/9//3//f/9/3nv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91/nH+TYt5/vX/ef1Fim38vXtx/u3+8f5NqOHvdf3p/k2a8f7x/en+0anp/m384d/ZuvH+9f9Vq1Wq8f7x/m3+8f/9/3X85e1JeF3daf91/vH/+f91/WXf2ant7/38ab9hmjz2WXp5/tmL3bt1//n/+f7Za33sbZ5ZO/3//f/9/mXf9f/t/kV5Ze/9/3X+8f7RmeXvcf95/nH/ef95/1nLWcv5/m384f1BiFnu7f91/1W60Zv5/3n8wUr1/33+ef7deGm//f/9/e3fdf/1/FW82d7x//3//f/9//3//f/9//3//f/9/n3OxMZItP2f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n//f/5/3X9Zd5Ri3X/ef95/lGbVbnJmvH+8f91/1W7Vbv5/en/2bt1//n/dfxhzF2+1ZvduOHPef/5/WXfWarVmcl4Xc3p7nH+9f1l7tWacf/5/vH/2anJWk1q0YjhzvX//f3x3XXfRRVVWv39bc3t3/3/+f95/W2/fe997dlI7a/9//n/+f9t//H8Wc5Jie3/ef91/Fm+bf/5/vH/3apVilWLXahhz3n/ef3p/UWKSarNutW73cjh3vH/+f/dq12JTTvFBrznyQVxv338Za3JWtGKzXpp7/n//f/9//3//f/9//3//f/97nm/zPdI1ek7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5//3+9fzhv1Wbef/5//3/3blFa1Wrdf7x//n8Xb5Ri/n//f5t//3/ef95/vX//f7x//3/+f/9//n/+f91//3/+f91//n//f91/enuUXt1//n//f/5//n/+f/9//n//f/9//3/ff3VS8kX/f/9//3//f/9/3n//f/9//3/YWpZS/3//f/5//X/9f/5/k2L4ct9//3+be/9/3n/+f/5//3/ef/9//3//f7x/Wn9yYpt/3X/df71//3/df/9/U06NNa810DlVStE9bS3XWv9//3+ce/9//3//f75//3//f/9//3//f/9733c0QtI1Vkbf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+f95/GG9Zc91//3/ef3t7c1pZd91/3n/+f1p3tWLef71/WnP+f/9//3//f/9//3/+f/9/3X/+f/5//3/+f/9//n//f/5//n96d7Ve3X//f717/n/+f/9/3Hvde/5//3//f/9/l1avNd97/3//f/9//n//f99//3//f35vdU6dc3tve3N6c1lzenf3alNavn+9f3pz/3//f/9//3//f/5/3n//f/9/3n85c5Ne3X//f99/33//f/9/W29sMc85XGf/f/9733f6Xo4xMka+e/9/33//f99//3//f/9/3nv/f997/39WSrE1FD7/e/97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+bd717/3//f/9/3X97d71//3//f/9/3X+bd95/nXs5a/9//3//f/9//3//f/9//3//f/9//3//f/9//3/+f/9//3/+f7x7F2P/f/9//3//f/9//n/+f/9//3//f/9//3/6Xq8xnnP/f/9//3//f/9//3//f/9//387Z3VOfG86ZzlrOWtTUlNSE059d757GGOcd957/3/+e/9//3+9d/9//3//f5171mLff95/33/ff/9//391Tm0pO2P/e99z/3v/f99333cRPq4xnnP/f/9//3//f/9//3//f/97/3/bWvQ5kTG/c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n//f717/3//f/9//n//f/9//3/ff/9//n//f/9//3//f957/3//f/9//3//f/9//3v/f/533Xfee/9//3//f/9//3//f/9/3nubc/9//3//f/9//3//f/9//3//f953/3//f1xn8TkaY/9//3f/f/9//3//f/9//3//f9938T2+c/9/nXP/f9A9bTGwPVVS/3//f/9/33v/e/9//3//e/9//3//f/9/33ued/9//3//f/9//3//f6818Tm/c/97/3v/d/93/3//e75ztlKOMV5r33v/f/97vHP/f/9/33c9Z5ExUCmfb993/3//e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3nv/f/9//3//f/97/3v/f/9//3//f/9//3//f957/3+9d/9//3//f/9//3//f/9//3v/f/9//n//f/9//3//f/9/v3PyObdS/3//f/9//3/+f/9//3//f/9//3+3Uvpe/3//f59zsDXROVZO0j0SQjtn/3/ed/9//3//f91z/3v/e/9//3//f/9//3/fe/9/33/fe55zji3YVv9//3v/f/93/3v/e/97/3v/e1xn0jmYUv9//3//e/93/3tcZ/M5TiW6Vv9//3/fd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97/3//f/9//3//f/9//3//f/9//nv/f/9//3//f/9//3v/e/9//3//f/9//3//f/9//3v/f/9//3//f913/3//e/9//3/fe/9//3//f/9//3//f/9//3//f/97/3+/cxM+M0L/f/97/3//f/9//n//f753/3//e9978j2fb/9/d05vLb93/39da9E5t1bfe/9//3/fd953/3//e/97/3//e59z/3v/e/9//3//f/9/XWtMJZ9v/3v/e/97/3//e/9//3v/f/9//38bYxM+dkrfd/97/387X5AtTSXZVt93/3/fe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33v/f/9//3v/f/97/3v/f/9//3//f/9//3//f/9//3//f/9//3//f/9//3//f/9//3//f/9//3//f/9//3//f/9//3//f/9//3//f/9//3//f/9//3//f/9//3//f/9//3//f/9/VkoTPt93/3//f/9//3//f/9//3//f/9//3+4UtlW/3+YTrEx/3//f997Xm+wNRpj/3//f/9//3//f/9/33e/czNCkDFWRt97/3//f/9//38zRtE1n2//f/9//3//f/9//3//f/9//3//f/9/fWtURhQ+v3P/e/M50jUUPr9v/3//f/9/33v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vnf/f/9/33ffd1tn/3//f993/3v/e/9//3//f/5//3//f/9//3//f/9//3//f/9//3//f/5//3//f/9//3//f/9//3//f/9//3//f/9//3//f/9//3//f/9//3//f/9//3//f/9//3//f/9/33/ZWrA5nm//f/9//3//f/9//3//f/9//3//f39vNULfdzZC9Dn/f/97/3+/e/pirzWfd/9//3/fe/9//3//fzNCTSmPMW8tFELfe/9/3nf/f3ZOkDHfd/9/33f/f/9//n/+f/5//3//f/9//3v/e55vuVJYRh5f9TlwKRtf/3//e/97/3//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O2fxOa8xbSlVSv9//3v/f/9/3nf/f/9//3//f/9//3//f/9//3//f/9//3//f/9//3//f/9//3//f/9//3//f/9//3//f/9//3//f/9//3//f/9//3//f/9//3//f/9//3//f/9//3//f11vsDn6Xv9//3//f/9//3//f/9//3//f/9//39WRvxa9DlXRv97/3v/f/9/33/yQVVO/3/fe/9//3//fxpfCyE0Rt97PGfROdA5fGv/f/9/dk7SOX9v/3//f/9//n/+f/1//3//f/9//3//f/97/3+fc5pOOEK0MfQ5XWf/f/97/nv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fe/9/33v/e/9/Gl+vMY8tE0J2Sm0pt1L/e/97/3v/f/9//3//f/9//3//f/9//3//f/9//3//f/9//3//f/9//3//f/9//3//f/9//3//f/9//3//f/9//3//f/9//3//f/9//3//f/9//3//f/9//3//f/9/v3vRPVVO/3//f/9//3//f/9//3//f/9//3//f15n9Dn0OVZG/3v/e/9//3//f31vEkL6Xv9//3//f35rbik0Qv9/v3f/f7978T0RQp1v/3+5VrI1f2/fd/9//3/+f/1//n/+f/9//3//f/5//nv/e/9/v3OaTpItV0aXTv97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33tNKdE5XWv/f/9/2VptKX1rv3P/f/9//3//f/9//3//f/9//3//f/9//3//f/9//3//f/9//3//f/9//3//f/9//3//f/9//3//f/9//3//f/9//3//f/9//3//f/9//3//f/9//3//f/9//3/fe3ZO0Tnfe/9//3//f/9//3//f/9//3//f/97/39XSrExVkb/e/97/3v/e/9//38aX5Ax/3//f/97FD7SNV5rn3P/f/9//3//f5VOry3fdz5jszGfb997/3v/f/5//n/9f/9//3//f/9//3//f/9/33v/f59zmVL0OfM9fmv/f/9//3//e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ed/9//391Tm0pXWv/f997/3//fzRG8Tn/f993/3u/d/9//3//f/9//3//f99//3//f/9//3//f/9//3//f/9//3//f/9//3//f/9//3//f/9//3//f/9//3//f/9//3//f/9//3/+f/9//n//f/9//3//f997Gl/QNTpj/3//f/9//3//f/5//3//f/9/33v/f59vkC0zQv9//3f/f/9//3//e9938jkbX/97XmexMbE133f/f/9//3//f/97nWtVQjU+u1IXPptS/3v/e/9//3/9f/5//n//f/9//3//f/5//3//f997/3/fd3dKbymYTp9v/3//f/9//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++d9A1VUr/f59z/3//f/9/n29uKTtj33f/f/9//3/fe997/3vfd/9//3//f/9//3//f/9//3//f/9//3//f/9//3//f/9//3//f/9//3//f/9//3//f/9//3//f/9//3//f/9//n//f/9//3//f/9//3u/cxI+lk7/f/9//3//f/9//3//f/9//3//f/97/380QtA1/3//e/97/3//e/9733d9Z/M1v29XRrIxPWP/f/9//3/ee/5//3//e/93FTb1NVpGtDH/f/97/3//f/9//n//f/9//3//f/9/3nv/f/9//3//f/9/n2/TObIxmlLfd/9//3/+f/5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fd993jzF2Tv9//3//f793/3//f9lWsDX/f/9/fmt3Tq8xbi1NKW0tM0I7Z/9//3//f/9//3//f/9//3//f/9//3//f/9//3//f/9//3//f/9//3//f/9//3//f/9//3//f/9//3//f/9//3//e/9//3v/f/97dUYSPv9//3v/f/9//3//f/9//3//f/9//3/fdxtfKyG+c/97/3v/e/9//3v/f99z8zV4StQ1sjH/f993/3v/e/9//n//e/93/3vfcxU6sy32OZ9v/3v/e/9//3//f/9//3//f/9/33//f/9/vXf/f/9733v/f/xekTHTOV5r/3//f/5//n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33f/e/9/33ddZ7hSv3P/f/9//3/fe/9//3//f993PmeQLV5n/3v/f/5//3//f997/3sVQrlS+laPKW4puFL5Wn5vGmNTRo0tzzk6Y/9//3//f/9//3//f/9//3//f/9//3//f/9//3//f/97/3//f/9733f/f/9//3//e/9//3//e/97/3//f/9//3//f/9/33c8Y9A1vnP/f/9//3//f/9//3//f/9//3/fe/9/nW+vMdhW/3/fd/9//3//f/9//399a7IxkzF5Tv97/3v/e/9//n/+f/9//3//f/9/33MVPrMxulL/e/97/3v/f/9//3//f/9//3//f/9//3//f/9//3//f/9//38ZY/E9VEr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e/9//3v5VtE10TVvKT1jv3P/f997+lr/f/9//3u6UpItf2v/e/57/X/+f/9//3//f7lS1DWRKfM5+lrfe/97/3//f9973ne1Us418DlbZ/97/3v/e/9//3//f957/3//f/97vnOdb75z/3//e/97/3//f/9//3v/f/9/vnO+c/9//3//f753/3//f55z/3//f55vbi3YVv97/3//e/9//3//f/9//3//f/9//3++c68xdkr/d/9//3//f917/3//f9939D2SLd1a/3/fd/9//n/+f/9//3/+f/9//3//e39r0zXTMb9z/3v/d/97/3u+d/9/33//f/9//3//f/9//3//f/9//3//f957GGNaa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+/cxI+ry25UphObyl/a/9/G1/SORxj33f/f3hK0jGfa/9//3//f/9//3//f/9/PmOzMS8hXmf/f/9//3//f/9//3//f/9/vne1UvA5GV//e/9//3/fe/9//3/fe/9//39cZ/E5Mj7/d/9//3v/f/9//nv/f/97nm8SPkwlEj4aY/9//3/fe/9//3//f/9/33fSNRM+/3//f/9//3//f/9//3//f/9//3//f993M0LyNV5j/3//f/9//3//f/9//3t4TnEpP2P/f/97/3//f/17/3//f/9//3//f/9//38WPpEt21b/e/93/3//e/9//3++e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v/f35rsDHYUv97/3/7WpAtf2/6WnAtsjGZTvtWd0bSMf9333f/f/9//3//f/5//3ufb7Mtky2fb/9/n3P/f/9//3//e/9//3//f/9/fGsRPjJCXGf/f/9/33v/f/9//3//f3ZKji2vMb9z/3//f/9//3/ee/9//38TPm4pdko0RrA1dk7/f997/3/fe59zPGP7XpAxM0L/f/9//3//f/9//3//f/9//3//f/9//3+3TpAteEr/f/97/3/+f/9//3v/e9pWcS2aUv9/33v/f/9//nv/f/9//n/9f/9//3/fe7pS9Tn0NRxb/3v/e/97/3//f753/3//f/9//3//f/9//3//f/9//3//f/9//3//f/9/3nv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nm+PLTxj/3v/f993+16xNRxjFUJxKdQxd0YTNhQ6/3v/e/97/3//f/9//n//f79vcilzKfta/3//f/9//3//f/9//3//f/9//3//f/97lU7xOZZO33vfd/9//3//f993lk6wMX1r/3v/f/97/3//f/9//3+fc04l2lr/f9932loUPphOuVbzObE1sTWxMbAxkDG3Uv9//3//f/9//3//f/9//3//f/9//3//f11nkC0VOp9r/3//f/9//n//f/9/XmuSMRZC/3//f953/3//f/9//3//f/5//3//f793PmNYRrItNkJ/a/9/33f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97/399a9AxuFL/f59v/3//f9lWkDGZUrQxGD5fXxQ28zW/a/97/3//f/9//n/+f/9/fmtRJfY1NULfe/9//3++d/9//3/ee/9//3//f/9//3//f1tn8TkzQjtn/3//f/9//3/ZVpAx/3v/f/9//3//f/9//3//f9pakTF/a997v3P/f5lOTiVPKdM5eE65VrlSPWd/a/9//3//f/9//3//f/9//3//f/9//3//e/9/v3PTNbIt+1b/f/9//n/9e/9//39/b7I1sjGfc/9/3nf/f/9//3//f917/n/ee/9//3+/czdCFTqZSjU+33f/f75z/3/+f/9//3//f/9//3//f/9//3//f/9//3//f/9/3nv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79zM0L5Wr9z/3//e/9/v3PZWvM59jk4Pv93mkr0MdtOf2e/c/9//3/+f/57/38bW9U1/lpVRhlf/3//e/9//3//f/9/3Xv/f/9/33v/f997/3//f5ZSdUq4Ur9z/3/fd9pWsTWfb/97/3//f/9//n//f/9/n3OyNT5n/3//f59v0zWyMbExuVL/f/9//3//f/9/33v/f/9//3//f/9//3//f/9//3//f/9//3v/ezU+1DF4Rv97/3//f913/3//f993VkbSNbhW/3//e/9//3//f/9//n/+f/9//3//f/97/FoWPh1fVkLaVv97/3//e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u3UvE5/3//e/97/3//f/9/d07UNZQpP1sfV7QteUIWOplOn2//f/9//3//e3dK1DGfb5dOlk7fe/9//3//f957/3//f/9//3//f/9//3//f997/388Z/I5d06/c/9/XmeQMX5r/3/fe997/3//f/5//39da9I5uVL/f/97eEpwKT5juVJWRvta/3v/f/97/3//f/9//3//f/9//3//f/9//3//f/9//3//f/97d0b0NVdCG1//e/9//nv/f/97/39eZ9I58Tnfe/9/3Xv/f/9//3/+f9x7/3//f993/3+/d/U5eUrfd/M52Vb/f953/3/d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e79z0DVcZ/97/3//f/9//3//fxU6kikYOv9Wti2/a79vVULYVhljv3f/f/9/d0qyLd9zXWfxOX1r33v/f/9//3//f/9//3//f/9//3//f/9//3/fe/9/v3fSNfM533ffd7I1d07fd/9//3//f/5//3//f/9/sTW5Vv9/33fTNRQ+/3f/d/ta8jX/e/9//3//f/9//3//f/9//3//f/9//3//f/9//3//f/97/3sdW9Qx/FZVRv9//3v/f/9//3v/f/9/mFL6Xr13/3//f/9//3//f/9//n//f/9//3//f79321YVPr9zX2cUQr9z33f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9733t1SlRG/3//e/9//3//f/9/v29YQtYxti2VKd1S/3v/e3xrtVJUSjxn/3+6UpEpv2v/d5dSM0L/f/97/3/fe/9//3//f/9//3//f/9//3//f/9/nnP/f/97d0pWRrlSFUI1Qr93/3//f/9//3/+f/9/33u4VrAx33f/ezU+8zX/e/97v28SOrdS/3//f/57/3//f/9//3//f/9//3//f/9//3//f/97/3//e59vNj66TrlSG1//e/97/3v/f/97/3+/d/9//3//f/9//3//f/9//3/+f/9//3//f/9//3t/a/Q9ulL/e/teNEL/f71v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3xrrzG/c/9//3//f/9//3//fxxf1TGVLbcxvU7/e/97/397a7hWd078WlhG0zGfa/97PWPRNb9333v/f/9//3//f/9//3//f/9//3//f/9//3//f/9//3/fe7lS8z0UPrI1Xmv/f/97/3//f/5//3//f31rji19a/930jV2Rv97/3//eztfMj7/e/9//3/+f/9//3//f/9//3//f/9//3//f/9//3//f/9/33eZTvQ5X2cUPv9//3f/e/9//3//f/9//3//f/5//n//f/9//3//f/9//3//f/9//3//f/97d0oUPv9/v3OXThlb/3//e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szQnVO/3/fe/9//3//f/9733c3QrUxMiF6Sv97/3f/f/9/33v7WlhG9TmRJV9f/3vfd3dKuFL/f/9//3//f/9//3//f/9//3//f/9//3//f/9//3//f997/39eZ7ExLiW5Uv9//3/fe/9//3//f/9//3sSQnVK/3tWRjU+33P/d/9733czQjlj/3v/f/5//3//f/9//3//f/9//3//f/9//3//f/9//3v/f/tasjE+Y1ZGfWf/f/97/3//f/9//3//f/5//n/+f/9//3//f/9//3//f/9//3v/f/9//389ZxQ+/F7/f79z0DH/e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ztnrjH/e/9//3//f997/3//e39v1DVxKZEt/3//e/9//3//f/9/n2+6TnAheUL/e/97n2uwLf97/3//f997/3//f/9//3//f/9//3//f/9/3nv/f/9//3//f/97+17zObExXWf/f/97/3//f/9//3//fxpfjy3fd99zFDp4Rv93/3v/ezM++Fr/e/9//3//f/9//3//f/9//3//f/9//3/+f/9//3//f/9/v3MVPrtSPl+XTv9//3//f/9//3//f/9//3/+f/5//3//f/9//3//f/9//3//f/9//3//f/9/VUY1Qv9//3/aVpZK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97/3uvNfha/3/fe/9//3/ff/9//388Y7IxLSE9Z/9/33v/f/97/3//e59rkiW0KdxOv2//dxQ+HF//f993/3//f/9//3//f/9//3//f/9//Xv/f/5/33v/f/9/n2//fxxfbynzPd93/3//f/9//3//f/97/3tURhM+/3vaThU2eEIcW7hO0DFbY/9/3Xf/f/9//3//f/9//3//f/9//3/+f/5//n//f/97/3//e5hOFj7fczQ+vm//f/9/33v/f/9//3/+f/5//n//f/9//3//f/9//3//f/5//3//f/9//3sbX7I1f2v/e/978jVcZ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9haEUK+d/9//3//f/9//3//f993M0JOKRVCv3f/f/9//3//e99333MXNrYtekbcUp9v2lJVQr9z33v/f/9//3//f/9//3//f/9//3/+f/x//3//f997/3//f993/3s1QrAxG1//f/9//3//f/9/vnf/f59v0jX7Vn9j/FaSKfQ1FTo0Pv97/3//f/9//3//f/9//3//f/9//3//f/9//n//f/5//3/fe/9/2lr1NX9r2lK3Tv97/3//f/9//3//f/5//X/+f/5//3//f/9//3//f/9//n/+f/9//3//f793NUa6Uv9//3s9Y3ZKvnP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nnPQOfha/3+/d/9//3//f/9//3t8a9E1TyWaUv9//3+/d/9//3vfc/Y1OT7fc5hKuU7bVrEtn2//f/97/3//f/9//3//f/9//3//f/1//n/+f/9//3//f997/3//fz1n0TVVSr9z/3//f/9//3v/f/97/3+/cxM6uU7/d/93XmO/c/93/3vfd/9//3//f/9//3//f/9//3//f/9//3/+f/5//3//f/9//39+a9Qx/VZ/Z/I133P/f997/3//f/9//n/+f/1//3//f/9//3//f/9//3/de/5//n//f/9//3+4UphOf2v/e/93dkYaX753/3//f99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5ZS0Tn/f793/3//f/9//3/dd/9/d0owJbUx/17/e993/3v/f/971TVZRv9/vm+/b3ZG0zWZTv9//3v/f/97/3/+e/9//n/ee/9//3//f/9//3//f/9//3//f/9/33u3UjNCfW//f/97/3//f/9//3v/e/9/OmP4Vv93/3//e/9//3//f/9//3//f/9//3//f/9//3//f/9//3//f/9//3//f/9//3//f/9/Vz42Ov9zl0YbV/97/3v/f/9//n/+f/5//3//f/9//3//f/9//3//f/9//3//f/9//3//f993EjoaW/97/3f/ezQ+v2//d/97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997nnOxOX9v33f/f/9//3/+f/9//388Y5IttjXWNV9n/3v/e/97v3NYRhY+33f/f99zn2uZTrMxHl//e99z/3v/e/9/3Xf/f/9/3nv/f/9//3//f/9//3//f/9/33v/f753fG//f/9/33v/f/9//3/+e/9//3//e5xv/3//f/9//3//f/9//3//f/9//3//f/9//3//f/9//3//f/9//3//f/9//3//f/9//39dX7Ilv2ffbzQ6/3v/e/9//3//f/5//n//f/9//3v/f/9//3//f/9//3//f/9//3//f/9/33eVTnRG/3f/e/9z+laWRv93/3vff/9/33v/f99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33//f3ZS8z3fe/9//3//f/5//3//f997N0ZyLdxWsjVdZ/9733P/fzdCszX/f/9//3v/f59vFkIWPl5n/3//f/97/3//f/9/3n//f/9//3//f/9//3//f/9//3//f/9//3//f/9//3//f/9//3//f/9//n//f/9//3//f/9//3//f/9//3//f/9//3//f/9//3//f/9//3//f/9//3//f/9//3//f/9//3//f/93FDbbUv93mEp+Z/9//3//f/9//3/+f/9//3//f/9//3//f/9//3//f/9//3//f/9//3//f1tnETp9Z/9/33P/d/I1v2//e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XXOPNRtf/3/fe/9//n/+f/9//3/aWnAtmlLZVhI+/3v/e997mk7UOf9//3//f/9733efc7IxNUIbX/9//3/ed/9//3/ff/9//3//f/9//3//f/9//3//f/9//3//f/9/3nv/f/9//3//f/9//3//f/9//3//f/97/3//f/9//3//f/9//3//f/9//3//f/9//3//f/9//3//f/9//3//f/9//3//f/9/33vbVhQ633efb1ZG/3v/f/9//3//f/9//3//f/9//3//f/9//3//f/9//3//f/9//3//f/9/33szQrdS/3v/f/97+VaWSv9//3/f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33//f5dSEjr/d/9//3//f91//3//f593NUp2Tv9/+FoyQv9/33fcVpIx33ved/9//3/fe/9/d0qxNZdO2Vrfd/9//3//f/9//3//f/9//3//f/9//3//f/9//3/+e/9//3//f/9//3/ee/9//3//f/9//3//f/9//3//f/9//3//f/9//3//f/9//3//f/9//3//f/9//3//f/9//3//f/9//3//f/9//3//fz1rFUJ/a/9/NkLfd/97/3//f/9//3//f/9//3//f/9//3//f/9//3//f/9//3//f99//3//fxtjFEI9Z/9//3v/e1RGW2f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33//f/9//3v+d/9/33/ff/9/v3ttJVtf/3//f/9//3//f997/3++d79333v/exE+VEbfdzdCkS3fd/9/33v/f/9//39/axQ+XWeXUpZOnnP/f/9/v3v/f/9//3//f/9//3//f/9//3//f/9//3//f/9//3//f/9//3//f/9//3//f/9//3//f/9//3//f/9//3//f/9//3//f/9//3//f/9//3//f/9//3//f/9//3//f/9//3//f99/v39WSphO/3tfZ3hK/3//f/9//3//f/9//3//f/9//3//f/9//3//f/9//3//f/9//3//f/9/33tWSnhO/3//e/97GV90Sv97/3++e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33//f/9//3//e/97/3v/f/9/33//f5ZKUz7fd/9//3//f/9/33v/f/9//3//f/97/3sTPvM5WEbTNf9//3/ed/9//3//f/9/uFIbX993PGN1Sn1r/3//f/9//3//f/9//3//f/9//3//f/9//3//f/9//3//f/9//3//f/9//3//f/9//3//f/9//3//f/9//3//f/9//3//f/9//3//f/9//3//f/9//3//f/9//3//f/9//3//f/9/33//f9le0jm/c/97Nj7/d/9//3//f/9//3//f/9//3//f/9//3//f/9//3//f/9//3//f/9//3//fxxjNkY9Y/9//3f/e1NGWl//e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fm/RObA1f3P/f/9//3//f/9//3//f/9//3//f/9//3//f/9//3//e/lWkC3zNZ9v/3//f/9//3//f/9//3//f/9//3//f/9//3//f9133XP/f59vd0qyMbM1UCnbVt97/3//f/9//n/+e/9//3//f/9//3//f/9//3//f/9//3//f/9//3//f/9//3//f/9//3//f/9//3//f/9//3//f/9//3/fe1ZOVkYcV7lK33P/e/97/3//f/5//n//f/9//3//f/9//3//f/9//3//f/9//3//f/9//3//f/9/3nv/f/9/Wmtaa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ff3ZOrzUbZ/9//3//f/9//3//f/9//3//f/9//3//f/9//3//f/97Ez4UPhU+Xmf/f/9//3v/f/9//3//f/9//3//f/9//3//f913/3//f/9//3//e15nNkayNbIxVkpcZ/9//3//f/9//3//f/9//3//f/9//3//f/9//3//f/9//3//f/9//3//f/9//3//f/9//3//f/9//3//f/9//3//f/9/f3PzPblOVj6/b/97/3//f/9/3n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fW+3Wlxr/3//f/9//3//f/9//3//f/9//n//f/5//3//f/9/nnOPLbpSuU77Wv9//3//e/97/3//f/9//3//f/9//3//f/9//3//f/9//3v/e/9//3/fe15rNUbQNbdWvnP/f/9//3//f/9//3//f/9//3//f/9//3//f/9//3//f/9//3//f/9//3//f/9//3//f/9//3//f/9//3//f/9//3//f3dOsS1WPj1f/3v/e/9/33//f/9//3//f/9//3//f/9//3//f/9//3//f/9//3//f/9/3nv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997/3//f/9//3//f/9//3//f/9//3//f/9//3//f/9//39cZ00lv3M9X9lS/3//f/9//3//f/9//3//f/9//3//f/9//3//f/57/3v/f/9//3v/f/9//3/fe55zW2e9c/9//3/+f/9//3//f/9//3//f/9//3//f/9//3//f/9//3//f/9//3//f/9//3//f/9//3//f/9//3//f/9//3/ff/9/XmuxLfQ1d0b/d/9//3/ee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v/f7hSbyn/e59rVUL/e/9//3//f/9//3//f/9//3//f/9//3//f997/3//f/9/33//f/9/33v/f/9//3//f/9//3//f/9//3//f/9//3//f/9//3//f/9//3//f/9//3//f/9//3//f/9//3//f/9//3//f/9//n//f/9//3//f997/3//f9pSsi2QKd93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n//f/9//3//f/9//3//f/9//3//f/9//3//f/9//3//f/97VUrSNf97v3M0Qt93/3//f/9//3//f/9//3//f/9//3//f/9//3//f/9//3//f/9//3//f/9/3nvee/9//3//f/9//3//f/9//3//f/9//3//f/9//3//f/9//3//f/9//3//f/9//3//f/9//3//f/9//3//f/9//3//f/9//3//f/9//3s2QpAt+lr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+f/9//3/ee/9//3/+f/9//3//f/9//3//f/9//3//f/5//3//f/9//3sUQlZG/3v/ezRC/3v/e/9//3//f/9//3//f/9//3//f/9//3//f/9//3//f/9//3//f/9//3//f/9//3//f/9//3//f/9//3//f/9//3//f/9//3//f/9//3//f/9//3//f/9//3//f/9//3//f/9//3//f/9//3//f/9/3nv/f/9//3//e15n0jXRNf9//3//f/9//3//f/9//3//f/9//3//f/9//3//f/9//3//f/9//3/ee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n//f/9//3//f/M5mE7/e99zVEb/e/9//3//f/9//3//f/9//3//f/9//3//f/9//3//f/9//3//f/9//n//f/9//3//f/9//3//f/9//3//f/9//3//f/9//3//f/9//3//f/9//3//f/9//3//f/9//3//f/9//3//f/9//3//f/9//3//f/9//3//f/9//3uXTrA1O2P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97sTGYTv97/3czQv97/3//f/9//3//f/9//3//f/9//3//f/9//3//f/9//3//f/9//n/+f/5//3//f/9//3//f/9//3//f/9//3//f/9//3//f/9//3//f/9//3//f/9//3//f/9//3//f/9//3//f/9//3//f/9//3//f/9//3//f/9//3v/f35r+Vp9b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33exMZhO/3//d1RG33f/f/9//3//f/9//3//f/9//3//f/9//3//f/9//3//f/9//3//f/5//3//f/9//3//f/9//3//f/9//3//f/9//3//f/9//3//f/9//3//f/9//3//f/9//3//f/9//3//f/9//3//f/9//3//f/9//3//f/9//3/fe/9//3/fe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5//3//f/9//3/fe7I1ulL/e/93U0L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9939D2YTv9//3d0Rv93/3v/f/9//3//f/9//3//f/9//3//f/9//3//f/9//3//f/9//3//f/9//3//f/9//3//f/9//3//f/9//3//f/9//3//f/9//3//f/9//3//f/9//3//f/9//3//f/9//3//f/9//3//f/9//3//f/9//3//f/9//3/fe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33v1PTZC/3v/d1NC/3v/e/9//3//f/9//3//f/9//3//f/9//3//f/9//3//f/9//3//f/9//3//f/9//3//f/9//3//f/9//3//f/9//3//f/9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e1dG8zn/e/93dEb/e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n//f/9//3/fe/9/eE7TOf93/3dURv97/3v/f/9//3//f/9//3//f/9//3//f/9//3//f/9//3//f/9//3//f/9//3//f/9//3//f/9//3//f/9//3//f/9//3//f/9//3//f/9//3//f/9//3//f/9//3//f/9//3//f/9//3//f/9//3//f/9//3//f/9//n//f/5//n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ff/9/33scY28p/3f6VvlS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35vby09X/pSPFv/e993/3v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39vLTU+mEqfa/97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+f/9//3//f/9/33v/f5AxsC24St9z/3v/f/9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ff/9/bi3RMRpX/3//e/9//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nnNMJW4pG1//e/9//3//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+/dxNCM0J9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5//3//f/9//3//f/9/33ffd/9//3v/e/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GGMYYxhjGGMYYxhjGGMYYxhjGGMYYxhjGGMYYxhjGGMYYxhjGGMYYxhjGGMYYxhjGGMYYxhjGGMYYxhjGGMYYxhjGGMYYxhjGGMYYxhjGGMYYxhjGGMYYxhjGGMYYxhjGGMYYxhjGGMYYxhjGGMYYxhjGGMYYxhjGGMYYxhjGGMYYxhjGGMYYxhjGGMYYxhjGGMYYxhjGGMYYxhjGGMYYxhjGGMYYxhjGGMYYxhjGGMYYxhjGGMYYxdjGGMXYxhnF2MXZxdjGGcYYxhjGGMYYxhf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65d8ef3-a48b-4e10-82df-3b905561a158" xsi:nil="true"/>
    <lcf76f155ced4ddcb4097134ff3c332f xmlns="24dfb2c6-c37c-4fcb-8422-669ad01f774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88E6A51095AE42830A6F7088AEF37B" ma:contentTypeVersion="16" ma:contentTypeDescription="Utwórz nowy dokument." ma:contentTypeScope="" ma:versionID="7fe1e3287b20738d6c8ea929ad4f2158">
  <xsd:schema xmlns:xsd="http://www.w3.org/2001/XMLSchema" xmlns:xs="http://www.w3.org/2001/XMLSchema" xmlns:p="http://schemas.microsoft.com/office/2006/metadata/properties" xmlns:ns2="b65d8ef3-a48b-4e10-82df-3b905561a158" xmlns:ns3="24dfb2c6-c37c-4fcb-8422-669ad01f774e" targetNamespace="http://schemas.microsoft.com/office/2006/metadata/properties" ma:root="true" ma:fieldsID="a156e6d74aa0ed2a59562782342a5d34" ns2:_="" ns3:_="">
    <xsd:import namespace="b65d8ef3-a48b-4e10-82df-3b905561a158"/>
    <xsd:import namespace="24dfb2c6-c37c-4fcb-8422-669ad01f774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d8ef3-a48b-4e10-82df-3b905561a15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27cfb88-b884-41d2-8f22-d247a6f5d485}" ma:internalName="TaxCatchAll" ma:showField="CatchAllData" ma:web="b65d8ef3-a48b-4e10-82df-3b905561a1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dfb2c6-c37c-4fcb-8422-669ad01f77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3845A-7F77-4415-8B17-0C927F79766C}">
  <ds:schemaRefs>
    <ds:schemaRef ds:uri="http://schemas.microsoft.com/office/2006/metadata/properties"/>
    <ds:schemaRef ds:uri="http://schemas.microsoft.com/office/infopath/2007/PartnerControls"/>
    <ds:schemaRef ds:uri="b65d8ef3-a48b-4e10-82df-3b905561a158"/>
    <ds:schemaRef ds:uri="24dfb2c6-c37c-4fcb-8422-669ad01f774e"/>
  </ds:schemaRefs>
</ds:datastoreItem>
</file>

<file path=customXml/itemProps2.xml><?xml version="1.0" encoding="utf-8"?>
<ds:datastoreItem xmlns:ds="http://schemas.openxmlformats.org/officeDocument/2006/customXml" ds:itemID="{CCD0A0D7-42CF-4306-A72D-EE45AAC440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2C89EB-BDF3-48CD-9F9E-357E5D27A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d8ef3-a48b-4e10-82df-3b905561a158"/>
    <ds:schemaRef ds:uri="24dfb2c6-c37c-4fcb-8422-669ad01f77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18DDA8-EF31-4C57-9629-E33FDE674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OPZ Szablon_obowiązuje od 11.03.2019</Template>
  <TotalTime>103</TotalTime>
  <Pages>3</Pages>
  <Words>697</Words>
  <Characters>4185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Tetla Marta</dc:creator>
  <cp:keywords/>
  <cp:lastModifiedBy>Hyla Tomasz (TD OKR)</cp:lastModifiedBy>
  <cp:revision>33</cp:revision>
  <cp:lastPrinted>2017-11-08T07:20:00Z</cp:lastPrinted>
  <dcterms:created xsi:type="dcterms:W3CDTF">2021-03-22T10:23:00Z</dcterms:created>
  <dcterms:modified xsi:type="dcterms:W3CDTF">2024-10-03T08:06:00Z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0x0101006B88E6A51095AE42830A6F7088AEF37B</vt:lpwstr>
  </property>
</Properties>
</file>