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06D3E" w14:textId="77777777" w:rsidR="00DE27F8" w:rsidRPr="001C77A3" w:rsidRDefault="00DE27F8" w:rsidP="00DE27F8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szCs w:val="22"/>
        </w:rPr>
      </w:pPr>
    </w:p>
    <w:p w14:paraId="29FBC95A" w14:textId="77777777" w:rsidR="001C77A3" w:rsidRPr="001C77A3" w:rsidRDefault="001C77A3">
      <w:pPr>
        <w:jc w:val="center"/>
        <w:rPr>
          <w:rFonts w:ascii="Arial" w:hAnsi="Arial" w:cs="Arial"/>
          <w:w w:val="150"/>
          <w:sz w:val="22"/>
          <w:szCs w:val="22"/>
        </w:rPr>
      </w:pPr>
    </w:p>
    <w:p w14:paraId="3B6855D7" w14:textId="1248EDED" w:rsidR="00485DC7" w:rsidRPr="0015645B" w:rsidRDefault="00485DC7" w:rsidP="00485DC7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b w:val="0"/>
          <w:szCs w:val="22"/>
        </w:rPr>
      </w:pPr>
      <w:r w:rsidRPr="0015645B">
        <w:rPr>
          <w:rFonts w:ascii="Arial" w:hAnsi="Arial" w:cs="Arial"/>
          <w:b w:val="0"/>
          <w:szCs w:val="22"/>
        </w:rPr>
        <w:t xml:space="preserve">Załącznik </w:t>
      </w:r>
      <w:r w:rsidR="006D652E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EE5B04">
        <w:rPr>
          <w:rFonts w:ascii="Arial" w:hAnsi="Arial" w:cs="Arial"/>
          <w:b w:val="0"/>
          <w:szCs w:val="22"/>
        </w:rPr>
        <w:t>6</w:t>
      </w:r>
      <w:r w:rsidRPr="0015645B">
        <w:rPr>
          <w:rFonts w:ascii="Arial" w:hAnsi="Arial" w:cs="Arial"/>
          <w:b w:val="0"/>
          <w:szCs w:val="22"/>
        </w:rPr>
        <w:t xml:space="preserve"> do Umowy </w:t>
      </w:r>
      <w:r w:rsidR="00F30C22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F13107">
        <w:rPr>
          <w:rFonts w:ascii="Arial" w:hAnsi="Arial" w:cs="Arial"/>
          <w:b w:val="0"/>
          <w:szCs w:val="22"/>
        </w:rPr>
        <w:t>_________________</w:t>
      </w:r>
    </w:p>
    <w:p w14:paraId="2CB1F246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1A820C0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14:paraId="69FD3DDD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14:paraId="333B3881" w14:textId="77777777"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1F371F4" w14:textId="77777777"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73673CE2" w14:textId="299302FF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6873FF">
        <w:rPr>
          <w:rFonts w:ascii="Arial" w:hAnsi="Arial" w:cs="Arial"/>
          <w:color w:val="000000"/>
          <w:sz w:val="22"/>
          <w:szCs w:val="22"/>
        </w:rPr>
        <w:t>Robót</w:t>
      </w:r>
      <w:r>
        <w:rPr>
          <w:rFonts w:ascii="Arial" w:hAnsi="Arial" w:cs="Arial"/>
          <w:color w:val="000000"/>
          <w:sz w:val="22"/>
          <w:szCs w:val="22"/>
        </w:rPr>
        <w:t xml:space="preserve"> wykonanych w ramach Umowy </w:t>
      </w:r>
      <w:r w:rsidR="006D652E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r </w:t>
      </w:r>
      <w:r w:rsidR="00F13107">
        <w:rPr>
          <w:rFonts w:ascii="Arial" w:hAnsi="Arial" w:cs="Arial"/>
          <w:bCs/>
          <w:color w:val="000000"/>
          <w:sz w:val="22"/>
          <w:szCs w:val="22"/>
        </w:rPr>
        <w:t>_____________</w:t>
      </w:r>
      <w:r w:rsidR="00F008B0" w:rsidRPr="00F008B0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z dnia </w:t>
      </w:r>
      <w:r w:rsidR="00F008B0">
        <w:rPr>
          <w:rFonts w:ascii="Arial" w:hAnsi="Arial" w:cs="Arial"/>
          <w:color w:val="000000"/>
          <w:sz w:val="22"/>
          <w:szCs w:val="22"/>
        </w:rPr>
        <w:t>______</w:t>
      </w:r>
      <w:r w:rsidR="00FF3A41">
        <w:rPr>
          <w:rFonts w:ascii="Arial" w:hAnsi="Arial" w:cs="Arial"/>
          <w:color w:val="000000"/>
          <w:sz w:val="22"/>
          <w:szCs w:val="22"/>
        </w:rPr>
        <w:t>.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>202</w:t>
      </w:r>
      <w:r w:rsidR="00EE5B04">
        <w:rPr>
          <w:rFonts w:ascii="Arial" w:hAnsi="Arial" w:cs="Arial"/>
          <w:color w:val="000000"/>
          <w:sz w:val="22"/>
          <w:szCs w:val="22"/>
        </w:rPr>
        <w:t>5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 xml:space="preserve"> r.</w:t>
      </w:r>
      <w:r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5A97A07D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5F4CC08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1B44029C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B24DAE3" w14:textId="4301EF6E" w:rsidR="00485DC7" w:rsidRDefault="00485DC7" w:rsidP="00C20D04">
      <w:pPr>
        <w:pStyle w:val="Tekstpodstawowy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Cs w:val="22"/>
        </w:rPr>
        <w:t xml:space="preserve">Wykonawca udziela Zamawiającemu od dnia wydania Zamawiającemu niniejszego dokumentu, stanowiącego jednocześnie kartę gwarancyjną, gwarancji jakości na wykonane </w:t>
      </w:r>
      <w:r w:rsidR="00276482">
        <w:rPr>
          <w:rFonts w:ascii="Arial" w:hAnsi="Arial" w:cs="Arial"/>
          <w:szCs w:val="22"/>
          <w:lang w:val="pl-PL"/>
        </w:rPr>
        <w:t>Roboty</w:t>
      </w:r>
      <w:r>
        <w:rPr>
          <w:rFonts w:ascii="Arial" w:hAnsi="Arial" w:cs="Arial"/>
          <w:szCs w:val="22"/>
        </w:rPr>
        <w:t>, w tym na zastosowane materiały i zamontowane urządzenia, w oparciu o przepisy art. 353</w:t>
      </w:r>
      <w:r>
        <w:rPr>
          <w:rFonts w:ascii="Arial" w:hAnsi="Arial" w:cs="Arial"/>
          <w:szCs w:val="22"/>
          <w:vertAlign w:val="superscript"/>
        </w:rPr>
        <w:t>1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 xml:space="preserve">odeksu cywilnego oraz art. 577 – 581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stosowane odpowiednio, na następujących warunkach:</w:t>
      </w:r>
    </w:p>
    <w:p w14:paraId="6FEE037D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b/>
        </w:rPr>
      </w:pPr>
      <w:r>
        <w:rPr>
          <w:rFonts w:ascii="Arial" w:hAnsi="Arial" w:cs="Arial"/>
          <w:b/>
          <w:szCs w:val="22"/>
        </w:rPr>
        <w:t xml:space="preserve">Przedmiot gwarancji </w:t>
      </w:r>
    </w:p>
    <w:p w14:paraId="1908C820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Przedmiotem gwarancji są objęte wszystkie </w:t>
      </w:r>
      <w:r w:rsidR="006873FF">
        <w:rPr>
          <w:rFonts w:ascii="Arial" w:hAnsi="Arial" w:cs="Arial"/>
          <w:szCs w:val="22"/>
          <w:lang w:val="pl-PL"/>
        </w:rPr>
        <w:t>Roboty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odebrane na podstawie protokołu odbioru końcowego z dnia ________________, wykonane w ramach Umowy </w:t>
      </w:r>
      <w:r w:rsidR="006D652E">
        <w:rPr>
          <w:rFonts w:ascii="Arial" w:hAnsi="Arial" w:cs="Arial"/>
          <w:color w:val="000000"/>
          <w:szCs w:val="22"/>
          <w:lang w:val="pl-PL"/>
        </w:rPr>
        <w:t>n</w:t>
      </w:r>
      <w:r>
        <w:rPr>
          <w:rFonts w:ascii="Arial" w:hAnsi="Arial" w:cs="Arial"/>
          <w:color w:val="000000"/>
          <w:szCs w:val="22"/>
        </w:rPr>
        <w:t xml:space="preserve">r </w:t>
      </w:r>
      <w:r w:rsidR="00F13107">
        <w:rPr>
          <w:rFonts w:ascii="Arial" w:hAnsi="Arial" w:cs="Arial"/>
          <w:b/>
          <w:bCs/>
          <w:color w:val="000000"/>
          <w:szCs w:val="22"/>
          <w:lang w:val="pl-PL"/>
        </w:rPr>
        <w:t>______________</w:t>
      </w:r>
      <w:r>
        <w:rPr>
          <w:rFonts w:ascii="Arial" w:hAnsi="Arial" w:cs="Arial"/>
          <w:color w:val="000000"/>
          <w:szCs w:val="22"/>
        </w:rPr>
        <w:t>.</w:t>
      </w:r>
    </w:p>
    <w:p w14:paraId="00F234E4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Okres gwarancji</w:t>
      </w:r>
    </w:p>
    <w:p w14:paraId="66E3CA52" w14:textId="77777777" w:rsidR="00C20D04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Okres gwarancji liczy się od dnia odbioru końcowego </w:t>
      </w:r>
      <w:r w:rsidR="00313EFD">
        <w:rPr>
          <w:rFonts w:ascii="Arial" w:hAnsi="Arial" w:cs="Arial"/>
          <w:szCs w:val="22"/>
          <w:lang w:val="pl-PL"/>
        </w:rPr>
        <w:t>Robót</w:t>
      </w:r>
      <w:r>
        <w:rPr>
          <w:rFonts w:ascii="Arial" w:hAnsi="Arial" w:cs="Arial"/>
          <w:szCs w:val="22"/>
        </w:rPr>
        <w:t xml:space="preserve">, podczas którego została wydana karta gwarancyjna, tj. od dnia __________________. </w:t>
      </w:r>
    </w:p>
    <w:p w14:paraId="4BD58E2C" w14:textId="33B15426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Gwarancja zostaje udzielona na okres </w:t>
      </w:r>
      <w:r w:rsidR="00C63FA9">
        <w:rPr>
          <w:rFonts w:ascii="Arial" w:hAnsi="Arial" w:cs="Arial"/>
          <w:b/>
          <w:szCs w:val="22"/>
          <w:lang w:val="pl-PL"/>
        </w:rPr>
        <w:t>36</w:t>
      </w:r>
      <w:r w:rsidR="00D432A4">
        <w:rPr>
          <w:rFonts w:ascii="Arial" w:hAnsi="Arial" w:cs="Arial"/>
          <w:b/>
          <w:szCs w:val="22"/>
          <w:lang w:val="pl-PL"/>
        </w:rPr>
        <w:t xml:space="preserve"> miesi</w:t>
      </w:r>
      <w:r w:rsidR="00AE0315">
        <w:rPr>
          <w:rFonts w:ascii="Arial" w:hAnsi="Arial" w:cs="Arial"/>
          <w:b/>
          <w:szCs w:val="22"/>
          <w:lang w:val="pl-PL"/>
        </w:rPr>
        <w:t>ę</w:t>
      </w:r>
      <w:r w:rsidR="006A12AD" w:rsidRPr="0004095F">
        <w:rPr>
          <w:rFonts w:ascii="Arial" w:hAnsi="Arial" w:cs="Arial"/>
          <w:b/>
          <w:szCs w:val="22"/>
          <w:lang w:val="pl-PL"/>
        </w:rPr>
        <w:t>c</w:t>
      </w:r>
      <w:r w:rsidR="00AE0315">
        <w:rPr>
          <w:rFonts w:ascii="Arial" w:hAnsi="Arial" w:cs="Arial"/>
          <w:b/>
          <w:szCs w:val="22"/>
          <w:lang w:val="pl-PL"/>
        </w:rPr>
        <w:t>y</w:t>
      </w:r>
      <w:r>
        <w:rPr>
          <w:rFonts w:ascii="Arial" w:hAnsi="Arial" w:cs="Arial"/>
          <w:szCs w:val="22"/>
        </w:rPr>
        <w:t>.</w:t>
      </w:r>
    </w:p>
    <w:p w14:paraId="5ABBFFE1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Wyłączenia odpowiedzialności Wykonawcy (gwaranta)</w:t>
      </w:r>
    </w:p>
    <w:p w14:paraId="79544908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Gwarancji nie podlegają:</w:t>
      </w:r>
    </w:p>
    <w:p w14:paraId="3182A022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7B46054D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normalnego zużycia,</w:t>
      </w:r>
    </w:p>
    <w:p w14:paraId="484649B7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materiałów lub urządzeń, jeżeli zostały one dostarczone przez Zamawiającego,</w:t>
      </w:r>
    </w:p>
    <w:p w14:paraId="4B86DD4D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14:paraId="0FE4BB6D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0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Wezwanie do usunięcia wad i tryb usuwania wad</w:t>
      </w:r>
    </w:p>
    <w:p w14:paraId="54F70004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 przypadku wystąpienia jakiejkolwiek wady Robót w okresie gwarancji Zamawiający jest uprawniony do żądania od Wykonawcy jej usunięcia zgodnie z poniższymi postanowieniami.</w:t>
      </w:r>
    </w:p>
    <w:p w14:paraId="22C874DE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 w:rsidR="0004095F">
        <w:rPr>
          <w:rFonts w:ascii="Arial" w:hAnsi="Arial" w:cs="Arial"/>
          <w:szCs w:val="22"/>
          <w:lang w:val="pl-PL"/>
        </w:rPr>
        <w:t>14</w:t>
      </w:r>
      <w:r>
        <w:rPr>
          <w:rFonts w:ascii="Arial" w:hAnsi="Arial" w:cs="Arial"/>
          <w:szCs w:val="22"/>
        </w:rPr>
        <w:t xml:space="preserve"> dni od dnia powzię</w:t>
      </w:r>
      <w:r w:rsidR="0004095F">
        <w:rPr>
          <w:rFonts w:ascii="Arial" w:hAnsi="Arial" w:cs="Arial"/>
          <w:szCs w:val="22"/>
        </w:rPr>
        <w:t>cia wiadomości o jej ujawnieniu.</w:t>
      </w:r>
      <w:r>
        <w:rPr>
          <w:rFonts w:ascii="Arial" w:hAnsi="Arial" w:cs="Arial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7F383333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A112177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nastąpi na terenie, na którym były prowadzone </w:t>
      </w:r>
      <w:r w:rsidR="00D02D23">
        <w:rPr>
          <w:rFonts w:ascii="Arial" w:hAnsi="Arial" w:cs="Arial"/>
          <w:szCs w:val="22"/>
          <w:lang w:val="pl-PL"/>
        </w:rPr>
        <w:t>prace</w:t>
      </w:r>
      <w:r>
        <w:rPr>
          <w:rFonts w:ascii="Arial" w:hAnsi="Arial" w:cs="Arial"/>
          <w:szCs w:val="22"/>
        </w:rPr>
        <w:t>, chyba że do jej skutecznego usunięcia niezbędne będzie dokonanie tego w innym miejscu.</w:t>
      </w:r>
    </w:p>
    <w:p w14:paraId="6E3DA878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ramach gwarancji Wykonawca zobowiązuje się do usunięcia ujawnionych wad fizycznych na własny koszt, w terminie określonym w pkt. </w:t>
      </w:r>
      <w:r w:rsidR="00291F6F">
        <w:rPr>
          <w:rFonts w:ascii="Arial" w:hAnsi="Arial" w:cs="Arial"/>
          <w:szCs w:val="22"/>
          <w:lang w:val="pl-PL"/>
        </w:rPr>
        <w:t>5</w:t>
      </w:r>
      <w:r>
        <w:rPr>
          <w:rFonts w:ascii="Arial" w:hAnsi="Arial" w:cs="Arial"/>
          <w:szCs w:val="22"/>
        </w:rPr>
        <w:t xml:space="preserve"> poniżej, chyba że:</w:t>
      </w:r>
    </w:p>
    <w:p w14:paraId="4E75066B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14:paraId="7A841667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</w:t>
      </w:r>
      <w:r w:rsidR="00291F6F">
        <w:rPr>
          <w:rFonts w:ascii="Arial" w:hAnsi="Arial" w:cs="Arial"/>
          <w:szCs w:val="22"/>
          <w:lang w:val="pl-PL"/>
        </w:rPr>
        <w:t>1</w:t>
      </w:r>
      <w:r>
        <w:rPr>
          <w:rFonts w:ascii="Arial" w:hAnsi="Arial" w:cs="Arial"/>
          <w:szCs w:val="22"/>
        </w:rPr>
        <w:t>2 godzin od chwili otrzymania zawiadomienia Zamawiającego o ujawnieniu wady oraz usunąć wadę w najwcześniejszym możliwym terminie, n</w:t>
      </w:r>
      <w:r w:rsidR="00174A45">
        <w:rPr>
          <w:rFonts w:ascii="Arial" w:hAnsi="Arial" w:cs="Arial"/>
          <w:szCs w:val="22"/>
        </w:rPr>
        <w:t xml:space="preserve">ie później jednak niż w ciągu </w:t>
      </w:r>
      <w:r w:rsidR="00291F6F">
        <w:rPr>
          <w:rFonts w:ascii="Arial" w:hAnsi="Arial" w:cs="Arial"/>
          <w:szCs w:val="22"/>
          <w:lang w:val="pl-PL"/>
        </w:rPr>
        <w:t>24</w:t>
      </w:r>
      <w:r w:rsidR="00174A45">
        <w:rPr>
          <w:rFonts w:ascii="Arial" w:hAnsi="Arial" w:cs="Arial"/>
          <w:szCs w:val="22"/>
        </w:rPr>
        <w:t xml:space="preserve"> </w:t>
      </w:r>
      <w:r w:rsidR="00291F6F">
        <w:rPr>
          <w:rFonts w:ascii="Arial" w:hAnsi="Arial" w:cs="Arial"/>
          <w:szCs w:val="22"/>
          <w:lang w:val="pl-PL"/>
        </w:rPr>
        <w:t>godziny</w:t>
      </w:r>
      <w:r>
        <w:rPr>
          <w:rFonts w:ascii="Arial" w:hAnsi="Arial" w:cs="Arial"/>
          <w:szCs w:val="22"/>
        </w:rPr>
        <w:t xml:space="preserve"> od chwili otrzymania zawiadomienia Zamawiającego o ujawnieniu wady.</w:t>
      </w:r>
    </w:p>
    <w:p w14:paraId="385C5DF6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425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Zakres świadczeń gwarancyjnych</w:t>
      </w:r>
    </w:p>
    <w:p w14:paraId="4A8D799D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Zakres świadczeń gwarancyjnych obejmuje:</w:t>
      </w:r>
    </w:p>
    <w:p w14:paraId="307F4E4F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nieodpłatną naprawę gwarancyjną polegającą na przywróceniu przedmiotowi </w:t>
      </w:r>
      <w:r w:rsidR="00D02D23">
        <w:rPr>
          <w:rFonts w:ascii="Arial" w:hAnsi="Arial" w:cs="Arial"/>
          <w:szCs w:val="22"/>
          <w:lang w:val="pl-PL"/>
        </w:rPr>
        <w:t>Usług</w:t>
      </w:r>
      <w:r>
        <w:rPr>
          <w:rFonts w:ascii="Arial" w:hAnsi="Arial" w:cs="Arial"/>
          <w:szCs w:val="22"/>
        </w:rPr>
        <w:t xml:space="preserve"> (w tym części, urządzeniu lub elementowi) utraconych wartości użytkowych lub technicznych</w:t>
      </w:r>
      <w:r w:rsidR="0004095F">
        <w:rPr>
          <w:rFonts w:ascii="Arial" w:hAnsi="Arial" w:cs="Arial"/>
          <w:szCs w:val="22"/>
        </w:rPr>
        <w:t>,</w:t>
      </w:r>
      <w:r w:rsidR="00F62091">
        <w:rPr>
          <w:rFonts w:ascii="Arial" w:hAnsi="Arial" w:cs="Arial"/>
          <w:szCs w:val="22"/>
          <w:lang w:val="pl-PL"/>
        </w:rPr>
        <w:t xml:space="preserve"> </w:t>
      </w:r>
    </w:p>
    <w:p w14:paraId="1EEBF11C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wymianę wadliwego elementu (części, urządzenia l</w:t>
      </w:r>
      <w:r w:rsidR="00F62091">
        <w:rPr>
          <w:rFonts w:ascii="Arial" w:hAnsi="Arial" w:cs="Arial"/>
          <w:szCs w:val="22"/>
        </w:rPr>
        <w:t>ub podzespołu) na wolny od wad</w:t>
      </w:r>
      <w:r w:rsidR="00C20D04">
        <w:rPr>
          <w:rFonts w:ascii="Arial" w:hAnsi="Arial" w:cs="Arial"/>
          <w:szCs w:val="22"/>
          <w:lang w:val="pl-PL"/>
        </w:rPr>
        <w:t>,</w:t>
      </w:r>
    </w:p>
    <w:p w14:paraId="5C8D92CA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</w:t>
      </w:r>
      <w:r w:rsidR="00F62091">
        <w:rPr>
          <w:rFonts w:ascii="Arial" w:hAnsi="Arial" w:cs="Arial"/>
          <w:szCs w:val="22"/>
        </w:rPr>
        <w:t>) o dłuższym okresie gwarancji.</w:t>
      </w:r>
    </w:p>
    <w:p w14:paraId="3E45447F" w14:textId="77777777" w:rsidR="00F62091" w:rsidRDefault="00F62091" w:rsidP="00C20D04">
      <w:pPr>
        <w:pStyle w:val="Tekstpodstawowy"/>
        <w:ind w:left="-284"/>
        <w:rPr>
          <w:rFonts w:ascii="Arial" w:hAnsi="Arial" w:cs="Arial"/>
          <w:szCs w:val="22"/>
        </w:rPr>
      </w:pPr>
      <w:r w:rsidRPr="00EE6DD5">
        <w:rPr>
          <w:rFonts w:ascii="Arial" w:hAnsi="Arial" w:cs="Arial"/>
        </w:rPr>
        <w:t>Wykonawca zobowiązuje się przystąpić do usu</w:t>
      </w:r>
      <w:r w:rsidR="00291F6F">
        <w:rPr>
          <w:rFonts w:ascii="Arial" w:hAnsi="Arial" w:cs="Arial"/>
        </w:rPr>
        <w:t xml:space="preserve">nięcia usterki nie później niż </w:t>
      </w:r>
      <w:r w:rsidRPr="00EE6DD5">
        <w:rPr>
          <w:rFonts w:ascii="Arial" w:hAnsi="Arial" w:cs="Arial"/>
        </w:rPr>
        <w:t>2</w:t>
      </w:r>
      <w:r w:rsidR="00291F6F">
        <w:rPr>
          <w:rFonts w:ascii="Arial" w:hAnsi="Arial" w:cs="Arial"/>
          <w:lang w:val="pl-PL"/>
        </w:rPr>
        <w:t>4</w:t>
      </w:r>
      <w:r w:rsidRPr="00EE6DD5">
        <w:rPr>
          <w:rFonts w:ascii="Arial" w:hAnsi="Arial" w:cs="Arial"/>
        </w:rPr>
        <w:t xml:space="preserve"> godzin</w:t>
      </w:r>
      <w:r w:rsidR="00291F6F">
        <w:rPr>
          <w:rFonts w:ascii="Arial" w:hAnsi="Arial" w:cs="Arial"/>
          <w:lang w:val="pl-PL"/>
        </w:rPr>
        <w:t>y</w:t>
      </w:r>
      <w:r w:rsidRPr="00EE6DD5">
        <w:rPr>
          <w:rFonts w:ascii="Arial" w:hAnsi="Arial" w:cs="Arial"/>
        </w:rPr>
        <w:t xml:space="preserve"> od zgłoszenia usterki przez Zamawiającego oraz zobowiązuje się usunąć usterkę nie później niż </w:t>
      </w:r>
      <w:r w:rsidR="007602AB">
        <w:rPr>
          <w:rFonts w:ascii="Arial" w:hAnsi="Arial" w:cs="Arial"/>
          <w:lang w:val="pl-PL"/>
        </w:rPr>
        <w:t>w ciągu 10 dni</w:t>
      </w:r>
      <w:r w:rsidRPr="00EE6DD5">
        <w:rPr>
          <w:rFonts w:ascii="Arial" w:hAnsi="Arial" w:cs="Arial"/>
        </w:rPr>
        <w:t xml:space="preserve"> od zgłoszenia usterki przez Zamawiającego</w:t>
      </w:r>
      <w:r>
        <w:rPr>
          <w:rFonts w:ascii="Arial" w:hAnsi="Arial" w:cs="Arial"/>
          <w:lang w:val="pl-PL"/>
        </w:rPr>
        <w:t xml:space="preserve">. </w:t>
      </w:r>
    </w:p>
    <w:p w14:paraId="0261924F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74368FD4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6C389B85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313EFD">
        <w:rPr>
          <w:rFonts w:ascii="Arial" w:hAnsi="Arial" w:cs="Arial"/>
          <w:szCs w:val="22"/>
          <w:lang w:val="pl-PL"/>
        </w:rPr>
        <w:t>Robót</w:t>
      </w:r>
      <w:r>
        <w:rPr>
          <w:rFonts w:ascii="Arial" w:hAnsi="Arial" w:cs="Arial"/>
          <w:szCs w:val="22"/>
        </w:rPr>
        <w:t>.</w:t>
      </w:r>
    </w:p>
    <w:p w14:paraId="52B336A0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14:paraId="404374F6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cywilnego.</w:t>
      </w:r>
    </w:p>
    <w:p w14:paraId="76EADD3A" w14:textId="62F5B282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Terminy niezdefiniowane w niniejszym dokumencie, pisane wielką literą, mają znaczenie nadane im w Umowie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 xml:space="preserve">r </w:t>
      </w:r>
      <w:r w:rsidR="00F13107">
        <w:rPr>
          <w:rFonts w:ascii="Arial" w:hAnsi="Arial" w:cs="Arial"/>
          <w:b/>
          <w:bCs/>
          <w:szCs w:val="22"/>
          <w:lang w:val="pl-PL"/>
        </w:rPr>
        <w:t>__________________</w:t>
      </w:r>
      <w:r>
        <w:rPr>
          <w:rFonts w:ascii="Arial" w:hAnsi="Arial" w:cs="Arial"/>
          <w:szCs w:val="22"/>
        </w:rPr>
        <w:t xml:space="preserve"> z dnia </w:t>
      </w:r>
      <w:r w:rsidR="00F008B0">
        <w:rPr>
          <w:rFonts w:ascii="Arial" w:hAnsi="Arial" w:cs="Arial"/>
          <w:szCs w:val="22"/>
          <w:lang w:val="pl-PL"/>
        </w:rPr>
        <w:t>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D01DD6">
        <w:rPr>
          <w:rFonts w:ascii="Arial" w:hAnsi="Arial" w:cs="Arial"/>
          <w:szCs w:val="22"/>
          <w:lang w:val="pl-PL"/>
        </w:rPr>
        <w:t>5</w:t>
      </w:r>
      <w:r w:rsidR="00065605">
        <w:rPr>
          <w:rFonts w:ascii="Arial" w:hAnsi="Arial" w:cs="Arial"/>
          <w:szCs w:val="22"/>
          <w:lang w:val="pl-PL"/>
        </w:rPr>
        <w:t>r</w:t>
      </w:r>
      <w:r>
        <w:rPr>
          <w:rFonts w:ascii="Arial" w:hAnsi="Arial" w:cs="Arial"/>
          <w:szCs w:val="22"/>
        </w:rPr>
        <w:t>.</w:t>
      </w:r>
    </w:p>
    <w:p w14:paraId="2B35EE70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14:paraId="4F08F59C" w14:textId="2BBE52CF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sprawach nieuregulowanych niniejszym dokumentem zastosowanie znajdują postanowienia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C20D04">
        <w:rPr>
          <w:rFonts w:ascii="Arial" w:hAnsi="Arial" w:cs="Arial"/>
          <w:szCs w:val="22"/>
          <w:lang w:val="pl-PL"/>
        </w:rPr>
        <w:br/>
      </w:r>
      <w:r w:rsidR="00C20D04">
        <w:rPr>
          <w:rFonts w:ascii="Arial" w:hAnsi="Arial" w:cs="Arial"/>
          <w:szCs w:val="22"/>
        </w:rPr>
        <w:t>§</w:t>
      </w:r>
      <w:r w:rsidR="00C20D04">
        <w:rPr>
          <w:rFonts w:ascii="Arial" w:hAnsi="Arial" w:cs="Arial"/>
          <w:szCs w:val="22"/>
          <w:lang w:val="pl-PL"/>
        </w:rPr>
        <w:t xml:space="preserve"> 1</w:t>
      </w:r>
      <w:r w:rsidR="00BD1439">
        <w:rPr>
          <w:rFonts w:ascii="Arial" w:hAnsi="Arial" w:cs="Arial"/>
          <w:szCs w:val="22"/>
          <w:lang w:val="pl-PL"/>
        </w:rPr>
        <w:t>3</w:t>
      </w:r>
      <w:r w:rsidR="00C20D04">
        <w:rPr>
          <w:rFonts w:ascii="Arial" w:hAnsi="Arial" w:cs="Arial"/>
          <w:szCs w:val="22"/>
          <w:lang w:val="pl-PL"/>
        </w:rPr>
        <w:t xml:space="preserve"> Umowy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>r</w:t>
      </w:r>
      <w:r w:rsidR="00065605">
        <w:rPr>
          <w:rFonts w:ascii="Arial" w:hAnsi="Arial" w:cs="Arial"/>
          <w:szCs w:val="22"/>
          <w:lang w:val="pl-PL"/>
        </w:rPr>
        <w:t xml:space="preserve"> </w:t>
      </w:r>
      <w:r w:rsidR="00F13107">
        <w:rPr>
          <w:rFonts w:ascii="Arial" w:hAnsi="Arial" w:cs="Arial"/>
          <w:b/>
          <w:bCs/>
          <w:szCs w:val="22"/>
          <w:lang w:val="pl-PL"/>
        </w:rPr>
        <w:t>_________________</w:t>
      </w:r>
      <w:r w:rsidR="002C3F91" w:rsidRPr="002C3F91">
        <w:rPr>
          <w:rFonts w:ascii="Arial" w:hAnsi="Arial" w:cs="Arial"/>
          <w:b/>
          <w:bCs/>
          <w:szCs w:val="22"/>
          <w:lang w:val="pl-PL"/>
        </w:rPr>
        <w:t xml:space="preserve"> </w:t>
      </w:r>
      <w:r>
        <w:rPr>
          <w:rFonts w:ascii="Arial" w:hAnsi="Arial" w:cs="Arial"/>
          <w:szCs w:val="22"/>
        </w:rPr>
        <w:t xml:space="preserve">z dnia </w:t>
      </w:r>
      <w:r w:rsidR="00F008B0">
        <w:rPr>
          <w:rFonts w:ascii="Arial" w:hAnsi="Arial" w:cs="Arial"/>
          <w:szCs w:val="22"/>
          <w:lang w:val="pl-PL"/>
        </w:rPr>
        <w:t>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D01DD6">
        <w:rPr>
          <w:rFonts w:ascii="Arial" w:hAnsi="Arial" w:cs="Arial"/>
          <w:szCs w:val="22"/>
          <w:lang w:val="pl-PL"/>
        </w:rPr>
        <w:t>5</w:t>
      </w:r>
      <w:r w:rsidR="00065605">
        <w:rPr>
          <w:rFonts w:ascii="Arial" w:hAnsi="Arial" w:cs="Arial"/>
          <w:szCs w:val="22"/>
          <w:lang w:val="pl-PL"/>
        </w:rPr>
        <w:t>r.</w:t>
      </w:r>
      <w:r>
        <w:rPr>
          <w:rFonts w:ascii="Arial" w:hAnsi="Arial" w:cs="Arial"/>
          <w:szCs w:val="22"/>
        </w:rPr>
        <w:t xml:space="preserve"> oraz przepisy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o gwarancji jakości przy sprzedaży i inne obowiązujące przepisy prawa.</w:t>
      </w:r>
    </w:p>
    <w:p w14:paraId="25C340FC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EA0B8D2" w14:textId="77777777" w:rsidR="00485DC7" w:rsidRDefault="00485DC7" w:rsidP="00174A45">
      <w:pPr>
        <w:tabs>
          <w:tab w:val="left" w:pos="453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 Wykonawcę:</w:t>
      </w:r>
    </w:p>
    <w:p w14:paraId="06DF2FC0" w14:textId="77777777"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8A7EC" w14:textId="77777777" w:rsidR="00B872F2" w:rsidRDefault="00B872F2">
      <w:r>
        <w:separator/>
      </w:r>
    </w:p>
  </w:endnote>
  <w:endnote w:type="continuationSeparator" w:id="0">
    <w:p w14:paraId="1C6BAFA8" w14:textId="77777777" w:rsidR="00B872F2" w:rsidRDefault="00B8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BF8D6" w14:textId="77777777"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115DFEA" w14:textId="77777777"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079E8" w14:textId="77777777" w:rsidR="00B00A9F" w:rsidRDefault="00B00A9F" w:rsidP="00DA49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3107">
      <w:rPr>
        <w:rStyle w:val="Numerstrony"/>
        <w:noProof/>
      </w:rPr>
      <w:t>2</w:t>
    </w:r>
    <w:r>
      <w:rPr>
        <w:rStyle w:val="Numerstrony"/>
      </w:rPr>
      <w:fldChar w:fldCharType="end"/>
    </w:r>
    <w:r w:rsidR="00712155">
      <w:rPr>
        <w:rStyle w:val="Numerstrony"/>
      </w:rPr>
      <w:t>/3</w:t>
    </w:r>
  </w:p>
  <w:p w14:paraId="1C519512" w14:textId="77777777"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EF044" w14:textId="77777777" w:rsidR="00B872F2" w:rsidRDefault="00B872F2">
      <w:r>
        <w:separator/>
      </w:r>
    </w:p>
  </w:footnote>
  <w:footnote w:type="continuationSeparator" w:id="0">
    <w:p w14:paraId="3D1D6030" w14:textId="77777777" w:rsidR="00B872F2" w:rsidRDefault="00B87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508008">
    <w:abstractNumId w:val="8"/>
  </w:num>
  <w:num w:numId="2" w16cid:durableId="1355376328">
    <w:abstractNumId w:val="9"/>
  </w:num>
  <w:num w:numId="3" w16cid:durableId="1475948412">
    <w:abstractNumId w:val="3"/>
  </w:num>
  <w:num w:numId="4" w16cid:durableId="253321933">
    <w:abstractNumId w:val="4"/>
  </w:num>
  <w:num w:numId="5" w16cid:durableId="2047632326">
    <w:abstractNumId w:val="0"/>
  </w:num>
  <w:num w:numId="6" w16cid:durableId="1276450992">
    <w:abstractNumId w:val="6"/>
  </w:num>
  <w:num w:numId="7" w16cid:durableId="1135103741">
    <w:abstractNumId w:val="2"/>
  </w:num>
  <w:num w:numId="8" w16cid:durableId="1501120713">
    <w:abstractNumId w:val="7"/>
  </w:num>
  <w:num w:numId="9" w16cid:durableId="566841654">
    <w:abstractNumId w:val="12"/>
  </w:num>
  <w:num w:numId="10" w16cid:durableId="1118333786">
    <w:abstractNumId w:val="13"/>
  </w:num>
  <w:num w:numId="11" w16cid:durableId="1454328788">
    <w:abstractNumId w:val="1"/>
  </w:num>
  <w:num w:numId="12" w16cid:durableId="531958765">
    <w:abstractNumId w:val="14"/>
  </w:num>
  <w:num w:numId="13" w16cid:durableId="757750036">
    <w:abstractNumId w:val="16"/>
  </w:num>
  <w:num w:numId="14" w16cid:durableId="291443026">
    <w:abstractNumId w:val="10"/>
  </w:num>
  <w:num w:numId="15" w16cid:durableId="265893536">
    <w:abstractNumId w:val="15"/>
  </w:num>
  <w:num w:numId="16" w16cid:durableId="580524703">
    <w:abstractNumId w:val="5"/>
  </w:num>
  <w:num w:numId="17" w16cid:durableId="20440931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13458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2E"/>
    <w:rsid w:val="00002CC1"/>
    <w:rsid w:val="000111A1"/>
    <w:rsid w:val="00017AF5"/>
    <w:rsid w:val="00020F81"/>
    <w:rsid w:val="00022F8F"/>
    <w:rsid w:val="00025D99"/>
    <w:rsid w:val="0004095F"/>
    <w:rsid w:val="00046743"/>
    <w:rsid w:val="00065605"/>
    <w:rsid w:val="000700DA"/>
    <w:rsid w:val="00070FFF"/>
    <w:rsid w:val="00080AB4"/>
    <w:rsid w:val="000851B4"/>
    <w:rsid w:val="000852DA"/>
    <w:rsid w:val="00085378"/>
    <w:rsid w:val="00094BF6"/>
    <w:rsid w:val="000C12C1"/>
    <w:rsid w:val="000D21B0"/>
    <w:rsid w:val="000E1350"/>
    <w:rsid w:val="000E61F8"/>
    <w:rsid w:val="00101B53"/>
    <w:rsid w:val="0011709C"/>
    <w:rsid w:val="001217D5"/>
    <w:rsid w:val="00126A94"/>
    <w:rsid w:val="0013227E"/>
    <w:rsid w:val="00137BBB"/>
    <w:rsid w:val="0015645B"/>
    <w:rsid w:val="001707B9"/>
    <w:rsid w:val="00174A45"/>
    <w:rsid w:val="001917CC"/>
    <w:rsid w:val="00192B2B"/>
    <w:rsid w:val="001C77A3"/>
    <w:rsid w:val="001C7941"/>
    <w:rsid w:val="001D55E0"/>
    <w:rsid w:val="001F159D"/>
    <w:rsid w:val="00213762"/>
    <w:rsid w:val="00226F99"/>
    <w:rsid w:val="0024623C"/>
    <w:rsid w:val="00246DD2"/>
    <w:rsid w:val="002508C0"/>
    <w:rsid w:val="00252295"/>
    <w:rsid w:val="0025467D"/>
    <w:rsid w:val="00255BB1"/>
    <w:rsid w:val="00276482"/>
    <w:rsid w:val="00280DCF"/>
    <w:rsid w:val="00291F6F"/>
    <w:rsid w:val="00297062"/>
    <w:rsid w:val="002A46CD"/>
    <w:rsid w:val="002C3F91"/>
    <w:rsid w:val="002C748B"/>
    <w:rsid w:val="002D3682"/>
    <w:rsid w:val="002E5DA0"/>
    <w:rsid w:val="003056B1"/>
    <w:rsid w:val="00313EFD"/>
    <w:rsid w:val="003347C6"/>
    <w:rsid w:val="00350D24"/>
    <w:rsid w:val="00372DD6"/>
    <w:rsid w:val="003767F2"/>
    <w:rsid w:val="003845C2"/>
    <w:rsid w:val="00385A24"/>
    <w:rsid w:val="00390B6B"/>
    <w:rsid w:val="003B3F8A"/>
    <w:rsid w:val="003D7260"/>
    <w:rsid w:val="003E104E"/>
    <w:rsid w:val="003F1717"/>
    <w:rsid w:val="00405EF0"/>
    <w:rsid w:val="004105EE"/>
    <w:rsid w:val="004121FF"/>
    <w:rsid w:val="00421917"/>
    <w:rsid w:val="004433B1"/>
    <w:rsid w:val="00446165"/>
    <w:rsid w:val="00460A48"/>
    <w:rsid w:val="0046372B"/>
    <w:rsid w:val="004645DE"/>
    <w:rsid w:val="00482DC5"/>
    <w:rsid w:val="00485DC7"/>
    <w:rsid w:val="00494559"/>
    <w:rsid w:val="004976DB"/>
    <w:rsid w:val="004A46F6"/>
    <w:rsid w:val="004B5B7A"/>
    <w:rsid w:val="004F1A9C"/>
    <w:rsid w:val="004F48B0"/>
    <w:rsid w:val="004F4FED"/>
    <w:rsid w:val="005007E4"/>
    <w:rsid w:val="00510912"/>
    <w:rsid w:val="0051595A"/>
    <w:rsid w:val="005174EE"/>
    <w:rsid w:val="005219A8"/>
    <w:rsid w:val="00535D64"/>
    <w:rsid w:val="00551067"/>
    <w:rsid w:val="005818B6"/>
    <w:rsid w:val="00582A7B"/>
    <w:rsid w:val="00584906"/>
    <w:rsid w:val="00584BC9"/>
    <w:rsid w:val="005920AF"/>
    <w:rsid w:val="005A258F"/>
    <w:rsid w:val="005A35AC"/>
    <w:rsid w:val="005B3F80"/>
    <w:rsid w:val="005C37D9"/>
    <w:rsid w:val="005D782B"/>
    <w:rsid w:val="00611A4C"/>
    <w:rsid w:val="00620201"/>
    <w:rsid w:val="00623D9F"/>
    <w:rsid w:val="00625C78"/>
    <w:rsid w:val="00637736"/>
    <w:rsid w:val="00641289"/>
    <w:rsid w:val="00655516"/>
    <w:rsid w:val="006873FF"/>
    <w:rsid w:val="006A12AD"/>
    <w:rsid w:val="006A2F71"/>
    <w:rsid w:val="006C0C36"/>
    <w:rsid w:val="006D0C4B"/>
    <w:rsid w:val="006D39DF"/>
    <w:rsid w:val="006D5DC5"/>
    <w:rsid w:val="006D652E"/>
    <w:rsid w:val="006D6F33"/>
    <w:rsid w:val="006F77AD"/>
    <w:rsid w:val="00712155"/>
    <w:rsid w:val="007203D4"/>
    <w:rsid w:val="00727386"/>
    <w:rsid w:val="00735BB7"/>
    <w:rsid w:val="0075273B"/>
    <w:rsid w:val="00756549"/>
    <w:rsid w:val="007602AB"/>
    <w:rsid w:val="0076521C"/>
    <w:rsid w:val="00797277"/>
    <w:rsid w:val="007A4E7F"/>
    <w:rsid w:val="007C2F26"/>
    <w:rsid w:val="007C68D9"/>
    <w:rsid w:val="007D2B6D"/>
    <w:rsid w:val="007E65B4"/>
    <w:rsid w:val="007E7EC3"/>
    <w:rsid w:val="007F7C78"/>
    <w:rsid w:val="00805127"/>
    <w:rsid w:val="00805C20"/>
    <w:rsid w:val="008105E6"/>
    <w:rsid w:val="00840539"/>
    <w:rsid w:val="00842071"/>
    <w:rsid w:val="00846102"/>
    <w:rsid w:val="00863FE7"/>
    <w:rsid w:val="00864F79"/>
    <w:rsid w:val="00884FA0"/>
    <w:rsid w:val="00890DE3"/>
    <w:rsid w:val="008B1837"/>
    <w:rsid w:val="008C60AE"/>
    <w:rsid w:val="008C7F85"/>
    <w:rsid w:val="008D78CE"/>
    <w:rsid w:val="009139B7"/>
    <w:rsid w:val="00924EA7"/>
    <w:rsid w:val="00930DE3"/>
    <w:rsid w:val="0093262E"/>
    <w:rsid w:val="009328A1"/>
    <w:rsid w:val="00963585"/>
    <w:rsid w:val="00964373"/>
    <w:rsid w:val="00976B1B"/>
    <w:rsid w:val="009808A3"/>
    <w:rsid w:val="009909E7"/>
    <w:rsid w:val="00997158"/>
    <w:rsid w:val="009C441B"/>
    <w:rsid w:val="009D0402"/>
    <w:rsid w:val="009E1DC1"/>
    <w:rsid w:val="009E2E94"/>
    <w:rsid w:val="009F2232"/>
    <w:rsid w:val="00A02C86"/>
    <w:rsid w:val="00A06C91"/>
    <w:rsid w:val="00A15684"/>
    <w:rsid w:val="00A251AC"/>
    <w:rsid w:val="00A53A5A"/>
    <w:rsid w:val="00A63478"/>
    <w:rsid w:val="00A63B7C"/>
    <w:rsid w:val="00A75F28"/>
    <w:rsid w:val="00AA0336"/>
    <w:rsid w:val="00AA3382"/>
    <w:rsid w:val="00AA378C"/>
    <w:rsid w:val="00AB56D1"/>
    <w:rsid w:val="00AB6DF4"/>
    <w:rsid w:val="00AE0315"/>
    <w:rsid w:val="00AE2C62"/>
    <w:rsid w:val="00AF6642"/>
    <w:rsid w:val="00B00A9F"/>
    <w:rsid w:val="00B02ED7"/>
    <w:rsid w:val="00B04EE6"/>
    <w:rsid w:val="00B14C88"/>
    <w:rsid w:val="00B267BB"/>
    <w:rsid w:val="00B31581"/>
    <w:rsid w:val="00B41152"/>
    <w:rsid w:val="00B614C6"/>
    <w:rsid w:val="00B66AD3"/>
    <w:rsid w:val="00B81E20"/>
    <w:rsid w:val="00B84F87"/>
    <w:rsid w:val="00B872F2"/>
    <w:rsid w:val="00BB0EF4"/>
    <w:rsid w:val="00BC6046"/>
    <w:rsid w:val="00BD0CC5"/>
    <w:rsid w:val="00BD1439"/>
    <w:rsid w:val="00BD1BA9"/>
    <w:rsid w:val="00BE1E62"/>
    <w:rsid w:val="00BF3EF1"/>
    <w:rsid w:val="00C04EF7"/>
    <w:rsid w:val="00C07ED1"/>
    <w:rsid w:val="00C16EAE"/>
    <w:rsid w:val="00C20D04"/>
    <w:rsid w:val="00C240E2"/>
    <w:rsid w:val="00C51ABF"/>
    <w:rsid w:val="00C53C0F"/>
    <w:rsid w:val="00C5758D"/>
    <w:rsid w:val="00C62C98"/>
    <w:rsid w:val="00C63FA9"/>
    <w:rsid w:val="00C759D5"/>
    <w:rsid w:val="00C9398B"/>
    <w:rsid w:val="00C93B63"/>
    <w:rsid w:val="00CC560E"/>
    <w:rsid w:val="00CC615D"/>
    <w:rsid w:val="00CC6231"/>
    <w:rsid w:val="00CD7B74"/>
    <w:rsid w:val="00CE7ECC"/>
    <w:rsid w:val="00CF4085"/>
    <w:rsid w:val="00D01DD6"/>
    <w:rsid w:val="00D02D23"/>
    <w:rsid w:val="00D1309C"/>
    <w:rsid w:val="00D31229"/>
    <w:rsid w:val="00D36718"/>
    <w:rsid w:val="00D432A4"/>
    <w:rsid w:val="00D55EBF"/>
    <w:rsid w:val="00D65750"/>
    <w:rsid w:val="00D77331"/>
    <w:rsid w:val="00D775BD"/>
    <w:rsid w:val="00D85488"/>
    <w:rsid w:val="00D87633"/>
    <w:rsid w:val="00D92ED5"/>
    <w:rsid w:val="00D93DC1"/>
    <w:rsid w:val="00D93DDD"/>
    <w:rsid w:val="00D96F88"/>
    <w:rsid w:val="00DA49A7"/>
    <w:rsid w:val="00DB2AAD"/>
    <w:rsid w:val="00DD0B92"/>
    <w:rsid w:val="00DE27F8"/>
    <w:rsid w:val="00DE2E0A"/>
    <w:rsid w:val="00E03399"/>
    <w:rsid w:val="00E537D3"/>
    <w:rsid w:val="00E73109"/>
    <w:rsid w:val="00E8035D"/>
    <w:rsid w:val="00E93946"/>
    <w:rsid w:val="00EA21DD"/>
    <w:rsid w:val="00EB5C8D"/>
    <w:rsid w:val="00EB70F5"/>
    <w:rsid w:val="00EC3E25"/>
    <w:rsid w:val="00EE5B04"/>
    <w:rsid w:val="00F008B0"/>
    <w:rsid w:val="00F058F9"/>
    <w:rsid w:val="00F121FF"/>
    <w:rsid w:val="00F13107"/>
    <w:rsid w:val="00F30C22"/>
    <w:rsid w:val="00F62091"/>
    <w:rsid w:val="00F67842"/>
    <w:rsid w:val="00F93890"/>
    <w:rsid w:val="00FC3B85"/>
    <w:rsid w:val="00FD2A05"/>
    <w:rsid w:val="00FD46D3"/>
    <w:rsid w:val="00FE3CA8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4CF11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semiHidden/>
    <w:unhideWhenUsed/>
    <w:rsid w:val="00485DC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F0E8-352D-4484-9E97-CBA595BE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69</TotalTime>
  <Pages>1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Ryngwelska Anna</cp:lastModifiedBy>
  <cp:revision>45</cp:revision>
  <cp:lastPrinted>2025-03-31T12:28:00Z</cp:lastPrinted>
  <dcterms:created xsi:type="dcterms:W3CDTF">2021-01-13T06:05:00Z</dcterms:created>
  <dcterms:modified xsi:type="dcterms:W3CDTF">2025-05-28T11:54:00Z</dcterms:modified>
</cp:coreProperties>
</file>