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339DD" w14:textId="09486805" w:rsidR="004D488B" w:rsidRDefault="00A87CA7" w:rsidP="008542C9">
      <w:pPr>
        <w:spacing w:after="0"/>
        <w:rPr>
          <w:rFonts w:ascii="Arial" w:hAnsi="Arial" w:cs="Arial"/>
          <w:sz w:val="20"/>
          <w:szCs w:val="20"/>
        </w:rPr>
      </w:pPr>
      <w:r w:rsidRPr="00A87CA7">
        <w:rPr>
          <w:rFonts w:ascii="Arial" w:hAnsi="Arial" w:cs="Arial"/>
          <w:sz w:val="20"/>
          <w:szCs w:val="20"/>
        </w:rPr>
        <w:t>IZ12GM.2470.6.2025.KK.1</w:t>
      </w:r>
      <w:r w:rsidR="001803D6" w:rsidRPr="00A87CA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="007F070B" w:rsidRPr="001803D6">
        <w:rPr>
          <w:rFonts w:ascii="Arial" w:hAnsi="Arial" w:cs="Arial"/>
          <w:sz w:val="20"/>
          <w:szCs w:val="20"/>
        </w:rPr>
        <w:t xml:space="preserve">Olsztyn, </w:t>
      </w:r>
      <w:r w:rsidR="004808CF">
        <w:rPr>
          <w:rFonts w:ascii="Arial" w:hAnsi="Arial" w:cs="Arial"/>
          <w:sz w:val="20"/>
          <w:szCs w:val="20"/>
        </w:rPr>
        <w:t>08</w:t>
      </w:r>
      <w:r w:rsidR="00017A18" w:rsidRPr="001803D6">
        <w:rPr>
          <w:rFonts w:ascii="Arial" w:hAnsi="Arial" w:cs="Arial"/>
          <w:sz w:val="20"/>
          <w:szCs w:val="20"/>
        </w:rPr>
        <w:t>.0</w:t>
      </w:r>
      <w:r w:rsidR="007E5D25" w:rsidRPr="001803D6">
        <w:rPr>
          <w:rFonts w:ascii="Arial" w:hAnsi="Arial" w:cs="Arial"/>
          <w:sz w:val="20"/>
          <w:szCs w:val="20"/>
        </w:rPr>
        <w:t>5</w:t>
      </w:r>
      <w:r w:rsidR="001244F5" w:rsidRPr="001803D6">
        <w:rPr>
          <w:rFonts w:ascii="Arial" w:hAnsi="Arial" w:cs="Arial"/>
          <w:sz w:val="20"/>
          <w:szCs w:val="20"/>
        </w:rPr>
        <w:t>.202</w:t>
      </w:r>
      <w:r w:rsidR="004808CF">
        <w:rPr>
          <w:rFonts w:ascii="Arial" w:hAnsi="Arial" w:cs="Arial"/>
          <w:sz w:val="20"/>
          <w:szCs w:val="20"/>
        </w:rPr>
        <w:t>5</w:t>
      </w:r>
      <w:r w:rsidR="001244F5" w:rsidRPr="001803D6">
        <w:rPr>
          <w:rFonts w:ascii="Arial" w:hAnsi="Arial" w:cs="Arial"/>
          <w:sz w:val="20"/>
          <w:szCs w:val="20"/>
        </w:rPr>
        <w:t>r</w:t>
      </w:r>
    </w:p>
    <w:p w14:paraId="2ABF9F44" w14:textId="77777777" w:rsidR="004D488B" w:rsidRDefault="004D488B" w:rsidP="008542C9">
      <w:pPr>
        <w:spacing w:after="0"/>
        <w:rPr>
          <w:rFonts w:ascii="Arial" w:hAnsi="Arial" w:cs="Arial"/>
          <w:sz w:val="20"/>
          <w:szCs w:val="20"/>
        </w:rPr>
      </w:pPr>
    </w:p>
    <w:p w14:paraId="144DAE3A" w14:textId="77777777" w:rsidR="00EF04CE" w:rsidRDefault="00EF04CE" w:rsidP="008542C9">
      <w:pPr>
        <w:spacing w:after="0"/>
        <w:rPr>
          <w:rFonts w:ascii="Arial" w:hAnsi="Arial" w:cs="Arial"/>
          <w:sz w:val="20"/>
          <w:szCs w:val="20"/>
        </w:rPr>
      </w:pPr>
    </w:p>
    <w:p w14:paraId="0321953B" w14:textId="77777777" w:rsidR="005456F4" w:rsidRDefault="005456F4" w:rsidP="008542C9">
      <w:pPr>
        <w:spacing w:after="0"/>
        <w:rPr>
          <w:rFonts w:ascii="Arial" w:hAnsi="Arial" w:cs="Arial"/>
          <w:sz w:val="20"/>
          <w:szCs w:val="20"/>
        </w:rPr>
      </w:pPr>
    </w:p>
    <w:p w14:paraId="3A66A7B7" w14:textId="77777777" w:rsidR="005456F4" w:rsidRDefault="005456F4" w:rsidP="008542C9">
      <w:pPr>
        <w:spacing w:after="0"/>
        <w:rPr>
          <w:rFonts w:ascii="Arial" w:hAnsi="Arial" w:cs="Arial"/>
          <w:sz w:val="20"/>
          <w:szCs w:val="20"/>
        </w:rPr>
      </w:pPr>
    </w:p>
    <w:p w14:paraId="0F3CE290" w14:textId="77777777" w:rsidR="004B2D6E" w:rsidRDefault="004B2D6E" w:rsidP="008542C9">
      <w:pPr>
        <w:spacing w:after="0"/>
        <w:rPr>
          <w:rFonts w:ascii="Arial" w:hAnsi="Arial" w:cs="Arial"/>
          <w:sz w:val="20"/>
          <w:szCs w:val="20"/>
        </w:rPr>
      </w:pPr>
    </w:p>
    <w:p w14:paraId="2DCC78F1" w14:textId="77777777" w:rsidR="004D488B" w:rsidRDefault="004D488B" w:rsidP="008542C9">
      <w:pPr>
        <w:spacing w:after="0"/>
        <w:rPr>
          <w:rFonts w:ascii="Arial" w:hAnsi="Arial" w:cs="Arial"/>
          <w:sz w:val="20"/>
          <w:szCs w:val="20"/>
        </w:rPr>
      </w:pPr>
    </w:p>
    <w:p w14:paraId="18488C19" w14:textId="77777777" w:rsidR="00F8466F" w:rsidRDefault="00921D35" w:rsidP="00921D35">
      <w:pPr>
        <w:tabs>
          <w:tab w:val="left" w:pos="1125"/>
          <w:tab w:val="left" w:pos="5565"/>
        </w:tabs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21D35">
        <w:rPr>
          <w:rFonts w:ascii="Arial" w:hAnsi="Arial" w:cs="Arial"/>
          <w:b/>
          <w:sz w:val="32"/>
          <w:szCs w:val="32"/>
        </w:rPr>
        <w:t>OPIS</w:t>
      </w:r>
      <w:r>
        <w:rPr>
          <w:rFonts w:ascii="Arial" w:hAnsi="Arial" w:cs="Arial"/>
          <w:b/>
          <w:sz w:val="32"/>
          <w:szCs w:val="32"/>
        </w:rPr>
        <w:t xml:space="preserve"> PRZEDMIOTU ZAMÓWIENIA</w:t>
      </w:r>
    </w:p>
    <w:p w14:paraId="323346B1" w14:textId="77777777" w:rsidR="00921D35" w:rsidRDefault="00921D35" w:rsidP="00921D35">
      <w:pPr>
        <w:tabs>
          <w:tab w:val="left" w:pos="1125"/>
          <w:tab w:val="left" w:pos="5565"/>
        </w:tabs>
        <w:spacing w:after="0"/>
        <w:jc w:val="center"/>
        <w:rPr>
          <w:rFonts w:ascii="Arial" w:hAnsi="Arial" w:cs="Arial"/>
          <w:b/>
          <w:sz w:val="32"/>
          <w:szCs w:val="32"/>
        </w:rPr>
      </w:pPr>
    </w:p>
    <w:p w14:paraId="742BC333" w14:textId="77777777" w:rsidR="00A0490C" w:rsidRDefault="00921D35" w:rsidP="00A0490C">
      <w:pPr>
        <w:tabs>
          <w:tab w:val="left" w:pos="1125"/>
          <w:tab w:val="left" w:pos="5565"/>
        </w:tabs>
        <w:spacing w:after="0"/>
        <w:rPr>
          <w:rFonts w:ascii="Arial" w:hAnsi="Arial" w:cs="Arial"/>
          <w:b/>
          <w:sz w:val="24"/>
          <w:szCs w:val="24"/>
        </w:rPr>
      </w:pPr>
      <w:r w:rsidRPr="00921D35">
        <w:rPr>
          <w:rFonts w:ascii="Arial" w:hAnsi="Arial" w:cs="Arial"/>
          <w:b/>
          <w:sz w:val="24"/>
          <w:szCs w:val="24"/>
        </w:rPr>
        <w:t xml:space="preserve">Nazwa </w:t>
      </w:r>
      <w:r w:rsidR="00385547" w:rsidRPr="00921D35">
        <w:rPr>
          <w:rFonts w:ascii="Arial" w:hAnsi="Arial" w:cs="Arial"/>
          <w:b/>
          <w:sz w:val="24"/>
          <w:szCs w:val="24"/>
        </w:rPr>
        <w:t>zamówienia</w:t>
      </w:r>
      <w:r w:rsidR="00385547">
        <w:rPr>
          <w:rFonts w:ascii="Arial" w:hAnsi="Arial" w:cs="Arial"/>
          <w:b/>
          <w:sz w:val="24"/>
          <w:szCs w:val="24"/>
        </w:rPr>
        <w:t>:</w:t>
      </w:r>
      <w:r w:rsidR="00402E5E">
        <w:rPr>
          <w:rFonts w:ascii="Arial" w:hAnsi="Arial" w:cs="Arial"/>
          <w:b/>
          <w:sz w:val="24"/>
          <w:szCs w:val="24"/>
        </w:rPr>
        <w:t xml:space="preserve"> </w:t>
      </w:r>
      <w:r w:rsidR="007E5D25" w:rsidRPr="006148EC">
        <w:rPr>
          <w:rFonts w:ascii="Arial" w:hAnsi="Arial" w:cs="Arial"/>
          <w:sz w:val="24"/>
          <w:szCs w:val="24"/>
        </w:rPr>
        <w:t xml:space="preserve">Dostawa </w:t>
      </w:r>
      <w:r w:rsidR="007E5D25" w:rsidRPr="00D760AA">
        <w:rPr>
          <w:rFonts w:ascii="Arial" w:hAnsi="Arial" w:cs="Arial"/>
          <w:sz w:val="24"/>
          <w:szCs w:val="24"/>
        </w:rPr>
        <w:t>elektronarzędzi</w:t>
      </w:r>
      <w:r w:rsidR="007E5D25">
        <w:rPr>
          <w:rFonts w:ascii="Arial" w:hAnsi="Arial" w:cs="Arial"/>
          <w:sz w:val="24"/>
          <w:szCs w:val="24"/>
        </w:rPr>
        <w:t>.</w:t>
      </w:r>
    </w:p>
    <w:p w14:paraId="4DEC5FA2" w14:textId="77777777" w:rsidR="00A0490C" w:rsidRDefault="00A0490C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b/>
          <w:sz w:val="24"/>
          <w:szCs w:val="24"/>
        </w:rPr>
      </w:pPr>
    </w:p>
    <w:p w14:paraId="001D971B" w14:textId="77777777" w:rsidR="00CE792B" w:rsidRPr="00793DB3" w:rsidRDefault="00385547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Zamawiający: </w:t>
      </w:r>
      <w:r w:rsidR="00CE792B" w:rsidRPr="00793DB3">
        <w:rPr>
          <w:rFonts w:ascii="Arial" w:hAnsi="Arial" w:cs="Arial"/>
          <w:sz w:val="24"/>
          <w:szCs w:val="24"/>
        </w:rPr>
        <w:t xml:space="preserve">PKP Polskie Linie Kolejowe S.A. Zakład Linii Kolejowych </w:t>
      </w:r>
      <w:r w:rsidRPr="00793DB3">
        <w:rPr>
          <w:rFonts w:ascii="Arial" w:hAnsi="Arial" w:cs="Arial"/>
          <w:sz w:val="24"/>
          <w:szCs w:val="24"/>
        </w:rPr>
        <w:t>w Olsztynie</w:t>
      </w:r>
      <w:r w:rsidR="00AC2993" w:rsidRPr="00793DB3">
        <w:rPr>
          <w:rFonts w:ascii="Arial" w:hAnsi="Arial" w:cs="Arial"/>
          <w:sz w:val="24"/>
          <w:szCs w:val="24"/>
        </w:rPr>
        <w:t xml:space="preserve"> ul. Lubelska 5</w:t>
      </w:r>
      <w:r w:rsidR="00C822A1" w:rsidRPr="00793DB3">
        <w:rPr>
          <w:rFonts w:ascii="Arial" w:hAnsi="Arial" w:cs="Arial"/>
          <w:sz w:val="24"/>
          <w:szCs w:val="24"/>
        </w:rPr>
        <w:t>, 10-404</w:t>
      </w:r>
      <w:r w:rsidR="00CE792B" w:rsidRPr="00793DB3">
        <w:rPr>
          <w:rFonts w:ascii="Arial" w:hAnsi="Arial" w:cs="Arial"/>
          <w:sz w:val="24"/>
          <w:szCs w:val="24"/>
        </w:rPr>
        <w:t xml:space="preserve"> Olsztyn </w:t>
      </w:r>
    </w:p>
    <w:p w14:paraId="0A3AA4B4" w14:textId="77777777" w:rsidR="00CE792B" w:rsidRDefault="00CE792B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b/>
          <w:sz w:val="24"/>
          <w:szCs w:val="24"/>
        </w:rPr>
      </w:pPr>
    </w:p>
    <w:p w14:paraId="06CD4238" w14:textId="77777777" w:rsidR="00CE792B" w:rsidRDefault="00CE792B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Rodzaj </w:t>
      </w:r>
      <w:r w:rsidR="00385547">
        <w:rPr>
          <w:rFonts w:ascii="Arial" w:hAnsi="Arial" w:cs="Arial"/>
          <w:b/>
          <w:sz w:val="24"/>
          <w:szCs w:val="24"/>
        </w:rPr>
        <w:t xml:space="preserve">zamówienia: </w:t>
      </w:r>
      <w:r w:rsidRPr="00793DB3">
        <w:rPr>
          <w:rFonts w:ascii="Arial" w:hAnsi="Arial" w:cs="Arial"/>
          <w:sz w:val="24"/>
          <w:szCs w:val="24"/>
        </w:rPr>
        <w:t>zapytanie ofertowe otwarte</w:t>
      </w:r>
    </w:p>
    <w:p w14:paraId="0B72225F" w14:textId="77777777" w:rsidR="00793DB3" w:rsidRDefault="00793DB3" w:rsidP="00921D35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4"/>
          <w:szCs w:val="24"/>
        </w:rPr>
      </w:pPr>
    </w:p>
    <w:p w14:paraId="349D5E66" w14:textId="77777777" w:rsidR="004C4F79" w:rsidRDefault="00793DB3" w:rsidP="004C4F79">
      <w:pPr>
        <w:tabs>
          <w:tab w:val="left" w:pos="1125"/>
          <w:tab w:val="left" w:pos="5565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F06B7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C4F79" w:rsidRPr="00D760AA">
        <w:rPr>
          <w:rFonts w:ascii="Arial" w:eastAsia="Times New Roman" w:hAnsi="Arial" w:cs="Arial"/>
          <w:sz w:val="24"/>
          <w:szCs w:val="24"/>
          <w:lang w:eastAsia="pl-PL"/>
        </w:rPr>
        <w:t>31000000-6</w:t>
      </w:r>
      <w:r w:rsidR="004C4F79">
        <w:rPr>
          <w:rFonts w:ascii="Arial" w:eastAsia="Times New Roman" w:hAnsi="Arial" w:cs="Arial"/>
          <w:sz w:val="24"/>
          <w:szCs w:val="24"/>
          <w:lang w:eastAsia="pl-PL"/>
        </w:rPr>
        <w:t xml:space="preserve"> -  </w:t>
      </w:r>
      <w:r w:rsidR="004C4F79" w:rsidRPr="00D760AA">
        <w:rPr>
          <w:rFonts w:ascii="Arial" w:eastAsia="Times New Roman" w:hAnsi="Arial" w:cs="Arial"/>
          <w:sz w:val="24"/>
          <w:szCs w:val="24"/>
          <w:lang w:eastAsia="pl-PL"/>
        </w:rPr>
        <w:t>Maszyny, aparatura, urządzenia i wyroby elektryczne; oświetlenie</w:t>
      </w:r>
    </w:p>
    <w:p w14:paraId="143B315C" w14:textId="77777777" w:rsidR="00F06B7E" w:rsidRDefault="00F06B7E" w:rsidP="00402E5E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0"/>
          <w:szCs w:val="20"/>
        </w:rPr>
      </w:pPr>
    </w:p>
    <w:p w14:paraId="3DE1577F" w14:textId="77777777" w:rsidR="007C379B" w:rsidRPr="007C379B" w:rsidRDefault="007C379B" w:rsidP="007C379B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0"/>
          <w:szCs w:val="20"/>
        </w:rPr>
      </w:pPr>
    </w:p>
    <w:p w14:paraId="08E686C2" w14:textId="77777777" w:rsidR="007C379B" w:rsidRPr="007C379B" w:rsidRDefault="007C379B" w:rsidP="007C379B">
      <w:pPr>
        <w:spacing w:after="0"/>
        <w:rPr>
          <w:rFonts w:ascii="Arial" w:hAnsi="Arial" w:cs="Arial"/>
          <w:sz w:val="20"/>
          <w:szCs w:val="20"/>
        </w:rPr>
      </w:pPr>
    </w:p>
    <w:p w14:paraId="0ECC7395" w14:textId="77777777" w:rsidR="004B2D6E" w:rsidRDefault="004B2D6E" w:rsidP="00B90E0C">
      <w:pPr>
        <w:tabs>
          <w:tab w:val="left" w:pos="1125"/>
          <w:tab w:val="left" w:pos="5565"/>
        </w:tabs>
        <w:spacing w:after="0"/>
        <w:rPr>
          <w:rFonts w:ascii="Arial" w:hAnsi="Arial" w:cs="Arial"/>
          <w:sz w:val="20"/>
          <w:szCs w:val="20"/>
        </w:rPr>
      </w:pPr>
    </w:p>
    <w:p w14:paraId="547AC9F5" w14:textId="77777777" w:rsidR="00F8466F" w:rsidRDefault="00F8466F" w:rsidP="008542C9">
      <w:pPr>
        <w:spacing w:after="0"/>
        <w:rPr>
          <w:rFonts w:ascii="Arial" w:hAnsi="Arial" w:cs="Arial"/>
          <w:sz w:val="20"/>
          <w:szCs w:val="20"/>
        </w:rPr>
      </w:pPr>
    </w:p>
    <w:p w14:paraId="05A2AA01" w14:textId="77777777" w:rsidR="00317DB5" w:rsidRPr="00317DB5" w:rsidRDefault="00317DB5" w:rsidP="00317DB5">
      <w:pPr>
        <w:rPr>
          <w:rFonts w:ascii="Arial" w:hAnsi="Arial" w:cs="Arial"/>
          <w:sz w:val="20"/>
          <w:szCs w:val="20"/>
        </w:rPr>
      </w:pPr>
    </w:p>
    <w:p w14:paraId="4C608E5A" w14:textId="77777777" w:rsidR="00317DB5" w:rsidRDefault="003D3ACB" w:rsidP="003D3ACB">
      <w:pPr>
        <w:tabs>
          <w:tab w:val="left" w:pos="603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AKCEPTUJĘ</w:t>
      </w:r>
    </w:p>
    <w:p w14:paraId="2F41F00F" w14:textId="77777777" w:rsidR="003D3ACB" w:rsidRDefault="003D3ACB" w:rsidP="003D3ACB">
      <w:pPr>
        <w:tabs>
          <w:tab w:val="left" w:pos="6030"/>
        </w:tabs>
        <w:rPr>
          <w:rFonts w:ascii="Arial" w:hAnsi="Arial" w:cs="Arial"/>
          <w:sz w:val="32"/>
          <w:szCs w:val="32"/>
        </w:rPr>
      </w:pPr>
    </w:p>
    <w:p w14:paraId="0FA32F5E" w14:textId="77777777" w:rsidR="003D3ACB" w:rsidRDefault="003D3ACB" w:rsidP="003D3ACB">
      <w:pPr>
        <w:tabs>
          <w:tab w:val="left" w:pos="5520"/>
        </w:tabs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 . . . . . . . . . . . . . . . . . . . . . . . . . . . . . . . . . . . . . . . . . . . . . . . . . . . . . . . . .</w:t>
      </w:r>
    </w:p>
    <w:p w14:paraId="025CDA4E" w14:textId="77777777" w:rsidR="003D3ACB" w:rsidRPr="003D3ACB" w:rsidRDefault="003D3ACB" w:rsidP="003D3ACB">
      <w:pPr>
        <w:tabs>
          <w:tab w:val="left" w:pos="5520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(Data, podpis Kierującego organizacją merytoryczną)</w:t>
      </w:r>
    </w:p>
    <w:p w14:paraId="3F2F9BCE" w14:textId="77777777" w:rsidR="00317DB5" w:rsidRPr="00317DB5" w:rsidRDefault="00317DB5" w:rsidP="00317DB5">
      <w:pPr>
        <w:rPr>
          <w:rFonts w:ascii="Arial" w:hAnsi="Arial" w:cs="Arial"/>
          <w:sz w:val="20"/>
          <w:szCs w:val="20"/>
        </w:rPr>
      </w:pPr>
    </w:p>
    <w:p w14:paraId="207913E5" w14:textId="77777777" w:rsidR="00317DB5" w:rsidRDefault="00317DB5" w:rsidP="00317DB5">
      <w:pPr>
        <w:rPr>
          <w:rFonts w:ascii="Arial" w:hAnsi="Arial" w:cs="Arial"/>
          <w:sz w:val="20"/>
          <w:szCs w:val="20"/>
        </w:rPr>
      </w:pPr>
    </w:p>
    <w:p w14:paraId="5FFCEB71" w14:textId="11871137" w:rsidR="00317DB5" w:rsidRDefault="00317DB5" w:rsidP="00BD6C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Opracował</w:t>
      </w:r>
      <w:r w:rsidR="004810E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:                                                                                                                    </w:t>
      </w:r>
      <w:r w:rsidR="00BD6CAB">
        <w:rPr>
          <w:rFonts w:ascii="Arial" w:hAnsi="Arial" w:cs="Arial"/>
          <w:sz w:val="20"/>
          <w:szCs w:val="20"/>
        </w:rPr>
        <w:t xml:space="preserve">                              </w:t>
      </w:r>
      <w:r w:rsidR="004808CF">
        <w:rPr>
          <w:rFonts w:ascii="Arial" w:hAnsi="Arial" w:cs="Arial"/>
          <w:sz w:val="20"/>
          <w:szCs w:val="20"/>
        </w:rPr>
        <w:t>Kamila Kucharczyk</w:t>
      </w:r>
      <w:r w:rsidR="00BD6C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tel.</w:t>
      </w:r>
      <w:r w:rsidR="00AC2993">
        <w:rPr>
          <w:rFonts w:ascii="Arial" w:hAnsi="Arial" w:cs="Arial"/>
          <w:sz w:val="20"/>
          <w:szCs w:val="20"/>
        </w:rPr>
        <w:t xml:space="preserve"> 89 </w:t>
      </w:r>
      <w:r>
        <w:rPr>
          <w:rFonts w:ascii="Arial" w:hAnsi="Arial" w:cs="Arial"/>
          <w:sz w:val="20"/>
          <w:szCs w:val="20"/>
        </w:rPr>
        <w:t>677 54</w:t>
      </w:r>
      <w:r w:rsidR="00AC29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78</w:t>
      </w:r>
    </w:p>
    <w:p w14:paraId="04E1312F" w14:textId="77777777" w:rsidR="003D3ACB" w:rsidRDefault="003D3ACB" w:rsidP="00317D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</w:t>
      </w:r>
    </w:p>
    <w:p w14:paraId="4E289777" w14:textId="77777777" w:rsidR="00F9180E" w:rsidRPr="00BD6CAB" w:rsidRDefault="00D61FD5" w:rsidP="00BD6CA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Data</w:t>
      </w:r>
      <w:r w:rsidR="003D3ACB">
        <w:rPr>
          <w:rFonts w:ascii="Arial" w:hAnsi="Arial" w:cs="Arial"/>
          <w:sz w:val="16"/>
          <w:szCs w:val="16"/>
        </w:rPr>
        <w:t>, podpis</w:t>
      </w:r>
      <w:bookmarkStart w:id="0" w:name="_Toc11666385"/>
    </w:p>
    <w:p w14:paraId="06477D56" w14:textId="77777777" w:rsidR="00884799" w:rsidRPr="00884799" w:rsidRDefault="00884799" w:rsidP="00884799">
      <w:pPr>
        <w:keepNext/>
        <w:numPr>
          <w:ilvl w:val="0"/>
          <w:numId w:val="6"/>
        </w:numPr>
        <w:spacing w:before="240" w:after="60"/>
        <w:outlineLvl w:val="0"/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</w:pPr>
      <w:r w:rsidRPr="00884799"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  <w:lastRenderedPageBreak/>
        <w:t>Wykaz użytych pojęć</w:t>
      </w:r>
      <w:bookmarkEnd w:id="0"/>
    </w:p>
    <w:p w14:paraId="7F9FFC31" w14:textId="77777777" w:rsidR="00884799" w:rsidRPr="00884799" w:rsidRDefault="00884799" w:rsidP="00884799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379AED98" w14:textId="77777777" w:rsidR="00884799" w:rsidRPr="00884799" w:rsidRDefault="00884799" w:rsidP="00884799">
      <w:pPr>
        <w:spacing w:after="0"/>
        <w:rPr>
          <w:rFonts w:ascii="Arial" w:hAnsi="Arial" w:cs="Arial"/>
        </w:rPr>
      </w:pPr>
      <w:r w:rsidRPr="00884799">
        <w:rPr>
          <w:rFonts w:ascii="Arial" w:hAnsi="Arial" w:cs="Arial"/>
          <w:b/>
        </w:rPr>
        <w:t>OPZ</w:t>
      </w:r>
      <w:r w:rsidRPr="00884799">
        <w:rPr>
          <w:rFonts w:ascii="Arial" w:hAnsi="Arial" w:cs="Arial"/>
        </w:rPr>
        <w:t xml:space="preserve"> – Opis Przedmiotu Zamówienia</w:t>
      </w:r>
    </w:p>
    <w:p w14:paraId="4D99BB8E" w14:textId="77777777" w:rsidR="00884799" w:rsidRPr="00884799" w:rsidRDefault="00884799" w:rsidP="00884799">
      <w:pPr>
        <w:spacing w:after="0"/>
        <w:rPr>
          <w:rFonts w:ascii="Arial" w:hAnsi="Arial" w:cs="Arial"/>
        </w:rPr>
      </w:pPr>
    </w:p>
    <w:p w14:paraId="1DBD2089" w14:textId="77777777" w:rsidR="00884799" w:rsidRPr="00884799" w:rsidRDefault="00884799" w:rsidP="00884799">
      <w:pPr>
        <w:spacing w:after="0"/>
        <w:rPr>
          <w:rFonts w:ascii="Arial" w:hAnsi="Arial" w:cs="Arial"/>
        </w:rPr>
      </w:pPr>
      <w:r w:rsidRPr="00884799">
        <w:rPr>
          <w:rFonts w:ascii="Arial" w:hAnsi="Arial" w:cs="Arial"/>
          <w:b/>
        </w:rPr>
        <w:t>Wykonawca</w:t>
      </w:r>
      <w:r w:rsidRPr="0088479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7B95FB76" w14:textId="77777777" w:rsidR="00884799" w:rsidRPr="00884799" w:rsidRDefault="00884799" w:rsidP="00884799">
      <w:pPr>
        <w:spacing w:after="0"/>
        <w:rPr>
          <w:rFonts w:ascii="Arial" w:hAnsi="Arial" w:cs="Arial"/>
        </w:rPr>
      </w:pPr>
    </w:p>
    <w:p w14:paraId="43DCD9F3" w14:textId="77777777" w:rsidR="00884799" w:rsidRDefault="00884799" w:rsidP="00884799">
      <w:pPr>
        <w:spacing w:after="0"/>
        <w:rPr>
          <w:rFonts w:ascii="Arial" w:hAnsi="Arial" w:cs="Arial"/>
        </w:rPr>
      </w:pPr>
      <w:r w:rsidRPr="00884799">
        <w:rPr>
          <w:rFonts w:ascii="Arial" w:hAnsi="Arial" w:cs="Arial"/>
          <w:b/>
        </w:rPr>
        <w:t>Zamawiający</w:t>
      </w:r>
      <w:r w:rsidRPr="00884799">
        <w:rPr>
          <w:rFonts w:ascii="Arial" w:hAnsi="Arial" w:cs="Arial"/>
        </w:rPr>
        <w:t xml:space="preserve"> –</w:t>
      </w:r>
      <w:r w:rsidR="000C465A">
        <w:rPr>
          <w:rFonts w:ascii="Arial" w:hAnsi="Arial" w:cs="Arial"/>
        </w:rPr>
        <w:t xml:space="preserve"> PKP Polskie Linie Kolejowe S.A.</w:t>
      </w:r>
    </w:p>
    <w:p w14:paraId="0AA21154" w14:textId="77777777" w:rsidR="003507C9" w:rsidRDefault="00F748AB" w:rsidP="008847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3507C9">
        <w:rPr>
          <w:rFonts w:ascii="Arial" w:hAnsi="Arial" w:cs="Arial"/>
        </w:rPr>
        <w:t xml:space="preserve"> Zakład Linii Kolejowych 10-404 Olsztyn ul. Lubelska 5</w:t>
      </w:r>
    </w:p>
    <w:p w14:paraId="067F7306" w14:textId="77777777" w:rsidR="00495AD7" w:rsidRPr="00884799" w:rsidRDefault="00495AD7" w:rsidP="00884799">
      <w:pPr>
        <w:spacing w:after="0"/>
        <w:rPr>
          <w:rFonts w:ascii="Arial" w:hAnsi="Arial" w:cs="Arial"/>
        </w:rPr>
      </w:pPr>
    </w:p>
    <w:p w14:paraId="626C66CC" w14:textId="77777777" w:rsidR="00F06B7E" w:rsidRDefault="00884799" w:rsidP="002D5405">
      <w:pPr>
        <w:keepNext/>
        <w:numPr>
          <w:ilvl w:val="0"/>
          <w:numId w:val="6"/>
        </w:numPr>
        <w:spacing w:before="240" w:after="60"/>
        <w:outlineLvl w:val="0"/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  <w:bookmarkStart w:id="1" w:name="_Toc11666386"/>
      <w:r w:rsidRPr="00884799">
        <w:rPr>
          <w:rFonts w:ascii="Calibri Light" w:eastAsia="Times New Roman" w:hAnsi="Calibri Light"/>
          <w:b/>
          <w:bCs/>
          <w:kern w:val="32"/>
          <w:sz w:val="32"/>
          <w:szCs w:val="32"/>
        </w:rPr>
        <w:t>Ogólne informacje o przedmiocie zamówienia</w:t>
      </w:r>
      <w:bookmarkEnd w:id="1"/>
    </w:p>
    <w:p w14:paraId="73B09418" w14:textId="77777777" w:rsidR="002D5405" w:rsidRDefault="002D5405" w:rsidP="002D5405">
      <w:pPr>
        <w:spacing w:after="0"/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  <w:bookmarkStart w:id="2" w:name="_Toc11666388"/>
    </w:p>
    <w:p w14:paraId="582E63D0" w14:textId="18923575" w:rsidR="00E82AC2" w:rsidRPr="00495AD7" w:rsidRDefault="00E82AC2" w:rsidP="00E82A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zakup i dostawa </w:t>
      </w:r>
      <w:r w:rsidRPr="00D760AA">
        <w:rPr>
          <w:rFonts w:ascii="Arial" w:hAnsi="Arial" w:cs="Arial"/>
        </w:rPr>
        <w:t>elektronarzędzi</w:t>
      </w:r>
      <w:r>
        <w:rPr>
          <w:rFonts w:ascii="Arial" w:hAnsi="Arial" w:cs="Arial"/>
        </w:rPr>
        <w:t xml:space="preserve"> tj. s</w:t>
      </w:r>
      <w:r w:rsidRPr="00D760AA">
        <w:rPr>
          <w:rFonts w:ascii="Arial" w:hAnsi="Arial" w:cs="Arial"/>
        </w:rPr>
        <w:t xml:space="preserve">zlifierki, pilarki, wiertarki, </w:t>
      </w:r>
      <w:proofErr w:type="spellStart"/>
      <w:r>
        <w:rPr>
          <w:rFonts w:ascii="Arial" w:hAnsi="Arial" w:cs="Arial"/>
        </w:rPr>
        <w:t>młotowiertarki</w:t>
      </w:r>
      <w:proofErr w:type="spellEnd"/>
      <w:r w:rsidRPr="00D760AA">
        <w:rPr>
          <w:rFonts w:ascii="Arial" w:hAnsi="Arial" w:cs="Arial"/>
        </w:rPr>
        <w:t xml:space="preserve"> itp. zgodnie z załącznikiem nr 1 do OPZ.</w:t>
      </w:r>
    </w:p>
    <w:p w14:paraId="06B80F96" w14:textId="77777777" w:rsidR="00495AD7" w:rsidRPr="00495AD7" w:rsidRDefault="00495AD7" w:rsidP="002D5405">
      <w:pPr>
        <w:spacing w:after="0"/>
        <w:rPr>
          <w:rFonts w:ascii="Arial" w:hAnsi="Arial" w:cs="Arial"/>
        </w:rPr>
      </w:pPr>
    </w:p>
    <w:p w14:paraId="5E3AABFB" w14:textId="77777777" w:rsidR="00F72C61" w:rsidRPr="002D5405" w:rsidRDefault="00884799" w:rsidP="002D5405">
      <w:pPr>
        <w:keepNext/>
        <w:numPr>
          <w:ilvl w:val="0"/>
          <w:numId w:val="6"/>
        </w:numPr>
        <w:spacing w:before="240" w:after="60"/>
        <w:outlineLvl w:val="0"/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  <w:r w:rsidRPr="009043FF">
        <w:rPr>
          <w:rFonts w:ascii="Calibri Light" w:eastAsia="Times New Roman" w:hAnsi="Calibri Light"/>
          <w:b/>
          <w:bCs/>
          <w:kern w:val="32"/>
          <w:sz w:val="32"/>
          <w:szCs w:val="32"/>
        </w:rPr>
        <w:t>Miejsce realizacji zamówienia</w:t>
      </w:r>
      <w:bookmarkStart w:id="3" w:name="_Toc11666389"/>
      <w:bookmarkEnd w:id="2"/>
    </w:p>
    <w:p w14:paraId="0BE4A8C2" w14:textId="77777777" w:rsidR="00E82AC2" w:rsidRPr="00E82AC2" w:rsidRDefault="00E82AC2" w:rsidP="00E82AC2">
      <w:pPr>
        <w:spacing w:after="0"/>
        <w:rPr>
          <w:rFonts w:ascii="Arial" w:hAnsi="Arial" w:cs="Arial"/>
        </w:rPr>
      </w:pPr>
      <w:r w:rsidRPr="00E82AC2"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3158"/>
        <w:gridCol w:w="3489"/>
        <w:gridCol w:w="1970"/>
      </w:tblGrid>
      <w:tr w:rsidR="00E82AC2" w:rsidRPr="00AA7E0B" w14:paraId="7018972B" w14:textId="77777777" w:rsidTr="004808CF">
        <w:trPr>
          <w:trHeight w:val="608"/>
          <w:jc w:val="center"/>
        </w:trPr>
        <w:tc>
          <w:tcPr>
            <w:tcW w:w="727" w:type="dxa"/>
            <w:shd w:val="clear" w:color="auto" w:fill="auto"/>
            <w:vAlign w:val="center"/>
          </w:tcPr>
          <w:p w14:paraId="5E2AD585" w14:textId="77777777" w:rsidR="00E82AC2" w:rsidRPr="00AA7E0B" w:rsidRDefault="00E82AC2">
            <w:pPr>
              <w:spacing w:after="0"/>
              <w:rPr>
                <w:rFonts w:ascii="Arial" w:hAnsi="Arial" w:cs="Arial"/>
                <w:b/>
              </w:rPr>
            </w:pPr>
            <w:r w:rsidRPr="00AA7E0B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2C4E2E41" w14:textId="77777777" w:rsidR="00E82AC2" w:rsidRPr="00AA7E0B" w:rsidRDefault="00E82AC2">
            <w:pPr>
              <w:spacing w:after="0"/>
              <w:rPr>
                <w:rFonts w:ascii="Arial" w:hAnsi="Arial" w:cs="Arial"/>
                <w:b/>
              </w:rPr>
            </w:pPr>
            <w:r w:rsidRPr="00AA7E0B">
              <w:rPr>
                <w:rFonts w:ascii="Arial" w:hAnsi="Arial" w:cs="Arial"/>
                <w:b/>
              </w:rPr>
              <w:t>Miejsce dostawy</w:t>
            </w:r>
          </w:p>
        </w:tc>
        <w:tc>
          <w:tcPr>
            <w:tcW w:w="3489" w:type="dxa"/>
            <w:shd w:val="clear" w:color="auto" w:fill="auto"/>
            <w:vAlign w:val="center"/>
          </w:tcPr>
          <w:p w14:paraId="4E512C69" w14:textId="77777777" w:rsidR="00E82AC2" w:rsidRPr="00AA7E0B" w:rsidRDefault="00E82AC2">
            <w:pPr>
              <w:spacing w:after="0"/>
              <w:rPr>
                <w:rFonts w:ascii="Arial" w:hAnsi="Arial" w:cs="Arial"/>
                <w:b/>
              </w:rPr>
            </w:pPr>
            <w:r w:rsidRPr="00AA7E0B">
              <w:rPr>
                <w:rFonts w:ascii="Arial" w:hAnsi="Arial" w:cs="Arial"/>
                <w:b/>
              </w:rPr>
              <w:t>Adres dostawy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B2185D9" w14:textId="77777777" w:rsidR="00E82AC2" w:rsidRPr="00AA7E0B" w:rsidRDefault="00E82AC2">
            <w:pPr>
              <w:spacing w:after="0"/>
              <w:rPr>
                <w:rFonts w:ascii="Arial" w:hAnsi="Arial" w:cs="Arial"/>
                <w:b/>
              </w:rPr>
            </w:pPr>
            <w:r w:rsidRPr="00AA7E0B">
              <w:rPr>
                <w:rFonts w:ascii="Arial" w:hAnsi="Arial" w:cs="Arial"/>
                <w:b/>
              </w:rPr>
              <w:t>Tel. kontaktowy</w:t>
            </w:r>
          </w:p>
        </w:tc>
      </w:tr>
      <w:tr w:rsidR="00E82AC2" w:rsidRPr="00AA7E0B" w14:paraId="4F142B13" w14:textId="77777777" w:rsidTr="004808CF">
        <w:trPr>
          <w:trHeight w:val="684"/>
          <w:jc w:val="center"/>
        </w:trPr>
        <w:tc>
          <w:tcPr>
            <w:tcW w:w="727" w:type="dxa"/>
            <w:shd w:val="clear" w:color="auto" w:fill="auto"/>
          </w:tcPr>
          <w:p w14:paraId="7A6C3571" w14:textId="77777777" w:rsidR="00E82AC2" w:rsidRPr="00AA7E0B" w:rsidRDefault="00E82AC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58" w:type="dxa"/>
            <w:shd w:val="clear" w:color="auto" w:fill="auto"/>
          </w:tcPr>
          <w:p w14:paraId="244B34C0" w14:textId="77777777" w:rsidR="00E82AC2" w:rsidRPr="00AA7E0B" w:rsidRDefault="00E82AC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Magazyn Sekcji</w:t>
            </w:r>
            <w:r w:rsidRPr="008E10BC">
              <w:rPr>
                <w:rFonts w:ascii="Arial" w:hAnsi="Arial" w:cs="Arial"/>
              </w:rPr>
              <w:t xml:space="preserve"> Eksploatacji  Olsztyn</w:t>
            </w:r>
          </w:p>
        </w:tc>
        <w:tc>
          <w:tcPr>
            <w:tcW w:w="3489" w:type="dxa"/>
            <w:shd w:val="clear" w:color="auto" w:fill="auto"/>
          </w:tcPr>
          <w:p w14:paraId="74337799" w14:textId="77777777" w:rsidR="00E82AC2" w:rsidRPr="00AA7E0B" w:rsidRDefault="00E82AC2">
            <w:pPr>
              <w:spacing w:after="0"/>
              <w:rPr>
                <w:rFonts w:ascii="Arial" w:hAnsi="Arial" w:cs="Arial"/>
              </w:rPr>
            </w:pPr>
            <w:r w:rsidRPr="008E10BC">
              <w:rPr>
                <w:rFonts w:ascii="Arial" w:hAnsi="Arial" w:cs="Arial"/>
              </w:rPr>
              <w:t>10-426 Olsztyn ul. Magazynowa 1</w:t>
            </w:r>
          </w:p>
        </w:tc>
        <w:tc>
          <w:tcPr>
            <w:tcW w:w="1970" w:type="dxa"/>
            <w:shd w:val="clear" w:color="auto" w:fill="auto"/>
          </w:tcPr>
          <w:p w14:paraId="75801E37" w14:textId="77777777" w:rsidR="00E82AC2" w:rsidRPr="00AA7E0B" w:rsidRDefault="00E82AC2">
            <w:pPr>
              <w:spacing w:after="0"/>
              <w:rPr>
                <w:rFonts w:ascii="Arial" w:hAnsi="Arial" w:cs="Arial"/>
              </w:rPr>
            </w:pPr>
            <w:r w:rsidRPr="008E10BC">
              <w:rPr>
                <w:rFonts w:ascii="Arial" w:hAnsi="Arial" w:cs="Arial"/>
              </w:rPr>
              <w:t>89 677 15 65</w:t>
            </w:r>
          </w:p>
        </w:tc>
      </w:tr>
      <w:tr w:rsidR="00E82AC2" w:rsidRPr="00AA7E0B" w14:paraId="400F28A3" w14:textId="77777777" w:rsidTr="004808CF">
        <w:trPr>
          <w:trHeight w:val="696"/>
          <w:jc w:val="center"/>
        </w:trPr>
        <w:tc>
          <w:tcPr>
            <w:tcW w:w="727" w:type="dxa"/>
            <w:shd w:val="clear" w:color="auto" w:fill="auto"/>
          </w:tcPr>
          <w:p w14:paraId="067711F5" w14:textId="23AFF59D" w:rsidR="00E82AC2" w:rsidRPr="00AA7E0B" w:rsidRDefault="004808C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82AC2" w:rsidRPr="00AA7E0B">
              <w:rPr>
                <w:rFonts w:ascii="Arial" w:hAnsi="Arial" w:cs="Arial"/>
              </w:rPr>
              <w:t>.</w:t>
            </w:r>
          </w:p>
        </w:tc>
        <w:tc>
          <w:tcPr>
            <w:tcW w:w="3158" w:type="dxa"/>
            <w:shd w:val="clear" w:color="auto" w:fill="auto"/>
          </w:tcPr>
          <w:p w14:paraId="20F88B7E" w14:textId="77777777" w:rsidR="00E82AC2" w:rsidRPr="00AA7E0B" w:rsidRDefault="00E82AC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Magazyn Sekcji</w:t>
            </w:r>
            <w:r w:rsidRPr="00AA7E0B">
              <w:rPr>
                <w:rFonts w:ascii="Arial" w:hAnsi="Arial" w:cs="Arial"/>
              </w:rPr>
              <w:t xml:space="preserve"> Eksploatacji  Działdowo</w:t>
            </w:r>
          </w:p>
        </w:tc>
        <w:tc>
          <w:tcPr>
            <w:tcW w:w="3489" w:type="dxa"/>
            <w:shd w:val="clear" w:color="auto" w:fill="auto"/>
          </w:tcPr>
          <w:p w14:paraId="7A0C300B" w14:textId="77777777" w:rsidR="00E82AC2" w:rsidRPr="00AA7E0B" w:rsidRDefault="00E82AC2">
            <w:pPr>
              <w:spacing w:after="0"/>
              <w:rPr>
                <w:rFonts w:ascii="Arial" w:hAnsi="Arial" w:cs="Arial"/>
              </w:rPr>
            </w:pPr>
            <w:r w:rsidRPr="00AA7E0B">
              <w:rPr>
                <w:rFonts w:ascii="Arial" w:hAnsi="Arial" w:cs="Arial"/>
              </w:rPr>
              <w:t>13-200 Działdowo ul. Grunwaldzka 49</w:t>
            </w:r>
          </w:p>
        </w:tc>
        <w:tc>
          <w:tcPr>
            <w:tcW w:w="1970" w:type="dxa"/>
            <w:shd w:val="clear" w:color="auto" w:fill="auto"/>
          </w:tcPr>
          <w:p w14:paraId="409C1CF1" w14:textId="77777777" w:rsidR="00E82AC2" w:rsidRPr="00AA7E0B" w:rsidRDefault="00E82AC2">
            <w:pPr>
              <w:spacing w:after="0"/>
              <w:rPr>
                <w:rFonts w:ascii="Arial" w:hAnsi="Arial" w:cs="Arial"/>
              </w:rPr>
            </w:pPr>
            <w:r w:rsidRPr="00AA7E0B">
              <w:rPr>
                <w:rFonts w:ascii="Arial" w:hAnsi="Arial" w:cs="Arial"/>
              </w:rPr>
              <w:t>23 689 41 39</w:t>
            </w:r>
          </w:p>
        </w:tc>
      </w:tr>
      <w:tr w:rsidR="00E82AC2" w:rsidRPr="00AA7E0B" w14:paraId="074B740A" w14:textId="77777777" w:rsidTr="004808CF">
        <w:trPr>
          <w:trHeight w:val="696"/>
          <w:jc w:val="center"/>
        </w:trPr>
        <w:tc>
          <w:tcPr>
            <w:tcW w:w="727" w:type="dxa"/>
            <w:shd w:val="clear" w:color="auto" w:fill="auto"/>
          </w:tcPr>
          <w:p w14:paraId="2096BBF3" w14:textId="0FD4036E" w:rsidR="00E82AC2" w:rsidRPr="00AA7E0B" w:rsidRDefault="004808C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82AC2" w:rsidRPr="00AA7E0B">
              <w:rPr>
                <w:rFonts w:ascii="Arial" w:hAnsi="Arial" w:cs="Arial"/>
              </w:rPr>
              <w:t>.</w:t>
            </w:r>
          </w:p>
        </w:tc>
        <w:tc>
          <w:tcPr>
            <w:tcW w:w="3158" w:type="dxa"/>
            <w:shd w:val="clear" w:color="auto" w:fill="auto"/>
          </w:tcPr>
          <w:p w14:paraId="51B51EBC" w14:textId="77777777" w:rsidR="00E82AC2" w:rsidRPr="00AA7E0B" w:rsidRDefault="00E82AC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Magazyn Sekcji</w:t>
            </w:r>
            <w:r w:rsidRPr="00AA7E0B">
              <w:rPr>
                <w:rFonts w:ascii="Arial" w:hAnsi="Arial" w:cs="Arial"/>
              </w:rPr>
              <w:t xml:space="preserve"> Eksploatacji Ełk</w:t>
            </w:r>
          </w:p>
        </w:tc>
        <w:tc>
          <w:tcPr>
            <w:tcW w:w="3489" w:type="dxa"/>
            <w:shd w:val="clear" w:color="auto" w:fill="auto"/>
          </w:tcPr>
          <w:p w14:paraId="2C68FAC0" w14:textId="77777777" w:rsidR="00E82AC2" w:rsidRPr="00AA7E0B" w:rsidRDefault="00E82AC2">
            <w:pPr>
              <w:spacing w:after="0"/>
              <w:rPr>
                <w:rFonts w:ascii="Arial" w:hAnsi="Arial" w:cs="Arial"/>
              </w:rPr>
            </w:pPr>
            <w:r w:rsidRPr="00AA7E0B">
              <w:rPr>
                <w:rFonts w:ascii="Arial" w:hAnsi="Arial" w:cs="Arial"/>
              </w:rPr>
              <w:t>19-300 Ełk ul. Suwalska 2A</w:t>
            </w:r>
          </w:p>
        </w:tc>
        <w:tc>
          <w:tcPr>
            <w:tcW w:w="1970" w:type="dxa"/>
            <w:shd w:val="clear" w:color="auto" w:fill="auto"/>
          </w:tcPr>
          <w:p w14:paraId="5268532B" w14:textId="77777777" w:rsidR="00E82AC2" w:rsidRPr="00AA7E0B" w:rsidRDefault="00E82AC2">
            <w:pPr>
              <w:spacing w:after="0"/>
              <w:rPr>
                <w:rFonts w:ascii="Arial" w:hAnsi="Arial" w:cs="Arial"/>
              </w:rPr>
            </w:pPr>
            <w:r w:rsidRPr="00AA7E0B">
              <w:rPr>
                <w:rFonts w:ascii="Arial" w:hAnsi="Arial" w:cs="Arial"/>
              </w:rPr>
              <w:t>87 444 15 41</w:t>
            </w:r>
          </w:p>
        </w:tc>
      </w:tr>
    </w:tbl>
    <w:p w14:paraId="74AF47D2" w14:textId="77777777" w:rsidR="00017A18" w:rsidRDefault="00017A18" w:rsidP="007D281D">
      <w:pPr>
        <w:spacing w:after="0"/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</w:pPr>
    </w:p>
    <w:p w14:paraId="0363393B" w14:textId="77777777" w:rsidR="001225B8" w:rsidRDefault="001225B8" w:rsidP="007D281D">
      <w:pPr>
        <w:spacing w:after="0"/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</w:pPr>
    </w:p>
    <w:p w14:paraId="10973C51" w14:textId="77777777" w:rsidR="00244CA3" w:rsidRDefault="001225B8" w:rsidP="00244CA3">
      <w:pPr>
        <w:spacing w:after="0"/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</w:pPr>
      <w:r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  <w:t xml:space="preserve">    </w:t>
      </w:r>
      <w:r w:rsidR="00BD4CA7"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  <w:t>4</w:t>
      </w:r>
      <w:r w:rsidR="007D281D"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  <w:t xml:space="preserve">. </w:t>
      </w:r>
      <w:r w:rsidR="00884799" w:rsidRPr="007D281D"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  <w:t>Harmonogram realizacji zamówienia</w:t>
      </w:r>
      <w:bookmarkEnd w:id="3"/>
      <w:r w:rsidR="009043FF" w:rsidRPr="007D281D"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  <w:br/>
      </w:r>
      <w:r w:rsidR="00E76B5B" w:rsidRPr="007D281D">
        <w:rPr>
          <w:rFonts w:ascii="Arial" w:eastAsia="Times New Roman" w:hAnsi="Arial" w:cs="Arial"/>
          <w:kern w:val="1"/>
          <w:lang w:eastAsia="hi-IN" w:bidi="hi-IN"/>
        </w:rPr>
        <w:br/>
      </w:r>
      <w:r w:rsidR="007D281D">
        <w:rPr>
          <w:rFonts w:ascii="Arial" w:eastAsia="Times New Roman" w:hAnsi="Arial" w:cs="Arial"/>
          <w:kern w:val="1"/>
          <w:lang w:eastAsia="hi-IN" w:bidi="hi-IN"/>
        </w:rPr>
        <w:t xml:space="preserve">1) </w:t>
      </w:r>
      <w:r w:rsidR="008A625A" w:rsidRPr="008A625A">
        <w:rPr>
          <w:rFonts w:ascii="Arial" w:eastAsia="Times New Roman" w:hAnsi="Arial" w:cs="Arial"/>
          <w:kern w:val="1"/>
          <w:lang w:eastAsia="hi-IN" w:bidi="hi-IN"/>
        </w:rPr>
        <w:t>Dostawa do 21 dni od daty złożenia zamówienia</w:t>
      </w:r>
      <w:r w:rsidR="00402E5E"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14F1A587" w14:textId="77777777" w:rsidR="00244CA3" w:rsidRDefault="00244CA3" w:rsidP="00244CA3">
      <w:pPr>
        <w:spacing w:after="0"/>
        <w:rPr>
          <w:rFonts w:ascii="Arial" w:eastAsia="Times New Roman" w:hAnsi="Arial" w:cs="Arial"/>
          <w:bCs/>
          <w:kern w:val="32"/>
          <w:lang w:eastAsia="hi-IN" w:bidi="hi-IN"/>
        </w:rPr>
      </w:pPr>
    </w:p>
    <w:p w14:paraId="1567E511" w14:textId="77777777" w:rsidR="007D281D" w:rsidRPr="00244CA3" w:rsidRDefault="00244CA3" w:rsidP="00244CA3">
      <w:pPr>
        <w:spacing w:after="0"/>
        <w:rPr>
          <w:rFonts w:ascii="Calibri Light" w:eastAsia="Times New Roman" w:hAnsi="Calibri Light"/>
          <w:b/>
          <w:bCs/>
          <w:kern w:val="32"/>
          <w:sz w:val="32"/>
          <w:szCs w:val="32"/>
          <w:lang w:eastAsia="hi-IN" w:bidi="hi-IN"/>
        </w:rPr>
      </w:pPr>
      <w:r>
        <w:rPr>
          <w:rFonts w:ascii="Arial" w:eastAsia="Times New Roman" w:hAnsi="Arial" w:cs="Arial"/>
          <w:bCs/>
          <w:kern w:val="32"/>
          <w:lang w:eastAsia="hi-IN" w:bidi="hi-IN"/>
        </w:rPr>
        <w:t xml:space="preserve">2) </w:t>
      </w:r>
      <w:r w:rsidRPr="00244CA3">
        <w:rPr>
          <w:rFonts w:ascii="Arial" w:eastAsia="Times New Roman" w:hAnsi="Arial" w:cs="Arial"/>
          <w:bCs/>
          <w:kern w:val="32"/>
          <w:lang w:eastAsia="hi-IN" w:bidi="hi-IN"/>
        </w:rPr>
        <w:t>Wszystkie dostarczone wyroby powinny być opakowane w sposób zabezpieczający przed uszkodzeniem w czasie transportu i magazynowania.</w:t>
      </w:r>
    </w:p>
    <w:p w14:paraId="4DCB796B" w14:textId="77777777" w:rsidR="00244CA3" w:rsidRDefault="00244CA3" w:rsidP="00BB1DFB">
      <w:pPr>
        <w:spacing w:after="0"/>
        <w:rPr>
          <w:rFonts w:ascii="Arial" w:eastAsia="Times New Roman" w:hAnsi="Arial" w:cs="Arial"/>
          <w:bCs/>
          <w:kern w:val="32"/>
          <w:lang w:eastAsia="hi-IN" w:bidi="hi-IN"/>
        </w:rPr>
      </w:pPr>
    </w:p>
    <w:p w14:paraId="11FDD936" w14:textId="77777777" w:rsidR="00F9180E" w:rsidRPr="00BB1DFB" w:rsidRDefault="00244CA3" w:rsidP="00BB1DFB">
      <w:pPr>
        <w:spacing w:after="0"/>
        <w:rPr>
          <w:rFonts w:ascii="Arial" w:eastAsia="Times New Roman" w:hAnsi="Arial" w:cs="Arial"/>
          <w:bCs/>
          <w:kern w:val="32"/>
          <w:lang w:eastAsia="hi-IN" w:bidi="hi-IN"/>
        </w:rPr>
      </w:pPr>
      <w:r>
        <w:rPr>
          <w:rFonts w:ascii="Arial" w:eastAsia="Times New Roman" w:hAnsi="Arial" w:cs="Arial"/>
          <w:bCs/>
          <w:kern w:val="32"/>
          <w:lang w:eastAsia="hi-IN" w:bidi="hi-IN"/>
        </w:rPr>
        <w:t>3</w:t>
      </w:r>
      <w:r w:rsidR="007D281D">
        <w:rPr>
          <w:rFonts w:ascii="Arial" w:eastAsia="Times New Roman" w:hAnsi="Arial" w:cs="Arial"/>
          <w:bCs/>
          <w:kern w:val="32"/>
          <w:lang w:eastAsia="hi-IN" w:bidi="hi-IN"/>
        </w:rPr>
        <w:t xml:space="preserve">) </w:t>
      </w:r>
      <w:r w:rsidR="00402E5E" w:rsidRPr="00F60BED">
        <w:rPr>
          <w:rFonts w:ascii="Arial" w:eastAsia="Times New Roman" w:hAnsi="Arial" w:cs="Arial"/>
          <w:bCs/>
          <w:kern w:val="32"/>
          <w:lang w:eastAsia="hi-IN" w:bidi="hi-IN"/>
        </w:rPr>
        <w:t xml:space="preserve">Dostawa następuje po stronie i na koszt Wykonawcy. Dostawa w dni robocze od poniedziałku do piątku w godz. </w:t>
      </w:r>
      <w:r w:rsidR="00402E5E">
        <w:rPr>
          <w:rFonts w:ascii="Arial" w:eastAsia="Times New Roman" w:hAnsi="Arial" w:cs="Arial"/>
          <w:bCs/>
          <w:kern w:val="32"/>
          <w:lang w:eastAsia="hi-IN" w:bidi="hi-IN"/>
        </w:rPr>
        <w:t>8</w:t>
      </w:r>
      <w:r w:rsidR="00402E5E" w:rsidRPr="00F60BED">
        <w:rPr>
          <w:rFonts w:ascii="Arial" w:eastAsia="Times New Roman" w:hAnsi="Arial" w:cs="Arial"/>
          <w:bCs/>
          <w:kern w:val="32"/>
          <w:lang w:eastAsia="hi-IN" w:bidi="hi-IN"/>
        </w:rPr>
        <w:t>:00 – 14:00. Odbioru będą dokonywali magazynierzy poszczególnych Sekcji.</w:t>
      </w:r>
      <w:r w:rsidR="00402E5E" w:rsidRPr="00355A9E">
        <w:t xml:space="preserve"> </w:t>
      </w:r>
      <w:r w:rsidR="00402E5E" w:rsidRPr="00355A9E">
        <w:rPr>
          <w:rFonts w:ascii="Arial" w:eastAsia="Times New Roman" w:hAnsi="Arial" w:cs="Arial"/>
          <w:bCs/>
          <w:kern w:val="32"/>
          <w:lang w:eastAsia="hi-IN" w:bidi="hi-IN"/>
        </w:rPr>
        <w:t xml:space="preserve">Potwierdzeniem dostawy będzie Protokół </w:t>
      </w:r>
      <w:r w:rsidR="00402E5E">
        <w:rPr>
          <w:rFonts w:ascii="Arial" w:eastAsia="Times New Roman" w:hAnsi="Arial" w:cs="Arial"/>
          <w:bCs/>
          <w:kern w:val="32"/>
          <w:lang w:eastAsia="hi-IN" w:bidi="hi-IN"/>
        </w:rPr>
        <w:t>odbioru, stanowiący Załącznik nr 2 do OPZ.</w:t>
      </w:r>
    </w:p>
    <w:p w14:paraId="5282B034" w14:textId="77777777" w:rsidR="00F72C61" w:rsidRPr="00F72C61" w:rsidRDefault="00E34C47" w:rsidP="00BD4CA7">
      <w:pPr>
        <w:keepNext/>
        <w:numPr>
          <w:ilvl w:val="0"/>
          <w:numId w:val="16"/>
        </w:numPr>
        <w:spacing w:before="240" w:after="60"/>
        <w:outlineLvl w:val="0"/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  <w:r w:rsidRPr="002E6680">
        <w:rPr>
          <w:rFonts w:ascii="Calibri Light" w:eastAsia="Times New Roman" w:hAnsi="Calibri Light"/>
          <w:b/>
          <w:bCs/>
          <w:kern w:val="32"/>
          <w:sz w:val="32"/>
          <w:szCs w:val="32"/>
        </w:rPr>
        <w:lastRenderedPageBreak/>
        <w:t>Termin i warunki gwarancji</w:t>
      </w:r>
    </w:p>
    <w:p w14:paraId="7AAE8E95" w14:textId="77777777" w:rsidR="00F72C61" w:rsidRDefault="00F72C61" w:rsidP="00F72C61">
      <w:pPr>
        <w:ind w:left="142"/>
        <w:contextualSpacing/>
        <w:rPr>
          <w:rFonts w:ascii="Arial" w:hAnsi="Arial" w:cs="Arial"/>
        </w:rPr>
      </w:pPr>
    </w:p>
    <w:p w14:paraId="15A0E637" w14:textId="77777777" w:rsidR="00F72C61" w:rsidRPr="00F72C61" w:rsidRDefault="00F72C61" w:rsidP="00F72C61">
      <w:pPr>
        <w:ind w:left="142"/>
        <w:contextualSpacing/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Pr="009043FF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iesięcy</w:t>
      </w:r>
      <w:r w:rsidRPr="009043FF">
        <w:rPr>
          <w:rFonts w:ascii="Arial" w:hAnsi="Arial" w:cs="Arial"/>
        </w:rPr>
        <w:t xml:space="preserve"> od daty dostawy</w:t>
      </w:r>
    </w:p>
    <w:p w14:paraId="58AC77AA" w14:textId="77777777" w:rsidR="001225B8" w:rsidRPr="001225B8" w:rsidRDefault="001225B8" w:rsidP="001225B8">
      <w:pPr>
        <w:contextualSpacing/>
        <w:rPr>
          <w:rFonts w:ascii="Arial" w:hAnsi="Arial" w:cs="Arial"/>
        </w:rPr>
      </w:pPr>
    </w:p>
    <w:p w14:paraId="6B778AA0" w14:textId="77777777" w:rsidR="00E34C47" w:rsidRDefault="00E34C47" w:rsidP="00BD4CA7">
      <w:pPr>
        <w:keepNext/>
        <w:numPr>
          <w:ilvl w:val="0"/>
          <w:numId w:val="16"/>
        </w:numPr>
        <w:spacing w:before="240" w:after="60"/>
        <w:outlineLvl w:val="0"/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  <w:bookmarkStart w:id="4" w:name="_Toc11666394"/>
      <w:r>
        <w:rPr>
          <w:rFonts w:ascii="Calibri Light" w:eastAsia="Times New Roman" w:hAnsi="Calibri Light"/>
          <w:b/>
          <w:bCs/>
          <w:kern w:val="32"/>
          <w:sz w:val="32"/>
          <w:szCs w:val="32"/>
        </w:rPr>
        <w:t xml:space="preserve"> </w:t>
      </w:r>
      <w:r w:rsidRPr="00884799">
        <w:rPr>
          <w:rFonts w:ascii="Calibri Light" w:eastAsia="Times New Roman" w:hAnsi="Calibri Light"/>
          <w:b/>
          <w:bCs/>
          <w:kern w:val="32"/>
          <w:sz w:val="32"/>
          <w:szCs w:val="32"/>
        </w:rPr>
        <w:t>Sposób płatności</w:t>
      </w:r>
      <w:bookmarkEnd w:id="4"/>
    </w:p>
    <w:p w14:paraId="640DFC1B" w14:textId="77777777" w:rsidR="00E34C47" w:rsidRPr="00BD332C" w:rsidRDefault="00E34C47" w:rsidP="00F17C8A">
      <w:pPr>
        <w:keepNext/>
        <w:spacing w:before="240" w:after="60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Zapłata wynagrodzenia nastąpi przelewem bankowym na wskazany przez Wykonawcę rachunek bankowy na podstawie prawidłowo wystawionej faktury, w terminie 30 dni kalendarzowych o</w:t>
      </w:r>
      <w:r w:rsidR="00F17C8A">
        <w:rPr>
          <w:rFonts w:ascii="Arial" w:hAnsi="Arial" w:cs="Arial"/>
        </w:rPr>
        <w:t>d daty wpływu do Zamawiającego.</w:t>
      </w:r>
    </w:p>
    <w:p w14:paraId="078D8BE0" w14:textId="77777777" w:rsidR="00E34C47" w:rsidRDefault="00E34C47" w:rsidP="00E34C47">
      <w:pPr>
        <w:spacing w:after="0"/>
        <w:ind w:left="567"/>
        <w:rPr>
          <w:rFonts w:ascii="Calibri Light" w:hAnsi="Calibri Light" w:cs="Arial"/>
          <w:b/>
          <w:sz w:val="32"/>
          <w:szCs w:val="32"/>
        </w:rPr>
      </w:pPr>
    </w:p>
    <w:p w14:paraId="5C3BD1B6" w14:textId="77777777" w:rsidR="00E34C47" w:rsidRDefault="00E34C47" w:rsidP="00BD4CA7">
      <w:pPr>
        <w:numPr>
          <w:ilvl w:val="0"/>
          <w:numId w:val="16"/>
        </w:numPr>
        <w:spacing w:after="0"/>
        <w:rPr>
          <w:rFonts w:ascii="Calibri Light" w:hAnsi="Calibri Light" w:cs="Arial"/>
          <w:b/>
          <w:sz w:val="32"/>
          <w:szCs w:val="32"/>
        </w:rPr>
      </w:pPr>
      <w:r>
        <w:rPr>
          <w:rFonts w:ascii="Calibri Light" w:hAnsi="Calibri Light" w:cs="Arial"/>
          <w:b/>
          <w:sz w:val="32"/>
          <w:szCs w:val="32"/>
        </w:rPr>
        <w:t>Podwykonawcy</w:t>
      </w:r>
    </w:p>
    <w:p w14:paraId="7DE91BF0" w14:textId="77777777" w:rsidR="00E34C47" w:rsidRDefault="00E34C47" w:rsidP="00E34C47">
      <w:pPr>
        <w:spacing w:after="0"/>
        <w:ind w:left="567"/>
        <w:rPr>
          <w:rFonts w:ascii="Calibri Light" w:hAnsi="Calibri Light" w:cs="Arial"/>
          <w:b/>
          <w:sz w:val="32"/>
          <w:szCs w:val="32"/>
        </w:rPr>
      </w:pPr>
    </w:p>
    <w:p w14:paraId="72E1CACF" w14:textId="77777777" w:rsidR="00E34C47" w:rsidRDefault="00E34C47" w:rsidP="00A76F6A">
      <w:pPr>
        <w:spacing w:after="0"/>
        <w:rPr>
          <w:rFonts w:ascii="Arial" w:hAnsi="Arial" w:cs="Arial"/>
        </w:rPr>
      </w:pPr>
      <w:r w:rsidRPr="00AB6038">
        <w:rPr>
          <w:rFonts w:ascii="Arial" w:hAnsi="Arial" w:cs="Arial"/>
        </w:rPr>
        <w:t>Zamawiający nie dopuszcza możliwości powierzenia podwykonawcom realizacji zamówienia.</w:t>
      </w:r>
    </w:p>
    <w:p w14:paraId="5B2E5485" w14:textId="77777777" w:rsidR="00A76F6A" w:rsidRDefault="00A76F6A" w:rsidP="00A76F6A">
      <w:pPr>
        <w:spacing w:after="0"/>
        <w:rPr>
          <w:rFonts w:ascii="Calibri Light" w:hAnsi="Calibri Light" w:cs="Arial"/>
          <w:b/>
          <w:sz w:val="32"/>
          <w:szCs w:val="32"/>
        </w:rPr>
      </w:pPr>
    </w:p>
    <w:p w14:paraId="1B6D4CC2" w14:textId="77777777" w:rsidR="00A92CD5" w:rsidRDefault="00A92CD5" w:rsidP="00BD4CA7">
      <w:pPr>
        <w:numPr>
          <w:ilvl w:val="0"/>
          <w:numId w:val="16"/>
        </w:numPr>
        <w:spacing w:after="0"/>
        <w:rPr>
          <w:rFonts w:ascii="Calibri Light" w:hAnsi="Calibri Light" w:cs="Arial"/>
          <w:b/>
          <w:sz w:val="32"/>
          <w:szCs w:val="32"/>
        </w:rPr>
      </w:pPr>
      <w:r w:rsidRPr="000417FE">
        <w:rPr>
          <w:rFonts w:ascii="Calibri Light" w:hAnsi="Calibri Light" w:cs="Arial"/>
          <w:b/>
          <w:sz w:val="32"/>
          <w:szCs w:val="32"/>
        </w:rPr>
        <w:t>Uwagi końcowe</w:t>
      </w:r>
    </w:p>
    <w:p w14:paraId="4B266B2B" w14:textId="77777777" w:rsidR="00DC0F80" w:rsidRPr="00DC0F80" w:rsidRDefault="00DC0F80" w:rsidP="00DC0F80">
      <w:pPr>
        <w:spacing w:after="0"/>
        <w:rPr>
          <w:rFonts w:ascii="Calibri Light" w:hAnsi="Calibri Light" w:cs="Arial"/>
          <w:b/>
        </w:rPr>
      </w:pPr>
    </w:p>
    <w:p w14:paraId="1BEA2F68" w14:textId="77777777" w:rsidR="008A625A" w:rsidRPr="008A625A" w:rsidRDefault="008A625A" w:rsidP="008A625A">
      <w:pPr>
        <w:spacing w:after="0"/>
        <w:rPr>
          <w:rFonts w:ascii="Arial" w:hAnsi="Arial" w:cs="Arial"/>
          <w:color w:val="000000"/>
          <w:lang w:eastAsia="pl-PL"/>
        </w:rPr>
      </w:pPr>
      <w:r w:rsidRPr="008A625A">
        <w:rPr>
          <w:rFonts w:ascii="Arial" w:hAnsi="Arial" w:cs="Arial"/>
          <w:color w:val="000000"/>
          <w:lang w:eastAsia="pl-PL"/>
        </w:rPr>
        <w:t xml:space="preserve">Podane ceny powinny zawierać koszty dostawy i transportu. </w:t>
      </w:r>
    </w:p>
    <w:p w14:paraId="02297A02" w14:textId="77777777" w:rsidR="008A625A" w:rsidRPr="008A625A" w:rsidRDefault="008A625A" w:rsidP="008A625A">
      <w:pPr>
        <w:spacing w:after="0"/>
        <w:rPr>
          <w:rFonts w:ascii="Arial" w:hAnsi="Arial" w:cs="Arial"/>
          <w:color w:val="000000"/>
          <w:lang w:eastAsia="pl-PL"/>
        </w:rPr>
      </w:pPr>
    </w:p>
    <w:p w14:paraId="0C3A4E4F" w14:textId="77777777" w:rsidR="008A625A" w:rsidRPr="008A625A" w:rsidRDefault="008A625A" w:rsidP="008A625A">
      <w:pPr>
        <w:spacing w:after="0"/>
        <w:rPr>
          <w:rFonts w:ascii="Arial" w:hAnsi="Arial" w:cs="Arial"/>
          <w:color w:val="000000"/>
          <w:lang w:eastAsia="pl-PL"/>
        </w:rPr>
      </w:pPr>
      <w:r w:rsidRPr="008A625A">
        <w:rPr>
          <w:rFonts w:ascii="Arial" w:hAnsi="Arial" w:cs="Arial"/>
          <w:color w:val="000000"/>
          <w:lang w:eastAsia="pl-PL"/>
        </w:rPr>
        <w:t xml:space="preserve">Składając ofertę Wykonawca tym samym oświadcza, że zapoznał się z Klauzulą informacyjną RODO załączoną do dokumentacji postępowania oraz zrealizował obowiązek, o którym mowa w par. 3 Klauzuli informacyjnej RODO w związku z ubieganiem się o udzielenie zamówienia w niniejszym postępowaniu. </w:t>
      </w:r>
    </w:p>
    <w:p w14:paraId="33DAED4A" w14:textId="77777777" w:rsidR="007259F9" w:rsidRDefault="007259F9" w:rsidP="008A625A">
      <w:pPr>
        <w:spacing w:after="0"/>
        <w:rPr>
          <w:rFonts w:ascii="Arial" w:hAnsi="Arial" w:cs="Arial"/>
          <w:color w:val="000000"/>
          <w:lang w:eastAsia="pl-PL"/>
        </w:rPr>
      </w:pPr>
    </w:p>
    <w:p w14:paraId="70CE1061" w14:textId="77777777" w:rsidR="008A625A" w:rsidRPr="008A625A" w:rsidRDefault="008A625A" w:rsidP="008A625A">
      <w:pPr>
        <w:spacing w:after="0"/>
        <w:rPr>
          <w:rFonts w:ascii="Arial" w:hAnsi="Arial" w:cs="Arial"/>
          <w:color w:val="000000"/>
          <w:lang w:eastAsia="pl-PL"/>
        </w:rPr>
      </w:pPr>
      <w:r w:rsidRPr="008A625A">
        <w:rPr>
          <w:rFonts w:ascii="Arial" w:hAnsi="Arial" w:cs="Arial"/>
          <w:color w:val="000000"/>
          <w:lang w:eastAsia="pl-PL"/>
        </w:rPr>
        <w:t xml:space="preserve">Każdy Wykonawca może złożyć tylko jedną ofertę, która powinna być zgodna z OPZ. Ofertę należy złożyć za pośrednictwem Platformy Zakupowej Zamawiającego, dostępnej pod adresem: https://platformazakupowa.plk-sa.pl. </w:t>
      </w:r>
    </w:p>
    <w:p w14:paraId="2C574865" w14:textId="77777777" w:rsidR="008A625A" w:rsidRPr="008A625A" w:rsidRDefault="008A625A" w:rsidP="008A625A">
      <w:pPr>
        <w:spacing w:after="0"/>
        <w:rPr>
          <w:rFonts w:ascii="Arial" w:hAnsi="Arial" w:cs="Arial"/>
          <w:color w:val="000000"/>
          <w:lang w:eastAsia="pl-PL"/>
        </w:rPr>
      </w:pPr>
    </w:p>
    <w:p w14:paraId="2B81232F" w14:textId="77777777" w:rsidR="00F17C8A" w:rsidRDefault="008A625A" w:rsidP="00F17C8A">
      <w:pPr>
        <w:spacing w:after="0"/>
        <w:rPr>
          <w:rFonts w:ascii="Arial" w:hAnsi="Arial" w:cs="Arial"/>
          <w:color w:val="000000"/>
          <w:lang w:eastAsia="pl-PL"/>
        </w:rPr>
      </w:pPr>
      <w:r w:rsidRPr="008A625A">
        <w:rPr>
          <w:rFonts w:ascii="Arial" w:hAnsi="Arial" w:cs="Arial"/>
          <w:color w:val="000000"/>
          <w:lang w:eastAsia="pl-PL"/>
        </w:rPr>
        <w:t>Zamawiający może wykluczyć Wykonawcę zgodnie z art. 7 ust. 1 ustawy sankcyjnej z dnia 13 kwietnia 2022 r. o szczególnych rozwiązaniach w zakresie przeciwdziałania wspieraniu agresji na Ukrainę.</w:t>
      </w:r>
    </w:p>
    <w:p w14:paraId="142F8969" w14:textId="77777777" w:rsidR="00F17C8A" w:rsidRDefault="00F17C8A" w:rsidP="00F17C8A">
      <w:pPr>
        <w:spacing w:after="0"/>
        <w:rPr>
          <w:rFonts w:ascii="Arial" w:hAnsi="Arial" w:cs="Arial"/>
          <w:color w:val="000000"/>
          <w:lang w:eastAsia="pl-PL"/>
        </w:rPr>
      </w:pPr>
    </w:p>
    <w:p w14:paraId="7EB7319F" w14:textId="77777777" w:rsidR="00F17C8A" w:rsidRDefault="00CC5D82" w:rsidP="00F17C8A">
      <w:pPr>
        <w:spacing w:after="0"/>
        <w:rPr>
          <w:rFonts w:ascii="Arial" w:hAnsi="Arial" w:cs="Arial"/>
          <w:color w:val="000000"/>
          <w:lang w:eastAsia="pl-PL"/>
        </w:rPr>
      </w:pPr>
      <w:r>
        <w:rPr>
          <w:rFonts w:ascii="Calibri Light" w:eastAsia="Times New Roman" w:hAnsi="Calibri Light"/>
          <w:b/>
          <w:bCs/>
          <w:kern w:val="32"/>
          <w:sz w:val="32"/>
          <w:szCs w:val="32"/>
        </w:rPr>
        <w:t xml:space="preserve">   </w:t>
      </w:r>
      <w:r w:rsidR="00F17C8A">
        <w:rPr>
          <w:rFonts w:ascii="Calibri Light" w:eastAsia="Times New Roman" w:hAnsi="Calibri Light"/>
          <w:b/>
          <w:bCs/>
          <w:kern w:val="32"/>
          <w:sz w:val="32"/>
          <w:szCs w:val="32"/>
        </w:rPr>
        <w:t>10</w:t>
      </w:r>
      <w:r w:rsidR="008F27BE">
        <w:rPr>
          <w:rFonts w:ascii="Calibri Light" w:eastAsia="Times New Roman" w:hAnsi="Calibri Light"/>
          <w:b/>
          <w:bCs/>
          <w:kern w:val="32"/>
          <w:sz w:val="32"/>
          <w:szCs w:val="32"/>
        </w:rPr>
        <w:t>. Załączniki</w:t>
      </w:r>
    </w:p>
    <w:p w14:paraId="54F78E9B" w14:textId="77777777" w:rsidR="00F17C8A" w:rsidRDefault="00F17C8A" w:rsidP="00F17C8A">
      <w:pPr>
        <w:spacing w:after="0"/>
        <w:rPr>
          <w:rFonts w:ascii="Arial" w:hAnsi="Arial" w:cs="Arial"/>
          <w:color w:val="000000"/>
          <w:lang w:eastAsia="pl-PL"/>
        </w:rPr>
      </w:pPr>
    </w:p>
    <w:p w14:paraId="3826B53D" w14:textId="77777777" w:rsidR="00F17C8A" w:rsidRDefault="00F17C8A" w:rsidP="00F17C8A">
      <w:pPr>
        <w:spacing w:after="0"/>
        <w:rPr>
          <w:rFonts w:ascii="Arial" w:eastAsia="Times New Roman" w:hAnsi="Arial" w:cs="Arial"/>
          <w:bCs/>
          <w:kern w:val="32"/>
        </w:rPr>
      </w:pPr>
      <w:r w:rsidRPr="00F17C8A">
        <w:rPr>
          <w:rFonts w:ascii="Arial" w:eastAsia="Times New Roman" w:hAnsi="Arial" w:cs="Arial"/>
          <w:bCs/>
          <w:kern w:val="32"/>
        </w:rPr>
        <w:t xml:space="preserve">Załącznik nr 1 Specyfikacja dostaw </w:t>
      </w:r>
    </w:p>
    <w:p w14:paraId="4003B256" w14:textId="77777777" w:rsidR="007259F9" w:rsidRDefault="007259F9" w:rsidP="00F17C8A">
      <w:pPr>
        <w:spacing w:after="0"/>
        <w:rPr>
          <w:rFonts w:ascii="Arial" w:hAnsi="Arial" w:cs="Arial"/>
          <w:color w:val="000000"/>
          <w:lang w:eastAsia="pl-PL"/>
        </w:rPr>
      </w:pPr>
    </w:p>
    <w:p w14:paraId="68DD6A87" w14:textId="77777777" w:rsidR="00F17C8A" w:rsidRDefault="00F17C8A" w:rsidP="00F17C8A">
      <w:pPr>
        <w:spacing w:after="0"/>
        <w:rPr>
          <w:rFonts w:ascii="Arial" w:hAnsi="Arial" w:cs="Arial"/>
          <w:color w:val="000000"/>
          <w:lang w:eastAsia="pl-PL"/>
        </w:rPr>
      </w:pPr>
      <w:r w:rsidRPr="00F17C8A">
        <w:rPr>
          <w:rFonts w:ascii="Arial" w:eastAsia="Times New Roman" w:hAnsi="Arial" w:cs="Arial"/>
          <w:bCs/>
          <w:kern w:val="32"/>
        </w:rPr>
        <w:t>Załącznik nr 2 Protokół odbioru</w:t>
      </w:r>
    </w:p>
    <w:p w14:paraId="114C9C5B" w14:textId="77777777" w:rsidR="00F17C8A" w:rsidRDefault="00F17C8A" w:rsidP="00F17C8A">
      <w:pPr>
        <w:spacing w:after="0"/>
        <w:rPr>
          <w:rFonts w:ascii="Arial" w:hAnsi="Arial" w:cs="Arial"/>
          <w:color w:val="000000"/>
          <w:lang w:eastAsia="pl-PL"/>
        </w:rPr>
      </w:pPr>
    </w:p>
    <w:p w14:paraId="43170455" w14:textId="02206692" w:rsidR="00B42372" w:rsidRDefault="00F17C8A" w:rsidP="00F17C8A">
      <w:pPr>
        <w:spacing w:after="0"/>
        <w:rPr>
          <w:rFonts w:ascii="Arial" w:eastAsia="Times New Roman" w:hAnsi="Arial" w:cs="Arial"/>
          <w:bCs/>
          <w:kern w:val="32"/>
        </w:rPr>
      </w:pPr>
      <w:r w:rsidRPr="00F17C8A">
        <w:rPr>
          <w:rFonts w:ascii="Arial" w:eastAsia="Times New Roman" w:hAnsi="Arial" w:cs="Arial"/>
          <w:bCs/>
          <w:kern w:val="32"/>
        </w:rPr>
        <w:t xml:space="preserve">Załącznik nr 3 Oświadczenie dot. </w:t>
      </w:r>
      <w:r w:rsidR="00617E3D" w:rsidRPr="00F17C8A">
        <w:rPr>
          <w:rFonts w:ascii="Arial" w:eastAsia="Times New Roman" w:hAnsi="Arial" w:cs="Arial"/>
          <w:bCs/>
          <w:kern w:val="32"/>
        </w:rPr>
        <w:t>S</w:t>
      </w:r>
      <w:r w:rsidRPr="00F17C8A">
        <w:rPr>
          <w:rFonts w:ascii="Arial" w:eastAsia="Times New Roman" w:hAnsi="Arial" w:cs="Arial"/>
          <w:bCs/>
          <w:kern w:val="32"/>
        </w:rPr>
        <w:t>ankcji</w:t>
      </w:r>
    </w:p>
    <w:p w14:paraId="592D8924" w14:textId="77777777" w:rsidR="00617E3D" w:rsidRDefault="00617E3D" w:rsidP="00F17C8A">
      <w:pPr>
        <w:spacing w:after="0"/>
        <w:rPr>
          <w:rFonts w:ascii="Arial" w:eastAsia="Times New Roman" w:hAnsi="Arial" w:cs="Arial"/>
          <w:bCs/>
          <w:kern w:val="32"/>
        </w:rPr>
      </w:pPr>
    </w:p>
    <w:p w14:paraId="48669F23" w14:textId="47E1D30C" w:rsidR="00617E3D" w:rsidRPr="00F17C8A" w:rsidRDefault="00617E3D" w:rsidP="00F17C8A">
      <w:pPr>
        <w:spacing w:after="0"/>
        <w:rPr>
          <w:rFonts w:ascii="Arial" w:hAnsi="Arial" w:cs="Arial"/>
          <w:color w:val="000000"/>
          <w:lang w:eastAsia="pl-PL"/>
        </w:rPr>
      </w:pPr>
      <w:r>
        <w:rPr>
          <w:rFonts w:ascii="Arial" w:eastAsia="Times New Roman" w:hAnsi="Arial" w:cs="Arial"/>
          <w:bCs/>
          <w:kern w:val="32"/>
        </w:rPr>
        <w:t xml:space="preserve">Załącznik nr 4 Oświadczenie o akceptacji warunków zamówienia </w:t>
      </w:r>
    </w:p>
    <w:p w14:paraId="650E1056" w14:textId="77777777" w:rsidR="00884799" w:rsidRPr="00884799" w:rsidRDefault="00884799" w:rsidP="00884799">
      <w:pPr>
        <w:spacing w:after="0"/>
        <w:rPr>
          <w:rFonts w:ascii="Arial" w:hAnsi="Arial" w:cs="Arial"/>
        </w:rPr>
      </w:pPr>
    </w:p>
    <w:p w14:paraId="67959CD0" w14:textId="77777777" w:rsidR="00884799" w:rsidRPr="003D3ACB" w:rsidRDefault="00884799" w:rsidP="003D3ACB">
      <w:pPr>
        <w:rPr>
          <w:rFonts w:ascii="Arial" w:hAnsi="Arial" w:cs="Arial"/>
          <w:sz w:val="20"/>
          <w:szCs w:val="20"/>
        </w:rPr>
      </w:pPr>
    </w:p>
    <w:sectPr w:rsidR="00884799" w:rsidRPr="003D3ACB" w:rsidSect="00F17C8A">
      <w:footerReference w:type="default" r:id="rId8"/>
      <w:headerReference w:type="first" r:id="rId9"/>
      <w:footerReference w:type="first" r:id="rId10"/>
      <w:pgSz w:w="11906" w:h="16838" w:code="9"/>
      <w:pgMar w:top="851" w:right="1134" w:bottom="567" w:left="1418" w:header="2552" w:footer="14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34C9" w14:textId="77777777" w:rsidR="00F51D62" w:rsidRDefault="00F51D62" w:rsidP="00D5409C">
      <w:pPr>
        <w:spacing w:after="0" w:line="240" w:lineRule="auto"/>
      </w:pPr>
      <w:r>
        <w:separator/>
      </w:r>
    </w:p>
  </w:endnote>
  <w:endnote w:type="continuationSeparator" w:id="0">
    <w:p w14:paraId="0270CB62" w14:textId="77777777" w:rsidR="00F51D62" w:rsidRDefault="00F51D6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CAA89" w14:textId="77777777" w:rsidR="000360EA" w:rsidRPr="00AC2993" w:rsidRDefault="005828AF" w:rsidP="00AC2993">
    <w:pPr>
      <w:spacing w:after="0" w:line="240" w:lineRule="auto"/>
      <w:rPr>
        <w:rFonts w:ascii="Arial" w:hAnsi="Arial" w:cs="Arial"/>
        <w:color w:val="595959"/>
        <w:sz w:val="13"/>
        <w:szCs w:val="13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3F2C806" wp14:editId="73F068B1">
              <wp:simplePos x="0" y="0"/>
              <wp:positionH relativeFrom="column">
                <wp:posOffset>13970</wp:posOffset>
              </wp:positionH>
              <wp:positionV relativeFrom="paragraph">
                <wp:posOffset>203835</wp:posOffset>
              </wp:positionV>
              <wp:extent cx="5918835" cy="414020"/>
              <wp:effectExtent l="13970" t="13335" r="10795" b="10795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835" cy="414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5876D0" w14:textId="77777777" w:rsidR="00AC2993" w:rsidRDefault="00AC299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F2C80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.1pt;margin-top:16.05pt;width:466.05pt;height:32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" strokecolor="white">
              <v:textbox>
                <w:txbxContent>
                  <w:p w14:paraId="4E5876D0" w14:textId="77777777" w:rsidR="00AC2993" w:rsidRDefault="00AC2993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ED3852" wp14:editId="6F96A2E3">
              <wp:simplePos x="0" y="0"/>
              <wp:positionH relativeFrom="column">
                <wp:posOffset>5787390</wp:posOffset>
              </wp:positionH>
              <wp:positionV relativeFrom="paragraph">
                <wp:posOffset>560705</wp:posOffset>
              </wp:positionV>
              <wp:extent cx="269875" cy="27051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5CFFF" w14:textId="77777777" w:rsidR="000360EA" w:rsidRPr="0027153D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31B27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ED3852" id="_x0000_s1027" type="#_x0000_t202" style="position:absolute;margin-left:455.7pt;margin-top:44.15pt;width:21.25pt;height:2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" filled="f" stroked="f">
              <v:textbox>
                <w:txbxContent>
                  <w:p w14:paraId="62E5CFFF" w14:textId="77777777" w:rsidR="000360EA" w:rsidRPr="0027153D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331B27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70B5" w14:textId="77777777" w:rsidR="00754307" w:rsidRPr="00150560" w:rsidRDefault="005828AF">
    <w:pPr>
      <w:pStyle w:val="Stopka"/>
      <w:rPr>
        <w:color w:val="8080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87749F" wp14:editId="68C71831">
              <wp:simplePos x="0" y="0"/>
              <wp:positionH relativeFrom="column">
                <wp:posOffset>143366</wp:posOffset>
              </wp:positionH>
              <wp:positionV relativeFrom="paragraph">
                <wp:posOffset>342624</wp:posOffset>
              </wp:positionV>
              <wp:extent cx="5801360" cy="336431"/>
              <wp:effectExtent l="0" t="0" r="8890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1360" cy="33643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49FB0" w14:textId="77777777" w:rsidR="00F838FD" w:rsidRPr="00055B09" w:rsidRDefault="00F838FD" w:rsidP="00F838F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70DED4B0" w14:textId="77777777" w:rsidR="00F838FD" w:rsidRPr="00055B09" w:rsidRDefault="00F838FD" w:rsidP="00F838F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-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Krajowego Rejestru Sądowego pod numerem KRS 0000037568, NIP 113-23-16-427, </w:t>
                          </w:r>
                        </w:p>
                        <w:p w14:paraId="2F925528" w14:textId="3089353A" w:rsidR="00F838FD" w:rsidRPr="0025604B" w:rsidRDefault="00F838FD" w:rsidP="00F838F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BD6CA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</w:t>
                          </w:r>
                          <w:r w:rsidR="004808C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4</w:t>
                          </w:r>
                          <w:r w:rsidR="00BD6CA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</w:t>
                          </w:r>
                          <w:r w:rsidR="004808C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755</w:t>
                          </w:r>
                          <w:r w:rsidR="00BD6CA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</w:t>
                          </w:r>
                          <w:r w:rsidR="004808C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260</w:t>
                          </w:r>
                          <w:r w:rsidR="006148EC" w:rsidRPr="006148EC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.000,00</w:t>
                          </w:r>
                          <w:r w:rsidR="00495AD7" w:rsidRPr="00495AD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zł</w:t>
                          </w:r>
                        </w:p>
                        <w:p w14:paraId="1BD9A4B1" w14:textId="77777777" w:rsidR="00754307" w:rsidRDefault="00754307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595959"/>
                              <w:sz w:val="13"/>
                              <w:szCs w:val="13"/>
                            </w:rPr>
                          </w:pPr>
                        </w:p>
                        <w:p w14:paraId="078FE6E2" w14:textId="77777777" w:rsidR="00F838FD" w:rsidRPr="004C03DF" w:rsidRDefault="00F838FD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595959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87749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11.3pt;margin-top:27pt;width:456.8pt;height:2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" filled="f" stroked="f">
              <v:textbox inset="0,0,0,0">
                <w:txbxContent>
                  <w:p w14:paraId="0F349FB0" w14:textId="77777777" w:rsidR="00F838FD" w:rsidRPr="00055B09" w:rsidRDefault="00F838FD" w:rsidP="00F838FD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70DED4B0" w14:textId="77777777" w:rsidR="00F838FD" w:rsidRPr="00055B09" w:rsidRDefault="00F838FD" w:rsidP="00F838FD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-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Krajowego Rejestru Sądowego pod numerem KRS 0000037568, NIP 113-23-16-427, </w:t>
                    </w:r>
                  </w:p>
                  <w:p w14:paraId="2F925528" w14:textId="3089353A" w:rsidR="00F838FD" w:rsidRPr="0025604B" w:rsidRDefault="00F838FD" w:rsidP="00F838FD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BD6CA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</w:t>
                    </w:r>
                    <w:r w:rsidR="004808C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4</w:t>
                    </w:r>
                    <w:r w:rsidR="00BD6CA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</w:t>
                    </w:r>
                    <w:r w:rsidR="004808C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755</w:t>
                    </w:r>
                    <w:r w:rsidR="00BD6CA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</w:t>
                    </w:r>
                    <w:r w:rsidR="004808C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260</w:t>
                    </w:r>
                    <w:r w:rsidR="006148EC" w:rsidRPr="006148EC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.000,00</w:t>
                    </w:r>
                    <w:r w:rsidR="00495AD7" w:rsidRPr="00495AD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zł</w:t>
                    </w:r>
                  </w:p>
                  <w:p w14:paraId="1BD9A4B1" w14:textId="77777777" w:rsidR="00754307" w:rsidRDefault="00754307" w:rsidP="00754307">
                    <w:pPr>
                      <w:spacing w:after="0" w:line="240" w:lineRule="auto"/>
                      <w:rPr>
                        <w:rFonts w:ascii="Arial" w:hAnsi="Arial" w:cs="Arial"/>
                        <w:color w:val="595959"/>
                        <w:sz w:val="13"/>
                        <w:szCs w:val="13"/>
                      </w:rPr>
                    </w:pPr>
                  </w:p>
                  <w:p w14:paraId="078FE6E2" w14:textId="77777777" w:rsidR="00F838FD" w:rsidRPr="004C03DF" w:rsidRDefault="00F838FD" w:rsidP="00754307">
                    <w:pPr>
                      <w:spacing w:after="0" w:line="240" w:lineRule="auto"/>
                      <w:rPr>
                        <w:rFonts w:ascii="Arial" w:hAnsi="Arial" w:cs="Arial"/>
                        <w:color w:val="595959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36C634" wp14:editId="1D5E8672">
              <wp:simplePos x="0" y="0"/>
              <wp:positionH relativeFrom="column">
                <wp:posOffset>5771515</wp:posOffset>
              </wp:positionH>
              <wp:positionV relativeFrom="paragraph">
                <wp:posOffset>569595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469A7E" w14:textId="77777777" w:rsidR="000360EA" w:rsidRPr="000360EA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36C634" id="_x0000_s1031" type="#_x0000_t202" style="position:absolute;margin-left:454.45pt;margin-top:44.85pt;width:21.7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" filled="f" stroked="f">
              <v:textbox>
                <w:txbxContent>
                  <w:p w14:paraId="29469A7E" w14:textId="77777777" w:rsidR="000360EA" w:rsidRPr="000360EA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4835E" w14:textId="77777777" w:rsidR="00F51D62" w:rsidRDefault="00F51D62" w:rsidP="00D5409C">
      <w:pPr>
        <w:spacing w:after="0" w:line="240" w:lineRule="auto"/>
      </w:pPr>
      <w:r>
        <w:separator/>
      </w:r>
    </w:p>
  </w:footnote>
  <w:footnote w:type="continuationSeparator" w:id="0">
    <w:p w14:paraId="7D799555" w14:textId="77777777" w:rsidR="00F51D62" w:rsidRDefault="00F51D6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8926D" w14:textId="77777777" w:rsidR="00E42322" w:rsidRDefault="005828A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0F3DD66" wp14:editId="26813A25">
              <wp:simplePos x="0" y="0"/>
              <wp:positionH relativeFrom="column">
                <wp:posOffset>3783330</wp:posOffset>
              </wp:positionH>
              <wp:positionV relativeFrom="paragraph">
                <wp:posOffset>-1093470</wp:posOffset>
              </wp:positionV>
              <wp:extent cx="2367915" cy="596265"/>
              <wp:effectExtent l="1905" t="1905" r="1905" b="190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791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424378" w14:textId="77777777" w:rsidR="00D5409C" w:rsidRDefault="005828AF"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AAF27E5" wp14:editId="4C9A446C">
                                <wp:extent cx="2181225" cy="352425"/>
                                <wp:effectExtent l="0" t="0" r="0" b="0"/>
                                <wp:docPr id="7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12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F3DD6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7.9pt;margin-top:-86.1pt;width:186.45pt;height:46.95pt;z-index:25165516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" filled="f" stroked="f">
              <v:textbox style="mso-fit-shape-to-text:t">
                <w:txbxContent>
                  <w:p w14:paraId="56424378" w14:textId="77777777" w:rsidR="00D5409C" w:rsidRDefault="005828AF"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AAF27E5" wp14:editId="4C9A446C">
                          <wp:extent cx="2181225" cy="352425"/>
                          <wp:effectExtent l="0" t="0" r="0" b="0"/>
                          <wp:docPr id="7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12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6A057BD" wp14:editId="1052B8C7">
              <wp:simplePos x="0" y="0"/>
              <wp:positionH relativeFrom="column">
                <wp:posOffset>-239395</wp:posOffset>
              </wp:positionH>
              <wp:positionV relativeFrom="paragraph">
                <wp:posOffset>-1136015</wp:posOffset>
              </wp:positionV>
              <wp:extent cx="2422525" cy="1384935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2525" cy="1384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6F245C" w14:textId="77777777" w:rsidR="006015DB" w:rsidRDefault="006015DB" w:rsidP="006015D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3ED29D30" w14:textId="77777777" w:rsidR="006015DB" w:rsidRDefault="006015DB" w:rsidP="006015D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</w:t>
                          </w:r>
                        </w:p>
                        <w:p w14:paraId="30E50405" w14:textId="77777777" w:rsidR="006015DB" w:rsidRDefault="006F231D" w:rsidP="006015D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 Olsztynie</w:t>
                          </w:r>
                        </w:p>
                        <w:p w14:paraId="5CD7F587" w14:textId="77777777" w:rsidR="006015DB" w:rsidRDefault="006F231D" w:rsidP="006015D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Gospodarki Materiałowe i Zamówień</w:t>
                          </w:r>
                        </w:p>
                        <w:p w14:paraId="63F32158" w14:textId="77777777" w:rsidR="006015DB" w:rsidRDefault="006F231D" w:rsidP="006015D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ul. Lubelska 5, 10-404 Olsztyn </w:t>
                          </w:r>
                        </w:p>
                        <w:p w14:paraId="01531CFE" w14:textId="77777777" w:rsidR="006015DB" w:rsidRDefault="00461DB6" w:rsidP="006015D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T: + 48 89 677 54 78</w:t>
                          </w:r>
                        </w:p>
                        <w:p w14:paraId="4CE7280A" w14:textId="02920134" w:rsidR="00BD6CAB" w:rsidRPr="004808CF" w:rsidRDefault="00D61C30" w:rsidP="00BD6CA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T: + 48</w:t>
                          </w:r>
                          <w:r w:rsidR="00AC299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 501 757 364</w:t>
                          </w:r>
                        </w:p>
                        <w:p w14:paraId="3B9042C7" w14:textId="5B35B1EE" w:rsidR="004808CF" w:rsidRDefault="004808CF" w:rsidP="00BD6CA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3205A0">
                              <w:rPr>
                                <w:rStyle w:val="Hipercze"/>
                                <w:rFonts w:ascii="Arial" w:hAnsi="Arial" w:cs="Arial"/>
                                <w:sz w:val="16"/>
                                <w:szCs w:val="16"/>
                              </w:rPr>
                              <w:t>kamila.kucharczyk@plk-sa.pl</w:t>
                            </w:r>
                          </w:hyperlink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AF7DD46" w14:textId="77777777" w:rsidR="00557157" w:rsidRDefault="00557157" w:rsidP="006015DB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F0B7DE" w14:textId="77777777" w:rsidR="000E277D" w:rsidRDefault="000E277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A057BD" id="_x0000_s1029" type="#_x0000_t202" style="position:absolute;margin-left:-18.85pt;margin-top:-89.45pt;width:190.75pt;height:10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" filled="f" stroked="f">
              <v:textbox inset="0,0,0,0">
                <w:txbxContent>
                  <w:p w14:paraId="2C6F245C" w14:textId="77777777" w:rsidR="006015DB" w:rsidRDefault="006015DB" w:rsidP="006015DB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3ED29D30" w14:textId="77777777" w:rsidR="006015DB" w:rsidRDefault="006015DB" w:rsidP="006015DB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</w:t>
                    </w:r>
                  </w:p>
                  <w:p w14:paraId="30E50405" w14:textId="77777777" w:rsidR="006015DB" w:rsidRDefault="006F231D" w:rsidP="006015DB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W Olsztynie</w:t>
                    </w:r>
                  </w:p>
                  <w:p w14:paraId="5CD7F587" w14:textId="77777777" w:rsidR="006015DB" w:rsidRDefault="006F231D" w:rsidP="006015DB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Gospodarki Materiałowe i Zamówień</w:t>
                    </w:r>
                  </w:p>
                  <w:p w14:paraId="63F32158" w14:textId="77777777" w:rsidR="006015DB" w:rsidRDefault="006F231D" w:rsidP="006015D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ul. Lubelska 5, 10-404 Olsztyn </w:t>
                    </w:r>
                  </w:p>
                  <w:p w14:paraId="01531CFE" w14:textId="77777777" w:rsidR="006015DB" w:rsidRDefault="00461DB6" w:rsidP="006015D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T: + 48 89 677 54 78</w:t>
                    </w:r>
                  </w:p>
                  <w:p w14:paraId="4CE7280A" w14:textId="02920134" w:rsidR="00BD6CAB" w:rsidRPr="004808CF" w:rsidRDefault="00D61C30" w:rsidP="00BD6CA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T: + 48</w:t>
                    </w:r>
                    <w:r w:rsidR="00AC2993">
                      <w:rPr>
                        <w:rFonts w:ascii="Arial" w:hAnsi="Arial" w:cs="Arial"/>
                        <w:sz w:val="16"/>
                        <w:szCs w:val="16"/>
                      </w:rPr>
                      <w:t> 501 757 364</w:t>
                    </w:r>
                  </w:p>
                  <w:p w14:paraId="3B9042C7" w14:textId="5B35B1EE" w:rsidR="004808CF" w:rsidRDefault="004808CF" w:rsidP="00BD6CA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205A0">
                        <w:rPr>
                          <w:rStyle w:val="Hipercze"/>
                          <w:rFonts w:ascii="Arial" w:hAnsi="Arial" w:cs="Arial"/>
                          <w:sz w:val="16"/>
                          <w:szCs w:val="16"/>
                        </w:rPr>
                        <w:t>kamila.kucharczyk@plk-sa.pl</w:t>
                      </w:r>
                    </w:hyperlink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AF7DD46" w14:textId="77777777" w:rsidR="00557157" w:rsidRDefault="00557157" w:rsidP="006015DB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F0B7DE" w14:textId="77777777" w:rsidR="000E277D" w:rsidRDefault="000E277D"/>
                </w:txbxContent>
              </v:textbox>
            </v:shape>
          </w:pict>
        </mc:Fallback>
      </mc:AlternateContent>
    </w:r>
  </w:p>
  <w:p w14:paraId="7826286D" w14:textId="77777777" w:rsidR="00D5409C" w:rsidRDefault="00D54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D601C"/>
    <w:multiLevelType w:val="hybridMultilevel"/>
    <w:tmpl w:val="B4BC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06093"/>
    <w:multiLevelType w:val="hybridMultilevel"/>
    <w:tmpl w:val="FEFA51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52376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65BE1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143EA"/>
    <w:multiLevelType w:val="hybridMultilevel"/>
    <w:tmpl w:val="AF9A13B8"/>
    <w:lvl w:ilvl="0" w:tplc="0415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3BE03BB4"/>
    <w:multiLevelType w:val="hybridMultilevel"/>
    <w:tmpl w:val="740A09F0"/>
    <w:lvl w:ilvl="0" w:tplc="22A68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483C66"/>
    <w:multiLevelType w:val="hybridMultilevel"/>
    <w:tmpl w:val="EE523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65797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71316"/>
    <w:multiLevelType w:val="hybridMultilevel"/>
    <w:tmpl w:val="DEB0A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E6821"/>
    <w:multiLevelType w:val="hybridMultilevel"/>
    <w:tmpl w:val="2238452A"/>
    <w:lvl w:ilvl="0" w:tplc="BAFCC7F2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57895"/>
    <w:multiLevelType w:val="hybridMultilevel"/>
    <w:tmpl w:val="A45CFB70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6E4C2F87"/>
    <w:multiLevelType w:val="hybridMultilevel"/>
    <w:tmpl w:val="EC02BF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73CAA"/>
    <w:multiLevelType w:val="hybridMultilevel"/>
    <w:tmpl w:val="190EB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791D0F85"/>
    <w:multiLevelType w:val="hybridMultilevel"/>
    <w:tmpl w:val="9BDCDE52"/>
    <w:lvl w:ilvl="0" w:tplc="C80028E0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296839237">
    <w:abstractNumId w:val="14"/>
  </w:num>
  <w:num w:numId="2" w16cid:durableId="1017076259">
    <w:abstractNumId w:val="11"/>
  </w:num>
  <w:num w:numId="3" w16cid:durableId="1047798495">
    <w:abstractNumId w:val="1"/>
  </w:num>
  <w:num w:numId="4" w16cid:durableId="1963808153">
    <w:abstractNumId w:val="6"/>
  </w:num>
  <w:num w:numId="5" w16cid:durableId="447512344">
    <w:abstractNumId w:val="15"/>
  </w:num>
  <w:num w:numId="6" w16cid:durableId="439495933">
    <w:abstractNumId w:val="10"/>
  </w:num>
  <w:num w:numId="7" w16cid:durableId="459154785">
    <w:abstractNumId w:val="2"/>
  </w:num>
  <w:num w:numId="8" w16cid:durableId="573861941">
    <w:abstractNumId w:val="7"/>
  </w:num>
  <w:num w:numId="9" w16cid:durableId="1768381682">
    <w:abstractNumId w:val="3"/>
  </w:num>
  <w:num w:numId="10" w16cid:durableId="124737020">
    <w:abstractNumId w:val="5"/>
  </w:num>
  <w:num w:numId="11" w16cid:durableId="1529026802">
    <w:abstractNumId w:val="4"/>
  </w:num>
  <w:num w:numId="12" w16cid:durableId="1063025661">
    <w:abstractNumId w:val="12"/>
  </w:num>
  <w:num w:numId="13" w16cid:durableId="1745302094">
    <w:abstractNumId w:val="8"/>
  </w:num>
  <w:num w:numId="14" w16cid:durableId="590891438">
    <w:abstractNumId w:val="0"/>
  </w:num>
  <w:num w:numId="15" w16cid:durableId="1353651839">
    <w:abstractNumId w:val="13"/>
  </w:num>
  <w:num w:numId="16" w16cid:durableId="12307703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AF"/>
    <w:rsid w:val="00002A63"/>
    <w:rsid w:val="000064DE"/>
    <w:rsid w:val="00007183"/>
    <w:rsid w:val="00017A18"/>
    <w:rsid w:val="000360EA"/>
    <w:rsid w:val="000417FE"/>
    <w:rsid w:val="000434F1"/>
    <w:rsid w:val="00050DB5"/>
    <w:rsid w:val="00054323"/>
    <w:rsid w:val="00090052"/>
    <w:rsid w:val="00090F6E"/>
    <w:rsid w:val="0009420C"/>
    <w:rsid w:val="00097B93"/>
    <w:rsid w:val="000A1AB1"/>
    <w:rsid w:val="000A7C1A"/>
    <w:rsid w:val="000C19C7"/>
    <w:rsid w:val="000C465A"/>
    <w:rsid w:val="000C58E8"/>
    <w:rsid w:val="000C7C48"/>
    <w:rsid w:val="000D466B"/>
    <w:rsid w:val="000E277D"/>
    <w:rsid w:val="000E2FB6"/>
    <w:rsid w:val="000F5A5C"/>
    <w:rsid w:val="0011078B"/>
    <w:rsid w:val="00111054"/>
    <w:rsid w:val="0011162B"/>
    <w:rsid w:val="001225B8"/>
    <w:rsid w:val="001244F5"/>
    <w:rsid w:val="00127353"/>
    <w:rsid w:val="00141226"/>
    <w:rsid w:val="00147F49"/>
    <w:rsid w:val="00150560"/>
    <w:rsid w:val="00156F3D"/>
    <w:rsid w:val="00162BE7"/>
    <w:rsid w:val="00176DDE"/>
    <w:rsid w:val="001803D6"/>
    <w:rsid w:val="00184940"/>
    <w:rsid w:val="001A1FC8"/>
    <w:rsid w:val="001A4F34"/>
    <w:rsid w:val="001B27EB"/>
    <w:rsid w:val="001B53E4"/>
    <w:rsid w:val="001D0DC4"/>
    <w:rsid w:val="001D3C46"/>
    <w:rsid w:val="001E571F"/>
    <w:rsid w:val="001E6D61"/>
    <w:rsid w:val="00237884"/>
    <w:rsid w:val="00244CA3"/>
    <w:rsid w:val="0027153D"/>
    <w:rsid w:val="00277C6D"/>
    <w:rsid w:val="0028373B"/>
    <w:rsid w:val="00291E8A"/>
    <w:rsid w:val="00293B8A"/>
    <w:rsid w:val="002C3283"/>
    <w:rsid w:val="002C65D6"/>
    <w:rsid w:val="002C70EC"/>
    <w:rsid w:val="002D29AA"/>
    <w:rsid w:val="002D5405"/>
    <w:rsid w:val="002E0728"/>
    <w:rsid w:val="002E2737"/>
    <w:rsid w:val="002E434E"/>
    <w:rsid w:val="002F03F8"/>
    <w:rsid w:val="003070A7"/>
    <w:rsid w:val="00317DB5"/>
    <w:rsid w:val="00325021"/>
    <w:rsid w:val="00331B27"/>
    <w:rsid w:val="0033366D"/>
    <w:rsid w:val="0034754C"/>
    <w:rsid w:val="003507C9"/>
    <w:rsid w:val="003569F8"/>
    <w:rsid w:val="00362558"/>
    <w:rsid w:val="00365F89"/>
    <w:rsid w:val="00377497"/>
    <w:rsid w:val="00380B71"/>
    <w:rsid w:val="00385547"/>
    <w:rsid w:val="00386FFC"/>
    <w:rsid w:val="00391226"/>
    <w:rsid w:val="00391BFE"/>
    <w:rsid w:val="003971C8"/>
    <w:rsid w:val="003B1F24"/>
    <w:rsid w:val="003B71AD"/>
    <w:rsid w:val="003C69FE"/>
    <w:rsid w:val="003D3ACB"/>
    <w:rsid w:val="003E3A33"/>
    <w:rsid w:val="003F6CE7"/>
    <w:rsid w:val="00402E5E"/>
    <w:rsid w:val="0045694E"/>
    <w:rsid w:val="00461DB6"/>
    <w:rsid w:val="00463FB8"/>
    <w:rsid w:val="004808CF"/>
    <w:rsid w:val="004810E1"/>
    <w:rsid w:val="00495AD7"/>
    <w:rsid w:val="004B2D6E"/>
    <w:rsid w:val="004C03DF"/>
    <w:rsid w:val="004C4EEE"/>
    <w:rsid w:val="004C4F79"/>
    <w:rsid w:val="004C71BC"/>
    <w:rsid w:val="004D1780"/>
    <w:rsid w:val="004D488B"/>
    <w:rsid w:val="004D6EC9"/>
    <w:rsid w:val="004F13D3"/>
    <w:rsid w:val="004F5210"/>
    <w:rsid w:val="004F58EB"/>
    <w:rsid w:val="004F7314"/>
    <w:rsid w:val="00517052"/>
    <w:rsid w:val="00536019"/>
    <w:rsid w:val="00540DA9"/>
    <w:rsid w:val="00544E92"/>
    <w:rsid w:val="005456F4"/>
    <w:rsid w:val="00552FD7"/>
    <w:rsid w:val="00557157"/>
    <w:rsid w:val="00576D5B"/>
    <w:rsid w:val="005828AF"/>
    <w:rsid w:val="00583C03"/>
    <w:rsid w:val="00585BD8"/>
    <w:rsid w:val="005869F4"/>
    <w:rsid w:val="00595CCD"/>
    <w:rsid w:val="005A194E"/>
    <w:rsid w:val="005C6CCD"/>
    <w:rsid w:val="005D24E3"/>
    <w:rsid w:val="005D57B4"/>
    <w:rsid w:val="005D5C7A"/>
    <w:rsid w:val="006014A7"/>
    <w:rsid w:val="006015DB"/>
    <w:rsid w:val="006106E3"/>
    <w:rsid w:val="006148EC"/>
    <w:rsid w:val="00617E3D"/>
    <w:rsid w:val="006310DA"/>
    <w:rsid w:val="00635E3A"/>
    <w:rsid w:val="00661935"/>
    <w:rsid w:val="00662874"/>
    <w:rsid w:val="00671013"/>
    <w:rsid w:val="006A159D"/>
    <w:rsid w:val="006B59FA"/>
    <w:rsid w:val="006D3756"/>
    <w:rsid w:val="006F231D"/>
    <w:rsid w:val="007259F9"/>
    <w:rsid w:val="00745191"/>
    <w:rsid w:val="00754307"/>
    <w:rsid w:val="00756D9C"/>
    <w:rsid w:val="00764A73"/>
    <w:rsid w:val="0076615D"/>
    <w:rsid w:val="00786BB8"/>
    <w:rsid w:val="00793DB3"/>
    <w:rsid w:val="00795B2C"/>
    <w:rsid w:val="007B323C"/>
    <w:rsid w:val="007C1DD8"/>
    <w:rsid w:val="007C379B"/>
    <w:rsid w:val="007D281D"/>
    <w:rsid w:val="007E5D25"/>
    <w:rsid w:val="007E607B"/>
    <w:rsid w:val="007F070B"/>
    <w:rsid w:val="00810166"/>
    <w:rsid w:val="008162EC"/>
    <w:rsid w:val="008274E2"/>
    <w:rsid w:val="008274EA"/>
    <w:rsid w:val="00835BD8"/>
    <w:rsid w:val="00845C72"/>
    <w:rsid w:val="008542C9"/>
    <w:rsid w:val="008557A5"/>
    <w:rsid w:val="00861B7E"/>
    <w:rsid w:val="00863486"/>
    <w:rsid w:val="00870FEA"/>
    <w:rsid w:val="00871DA5"/>
    <w:rsid w:val="008746D9"/>
    <w:rsid w:val="00882967"/>
    <w:rsid w:val="00884799"/>
    <w:rsid w:val="008A625A"/>
    <w:rsid w:val="008B002C"/>
    <w:rsid w:val="008B5D6B"/>
    <w:rsid w:val="008C67FF"/>
    <w:rsid w:val="008F27BE"/>
    <w:rsid w:val="008F4AE1"/>
    <w:rsid w:val="009029B6"/>
    <w:rsid w:val="009043FF"/>
    <w:rsid w:val="00905AC9"/>
    <w:rsid w:val="00911793"/>
    <w:rsid w:val="00921D35"/>
    <w:rsid w:val="00924794"/>
    <w:rsid w:val="00925D53"/>
    <w:rsid w:val="00933359"/>
    <w:rsid w:val="00936A6F"/>
    <w:rsid w:val="00942504"/>
    <w:rsid w:val="00943BCB"/>
    <w:rsid w:val="0094777D"/>
    <w:rsid w:val="009502C4"/>
    <w:rsid w:val="00974615"/>
    <w:rsid w:val="00987599"/>
    <w:rsid w:val="00991161"/>
    <w:rsid w:val="0099587E"/>
    <w:rsid w:val="009A5E2E"/>
    <w:rsid w:val="009B1B18"/>
    <w:rsid w:val="009C40CA"/>
    <w:rsid w:val="009F14FE"/>
    <w:rsid w:val="009F7B91"/>
    <w:rsid w:val="00A0490C"/>
    <w:rsid w:val="00A241C1"/>
    <w:rsid w:val="00A2469D"/>
    <w:rsid w:val="00A3283F"/>
    <w:rsid w:val="00A3655F"/>
    <w:rsid w:val="00A4321A"/>
    <w:rsid w:val="00A62D91"/>
    <w:rsid w:val="00A70662"/>
    <w:rsid w:val="00A76F6A"/>
    <w:rsid w:val="00A8664B"/>
    <w:rsid w:val="00A87CA7"/>
    <w:rsid w:val="00A92CD5"/>
    <w:rsid w:val="00A935BD"/>
    <w:rsid w:val="00AA6335"/>
    <w:rsid w:val="00AB1D33"/>
    <w:rsid w:val="00AC2993"/>
    <w:rsid w:val="00AD6D99"/>
    <w:rsid w:val="00AE0DB2"/>
    <w:rsid w:val="00AE316A"/>
    <w:rsid w:val="00B036DC"/>
    <w:rsid w:val="00B42372"/>
    <w:rsid w:val="00B46BF0"/>
    <w:rsid w:val="00B50FA2"/>
    <w:rsid w:val="00B554A9"/>
    <w:rsid w:val="00B561BF"/>
    <w:rsid w:val="00B8187D"/>
    <w:rsid w:val="00B838F1"/>
    <w:rsid w:val="00B8644A"/>
    <w:rsid w:val="00B90E0C"/>
    <w:rsid w:val="00BB1DFB"/>
    <w:rsid w:val="00BC1667"/>
    <w:rsid w:val="00BC22AA"/>
    <w:rsid w:val="00BD4CA7"/>
    <w:rsid w:val="00BD6CAB"/>
    <w:rsid w:val="00BE1A1F"/>
    <w:rsid w:val="00BE6CD0"/>
    <w:rsid w:val="00C14EA2"/>
    <w:rsid w:val="00C160F5"/>
    <w:rsid w:val="00C35161"/>
    <w:rsid w:val="00C37A99"/>
    <w:rsid w:val="00C45617"/>
    <w:rsid w:val="00C537A9"/>
    <w:rsid w:val="00C566E9"/>
    <w:rsid w:val="00C57DBD"/>
    <w:rsid w:val="00C643C1"/>
    <w:rsid w:val="00C769DD"/>
    <w:rsid w:val="00C822A1"/>
    <w:rsid w:val="00CA5953"/>
    <w:rsid w:val="00CC230F"/>
    <w:rsid w:val="00CC5D82"/>
    <w:rsid w:val="00CE792B"/>
    <w:rsid w:val="00D009F5"/>
    <w:rsid w:val="00D14A33"/>
    <w:rsid w:val="00D359B9"/>
    <w:rsid w:val="00D41CAE"/>
    <w:rsid w:val="00D45BA1"/>
    <w:rsid w:val="00D466D3"/>
    <w:rsid w:val="00D5409C"/>
    <w:rsid w:val="00D55FC3"/>
    <w:rsid w:val="00D61C30"/>
    <w:rsid w:val="00D61FD5"/>
    <w:rsid w:val="00D94E67"/>
    <w:rsid w:val="00DA6A40"/>
    <w:rsid w:val="00DB1485"/>
    <w:rsid w:val="00DC0F80"/>
    <w:rsid w:val="00DE36C4"/>
    <w:rsid w:val="00DF73C6"/>
    <w:rsid w:val="00E1614D"/>
    <w:rsid w:val="00E345FF"/>
    <w:rsid w:val="00E34C47"/>
    <w:rsid w:val="00E42322"/>
    <w:rsid w:val="00E46393"/>
    <w:rsid w:val="00E569E5"/>
    <w:rsid w:val="00E666A8"/>
    <w:rsid w:val="00E76B5B"/>
    <w:rsid w:val="00E82AC2"/>
    <w:rsid w:val="00EB48DF"/>
    <w:rsid w:val="00EB73E6"/>
    <w:rsid w:val="00EC1AEA"/>
    <w:rsid w:val="00EC35DF"/>
    <w:rsid w:val="00EE0999"/>
    <w:rsid w:val="00EF04CE"/>
    <w:rsid w:val="00EF4BC4"/>
    <w:rsid w:val="00EF4E38"/>
    <w:rsid w:val="00F004F2"/>
    <w:rsid w:val="00F06B7E"/>
    <w:rsid w:val="00F17C8A"/>
    <w:rsid w:val="00F26144"/>
    <w:rsid w:val="00F51D62"/>
    <w:rsid w:val="00F5241C"/>
    <w:rsid w:val="00F53BE0"/>
    <w:rsid w:val="00F6188D"/>
    <w:rsid w:val="00F72C61"/>
    <w:rsid w:val="00F748AB"/>
    <w:rsid w:val="00F838FD"/>
    <w:rsid w:val="00F8466F"/>
    <w:rsid w:val="00F9180E"/>
    <w:rsid w:val="00FA77A4"/>
    <w:rsid w:val="00FB2FB9"/>
    <w:rsid w:val="00FD2283"/>
    <w:rsid w:val="00FE7B09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ACCDA"/>
  <w15:chartTrackingRefBased/>
  <w15:docId w15:val="{FC5C6437-CABB-43D4-8E1A-CBBF58C4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479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59"/>
    <w:rsid w:val="00B8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88479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4799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84799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A92C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08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6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amila.kucharczyk@plk-sa.pl" TargetMode="External"/><Relationship Id="rId2" Type="http://schemas.openxmlformats.org/officeDocument/2006/relationships/hyperlink" Target="mailto:kamila.kucharczyk@plk-sa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k075905\Desktop\Post&#281;powania%202024r\Dostawa%20elektronarz&#281;dzi\Opis%20przedmiotu%20zam&#243;wienia.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417FF-6657-4915-B14E-CB769B0D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przedmiotu zamówienia..dot</Template>
  <TotalTime>20</TotalTime>
  <Pages>3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3760</CharactersWithSpaces>
  <SharedDoc>false</SharedDoc>
  <HLinks>
    <vt:vector size="6" baseType="variant">
      <vt:variant>
        <vt:i4>6750221</vt:i4>
      </vt:variant>
      <vt:variant>
        <vt:i4>3</vt:i4>
      </vt:variant>
      <vt:variant>
        <vt:i4>0</vt:i4>
      </vt:variant>
      <vt:variant>
        <vt:i4>5</vt:i4>
      </vt:variant>
      <vt:variant>
        <vt:lpwstr>mailto:Magdalena.Kobus2@plk-sa.pl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Kobus Magdalena</dc:creator>
  <cp:keywords/>
  <cp:lastModifiedBy>Kucharczyk Kamila</cp:lastModifiedBy>
  <cp:revision>6</cp:revision>
  <cp:lastPrinted>2024-03-07T08:23:00Z</cp:lastPrinted>
  <dcterms:created xsi:type="dcterms:W3CDTF">2024-05-31T08:30:00Z</dcterms:created>
  <dcterms:modified xsi:type="dcterms:W3CDTF">2025-05-08T05:49:00Z</dcterms:modified>
</cp:coreProperties>
</file>