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D153" w14:textId="5C4CB920" w:rsidR="00A97E45" w:rsidRDefault="00C614E5" w:rsidP="00A97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Wniosek o wydanie pełnomocnictwa</w:t>
      </w:r>
      <w:r w:rsidR="00A26669">
        <w:rPr>
          <w:b/>
          <w:sz w:val="28"/>
          <w:szCs w:val="28"/>
        </w:rPr>
        <w:t xml:space="preserve"> dla </w:t>
      </w:r>
      <w:r w:rsidR="001B4B10">
        <w:rPr>
          <w:b/>
          <w:sz w:val="28"/>
          <w:szCs w:val="28"/>
        </w:rPr>
        <w:t>wykonawcy</w:t>
      </w:r>
    </w:p>
    <w:p w14:paraId="3A7DEE7B" w14:textId="77777777" w:rsidR="001078BE" w:rsidRPr="001078BE" w:rsidRDefault="001078BE" w:rsidP="001078BE">
      <w:pPr>
        <w:rPr>
          <w:b/>
        </w:rPr>
      </w:pPr>
    </w:p>
    <w:p w14:paraId="0C32B6BC" w14:textId="77777777" w:rsidR="001078BE" w:rsidRPr="001078BE" w:rsidRDefault="001078BE" w:rsidP="001078BE">
      <w:pPr>
        <w:rPr>
          <w:b/>
          <w:i/>
        </w:rPr>
      </w:pPr>
    </w:p>
    <w:p w14:paraId="1098F9CE" w14:textId="77777777" w:rsidR="001078BE" w:rsidRPr="001078BE" w:rsidRDefault="001078BE" w:rsidP="001078BE">
      <w:r w:rsidRPr="001078BE">
        <w:t>Wnioskuję o wydanie pełnomocnictwa dla</w:t>
      </w:r>
    </w:p>
    <w:p w14:paraId="57B40D74" w14:textId="77777777" w:rsidR="001078BE" w:rsidRPr="001078BE" w:rsidRDefault="001078BE" w:rsidP="001078BE">
      <w:pPr>
        <w:rPr>
          <w:vertAlign w:val="superscript"/>
        </w:rPr>
      </w:pPr>
      <w:r w:rsidRPr="001078BE">
        <w:t>Pana/Pani ………………………………</w:t>
      </w:r>
      <w:r w:rsidRPr="001078BE">
        <w:rPr>
          <w:vertAlign w:val="superscript"/>
        </w:rPr>
        <w:t xml:space="preserve"> </w:t>
      </w:r>
    </w:p>
    <w:p w14:paraId="31750F21" w14:textId="77777777" w:rsidR="001078BE" w:rsidRPr="001078BE" w:rsidRDefault="001078BE" w:rsidP="001078BE">
      <w:proofErr w:type="spellStart"/>
      <w:r w:rsidRPr="001078BE">
        <w:t>zamieszałego</w:t>
      </w:r>
      <w:proofErr w:type="spellEnd"/>
      <w:r w:rsidRPr="001078BE">
        <w:t>/</w:t>
      </w:r>
      <w:proofErr w:type="spellStart"/>
      <w:r w:rsidRPr="001078BE">
        <w:t>łą</w:t>
      </w:r>
      <w:proofErr w:type="spellEnd"/>
      <w:r w:rsidRPr="001078BE">
        <w:t xml:space="preserve"> …………………………, </w:t>
      </w:r>
    </w:p>
    <w:p w14:paraId="72D245B8" w14:textId="77777777" w:rsidR="001078BE" w:rsidRPr="001078BE" w:rsidRDefault="001078BE" w:rsidP="001078BE">
      <w:r w:rsidRPr="001078BE">
        <w:t xml:space="preserve">legitymującego/ca się dowodem osobistym nr ……………………. </w:t>
      </w:r>
    </w:p>
    <w:p w14:paraId="07C990CB" w14:textId="77777777" w:rsidR="001078BE" w:rsidRPr="001078BE" w:rsidRDefault="001078BE" w:rsidP="001078BE">
      <w:r w:rsidRPr="001078BE">
        <w:t xml:space="preserve">wydanym przez ……………………………………………………….. </w:t>
      </w:r>
    </w:p>
    <w:p w14:paraId="5AC4736B" w14:textId="77777777" w:rsidR="001078BE" w:rsidRPr="001078BE" w:rsidRDefault="001078BE" w:rsidP="001078BE">
      <w:r w:rsidRPr="001078BE">
        <w:t>reprezentującego/</w:t>
      </w:r>
      <w:proofErr w:type="spellStart"/>
      <w:r w:rsidRPr="001078BE">
        <w:t>cej</w:t>
      </w:r>
      <w:proofErr w:type="spellEnd"/>
      <w:r w:rsidRPr="001078BE">
        <w:t xml:space="preserve"> firmę pod nazwą ……………………………………</w:t>
      </w:r>
      <w:r w:rsidRPr="001078BE">
        <w:rPr>
          <w:vertAlign w:val="superscript"/>
        </w:rPr>
        <w:t>2</w:t>
      </w:r>
      <w:r w:rsidRPr="001078BE">
        <w:t xml:space="preserve">, </w:t>
      </w:r>
    </w:p>
    <w:p w14:paraId="3D8CA823" w14:textId="77777777" w:rsidR="001078BE" w:rsidRPr="001078BE" w:rsidRDefault="001078BE" w:rsidP="001078BE"/>
    <w:p w14:paraId="581B1F81" w14:textId="77777777" w:rsidR="001078BE" w:rsidRPr="001078BE" w:rsidRDefault="001078BE" w:rsidP="001078BE">
      <w:r w:rsidRPr="001078BE">
        <w:t xml:space="preserve">wykonującą dokumentację projektową w  ramach zadania </w:t>
      </w:r>
      <w:proofErr w:type="spellStart"/>
      <w:r w:rsidRPr="001078BE">
        <w:t>pn</w:t>
      </w:r>
      <w:proofErr w:type="spellEnd"/>
    </w:p>
    <w:p w14:paraId="23947B12" w14:textId="1957433A" w:rsidR="001078BE" w:rsidRPr="001078BE" w:rsidRDefault="001078BE" w:rsidP="001078BE">
      <w:r w:rsidRPr="001078BE">
        <w:t>„</w:t>
      </w:r>
      <w:r>
        <w:t>…</w:t>
      </w:r>
      <w:r>
        <w:rPr>
          <w:b/>
        </w:rPr>
        <w:t>……………………………………………….</w:t>
      </w:r>
      <w:r w:rsidRPr="001078BE">
        <w:rPr>
          <w:b/>
        </w:rPr>
        <w:t>.”</w:t>
      </w:r>
      <w:r w:rsidRPr="001078BE">
        <w:t>” /UP/00</w:t>
      </w:r>
    </w:p>
    <w:p w14:paraId="124227E6" w14:textId="77777777" w:rsidR="001078BE" w:rsidRPr="001078BE" w:rsidRDefault="001078BE" w:rsidP="001078BE">
      <w:r w:rsidRPr="001078BE">
        <w:t xml:space="preserve"> </w:t>
      </w:r>
    </w:p>
    <w:p w14:paraId="1DC0CDAC" w14:textId="0423D1F5" w:rsidR="00996FC9" w:rsidRDefault="00996FC9" w:rsidP="00996FC9">
      <w:pPr>
        <w:numPr>
          <w:ilvl w:val="0"/>
          <w:numId w:val="5"/>
        </w:numPr>
      </w:pPr>
      <w:r>
        <w:t xml:space="preserve">do występowania w imieniu Spółki w zakresie czynności administracyjnych mających na celu uzyskanie wszelkich niezbędnych decyzji (w tym w trybie art. 124 </w:t>
      </w:r>
      <w:proofErr w:type="spellStart"/>
      <w:r>
        <w:t>u.g.n</w:t>
      </w:r>
      <w:proofErr w:type="spellEnd"/>
      <w:r>
        <w:t>.), opinii, postanowień (w tym dot. odstępstw od przepisów techniczno-budowlanych) i uzgodnień (w tym protokołu z narady koordynacyjnej), podpisywania i składania wniosków o wydanie decyzji w zakresie ustalenia lokalizacji inwestycji celu publicznego, pozwolenia na budowę, zgłoszenia robót budowlanych, zatwierdzenie projektu organizacji ruchu drogowego na czas budowy gazociągów i odbioru wskazanych wyżej decyzji, opinii, postanowień i uzgodnień, a także prowadzenia rokowań</w:t>
      </w:r>
      <w:r w:rsidR="0047564C">
        <w:t xml:space="preserve"> z</w:t>
      </w:r>
      <w:r>
        <w:t xml:space="preserve"> </w:t>
      </w:r>
      <w:r w:rsidR="0047564C">
        <w:t xml:space="preserve">właścicielami (użytkownikami wieczystymi) nieruchomości </w:t>
      </w:r>
      <w:r>
        <w:t>w związku z prowadzoną inwestycją. Ponadto informujemy wszystkie organa i instytucje wydające powyższe zgody o konieczności przekazywania korespondencji urzędowej do wiadomości Polskiej Spółki Gazownictwa sp. z o.o. Oddział Zakład Gazowniczy w Gdańsku ul. Wałowa 41/43 80-858 Gdańsk,</w:t>
      </w:r>
    </w:p>
    <w:p w14:paraId="089F0BD7" w14:textId="77777777" w:rsidR="00996FC9" w:rsidRDefault="00996FC9" w:rsidP="00996FC9">
      <w:pPr>
        <w:pStyle w:val="Akapitzlist"/>
        <w:numPr>
          <w:ilvl w:val="0"/>
          <w:numId w:val="5"/>
        </w:numPr>
        <w:rPr>
          <w:szCs w:val="20"/>
        </w:rPr>
      </w:pPr>
      <w:r>
        <w:rPr>
          <w:szCs w:val="20"/>
        </w:rPr>
        <w:t>uzyskiwania decyzji, zezwoleń, zgód, których posiadanie jest niezbędne do prawidłowej realizacji robót budowlanych,</w:t>
      </w:r>
    </w:p>
    <w:p w14:paraId="5895EE1A" w14:textId="77777777" w:rsidR="00996FC9" w:rsidRDefault="00996FC9" w:rsidP="00996FC9">
      <w:pPr>
        <w:pStyle w:val="Akapitzlist"/>
        <w:numPr>
          <w:ilvl w:val="0"/>
          <w:numId w:val="5"/>
        </w:numPr>
        <w:ind w:right="-2"/>
        <w:rPr>
          <w:szCs w:val="20"/>
        </w:rPr>
      </w:pPr>
      <w:r>
        <w:rPr>
          <w:szCs w:val="20"/>
        </w:rPr>
        <w:t xml:space="preserve">rejestrowania i odbierania dzienników budowy we właściwych organach administracji </w:t>
      </w:r>
      <w:proofErr w:type="spellStart"/>
      <w:r>
        <w:rPr>
          <w:szCs w:val="20"/>
        </w:rPr>
        <w:t>architektoniczno</w:t>
      </w:r>
      <w:proofErr w:type="spellEnd"/>
      <w:r>
        <w:rPr>
          <w:szCs w:val="20"/>
        </w:rPr>
        <w:t xml:space="preserve"> – budowlanej oraz prowadzenia wszelkiej korespondencji z tym związanej,</w:t>
      </w:r>
    </w:p>
    <w:p w14:paraId="0ADC41BA" w14:textId="77777777" w:rsidR="00996FC9" w:rsidRDefault="00996FC9" w:rsidP="00996FC9"/>
    <w:p w14:paraId="3ED22DB9" w14:textId="77777777" w:rsidR="00996FC9" w:rsidRPr="00001284" w:rsidRDefault="00996FC9" w:rsidP="00996FC9">
      <w:r>
        <w:t xml:space="preserve">Wniosek podyktowany jest koniecznością realizacji zadania inwestycyjnego. </w:t>
      </w:r>
    </w:p>
    <w:p w14:paraId="2030F20B" w14:textId="77777777" w:rsidR="00996FC9" w:rsidRPr="00001284" w:rsidRDefault="00996FC9" w:rsidP="00996FC9">
      <w:r>
        <w:t xml:space="preserve">Powyższe pełnomocnictwo należy udzielić do dnia ………….r. </w:t>
      </w:r>
    </w:p>
    <w:p w14:paraId="10C24FB0" w14:textId="77777777" w:rsidR="00996FC9" w:rsidRDefault="00996FC9" w:rsidP="00996FC9">
      <w:pPr>
        <w:rPr>
          <w:vertAlign w:val="superscript"/>
        </w:rPr>
      </w:pPr>
    </w:p>
    <w:p w14:paraId="0977D58D" w14:textId="77777777" w:rsidR="00996FC9" w:rsidRDefault="00996FC9" w:rsidP="00996FC9">
      <w:pPr>
        <w:jc w:val="left"/>
      </w:pPr>
      <w:r>
        <w:t xml:space="preserve">         …………………………………</w:t>
      </w:r>
    </w:p>
    <w:p w14:paraId="5548480E" w14:textId="77777777" w:rsidR="00996FC9" w:rsidRPr="00342CB0" w:rsidRDefault="00996FC9" w:rsidP="00996FC9">
      <w:pPr>
        <w:spacing w:line="240" w:lineRule="auto"/>
        <w:jc w:val="left"/>
        <w:rPr>
          <w:sz w:val="16"/>
          <w:szCs w:val="16"/>
        </w:rPr>
      </w:pPr>
      <w:r w:rsidRPr="00342CB0">
        <w:rPr>
          <w:sz w:val="16"/>
          <w:szCs w:val="16"/>
        </w:rPr>
        <w:t>(podpis Kierownika komórki wnioskującej o pełnomocnictwo)</w:t>
      </w:r>
    </w:p>
    <w:p w14:paraId="51012603" w14:textId="77777777" w:rsidR="00996FC9" w:rsidRDefault="00996FC9" w:rsidP="00996FC9">
      <w:pPr>
        <w:rPr>
          <w:vertAlign w:val="superscript"/>
        </w:rPr>
      </w:pPr>
    </w:p>
    <w:p w14:paraId="341C34A1" w14:textId="77777777" w:rsidR="00996FC9" w:rsidRDefault="00996FC9" w:rsidP="00996FC9">
      <w:pPr>
        <w:rPr>
          <w:vertAlign w:val="superscript"/>
        </w:rPr>
      </w:pPr>
    </w:p>
    <w:p w14:paraId="391BE1C6" w14:textId="77777777" w:rsidR="00996FC9" w:rsidRDefault="00996FC9" w:rsidP="00996FC9">
      <w:pPr>
        <w:spacing w:line="240" w:lineRule="auto"/>
        <w:jc w:val="right"/>
        <w:rPr>
          <w:vertAlign w:val="superscript"/>
        </w:rPr>
      </w:pPr>
      <w:r>
        <w:rPr>
          <w:vertAlign w:val="superscript"/>
        </w:rPr>
        <w:t>………………………………………………………………………………………….</w:t>
      </w:r>
    </w:p>
    <w:p w14:paraId="6FBD63E6" w14:textId="7BF2301E" w:rsidR="003E2062" w:rsidRPr="00996FC9" w:rsidRDefault="00996FC9" w:rsidP="00996FC9">
      <w:pPr>
        <w:spacing w:line="240" w:lineRule="auto"/>
        <w:jc w:val="right"/>
        <w:rPr>
          <w:sz w:val="16"/>
          <w:szCs w:val="16"/>
        </w:rPr>
      </w:pPr>
      <w:r w:rsidRPr="00342CB0">
        <w:rPr>
          <w:sz w:val="16"/>
          <w:szCs w:val="16"/>
        </w:rPr>
        <w:t>(podpisy 2 Członków Dyrekcji wyrażających zgodę)</w:t>
      </w:r>
    </w:p>
    <w:sectPr w:rsidR="003E2062" w:rsidRPr="00996FC9" w:rsidSect="006A6EA5">
      <w:footerReference w:type="default" r:id="rId12"/>
      <w:type w:val="continuous"/>
      <w:pgSz w:w="11906" w:h="16838"/>
      <w:pgMar w:top="2325" w:right="1418" w:bottom="1701" w:left="1418" w:header="709" w:footer="868" w:gutter="0"/>
      <w:pgNumType w:start="1" w:chapStyle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81126" w14:textId="77777777" w:rsidR="0045171F" w:rsidRDefault="0045171F">
      <w:r>
        <w:separator/>
      </w:r>
    </w:p>
  </w:endnote>
  <w:endnote w:type="continuationSeparator" w:id="0">
    <w:p w14:paraId="17F2CB4E" w14:textId="77777777" w:rsidR="0045171F" w:rsidRDefault="0045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738794778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51B0AF4" w14:textId="163859C8" w:rsidR="00000EAB" w:rsidRDefault="00000EAB" w:rsidP="00000EAB">
            <w:pPr>
              <w:spacing w:line="240" w:lineRule="auto"/>
              <w:ind w:right="-85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_______________________________________________________________________________________________________________________________</w:t>
            </w:r>
          </w:p>
          <w:p w14:paraId="27041F3C" w14:textId="2F7B37DE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1 </w:t>
            </w:r>
            <w:r w:rsidRPr="00000EAB">
              <w:rPr>
                <w:sz w:val="16"/>
                <w:szCs w:val="16"/>
              </w:rPr>
              <w:t>imię i nazwisko</w:t>
            </w:r>
          </w:p>
          <w:p w14:paraId="642F0C79" w14:textId="77777777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2 </w:t>
            </w:r>
            <w:r w:rsidRPr="00000EAB">
              <w:rPr>
                <w:sz w:val="16"/>
                <w:szCs w:val="16"/>
              </w:rPr>
              <w:t>pełna nazwa firmy wraz z adresem</w:t>
            </w:r>
          </w:p>
          <w:p w14:paraId="7BFE6953" w14:textId="77777777" w:rsidR="00000EAB" w:rsidRPr="00000EAB" w:rsidRDefault="00000EAB" w:rsidP="00000EAB">
            <w:pPr>
              <w:spacing w:line="240" w:lineRule="auto"/>
              <w:ind w:right="-852"/>
              <w:rPr>
                <w:sz w:val="16"/>
                <w:szCs w:val="16"/>
              </w:rPr>
            </w:pPr>
            <w:r w:rsidRPr="00000EAB">
              <w:rPr>
                <w:sz w:val="16"/>
                <w:szCs w:val="16"/>
                <w:vertAlign w:val="superscript"/>
              </w:rPr>
              <w:t xml:space="preserve">3 </w:t>
            </w:r>
            <w:r w:rsidRPr="00000EAB">
              <w:rPr>
                <w:sz w:val="16"/>
                <w:szCs w:val="16"/>
              </w:rPr>
              <w:t>zakres pełnomocnictwa</w:t>
            </w:r>
          </w:p>
          <w:p w14:paraId="1ACA69FD" w14:textId="519406BC" w:rsidR="00E4621F" w:rsidRPr="006A6EA5" w:rsidRDefault="00E4621F">
            <w:pPr>
              <w:pStyle w:val="Stopka"/>
              <w:jc w:val="right"/>
              <w:rPr>
                <w:sz w:val="14"/>
                <w:szCs w:val="14"/>
              </w:rPr>
            </w:pPr>
            <w:r w:rsidRPr="006A6EA5">
              <w:rPr>
                <w:sz w:val="14"/>
                <w:szCs w:val="14"/>
              </w:rPr>
              <w:t xml:space="preserve">Strona </w:t>
            </w:r>
            <w:r w:rsidRPr="006A6EA5">
              <w:rPr>
                <w:b/>
                <w:bCs/>
                <w:sz w:val="14"/>
                <w:szCs w:val="14"/>
              </w:rPr>
              <w:fldChar w:fldCharType="begin"/>
            </w:r>
            <w:r w:rsidRPr="006A6EA5">
              <w:rPr>
                <w:b/>
                <w:bCs/>
                <w:sz w:val="14"/>
                <w:szCs w:val="14"/>
              </w:rPr>
              <w:instrText>PAGE</w:instrText>
            </w:r>
            <w:r w:rsidRPr="006A6EA5">
              <w:rPr>
                <w:b/>
                <w:bCs/>
                <w:sz w:val="14"/>
                <w:szCs w:val="14"/>
              </w:rPr>
              <w:fldChar w:fldCharType="separate"/>
            </w:r>
            <w:r w:rsidR="00BE4B2E">
              <w:rPr>
                <w:b/>
                <w:bCs/>
                <w:noProof/>
                <w:sz w:val="14"/>
                <w:szCs w:val="14"/>
              </w:rPr>
              <w:t>1</w:t>
            </w:r>
            <w:r w:rsidRPr="006A6EA5">
              <w:rPr>
                <w:b/>
                <w:bCs/>
                <w:sz w:val="14"/>
                <w:szCs w:val="14"/>
              </w:rPr>
              <w:fldChar w:fldCharType="end"/>
            </w:r>
            <w:r w:rsidRPr="006A6EA5">
              <w:rPr>
                <w:sz w:val="14"/>
                <w:szCs w:val="14"/>
              </w:rPr>
              <w:t xml:space="preserve"> z </w:t>
            </w:r>
            <w:r w:rsidRPr="006A6EA5">
              <w:rPr>
                <w:b/>
                <w:bCs/>
                <w:sz w:val="14"/>
                <w:szCs w:val="14"/>
              </w:rPr>
              <w:fldChar w:fldCharType="begin"/>
            </w:r>
            <w:r w:rsidRPr="006A6EA5">
              <w:rPr>
                <w:b/>
                <w:bCs/>
                <w:sz w:val="14"/>
                <w:szCs w:val="14"/>
              </w:rPr>
              <w:instrText>NUMPAGES</w:instrText>
            </w:r>
            <w:r w:rsidRPr="006A6EA5">
              <w:rPr>
                <w:b/>
                <w:bCs/>
                <w:sz w:val="14"/>
                <w:szCs w:val="14"/>
              </w:rPr>
              <w:fldChar w:fldCharType="separate"/>
            </w:r>
            <w:r w:rsidR="00BE4B2E">
              <w:rPr>
                <w:b/>
                <w:bCs/>
                <w:noProof/>
                <w:sz w:val="14"/>
                <w:szCs w:val="14"/>
              </w:rPr>
              <w:t>1</w:t>
            </w:r>
            <w:r w:rsidRPr="006A6EA5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40401" w14:textId="77777777" w:rsidR="0045171F" w:rsidRDefault="0045171F">
      <w:r>
        <w:separator/>
      </w:r>
    </w:p>
  </w:footnote>
  <w:footnote w:type="continuationSeparator" w:id="0">
    <w:p w14:paraId="7DD5090A" w14:textId="77777777" w:rsidR="0045171F" w:rsidRDefault="00451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5AC36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D275F2"/>
    <w:multiLevelType w:val="hybridMultilevel"/>
    <w:tmpl w:val="1C067CE8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" w15:restartNumberingAfterBreak="0">
    <w:nsid w:val="44AB1557"/>
    <w:multiLevelType w:val="hybridMultilevel"/>
    <w:tmpl w:val="3C027B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FD72A0C"/>
    <w:multiLevelType w:val="hybridMultilevel"/>
    <w:tmpl w:val="C5A61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598"/>
    <w:rsid w:val="00000EAB"/>
    <w:rsid w:val="00014974"/>
    <w:rsid w:val="000242A3"/>
    <w:rsid w:val="00034715"/>
    <w:rsid w:val="00071102"/>
    <w:rsid w:val="00073373"/>
    <w:rsid w:val="000912E4"/>
    <w:rsid w:val="00094A47"/>
    <w:rsid w:val="0009566E"/>
    <w:rsid w:val="000A6943"/>
    <w:rsid w:val="000B21F3"/>
    <w:rsid w:val="000C2546"/>
    <w:rsid w:val="000D2032"/>
    <w:rsid w:val="001078BE"/>
    <w:rsid w:val="00146DDF"/>
    <w:rsid w:val="00165B37"/>
    <w:rsid w:val="001A3F01"/>
    <w:rsid w:val="001B4B10"/>
    <w:rsid w:val="00225715"/>
    <w:rsid w:val="002433F5"/>
    <w:rsid w:val="002553CC"/>
    <w:rsid w:val="00263D91"/>
    <w:rsid w:val="002665E5"/>
    <w:rsid w:val="002668FA"/>
    <w:rsid w:val="00290C9C"/>
    <w:rsid w:val="00294133"/>
    <w:rsid w:val="002B1F13"/>
    <w:rsid w:val="002C0CD8"/>
    <w:rsid w:val="002F45A7"/>
    <w:rsid w:val="002F4D7E"/>
    <w:rsid w:val="003006D6"/>
    <w:rsid w:val="003011F1"/>
    <w:rsid w:val="00304F01"/>
    <w:rsid w:val="003204AD"/>
    <w:rsid w:val="00342CB0"/>
    <w:rsid w:val="00372094"/>
    <w:rsid w:val="003816F0"/>
    <w:rsid w:val="00381FFB"/>
    <w:rsid w:val="003949DA"/>
    <w:rsid w:val="003B5DB1"/>
    <w:rsid w:val="003E2062"/>
    <w:rsid w:val="003F0AFB"/>
    <w:rsid w:val="00406C6C"/>
    <w:rsid w:val="00420A94"/>
    <w:rsid w:val="00424767"/>
    <w:rsid w:val="0045171F"/>
    <w:rsid w:val="004572B0"/>
    <w:rsid w:val="0047564C"/>
    <w:rsid w:val="00484FFC"/>
    <w:rsid w:val="004A54B4"/>
    <w:rsid w:val="004B5CE3"/>
    <w:rsid w:val="004B6488"/>
    <w:rsid w:val="004C5793"/>
    <w:rsid w:val="00570925"/>
    <w:rsid w:val="005744E8"/>
    <w:rsid w:val="00575C18"/>
    <w:rsid w:val="00582778"/>
    <w:rsid w:val="005923E7"/>
    <w:rsid w:val="00593B7F"/>
    <w:rsid w:val="005C73A6"/>
    <w:rsid w:val="005F23DC"/>
    <w:rsid w:val="00616145"/>
    <w:rsid w:val="0062643F"/>
    <w:rsid w:val="00665490"/>
    <w:rsid w:val="00681E14"/>
    <w:rsid w:val="006A6EA5"/>
    <w:rsid w:val="006D1F97"/>
    <w:rsid w:val="00711BF1"/>
    <w:rsid w:val="0072590E"/>
    <w:rsid w:val="00736788"/>
    <w:rsid w:val="00736FE1"/>
    <w:rsid w:val="00762C86"/>
    <w:rsid w:val="00780CE9"/>
    <w:rsid w:val="00793BF0"/>
    <w:rsid w:val="007B0A3E"/>
    <w:rsid w:val="00856BE6"/>
    <w:rsid w:val="00862967"/>
    <w:rsid w:val="00872E4B"/>
    <w:rsid w:val="008B5861"/>
    <w:rsid w:val="008C075C"/>
    <w:rsid w:val="008C5715"/>
    <w:rsid w:val="008D4C27"/>
    <w:rsid w:val="008E0024"/>
    <w:rsid w:val="0094554E"/>
    <w:rsid w:val="00952FD1"/>
    <w:rsid w:val="00964782"/>
    <w:rsid w:val="0097363B"/>
    <w:rsid w:val="00986331"/>
    <w:rsid w:val="00996FC9"/>
    <w:rsid w:val="009D7C41"/>
    <w:rsid w:val="009E15A2"/>
    <w:rsid w:val="00A26669"/>
    <w:rsid w:val="00A45B9D"/>
    <w:rsid w:val="00A803D2"/>
    <w:rsid w:val="00A97E45"/>
    <w:rsid w:val="00AC1AC9"/>
    <w:rsid w:val="00AC4A36"/>
    <w:rsid w:val="00AD1179"/>
    <w:rsid w:val="00B22030"/>
    <w:rsid w:val="00B25737"/>
    <w:rsid w:val="00B46B16"/>
    <w:rsid w:val="00B554E6"/>
    <w:rsid w:val="00B8627B"/>
    <w:rsid w:val="00BA3FA7"/>
    <w:rsid w:val="00BA6D6F"/>
    <w:rsid w:val="00BC5EA2"/>
    <w:rsid w:val="00BD4CB9"/>
    <w:rsid w:val="00BD6186"/>
    <w:rsid w:val="00BE4B2E"/>
    <w:rsid w:val="00BF0E4A"/>
    <w:rsid w:val="00C04786"/>
    <w:rsid w:val="00C35FE6"/>
    <w:rsid w:val="00C545D1"/>
    <w:rsid w:val="00C57F26"/>
    <w:rsid w:val="00C614E5"/>
    <w:rsid w:val="00C90341"/>
    <w:rsid w:val="00CC5064"/>
    <w:rsid w:val="00CC5C9E"/>
    <w:rsid w:val="00CD7452"/>
    <w:rsid w:val="00CD758E"/>
    <w:rsid w:val="00CE639F"/>
    <w:rsid w:val="00D120E8"/>
    <w:rsid w:val="00D15D4F"/>
    <w:rsid w:val="00D371E5"/>
    <w:rsid w:val="00D40598"/>
    <w:rsid w:val="00D46B12"/>
    <w:rsid w:val="00D52291"/>
    <w:rsid w:val="00D60969"/>
    <w:rsid w:val="00D625C9"/>
    <w:rsid w:val="00D7173E"/>
    <w:rsid w:val="00D719A9"/>
    <w:rsid w:val="00D86B76"/>
    <w:rsid w:val="00DA7F0E"/>
    <w:rsid w:val="00DB38ED"/>
    <w:rsid w:val="00DF12D3"/>
    <w:rsid w:val="00DF4275"/>
    <w:rsid w:val="00E4621F"/>
    <w:rsid w:val="00E73490"/>
    <w:rsid w:val="00E76176"/>
    <w:rsid w:val="00EA120C"/>
    <w:rsid w:val="00EC27E8"/>
    <w:rsid w:val="00EC5966"/>
    <w:rsid w:val="00ED3B2F"/>
    <w:rsid w:val="00EE37D6"/>
    <w:rsid w:val="00EF06C0"/>
    <w:rsid w:val="00F077BF"/>
    <w:rsid w:val="00F1023D"/>
    <w:rsid w:val="00F22371"/>
    <w:rsid w:val="00F26540"/>
    <w:rsid w:val="00F31164"/>
    <w:rsid w:val="00F318DC"/>
    <w:rsid w:val="00F33593"/>
    <w:rsid w:val="00F8051E"/>
    <w:rsid w:val="00F8692B"/>
    <w:rsid w:val="00FB3986"/>
    <w:rsid w:val="00FC7D4B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18AD6C8"/>
  <w15:docId w15:val="{B5250063-5838-4E88-9244-4CE717E0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  <w:semiHidden/>
  </w:style>
  <w:style w:type="paragraph" w:customStyle="1" w:styleId="Firma0">
    <w:name w:val="Firma"/>
    <w:basedOn w:val="Normalny"/>
    <w:next w:val="Normalny"/>
    <w:rPr>
      <w:b/>
      <w:sz w:val="20"/>
    </w:rPr>
  </w:style>
  <w:style w:type="character" w:styleId="Pogrubienie">
    <w:name w:val="Strong"/>
    <w:qFormat/>
    <w:rPr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C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6C6C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0A6943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34"/>
    <w:qFormat/>
    <w:rsid w:val="00146DD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4621F"/>
    <w:rPr>
      <w:rFonts w:ascii="Arial" w:hAnsi="Arial"/>
      <w:sz w:val="1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4621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jedrysiak\Desktop\szablony\szablon_kolorowy_drukarkowy_ODDZIAL_JEDNOSTKA%20ORGANIZACYJ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83b9fbf-b770-4bae-aae7-52be8b7610ed">PSGAZ-21-178</_dlc_DocId>
    <_dlc_DocIdUrl xmlns="c83b9fbf-b770-4bae-aae7-52be8b7610ed">
      <Url>http://gaznet.psgaz.pl/firma/_layouts/DocIdRedir.aspx?ID=PSGAZ-21-178</Url>
      <Description>PSGAZ-21-178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8103492AB60B4DAEB170B17348C107" ma:contentTypeVersion="0" ma:contentTypeDescription="Utwórz nowy dokument." ma:contentTypeScope="" ma:versionID="60053d966c21ded4034e6ca6b45ffc95">
  <xsd:schema xmlns:xsd="http://www.w3.org/2001/XMLSchema" xmlns:xs="http://www.w3.org/2001/XMLSchema" xmlns:p="http://schemas.microsoft.com/office/2006/metadata/properties" xmlns:ns2="c83b9fbf-b770-4bae-aae7-52be8b7610ed" targetNamespace="http://schemas.microsoft.com/office/2006/metadata/properties" ma:root="true" ma:fieldsID="27ec501c66c077d1fd4ff4fdf8d90fa7" ns2:_="">
    <xsd:import namespace="c83b9fbf-b770-4bae-aae7-52be8b7610e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b9fbf-b770-4bae-aae7-52be8b7610e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A2583-FF56-4E12-B048-1FFDD3D5AE3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C00E274-0B48-405B-AA35-5EF91B7261EF}">
  <ds:schemaRefs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83b9fbf-b770-4bae-aae7-52be8b7610e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88C9A-E929-496A-9431-EA169ED701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4FE928-819F-4E49-AF98-2C6FBF309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b9fbf-b770-4bae-aae7-52be8b761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EDD1929-BCE2-4C0A-910A-958FE5E6F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szablon_kolorowy_drukarkowy_ODDZIAL_JEDNOSTKA ORGANIZACYJNA.dot</Template>
  <TotalTime>5</TotalTime>
  <Pages>1</Pages>
  <Words>224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Blue Papaya</Company>
  <LinksUpToDate>false</LinksUpToDate>
  <CharactersWithSpaces>1945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Jędrysiak Katarzyna</dc:creator>
  <cp:lastModifiedBy>Bartoszewicz Sylwia</cp:lastModifiedBy>
  <cp:revision>9</cp:revision>
  <cp:lastPrinted>2023-02-28T07:51:00Z</cp:lastPrinted>
  <dcterms:created xsi:type="dcterms:W3CDTF">2019-03-14T14:00:00Z</dcterms:created>
  <dcterms:modified xsi:type="dcterms:W3CDTF">2023-02-28T07:51:00Z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0x010100678103492AB60B4DAEB170B17348C107</vt:lpwstr>
  </property>
  <property fmtid="{D5CDD505-2E9C-101B-9397-08002B2CF9AE}" pid="3" name="_dlc_DocIdItemGuid">
    <vt:lpwstr>ff1ca61d-5bff-42d6-b542-7f49c3666bfe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2023-02-02T09:49:45Z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3af4acd5-fb43-4200-9e0b-7182bd97ab62</vt:lpwstr>
  </property>
  <property fmtid="{D5CDD505-2E9C-101B-9397-08002B2CF9AE}" pid="10" name="MSIP_Label_873bfdf7-b3d6-42a7-9f35-f649f45df770_ContentBits">
    <vt:lpwstr>0</vt:lpwstr>
  </property>
</Properties>
</file>