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7B60BA89"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A3B44" w:rsidRPr="00DA3B44">
        <w:rPr>
          <w:rFonts w:cs="Arial"/>
          <w:b/>
          <w:bCs/>
          <w:sz w:val="20"/>
          <w:szCs w:val="20"/>
        </w:rPr>
        <w:t>Przebudowa instalacji technologicznej strefy przyodwiertowej Brońsko-26H, przynależnej do KGZ Kościan-Brońsko</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5F9780D6" w:rsidR="0036194A" w:rsidRDefault="00DA3B44"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Pr="00DA3B44">
        <w:rPr>
          <w:rFonts w:cs="Arial"/>
          <w:sz w:val="20"/>
          <w:szCs w:val="20"/>
        </w:rPr>
        <w:t>NP/PGNG/24/1170/OZ/EU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A3B44" w:rsidRDefault="00AF5E90" w:rsidP="00AF5E90">
      <w:pPr>
        <w:ind w:left="432"/>
        <w:rPr>
          <w:rStyle w:val="Hipercze"/>
          <w:rFonts w:cs="Arial"/>
          <w:color w:val="auto"/>
          <w:sz w:val="20"/>
          <w:szCs w:val="20"/>
          <w:u w:val="none"/>
        </w:rPr>
      </w:pPr>
      <w:r w:rsidRPr="00DA3B44">
        <w:rPr>
          <w:rStyle w:val="Hipercze"/>
          <w:rFonts w:cs="Arial"/>
          <w:color w:val="auto"/>
          <w:sz w:val="20"/>
          <w:szCs w:val="20"/>
          <w:u w:val="none"/>
        </w:rPr>
        <w:t>Postępowanie prowadzane jest przez:</w:t>
      </w:r>
    </w:p>
    <w:p w14:paraId="3A5F0887" w14:textId="77777777" w:rsidR="00AF5E90" w:rsidRPr="00DA3B44" w:rsidRDefault="00AF5E90" w:rsidP="00AF5E90">
      <w:pPr>
        <w:ind w:left="432"/>
        <w:rPr>
          <w:rStyle w:val="Hipercze"/>
          <w:rFonts w:cs="Arial"/>
          <w:color w:val="auto"/>
          <w:sz w:val="20"/>
          <w:szCs w:val="20"/>
          <w:u w:val="none"/>
        </w:rPr>
      </w:pPr>
      <w:r w:rsidRPr="00DA3B44">
        <w:rPr>
          <w:rStyle w:val="Hipercze"/>
          <w:rFonts w:cs="Arial"/>
          <w:color w:val="auto"/>
          <w:sz w:val="20"/>
          <w:szCs w:val="20"/>
          <w:u w:val="none"/>
        </w:rPr>
        <w:t>Oddział Centralny Polskie Górnictwo Naftowe i Gazownictwo w Warszawie</w:t>
      </w:r>
    </w:p>
    <w:p w14:paraId="6AD6F6BC" w14:textId="77777777" w:rsidR="00AF5E90" w:rsidRPr="00DA3B44" w:rsidRDefault="00AF5E90" w:rsidP="00AF5E90">
      <w:pPr>
        <w:ind w:left="432"/>
        <w:rPr>
          <w:rStyle w:val="Hipercze"/>
          <w:rFonts w:cs="Arial"/>
          <w:color w:val="auto"/>
          <w:sz w:val="20"/>
          <w:szCs w:val="20"/>
          <w:u w:val="none"/>
        </w:rPr>
      </w:pPr>
      <w:r w:rsidRPr="00DA3B44">
        <w:rPr>
          <w:rStyle w:val="Hipercze"/>
          <w:rFonts w:cs="Arial"/>
          <w:color w:val="auto"/>
          <w:sz w:val="20"/>
          <w:szCs w:val="20"/>
          <w:u w:val="none"/>
        </w:rPr>
        <w:t>ul. Marcina Kasprzaka 25</w:t>
      </w:r>
    </w:p>
    <w:p w14:paraId="53C48661" w14:textId="77777777" w:rsidR="00AF5E90" w:rsidRPr="00DA3B44" w:rsidRDefault="00AF5E90" w:rsidP="00AF5E90">
      <w:pPr>
        <w:ind w:left="432"/>
        <w:rPr>
          <w:rStyle w:val="Hipercze"/>
          <w:rFonts w:cs="Arial"/>
          <w:color w:val="auto"/>
          <w:sz w:val="20"/>
          <w:szCs w:val="20"/>
          <w:u w:val="none"/>
        </w:rPr>
      </w:pPr>
      <w:r w:rsidRPr="00DA3B44">
        <w:rPr>
          <w:rStyle w:val="Hipercze"/>
          <w:rFonts w:cs="Arial"/>
          <w:color w:val="auto"/>
          <w:sz w:val="20"/>
          <w:szCs w:val="20"/>
          <w:u w:val="none"/>
        </w:rPr>
        <w:t>01-224 Warszawa</w:t>
      </w:r>
    </w:p>
    <w:p w14:paraId="3E2FE2D8" w14:textId="77777777" w:rsidR="00AF5E90" w:rsidRPr="00DA3B44" w:rsidRDefault="00AF5E90">
      <w:pPr>
        <w:spacing w:line="276" w:lineRule="auto"/>
        <w:ind w:left="142"/>
        <w:jc w:val="left"/>
        <w:rPr>
          <w:rFonts w:cs="Arial"/>
          <w:sz w:val="20"/>
          <w:szCs w:val="20"/>
        </w:rPr>
      </w:pPr>
    </w:p>
    <w:p w14:paraId="3A960CC8" w14:textId="77777777" w:rsidR="00F40506" w:rsidRPr="00DA3B44" w:rsidRDefault="00F40506" w:rsidP="00AF5E90">
      <w:pPr>
        <w:spacing w:line="276" w:lineRule="auto"/>
        <w:ind w:left="426"/>
        <w:jc w:val="left"/>
        <w:rPr>
          <w:rFonts w:cs="Arial"/>
          <w:sz w:val="20"/>
          <w:szCs w:val="20"/>
        </w:rPr>
      </w:pPr>
      <w:r w:rsidRPr="00DA3B44">
        <w:rPr>
          <w:rFonts w:cs="Arial"/>
          <w:sz w:val="20"/>
          <w:szCs w:val="20"/>
        </w:rPr>
        <w:t>Osoba uprawniona do kontaktu  z Wykonawcami:</w:t>
      </w:r>
    </w:p>
    <w:p w14:paraId="0DC6343D" w14:textId="6C81B89B" w:rsidR="00DA3B44" w:rsidRPr="00DA3B44" w:rsidRDefault="00DA3B44" w:rsidP="00AF5E90">
      <w:pPr>
        <w:spacing w:line="276" w:lineRule="auto"/>
        <w:ind w:left="426"/>
        <w:jc w:val="left"/>
        <w:rPr>
          <w:rFonts w:cs="Arial"/>
          <w:sz w:val="20"/>
          <w:szCs w:val="20"/>
          <w:lang w:val="en-US"/>
        </w:rPr>
      </w:pPr>
      <w:r w:rsidRPr="00DA3B44">
        <w:rPr>
          <w:rFonts w:cs="Arial"/>
          <w:sz w:val="20"/>
          <w:szCs w:val="20"/>
          <w:lang w:val="en-US"/>
        </w:rPr>
        <w:t>Maria Śpiewak</w:t>
      </w:r>
    </w:p>
    <w:p w14:paraId="0D74A79C" w14:textId="6D0B3E7D" w:rsidR="00F40506" w:rsidRPr="00DA3B44" w:rsidRDefault="00F40506" w:rsidP="00AF5E90">
      <w:pPr>
        <w:spacing w:line="276" w:lineRule="auto"/>
        <w:ind w:left="426"/>
        <w:jc w:val="left"/>
        <w:rPr>
          <w:rFonts w:cs="Arial"/>
          <w:sz w:val="20"/>
          <w:szCs w:val="20"/>
          <w:lang w:val="en-US"/>
        </w:rPr>
      </w:pPr>
      <w:r w:rsidRPr="00DA3B44">
        <w:rPr>
          <w:rFonts w:cs="Arial"/>
          <w:sz w:val="20"/>
          <w:szCs w:val="20"/>
          <w:lang w:val="en-US"/>
        </w:rPr>
        <w:t xml:space="preserve">e-mail: </w:t>
      </w:r>
      <w:r w:rsidR="00DA3B44" w:rsidRPr="00DA3B44">
        <w:rPr>
          <w:rFonts w:cs="Arial"/>
          <w:sz w:val="20"/>
          <w:szCs w:val="20"/>
          <w:lang w:val="en-US"/>
        </w:rPr>
        <w:t>maria.spiewak@pgnig.pl</w:t>
      </w:r>
    </w:p>
    <w:p w14:paraId="4F4EB5B5" w14:textId="2DE77C3A" w:rsidR="00F40506" w:rsidRPr="00DA3B44" w:rsidRDefault="00F40506" w:rsidP="00AF5E90">
      <w:pPr>
        <w:spacing w:line="276" w:lineRule="auto"/>
        <w:ind w:left="426"/>
        <w:jc w:val="left"/>
        <w:rPr>
          <w:rFonts w:cs="Arial"/>
          <w:sz w:val="20"/>
          <w:szCs w:val="20"/>
          <w:lang w:val="en-US"/>
        </w:rPr>
      </w:pPr>
      <w:r w:rsidRPr="00DA3B44">
        <w:rPr>
          <w:rFonts w:cs="Arial"/>
          <w:sz w:val="20"/>
          <w:szCs w:val="20"/>
          <w:lang w:val="en-US"/>
        </w:rPr>
        <w:t>tel.: 22</w:t>
      </w:r>
      <w:r w:rsidR="00DA3B44" w:rsidRPr="00DA3B44">
        <w:rPr>
          <w:rFonts w:cs="Arial"/>
          <w:sz w:val="20"/>
          <w:szCs w:val="20"/>
          <w:lang w:val="en-US"/>
        </w:rPr>
        <w:t> 106 42 34</w:t>
      </w:r>
      <w:r w:rsidRPr="00DA3B44">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DA3B44" w:rsidRDefault="00085E9D" w:rsidP="00D877C6">
      <w:pPr>
        <w:pStyle w:val="Styla"/>
      </w:pPr>
      <w:r w:rsidRPr="00DA3B44">
        <w:t>ulepszenia treści oferty, z zastrzeżeniem pkt. 2.</w:t>
      </w:r>
      <w:r w:rsidR="000464CE" w:rsidRPr="00DA3B44">
        <w:t>2</w:t>
      </w:r>
      <w:r w:rsidRPr="00DA3B44">
        <w:t>.1,</w:t>
      </w:r>
    </w:p>
    <w:p w14:paraId="47AE1A6C" w14:textId="77777777" w:rsidR="00085E9D" w:rsidRPr="00DA3B44" w:rsidRDefault="00085E9D" w:rsidP="00D877C6">
      <w:pPr>
        <w:pStyle w:val="Styla"/>
      </w:pPr>
      <w:r w:rsidRPr="00DA3B44">
        <w:t>podniesienia efektywności przedmiotu zamówienia określonego w opisie przedmiotu zamówienia i projekcie umowy,</w:t>
      </w:r>
    </w:p>
    <w:p w14:paraId="7D388B41" w14:textId="10256085" w:rsidR="00085E9D" w:rsidRPr="00DA3B44" w:rsidRDefault="00085E9D" w:rsidP="00D877C6">
      <w:pPr>
        <w:pStyle w:val="Styla"/>
      </w:pPr>
      <w:r w:rsidRPr="00DA3B44">
        <w:t>optymalizacji warunków handlowych.</w:t>
      </w:r>
    </w:p>
    <w:p w14:paraId="6B2EF8E1" w14:textId="57919CCF" w:rsidR="000464CE" w:rsidRPr="00DA3B44" w:rsidRDefault="00085E9D" w:rsidP="00D877C6">
      <w:pPr>
        <w:pStyle w:val="Styl111"/>
      </w:pPr>
      <w:r w:rsidRPr="00DA3B44">
        <w:t>W przypadku, o który</w:t>
      </w:r>
      <w:r w:rsidR="005468D0" w:rsidRPr="00DA3B44">
        <w:t>ch</w:t>
      </w:r>
      <w:r w:rsidRPr="00DA3B44">
        <w:t xml:space="preserve"> mowa w pkt. 2.</w:t>
      </w:r>
      <w:r w:rsidR="000464CE" w:rsidRPr="00DA3B44">
        <w:t>2</w:t>
      </w:r>
      <w:r w:rsidR="005F4403" w:rsidRPr="00DA3B44">
        <w:t>.</w:t>
      </w:r>
      <w:r w:rsidRPr="00DA3B44">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DA3B44" w:rsidRDefault="00085E9D" w:rsidP="00D877C6">
      <w:pPr>
        <w:pStyle w:val="Styl111"/>
      </w:pPr>
      <w:r w:rsidRPr="00DA3B44">
        <w:t>W przypadku, o którym mowa w pkt. 2.</w:t>
      </w:r>
      <w:r w:rsidR="000464CE" w:rsidRPr="00DA3B44">
        <w:t>2</w:t>
      </w:r>
      <w:r w:rsidR="005F4403" w:rsidRPr="00DA3B44">
        <w:t>.</w:t>
      </w:r>
      <w:r w:rsidRPr="00DA3B44">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DA3B44" w:rsidRDefault="00085E9D" w:rsidP="00D877C6">
      <w:pPr>
        <w:pStyle w:val="Styl111"/>
      </w:pPr>
      <w:r w:rsidRPr="00DA3B44">
        <w:t>W przypadku, o którym mowa w pkt. 2.</w:t>
      </w:r>
      <w:r w:rsidR="000464CE" w:rsidRPr="00DA3B44">
        <w:t>2</w:t>
      </w:r>
      <w:r w:rsidR="005F4403" w:rsidRPr="00DA3B44">
        <w:t>.</w:t>
      </w:r>
      <w:r w:rsidRPr="00DA3B44">
        <w:t xml:space="preserve"> lit. c</w:t>
      </w:r>
      <w:r w:rsidR="00D877C6" w:rsidRPr="00DA3B44">
        <w:t>)</w:t>
      </w:r>
      <w:r w:rsidRPr="00DA3B44">
        <w:t xml:space="preserve"> negocjacje treści oferty prowadzone są w celu optymalizacji warunków handlowych w zakresie ceny. Po zakończeniu negocjacji Zamawiający zaprasza Wykonawców do złożenia aktualizacji oferty.</w:t>
      </w:r>
      <w:r w:rsidRPr="00DA3B44">
        <w:rPr>
          <w:bCs/>
        </w:rPr>
        <w:t xml:space="preserve"> </w:t>
      </w:r>
    </w:p>
    <w:p w14:paraId="79F8F9E2" w14:textId="6421682F" w:rsidR="000464CE" w:rsidRPr="00DA3B44" w:rsidRDefault="00A86FA6" w:rsidP="00D877C6">
      <w:pPr>
        <w:pStyle w:val="Styl111"/>
      </w:pPr>
      <w:r w:rsidRPr="00DA3B44">
        <w:rPr>
          <w:bCs/>
        </w:rPr>
        <w:t>N</w:t>
      </w:r>
      <w:r w:rsidR="00085E9D" w:rsidRPr="00DA3B44">
        <w:rPr>
          <w:bCs/>
        </w:rPr>
        <w:t>egocjacje mogą być przeprowadzone z Wykonawcami, którzy nie podlegają wykluczeniu</w:t>
      </w:r>
      <w:r w:rsidRPr="00DA3B44">
        <w:rPr>
          <w:bCs/>
        </w:rPr>
        <w:t>.</w:t>
      </w:r>
    </w:p>
    <w:p w14:paraId="6AEEBF93" w14:textId="78B2FC49" w:rsidR="000464CE" w:rsidRPr="00DA3B44" w:rsidRDefault="00A86FA6" w:rsidP="00D877C6">
      <w:pPr>
        <w:pStyle w:val="Styl111"/>
      </w:pPr>
      <w:r w:rsidRPr="00DA3B44">
        <w:rPr>
          <w:bCs/>
        </w:rPr>
        <w:lastRenderedPageBreak/>
        <w:t>N</w:t>
      </w:r>
      <w:r w:rsidR="00085E9D" w:rsidRPr="00DA3B44">
        <w:rPr>
          <w:bCs/>
        </w:rPr>
        <w:t>egocjacje mogą być przeprowadzone ze wszystkimi Wykonawcami, którzy złożyli oferty w postępowaniu z zastrzeżeniem pkt</w:t>
      </w:r>
      <w:r w:rsidR="0047149C" w:rsidRPr="00DA3B44">
        <w:rPr>
          <w:bCs/>
        </w:rPr>
        <w:t>.</w:t>
      </w:r>
      <w:r w:rsidR="00085E9D" w:rsidRPr="00DA3B44">
        <w:rPr>
          <w:bCs/>
        </w:rPr>
        <w:t xml:space="preserve"> 2.</w:t>
      </w:r>
      <w:r w:rsidR="000464CE" w:rsidRPr="00DA3B44">
        <w:rPr>
          <w:bCs/>
        </w:rPr>
        <w:t>2</w:t>
      </w:r>
      <w:r w:rsidR="00085E9D" w:rsidRPr="00DA3B44">
        <w:rPr>
          <w:bCs/>
        </w:rPr>
        <w:t>.4 lub z Wykonawcą, który złożył najkorzystniejszą ofertę (lub jedyną ofertę)</w:t>
      </w:r>
      <w:r w:rsidRPr="00DA3B44">
        <w:rPr>
          <w:bCs/>
        </w:rPr>
        <w:t>.</w:t>
      </w:r>
    </w:p>
    <w:p w14:paraId="741540D4" w14:textId="44DA8AD4" w:rsidR="000464CE" w:rsidRPr="00DA3B44" w:rsidRDefault="00085E9D" w:rsidP="00D877C6">
      <w:pPr>
        <w:pStyle w:val="Styl111"/>
      </w:pPr>
      <w:r w:rsidRPr="00DA3B44">
        <w:t>Zamawiający przekazuje</w:t>
      </w:r>
      <w:r w:rsidRPr="00DA3B44" w:rsidDel="000D17E8">
        <w:t xml:space="preserve"> </w:t>
      </w:r>
      <w:r w:rsidRPr="00DA3B44">
        <w:t>Wykonawcom zaproszenie do negocjacji informując ich o</w:t>
      </w:r>
      <w:r w:rsidR="00B01933" w:rsidRPr="00DA3B44">
        <w:t> </w:t>
      </w:r>
      <w:r w:rsidRPr="00DA3B44">
        <w:t>terminie, miejscu i formie prowadzonych negocjacji</w:t>
      </w:r>
      <w:r w:rsidR="00A86FA6" w:rsidRPr="00DA3B44">
        <w:t>.</w:t>
      </w:r>
    </w:p>
    <w:p w14:paraId="0EB4678A" w14:textId="0F0CB2B2" w:rsidR="00085E9D" w:rsidRPr="00DA3B44" w:rsidRDefault="00A86FA6" w:rsidP="00D877C6">
      <w:pPr>
        <w:pStyle w:val="Styl111"/>
      </w:pPr>
      <w:r w:rsidRPr="00DA3B44">
        <w:t>N</w:t>
      </w:r>
      <w:r w:rsidR="00085E9D" w:rsidRPr="00DA3B44">
        <w:t>egocjacje mogą zostać przeprowadzone w jednej lub kilku rundach negocjacyjnych,</w:t>
      </w:r>
    </w:p>
    <w:p w14:paraId="39F4DAEC" w14:textId="75301BAC" w:rsidR="00085E9D" w:rsidRPr="00DA3B44" w:rsidRDefault="00A86FA6" w:rsidP="00D877C6">
      <w:pPr>
        <w:pStyle w:val="Styl111"/>
      </w:pPr>
      <w:r w:rsidRPr="00DA3B44">
        <w:t>O</w:t>
      </w:r>
      <w:r w:rsidR="00085E9D" w:rsidRPr="00DA3B44">
        <w:t>ferta złożona w trakcie negocjacji w zakresie wskazanym w pkt. 2.</w:t>
      </w:r>
      <w:r w:rsidR="000464CE" w:rsidRPr="00DA3B44">
        <w:t>2</w:t>
      </w:r>
      <w:r w:rsidR="00085E9D" w:rsidRPr="00DA3B44">
        <w:t>. lit. a) oraz c) nie może być mniej korzystna dla Zamawiającego niż oferta złożona w</w:t>
      </w:r>
      <w:r w:rsidR="00B01933" w:rsidRPr="00DA3B44">
        <w:t> </w:t>
      </w:r>
      <w:r w:rsidR="00085E9D" w:rsidRPr="00DA3B44">
        <w:t xml:space="preserve">postępowaniu. </w:t>
      </w:r>
    </w:p>
    <w:p w14:paraId="017F55A6" w14:textId="51A27A7D" w:rsidR="00085E9D" w:rsidRPr="00DA3B44" w:rsidRDefault="00A86FA6" w:rsidP="00D877C6">
      <w:pPr>
        <w:pStyle w:val="Styl111"/>
      </w:pPr>
      <w:r w:rsidRPr="00DA3B44">
        <w:t>O</w:t>
      </w:r>
      <w:r w:rsidR="00085E9D" w:rsidRPr="00DA3B44">
        <w:t>ferta złożona w trakcie negocjacji w zakresie wskazanym w pkt. 2.</w:t>
      </w:r>
      <w:r w:rsidR="000464CE" w:rsidRPr="00DA3B44">
        <w:t>2</w:t>
      </w:r>
      <w:r w:rsidR="00085E9D" w:rsidRPr="00DA3B44">
        <w:t xml:space="preserve">. lit. b) może być mniej korzystna dla Zamawiającego niż oferta złożona w postępowaniu. </w:t>
      </w:r>
    </w:p>
    <w:p w14:paraId="0D05607A" w14:textId="77777777" w:rsidR="00085E9D" w:rsidRPr="00DA3B44" w:rsidRDefault="00085E9D" w:rsidP="00D877C6">
      <w:pPr>
        <w:pStyle w:val="Styl111"/>
      </w:pPr>
      <w:r w:rsidRPr="00DA3B44">
        <w:t>Zamawiający może udzielić wyjaśnień do zmian wprowadzonych do dokumentacji Postępowania wskutek przeprowadzonych negocjacji.</w:t>
      </w:r>
    </w:p>
    <w:p w14:paraId="2252F161" w14:textId="77777777" w:rsidR="00085E9D" w:rsidRPr="00DA3B44" w:rsidRDefault="00085E9D" w:rsidP="00D877C6">
      <w:pPr>
        <w:pStyle w:val="Styl111"/>
      </w:pPr>
      <w:r w:rsidRPr="00DA3B44">
        <w:t xml:space="preserve">Zamawiający nie udziela podczas negocjacji informacji w sposób, który mógłby zapewnić niektórym Wykonawcom przewagę nad innymi Wykonawcami. </w:t>
      </w:r>
    </w:p>
    <w:p w14:paraId="6302D909" w14:textId="77777777" w:rsidR="00085E9D" w:rsidRPr="00DA3B44" w:rsidRDefault="00085E9D" w:rsidP="00D877C6">
      <w:pPr>
        <w:pStyle w:val="Styl111"/>
      </w:pPr>
      <w:r w:rsidRPr="00DA3B44">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04A21DDE" w:rsidR="007D7C5D" w:rsidRPr="0036488B" w:rsidRDefault="00F40506" w:rsidP="00DA3B44">
      <w:pPr>
        <w:pStyle w:val="Styl11"/>
      </w:pPr>
      <w:r w:rsidRPr="0036488B">
        <w:t>Przedmiotem zamówienia jest</w:t>
      </w:r>
      <w:r w:rsidR="00DA3B44" w:rsidRPr="00DA3B44">
        <w:t xml:space="preserve"> opracowanie dokumentacji projektowej i formalnoprawnej oraz wykonanie na jej podstawie robót budowlanych, prac programistycznych oraz czynności formalnoprawnych w zakresie przebudowy instalacji technologicznej strefy przyodwiertowej Brońsko-26H, przynależnej do K</w:t>
      </w:r>
      <w:r w:rsidR="0007678B">
        <w:t xml:space="preserve">opalni </w:t>
      </w:r>
      <w:r w:rsidR="00DA3B44" w:rsidRPr="00DA3B44">
        <w:t>G</w:t>
      </w:r>
      <w:r w:rsidR="0007678B">
        <w:t xml:space="preserve">azu </w:t>
      </w:r>
      <w:r w:rsidR="00DA3B44" w:rsidRPr="00DA3B44">
        <w:t>Z</w:t>
      </w:r>
      <w:r w:rsidR="0007678B">
        <w:t>iemnego</w:t>
      </w:r>
      <w:r w:rsidR="00DA3B44" w:rsidRPr="00DA3B44">
        <w:t xml:space="preserve"> Kościan-Brońsko zlokalizowanej w rejonie miejscowości Stary Białcz, gminie Śmigiel, powiecie kościańskim, województwie wielkopolskim.</w:t>
      </w:r>
      <w:r w:rsidRPr="0036488B">
        <w:t xml:space="preserve"> .</w:t>
      </w:r>
      <w:r w:rsidR="007D7C5D" w:rsidRPr="0036488B">
        <w:rPr>
          <w:rFonts w:ascii="Times New Roman" w:hAnsi="Times New Roman"/>
          <w:color w:val="000000"/>
          <w:sz w:val="24"/>
          <w:szCs w:val="22"/>
        </w:rPr>
        <w:t xml:space="preserve"> </w:t>
      </w:r>
    </w:p>
    <w:p w14:paraId="2D874702" w14:textId="16625E8F" w:rsidR="00CD6ADD" w:rsidRPr="00DA3B44" w:rsidRDefault="00CD6ADD" w:rsidP="009C6996">
      <w:pPr>
        <w:pStyle w:val="Styl11"/>
      </w:pPr>
      <w:r w:rsidRPr="009C6996">
        <w:t>Rodzaj zamówienia</w:t>
      </w:r>
      <w:r w:rsidRPr="00DA3B44">
        <w:t>: robota budowlana</w:t>
      </w:r>
    </w:p>
    <w:p w14:paraId="2A92A199" w14:textId="6DF85519"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DA3B44">
        <w:rPr>
          <w:b/>
          <w:iCs/>
        </w:rPr>
        <w:t xml:space="preserve">nr </w:t>
      </w:r>
      <w:r w:rsidR="00DA3B44" w:rsidRPr="00DA3B44">
        <w:rPr>
          <w:b/>
          <w:iCs/>
        </w:rPr>
        <w:t>1</w:t>
      </w:r>
      <w:r w:rsidR="00F40506" w:rsidRPr="00DA3B44">
        <w:rPr>
          <w:b/>
          <w:iCs/>
        </w:rPr>
        <w:t xml:space="preserve"> </w:t>
      </w:r>
      <w:r w:rsidR="004E76F7" w:rsidRPr="00DA3B44">
        <w:rPr>
          <w:b/>
          <w:iCs/>
        </w:rPr>
        <w:t xml:space="preserve">do </w:t>
      </w:r>
      <w:r w:rsidR="006C29FD" w:rsidRPr="00DA3B44">
        <w:rPr>
          <w:b/>
          <w:iCs/>
        </w:rPr>
        <w:t>SWZ</w:t>
      </w:r>
      <w:r w:rsidR="00F40506" w:rsidRPr="009C6996">
        <w:t>.</w:t>
      </w:r>
    </w:p>
    <w:p w14:paraId="666ABF13" w14:textId="61355399" w:rsidR="00125875" w:rsidRDefault="00125875" w:rsidP="00A5198F">
      <w:pPr>
        <w:pStyle w:val="Styl11"/>
      </w:pPr>
      <w:r w:rsidRPr="00125875">
        <w:t xml:space="preserve">Zamawiający </w:t>
      </w:r>
      <w:r w:rsidR="00A5198F">
        <w:t>dopuszcza możliwość aby</w:t>
      </w:r>
      <w:r w:rsidRPr="00125875">
        <w:rPr>
          <w:b/>
        </w:rPr>
        <w:t xml:space="preserve"> Wykonawca</w:t>
      </w:r>
      <w:r w:rsidRPr="00125875">
        <w:t xml:space="preserve"> przed złożeniem oferty przeprowadził wizję lokalną. Wizję lokalną będzie mógł przeprowadzić Wykonawca, który co najmniej na </w:t>
      </w:r>
      <w:r w:rsidRPr="00125875">
        <w:rPr>
          <w:b/>
        </w:rPr>
        <w:t>3 dni robocze</w:t>
      </w:r>
      <w:r w:rsidRPr="00125875">
        <w:t xml:space="preserve"> przed upływem terminu składania ofert, określonym w pkt. 22.1, zgłosi chęć jej przeprowadzenia. Wykonawca zobowiązany jest przed przeprowadzeniem wizji złożyć wniosek za pośrednictwem poczty elektronicznej na adres e-mail:</w:t>
      </w:r>
      <w:r>
        <w:t xml:space="preserve"> </w:t>
      </w:r>
      <w:r w:rsidR="00A5198F" w:rsidRPr="00A5198F">
        <w:t>patrycja.gara-twardowska@pgnig.pl</w:t>
      </w:r>
    </w:p>
    <w:p w14:paraId="28311E5C" w14:textId="774E646D" w:rsidR="00125875" w:rsidRPr="00A5198F" w:rsidRDefault="00125875" w:rsidP="00125875">
      <w:pPr>
        <w:pStyle w:val="Styl11"/>
        <w:numPr>
          <w:ilvl w:val="0"/>
          <w:numId w:val="0"/>
        </w:numPr>
        <w:ind w:left="851" w:hanging="142"/>
      </w:pPr>
      <w:r w:rsidRPr="00A5198F">
        <w:t xml:space="preserve">Osoba do kontaktu w sprawie przeprowadzenia wizji lokalnej: Pani </w:t>
      </w:r>
      <w:r w:rsidR="00A5198F" w:rsidRPr="00A5198F">
        <w:t>Patrycja Gara -Twardowska.</w:t>
      </w:r>
      <w:r w:rsidRPr="00A5198F">
        <w:t xml:space="preserve"> </w:t>
      </w:r>
    </w:p>
    <w:p w14:paraId="7F667CD2" w14:textId="77777777" w:rsidR="00125875" w:rsidRPr="00A5198F" w:rsidRDefault="00125875" w:rsidP="00125875">
      <w:pPr>
        <w:pStyle w:val="Styl11"/>
        <w:numPr>
          <w:ilvl w:val="0"/>
          <w:numId w:val="0"/>
        </w:numPr>
        <w:ind w:left="709" w:hanging="425"/>
      </w:pPr>
      <w:r w:rsidRPr="00A5198F">
        <w:t>a)   Wykonawca do ww. wniosku musi załączyć następujące dokumenty:</w:t>
      </w:r>
    </w:p>
    <w:p w14:paraId="09618666" w14:textId="294CB3A5" w:rsidR="00DC7824" w:rsidRPr="00A5198F" w:rsidRDefault="00125875" w:rsidP="00C46DD3">
      <w:pPr>
        <w:pStyle w:val="Styl11"/>
        <w:numPr>
          <w:ilvl w:val="0"/>
          <w:numId w:val="31"/>
        </w:numPr>
      </w:pPr>
      <w:r w:rsidRPr="00A5198F">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w:t>
      </w:r>
      <w:r w:rsidR="0047149C" w:rsidRPr="00A5198F">
        <w:t>.</w:t>
      </w:r>
      <w:r w:rsidRPr="00A5198F">
        <w:t xml:space="preserve"> 26 SWZ. </w:t>
      </w:r>
    </w:p>
    <w:p w14:paraId="47011FA1" w14:textId="47A41246" w:rsidR="00125875" w:rsidRPr="00A5198F" w:rsidRDefault="00125875" w:rsidP="00C46DD3">
      <w:pPr>
        <w:pStyle w:val="Styl11"/>
        <w:numPr>
          <w:ilvl w:val="0"/>
          <w:numId w:val="31"/>
        </w:numPr>
      </w:pPr>
      <w:r w:rsidRPr="00A5198F">
        <w:t xml:space="preserve">podpisane zgodnie z reprezentacją Wykonawcy oświadczenie o zachowaniu poufności </w:t>
      </w:r>
      <w:r w:rsidRPr="00A5198F">
        <w:br/>
        <w:t xml:space="preserve">w wersji zgodnej z </w:t>
      </w:r>
      <w:r w:rsidRPr="00A5198F">
        <w:rPr>
          <w:b/>
        </w:rPr>
        <w:t xml:space="preserve">Załącznikiem nr </w:t>
      </w:r>
      <w:r w:rsidR="002A55BC">
        <w:rPr>
          <w:b/>
        </w:rPr>
        <w:t xml:space="preserve">7 </w:t>
      </w:r>
      <w:r w:rsidRPr="00A5198F">
        <w:rPr>
          <w:b/>
        </w:rPr>
        <w:t xml:space="preserve"> do SWZ.</w:t>
      </w:r>
      <w:r w:rsidRPr="00A5198F">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77777777" w:rsidR="00125875" w:rsidRPr="00A5198F" w:rsidRDefault="00125875" w:rsidP="00125875">
      <w:pPr>
        <w:pStyle w:val="Styl11"/>
        <w:numPr>
          <w:ilvl w:val="0"/>
          <w:numId w:val="0"/>
        </w:numPr>
        <w:ind w:left="567" w:hanging="283"/>
      </w:pPr>
      <w:r w:rsidRPr="00A5198F">
        <w:t>b) Osoba wskazana do umówienia terminu wizji lokalnej nie będzie udzielała Wykonawcom odpowiedzi na pytania dotyczące treści SWZ lub procedury przetargowej.</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13EC151D"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A5198F">
        <w:rPr>
          <w:rFonts w:cs="Arial"/>
          <w:b/>
          <w:sz w:val="20"/>
          <w:szCs w:val="20"/>
          <w:lang w:eastAsia="en-US"/>
        </w:rPr>
        <w:t>Z</w:t>
      </w:r>
      <w:r w:rsidRPr="00A5198F">
        <w:rPr>
          <w:rFonts w:cs="Arial"/>
          <w:b/>
          <w:sz w:val="20"/>
          <w:szCs w:val="20"/>
          <w:lang w:eastAsia="en-US"/>
        </w:rPr>
        <w:t xml:space="preserve">ałącznik </w:t>
      </w:r>
      <w:r w:rsidR="00A5198F" w:rsidRPr="00A5198F">
        <w:rPr>
          <w:rFonts w:cs="Arial"/>
          <w:b/>
          <w:sz w:val="20"/>
          <w:szCs w:val="20"/>
          <w:lang w:eastAsia="en-US"/>
        </w:rPr>
        <w:t>n</w:t>
      </w:r>
      <w:r w:rsidR="00A5198F">
        <w:rPr>
          <w:rFonts w:cs="Arial"/>
          <w:b/>
          <w:sz w:val="20"/>
          <w:szCs w:val="20"/>
          <w:lang w:eastAsia="en-US"/>
        </w:rPr>
        <w:t xml:space="preserve">r 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2A767D6" w:rsidR="00F40506" w:rsidRPr="00246756" w:rsidRDefault="00F40506" w:rsidP="002A0400">
      <w:pPr>
        <w:spacing w:line="276" w:lineRule="auto"/>
        <w:rPr>
          <w:rFonts w:cs="Arial"/>
          <w:sz w:val="20"/>
          <w:szCs w:val="20"/>
        </w:rPr>
      </w:pPr>
      <w:r w:rsidRPr="00F40506">
        <w:rPr>
          <w:rFonts w:cs="Arial"/>
          <w:sz w:val="20"/>
          <w:szCs w:val="20"/>
        </w:rPr>
        <w:t xml:space="preserve">Zamówienie będzie zrealizowane w </w:t>
      </w:r>
      <w:r w:rsidRPr="00246756">
        <w:rPr>
          <w:rFonts w:cs="Arial"/>
          <w:sz w:val="20"/>
          <w:szCs w:val="20"/>
        </w:rPr>
        <w:t>terminie</w:t>
      </w:r>
      <w:r w:rsidR="00063792">
        <w:rPr>
          <w:rFonts w:cs="Arial"/>
          <w:sz w:val="20"/>
          <w:szCs w:val="20"/>
        </w:rPr>
        <w:t>,</w:t>
      </w:r>
      <w:r w:rsidR="00A5198F" w:rsidRPr="00246756">
        <w:rPr>
          <w:rFonts w:cs="Arial"/>
          <w:sz w:val="20"/>
          <w:szCs w:val="20"/>
        </w:rPr>
        <w:t xml:space="preserve"> </w:t>
      </w:r>
      <w:r w:rsidRPr="00246756">
        <w:rPr>
          <w:rFonts w:cs="Arial"/>
          <w:sz w:val="20"/>
          <w:szCs w:val="20"/>
        </w:rPr>
        <w:t>o któr</w:t>
      </w:r>
      <w:r w:rsidR="00A5198F" w:rsidRPr="00246756">
        <w:rPr>
          <w:rFonts w:cs="Arial"/>
          <w:sz w:val="20"/>
          <w:szCs w:val="20"/>
        </w:rPr>
        <w:t>ym</w:t>
      </w:r>
      <w:r w:rsidRPr="00246756">
        <w:rPr>
          <w:rFonts w:cs="Arial"/>
          <w:sz w:val="20"/>
          <w:szCs w:val="20"/>
        </w:rPr>
        <w:t xml:space="preserve"> mowa w §</w:t>
      </w:r>
      <w:r w:rsidR="00246756" w:rsidRPr="00246756">
        <w:rPr>
          <w:rFonts w:cs="Arial"/>
          <w:sz w:val="20"/>
          <w:szCs w:val="20"/>
        </w:rPr>
        <w:t xml:space="preserve"> 15</w:t>
      </w:r>
      <w:r w:rsidRPr="00246756">
        <w:rPr>
          <w:rFonts w:cs="Arial"/>
          <w:sz w:val="20"/>
          <w:szCs w:val="20"/>
        </w:rPr>
        <w:t xml:space="preserve"> </w:t>
      </w:r>
      <w:r w:rsidR="00CD6ADD" w:rsidRPr="00246756">
        <w:rPr>
          <w:rFonts w:cs="Arial"/>
          <w:sz w:val="20"/>
          <w:szCs w:val="20"/>
        </w:rPr>
        <w:t xml:space="preserve">wzoru </w:t>
      </w:r>
      <w:r w:rsidRPr="00246756">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13823B13" w:rsidR="00F40506" w:rsidRPr="007B5698" w:rsidRDefault="00F40506" w:rsidP="009C6996">
      <w:pPr>
        <w:pStyle w:val="Styl11"/>
      </w:pPr>
      <w:r w:rsidRPr="007B5698">
        <w:t xml:space="preserve">Zamawiający </w:t>
      </w:r>
      <w:r w:rsidRPr="00246756">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D2896C4" w:rsidR="00162E24" w:rsidRPr="00246756" w:rsidRDefault="00F40506" w:rsidP="009C6996">
      <w:pPr>
        <w:pStyle w:val="Styl11"/>
      </w:pPr>
      <w:r w:rsidRPr="00246756">
        <w:t>Zamawiający nie dopuszcza składania ofert wariantowych.</w:t>
      </w:r>
      <w:bookmarkStart w:id="1" w:name="_Toc165626656"/>
      <w:bookmarkStart w:id="2" w:name="_Toc479595442"/>
      <w:bookmarkStart w:id="3" w:name="_Toc139608600"/>
    </w:p>
    <w:p w14:paraId="1645CB9F" w14:textId="2B3078E2" w:rsidR="007D7C5D" w:rsidRPr="00246756" w:rsidRDefault="007D7C5D" w:rsidP="009C6996">
      <w:pPr>
        <w:pStyle w:val="Styl11"/>
      </w:pPr>
      <w:r w:rsidRPr="00246756">
        <w:t>Zamawiający informuje, że nie przewiduje udzielenia zamówień uzupełniających</w:t>
      </w:r>
      <w:r w:rsidR="00162E24" w:rsidRPr="00246756">
        <w:t>.</w:t>
      </w:r>
    </w:p>
    <w:p w14:paraId="7D9A4DC4" w14:textId="083D530B" w:rsidR="007E4672" w:rsidRPr="00246756" w:rsidRDefault="007E4672" w:rsidP="009C6996">
      <w:pPr>
        <w:pStyle w:val="Styl11"/>
      </w:pPr>
      <w:r w:rsidRPr="00246756">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246756" w:rsidRDefault="00D53237" w:rsidP="009C6996">
      <w:pPr>
        <w:pStyle w:val="Styl11"/>
        <w:rPr>
          <w:rFonts w:eastAsia="Calibri"/>
          <w:iCs/>
        </w:rPr>
      </w:pPr>
      <w:r w:rsidRPr="00246756">
        <w:t xml:space="preserve">Warunki szczególne </w:t>
      </w:r>
      <w:r w:rsidR="00CD6ADD" w:rsidRPr="00246756">
        <w:t xml:space="preserve">udziału </w:t>
      </w:r>
      <w:r w:rsidRPr="00246756">
        <w:t>w postępowaniu</w:t>
      </w:r>
      <w:r w:rsidR="004F01D9" w:rsidRPr="00246756">
        <w:t>:</w:t>
      </w:r>
    </w:p>
    <w:p w14:paraId="5304304E" w14:textId="3DEEADA6" w:rsidR="00645F06" w:rsidRPr="00D53237" w:rsidRDefault="004F01D9" w:rsidP="002A65C8">
      <w:pPr>
        <w:pStyle w:val="Styl111"/>
        <w:ind w:left="1276" w:hanging="709"/>
      </w:pPr>
      <w:r>
        <w:t>z</w:t>
      </w:r>
      <w:r w:rsidR="00645F06" w:rsidRPr="00D53237">
        <w:t>a spełniających warunki udziału w postępowaniu Zamawiający uzna Wykonawców, którzy:</w:t>
      </w:r>
    </w:p>
    <w:p w14:paraId="30B159CD" w14:textId="210FAE13" w:rsidR="009D1816" w:rsidRDefault="00645F06" w:rsidP="00C46DD3">
      <w:pPr>
        <w:pStyle w:val="Styla"/>
        <w:numPr>
          <w:ilvl w:val="0"/>
          <w:numId w:val="19"/>
        </w:numPr>
      </w:pPr>
      <w:r w:rsidRPr="00F40506">
        <w:t xml:space="preserve">wykażą, że </w:t>
      </w:r>
      <w:r w:rsidR="00246756" w:rsidRPr="00246756">
        <w:t xml:space="preserve">posiadają uprawnienia wymagane ustawą z dnia 21.12.2000 r. o dozorze technicznym </w:t>
      </w:r>
      <w:r w:rsidR="00804BC7">
        <w:t>(</w:t>
      </w:r>
      <w:r w:rsidR="00246756" w:rsidRPr="00246756">
        <w:t>tj. Dz.U. 2024 r. poz. 834), art. 9 ust. 1 w zakresie modernizacji rurociągów technologicznych.</w:t>
      </w:r>
      <w:r w:rsidRPr="00F40506">
        <w:t>.</w:t>
      </w:r>
    </w:p>
    <w:p w14:paraId="3D1DA5A3" w14:textId="78161FDA" w:rsidR="00246756" w:rsidRDefault="00246756" w:rsidP="00246756">
      <w:pPr>
        <w:pStyle w:val="Styla"/>
        <w:numPr>
          <w:ilvl w:val="0"/>
          <w:numId w:val="19"/>
        </w:numPr>
      </w:pPr>
      <w:r w:rsidRPr="00246756">
        <w:t xml:space="preserve">wykażą, że zrealizowali w okresie </w:t>
      </w:r>
      <w:r w:rsidRPr="007F2C78">
        <w:rPr>
          <w:b/>
        </w:rPr>
        <w:t>ostatnich pięciu (5)</w:t>
      </w:r>
      <w:r w:rsidRPr="00246756">
        <w:t xml:space="preserve"> lat przed upływem terminu składania ofert, a jeżeli okres prowadzenia działalności jest krótszy - w tym okresie co najmniej </w:t>
      </w:r>
      <w:r w:rsidRPr="007F2C78">
        <w:rPr>
          <w:b/>
        </w:rPr>
        <w:t>jedno (1) zadanie</w:t>
      </w:r>
      <w:r w:rsidRPr="00246756">
        <w:t xml:space="preserve"> odpowiadające swoim rodzajem i wartością robotom stanowiącym przedmiot zamówienia. Zamawiający uzna za odpowiadające przedmiotowi zamówienia następujące prace: </w:t>
      </w:r>
      <w:r w:rsidRPr="007F2C78">
        <w:rPr>
          <w:b/>
        </w:rPr>
        <w:t>budowę lub przebudowę lub remont instalacji do mediów palnych z rur stalowych spawanych, o średnicy DN ≥ 50 mm</w:t>
      </w:r>
      <w:r w:rsidR="004D4A09">
        <w:rPr>
          <w:b/>
        </w:rPr>
        <w:t>,</w:t>
      </w:r>
      <w:r w:rsidRPr="007F2C78">
        <w:rPr>
          <w:b/>
        </w:rPr>
        <w:t xml:space="preserve"> MOP ≥ 8 </w:t>
      </w:r>
      <w:r w:rsidR="004D4A09">
        <w:rPr>
          <w:b/>
        </w:rPr>
        <w:t>M</w:t>
      </w:r>
      <w:r w:rsidRPr="007F2C78">
        <w:rPr>
          <w:b/>
        </w:rPr>
        <w:t xml:space="preserve">Pa, o wartości nie mniejszej niż 100 000,00 </w:t>
      </w:r>
      <w:r w:rsidR="007F2C78">
        <w:rPr>
          <w:b/>
        </w:rPr>
        <w:t xml:space="preserve">(sto tysięcy złoty) </w:t>
      </w:r>
      <w:r w:rsidRPr="007F2C78">
        <w:rPr>
          <w:b/>
        </w:rPr>
        <w:t>netto</w:t>
      </w:r>
      <w:r w:rsidRPr="00246756">
        <w:t>.</w:t>
      </w:r>
    </w:p>
    <w:p w14:paraId="698B8C03" w14:textId="77777777" w:rsidR="007F2C78" w:rsidRPr="00246756" w:rsidRDefault="007F2C78" w:rsidP="007F2C78">
      <w:pPr>
        <w:pStyle w:val="Styla"/>
        <w:numPr>
          <w:ilvl w:val="0"/>
          <w:numId w:val="0"/>
        </w:numPr>
        <w:ind w:left="1494"/>
      </w:pPr>
    </w:p>
    <w:p w14:paraId="07FC06BD" w14:textId="4467C27D" w:rsidR="00246756" w:rsidRDefault="00246756" w:rsidP="00246756">
      <w:pPr>
        <w:pStyle w:val="Styla"/>
        <w:numPr>
          <w:ilvl w:val="0"/>
          <w:numId w:val="19"/>
        </w:numPr>
      </w:pPr>
      <w:r w:rsidRPr="00246756">
        <w:t xml:space="preserve">wykażą, że do realizacji zamówienia </w:t>
      </w:r>
      <w:r w:rsidR="009F5DB1">
        <w:t xml:space="preserve"> dysponują </w:t>
      </w:r>
      <w:r w:rsidR="009F5DB1" w:rsidRPr="00246756">
        <w:t>osob</w:t>
      </w:r>
      <w:r w:rsidR="009F5DB1">
        <w:t>ami posiadającymi niżej opisane kwalifikacje lub uprawnienia</w:t>
      </w:r>
      <w:r w:rsidRPr="00246756">
        <w:t>:</w:t>
      </w:r>
    </w:p>
    <w:p w14:paraId="4173A3C9" w14:textId="699E4A51" w:rsidR="00246756" w:rsidRPr="007F2C78" w:rsidRDefault="007F2C78" w:rsidP="007F2C78">
      <w:pPr>
        <w:pStyle w:val="Styla"/>
        <w:numPr>
          <w:ilvl w:val="0"/>
          <w:numId w:val="0"/>
        </w:numPr>
        <w:ind w:left="1134"/>
        <w:rPr>
          <w:b/>
        </w:rPr>
      </w:pPr>
      <w:r w:rsidRPr="007F2C78">
        <w:rPr>
          <w:b/>
        </w:rPr>
        <w:t xml:space="preserve">c1) </w:t>
      </w:r>
      <w:r w:rsidR="00246756" w:rsidRPr="007F2C78">
        <w:rPr>
          <w:b/>
        </w:rPr>
        <w:t>osoba nadzoru</w:t>
      </w:r>
      <w:r>
        <w:rPr>
          <w:b/>
        </w:rPr>
        <w:t xml:space="preserve"> -</w:t>
      </w:r>
      <w:r w:rsidR="00246756" w:rsidRPr="007F2C78">
        <w:rPr>
          <w:b/>
        </w:rPr>
        <w:t xml:space="preserve">kierownik robót/osoba dozoru ruchu: </w:t>
      </w:r>
    </w:p>
    <w:p w14:paraId="0C5F248C" w14:textId="7B30DA3F" w:rsidR="00246756" w:rsidRPr="00246756" w:rsidRDefault="00246756" w:rsidP="002137B5">
      <w:pPr>
        <w:pStyle w:val="Styla"/>
        <w:numPr>
          <w:ilvl w:val="0"/>
          <w:numId w:val="48"/>
        </w:numPr>
        <w:ind w:left="1985"/>
      </w:pPr>
      <w:r w:rsidRPr="00246756">
        <w:t xml:space="preserve">kwalifikacje do zatrudnienia na stanowisku osoby dozoru ruchu specjalności budowlanej lub energomechanicznej branży mechanicznej w zakładach górniczych wydobywających otworami wiertniczymi ropę naftową i gaz ziemny, </w:t>
      </w:r>
    </w:p>
    <w:p w14:paraId="3909D01F" w14:textId="739D6855" w:rsidR="00246756" w:rsidRPr="00246756" w:rsidRDefault="00246756" w:rsidP="002137B5">
      <w:pPr>
        <w:pStyle w:val="Styla"/>
        <w:numPr>
          <w:ilvl w:val="0"/>
          <w:numId w:val="48"/>
        </w:numPr>
        <w:ind w:left="1985"/>
      </w:pPr>
      <w:r w:rsidRPr="00246756">
        <w:t xml:space="preserve">kwalifikacje uprawniające do zajmowania się eksploatacją urządzeń, instalacji i sieci na stanowisku dozoru (D) i eksploatacji (E) Grupy 3: </w:t>
      </w:r>
    </w:p>
    <w:p w14:paraId="41BDBC48" w14:textId="77777777" w:rsidR="00246756" w:rsidRPr="00246756" w:rsidRDefault="00246756" w:rsidP="002137B5">
      <w:pPr>
        <w:pStyle w:val="Styla"/>
        <w:numPr>
          <w:ilvl w:val="0"/>
          <w:numId w:val="0"/>
        </w:numPr>
        <w:ind w:left="1985"/>
      </w:pPr>
      <w:r w:rsidRPr="00246756">
        <w:t xml:space="preserve">- pkt. 7, 10 stwierdzone na podstawie rozporządzenia Ministra Gospodarki, Pracy i Polityki Społecznej z dnia 28 kwietnia 2003 r. w sprawie szczegółowych zasad stwierdzania kwalifikacji przez osoby zajmujące się eksploatacją urządzeń, instalacji i sieci /Dz.U.2003.89.828/) </w:t>
      </w:r>
    </w:p>
    <w:p w14:paraId="26ECDC97" w14:textId="77777777" w:rsidR="00246756" w:rsidRPr="00246756" w:rsidRDefault="00246756" w:rsidP="002137B5">
      <w:pPr>
        <w:pStyle w:val="Styla"/>
        <w:numPr>
          <w:ilvl w:val="0"/>
          <w:numId w:val="0"/>
        </w:numPr>
        <w:ind w:left="1985"/>
      </w:pPr>
      <w:r w:rsidRPr="00246756">
        <w:t xml:space="preserve">lub </w:t>
      </w:r>
    </w:p>
    <w:p w14:paraId="67D75CCD" w14:textId="77777777" w:rsidR="00246756" w:rsidRPr="00246756" w:rsidRDefault="00246756" w:rsidP="002137B5">
      <w:pPr>
        <w:pStyle w:val="Styla"/>
        <w:numPr>
          <w:ilvl w:val="0"/>
          <w:numId w:val="0"/>
        </w:numPr>
        <w:ind w:left="1985"/>
      </w:pPr>
      <w:r w:rsidRPr="00246756">
        <w:t xml:space="preserve">- pkt 7, 10 stwierdzone na podstawie rozporządzenia Ministra Klimatu i Środowiska z dnia 1 lipca 2022 r. w sprawie szczegółowych zasad stwierdzania posiadania kwalifikacji przez osoby zajmujące się eksploatacją urządzeń, instalacji i sieci /Dz.U. 2022 poz. 1392/. </w:t>
      </w:r>
    </w:p>
    <w:p w14:paraId="4C101D68" w14:textId="6E30E06A" w:rsidR="00246756" w:rsidRPr="00246756" w:rsidRDefault="00246756" w:rsidP="002137B5">
      <w:pPr>
        <w:pStyle w:val="Styla"/>
        <w:numPr>
          <w:ilvl w:val="0"/>
          <w:numId w:val="48"/>
        </w:numPr>
        <w:ind w:left="1985"/>
      </w:pPr>
      <w:r w:rsidRPr="00246756">
        <w:t xml:space="preserve">uprawnienia budowlane do kierowania robotami budowlanymi specjalności instalacyjnej w zakresie sieci, instalacji i urządzeń gazowych, </w:t>
      </w:r>
    </w:p>
    <w:p w14:paraId="2144FF11" w14:textId="5B1F7459" w:rsidR="00246756" w:rsidRPr="00246756" w:rsidRDefault="00246756" w:rsidP="002137B5">
      <w:pPr>
        <w:pStyle w:val="Styla"/>
        <w:numPr>
          <w:ilvl w:val="0"/>
          <w:numId w:val="48"/>
        </w:numPr>
        <w:ind w:left="1985"/>
      </w:pPr>
      <w:r w:rsidRPr="00246756">
        <w:t xml:space="preserve">ważne zaświadczenie o przynależności do Izby Samorządu Zawodowego. </w:t>
      </w:r>
    </w:p>
    <w:p w14:paraId="6EF9F24F" w14:textId="77777777" w:rsidR="00246756" w:rsidRPr="00246756" w:rsidRDefault="00246756" w:rsidP="002137B5">
      <w:pPr>
        <w:pStyle w:val="Styla"/>
        <w:numPr>
          <w:ilvl w:val="0"/>
          <w:numId w:val="0"/>
        </w:numPr>
        <w:ind w:left="1985"/>
      </w:pPr>
    </w:p>
    <w:p w14:paraId="05D1B751" w14:textId="53645591" w:rsidR="00246756" w:rsidRPr="007F2C78" w:rsidRDefault="007F2C78" w:rsidP="007F2C78">
      <w:pPr>
        <w:pStyle w:val="Styla"/>
        <w:numPr>
          <w:ilvl w:val="0"/>
          <w:numId w:val="0"/>
        </w:numPr>
        <w:ind w:left="1494" w:hanging="360"/>
        <w:rPr>
          <w:b/>
        </w:rPr>
      </w:pPr>
      <w:r w:rsidRPr="007F2C78">
        <w:rPr>
          <w:b/>
        </w:rPr>
        <w:t>c2)</w:t>
      </w:r>
      <w:r w:rsidR="00246756" w:rsidRPr="007F2C78">
        <w:rPr>
          <w:b/>
        </w:rPr>
        <w:t xml:space="preserve"> pozostali pracownicy: </w:t>
      </w:r>
    </w:p>
    <w:p w14:paraId="59724038" w14:textId="164CC0E8" w:rsidR="00246756" w:rsidRPr="00246756" w:rsidRDefault="00246756" w:rsidP="007F2C78">
      <w:pPr>
        <w:pStyle w:val="Styla"/>
        <w:numPr>
          <w:ilvl w:val="0"/>
          <w:numId w:val="37"/>
        </w:numPr>
      </w:pPr>
      <w:r w:rsidRPr="00246756">
        <w:t xml:space="preserve">kwalifikacje w zakresie metod spawania wg PN-EN ISO 9606-1:2017-10, </w:t>
      </w:r>
      <w:r w:rsidRPr="007F2C78">
        <w:rPr>
          <w:b/>
        </w:rPr>
        <w:t>minimum 2 osoby</w:t>
      </w:r>
      <w:r w:rsidRPr="00246756">
        <w:t xml:space="preserve">, </w:t>
      </w:r>
    </w:p>
    <w:p w14:paraId="0F167B1D" w14:textId="6DA424EB" w:rsidR="00246756" w:rsidRPr="00246756" w:rsidRDefault="00246756" w:rsidP="007F2C78">
      <w:pPr>
        <w:pStyle w:val="Styla"/>
        <w:numPr>
          <w:ilvl w:val="0"/>
          <w:numId w:val="37"/>
        </w:numPr>
      </w:pPr>
      <w:r w:rsidRPr="00246756">
        <w:t xml:space="preserve">kwalifikacje uprawniające do zajmowania się eksploatacją urządzeń, instalacji i sieci na stanowisku dozoru (D) i eksploatacji (E) Grupy 3: </w:t>
      </w:r>
    </w:p>
    <w:p w14:paraId="30705D43" w14:textId="77777777" w:rsidR="00246756" w:rsidRPr="00246756" w:rsidRDefault="00246756" w:rsidP="007F2C78">
      <w:pPr>
        <w:pStyle w:val="Styla"/>
        <w:numPr>
          <w:ilvl w:val="0"/>
          <w:numId w:val="0"/>
        </w:numPr>
        <w:ind w:left="2214"/>
      </w:pPr>
      <w:r w:rsidRPr="00246756">
        <w:t xml:space="preserve">- pkt. 7, 10 stwierdzone na podstawie rozporządzenia Ministra Gospodarki, Pracy i Polityki Społecznej z dnia 28 kwietnia 2003 r. w sprawie szczegółowych zasad stwierdzania kwalifikacji przez osoby zajmujące się eksploatacją urządzeń, instalacji i sieci /Dz.U.2003.89.828/) </w:t>
      </w:r>
    </w:p>
    <w:p w14:paraId="61B69234" w14:textId="77777777" w:rsidR="00246756" w:rsidRPr="00246756" w:rsidRDefault="00246756" w:rsidP="007F2C78">
      <w:pPr>
        <w:pStyle w:val="Styla"/>
        <w:numPr>
          <w:ilvl w:val="0"/>
          <w:numId w:val="0"/>
        </w:numPr>
        <w:ind w:left="2214"/>
      </w:pPr>
      <w:r w:rsidRPr="00246756">
        <w:t xml:space="preserve">lub </w:t>
      </w:r>
    </w:p>
    <w:p w14:paraId="565C365F" w14:textId="77777777" w:rsidR="005A1551" w:rsidRDefault="00246756" w:rsidP="007F2C78">
      <w:pPr>
        <w:pStyle w:val="Styla"/>
        <w:numPr>
          <w:ilvl w:val="0"/>
          <w:numId w:val="0"/>
        </w:numPr>
        <w:ind w:left="2214"/>
      </w:pPr>
      <w:r w:rsidRPr="00246756">
        <w:t>- pkt 7, 10 stwierdzone na podstawie rozporządzenia Ministra Klimatu i Środowiska z dnia 1 lipca 2022 r. w sprawie szczegółowych zasad stwierdzania posiadania kwalifikacji przez osoby zajmujące się eksploatacją urządzeń, instalacji i sieci /Dz.U. 2022 poz. 1392/</w:t>
      </w:r>
    </w:p>
    <w:p w14:paraId="0CD535BC" w14:textId="11FA6EC3" w:rsidR="00246756" w:rsidRPr="002137B5" w:rsidRDefault="00DE5D2A" w:rsidP="007F2C78">
      <w:pPr>
        <w:pStyle w:val="Styla"/>
        <w:numPr>
          <w:ilvl w:val="0"/>
          <w:numId w:val="0"/>
        </w:numPr>
        <w:ind w:left="2214"/>
        <w:rPr>
          <w:b/>
        </w:rPr>
      </w:pPr>
      <w:r w:rsidRPr="007F2C78">
        <w:rPr>
          <w:b/>
        </w:rPr>
        <w:t>minimum 2 osoby</w:t>
      </w:r>
      <w:r w:rsidRPr="002137B5">
        <w:rPr>
          <w:b/>
        </w:rPr>
        <w:t xml:space="preserve">, w tym wymienione </w:t>
      </w:r>
      <w:r w:rsidR="00E62C99" w:rsidRPr="002137B5">
        <w:rPr>
          <w:b/>
        </w:rPr>
        <w:t xml:space="preserve">w pkt c1 </w:t>
      </w:r>
      <w:r w:rsidR="002137B5" w:rsidRPr="002137B5">
        <w:rPr>
          <w:b/>
        </w:rPr>
        <w:t>ppkt 1.</w:t>
      </w:r>
    </w:p>
    <w:p w14:paraId="4F403E12" w14:textId="77777777" w:rsidR="007F2C78" w:rsidRPr="007F2C78" w:rsidRDefault="007F2C78" w:rsidP="007F2C78">
      <w:pPr>
        <w:pStyle w:val="Styla"/>
        <w:numPr>
          <w:ilvl w:val="0"/>
          <w:numId w:val="38"/>
        </w:numPr>
      </w:pPr>
      <w:r w:rsidRPr="007F2C78">
        <w:t xml:space="preserve">znajdują się w sytuacji ekonomicznej i finansowej zapewniającej wykonanie zamówienia, tj. posiadają polisę odpowiedzialności cywilnej w zakresie prowadzonej działalności gospodarczej, lub inny dokument ubezpieczenia na sumę gwarancyjną nie </w:t>
      </w:r>
      <w:r w:rsidRPr="007F2C78">
        <w:rPr>
          <w:b/>
        </w:rPr>
        <w:t>mniejszą niż 1 000 000 (jeden milion) zł.</w:t>
      </w:r>
    </w:p>
    <w:p w14:paraId="75A6DFB4" w14:textId="5EED435A" w:rsidR="007F2C78" w:rsidRDefault="007F2C78" w:rsidP="007F2C78">
      <w:pPr>
        <w:pStyle w:val="Styla"/>
        <w:numPr>
          <w:ilvl w:val="0"/>
          <w:numId w:val="0"/>
        </w:numPr>
        <w:ind w:left="1494" w:hanging="360"/>
      </w:pPr>
    </w:p>
    <w:p w14:paraId="4F3DBB05" w14:textId="77777777" w:rsidR="007F2C78" w:rsidRDefault="007F2C78" w:rsidP="007F2C78">
      <w:pPr>
        <w:pStyle w:val="Styla"/>
        <w:numPr>
          <w:ilvl w:val="0"/>
          <w:numId w:val="0"/>
        </w:numPr>
        <w:ind w:left="221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4C794272" w:rsidR="003D2127" w:rsidRPr="00D902A2" w:rsidRDefault="00753140" w:rsidP="007F2C78">
      <w:pPr>
        <w:spacing w:line="276" w:lineRule="auto"/>
        <w:rPr>
          <w:sz w:val="20"/>
          <w:szCs w:val="20"/>
        </w:rPr>
      </w:pPr>
      <w:r w:rsidRPr="00D902A2">
        <w:rPr>
          <w:rFonts w:cs="Arial"/>
          <w:i/>
          <w:sz w:val="20"/>
          <w:szCs w:val="20"/>
          <w:lang w:eastAsia="en-US"/>
        </w:rPr>
        <w:t xml:space="preserve"> </w:t>
      </w:r>
      <w:bookmarkStart w:id="6" w:name="_Toc479595445"/>
      <w:bookmarkEnd w:id="3"/>
      <w:r w:rsidR="00F40506" w:rsidRPr="00D902A2">
        <w:rPr>
          <w:sz w:val="20"/>
          <w:szCs w:val="20"/>
        </w:rPr>
        <w:t xml:space="preserve">Zamawiający wymaga złożenia następujących </w:t>
      </w:r>
      <w:r w:rsidR="00A61DFC" w:rsidRPr="00D902A2">
        <w:rPr>
          <w:sz w:val="20"/>
          <w:szCs w:val="20"/>
        </w:rPr>
        <w:t>oświadczeń/</w:t>
      </w:r>
      <w:r w:rsidR="00DD06A2" w:rsidRPr="00D902A2">
        <w:rPr>
          <w:sz w:val="20"/>
          <w:szCs w:val="20"/>
        </w:rPr>
        <w:t>dokumentów (</w:t>
      </w:r>
      <w:r w:rsidR="00067A0C" w:rsidRPr="00D902A2">
        <w:rPr>
          <w:sz w:val="20"/>
          <w:szCs w:val="20"/>
        </w:rPr>
        <w:t>z</w:t>
      </w:r>
      <w:r w:rsidR="003D2127" w:rsidRPr="00D902A2">
        <w:rPr>
          <w:sz w:val="20"/>
          <w:szCs w:val="20"/>
        </w:rPr>
        <w:t>awartość oferty</w:t>
      </w:r>
      <w:r w:rsidR="00DD06A2" w:rsidRPr="00D902A2">
        <w:rPr>
          <w:sz w:val="20"/>
          <w:szCs w:val="20"/>
        </w:rPr>
        <w:t>)</w:t>
      </w:r>
      <w:r w:rsidR="003D2127" w:rsidRPr="00D902A2">
        <w:rPr>
          <w:sz w:val="20"/>
          <w:szCs w:val="20"/>
        </w:rPr>
        <w:t>:</w:t>
      </w:r>
    </w:p>
    <w:p w14:paraId="2D845ED7" w14:textId="42A0F278" w:rsidR="00AB4A1C" w:rsidRPr="00D902A2" w:rsidRDefault="003D2127" w:rsidP="00C46DD3">
      <w:pPr>
        <w:pStyle w:val="Akapitzlist"/>
        <w:numPr>
          <w:ilvl w:val="0"/>
          <w:numId w:val="10"/>
        </w:numPr>
        <w:spacing w:line="276" w:lineRule="auto"/>
        <w:ind w:left="851" w:hanging="425"/>
        <w:contextualSpacing w:val="0"/>
        <w:rPr>
          <w:rFonts w:cs="Arial"/>
          <w:sz w:val="20"/>
          <w:szCs w:val="20"/>
        </w:rPr>
      </w:pPr>
      <w:r w:rsidRPr="00D902A2">
        <w:rPr>
          <w:rFonts w:cs="Arial"/>
          <w:sz w:val="20"/>
          <w:szCs w:val="20"/>
        </w:rPr>
        <w:t>w</w:t>
      </w:r>
      <w:r w:rsidR="00AB4A1C" w:rsidRPr="00D902A2">
        <w:rPr>
          <w:rFonts w:cs="Arial"/>
          <w:sz w:val="20"/>
          <w:szCs w:val="20"/>
        </w:rPr>
        <w:t xml:space="preserve">ypełniony </w:t>
      </w:r>
      <w:r w:rsidR="00AB4A1C" w:rsidRPr="00D902A2">
        <w:rPr>
          <w:rFonts w:cs="Arial"/>
          <w:b/>
          <w:sz w:val="20"/>
          <w:szCs w:val="20"/>
        </w:rPr>
        <w:t>Formularz ofertowy oraz Formularz cenowy</w:t>
      </w:r>
      <w:r w:rsidR="00AB4A1C" w:rsidRPr="00D902A2">
        <w:rPr>
          <w:rFonts w:cs="Arial"/>
          <w:sz w:val="20"/>
          <w:szCs w:val="20"/>
        </w:rPr>
        <w:t xml:space="preserve">  – Załącznik nr 1 do SWZ</w:t>
      </w:r>
      <w:r w:rsidR="00A61DFC" w:rsidRPr="00D902A2">
        <w:rPr>
          <w:rFonts w:cs="Arial"/>
          <w:sz w:val="20"/>
          <w:szCs w:val="20"/>
        </w:rPr>
        <w:t>;</w:t>
      </w:r>
    </w:p>
    <w:p w14:paraId="5B984EDA" w14:textId="77777777" w:rsidR="003D2127" w:rsidRPr="00D902A2" w:rsidRDefault="003D2127" w:rsidP="00C46DD3">
      <w:pPr>
        <w:pStyle w:val="Akapitzlist"/>
        <w:numPr>
          <w:ilvl w:val="0"/>
          <w:numId w:val="10"/>
        </w:numPr>
        <w:spacing w:line="276" w:lineRule="auto"/>
        <w:ind w:left="851" w:hanging="425"/>
        <w:contextualSpacing w:val="0"/>
        <w:rPr>
          <w:rFonts w:cs="Arial"/>
          <w:sz w:val="20"/>
          <w:szCs w:val="20"/>
        </w:rPr>
      </w:pPr>
      <w:r w:rsidRPr="00D902A2">
        <w:rPr>
          <w:rFonts w:cs="Arial"/>
          <w:b/>
          <w:sz w:val="20"/>
          <w:szCs w:val="20"/>
        </w:rPr>
        <w:t>oświadczenie</w:t>
      </w:r>
      <w:r w:rsidRPr="00D902A2">
        <w:rPr>
          <w:rFonts w:cs="Arial"/>
          <w:sz w:val="20"/>
          <w:szCs w:val="20"/>
        </w:rPr>
        <w:t xml:space="preserve"> o spełnianiu warunków udziału w postępowaniu;</w:t>
      </w:r>
    </w:p>
    <w:p w14:paraId="7D15FA93" w14:textId="77777777" w:rsidR="003D2127" w:rsidRPr="00D902A2" w:rsidRDefault="003D2127" w:rsidP="00C46DD3">
      <w:pPr>
        <w:pStyle w:val="Akapitzlist"/>
        <w:numPr>
          <w:ilvl w:val="0"/>
          <w:numId w:val="10"/>
        </w:numPr>
        <w:spacing w:line="276" w:lineRule="auto"/>
        <w:ind w:left="851" w:hanging="425"/>
        <w:contextualSpacing w:val="0"/>
        <w:rPr>
          <w:rFonts w:cs="Arial"/>
          <w:sz w:val="20"/>
          <w:szCs w:val="20"/>
        </w:rPr>
      </w:pPr>
      <w:r w:rsidRPr="00D902A2">
        <w:rPr>
          <w:rFonts w:cs="Arial"/>
          <w:b/>
          <w:sz w:val="20"/>
          <w:szCs w:val="20"/>
        </w:rPr>
        <w:t>oświadczenie</w:t>
      </w:r>
      <w:r w:rsidRPr="00D902A2">
        <w:rPr>
          <w:rFonts w:cs="Arial"/>
          <w:sz w:val="20"/>
          <w:szCs w:val="20"/>
        </w:rPr>
        <w:t xml:space="preserve"> o niepodleganiu wykluczeniu z postępowania;</w:t>
      </w:r>
    </w:p>
    <w:p w14:paraId="4F3AE37F" w14:textId="2F8DDE24" w:rsidR="003D2127" w:rsidRPr="00D902A2" w:rsidRDefault="003D2127" w:rsidP="00C46DD3">
      <w:pPr>
        <w:pStyle w:val="Akapitzlist"/>
        <w:numPr>
          <w:ilvl w:val="0"/>
          <w:numId w:val="10"/>
        </w:numPr>
        <w:spacing w:line="276" w:lineRule="auto"/>
        <w:ind w:left="851" w:hanging="425"/>
        <w:contextualSpacing w:val="0"/>
        <w:rPr>
          <w:rFonts w:cs="Arial"/>
          <w:sz w:val="20"/>
          <w:szCs w:val="20"/>
        </w:rPr>
      </w:pPr>
      <w:r w:rsidRPr="00D902A2">
        <w:rPr>
          <w:rFonts w:cs="Arial"/>
          <w:b/>
          <w:sz w:val="20"/>
          <w:szCs w:val="20"/>
        </w:rPr>
        <w:t xml:space="preserve">oświadczenie </w:t>
      </w:r>
      <w:r w:rsidRPr="00D902A2">
        <w:rPr>
          <w:rFonts w:cs="Arial"/>
          <w:sz w:val="20"/>
          <w:szCs w:val="20"/>
        </w:rPr>
        <w:t>o niezgłaszaniu roszczeń w przypadku unieważnienia postępowania</w:t>
      </w:r>
      <w:r w:rsidR="00A61DFC" w:rsidRPr="00D902A2">
        <w:rPr>
          <w:rFonts w:cs="Arial"/>
          <w:sz w:val="20"/>
          <w:szCs w:val="20"/>
        </w:rPr>
        <w:t>;</w:t>
      </w:r>
    </w:p>
    <w:p w14:paraId="467E5438" w14:textId="77777777" w:rsidR="00B32BB8" w:rsidRPr="00D902A2" w:rsidRDefault="00B32BB8" w:rsidP="00C46DD3">
      <w:pPr>
        <w:pStyle w:val="Akapitzlist"/>
        <w:numPr>
          <w:ilvl w:val="0"/>
          <w:numId w:val="10"/>
        </w:numPr>
        <w:spacing w:line="276" w:lineRule="auto"/>
        <w:ind w:left="851" w:hanging="425"/>
        <w:contextualSpacing w:val="0"/>
        <w:rPr>
          <w:rFonts w:cs="Arial"/>
          <w:sz w:val="20"/>
          <w:szCs w:val="20"/>
        </w:rPr>
      </w:pPr>
      <w:r w:rsidRPr="00D902A2">
        <w:rPr>
          <w:rFonts w:cs="Arial"/>
          <w:sz w:val="20"/>
          <w:szCs w:val="20"/>
        </w:rPr>
        <w:t xml:space="preserve">dot. </w:t>
      </w:r>
      <w:r w:rsidRPr="00D902A2">
        <w:rPr>
          <w:rFonts w:cs="Arial"/>
          <w:sz w:val="20"/>
          <w:szCs w:val="20"/>
          <w:u w:val="single"/>
        </w:rPr>
        <w:t>Wykonawcy z siedzibą lub miejscem zamieszkania za granicą</w:t>
      </w:r>
      <w:r w:rsidRPr="00D902A2">
        <w:rPr>
          <w:rFonts w:cs="Arial"/>
          <w:sz w:val="20"/>
          <w:szCs w:val="20"/>
        </w:rPr>
        <w:t xml:space="preserve">: </w:t>
      </w:r>
    </w:p>
    <w:p w14:paraId="7771B272" w14:textId="1A43D7FF" w:rsidR="00B32BB8" w:rsidRPr="00D902A2" w:rsidRDefault="00B32BB8" w:rsidP="002A65C8">
      <w:pPr>
        <w:pStyle w:val="Akapitzlist"/>
        <w:spacing w:line="276" w:lineRule="auto"/>
        <w:ind w:left="851"/>
        <w:contextualSpacing w:val="0"/>
        <w:rPr>
          <w:rFonts w:cs="Arial"/>
          <w:sz w:val="20"/>
          <w:szCs w:val="20"/>
        </w:rPr>
      </w:pPr>
      <w:r w:rsidRPr="00D902A2">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D902A2">
        <w:rPr>
          <w:rFonts w:cs="Arial"/>
          <w:sz w:val="20"/>
          <w:szCs w:val="20"/>
        </w:rPr>
        <w:t>;</w:t>
      </w:r>
    </w:p>
    <w:p w14:paraId="1CB55849" w14:textId="3AD2D23D" w:rsidR="003D2127" w:rsidRPr="00D902A2" w:rsidRDefault="003D2127" w:rsidP="00C46DD3">
      <w:pPr>
        <w:pStyle w:val="Akapitzlist"/>
        <w:numPr>
          <w:ilvl w:val="0"/>
          <w:numId w:val="10"/>
        </w:numPr>
        <w:spacing w:line="276" w:lineRule="auto"/>
        <w:ind w:left="851" w:hanging="425"/>
        <w:contextualSpacing w:val="0"/>
        <w:rPr>
          <w:rFonts w:cs="Arial"/>
          <w:sz w:val="20"/>
          <w:szCs w:val="20"/>
        </w:rPr>
      </w:pPr>
      <w:r w:rsidRPr="00D902A2">
        <w:rPr>
          <w:rFonts w:cs="Arial"/>
          <w:b/>
          <w:sz w:val="20"/>
          <w:szCs w:val="20"/>
        </w:rPr>
        <w:t>pełnomocnictwo</w:t>
      </w:r>
      <w:r w:rsidRPr="00D902A2">
        <w:rPr>
          <w:rFonts w:cs="Arial"/>
          <w:sz w:val="20"/>
          <w:szCs w:val="20"/>
        </w:rPr>
        <w:t xml:space="preserve"> – jeżeli ofertę podpisują inne osoby niż wskazane w dokumencie rejestrowym (oryginał lub kopię poświadczoną</w:t>
      </w:r>
      <w:r w:rsidR="000E270B" w:rsidRPr="00D902A2">
        <w:rPr>
          <w:rFonts w:cs="Arial"/>
          <w:sz w:val="20"/>
          <w:szCs w:val="20"/>
        </w:rPr>
        <w:t xml:space="preserve"> notarialni</w:t>
      </w:r>
      <w:r w:rsidR="00810441" w:rsidRPr="00D902A2">
        <w:rPr>
          <w:rFonts w:cs="Arial"/>
          <w:sz w:val="20"/>
          <w:szCs w:val="20"/>
        </w:rPr>
        <w:t>e</w:t>
      </w:r>
      <w:r w:rsidRPr="00D902A2">
        <w:rPr>
          <w:rFonts w:cs="Arial"/>
          <w:sz w:val="20"/>
          <w:szCs w:val="20"/>
        </w:rPr>
        <w:t>);</w:t>
      </w:r>
    </w:p>
    <w:p w14:paraId="112FBBD9" w14:textId="59166517" w:rsidR="00C105F8" w:rsidRPr="00D902A2" w:rsidRDefault="00EC5317" w:rsidP="00C46DD3">
      <w:pPr>
        <w:pStyle w:val="Akapitzlist"/>
        <w:numPr>
          <w:ilvl w:val="0"/>
          <w:numId w:val="10"/>
        </w:numPr>
        <w:spacing w:line="276" w:lineRule="auto"/>
        <w:ind w:left="851" w:hanging="425"/>
        <w:contextualSpacing w:val="0"/>
        <w:rPr>
          <w:rFonts w:cs="Arial"/>
          <w:sz w:val="20"/>
          <w:szCs w:val="20"/>
        </w:rPr>
      </w:pPr>
      <w:r w:rsidRPr="00D902A2">
        <w:rPr>
          <w:rFonts w:cs="Arial"/>
          <w:b/>
          <w:sz w:val="20"/>
          <w:szCs w:val="20"/>
          <w:lang w:eastAsia="en-US"/>
        </w:rPr>
        <w:t>z</w:t>
      </w:r>
      <w:r w:rsidR="003D2127" w:rsidRPr="00D902A2">
        <w:rPr>
          <w:rFonts w:cs="Arial"/>
          <w:b/>
          <w:sz w:val="20"/>
          <w:szCs w:val="20"/>
          <w:lang w:eastAsia="en-US"/>
        </w:rPr>
        <w:t xml:space="preserve">obowiązanie innego podmiotu </w:t>
      </w:r>
      <w:r w:rsidR="003D2127" w:rsidRPr="00D902A2">
        <w:rPr>
          <w:rFonts w:cs="Arial"/>
          <w:sz w:val="20"/>
          <w:szCs w:val="20"/>
          <w:lang w:eastAsia="en-US"/>
        </w:rPr>
        <w:t>do oddania Wykonawcy do dyspozycji niezbędnych zasobów na potrzeby realizacji Zamówienia (w sytuacji, gdy Wykonawca polega na zdolnościach lub sytuacji innych podmiotów)</w:t>
      </w:r>
      <w:r w:rsidR="00A61DFC" w:rsidRPr="00D902A2">
        <w:rPr>
          <w:rFonts w:cs="Arial"/>
          <w:sz w:val="20"/>
          <w:szCs w:val="20"/>
          <w:lang w:eastAsia="en-US"/>
        </w:rPr>
        <w:t>;</w:t>
      </w:r>
    </w:p>
    <w:p w14:paraId="2A0102C3" w14:textId="1136DDEB" w:rsidR="00D902A2" w:rsidRPr="00ED0249" w:rsidRDefault="00D902A2" w:rsidP="00D902A2">
      <w:pPr>
        <w:pStyle w:val="Akapitzlist"/>
        <w:numPr>
          <w:ilvl w:val="0"/>
          <w:numId w:val="10"/>
        </w:numPr>
        <w:spacing w:line="276" w:lineRule="auto"/>
        <w:ind w:left="851" w:hanging="425"/>
        <w:rPr>
          <w:rFonts w:cs="Arial"/>
          <w:sz w:val="20"/>
          <w:szCs w:val="20"/>
        </w:rPr>
      </w:pPr>
      <w:r>
        <w:rPr>
          <w:rFonts w:cs="Arial"/>
          <w:b/>
          <w:sz w:val="20"/>
          <w:szCs w:val="20"/>
        </w:rPr>
        <w:t>w</w:t>
      </w:r>
      <w:r w:rsidRPr="00ED0249">
        <w:rPr>
          <w:rFonts w:cs="Arial"/>
          <w:b/>
          <w:sz w:val="20"/>
          <w:szCs w:val="20"/>
        </w:rPr>
        <w:t xml:space="preserve">ykazu wykonanych </w:t>
      </w:r>
      <w:r>
        <w:rPr>
          <w:rFonts w:cs="Arial"/>
          <w:b/>
          <w:sz w:val="20"/>
          <w:szCs w:val="20"/>
        </w:rPr>
        <w:t>zadań</w:t>
      </w:r>
      <w:r w:rsidRPr="00ED0249">
        <w:rPr>
          <w:rFonts w:cs="Arial"/>
          <w:sz w:val="20"/>
          <w:szCs w:val="20"/>
        </w:rPr>
        <w:t xml:space="preserve"> w okresie ostatnich 5 lat przed upływem terminu składania ofert, a jeżeli okres prowadzenia działalności jest krótszy - w tym okresie  z podaniem ich wartości, przedmiotu</w:t>
      </w:r>
      <w:r w:rsidR="003E1938">
        <w:rPr>
          <w:rFonts w:cs="Arial"/>
          <w:sz w:val="20"/>
          <w:szCs w:val="20"/>
        </w:rPr>
        <w:t xml:space="preserve"> </w:t>
      </w:r>
      <w:r w:rsidR="003E1938" w:rsidRPr="0017741F">
        <w:rPr>
          <w:rFonts w:cs="Arial"/>
          <w:b/>
          <w:sz w:val="20"/>
          <w:szCs w:val="20"/>
        </w:rPr>
        <w:t>wraz z</w:t>
      </w:r>
      <w:r w:rsidR="004D4A09">
        <w:rPr>
          <w:rFonts w:cs="Arial"/>
          <w:b/>
          <w:sz w:val="20"/>
          <w:szCs w:val="20"/>
        </w:rPr>
        <w:t>e</w:t>
      </w:r>
      <w:r w:rsidR="003E1938" w:rsidRPr="0017741F">
        <w:rPr>
          <w:rFonts w:cs="Arial"/>
          <w:b/>
          <w:sz w:val="20"/>
          <w:szCs w:val="20"/>
        </w:rPr>
        <w:t xml:space="preserve">  wskazaniem </w:t>
      </w:r>
      <w:r w:rsidR="00DA2630">
        <w:rPr>
          <w:rFonts w:cs="Arial"/>
          <w:b/>
          <w:sz w:val="20"/>
          <w:szCs w:val="20"/>
        </w:rPr>
        <w:t>DN</w:t>
      </w:r>
      <w:r w:rsidR="004D4A09">
        <w:rPr>
          <w:rFonts w:cs="Arial"/>
          <w:b/>
          <w:sz w:val="20"/>
          <w:szCs w:val="20"/>
        </w:rPr>
        <w:t xml:space="preserve"> </w:t>
      </w:r>
      <w:r w:rsidR="001E1EFA">
        <w:rPr>
          <w:rFonts w:cs="Arial"/>
          <w:b/>
          <w:sz w:val="20"/>
          <w:szCs w:val="20"/>
        </w:rPr>
        <w:t xml:space="preserve"> i MOP instalacji</w:t>
      </w:r>
      <w:r w:rsidR="003E1938" w:rsidRPr="0017741F">
        <w:rPr>
          <w:rFonts w:cs="Arial"/>
          <w:b/>
          <w:sz w:val="20"/>
          <w:szCs w:val="20"/>
        </w:rPr>
        <w:t xml:space="preserve"> </w:t>
      </w:r>
      <w:r w:rsidRPr="00ED0249">
        <w:rPr>
          <w:rFonts w:cs="Arial"/>
          <w:sz w:val="20"/>
          <w:szCs w:val="20"/>
        </w:rPr>
        <w:t>, dat wykonania</w:t>
      </w:r>
      <w:r w:rsidRPr="00ED0249">
        <w:rPr>
          <w:rFonts w:cs="Arial"/>
          <w:i/>
          <w:sz w:val="20"/>
          <w:szCs w:val="20"/>
        </w:rPr>
        <w:t xml:space="preserve">, </w:t>
      </w:r>
      <w:r w:rsidRPr="00ED0249">
        <w:rPr>
          <w:rFonts w:cs="Arial"/>
          <w:sz w:val="20"/>
          <w:szCs w:val="20"/>
        </w:rPr>
        <w:t xml:space="preserve">oraz odbiorców, dla których </w:t>
      </w:r>
      <w:r>
        <w:rPr>
          <w:rFonts w:cs="Arial"/>
          <w:sz w:val="20"/>
          <w:szCs w:val="20"/>
        </w:rPr>
        <w:t>zadania</w:t>
      </w:r>
      <w:r w:rsidRPr="00ED0249">
        <w:rPr>
          <w:rFonts w:cs="Arial"/>
          <w:sz w:val="20"/>
          <w:szCs w:val="20"/>
        </w:rPr>
        <w:t xml:space="preserve"> były wykonane</w:t>
      </w:r>
      <w:r>
        <w:rPr>
          <w:rFonts w:cs="Arial"/>
          <w:sz w:val="20"/>
          <w:szCs w:val="20"/>
        </w:rPr>
        <w:t xml:space="preserve"> </w:t>
      </w:r>
      <w:r w:rsidRPr="00ED0249">
        <w:rPr>
          <w:rFonts w:cs="Arial"/>
          <w:sz w:val="20"/>
          <w:szCs w:val="20"/>
        </w:rPr>
        <w:t xml:space="preserve">– sporządzone na podstawie wzoru stanowiącego </w:t>
      </w:r>
      <w:r w:rsidRPr="00ED0249">
        <w:rPr>
          <w:rFonts w:cs="Arial"/>
          <w:b/>
          <w:sz w:val="20"/>
          <w:szCs w:val="20"/>
        </w:rPr>
        <w:t>Załącznik nr 5 do SWZ.</w:t>
      </w:r>
    </w:p>
    <w:p w14:paraId="03D3AEB6" w14:textId="77777777" w:rsidR="00D902A2" w:rsidRPr="00ED0249" w:rsidRDefault="00D902A2" w:rsidP="00D902A2">
      <w:pPr>
        <w:pStyle w:val="Akapitzlist"/>
        <w:spacing w:line="276" w:lineRule="auto"/>
        <w:ind w:left="851"/>
        <w:rPr>
          <w:rFonts w:cs="Arial"/>
          <w:sz w:val="20"/>
          <w:szCs w:val="20"/>
        </w:rPr>
      </w:pPr>
      <w:r w:rsidRPr="00ED0249">
        <w:rPr>
          <w:rFonts w:cs="Arial"/>
          <w:sz w:val="20"/>
          <w:szCs w:val="20"/>
        </w:rPr>
        <w:t xml:space="preserve">Jeżeli Wykonawca powołuje się na doświadczenie w realizacji </w:t>
      </w:r>
      <w:r>
        <w:rPr>
          <w:rFonts w:cs="Arial"/>
          <w:sz w:val="20"/>
          <w:szCs w:val="20"/>
        </w:rPr>
        <w:t>zadań</w:t>
      </w:r>
      <w:r w:rsidRPr="00ED0249">
        <w:rPr>
          <w:rFonts w:cs="Arial"/>
          <w:sz w:val="20"/>
          <w:szCs w:val="20"/>
        </w:rPr>
        <w:t xml:space="preserve">, wykonywanych wspólnie z innymi Wykonawcami, wykaz o którym mowa powyżej, dotyczy </w:t>
      </w:r>
      <w:r>
        <w:rPr>
          <w:rFonts w:cs="Arial"/>
          <w:sz w:val="20"/>
          <w:szCs w:val="20"/>
        </w:rPr>
        <w:t>zadań</w:t>
      </w:r>
      <w:r w:rsidRPr="00ED0249">
        <w:rPr>
          <w:rFonts w:cs="Arial"/>
          <w:sz w:val="20"/>
          <w:szCs w:val="20"/>
        </w:rPr>
        <w:t>, w których wykonaniu Wykonawc</w:t>
      </w:r>
      <w:r>
        <w:rPr>
          <w:rFonts w:cs="Arial"/>
          <w:sz w:val="20"/>
          <w:szCs w:val="20"/>
        </w:rPr>
        <w:t>a ten bezpośrednio uczestniczył</w:t>
      </w:r>
      <w:r w:rsidRPr="00ED0249">
        <w:rPr>
          <w:rFonts w:cs="Arial"/>
          <w:sz w:val="20"/>
          <w:szCs w:val="20"/>
        </w:rPr>
        <w:t>.</w:t>
      </w:r>
    </w:p>
    <w:p w14:paraId="6AE2349C" w14:textId="77777777" w:rsidR="00D902A2" w:rsidRPr="00ED0249" w:rsidRDefault="00D902A2" w:rsidP="00D902A2">
      <w:pPr>
        <w:pStyle w:val="Akapitzlist"/>
        <w:numPr>
          <w:ilvl w:val="0"/>
          <w:numId w:val="10"/>
        </w:numPr>
        <w:spacing w:line="276" w:lineRule="auto"/>
        <w:ind w:left="851" w:hanging="425"/>
        <w:rPr>
          <w:rFonts w:cs="Arial"/>
          <w:sz w:val="20"/>
          <w:szCs w:val="20"/>
        </w:rPr>
      </w:pPr>
      <w:r>
        <w:rPr>
          <w:rFonts w:cs="Arial"/>
          <w:b/>
          <w:sz w:val="20"/>
          <w:szCs w:val="20"/>
        </w:rPr>
        <w:t>d</w:t>
      </w:r>
      <w:r w:rsidRPr="00ED0249">
        <w:rPr>
          <w:rFonts w:cs="Arial"/>
          <w:b/>
          <w:sz w:val="20"/>
          <w:szCs w:val="20"/>
        </w:rPr>
        <w:t>owodów</w:t>
      </w:r>
      <w:r w:rsidRPr="00ED0249">
        <w:rPr>
          <w:rFonts w:cs="Arial"/>
          <w:sz w:val="20"/>
          <w:szCs w:val="20"/>
        </w:rPr>
        <w:t xml:space="preserve">, że </w:t>
      </w:r>
      <w:r>
        <w:rPr>
          <w:rFonts w:cs="Arial"/>
          <w:sz w:val="20"/>
          <w:szCs w:val="20"/>
        </w:rPr>
        <w:t>zadania</w:t>
      </w:r>
      <w:r w:rsidRPr="00ED0249">
        <w:rPr>
          <w:rFonts w:cs="Arial"/>
          <w:sz w:val="20"/>
          <w:szCs w:val="20"/>
        </w:rPr>
        <w:t xml:space="preserve"> wymienione w wykazie zostały wykonane należycie, w tym:</w:t>
      </w:r>
    </w:p>
    <w:p w14:paraId="0309433B" w14:textId="77777777" w:rsidR="00D902A2" w:rsidRPr="00ED0249" w:rsidRDefault="00D902A2" w:rsidP="00D902A2">
      <w:pPr>
        <w:pStyle w:val="Akapitzlist"/>
        <w:numPr>
          <w:ilvl w:val="0"/>
          <w:numId w:val="25"/>
        </w:numPr>
        <w:spacing w:line="276" w:lineRule="auto"/>
        <w:ind w:left="1134" w:hanging="283"/>
        <w:rPr>
          <w:rFonts w:cs="Arial"/>
          <w:sz w:val="20"/>
          <w:szCs w:val="20"/>
        </w:rPr>
      </w:pPr>
      <w:r w:rsidRPr="00ED0249">
        <w:rPr>
          <w:rFonts w:cs="Arial"/>
          <w:sz w:val="20"/>
          <w:szCs w:val="20"/>
        </w:rPr>
        <w:t xml:space="preserve">referencje bądź inne dokumenty sporządzone przez podmiot, na rzecz którego </w:t>
      </w:r>
      <w:r>
        <w:rPr>
          <w:rFonts w:cs="Arial"/>
          <w:sz w:val="20"/>
          <w:szCs w:val="20"/>
        </w:rPr>
        <w:t>zadania</w:t>
      </w:r>
      <w:r w:rsidRPr="00ED0249">
        <w:rPr>
          <w:rFonts w:cs="Arial"/>
          <w:sz w:val="20"/>
          <w:szCs w:val="20"/>
        </w:rPr>
        <w:t xml:space="preserve"> zostały wykonane wskazane w wykazie, o którym mowa w pkt 11.1 h) SWZ.</w:t>
      </w:r>
    </w:p>
    <w:p w14:paraId="1564D9F8" w14:textId="77777777" w:rsidR="00D902A2" w:rsidRPr="00ED0249" w:rsidRDefault="00D902A2" w:rsidP="00D902A2">
      <w:pPr>
        <w:pStyle w:val="Akapitzlist"/>
        <w:numPr>
          <w:ilvl w:val="0"/>
          <w:numId w:val="25"/>
        </w:numPr>
        <w:spacing w:line="276" w:lineRule="auto"/>
        <w:ind w:left="1134" w:hanging="283"/>
        <w:rPr>
          <w:rFonts w:cs="Arial"/>
          <w:sz w:val="20"/>
          <w:szCs w:val="20"/>
        </w:rPr>
      </w:pPr>
      <w:r w:rsidRPr="00ED0249">
        <w:rPr>
          <w:rFonts w:cs="Arial"/>
          <w:sz w:val="20"/>
          <w:szCs w:val="20"/>
        </w:rPr>
        <w:t xml:space="preserve">w przypadku, gdy </w:t>
      </w:r>
      <w:r w:rsidRPr="00ED0249">
        <w:rPr>
          <w:rFonts w:cs="Arial"/>
          <w:i/>
          <w:sz w:val="20"/>
          <w:szCs w:val="20"/>
        </w:rPr>
        <w:t>PGNiG S.A. lub</w:t>
      </w:r>
      <w:r w:rsidRPr="00ED0249">
        <w:rPr>
          <w:rFonts w:cs="Arial"/>
          <w:sz w:val="20"/>
          <w:szCs w:val="20"/>
        </w:rPr>
        <w:t xml:space="preserve"> </w:t>
      </w:r>
      <w:r w:rsidRPr="00ED0249">
        <w:rPr>
          <w:rFonts w:cs="Arial"/>
          <w:i/>
          <w:sz w:val="20"/>
          <w:szCs w:val="20"/>
        </w:rPr>
        <w:t xml:space="preserve">ORLEN S.A. – Oddział PGNiG w Zielonej Górze,  </w:t>
      </w:r>
      <w:r w:rsidRPr="00ED0249">
        <w:rPr>
          <w:rFonts w:cs="Arial"/>
          <w:sz w:val="20"/>
          <w:szCs w:val="20"/>
        </w:rPr>
        <w:t xml:space="preserve">jest podmiotem, na rzecz którego </w:t>
      </w:r>
      <w:r>
        <w:rPr>
          <w:rFonts w:cs="Arial"/>
          <w:sz w:val="20"/>
          <w:szCs w:val="20"/>
        </w:rPr>
        <w:t>zadania</w:t>
      </w:r>
      <w:r w:rsidRPr="00ED0249">
        <w:rPr>
          <w:rFonts w:cs="Arial"/>
          <w:sz w:val="20"/>
          <w:szCs w:val="20"/>
        </w:rPr>
        <w:t xml:space="preserve"> wskazane w w/w wykazie zostały wcześniej wykonane, Wykonawca nie ma obowiązku przedkładania ww. dowodów; </w:t>
      </w:r>
    </w:p>
    <w:p w14:paraId="590AC707" w14:textId="77777777" w:rsidR="00D902A2" w:rsidRPr="00ED0249" w:rsidRDefault="00D902A2" w:rsidP="00D902A2">
      <w:pPr>
        <w:pStyle w:val="Akapitzlist"/>
        <w:numPr>
          <w:ilvl w:val="0"/>
          <w:numId w:val="25"/>
        </w:numPr>
        <w:spacing w:line="276" w:lineRule="auto"/>
        <w:ind w:left="1134" w:hanging="283"/>
        <w:rPr>
          <w:rFonts w:cs="Arial"/>
          <w:sz w:val="20"/>
          <w:szCs w:val="20"/>
        </w:rPr>
      </w:pPr>
      <w:r w:rsidRPr="00ED0249">
        <w:rPr>
          <w:rFonts w:cs="Arial"/>
          <w:sz w:val="20"/>
          <w:szCs w:val="20"/>
        </w:rPr>
        <w:t>oświadczenie Wykonawcy składającego ofertę – jeżeli z przyczyn niezależnych od niego nie jest w stanie uzyskać referencji, o których mowa w pkt 11.1 i) SWZ;</w:t>
      </w:r>
    </w:p>
    <w:p w14:paraId="0D823069" w14:textId="77777777" w:rsidR="00D902A2" w:rsidRDefault="00D902A2" w:rsidP="00D902A2">
      <w:pPr>
        <w:pStyle w:val="Akapitzlist"/>
        <w:numPr>
          <w:ilvl w:val="0"/>
          <w:numId w:val="25"/>
        </w:numPr>
        <w:spacing w:line="276" w:lineRule="auto"/>
        <w:ind w:left="1134" w:hanging="283"/>
        <w:rPr>
          <w:rFonts w:cs="Arial"/>
          <w:sz w:val="20"/>
          <w:szCs w:val="20"/>
        </w:rPr>
      </w:pPr>
      <w:r w:rsidRPr="00ED0249">
        <w:rPr>
          <w:rFonts w:cs="Arial"/>
          <w:sz w:val="20"/>
          <w:szCs w:val="20"/>
        </w:rPr>
        <w:t>Uwaga! Zamawiający nie uzna, jako dowodu faktur itp. dokumentów, z uwagi na fakt, iż ich treść nie potwierdza należytego wykonania zamówienia.</w:t>
      </w:r>
    </w:p>
    <w:p w14:paraId="5687EFF4" w14:textId="77777777" w:rsidR="00D902A2" w:rsidRPr="00916BF6" w:rsidRDefault="00D902A2" w:rsidP="00D902A2">
      <w:pPr>
        <w:pStyle w:val="Akapitzlist"/>
        <w:numPr>
          <w:ilvl w:val="0"/>
          <w:numId w:val="25"/>
        </w:numPr>
        <w:spacing w:line="276" w:lineRule="auto"/>
        <w:ind w:left="1134" w:hanging="283"/>
        <w:rPr>
          <w:rFonts w:cs="Arial"/>
          <w:sz w:val="20"/>
          <w:szCs w:val="20"/>
        </w:rPr>
      </w:pPr>
      <w:r>
        <w:rPr>
          <w:rFonts w:cs="Arial"/>
          <w:color w:val="000000"/>
          <w:sz w:val="20"/>
          <w:szCs w:val="20"/>
          <w:lang w:eastAsia="ar-SA"/>
        </w:rPr>
        <w:t>j</w:t>
      </w:r>
      <w:r w:rsidRPr="00A0054C">
        <w:rPr>
          <w:rFonts w:cs="Arial"/>
          <w:color w:val="000000"/>
          <w:sz w:val="20"/>
          <w:szCs w:val="20"/>
          <w:lang w:val="x-none" w:eastAsia="ar-SA"/>
        </w:rPr>
        <w:t>eżeli</w:t>
      </w:r>
      <w:r w:rsidRPr="00A0054C">
        <w:rPr>
          <w:rFonts w:cs="Arial"/>
          <w:color w:val="000000"/>
          <w:sz w:val="20"/>
          <w:szCs w:val="20"/>
        </w:rPr>
        <w:t xml:space="preserve"> składający ofertę wykonał roboty </w:t>
      </w:r>
      <w:r>
        <w:rPr>
          <w:rFonts w:cs="Arial"/>
          <w:color w:val="000000"/>
          <w:sz w:val="20"/>
          <w:szCs w:val="20"/>
        </w:rPr>
        <w:t xml:space="preserve">jako wykonawca - przedkłada </w:t>
      </w:r>
      <w:r>
        <w:rPr>
          <w:rFonts w:cs="Arial"/>
          <w:color w:val="000000"/>
          <w:sz w:val="20"/>
          <w:szCs w:val="20"/>
          <w:lang w:val="x-none" w:eastAsia="ar-SA"/>
        </w:rPr>
        <w:t>referenc</w:t>
      </w:r>
      <w:r>
        <w:rPr>
          <w:rFonts w:cs="Arial"/>
          <w:color w:val="000000"/>
          <w:sz w:val="20"/>
          <w:szCs w:val="20"/>
          <w:lang w:eastAsia="ar-SA"/>
        </w:rPr>
        <w:t>je</w:t>
      </w:r>
      <w:r w:rsidRPr="00A0054C">
        <w:rPr>
          <w:rFonts w:cs="Arial"/>
          <w:color w:val="000000"/>
          <w:sz w:val="20"/>
          <w:szCs w:val="20"/>
          <w:lang w:eastAsia="ar-SA"/>
        </w:rPr>
        <w:t xml:space="preserve"> </w:t>
      </w:r>
      <w:r>
        <w:rPr>
          <w:rFonts w:cs="Arial"/>
          <w:color w:val="000000"/>
          <w:sz w:val="20"/>
          <w:szCs w:val="20"/>
          <w:lang w:eastAsia="ar-SA"/>
        </w:rPr>
        <w:t>wystawione</w:t>
      </w:r>
      <w:r w:rsidRPr="00A0054C">
        <w:rPr>
          <w:rFonts w:cs="Arial"/>
          <w:color w:val="000000"/>
          <w:sz w:val="20"/>
          <w:szCs w:val="20"/>
          <w:lang w:eastAsia="ar-SA"/>
        </w:rPr>
        <w:t xml:space="preserve"> przez Inwestora dla Wykonawcy;</w:t>
      </w:r>
    </w:p>
    <w:p w14:paraId="380D4C3E" w14:textId="77777777" w:rsidR="00D902A2" w:rsidRDefault="00D902A2" w:rsidP="00D902A2">
      <w:pPr>
        <w:pStyle w:val="Akapitzlist"/>
        <w:numPr>
          <w:ilvl w:val="0"/>
          <w:numId w:val="25"/>
        </w:numPr>
        <w:tabs>
          <w:tab w:val="left" w:pos="709"/>
          <w:tab w:val="num" w:pos="1134"/>
        </w:tabs>
        <w:spacing w:line="240" w:lineRule="auto"/>
        <w:ind w:left="1134" w:hanging="283"/>
        <w:rPr>
          <w:rFonts w:cs="Arial"/>
          <w:color w:val="000000"/>
          <w:sz w:val="20"/>
          <w:szCs w:val="20"/>
        </w:rPr>
      </w:pPr>
      <w:r w:rsidRPr="00916BF6">
        <w:rPr>
          <w:rFonts w:cs="Arial"/>
          <w:color w:val="000000"/>
          <w:sz w:val="20"/>
          <w:szCs w:val="20"/>
          <w:lang w:val="x-none" w:eastAsia="ar-SA"/>
        </w:rPr>
        <w:t xml:space="preserve">jeżeli składający ofertę wykonał </w:t>
      </w:r>
      <w:r w:rsidRPr="00916BF6">
        <w:rPr>
          <w:rFonts w:cs="Arial"/>
          <w:color w:val="000000"/>
          <w:sz w:val="20"/>
          <w:szCs w:val="20"/>
          <w:lang w:eastAsia="ar-SA"/>
        </w:rPr>
        <w:t>robot</w:t>
      </w:r>
      <w:r w:rsidRPr="00916BF6">
        <w:rPr>
          <w:rFonts w:cs="Arial"/>
          <w:color w:val="000000"/>
          <w:sz w:val="20"/>
          <w:szCs w:val="20"/>
          <w:lang w:val="x-none" w:eastAsia="ar-SA"/>
        </w:rPr>
        <w:t xml:space="preserve">y jako podwykonawca – </w:t>
      </w:r>
      <w:r>
        <w:rPr>
          <w:rFonts w:cs="Arial"/>
          <w:color w:val="000000"/>
          <w:sz w:val="20"/>
          <w:szCs w:val="20"/>
          <w:lang w:eastAsia="ar-SA"/>
        </w:rPr>
        <w:t xml:space="preserve">przedkłada </w:t>
      </w:r>
      <w:r w:rsidRPr="00916BF6">
        <w:rPr>
          <w:rFonts w:cs="Arial"/>
          <w:color w:val="000000"/>
          <w:sz w:val="20"/>
          <w:szCs w:val="20"/>
          <w:lang w:val="x-none" w:eastAsia="ar-SA"/>
        </w:rPr>
        <w:t>referenc</w:t>
      </w:r>
      <w:r>
        <w:rPr>
          <w:rFonts w:cs="Arial"/>
          <w:color w:val="000000"/>
          <w:sz w:val="20"/>
          <w:szCs w:val="20"/>
          <w:lang w:eastAsia="ar-SA"/>
        </w:rPr>
        <w:t>je</w:t>
      </w:r>
      <w:r>
        <w:rPr>
          <w:rFonts w:cs="Arial"/>
          <w:color w:val="000000"/>
          <w:sz w:val="20"/>
          <w:szCs w:val="20"/>
          <w:lang w:val="x-none" w:eastAsia="ar-SA"/>
        </w:rPr>
        <w:t>,  wystawion</w:t>
      </w:r>
      <w:r>
        <w:rPr>
          <w:rFonts w:cs="Arial"/>
          <w:color w:val="000000"/>
          <w:sz w:val="20"/>
          <w:szCs w:val="20"/>
          <w:lang w:eastAsia="ar-SA"/>
        </w:rPr>
        <w:t>e</w:t>
      </w:r>
      <w:r w:rsidRPr="00916BF6">
        <w:rPr>
          <w:rFonts w:cs="Arial"/>
          <w:color w:val="000000"/>
          <w:sz w:val="20"/>
          <w:szCs w:val="20"/>
          <w:lang w:val="x-none" w:eastAsia="ar-SA"/>
        </w:rPr>
        <w:t xml:space="preserve"> przez:</w:t>
      </w:r>
      <w:r w:rsidRPr="00916BF6">
        <w:rPr>
          <w:rFonts w:cs="Arial"/>
          <w:color w:val="000000"/>
          <w:sz w:val="20"/>
          <w:szCs w:val="20"/>
          <w:lang w:eastAsia="ar-SA"/>
        </w:rPr>
        <w:t xml:space="preserve"> </w:t>
      </w:r>
    </w:p>
    <w:p w14:paraId="7132AFE0" w14:textId="77777777" w:rsidR="00D902A2" w:rsidRPr="00916BF6" w:rsidRDefault="00D902A2" w:rsidP="00D902A2">
      <w:pPr>
        <w:pStyle w:val="Akapitzlist"/>
        <w:numPr>
          <w:ilvl w:val="2"/>
          <w:numId w:val="39"/>
        </w:numPr>
        <w:tabs>
          <w:tab w:val="left" w:pos="709"/>
        </w:tabs>
        <w:spacing w:line="240" w:lineRule="auto"/>
        <w:rPr>
          <w:rFonts w:cs="Arial"/>
          <w:color w:val="000000"/>
          <w:sz w:val="20"/>
          <w:szCs w:val="20"/>
        </w:rPr>
      </w:pPr>
      <w:r w:rsidRPr="00916BF6">
        <w:rPr>
          <w:rFonts w:cs="Arial"/>
          <w:color w:val="000000"/>
          <w:sz w:val="20"/>
          <w:szCs w:val="20"/>
          <w:lang w:eastAsia="ar-SA"/>
        </w:rPr>
        <w:t>Inwestora dla podwykonawcy z którego musi wynikać n</w:t>
      </w:r>
      <w:r>
        <w:rPr>
          <w:rFonts w:cs="Arial"/>
          <w:color w:val="000000"/>
          <w:sz w:val="20"/>
          <w:szCs w:val="20"/>
          <w:lang w:eastAsia="ar-SA"/>
        </w:rPr>
        <w:t xml:space="preserve">ależyte wykonanie zakresu robót </w:t>
      </w:r>
      <w:r w:rsidRPr="00916BF6">
        <w:rPr>
          <w:rFonts w:cs="Arial"/>
          <w:color w:val="000000"/>
          <w:sz w:val="20"/>
          <w:szCs w:val="20"/>
          <w:lang w:eastAsia="ar-SA"/>
        </w:rPr>
        <w:t>zrealizowanych przez podwykonawcę (tj. składającego ofertę),</w:t>
      </w:r>
    </w:p>
    <w:p w14:paraId="40921DE9" w14:textId="77777777" w:rsidR="00D902A2" w:rsidRPr="00916BF6" w:rsidRDefault="00D902A2" w:rsidP="00D902A2">
      <w:pPr>
        <w:pStyle w:val="Akapitzlist"/>
        <w:tabs>
          <w:tab w:val="num" w:pos="851"/>
        </w:tabs>
        <w:spacing w:line="240" w:lineRule="auto"/>
        <w:ind w:left="1440"/>
        <w:rPr>
          <w:rFonts w:cs="Arial"/>
          <w:color w:val="000000"/>
          <w:sz w:val="20"/>
          <w:szCs w:val="20"/>
          <w:lang w:eastAsia="ar-SA"/>
        </w:rPr>
      </w:pPr>
      <w:r w:rsidRPr="00916BF6">
        <w:rPr>
          <w:rFonts w:cs="Arial"/>
          <w:color w:val="000000"/>
          <w:sz w:val="20"/>
          <w:szCs w:val="20"/>
          <w:lang w:eastAsia="ar-SA"/>
        </w:rPr>
        <w:t>lub</w:t>
      </w:r>
    </w:p>
    <w:p w14:paraId="40923F19" w14:textId="77777777" w:rsidR="00D902A2" w:rsidRPr="00A0054C" w:rsidRDefault="00D902A2" w:rsidP="00D902A2">
      <w:pPr>
        <w:tabs>
          <w:tab w:val="left" w:pos="709"/>
        </w:tabs>
        <w:suppressAutoHyphens/>
        <w:spacing w:line="240" w:lineRule="auto"/>
        <w:ind w:left="709" w:hanging="283"/>
        <w:rPr>
          <w:rFonts w:cs="Arial"/>
          <w:color w:val="000000"/>
          <w:sz w:val="20"/>
          <w:szCs w:val="20"/>
          <w:lang w:eastAsia="ar-SA"/>
        </w:rPr>
      </w:pPr>
    </w:p>
    <w:p w14:paraId="458B788D" w14:textId="792A4777" w:rsidR="00D902A2" w:rsidRDefault="00D902A2" w:rsidP="00D902A2">
      <w:pPr>
        <w:pStyle w:val="Akapitzlist"/>
        <w:numPr>
          <w:ilvl w:val="2"/>
          <w:numId w:val="39"/>
        </w:numPr>
        <w:tabs>
          <w:tab w:val="num" w:pos="851"/>
        </w:tabs>
        <w:spacing w:line="240" w:lineRule="auto"/>
        <w:rPr>
          <w:rFonts w:cs="Arial"/>
          <w:color w:val="000000"/>
          <w:sz w:val="20"/>
          <w:szCs w:val="20"/>
          <w:lang w:eastAsia="ar-SA"/>
        </w:rPr>
      </w:pPr>
      <w:r w:rsidRPr="00916BF6">
        <w:rPr>
          <w:rFonts w:cs="Arial"/>
          <w:color w:val="000000"/>
          <w:sz w:val="20"/>
          <w:szCs w:val="20"/>
          <w:lang w:eastAsia="ar-SA"/>
        </w:rPr>
        <w:t>Wykonawcę dla podwykonawcy, z którego musi wynikać należyte wykonanie zakresu robót zrealizowanych przez podwykonawcę (tj. składającego ofertę). W takim przypadku należy dodatkowo</w:t>
      </w:r>
      <w:r w:rsidRPr="00916BF6">
        <w:rPr>
          <w:rFonts w:cs="Arial"/>
          <w:b/>
          <w:color w:val="000000"/>
          <w:sz w:val="20"/>
          <w:szCs w:val="20"/>
          <w:lang w:eastAsia="ar-SA"/>
        </w:rPr>
        <w:t xml:space="preserve"> </w:t>
      </w:r>
      <w:r w:rsidRPr="00916BF6">
        <w:rPr>
          <w:rFonts w:cs="Arial"/>
          <w:color w:val="000000"/>
          <w:sz w:val="20"/>
          <w:szCs w:val="20"/>
          <w:lang w:eastAsia="ar-SA"/>
        </w:rPr>
        <w:t>przedstawić referencje wystawione przez Inwestora na Wykonawcę.</w:t>
      </w:r>
    </w:p>
    <w:p w14:paraId="2E6EE784" w14:textId="77777777" w:rsidR="00D902A2" w:rsidRPr="00ED0249" w:rsidRDefault="00D902A2" w:rsidP="00D902A2">
      <w:pPr>
        <w:pStyle w:val="Akapitzlist"/>
        <w:numPr>
          <w:ilvl w:val="0"/>
          <w:numId w:val="10"/>
        </w:numPr>
        <w:spacing w:line="276" w:lineRule="auto"/>
        <w:ind w:left="1134" w:hanging="425"/>
        <w:rPr>
          <w:rFonts w:cs="Arial"/>
          <w:sz w:val="20"/>
          <w:szCs w:val="20"/>
        </w:rPr>
      </w:pPr>
      <w:r w:rsidRPr="0063187C">
        <w:rPr>
          <w:rFonts w:cs="Arial"/>
          <w:b/>
          <w:sz w:val="20"/>
          <w:szCs w:val="20"/>
        </w:rPr>
        <w:t>oświadczenie Wykonawcy w zakresie dysponowania osobami</w:t>
      </w:r>
      <w:r w:rsidRPr="00ED0249">
        <w:rPr>
          <w:rFonts w:cs="Arial"/>
          <w:sz w:val="20"/>
          <w:szCs w:val="20"/>
        </w:rPr>
        <w:t xml:space="preserve"> (uwzględniające wymagania określone w pkt 10.2.1.</w:t>
      </w:r>
      <w:r>
        <w:rPr>
          <w:rFonts w:cs="Arial"/>
          <w:sz w:val="20"/>
          <w:szCs w:val="20"/>
        </w:rPr>
        <w:t>c</w:t>
      </w:r>
      <w:r w:rsidRPr="00ED0249">
        <w:rPr>
          <w:rFonts w:cs="Arial"/>
          <w:sz w:val="20"/>
          <w:szCs w:val="20"/>
        </w:rPr>
        <w:t xml:space="preserve"> SWZ) które będą uczestniczyć w wykonywaniu zamówienia –</w:t>
      </w:r>
      <w:r w:rsidRPr="0063187C">
        <w:rPr>
          <w:rFonts w:cs="Arial"/>
          <w:sz w:val="20"/>
          <w:szCs w:val="20"/>
        </w:rPr>
        <w:t xml:space="preserve"> sporządzone na podstawie wzoru stanowiącego </w:t>
      </w:r>
      <w:r w:rsidRPr="0063187C">
        <w:rPr>
          <w:rFonts w:cs="Arial"/>
          <w:b/>
          <w:sz w:val="20"/>
          <w:szCs w:val="20"/>
        </w:rPr>
        <w:t xml:space="preserve">Załącznik nr </w:t>
      </w:r>
      <w:r>
        <w:rPr>
          <w:rFonts w:cs="Arial"/>
          <w:b/>
          <w:sz w:val="20"/>
          <w:szCs w:val="20"/>
        </w:rPr>
        <w:t>6</w:t>
      </w:r>
      <w:r w:rsidRPr="0063187C">
        <w:rPr>
          <w:rFonts w:cs="Arial"/>
          <w:b/>
          <w:sz w:val="20"/>
          <w:szCs w:val="20"/>
        </w:rPr>
        <w:t xml:space="preserve"> do SWZ</w:t>
      </w:r>
      <w:r w:rsidRPr="00ED0249">
        <w:rPr>
          <w:rFonts w:cs="Arial"/>
          <w:sz w:val="20"/>
          <w:szCs w:val="20"/>
        </w:rPr>
        <w:t>.</w:t>
      </w:r>
    </w:p>
    <w:p w14:paraId="6FB46FB8" w14:textId="77777777" w:rsidR="00D902A2" w:rsidRDefault="00D902A2" w:rsidP="00D902A2">
      <w:pPr>
        <w:pStyle w:val="Akapitzlist"/>
        <w:numPr>
          <w:ilvl w:val="0"/>
          <w:numId w:val="10"/>
        </w:numPr>
        <w:spacing w:line="276" w:lineRule="auto"/>
        <w:ind w:left="1134" w:hanging="425"/>
        <w:rPr>
          <w:rFonts w:cs="Arial"/>
          <w:sz w:val="20"/>
          <w:szCs w:val="20"/>
        </w:rPr>
      </w:pPr>
      <w:r w:rsidRPr="0063187C">
        <w:rPr>
          <w:rFonts w:cs="Arial"/>
          <w:b/>
          <w:sz w:val="20"/>
          <w:szCs w:val="20"/>
        </w:rPr>
        <w:t xml:space="preserve">kopia </w:t>
      </w:r>
      <w:r>
        <w:rPr>
          <w:rFonts w:cs="Arial"/>
          <w:b/>
          <w:sz w:val="20"/>
          <w:szCs w:val="20"/>
        </w:rPr>
        <w:t xml:space="preserve">opłaconej </w:t>
      </w:r>
      <w:r w:rsidRPr="0063187C">
        <w:rPr>
          <w:rFonts w:cs="Arial"/>
          <w:b/>
          <w:sz w:val="20"/>
          <w:szCs w:val="20"/>
        </w:rPr>
        <w:t>polisy</w:t>
      </w:r>
      <w:r w:rsidRPr="00ED0249">
        <w:rPr>
          <w:rFonts w:cs="Arial"/>
          <w:sz w:val="20"/>
          <w:szCs w:val="20"/>
        </w:rPr>
        <w:t xml:space="preserve"> od odpowiedzialności cywilnej w zakresie prowadzonej działalności gospodarczej, lub inny dokument ubezpieczenia- </w:t>
      </w:r>
      <w:r w:rsidRPr="0063187C">
        <w:rPr>
          <w:rFonts w:cs="Arial"/>
          <w:b/>
          <w:sz w:val="20"/>
          <w:szCs w:val="20"/>
        </w:rPr>
        <w:t>załącznik Wykonawcy</w:t>
      </w:r>
      <w:r w:rsidRPr="00ED0249">
        <w:rPr>
          <w:rFonts w:cs="Arial"/>
          <w:sz w:val="20"/>
          <w:szCs w:val="20"/>
        </w:rPr>
        <w:t>.</w:t>
      </w:r>
    </w:p>
    <w:p w14:paraId="782ECB98" w14:textId="4ED3E75C" w:rsidR="00D902A2" w:rsidRPr="00D902A2" w:rsidRDefault="00D902A2" w:rsidP="00D902A2">
      <w:pPr>
        <w:pStyle w:val="Akapitzlist"/>
        <w:numPr>
          <w:ilvl w:val="0"/>
          <w:numId w:val="10"/>
        </w:numPr>
        <w:spacing w:line="276" w:lineRule="auto"/>
        <w:ind w:left="1134" w:hanging="425"/>
        <w:rPr>
          <w:rFonts w:cs="Arial"/>
          <w:b/>
          <w:sz w:val="20"/>
          <w:szCs w:val="20"/>
        </w:rPr>
      </w:pPr>
      <w:r>
        <w:rPr>
          <w:rFonts w:cs="Arial"/>
          <w:b/>
          <w:sz w:val="20"/>
          <w:szCs w:val="20"/>
        </w:rPr>
        <w:t xml:space="preserve">kopie uprawnień </w:t>
      </w:r>
      <w:r>
        <w:rPr>
          <w:rFonts w:cs="Arial"/>
          <w:iCs/>
          <w:sz w:val="20"/>
          <w:szCs w:val="20"/>
        </w:rPr>
        <w:t xml:space="preserve">, o których mowa w pkt 10.2.1.a) SWZ </w:t>
      </w:r>
      <w:r w:rsidRPr="0063187C">
        <w:rPr>
          <w:rFonts w:cs="Arial"/>
          <w:iCs/>
          <w:sz w:val="20"/>
          <w:szCs w:val="20"/>
        </w:rPr>
        <w:t xml:space="preserve">- </w:t>
      </w:r>
      <w:r w:rsidRPr="0063187C">
        <w:rPr>
          <w:rFonts w:cs="Arial"/>
          <w:b/>
          <w:iCs/>
          <w:sz w:val="20"/>
          <w:szCs w:val="20"/>
        </w:rPr>
        <w:t>załącznik Wykonawcy.</w:t>
      </w:r>
    </w:p>
    <w:p w14:paraId="5EA62440" w14:textId="77777777" w:rsidR="00317F22" w:rsidRPr="005246AF" w:rsidRDefault="00317F22" w:rsidP="00317F22">
      <w:pPr>
        <w:pStyle w:val="Akapitzlist"/>
        <w:spacing w:line="276" w:lineRule="auto"/>
        <w:ind w:left="1134"/>
        <w:rPr>
          <w:rFonts w:cs="Arial"/>
          <w:b/>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552056D" w:rsidR="00186A75" w:rsidRPr="00D902A2"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D902A2">
        <w:t xml:space="preserve">zrealizują </w:t>
      </w:r>
      <w:r w:rsidR="00212856" w:rsidRPr="00D902A2">
        <w:t>roboty budowlane</w:t>
      </w:r>
      <w:r w:rsidRPr="00D902A2">
        <w:t xml:space="preserve">, do realizacji których te zdolności są wymagane na zasadach podwykonawstwa. Podmiot udostępniający Wykonawcy swe zasoby ww. zakresie winien przedstawić </w:t>
      </w:r>
      <w:r w:rsidR="00B75C5E" w:rsidRPr="00D902A2">
        <w:t xml:space="preserve">w </w:t>
      </w:r>
      <w:r w:rsidR="00447A46" w:rsidRPr="00D902A2">
        <w:t>formie oryginału</w:t>
      </w:r>
      <w:r w:rsidR="00B75C5E" w:rsidRPr="00D902A2">
        <w:t xml:space="preserve"> </w:t>
      </w:r>
      <w:r w:rsidRPr="00D902A2">
        <w:t xml:space="preserve">dodatkowo Oświadczenie o niepodleganiu wykluczeniu – </w:t>
      </w:r>
      <w:r w:rsidR="00892855" w:rsidRPr="00D902A2">
        <w:t>załącznik 4b</w:t>
      </w:r>
      <w:r w:rsidRPr="00D902A2">
        <w:t xml:space="preserve"> do </w:t>
      </w:r>
      <w:r w:rsidR="006C29FD" w:rsidRPr="00D902A2">
        <w:t>SWZ</w:t>
      </w:r>
      <w:r w:rsidR="009572AD" w:rsidRPr="00D902A2">
        <w:t xml:space="preserve"> (podpisane kwalifikowanym podpisem elektronicznym). </w:t>
      </w:r>
    </w:p>
    <w:p w14:paraId="0AED799B" w14:textId="6B337060" w:rsidR="00F40506" w:rsidRPr="00D01E2F" w:rsidRDefault="00F40506" w:rsidP="00E03A73">
      <w:pPr>
        <w:pStyle w:val="Styl11"/>
        <w:rPr>
          <w:b/>
          <w:i/>
        </w:rPr>
      </w:pPr>
      <w:r w:rsidRPr="00D902A2">
        <w:rPr>
          <w:b/>
        </w:rPr>
        <w:t>Oferta</w:t>
      </w:r>
      <w:r w:rsidR="00326502" w:rsidRPr="00D902A2">
        <w:rPr>
          <w:b/>
        </w:rPr>
        <w:t xml:space="preserve"> oraz oświadczenia złożone w postępowaniu </w:t>
      </w:r>
      <w:r w:rsidR="00212856" w:rsidRPr="00D902A2">
        <w:rPr>
          <w:b/>
        </w:rPr>
        <w:t>winny</w:t>
      </w:r>
      <w:r w:rsidRPr="00D902A2">
        <w:rPr>
          <w:b/>
        </w:rPr>
        <w:t xml:space="preserve"> </w:t>
      </w:r>
      <w:r w:rsidR="00326502" w:rsidRPr="00D902A2">
        <w:rPr>
          <w:b/>
        </w:rPr>
        <w:t>być podpisane</w:t>
      </w:r>
      <w:r w:rsidRPr="00D902A2">
        <w:rPr>
          <w:b/>
        </w:rPr>
        <w:t xml:space="preserve"> </w:t>
      </w:r>
      <w:r w:rsidR="00212856" w:rsidRPr="00D902A2">
        <w:rPr>
          <w:b/>
        </w:rPr>
        <w:t>kwalifikowanym podpisem elektronicznym</w:t>
      </w:r>
      <w:r w:rsidR="00212856" w:rsidRPr="00D902A2">
        <w:t xml:space="preserve"> </w:t>
      </w:r>
      <w:r w:rsidRPr="00D902A2">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6543550" w:rsidR="00F40506" w:rsidRPr="00D902A2" w:rsidRDefault="00F40506" w:rsidP="00E03A73">
      <w:pPr>
        <w:pStyle w:val="Styl11"/>
      </w:pPr>
      <w:r w:rsidRPr="00186A75">
        <w:t xml:space="preserve">Pozostałe </w:t>
      </w:r>
      <w:r w:rsidRPr="00D902A2">
        <w:t>wymagane dokumenty należy dołączyć do oferty w formie oryginału lub kserokopii potwierdzonej za zgodność z oryginałem przez Wykonawcę.</w:t>
      </w:r>
      <w:r w:rsidR="00212856" w:rsidRPr="00D902A2">
        <w:t xml:space="preserve"> Poświadczenie za zgodność z</w:t>
      </w:r>
      <w:r w:rsidR="009C3104" w:rsidRPr="00D902A2">
        <w:t> </w:t>
      </w:r>
      <w:r w:rsidR="00212856" w:rsidRPr="00D902A2">
        <w:t>oryginałem następuje w formie elektronicznej</w:t>
      </w:r>
      <w:r w:rsidR="00880B26" w:rsidRPr="00D902A2">
        <w:t xml:space="preserve"> przy użyciu kwalifikowanego podpisu elektronicznego</w:t>
      </w:r>
      <w:r w:rsidR="00212856" w:rsidRPr="00D902A2">
        <w:t xml:space="preserve">. </w:t>
      </w:r>
    </w:p>
    <w:p w14:paraId="7882BDF5" w14:textId="77777777" w:rsidR="00186A75" w:rsidRPr="00D902A2" w:rsidRDefault="00326502" w:rsidP="00E03A73">
      <w:pPr>
        <w:pStyle w:val="Styl11"/>
      </w:pPr>
      <w:r w:rsidRPr="00D902A2">
        <w:t xml:space="preserve">Zamawiający dopuszcza wspólne ubieganie się Wykonawców o udzielenie zamówienia. Wykonawcy ubiegający się wspólnie o udzielenie zamówienia ustanawiają pełnomocnika </w:t>
      </w:r>
      <w:r w:rsidR="00802090" w:rsidRPr="00D902A2">
        <w:br/>
      </w:r>
      <w:r w:rsidRPr="00D902A2">
        <w:t xml:space="preserve">do reprezentowania ich w postępowaniu albo reprezentowania w postępowaniu i zawarcia umowy w sprawie zamówienia. W przypadku Wykonawców wspólnie ubiegających się </w:t>
      </w:r>
      <w:r w:rsidR="00802090" w:rsidRPr="00D902A2">
        <w:br/>
      </w:r>
      <w:r w:rsidRPr="00D902A2">
        <w:t>o udzielenie zamówienia, żaden z Wykonawców nie może podlegać wykluczeniu. Pozostałe warunki muszą być spełnione łącznie przez wszystkich Wykonawców składających ofertę.</w:t>
      </w:r>
    </w:p>
    <w:p w14:paraId="4ABE5FFB" w14:textId="77777777" w:rsidR="000225F7" w:rsidRPr="00D902A2" w:rsidRDefault="00326502" w:rsidP="00E03A73">
      <w:pPr>
        <w:pStyle w:val="Styl11"/>
      </w:pPr>
      <w:r w:rsidRPr="00D902A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D902A2">
        <w:br/>
      </w:r>
      <w:r w:rsidRPr="00D902A2">
        <w:t>o udzielenie zamówienia. Pełnomocnictwo należy załączyć w formie oryginału lub kopii poświadczonej notarialnie</w:t>
      </w:r>
      <w:r w:rsidR="00451A2E" w:rsidRPr="00D902A2">
        <w:t xml:space="preserve"> lub kopii potwierdzonej za zgodność z oryginałem przez Wykonawcę</w:t>
      </w:r>
      <w:r w:rsidR="003F1A3C" w:rsidRPr="00D902A2">
        <w:t>.</w:t>
      </w:r>
    </w:p>
    <w:p w14:paraId="04750351" w14:textId="77777777" w:rsidR="003F1A3C" w:rsidRPr="00D902A2" w:rsidRDefault="003F1A3C" w:rsidP="00E03A73">
      <w:pPr>
        <w:pStyle w:val="Styl11"/>
      </w:pPr>
      <w:r w:rsidRPr="00D902A2">
        <w:t xml:space="preserve">W przypadku gdy zostanie wybrana oferta Wykonawców wspólnie ubiegających się </w:t>
      </w:r>
      <w:r w:rsidR="00772972" w:rsidRPr="00D902A2">
        <w:br/>
      </w:r>
      <w:r w:rsidRPr="00D902A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D902A2" w:rsidRDefault="00466ABA" w:rsidP="00E03A73">
      <w:pPr>
        <w:pStyle w:val="Styl11"/>
      </w:pPr>
      <w:r w:rsidRPr="00D902A2">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2CF7EF1A"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5652DEB"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4B5F7F7D"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317F22" w:rsidRDefault="00212856" w:rsidP="00FF131C">
      <w:pPr>
        <w:numPr>
          <w:ilvl w:val="4"/>
          <w:numId w:val="7"/>
        </w:numPr>
        <w:spacing w:line="276" w:lineRule="auto"/>
        <w:ind w:left="1134" w:hanging="425"/>
        <w:rPr>
          <w:rFonts w:eastAsia="Calibri"/>
          <w:sz w:val="20"/>
        </w:rPr>
      </w:pPr>
      <w:r w:rsidRPr="00317F22">
        <w:rPr>
          <w:rFonts w:eastAsia="Calibri"/>
          <w:sz w:val="20"/>
        </w:rPr>
        <w:t>w przypadku, gdy Wykonawcę reprezentuje pełnomocnik</w:t>
      </w:r>
      <w:r w:rsidRPr="00317F22">
        <w:rPr>
          <w:rFonts w:eastAsia="Calibri"/>
          <w:sz w:val="20"/>
          <w:szCs w:val="20"/>
        </w:rPr>
        <w:t xml:space="preserve"> do oferty winno zostać załączone pełnomocnictwo:</w:t>
      </w:r>
    </w:p>
    <w:p w14:paraId="6C13BF82" w14:textId="77777777" w:rsidR="00B20F1B" w:rsidRPr="00317F22" w:rsidRDefault="00212856" w:rsidP="00FF131C">
      <w:pPr>
        <w:numPr>
          <w:ilvl w:val="5"/>
          <w:numId w:val="7"/>
        </w:numPr>
        <w:spacing w:line="276" w:lineRule="auto"/>
        <w:ind w:left="1560" w:hanging="284"/>
        <w:rPr>
          <w:rFonts w:eastAsia="Calibri"/>
          <w:sz w:val="20"/>
          <w:szCs w:val="20"/>
        </w:rPr>
      </w:pPr>
      <w:r w:rsidRPr="00317F22">
        <w:rPr>
          <w:rFonts w:eastAsia="Calibri"/>
          <w:sz w:val="20"/>
          <w:szCs w:val="20"/>
        </w:rPr>
        <w:t>w formie elektronicznej podpisanej kwalifikowanym podpisem elektronicznym przez</w:t>
      </w:r>
      <w:r w:rsidR="00B20F1B" w:rsidRPr="00317F22">
        <w:rPr>
          <w:rFonts w:eastAsia="Calibri"/>
          <w:sz w:val="20"/>
          <w:szCs w:val="20"/>
        </w:rPr>
        <w:t>:</w:t>
      </w:r>
      <w:r w:rsidRPr="00317F22">
        <w:rPr>
          <w:rFonts w:eastAsia="Calibri"/>
          <w:sz w:val="20"/>
          <w:szCs w:val="20"/>
        </w:rPr>
        <w:t xml:space="preserve"> </w:t>
      </w:r>
    </w:p>
    <w:p w14:paraId="361F07CE" w14:textId="442076B0" w:rsidR="00B20F1B" w:rsidRPr="00317F22" w:rsidRDefault="00B20F1B" w:rsidP="00B20F1B">
      <w:pPr>
        <w:spacing w:line="276" w:lineRule="auto"/>
        <w:ind w:left="1560"/>
        <w:rPr>
          <w:rFonts w:eastAsia="Calibri"/>
          <w:sz w:val="20"/>
          <w:szCs w:val="20"/>
        </w:rPr>
      </w:pPr>
      <w:r w:rsidRPr="00317F22">
        <w:rPr>
          <w:rFonts w:eastAsia="Calibri"/>
          <w:sz w:val="20"/>
          <w:szCs w:val="20"/>
        </w:rPr>
        <w:t xml:space="preserve">- </w:t>
      </w:r>
      <w:r w:rsidR="00212856" w:rsidRPr="00317F22">
        <w:rPr>
          <w:rFonts w:eastAsia="Calibri"/>
          <w:sz w:val="20"/>
          <w:szCs w:val="20"/>
        </w:rPr>
        <w:t>osoby uprawnione do reprezentacji Wykonawcy</w:t>
      </w:r>
      <w:r w:rsidRPr="00317F22">
        <w:rPr>
          <w:rFonts w:eastAsia="Calibri"/>
          <w:sz w:val="20"/>
          <w:szCs w:val="20"/>
        </w:rPr>
        <w:t>,</w:t>
      </w:r>
      <w:r w:rsidR="00212856" w:rsidRPr="00317F22">
        <w:rPr>
          <w:rFonts w:eastAsia="Calibri"/>
          <w:sz w:val="20"/>
          <w:szCs w:val="20"/>
        </w:rPr>
        <w:t xml:space="preserve"> </w:t>
      </w:r>
      <w:r w:rsidR="00A473A6" w:rsidRPr="00317F22">
        <w:rPr>
          <w:rFonts w:eastAsia="Calibri"/>
          <w:sz w:val="20"/>
          <w:szCs w:val="20"/>
        </w:rPr>
        <w:t xml:space="preserve">lub </w:t>
      </w:r>
    </w:p>
    <w:p w14:paraId="44A6BA3C" w14:textId="52A77620" w:rsidR="00B20F1B" w:rsidRPr="00317F22" w:rsidRDefault="00B20F1B" w:rsidP="00B20F1B">
      <w:pPr>
        <w:spacing w:line="276" w:lineRule="auto"/>
        <w:ind w:left="1560"/>
        <w:rPr>
          <w:rFonts w:eastAsia="Calibri"/>
          <w:sz w:val="20"/>
          <w:szCs w:val="20"/>
        </w:rPr>
      </w:pPr>
      <w:r w:rsidRPr="00317F22">
        <w:rPr>
          <w:rFonts w:eastAsia="Calibri"/>
          <w:sz w:val="20"/>
          <w:szCs w:val="20"/>
        </w:rPr>
        <w:t xml:space="preserve">- </w:t>
      </w:r>
      <w:r w:rsidR="00A473A6" w:rsidRPr="00317F22">
        <w:rPr>
          <w:rFonts w:eastAsia="Calibri"/>
          <w:sz w:val="20"/>
          <w:szCs w:val="20"/>
        </w:rPr>
        <w:t>kopia poświadczona notarialnie</w:t>
      </w:r>
      <w:r w:rsidRPr="00317F22">
        <w:rPr>
          <w:rFonts w:eastAsia="Calibri"/>
          <w:sz w:val="20"/>
          <w:szCs w:val="20"/>
        </w:rPr>
        <w:t>,</w:t>
      </w:r>
      <w:r w:rsidR="00A473A6" w:rsidRPr="00317F22">
        <w:rPr>
          <w:rFonts w:eastAsia="Calibri"/>
          <w:sz w:val="20"/>
          <w:szCs w:val="20"/>
        </w:rPr>
        <w:t xml:space="preserve"> </w:t>
      </w:r>
    </w:p>
    <w:p w14:paraId="1D888A4D" w14:textId="7EFAA189" w:rsidR="00F40506" w:rsidRPr="00317F22" w:rsidRDefault="00212856" w:rsidP="00B20F1B">
      <w:pPr>
        <w:spacing w:line="276" w:lineRule="auto"/>
        <w:ind w:left="1560"/>
        <w:rPr>
          <w:rFonts w:eastAsia="Calibri"/>
          <w:sz w:val="20"/>
          <w:szCs w:val="20"/>
        </w:rPr>
      </w:pPr>
      <w:r w:rsidRPr="00317F22">
        <w:rPr>
          <w:rFonts w:eastAsia="Calibri"/>
          <w:sz w:val="20"/>
          <w:szCs w:val="20"/>
        </w:rPr>
        <w:t>w przypadku złożenia oferty w</w:t>
      </w:r>
      <w:r w:rsidR="00D2442C" w:rsidRPr="00317F22">
        <w:rPr>
          <w:rFonts w:eastAsia="Calibri"/>
          <w:sz w:val="20"/>
          <w:szCs w:val="20"/>
        </w:rPr>
        <w:t> </w:t>
      </w:r>
      <w:r w:rsidRPr="00317F22">
        <w:rPr>
          <w:rFonts w:eastAsia="Calibri"/>
          <w:sz w:val="20"/>
          <w:szCs w:val="20"/>
        </w:rPr>
        <w:t>formie elektronicznej</w:t>
      </w:r>
      <w:r w:rsidR="00DF1D02" w:rsidRPr="00317F22">
        <w:rPr>
          <w:rFonts w:eastAsia="Calibri"/>
          <w:sz w:val="20"/>
          <w:szCs w:val="20"/>
        </w:rPr>
        <w:t>;</w:t>
      </w:r>
    </w:p>
    <w:p w14:paraId="352EE067" w14:textId="0D716B2C" w:rsidR="00F40506" w:rsidRPr="00317F22" w:rsidRDefault="00F40506" w:rsidP="00D2442C">
      <w:pPr>
        <w:pStyle w:val="Styl11"/>
      </w:pPr>
      <w:r w:rsidRPr="00317F22">
        <w:t xml:space="preserve">We wszystkich przypadkach, gdzie jest mowa o pieczątkach, Zamawiający dopuszcza złożenie czytelnego zapisu o treści pieczęci, np.: nazwa firmy, siedziba lub czytelnego podpisu </w:t>
      </w:r>
      <w:r w:rsidR="002A0400" w:rsidRPr="00317F22">
        <w:t>w </w:t>
      </w:r>
      <w:r w:rsidRPr="00317F22">
        <w:t>przypadku pieczęci imiennej.</w:t>
      </w:r>
    </w:p>
    <w:p w14:paraId="532928A9" w14:textId="48FF99FF" w:rsidR="00764011" w:rsidRPr="00317F22" w:rsidRDefault="00764011" w:rsidP="00D2442C">
      <w:pPr>
        <w:pStyle w:val="Styl11"/>
      </w:pPr>
      <w:r w:rsidRPr="00317F22">
        <w:t xml:space="preserve">Ofertę należy złożyć w jednej z form wskazanych w treści </w:t>
      </w:r>
      <w:r w:rsidR="00F6251F" w:rsidRPr="00317F22">
        <w:t>SWZ</w:t>
      </w:r>
      <w:r w:rsidRPr="00317F22">
        <w:t xml:space="preserve"> tj. </w:t>
      </w:r>
      <w:r w:rsidR="000851FF" w:rsidRPr="00317F22">
        <w:t>elektronicznej</w:t>
      </w:r>
      <w:r w:rsidRPr="00317F22">
        <w:t>.</w:t>
      </w:r>
    </w:p>
    <w:p w14:paraId="675117D5" w14:textId="799194ED" w:rsidR="001222CB" w:rsidRPr="00882B39" w:rsidRDefault="001222CB" w:rsidP="00D2442C">
      <w:pPr>
        <w:pStyle w:val="Styl11"/>
      </w:pPr>
      <w:r w:rsidRPr="00317F22">
        <w:t xml:space="preserve">Zamawiający zastrzega sobie możliwość wezwania Wykonawcy do uzupełnienia  </w:t>
      </w:r>
      <w:r w:rsidRPr="00882B39">
        <w:t>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317F22">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59620BF7" w:rsidR="00703D6D" w:rsidRPr="00317F22" w:rsidRDefault="00703D6D" w:rsidP="00703D6D">
      <w:pPr>
        <w:pStyle w:val="Styl11"/>
        <w:spacing w:line="240" w:lineRule="auto"/>
      </w:pPr>
      <w:r w:rsidRPr="00317F22">
        <w:t>Jedynym kryterium oceny jest cena podana w ofercie. Spośród ofert nieodrzuconych za najkorzystniejszą zostanie uznana oferta o najniższej cenie</w:t>
      </w:r>
    </w:p>
    <w:p w14:paraId="2F24AF8D" w14:textId="18A11166" w:rsidR="00703D6D" w:rsidRPr="00317F22" w:rsidRDefault="00703D6D" w:rsidP="00703D6D">
      <w:pPr>
        <w:spacing w:line="240" w:lineRule="auto"/>
        <w:ind w:left="720"/>
        <w:rPr>
          <w:rFonts w:eastAsia="Calibri" w:cs="Arial"/>
          <w:sz w:val="20"/>
          <w:szCs w:val="20"/>
        </w:rPr>
      </w:pPr>
      <w:r w:rsidRPr="00317F22">
        <w:rPr>
          <w:rFonts w:eastAsia="Calibri" w:cs="Arial"/>
          <w:sz w:val="20"/>
          <w:szCs w:val="20"/>
        </w:rPr>
        <w:t xml:space="preserve"> </w:t>
      </w:r>
    </w:p>
    <w:p w14:paraId="2D6F79E8" w14:textId="77777777" w:rsidR="00703D6D" w:rsidRPr="00317F22" w:rsidRDefault="00703D6D" w:rsidP="00703D6D">
      <w:pPr>
        <w:spacing w:line="240" w:lineRule="auto"/>
        <w:ind w:left="720"/>
        <w:rPr>
          <w:rFonts w:eastAsia="Calibri" w:cs="Arial"/>
          <w:sz w:val="20"/>
          <w:szCs w:val="20"/>
        </w:rPr>
      </w:pPr>
      <w:r w:rsidRPr="00317F22">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317F22" w:rsidRPr="00317F22"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317F22" w:rsidRDefault="00703D6D" w:rsidP="00D74284">
            <w:pPr>
              <w:shd w:val="clear" w:color="auto" w:fill="FFFFFF"/>
              <w:spacing w:line="360" w:lineRule="auto"/>
              <w:ind w:left="82"/>
              <w:jc w:val="center"/>
              <w:rPr>
                <w:rFonts w:cs="Arial"/>
                <w:b/>
                <w:sz w:val="20"/>
                <w:szCs w:val="20"/>
              </w:rPr>
            </w:pPr>
            <w:r w:rsidRPr="00317F22">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317F22" w:rsidRDefault="00703D6D" w:rsidP="00D74284">
            <w:pPr>
              <w:shd w:val="clear" w:color="auto" w:fill="FFFFFF"/>
              <w:spacing w:line="360" w:lineRule="auto"/>
              <w:jc w:val="center"/>
              <w:rPr>
                <w:rFonts w:cs="Arial"/>
                <w:b/>
                <w:bCs/>
                <w:sz w:val="20"/>
                <w:szCs w:val="20"/>
              </w:rPr>
            </w:pPr>
            <w:r w:rsidRPr="00317F22">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317F22" w:rsidRDefault="00703D6D" w:rsidP="00D74284">
            <w:pPr>
              <w:shd w:val="clear" w:color="auto" w:fill="FFFFFF"/>
              <w:spacing w:line="360" w:lineRule="auto"/>
              <w:ind w:left="29" w:right="34"/>
              <w:jc w:val="center"/>
              <w:rPr>
                <w:rFonts w:cs="Arial"/>
                <w:b/>
                <w:bCs/>
                <w:sz w:val="20"/>
                <w:szCs w:val="20"/>
              </w:rPr>
            </w:pPr>
            <w:r w:rsidRPr="00317F22">
              <w:rPr>
                <w:rFonts w:cs="Arial"/>
                <w:b/>
                <w:bCs/>
                <w:spacing w:val="-9"/>
                <w:sz w:val="20"/>
                <w:szCs w:val="20"/>
              </w:rPr>
              <w:t xml:space="preserve">Znaczenie </w:t>
            </w:r>
            <w:r w:rsidRPr="00317F22">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317F22" w:rsidRDefault="00703D6D" w:rsidP="00D74284">
            <w:pPr>
              <w:shd w:val="clear" w:color="auto" w:fill="FFFFFF"/>
              <w:spacing w:line="360" w:lineRule="auto"/>
              <w:ind w:left="912"/>
              <w:jc w:val="center"/>
              <w:rPr>
                <w:rFonts w:cs="Arial"/>
                <w:b/>
                <w:bCs/>
                <w:sz w:val="20"/>
                <w:szCs w:val="20"/>
              </w:rPr>
            </w:pPr>
            <w:r w:rsidRPr="00317F22">
              <w:rPr>
                <w:rFonts w:cs="Arial"/>
                <w:b/>
                <w:bCs/>
                <w:spacing w:val="-5"/>
                <w:sz w:val="20"/>
                <w:szCs w:val="20"/>
              </w:rPr>
              <w:t>Opis metody przyznawanych punktów</w:t>
            </w:r>
          </w:p>
        </w:tc>
      </w:tr>
      <w:tr w:rsidR="00317F22" w:rsidRPr="00317F22"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317F22" w:rsidRDefault="00703D6D" w:rsidP="00D74284">
            <w:pPr>
              <w:shd w:val="clear" w:color="auto" w:fill="FFFFFF"/>
              <w:spacing w:line="360" w:lineRule="auto"/>
              <w:ind w:left="5"/>
              <w:jc w:val="center"/>
              <w:rPr>
                <w:rFonts w:cs="Arial"/>
                <w:sz w:val="18"/>
                <w:szCs w:val="20"/>
              </w:rPr>
            </w:pPr>
            <w:r w:rsidRPr="00317F22">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317F22" w:rsidRDefault="00703D6D" w:rsidP="00D74284">
            <w:pPr>
              <w:shd w:val="clear" w:color="auto" w:fill="FFFFFF"/>
              <w:spacing w:line="360" w:lineRule="auto"/>
              <w:rPr>
                <w:rFonts w:eastAsia="Calibri" w:cs="Arial"/>
                <w:sz w:val="18"/>
                <w:szCs w:val="20"/>
              </w:rPr>
            </w:pPr>
            <w:r w:rsidRPr="00317F22">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50BA71F6" w:rsidR="00703D6D" w:rsidRPr="00317F22" w:rsidRDefault="00317F22" w:rsidP="00D74284">
            <w:pPr>
              <w:shd w:val="clear" w:color="auto" w:fill="FFFFFF"/>
              <w:tabs>
                <w:tab w:val="left" w:leader="dot" w:pos="605"/>
              </w:tabs>
              <w:spacing w:line="360" w:lineRule="auto"/>
              <w:jc w:val="center"/>
              <w:rPr>
                <w:rFonts w:cs="Arial"/>
                <w:sz w:val="18"/>
                <w:szCs w:val="20"/>
              </w:rPr>
            </w:pPr>
            <w:r>
              <w:rPr>
                <w:rFonts w:cs="Arial"/>
                <w:sz w:val="18"/>
                <w:szCs w:val="20"/>
              </w:rPr>
              <w:t>100</w:t>
            </w:r>
            <w:r w:rsidR="00703D6D" w:rsidRPr="00317F22">
              <w:rPr>
                <w:rFonts w:cs="Arial"/>
                <w:sz w:val="18"/>
                <w:szCs w:val="20"/>
              </w:rPr>
              <w:t xml:space="preserve"> </w:t>
            </w:r>
            <w:r w:rsidR="00703D6D" w:rsidRPr="00317F22">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317F22" w:rsidRDefault="00703D6D" w:rsidP="00D74284">
            <w:pPr>
              <w:shd w:val="clear" w:color="auto" w:fill="FFFFFF"/>
              <w:spacing w:line="360" w:lineRule="auto"/>
              <w:ind w:left="204" w:hanging="204"/>
              <w:rPr>
                <w:rFonts w:cs="Arial"/>
                <w:bCs/>
                <w:spacing w:val="-1"/>
                <w:sz w:val="18"/>
                <w:szCs w:val="20"/>
              </w:rPr>
            </w:pPr>
            <w:r w:rsidRPr="00317F22">
              <w:rPr>
                <w:rFonts w:cs="Arial"/>
                <w:bCs/>
                <w:spacing w:val="-1"/>
                <w:sz w:val="18"/>
                <w:szCs w:val="20"/>
              </w:rPr>
              <w:t xml:space="preserve">najniższa cena brutto spośród badanych ofert </w:t>
            </w:r>
          </w:p>
          <w:p w14:paraId="026A101F" w14:textId="2B07338B" w:rsidR="00703D6D" w:rsidRPr="00317F22" w:rsidRDefault="00703D6D" w:rsidP="00D74284">
            <w:pPr>
              <w:shd w:val="clear" w:color="auto" w:fill="FFFFFF"/>
              <w:spacing w:line="360" w:lineRule="auto"/>
              <w:ind w:left="204" w:hanging="204"/>
              <w:rPr>
                <w:rFonts w:cs="Arial"/>
                <w:bCs/>
                <w:spacing w:val="-1"/>
                <w:sz w:val="18"/>
                <w:szCs w:val="20"/>
              </w:rPr>
            </w:pPr>
            <w:r w:rsidRPr="00317F22">
              <w:rPr>
                <w:rFonts w:cs="Arial"/>
                <w:bCs/>
                <w:spacing w:val="-1"/>
                <w:sz w:val="18"/>
                <w:szCs w:val="20"/>
              </w:rPr>
              <w:t>--------------------------------------------------------</w:t>
            </w:r>
            <w:r w:rsidR="00246DCB" w:rsidRPr="00317F22">
              <w:rPr>
                <w:rFonts w:cs="Arial"/>
                <w:bCs/>
                <w:spacing w:val="-1"/>
                <w:sz w:val="18"/>
                <w:szCs w:val="20"/>
              </w:rPr>
              <w:t>-------</w:t>
            </w:r>
            <w:r w:rsidRPr="00317F22">
              <w:rPr>
                <w:rFonts w:cs="Arial"/>
                <w:bCs/>
                <w:spacing w:val="-1"/>
                <w:sz w:val="18"/>
                <w:szCs w:val="20"/>
              </w:rPr>
              <w:t xml:space="preserve"> x </w:t>
            </w:r>
            <w:r w:rsidR="00317F22">
              <w:rPr>
                <w:rFonts w:cs="Arial"/>
                <w:bCs/>
                <w:spacing w:val="-1"/>
                <w:sz w:val="18"/>
                <w:szCs w:val="20"/>
              </w:rPr>
              <w:t>100</w:t>
            </w:r>
            <w:r w:rsidRPr="00317F22">
              <w:rPr>
                <w:rFonts w:cs="Arial"/>
                <w:bCs/>
                <w:spacing w:val="-1"/>
                <w:sz w:val="18"/>
                <w:szCs w:val="20"/>
              </w:rPr>
              <w:t xml:space="preserve"> pkt</w:t>
            </w:r>
            <w:r w:rsidR="006A5961" w:rsidRPr="00317F22">
              <w:rPr>
                <w:rFonts w:cs="Arial"/>
                <w:bCs/>
                <w:spacing w:val="-1"/>
                <w:sz w:val="18"/>
                <w:szCs w:val="20"/>
              </w:rPr>
              <w:t>.</w:t>
            </w:r>
          </w:p>
          <w:p w14:paraId="39F91C3A" w14:textId="78FD4FD3" w:rsidR="00703D6D" w:rsidRPr="00317F22" w:rsidRDefault="00703D6D" w:rsidP="00C22459">
            <w:pPr>
              <w:shd w:val="clear" w:color="auto" w:fill="FFFFFF"/>
              <w:spacing w:line="360" w:lineRule="auto"/>
              <w:ind w:left="202" w:hanging="204"/>
              <w:rPr>
                <w:rFonts w:cs="Arial"/>
                <w:bCs/>
                <w:spacing w:val="-3"/>
                <w:sz w:val="18"/>
                <w:szCs w:val="20"/>
              </w:rPr>
            </w:pPr>
            <w:r w:rsidRPr="00317F22">
              <w:rPr>
                <w:rFonts w:cs="Arial"/>
                <w:bCs/>
                <w:spacing w:val="-3"/>
                <w:sz w:val="18"/>
                <w:szCs w:val="20"/>
              </w:rPr>
              <w:t xml:space="preserve">cena brutto </w:t>
            </w:r>
            <w:r w:rsidR="00C22459" w:rsidRPr="00317F22">
              <w:rPr>
                <w:rFonts w:cs="Arial"/>
                <w:bCs/>
                <w:spacing w:val="-3"/>
                <w:sz w:val="18"/>
                <w:szCs w:val="20"/>
              </w:rPr>
              <w:t xml:space="preserve">badanej </w:t>
            </w:r>
            <w:r w:rsidRPr="00317F22">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4E9BD0F5" w:rsidR="0018265F" w:rsidRPr="00E35F58" w:rsidRDefault="00E35F58" w:rsidP="00E35F58">
      <w:pPr>
        <w:pStyle w:val="Styl11"/>
        <w:rPr>
          <w:i/>
        </w:rPr>
      </w:pPr>
      <w:r>
        <w:t>Zamawiający</w:t>
      </w:r>
      <w:r w:rsidRPr="00E35F58">
        <w:t xml:space="preserve"> będzie rozliczał się z Wykonawcą na podstawie § </w:t>
      </w:r>
      <w:r w:rsidR="00317F22">
        <w:t>22</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16CED93"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317F22">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68EBC4F" w:rsidR="002A0400" w:rsidRPr="00317F22" w:rsidRDefault="00513B82" w:rsidP="00D2442C">
      <w:pPr>
        <w:pStyle w:val="Styl11"/>
      </w:pPr>
      <w:r w:rsidRPr="00513B82">
        <w:t xml:space="preserve">Cena określona w ofercie uwzględnia wszelkie koszty wynagrodzenia Wykonawcy jakie Zamawiający zapłaci z tytułu realizacji przedmiotu zamówienia </w:t>
      </w:r>
      <w:r w:rsidRPr="00317F22">
        <w:t>i powinna być wynikiem kalkulacji zgodnie z Formularz</w:t>
      </w:r>
      <w:r w:rsidR="002A0400" w:rsidRPr="00317F22">
        <w:t>em cenowym</w:t>
      </w:r>
      <w:r w:rsidRPr="00317F22">
        <w:t xml:space="preserve">, </w:t>
      </w:r>
      <w:r w:rsidR="002A0400" w:rsidRPr="00317F22">
        <w:t>którego wzó</w:t>
      </w:r>
      <w:r w:rsidRPr="00317F22">
        <w:t>r</w:t>
      </w:r>
      <w:r w:rsidR="002A0400" w:rsidRPr="00317F22">
        <w:t xml:space="preserve"> stanowi Załącznik</w:t>
      </w:r>
      <w:r w:rsidRPr="00317F22">
        <w:t xml:space="preserve"> nr </w:t>
      </w:r>
      <w:r w:rsidR="00317F22" w:rsidRPr="00317F22">
        <w:t xml:space="preserve">1 </w:t>
      </w:r>
      <w:r w:rsidRPr="00317F22">
        <w:t xml:space="preserve">do SWZ. </w:t>
      </w:r>
    </w:p>
    <w:p w14:paraId="60D9FB26" w14:textId="5140B6E9" w:rsidR="00513B82" w:rsidRPr="00317F22" w:rsidRDefault="00513B82" w:rsidP="00D2442C">
      <w:pPr>
        <w:pStyle w:val="Styl11"/>
      </w:pPr>
      <w:r w:rsidRPr="00317F22">
        <w:t xml:space="preserve">Wykonawca zobowiązany jest wypełnić wszystkie pozycje ujęte w </w:t>
      </w:r>
      <w:r w:rsidR="00882B39" w:rsidRPr="00317F22">
        <w:t>Formularzu ofertowym</w:t>
      </w:r>
      <w:r w:rsidR="002A0400" w:rsidRPr="00317F22">
        <w:t xml:space="preserve"> i</w:t>
      </w:r>
      <w:r w:rsidR="00CC2316" w:rsidRPr="00317F22">
        <w:t> </w:t>
      </w:r>
      <w:r w:rsidR="002A0400" w:rsidRPr="00317F22">
        <w:t>Formularzu cenowym</w:t>
      </w:r>
      <w:r w:rsidRPr="00317F22">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317F22">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5E29A5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00A5198F" w:rsidRPr="00CE50B7">
          <w:rPr>
            <w:rStyle w:val="Hipercze"/>
          </w:rPr>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CC61CE">
        <w:rPr>
          <w:b/>
        </w:rPr>
        <w:t>22</w:t>
      </w:r>
      <w:r w:rsidR="00317F22">
        <w:rPr>
          <w:b/>
        </w:rPr>
        <w:t>.11.2024</w:t>
      </w:r>
      <w:r w:rsidR="001046F8" w:rsidRPr="001046F8">
        <w:rPr>
          <w:b/>
        </w:rPr>
        <w:t xml:space="preserve">r. godz. </w:t>
      </w:r>
      <w:r w:rsidR="00317F22">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2D3B52F0" w14:textId="0DE164E7" w:rsidR="00764011" w:rsidRPr="009C3104" w:rsidRDefault="00764011" w:rsidP="00317F22">
      <w:pPr>
        <w:pStyle w:val="Styla"/>
        <w:numPr>
          <w:ilvl w:val="0"/>
          <w:numId w:val="0"/>
        </w:numPr>
        <w:ind w:left="1494"/>
        <w:rPr>
          <w:rFonts w:eastAsia="Arial Unicode MS" w:cs="Arial"/>
          <w:color w:val="548DD4" w:themeColor="text2" w:themeTint="99"/>
        </w:rPr>
      </w:pPr>
    </w:p>
    <w:p w14:paraId="41371835" w14:textId="77777777" w:rsidR="00515B52" w:rsidRPr="00966DA5" w:rsidRDefault="0069101D" w:rsidP="00D877C6">
      <w:pPr>
        <w:pStyle w:val="Styl1"/>
      </w:pPr>
      <w:r>
        <w:t>Otwarcie ofert</w:t>
      </w:r>
    </w:p>
    <w:p w14:paraId="4FA04E10" w14:textId="3B346605"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17F22">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17F22" w:rsidRPr="00F40506" w14:paraId="517FEE03" w14:textId="77777777" w:rsidTr="00317F22">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7E16C4" w14:textId="77777777" w:rsidR="00317F22" w:rsidRPr="00F40506" w:rsidRDefault="00317F22" w:rsidP="00317F22">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03C39BD" w14:textId="77777777" w:rsidR="00317F22" w:rsidRPr="00F40506" w:rsidRDefault="00317F22" w:rsidP="00317F22">
            <w:pPr>
              <w:spacing w:line="276" w:lineRule="auto"/>
              <w:jc w:val="left"/>
              <w:rPr>
                <w:rFonts w:cs="Arial"/>
                <w:b/>
                <w:sz w:val="20"/>
                <w:szCs w:val="20"/>
              </w:rPr>
            </w:pPr>
            <w:r w:rsidRPr="00F40506">
              <w:rPr>
                <w:rFonts w:cs="Arial"/>
                <w:b/>
                <w:sz w:val="20"/>
                <w:szCs w:val="20"/>
              </w:rPr>
              <w:t>Nazwa załącznika</w:t>
            </w:r>
          </w:p>
        </w:tc>
      </w:tr>
      <w:tr w:rsidR="00317F22" w:rsidRPr="00F40506" w14:paraId="35ADC8BF" w14:textId="77777777" w:rsidTr="00317F22">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DAC7BA" w14:textId="77777777" w:rsidR="00317F22" w:rsidRPr="00F40506" w:rsidRDefault="00317F22" w:rsidP="00317F22">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B2CEDDB" w14:textId="06C45E2C" w:rsidR="00317F22" w:rsidRPr="00F40506" w:rsidRDefault="00317F22" w:rsidP="00317F22">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r>
              <w:rPr>
                <w:rFonts w:cs="Arial"/>
                <w:sz w:val="20"/>
                <w:szCs w:val="20"/>
              </w:rPr>
              <w:t>wraz z formularzem cenowym</w:t>
            </w:r>
          </w:p>
        </w:tc>
      </w:tr>
      <w:tr w:rsidR="00317F22" w:rsidRPr="00F40506" w14:paraId="79A4573E" w14:textId="77777777" w:rsidTr="00317F22">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6FB074C" w14:textId="77777777" w:rsidR="00317F22" w:rsidRPr="00F40506" w:rsidRDefault="00317F22" w:rsidP="00317F22">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753EC7D" w14:textId="77777777" w:rsidR="00317F22" w:rsidRPr="00F40506" w:rsidRDefault="00317F22" w:rsidP="00317F22">
            <w:pPr>
              <w:spacing w:line="276" w:lineRule="auto"/>
              <w:rPr>
                <w:rFonts w:cs="Arial"/>
                <w:sz w:val="20"/>
                <w:szCs w:val="20"/>
              </w:rPr>
            </w:pPr>
            <w:r w:rsidRPr="00F40506">
              <w:rPr>
                <w:rFonts w:cs="Arial"/>
                <w:sz w:val="20"/>
                <w:szCs w:val="20"/>
              </w:rPr>
              <w:t>Opis przedmiotu zamówienia</w:t>
            </w:r>
          </w:p>
        </w:tc>
      </w:tr>
      <w:tr w:rsidR="00317F22" w:rsidRPr="00F40506" w14:paraId="157BA1D1"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B3CB94" w14:textId="77777777" w:rsidR="00317F22" w:rsidRPr="00F40506" w:rsidRDefault="00317F22" w:rsidP="00317F22">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C95AF86" w14:textId="77777777" w:rsidR="00317F22" w:rsidRPr="00F40506" w:rsidRDefault="00317F22" w:rsidP="00317F22">
            <w:pPr>
              <w:spacing w:line="276" w:lineRule="auto"/>
              <w:rPr>
                <w:rFonts w:cs="Arial"/>
                <w:sz w:val="20"/>
                <w:szCs w:val="20"/>
              </w:rPr>
            </w:pPr>
            <w:r>
              <w:rPr>
                <w:rFonts w:cs="Arial"/>
                <w:sz w:val="20"/>
                <w:szCs w:val="20"/>
              </w:rPr>
              <w:t>Wzór</w:t>
            </w:r>
            <w:r w:rsidRPr="00F40506">
              <w:rPr>
                <w:rFonts w:cs="Arial"/>
                <w:sz w:val="20"/>
                <w:szCs w:val="20"/>
              </w:rPr>
              <w:t xml:space="preserve"> umowy</w:t>
            </w:r>
          </w:p>
        </w:tc>
      </w:tr>
      <w:tr w:rsidR="00317F22" w:rsidRPr="00F40506" w14:paraId="256D8660"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2FB8566" w14:textId="77777777" w:rsidR="00317F22" w:rsidRPr="00F40506" w:rsidRDefault="00317F22" w:rsidP="00317F22">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63975EB" w14:textId="77777777" w:rsidR="00317F22" w:rsidRPr="00F40506" w:rsidRDefault="00317F22" w:rsidP="00317F22">
            <w:pPr>
              <w:spacing w:line="276" w:lineRule="auto"/>
              <w:rPr>
                <w:rFonts w:cs="Arial"/>
                <w:sz w:val="20"/>
                <w:szCs w:val="20"/>
              </w:rPr>
            </w:pPr>
            <w:r w:rsidRPr="00F40506">
              <w:rPr>
                <w:rFonts w:cs="Arial"/>
                <w:sz w:val="20"/>
                <w:szCs w:val="20"/>
              </w:rPr>
              <w:t>Oświadczenia:</w:t>
            </w:r>
          </w:p>
        </w:tc>
      </w:tr>
      <w:tr w:rsidR="00317F22" w:rsidRPr="00F40506" w14:paraId="2CF3C6B2"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5C8C7B8" w14:textId="77777777" w:rsidR="00317F22" w:rsidRPr="00F40506" w:rsidRDefault="00317F22" w:rsidP="00317F22">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2A2DC8C" w14:textId="77777777" w:rsidR="00317F22" w:rsidRPr="00F40506" w:rsidRDefault="00317F22" w:rsidP="00317F22">
            <w:pPr>
              <w:spacing w:line="276" w:lineRule="auto"/>
              <w:rPr>
                <w:rFonts w:cs="Arial"/>
                <w:sz w:val="20"/>
                <w:szCs w:val="20"/>
              </w:rPr>
            </w:pPr>
            <w:r w:rsidRPr="00F40506">
              <w:rPr>
                <w:rFonts w:cs="Arial"/>
                <w:sz w:val="20"/>
                <w:szCs w:val="20"/>
              </w:rPr>
              <w:t>Oświadczenie o spełnianiu warunków udziału w postępowaniu</w:t>
            </w:r>
          </w:p>
        </w:tc>
      </w:tr>
      <w:tr w:rsidR="00317F22" w:rsidRPr="00F40506" w14:paraId="64DDE751"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F1A5A5B" w14:textId="77777777" w:rsidR="00317F22" w:rsidRPr="00F40506" w:rsidRDefault="00317F22" w:rsidP="00317F22">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10917AB" w14:textId="77777777" w:rsidR="00317F22" w:rsidRPr="00F40506" w:rsidRDefault="00317F22" w:rsidP="00317F22">
            <w:pPr>
              <w:spacing w:line="276" w:lineRule="auto"/>
              <w:rPr>
                <w:rFonts w:cs="Arial"/>
                <w:sz w:val="20"/>
                <w:szCs w:val="20"/>
              </w:rPr>
            </w:pPr>
            <w:r w:rsidRPr="00F40506">
              <w:rPr>
                <w:rFonts w:cs="Arial"/>
                <w:sz w:val="20"/>
                <w:szCs w:val="20"/>
              </w:rPr>
              <w:t>Oświadczenie o niepodleganiu wykluczeniu z postępowania</w:t>
            </w:r>
          </w:p>
        </w:tc>
      </w:tr>
      <w:tr w:rsidR="00317F22" w:rsidRPr="00F40506" w14:paraId="53AD5615"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FFFF35B" w14:textId="77777777" w:rsidR="00317F22" w:rsidRPr="00F40506" w:rsidRDefault="00317F22" w:rsidP="00317F22">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927B73D" w14:textId="77777777" w:rsidR="00317F22" w:rsidRPr="00F40506" w:rsidRDefault="00317F22" w:rsidP="00317F22">
            <w:pPr>
              <w:spacing w:line="276" w:lineRule="auto"/>
              <w:rPr>
                <w:rFonts w:cs="Arial"/>
                <w:sz w:val="20"/>
                <w:szCs w:val="20"/>
              </w:rPr>
            </w:pPr>
            <w:r w:rsidRPr="00F40506">
              <w:rPr>
                <w:rFonts w:cs="Arial"/>
                <w:sz w:val="20"/>
                <w:szCs w:val="20"/>
              </w:rPr>
              <w:t>Oświadczenie o niezgłaszaniu roszczeń</w:t>
            </w:r>
            <w:r>
              <w:rPr>
                <w:rFonts w:cs="Arial"/>
                <w:sz w:val="20"/>
                <w:szCs w:val="20"/>
              </w:rPr>
              <w:t xml:space="preserve"> wobec Zamawiającego</w:t>
            </w:r>
          </w:p>
        </w:tc>
      </w:tr>
      <w:tr w:rsidR="00317F22" w:rsidRPr="00451DA1" w14:paraId="392E9A1D"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BCC42F0" w14:textId="77777777" w:rsidR="00317F22" w:rsidRPr="00451DA1" w:rsidRDefault="00317F22" w:rsidP="00317F22">
            <w:pPr>
              <w:spacing w:line="276" w:lineRule="auto"/>
              <w:jc w:val="left"/>
              <w:rPr>
                <w:rFonts w:cs="Arial"/>
                <w:sz w:val="20"/>
                <w:szCs w:val="20"/>
              </w:rPr>
            </w:pPr>
            <w:r w:rsidRPr="00451DA1">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630CCD4" w14:textId="77777777" w:rsidR="00317F22" w:rsidRPr="00451DA1" w:rsidRDefault="00317F22" w:rsidP="00317F22">
            <w:pPr>
              <w:spacing w:line="276" w:lineRule="auto"/>
              <w:rPr>
                <w:rFonts w:cs="Arial"/>
                <w:sz w:val="20"/>
                <w:szCs w:val="20"/>
              </w:rPr>
            </w:pPr>
            <w:r w:rsidRPr="00451DA1">
              <w:rPr>
                <w:rFonts w:cs="Arial"/>
                <w:sz w:val="20"/>
                <w:szCs w:val="20"/>
              </w:rPr>
              <w:t>Wykaz wykonanych robót- wzór</w:t>
            </w:r>
          </w:p>
        </w:tc>
      </w:tr>
      <w:tr w:rsidR="00317F22" w:rsidRPr="00451DA1" w14:paraId="1B4E1145"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BDB0DBF" w14:textId="77777777" w:rsidR="00317F22" w:rsidRPr="00451DA1" w:rsidRDefault="00317F22" w:rsidP="00317F22">
            <w:pPr>
              <w:spacing w:line="276" w:lineRule="auto"/>
              <w:jc w:val="left"/>
              <w:rPr>
                <w:rFonts w:cs="Arial"/>
                <w:sz w:val="20"/>
                <w:szCs w:val="20"/>
              </w:rPr>
            </w:pPr>
            <w:r w:rsidRPr="00451DA1">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DAB2F9B" w14:textId="77777777" w:rsidR="00317F22" w:rsidRPr="00451DA1" w:rsidRDefault="00317F22" w:rsidP="00317F22">
            <w:pPr>
              <w:spacing w:line="276" w:lineRule="auto"/>
              <w:rPr>
                <w:rFonts w:cs="Arial"/>
                <w:sz w:val="20"/>
                <w:szCs w:val="20"/>
              </w:rPr>
            </w:pPr>
            <w:r w:rsidRPr="00451DA1">
              <w:rPr>
                <w:rFonts w:cs="Arial"/>
                <w:bCs/>
                <w:sz w:val="20"/>
                <w:szCs w:val="20"/>
              </w:rPr>
              <w:t>Oświadczenie</w:t>
            </w:r>
            <w:r w:rsidRPr="00451DA1">
              <w:rPr>
                <w:rFonts w:cs="Arial"/>
                <w:sz w:val="20"/>
                <w:szCs w:val="20"/>
              </w:rPr>
              <w:t xml:space="preserve"> Wykonawcy w zakresie dysponowania osobami -wzór</w:t>
            </w:r>
          </w:p>
        </w:tc>
      </w:tr>
      <w:tr w:rsidR="00317F22" w:rsidRPr="00451DA1" w14:paraId="36903423" w14:textId="77777777" w:rsidTr="00317F22">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CF9543E" w14:textId="77777777" w:rsidR="00317F22" w:rsidRPr="00451DA1" w:rsidRDefault="00317F22" w:rsidP="00317F22">
            <w:pPr>
              <w:spacing w:line="276" w:lineRule="auto"/>
              <w:jc w:val="left"/>
              <w:rPr>
                <w:rFonts w:cs="Arial"/>
                <w:sz w:val="20"/>
                <w:szCs w:val="20"/>
              </w:rPr>
            </w:pPr>
            <w:r w:rsidRPr="00451DA1">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4218FA3" w14:textId="77777777" w:rsidR="00317F22" w:rsidRPr="00451DA1" w:rsidRDefault="00317F22" w:rsidP="00317F22">
            <w:pPr>
              <w:spacing w:line="276" w:lineRule="auto"/>
              <w:rPr>
                <w:rFonts w:cs="Arial"/>
                <w:sz w:val="20"/>
                <w:szCs w:val="20"/>
              </w:rPr>
            </w:pPr>
            <w:r w:rsidRPr="00451DA1">
              <w:rPr>
                <w:rFonts w:cs="Arial"/>
                <w:sz w:val="20"/>
                <w:szCs w:val="20"/>
              </w:rPr>
              <w:t>Oświadczenie o zachowaniu poufności</w:t>
            </w:r>
          </w:p>
        </w:tc>
      </w:tr>
    </w:tbl>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21E66DE8" w14:textId="30829E8F" w:rsidR="00CB602D" w:rsidRDefault="00CB602D" w:rsidP="006902BF">
      <w:pPr>
        <w:pStyle w:val="StylZa"/>
        <w:jc w:val="both"/>
      </w:pPr>
    </w:p>
    <w:p w14:paraId="2EE4F76B" w14:textId="77777777" w:rsidR="00E8172B" w:rsidRDefault="00E8172B" w:rsidP="008F3D9B">
      <w:pPr>
        <w:pStyle w:val="StylZa"/>
      </w:pPr>
    </w:p>
    <w:p w14:paraId="5A902480" w14:textId="77777777" w:rsidR="00E8172B" w:rsidRDefault="00E8172B"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57E4B250" w14:textId="77777777" w:rsidR="00E8172B" w:rsidRDefault="00E8172B" w:rsidP="008F3D9B">
      <w:pPr>
        <w:pStyle w:val="StylZa"/>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317F22" w:rsidRDefault="00FE14E3" w:rsidP="00FE14E3">
      <w:pPr>
        <w:pStyle w:val="Tekstpodstawowy"/>
        <w:tabs>
          <w:tab w:val="left" w:pos="851"/>
        </w:tabs>
        <w:spacing w:after="0"/>
        <w:ind w:left="4253"/>
        <w:rPr>
          <w:rFonts w:cs="Arial"/>
          <w:b/>
        </w:rPr>
      </w:pPr>
      <w:r w:rsidRPr="00317F22">
        <w:rPr>
          <w:rFonts w:cs="Arial"/>
          <w:b/>
        </w:rPr>
        <w:t>Oddział Centralny Polskie Górnictwo Naftowe i Gazownictwo w Warszawie</w:t>
      </w:r>
    </w:p>
    <w:p w14:paraId="1C3A5CA1" w14:textId="77777777" w:rsidR="00FE14E3" w:rsidRPr="00317F22" w:rsidRDefault="00FE14E3" w:rsidP="00FE14E3">
      <w:pPr>
        <w:pStyle w:val="Tekstpodstawowy"/>
        <w:tabs>
          <w:tab w:val="left" w:pos="851"/>
        </w:tabs>
        <w:spacing w:after="0"/>
        <w:ind w:left="4253"/>
        <w:rPr>
          <w:rFonts w:cs="Arial"/>
          <w:b/>
        </w:rPr>
      </w:pPr>
      <w:r w:rsidRPr="00317F22">
        <w:rPr>
          <w:rFonts w:cs="Arial"/>
          <w:b/>
        </w:rPr>
        <w:t>ul. Marcina Kasprzaka 25</w:t>
      </w:r>
    </w:p>
    <w:p w14:paraId="06005360" w14:textId="77777777" w:rsidR="00FE14E3" w:rsidRPr="00317F22" w:rsidRDefault="00FE14E3" w:rsidP="00FE14E3">
      <w:pPr>
        <w:pStyle w:val="Tekstpodstawowy"/>
        <w:tabs>
          <w:tab w:val="left" w:pos="851"/>
        </w:tabs>
        <w:spacing w:after="0"/>
        <w:ind w:left="4253"/>
        <w:rPr>
          <w:rFonts w:cs="Arial"/>
          <w:b/>
        </w:rPr>
      </w:pPr>
      <w:r w:rsidRPr="00317F2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1D3EFFD"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317F22">
        <w:rPr>
          <w:rFonts w:cs="Arial"/>
          <w:sz w:val="20"/>
          <w:szCs w:val="20"/>
        </w:rPr>
        <w:t xml:space="preserve"> </w:t>
      </w:r>
      <w:r w:rsidR="00317F22" w:rsidRPr="00317F22">
        <w:rPr>
          <w:rFonts w:cs="Arial"/>
          <w:sz w:val="20"/>
          <w:szCs w:val="20"/>
        </w:rPr>
        <w:t>„</w:t>
      </w:r>
      <w:r w:rsidR="00317F22" w:rsidRPr="00317F22">
        <w:rPr>
          <w:rFonts w:cs="Arial"/>
          <w:b/>
          <w:sz w:val="20"/>
          <w:szCs w:val="20"/>
        </w:rPr>
        <w:t>Przebudowa instalacji technologicznej strefy przyodwiertowej Brońsko-26H, przynależnej do KGZ Kościan-Brońsko</w:t>
      </w:r>
      <w:r w:rsidR="00317F22" w:rsidRPr="00317F22">
        <w:rPr>
          <w:rFonts w:cs="Arial"/>
          <w:sz w:val="20"/>
          <w:szCs w:val="20"/>
        </w:rPr>
        <w:t xml:space="preserve">” numer postępowania: </w:t>
      </w:r>
      <w:r w:rsidR="00317F22" w:rsidRPr="00317F22">
        <w:rPr>
          <w:rFonts w:cs="Arial"/>
          <w:b/>
          <w:sz w:val="20"/>
          <w:szCs w:val="20"/>
        </w:rPr>
        <w:t>NP/PGNG/24/1170/OZ/EU</w:t>
      </w:r>
      <w:r w:rsidR="0016111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317F22"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317F22" w:rsidRDefault="00087C7C">
            <w:pPr>
              <w:spacing w:line="240" w:lineRule="auto"/>
              <w:jc w:val="center"/>
              <w:rPr>
                <w:rFonts w:cs="Arial"/>
                <w:b/>
                <w:sz w:val="20"/>
                <w:szCs w:val="22"/>
              </w:rPr>
            </w:pPr>
          </w:p>
          <w:p w14:paraId="10ECE05B" w14:textId="77777777" w:rsidR="00D35234" w:rsidRPr="00D35234" w:rsidRDefault="00087C7C" w:rsidP="00D35234">
            <w:pPr>
              <w:spacing w:line="240" w:lineRule="auto"/>
              <w:jc w:val="center"/>
              <w:rPr>
                <w:rFonts w:cs="Arial"/>
                <w:b/>
                <w:sz w:val="20"/>
              </w:rPr>
            </w:pPr>
            <w:r w:rsidRPr="00317F22">
              <w:rPr>
                <w:rFonts w:cs="Arial"/>
                <w:b/>
                <w:sz w:val="20"/>
              </w:rPr>
              <w:t xml:space="preserve">CENA </w:t>
            </w:r>
            <w:r w:rsidR="00D35234" w:rsidRPr="00D35234">
              <w:rPr>
                <w:rFonts w:cs="Arial"/>
                <w:b/>
                <w:sz w:val="20"/>
              </w:rPr>
              <w:t>(poz. 1 + poz. 2 + poz. 3 +poz. 4)</w:t>
            </w:r>
          </w:p>
          <w:p w14:paraId="28E2B846" w14:textId="77777777" w:rsidR="00087C7C" w:rsidRPr="00317F22" w:rsidRDefault="00087C7C">
            <w:pPr>
              <w:spacing w:line="240" w:lineRule="auto"/>
              <w:jc w:val="center"/>
              <w:rPr>
                <w:rFonts w:cs="Arial"/>
                <w:b/>
                <w:sz w:val="20"/>
              </w:rPr>
            </w:pPr>
          </w:p>
          <w:p w14:paraId="1CC417E5" w14:textId="77777777" w:rsidR="00087C7C" w:rsidRPr="00317F22"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317F22" w:rsidRDefault="00087C7C">
            <w:pPr>
              <w:spacing w:line="240" w:lineRule="auto"/>
              <w:rPr>
                <w:rFonts w:cs="Arial"/>
                <w:b/>
                <w:sz w:val="20"/>
                <w:szCs w:val="22"/>
                <w:lang w:val="en-US"/>
              </w:rPr>
            </w:pPr>
          </w:p>
          <w:p w14:paraId="7A6D8D29" w14:textId="2315F69F" w:rsidR="00087C7C" w:rsidRPr="00317F22" w:rsidRDefault="001F44C1">
            <w:pPr>
              <w:spacing w:line="240" w:lineRule="auto"/>
              <w:rPr>
                <w:rFonts w:cs="Arial"/>
                <w:b/>
                <w:sz w:val="20"/>
                <w:lang w:val="en-US"/>
              </w:rPr>
            </w:pPr>
            <w:r w:rsidRPr="00317F22">
              <w:rPr>
                <w:rFonts w:cs="Arial"/>
                <w:b/>
                <w:sz w:val="20"/>
                <w:lang w:val="en-US"/>
              </w:rPr>
              <w:t>…………………………….. PLN</w:t>
            </w:r>
            <w:r w:rsidR="00087C7C" w:rsidRPr="00317F22">
              <w:rPr>
                <w:rFonts w:cs="Arial"/>
                <w:b/>
                <w:sz w:val="20"/>
                <w:lang w:val="en-US"/>
              </w:rPr>
              <w:t xml:space="preserve"> NETTO</w:t>
            </w:r>
          </w:p>
          <w:p w14:paraId="57CD50AF" w14:textId="77777777" w:rsidR="00087C7C" w:rsidRPr="00317F22" w:rsidRDefault="00087C7C">
            <w:pPr>
              <w:spacing w:line="240" w:lineRule="auto"/>
              <w:rPr>
                <w:rFonts w:cs="Arial"/>
                <w:b/>
                <w:sz w:val="20"/>
                <w:lang w:val="en-US"/>
              </w:rPr>
            </w:pPr>
          </w:p>
          <w:p w14:paraId="7A9D2DE6" w14:textId="77777777" w:rsidR="00087C7C" w:rsidRPr="00317F22" w:rsidRDefault="00087C7C">
            <w:pPr>
              <w:spacing w:line="240" w:lineRule="auto"/>
              <w:rPr>
                <w:rFonts w:cs="Arial"/>
                <w:b/>
                <w:sz w:val="20"/>
                <w:lang w:val="en-US"/>
              </w:rPr>
            </w:pPr>
            <w:r w:rsidRPr="00317F22">
              <w:rPr>
                <w:rFonts w:cs="Arial"/>
                <w:b/>
                <w:sz w:val="20"/>
                <w:lang w:val="en-US"/>
              </w:rPr>
              <w:t>VAT ........ %</w:t>
            </w:r>
          </w:p>
          <w:p w14:paraId="7AF6D912" w14:textId="77777777" w:rsidR="00087C7C" w:rsidRPr="00317F22" w:rsidRDefault="00087C7C">
            <w:pPr>
              <w:spacing w:line="240" w:lineRule="auto"/>
              <w:rPr>
                <w:rFonts w:cs="Arial"/>
                <w:b/>
                <w:sz w:val="20"/>
                <w:lang w:val="en-US"/>
              </w:rPr>
            </w:pPr>
          </w:p>
          <w:p w14:paraId="6AF285F1" w14:textId="71712D8D" w:rsidR="00087C7C" w:rsidRPr="00317F22" w:rsidRDefault="00087C7C" w:rsidP="001F44C1">
            <w:pPr>
              <w:spacing w:line="240" w:lineRule="auto"/>
              <w:rPr>
                <w:rFonts w:cs="Arial"/>
                <w:b/>
                <w:sz w:val="20"/>
                <w:szCs w:val="22"/>
                <w:lang w:val="en-US"/>
              </w:rPr>
            </w:pPr>
            <w:r w:rsidRPr="00317F22">
              <w:rPr>
                <w:rFonts w:cs="Arial"/>
                <w:b/>
                <w:sz w:val="20"/>
                <w:lang w:val="en-US"/>
              </w:rPr>
              <w:t xml:space="preserve">…………………………….. </w:t>
            </w:r>
            <w:r w:rsidR="001F44C1" w:rsidRPr="00317F22">
              <w:rPr>
                <w:rFonts w:cs="Arial"/>
                <w:b/>
                <w:sz w:val="20"/>
                <w:lang w:val="en-US"/>
              </w:rPr>
              <w:t xml:space="preserve">PLN </w:t>
            </w:r>
            <w:r w:rsidRPr="00317F22">
              <w:rPr>
                <w:rFonts w:cs="Arial"/>
                <w:b/>
                <w:sz w:val="20"/>
                <w:lang w:val="en-US"/>
              </w:rPr>
              <w:t>BRUTTO</w:t>
            </w:r>
          </w:p>
        </w:tc>
      </w:tr>
    </w:tbl>
    <w:p w14:paraId="401F4E02" w14:textId="77777777" w:rsidR="00D74284" w:rsidRPr="00317F22" w:rsidRDefault="00D74284" w:rsidP="009F167E">
      <w:pPr>
        <w:pStyle w:val="Tekstpodstawowy"/>
        <w:keepLines/>
        <w:spacing w:line="276" w:lineRule="auto"/>
        <w:jc w:val="center"/>
        <w:rPr>
          <w:rFonts w:cs="Arial"/>
          <w:b/>
          <w:sz w:val="20"/>
          <w:lang w:val="en-US"/>
        </w:rPr>
      </w:pPr>
    </w:p>
    <w:p w14:paraId="03A7BD9F" w14:textId="6D01A82C" w:rsidR="009F167E" w:rsidRDefault="009F167E" w:rsidP="009F167E">
      <w:pPr>
        <w:pStyle w:val="Tekstpodstawowy"/>
        <w:keepLines/>
        <w:spacing w:line="276" w:lineRule="auto"/>
        <w:jc w:val="center"/>
        <w:rPr>
          <w:rFonts w:cs="Arial"/>
          <w:b/>
          <w:sz w:val="20"/>
        </w:rPr>
      </w:pPr>
      <w:r w:rsidRPr="00317F22">
        <w:rPr>
          <w:rFonts w:cs="Arial"/>
          <w:b/>
          <w:sz w:val="20"/>
        </w:rPr>
        <w:t>Formularz cenowy</w:t>
      </w:r>
    </w:p>
    <w:p w14:paraId="62AAF161" w14:textId="77777777" w:rsidR="00D35234" w:rsidRPr="00D35234" w:rsidRDefault="00D35234" w:rsidP="00D35234">
      <w:pPr>
        <w:rPr>
          <w:b/>
          <w:szCs w:val="20"/>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404"/>
        <w:gridCol w:w="1675"/>
      </w:tblGrid>
      <w:tr w:rsidR="00D35234" w:rsidRPr="00D35234" w14:paraId="0F3DD21D" w14:textId="77777777" w:rsidTr="00ED6259">
        <w:trPr>
          <w:trHeight w:val="517"/>
          <w:jc w:val="center"/>
        </w:trPr>
        <w:tc>
          <w:tcPr>
            <w:tcW w:w="669" w:type="dxa"/>
            <w:tcBorders>
              <w:top w:val="single" w:sz="4" w:space="0" w:color="auto"/>
              <w:left w:val="single" w:sz="4" w:space="0" w:color="auto"/>
              <w:bottom w:val="single" w:sz="4" w:space="0" w:color="auto"/>
              <w:right w:val="single" w:sz="4" w:space="0" w:color="auto"/>
            </w:tcBorders>
          </w:tcPr>
          <w:p w14:paraId="52FAF7DE" w14:textId="77777777" w:rsidR="00D35234" w:rsidRPr="00D35234" w:rsidRDefault="00D35234" w:rsidP="00D35234">
            <w:pPr>
              <w:spacing w:line="240" w:lineRule="auto"/>
              <w:jc w:val="center"/>
              <w:rPr>
                <w:rFonts w:cs="Arial"/>
                <w:b/>
                <w:i/>
                <w:sz w:val="20"/>
                <w:szCs w:val="18"/>
              </w:rPr>
            </w:pPr>
          </w:p>
          <w:p w14:paraId="0103F37E" w14:textId="77777777" w:rsidR="00D35234" w:rsidRPr="00D35234" w:rsidRDefault="00D35234" w:rsidP="00D35234">
            <w:pPr>
              <w:spacing w:line="240" w:lineRule="auto"/>
              <w:jc w:val="center"/>
              <w:rPr>
                <w:rFonts w:cs="Arial"/>
                <w:b/>
                <w:i/>
                <w:sz w:val="20"/>
                <w:szCs w:val="18"/>
              </w:rPr>
            </w:pPr>
            <w:r w:rsidRPr="00D35234">
              <w:rPr>
                <w:rFonts w:cs="Arial"/>
                <w:b/>
                <w:i/>
                <w:sz w:val="20"/>
                <w:szCs w:val="18"/>
              </w:rPr>
              <w:t>Poz.</w:t>
            </w:r>
          </w:p>
        </w:tc>
        <w:tc>
          <w:tcPr>
            <w:tcW w:w="7404" w:type="dxa"/>
            <w:tcBorders>
              <w:top w:val="single" w:sz="4" w:space="0" w:color="auto"/>
              <w:left w:val="single" w:sz="4" w:space="0" w:color="auto"/>
              <w:bottom w:val="single" w:sz="4" w:space="0" w:color="auto"/>
              <w:right w:val="single" w:sz="4" w:space="0" w:color="auto"/>
            </w:tcBorders>
          </w:tcPr>
          <w:p w14:paraId="0FA0D536" w14:textId="77777777" w:rsidR="00D35234" w:rsidRPr="00D35234" w:rsidRDefault="00D35234" w:rsidP="00D35234">
            <w:pPr>
              <w:spacing w:line="240" w:lineRule="auto"/>
              <w:jc w:val="center"/>
              <w:rPr>
                <w:rFonts w:cs="Arial"/>
                <w:b/>
                <w:i/>
                <w:sz w:val="20"/>
                <w:szCs w:val="18"/>
              </w:rPr>
            </w:pPr>
          </w:p>
          <w:p w14:paraId="28202115" w14:textId="77777777" w:rsidR="00D35234" w:rsidRPr="00D35234" w:rsidRDefault="00D35234" w:rsidP="00D35234">
            <w:pPr>
              <w:spacing w:line="240" w:lineRule="auto"/>
              <w:jc w:val="center"/>
              <w:rPr>
                <w:rFonts w:cs="Arial"/>
                <w:b/>
                <w:i/>
                <w:sz w:val="20"/>
                <w:szCs w:val="18"/>
              </w:rPr>
            </w:pPr>
            <w:r w:rsidRPr="00D35234">
              <w:rPr>
                <w:rFonts w:cs="Arial"/>
                <w:b/>
                <w:i/>
                <w:sz w:val="20"/>
                <w:szCs w:val="18"/>
              </w:rPr>
              <w:t>Nazwa elementu</w:t>
            </w:r>
          </w:p>
        </w:tc>
        <w:tc>
          <w:tcPr>
            <w:tcW w:w="1675" w:type="dxa"/>
            <w:tcBorders>
              <w:top w:val="single" w:sz="4" w:space="0" w:color="auto"/>
              <w:left w:val="single" w:sz="4" w:space="0" w:color="auto"/>
              <w:bottom w:val="single" w:sz="4" w:space="0" w:color="auto"/>
              <w:right w:val="single" w:sz="4" w:space="0" w:color="auto"/>
            </w:tcBorders>
          </w:tcPr>
          <w:p w14:paraId="73A1E4E6" w14:textId="77777777" w:rsidR="00D35234" w:rsidRPr="00D35234" w:rsidRDefault="00D35234" w:rsidP="00D35234">
            <w:pPr>
              <w:spacing w:line="240" w:lineRule="auto"/>
              <w:jc w:val="center"/>
              <w:rPr>
                <w:rFonts w:cs="Arial"/>
                <w:b/>
                <w:i/>
                <w:sz w:val="20"/>
                <w:szCs w:val="18"/>
              </w:rPr>
            </w:pPr>
          </w:p>
          <w:p w14:paraId="24D751F1" w14:textId="77777777" w:rsidR="00D35234" w:rsidRPr="00D35234" w:rsidRDefault="00D35234" w:rsidP="00D35234">
            <w:pPr>
              <w:spacing w:line="240" w:lineRule="auto"/>
              <w:jc w:val="center"/>
              <w:rPr>
                <w:rFonts w:cs="Arial"/>
                <w:b/>
                <w:i/>
                <w:sz w:val="20"/>
                <w:szCs w:val="18"/>
              </w:rPr>
            </w:pPr>
            <w:r w:rsidRPr="00D35234">
              <w:rPr>
                <w:rFonts w:cs="Arial"/>
                <w:b/>
                <w:i/>
                <w:sz w:val="20"/>
                <w:szCs w:val="18"/>
              </w:rPr>
              <w:t>Wartość</w:t>
            </w:r>
          </w:p>
          <w:p w14:paraId="736F4883" w14:textId="77777777" w:rsidR="00D35234" w:rsidRPr="00D35234" w:rsidRDefault="00D35234" w:rsidP="00D35234">
            <w:pPr>
              <w:spacing w:line="240" w:lineRule="auto"/>
              <w:jc w:val="center"/>
              <w:rPr>
                <w:rFonts w:cs="Arial"/>
                <w:b/>
                <w:i/>
                <w:sz w:val="20"/>
                <w:szCs w:val="18"/>
              </w:rPr>
            </w:pPr>
            <w:r w:rsidRPr="00D35234">
              <w:rPr>
                <w:rFonts w:cs="Arial"/>
                <w:b/>
                <w:i/>
                <w:sz w:val="20"/>
                <w:szCs w:val="18"/>
              </w:rPr>
              <w:t>netto w zł</w:t>
            </w:r>
          </w:p>
        </w:tc>
      </w:tr>
      <w:tr w:rsidR="00D35234" w:rsidRPr="00D35234" w14:paraId="15BFBAC8" w14:textId="77777777" w:rsidTr="00ED6259">
        <w:trPr>
          <w:jc w:val="center"/>
        </w:trPr>
        <w:tc>
          <w:tcPr>
            <w:tcW w:w="669" w:type="dxa"/>
            <w:tcBorders>
              <w:top w:val="single" w:sz="4" w:space="0" w:color="auto"/>
              <w:left w:val="single" w:sz="4" w:space="0" w:color="auto"/>
              <w:bottom w:val="single" w:sz="4" w:space="0" w:color="auto"/>
              <w:right w:val="single" w:sz="4" w:space="0" w:color="auto"/>
            </w:tcBorders>
          </w:tcPr>
          <w:p w14:paraId="51B25436" w14:textId="77777777" w:rsidR="00D35234" w:rsidRPr="00D35234" w:rsidRDefault="00D35234" w:rsidP="00D35234">
            <w:pPr>
              <w:spacing w:line="240" w:lineRule="auto"/>
              <w:rPr>
                <w:rFonts w:cs="Arial"/>
                <w:b/>
                <w:i/>
                <w:sz w:val="20"/>
                <w:szCs w:val="18"/>
              </w:rPr>
            </w:pPr>
          </w:p>
          <w:p w14:paraId="415585DE" w14:textId="77777777" w:rsidR="00D35234" w:rsidRPr="00D35234" w:rsidRDefault="00D35234" w:rsidP="00D35234">
            <w:pPr>
              <w:spacing w:line="240" w:lineRule="auto"/>
              <w:rPr>
                <w:rFonts w:cs="Arial"/>
                <w:b/>
                <w:i/>
                <w:sz w:val="20"/>
                <w:szCs w:val="18"/>
              </w:rPr>
            </w:pPr>
            <w:r w:rsidRPr="00D35234">
              <w:rPr>
                <w:rFonts w:cs="Arial"/>
                <w:b/>
                <w:i/>
                <w:sz w:val="20"/>
                <w:szCs w:val="18"/>
              </w:rPr>
              <w:t>1.</w:t>
            </w:r>
          </w:p>
        </w:tc>
        <w:tc>
          <w:tcPr>
            <w:tcW w:w="7404" w:type="dxa"/>
            <w:tcBorders>
              <w:top w:val="single" w:sz="4" w:space="0" w:color="auto"/>
              <w:left w:val="single" w:sz="4" w:space="0" w:color="auto"/>
              <w:bottom w:val="single" w:sz="4" w:space="0" w:color="auto"/>
              <w:right w:val="single" w:sz="4" w:space="0" w:color="auto"/>
            </w:tcBorders>
          </w:tcPr>
          <w:p w14:paraId="08FD5EDB" w14:textId="77777777" w:rsidR="00D35234" w:rsidRPr="00D35234" w:rsidRDefault="00D35234" w:rsidP="00D35234">
            <w:pPr>
              <w:spacing w:line="240" w:lineRule="auto"/>
              <w:rPr>
                <w:rFonts w:cs="Arial"/>
                <w:b/>
                <w:i/>
                <w:sz w:val="20"/>
                <w:szCs w:val="18"/>
              </w:rPr>
            </w:pPr>
          </w:p>
          <w:p w14:paraId="7B2CBCCA" w14:textId="77777777" w:rsidR="00D35234" w:rsidRPr="00D35234" w:rsidRDefault="00D35234" w:rsidP="00D35234">
            <w:pPr>
              <w:spacing w:line="240" w:lineRule="auto"/>
              <w:rPr>
                <w:rFonts w:cs="Arial"/>
                <w:b/>
                <w:i/>
                <w:sz w:val="20"/>
                <w:szCs w:val="18"/>
              </w:rPr>
            </w:pPr>
            <w:r w:rsidRPr="00D35234">
              <w:rPr>
                <w:rFonts w:cs="Arial"/>
                <w:b/>
                <w:i/>
                <w:sz w:val="20"/>
                <w:szCs w:val="18"/>
              </w:rPr>
              <w:t>Dokumentacja projektowa, formalno-prawna, instrukcja eksploatacji strefy przyodwiertowej Brońsko 26H</w:t>
            </w:r>
          </w:p>
          <w:p w14:paraId="7E538B4A" w14:textId="77777777" w:rsidR="00D35234" w:rsidRPr="00D35234" w:rsidRDefault="00D35234" w:rsidP="00D35234">
            <w:pPr>
              <w:spacing w:line="240" w:lineRule="auto"/>
              <w:rPr>
                <w:rFonts w:cs="Arial"/>
                <w:b/>
                <w:i/>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6613841A" w14:textId="77777777" w:rsidR="00D35234" w:rsidRPr="00D35234" w:rsidRDefault="00D35234" w:rsidP="00D35234">
            <w:pPr>
              <w:spacing w:line="240" w:lineRule="auto"/>
              <w:jc w:val="center"/>
              <w:rPr>
                <w:rFonts w:cs="Arial"/>
                <w:b/>
                <w:i/>
                <w:sz w:val="20"/>
                <w:szCs w:val="18"/>
              </w:rPr>
            </w:pPr>
          </w:p>
        </w:tc>
      </w:tr>
      <w:tr w:rsidR="00D35234" w:rsidRPr="00D35234" w14:paraId="7CB0455E" w14:textId="77777777" w:rsidTr="00ED6259">
        <w:trPr>
          <w:jc w:val="center"/>
        </w:trPr>
        <w:tc>
          <w:tcPr>
            <w:tcW w:w="669" w:type="dxa"/>
            <w:tcBorders>
              <w:top w:val="single" w:sz="4" w:space="0" w:color="auto"/>
              <w:left w:val="single" w:sz="4" w:space="0" w:color="auto"/>
              <w:bottom w:val="single" w:sz="4" w:space="0" w:color="auto"/>
              <w:right w:val="single" w:sz="4" w:space="0" w:color="auto"/>
            </w:tcBorders>
          </w:tcPr>
          <w:p w14:paraId="776D3C41" w14:textId="77777777" w:rsidR="00D35234" w:rsidRPr="00D35234" w:rsidRDefault="00D35234" w:rsidP="00D35234">
            <w:pPr>
              <w:spacing w:line="240" w:lineRule="auto"/>
              <w:rPr>
                <w:rFonts w:cs="Arial"/>
                <w:b/>
                <w:i/>
                <w:sz w:val="20"/>
                <w:szCs w:val="18"/>
              </w:rPr>
            </w:pPr>
          </w:p>
          <w:p w14:paraId="34AD9342" w14:textId="77777777" w:rsidR="00D35234" w:rsidRPr="00D35234" w:rsidRDefault="00D35234" w:rsidP="00D35234">
            <w:pPr>
              <w:spacing w:line="240" w:lineRule="auto"/>
              <w:rPr>
                <w:rFonts w:cs="Arial"/>
                <w:b/>
                <w:i/>
                <w:sz w:val="20"/>
                <w:szCs w:val="18"/>
              </w:rPr>
            </w:pPr>
            <w:r w:rsidRPr="00D35234">
              <w:rPr>
                <w:rFonts w:cs="Arial"/>
                <w:b/>
                <w:i/>
                <w:sz w:val="20"/>
                <w:szCs w:val="18"/>
              </w:rPr>
              <w:t>2.</w:t>
            </w:r>
          </w:p>
        </w:tc>
        <w:tc>
          <w:tcPr>
            <w:tcW w:w="7404" w:type="dxa"/>
            <w:tcBorders>
              <w:top w:val="single" w:sz="4" w:space="0" w:color="auto"/>
              <w:left w:val="single" w:sz="4" w:space="0" w:color="auto"/>
              <w:bottom w:val="single" w:sz="4" w:space="0" w:color="auto"/>
              <w:right w:val="single" w:sz="4" w:space="0" w:color="auto"/>
            </w:tcBorders>
          </w:tcPr>
          <w:p w14:paraId="01F71862" w14:textId="77777777" w:rsidR="00D35234" w:rsidRPr="00D35234" w:rsidRDefault="00D35234" w:rsidP="00D35234">
            <w:pPr>
              <w:spacing w:line="240" w:lineRule="auto"/>
              <w:rPr>
                <w:rFonts w:cs="Arial"/>
                <w:b/>
                <w:i/>
                <w:sz w:val="20"/>
                <w:szCs w:val="18"/>
              </w:rPr>
            </w:pPr>
          </w:p>
          <w:p w14:paraId="7F6F0D10" w14:textId="77777777" w:rsidR="00D35234" w:rsidRPr="00D35234" w:rsidRDefault="00D35234" w:rsidP="00D35234">
            <w:pPr>
              <w:spacing w:line="240" w:lineRule="auto"/>
              <w:rPr>
                <w:rFonts w:cs="Arial"/>
                <w:b/>
                <w:i/>
                <w:sz w:val="20"/>
                <w:szCs w:val="18"/>
              </w:rPr>
            </w:pPr>
            <w:r w:rsidRPr="00D35234">
              <w:rPr>
                <w:rFonts w:cs="Arial"/>
                <w:b/>
                <w:i/>
                <w:sz w:val="20"/>
                <w:szCs w:val="18"/>
              </w:rPr>
              <w:t xml:space="preserve">Przebudowa rurociągów wysokiego i niskiego ciśnienia </w:t>
            </w:r>
          </w:p>
          <w:p w14:paraId="6255181F" w14:textId="77777777" w:rsidR="00D35234" w:rsidRPr="00D35234" w:rsidRDefault="00D35234" w:rsidP="00D35234">
            <w:pPr>
              <w:spacing w:line="240" w:lineRule="auto"/>
              <w:rPr>
                <w:rFonts w:cs="Arial"/>
                <w:b/>
                <w:i/>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758B5106" w14:textId="77777777" w:rsidR="00D35234" w:rsidRPr="00D35234" w:rsidRDefault="00D35234" w:rsidP="00D35234">
            <w:pPr>
              <w:spacing w:line="240" w:lineRule="auto"/>
              <w:jc w:val="center"/>
              <w:rPr>
                <w:rFonts w:cs="Arial"/>
                <w:b/>
                <w:i/>
                <w:sz w:val="20"/>
                <w:szCs w:val="18"/>
              </w:rPr>
            </w:pPr>
          </w:p>
        </w:tc>
      </w:tr>
      <w:tr w:rsidR="00D35234" w:rsidRPr="00D35234" w14:paraId="41DDE7BF" w14:textId="77777777" w:rsidTr="00ED6259">
        <w:trPr>
          <w:trHeight w:val="522"/>
          <w:jc w:val="center"/>
        </w:trPr>
        <w:tc>
          <w:tcPr>
            <w:tcW w:w="669" w:type="dxa"/>
            <w:tcBorders>
              <w:top w:val="single" w:sz="4" w:space="0" w:color="auto"/>
              <w:left w:val="single" w:sz="4" w:space="0" w:color="auto"/>
              <w:bottom w:val="single" w:sz="4" w:space="0" w:color="auto"/>
              <w:right w:val="single" w:sz="4" w:space="0" w:color="auto"/>
            </w:tcBorders>
            <w:vAlign w:val="center"/>
          </w:tcPr>
          <w:p w14:paraId="11622076" w14:textId="77777777" w:rsidR="00D35234" w:rsidRPr="00D35234" w:rsidRDefault="00D35234" w:rsidP="00D35234">
            <w:pPr>
              <w:spacing w:line="240" w:lineRule="auto"/>
              <w:jc w:val="left"/>
              <w:rPr>
                <w:rFonts w:cs="Arial"/>
                <w:sz w:val="20"/>
                <w:szCs w:val="18"/>
              </w:rPr>
            </w:pPr>
            <w:r w:rsidRPr="00D35234">
              <w:rPr>
                <w:rFonts w:cs="Arial"/>
                <w:sz w:val="20"/>
                <w:szCs w:val="18"/>
              </w:rPr>
              <w:t>1/</w:t>
            </w:r>
          </w:p>
        </w:tc>
        <w:tc>
          <w:tcPr>
            <w:tcW w:w="7404" w:type="dxa"/>
            <w:tcBorders>
              <w:top w:val="single" w:sz="4" w:space="0" w:color="auto"/>
              <w:left w:val="single" w:sz="4" w:space="0" w:color="auto"/>
              <w:bottom w:val="single" w:sz="4" w:space="0" w:color="auto"/>
              <w:right w:val="single" w:sz="4" w:space="0" w:color="auto"/>
            </w:tcBorders>
            <w:vAlign w:val="center"/>
          </w:tcPr>
          <w:p w14:paraId="7C840556" w14:textId="77777777" w:rsidR="00D35234" w:rsidRPr="00D35234" w:rsidRDefault="00D35234" w:rsidP="00D35234">
            <w:pPr>
              <w:spacing w:line="240" w:lineRule="auto"/>
              <w:jc w:val="left"/>
              <w:rPr>
                <w:rFonts w:cs="Arial"/>
                <w:sz w:val="20"/>
                <w:szCs w:val="18"/>
              </w:rPr>
            </w:pPr>
            <w:r w:rsidRPr="00D35234">
              <w:rPr>
                <w:rFonts w:cs="Arial"/>
                <w:sz w:val="20"/>
                <w:szCs w:val="18"/>
              </w:rPr>
              <w:t xml:space="preserve">Prace przygotowawcze </w:t>
            </w:r>
          </w:p>
        </w:tc>
        <w:tc>
          <w:tcPr>
            <w:tcW w:w="1675" w:type="dxa"/>
            <w:tcBorders>
              <w:top w:val="single" w:sz="4" w:space="0" w:color="auto"/>
              <w:left w:val="single" w:sz="4" w:space="0" w:color="auto"/>
              <w:bottom w:val="single" w:sz="4" w:space="0" w:color="auto"/>
              <w:right w:val="single" w:sz="4" w:space="0" w:color="auto"/>
            </w:tcBorders>
            <w:vAlign w:val="center"/>
          </w:tcPr>
          <w:p w14:paraId="6FCDB677" w14:textId="77777777" w:rsidR="00D35234" w:rsidRPr="00D35234" w:rsidRDefault="00D35234" w:rsidP="00D35234">
            <w:pPr>
              <w:spacing w:line="240" w:lineRule="auto"/>
              <w:jc w:val="center"/>
              <w:rPr>
                <w:rFonts w:cs="Arial"/>
                <w:sz w:val="20"/>
                <w:szCs w:val="18"/>
              </w:rPr>
            </w:pPr>
          </w:p>
        </w:tc>
      </w:tr>
      <w:tr w:rsidR="00D35234" w:rsidRPr="00D35234" w14:paraId="3A2887B4" w14:textId="77777777" w:rsidTr="00ED6259">
        <w:trPr>
          <w:trHeight w:val="544"/>
          <w:jc w:val="center"/>
        </w:trPr>
        <w:tc>
          <w:tcPr>
            <w:tcW w:w="669" w:type="dxa"/>
            <w:tcBorders>
              <w:top w:val="single" w:sz="4" w:space="0" w:color="auto"/>
              <w:left w:val="single" w:sz="4" w:space="0" w:color="auto"/>
              <w:bottom w:val="single" w:sz="4" w:space="0" w:color="auto"/>
              <w:right w:val="single" w:sz="4" w:space="0" w:color="auto"/>
            </w:tcBorders>
            <w:vAlign w:val="center"/>
          </w:tcPr>
          <w:p w14:paraId="79104F3E" w14:textId="77777777" w:rsidR="00D35234" w:rsidRPr="00D35234" w:rsidRDefault="00D35234" w:rsidP="00D35234">
            <w:pPr>
              <w:spacing w:line="240" w:lineRule="auto"/>
              <w:jc w:val="left"/>
              <w:rPr>
                <w:rFonts w:cs="Arial"/>
                <w:sz w:val="20"/>
                <w:szCs w:val="18"/>
              </w:rPr>
            </w:pPr>
            <w:r w:rsidRPr="00D35234">
              <w:rPr>
                <w:rFonts w:cs="Arial"/>
                <w:sz w:val="20"/>
                <w:szCs w:val="18"/>
              </w:rPr>
              <w:t>2/</w:t>
            </w:r>
          </w:p>
        </w:tc>
        <w:tc>
          <w:tcPr>
            <w:tcW w:w="7404" w:type="dxa"/>
            <w:tcBorders>
              <w:top w:val="single" w:sz="4" w:space="0" w:color="auto"/>
              <w:left w:val="single" w:sz="4" w:space="0" w:color="auto"/>
              <w:bottom w:val="single" w:sz="4" w:space="0" w:color="auto"/>
              <w:right w:val="single" w:sz="4" w:space="0" w:color="auto"/>
            </w:tcBorders>
            <w:vAlign w:val="center"/>
          </w:tcPr>
          <w:p w14:paraId="01BCFAF5" w14:textId="77777777" w:rsidR="00D35234" w:rsidRPr="00D35234" w:rsidRDefault="00D35234" w:rsidP="00D35234">
            <w:pPr>
              <w:spacing w:line="240" w:lineRule="auto"/>
              <w:jc w:val="left"/>
              <w:rPr>
                <w:rFonts w:cs="Arial"/>
                <w:sz w:val="20"/>
                <w:szCs w:val="18"/>
              </w:rPr>
            </w:pPr>
            <w:r w:rsidRPr="00D35234">
              <w:rPr>
                <w:rFonts w:cs="Arial"/>
                <w:sz w:val="20"/>
                <w:szCs w:val="18"/>
              </w:rPr>
              <w:t xml:space="preserve">Demontaż wymienników gaz-gaz </w:t>
            </w:r>
          </w:p>
        </w:tc>
        <w:tc>
          <w:tcPr>
            <w:tcW w:w="1675" w:type="dxa"/>
            <w:tcBorders>
              <w:top w:val="single" w:sz="4" w:space="0" w:color="auto"/>
              <w:left w:val="single" w:sz="4" w:space="0" w:color="auto"/>
              <w:bottom w:val="single" w:sz="4" w:space="0" w:color="auto"/>
              <w:right w:val="single" w:sz="4" w:space="0" w:color="auto"/>
            </w:tcBorders>
            <w:vAlign w:val="center"/>
          </w:tcPr>
          <w:p w14:paraId="49F43F2D" w14:textId="77777777" w:rsidR="00D35234" w:rsidRPr="00D35234" w:rsidRDefault="00D35234" w:rsidP="00D35234">
            <w:pPr>
              <w:spacing w:line="240" w:lineRule="auto"/>
              <w:jc w:val="center"/>
              <w:rPr>
                <w:rFonts w:cs="Arial"/>
                <w:sz w:val="20"/>
                <w:szCs w:val="18"/>
              </w:rPr>
            </w:pPr>
          </w:p>
        </w:tc>
      </w:tr>
      <w:tr w:rsidR="00D35234" w:rsidRPr="00D35234" w14:paraId="1AF9A602" w14:textId="77777777" w:rsidTr="00ED6259">
        <w:trPr>
          <w:trHeight w:val="546"/>
          <w:jc w:val="center"/>
        </w:trPr>
        <w:tc>
          <w:tcPr>
            <w:tcW w:w="669" w:type="dxa"/>
            <w:tcBorders>
              <w:top w:val="single" w:sz="4" w:space="0" w:color="auto"/>
              <w:left w:val="single" w:sz="4" w:space="0" w:color="auto"/>
              <w:bottom w:val="single" w:sz="4" w:space="0" w:color="auto"/>
              <w:right w:val="single" w:sz="4" w:space="0" w:color="auto"/>
            </w:tcBorders>
            <w:vAlign w:val="center"/>
          </w:tcPr>
          <w:p w14:paraId="3FEAD384" w14:textId="77777777" w:rsidR="00D35234" w:rsidRPr="00D35234" w:rsidRDefault="00D35234" w:rsidP="00D35234">
            <w:pPr>
              <w:spacing w:line="240" w:lineRule="auto"/>
              <w:jc w:val="left"/>
              <w:rPr>
                <w:rFonts w:cs="Arial"/>
                <w:sz w:val="20"/>
                <w:szCs w:val="18"/>
              </w:rPr>
            </w:pPr>
            <w:r w:rsidRPr="00D35234">
              <w:rPr>
                <w:rFonts w:cs="Arial"/>
                <w:sz w:val="20"/>
                <w:szCs w:val="18"/>
              </w:rPr>
              <w:t>3/</w:t>
            </w:r>
          </w:p>
        </w:tc>
        <w:tc>
          <w:tcPr>
            <w:tcW w:w="7404" w:type="dxa"/>
            <w:tcBorders>
              <w:top w:val="single" w:sz="4" w:space="0" w:color="auto"/>
              <w:left w:val="single" w:sz="4" w:space="0" w:color="auto"/>
              <w:bottom w:val="single" w:sz="4" w:space="0" w:color="auto"/>
              <w:right w:val="single" w:sz="4" w:space="0" w:color="auto"/>
            </w:tcBorders>
            <w:vAlign w:val="center"/>
          </w:tcPr>
          <w:p w14:paraId="2EC1419A" w14:textId="77777777" w:rsidR="00D35234" w:rsidRPr="00D35234" w:rsidRDefault="00D35234" w:rsidP="00D35234">
            <w:pPr>
              <w:spacing w:line="240" w:lineRule="auto"/>
              <w:jc w:val="left"/>
              <w:rPr>
                <w:rFonts w:cs="Arial"/>
                <w:sz w:val="20"/>
                <w:szCs w:val="18"/>
              </w:rPr>
            </w:pPr>
          </w:p>
          <w:p w14:paraId="46FE71D5" w14:textId="77777777" w:rsidR="00D35234" w:rsidRPr="00D35234" w:rsidRDefault="00D35234" w:rsidP="00D35234">
            <w:pPr>
              <w:spacing w:line="240" w:lineRule="auto"/>
              <w:jc w:val="left"/>
              <w:rPr>
                <w:rFonts w:cs="Arial"/>
                <w:sz w:val="20"/>
                <w:szCs w:val="18"/>
              </w:rPr>
            </w:pPr>
            <w:r w:rsidRPr="00D35234">
              <w:rPr>
                <w:rFonts w:cs="Arial"/>
                <w:sz w:val="20"/>
                <w:szCs w:val="18"/>
              </w:rPr>
              <w:t>Prace montażowe - rurociąg wysokiego ciśnienia</w:t>
            </w:r>
          </w:p>
          <w:p w14:paraId="2A61DDC2" w14:textId="77777777" w:rsidR="00D35234" w:rsidRPr="00D35234" w:rsidRDefault="00D35234" w:rsidP="00D35234">
            <w:pPr>
              <w:spacing w:line="240" w:lineRule="auto"/>
              <w:jc w:val="left"/>
              <w:rPr>
                <w:rFonts w:cs="Arial"/>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07852C1A" w14:textId="77777777" w:rsidR="00D35234" w:rsidRPr="00D35234" w:rsidRDefault="00D35234" w:rsidP="00D35234">
            <w:pPr>
              <w:spacing w:line="240" w:lineRule="auto"/>
              <w:jc w:val="center"/>
              <w:rPr>
                <w:rFonts w:cs="Arial"/>
                <w:sz w:val="20"/>
                <w:szCs w:val="18"/>
              </w:rPr>
            </w:pPr>
          </w:p>
        </w:tc>
      </w:tr>
      <w:tr w:rsidR="00D35234" w:rsidRPr="00D35234" w14:paraId="4FD779A8" w14:textId="77777777" w:rsidTr="00ED6259">
        <w:trPr>
          <w:jc w:val="center"/>
        </w:trPr>
        <w:tc>
          <w:tcPr>
            <w:tcW w:w="669" w:type="dxa"/>
            <w:tcBorders>
              <w:top w:val="single" w:sz="4" w:space="0" w:color="auto"/>
              <w:left w:val="single" w:sz="4" w:space="0" w:color="auto"/>
              <w:bottom w:val="single" w:sz="4" w:space="0" w:color="auto"/>
              <w:right w:val="single" w:sz="4" w:space="0" w:color="auto"/>
            </w:tcBorders>
            <w:vAlign w:val="center"/>
          </w:tcPr>
          <w:p w14:paraId="766255EB" w14:textId="77777777" w:rsidR="00D35234" w:rsidRPr="00D35234" w:rsidRDefault="00D35234" w:rsidP="00D35234">
            <w:pPr>
              <w:spacing w:line="240" w:lineRule="auto"/>
              <w:jc w:val="left"/>
              <w:rPr>
                <w:rFonts w:cs="Arial"/>
                <w:sz w:val="20"/>
                <w:szCs w:val="18"/>
              </w:rPr>
            </w:pPr>
          </w:p>
          <w:p w14:paraId="3587053E" w14:textId="77777777" w:rsidR="00D35234" w:rsidRPr="00D35234" w:rsidRDefault="00D35234" w:rsidP="00D35234">
            <w:pPr>
              <w:spacing w:line="240" w:lineRule="auto"/>
              <w:jc w:val="left"/>
              <w:rPr>
                <w:rFonts w:cs="Arial"/>
                <w:sz w:val="20"/>
                <w:szCs w:val="18"/>
              </w:rPr>
            </w:pPr>
            <w:r w:rsidRPr="00D35234">
              <w:rPr>
                <w:rFonts w:cs="Arial"/>
                <w:sz w:val="20"/>
                <w:szCs w:val="18"/>
              </w:rPr>
              <w:t>4/</w:t>
            </w:r>
          </w:p>
          <w:p w14:paraId="17E0F285" w14:textId="77777777" w:rsidR="00D35234" w:rsidRPr="00D35234" w:rsidRDefault="00D35234" w:rsidP="00D35234">
            <w:pPr>
              <w:spacing w:line="240" w:lineRule="auto"/>
              <w:jc w:val="left"/>
              <w:rPr>
                <w:rFonts w:cs="Arial"/>
                <w:sz w:val="20"/>
                <w:szCs w:val="18"/>
              </w:rPr>
            </w:pPr>
          </w:p>
        </w:tc>
        <w:tc>
          <w:tcPr>
            <w:tcW w:w="7404" w:type="dxa"/>
            <w:tcBorders>
              <w:top w:val="single" w:sz="4" w:space="0" w:color="auto"/>
              <w:left w:val="single" w:sz="4" w:space="0" w:color="auto"/>
              <w:bottom w:val="single" w:sz="4" w:space="0" w:color="auto"/>
              <w:right w:val="single" w:sz="4" w:space="0" w:color="auto"/>
            </w:tcBorders>
            <w:vAlign w:val="center"/>
          </w:tcPr>
          <w:p w14:paraId="2BC4875F" w14:textId="77777777" w:rsidR="00D35234" w:rsidRPr="00D35234" w:rsidRDefault="00D35234" w:rsidP="00D35234">
            <w:pPr>
              <w:spacing w:line="240" w:lineRule="auto"/>
              <w:jc w:val="left"/>
              <w:rPr>
                <w:rFonts w:cs="Arial"/>
                <w:sz w:val="20"/>
                <w:szCs w:val="18"/>
              </w:rPr>
            </w:pPr>
          </w:p>
          <w:p w14:paraId="2D8A240D" w14:textId="77777777" w:rsidR="00D35234" w:rsidRPr="00D35234" w:rsidRDefault="00D35234" w:rsidP="00D35234">
            <w:pPr>
              <w:spacing w:line="240" w:lineRule="auto"/>
              <w:jc w:val="left"/>
              <w:rPr>
                <w:rFonts w:cs="Arial"/>
                <w:sz w:val="20"/>
                <w:szCs w:val="18"/>
              </w:rPr>
            </w:pPr>
            <w:r w:rsidRPr="00D35234">
              <w:rPr>
                <w:rFonts w:cs="Arial"/>
                <w:sz w:val="20"/>
                <w:szCs w:val="18"/>
              </w:rPr>
              <w:t>Prace montażowe - rurociąg niskiego ciśnienia</w:t>
            </w:r>
          </w:p>
          <w:p w14:paraId="2795C6B7" w14:textId="77777777" w:rsidR="00D35234" w:rsidRPr="00D35234" w:rsidRDefault="00D35234" w:rsidP="00D35234">
            <w:pPr>
              <w:spacing w:line="240" w:lineRule="auto"/>
              <w:jc w:val="left"/>
              <w:rPr>
                <w:rFonts w:cs="Arial"/>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37F5129A" w14:textId="77777777" w:rsidR="00D35234" w:rsidRPr="00D35234" w:rsidRDefault="00D35234" w:rsidP="00D35234">
            <w:pPr>
              <w:spacing w:line="240" w:lineRule="auto"/>
              <w:jc w:val="center"/>
              <w:rPr>
                <w:rFonts w:cs="Arial"/>
                <w:sz w:val="20"/>
                <w:szCs w:val="18"/>
              </w:rPr>
            </w:pPr>
          </w:p>
        </w:tc>
      </w:tr>
      <w:tr w:rsidR="00D35234" w:rsidRPr="00D35234" w14:paraId="5BC40105" w14:textId="77777777" w:rsidTr="00ED6259">
        <w:trPr>
          <w:trHeight w:val="566"/>
          <w:jc w:val="center"/>
        </w:trPr>
        <w:tc>
          <w:tcPr>
            <w:tcW w:w="669" w:type="dxa"/>
            <w:tcBorders>
              <w:top w:val="single" w:sz="4" w:space="0" w:color="auto"/>
              <w:left w:val="single" w:sz="4" w:space="0" w:color="auto"/>
              <w:bottom w:val="single" w:sz="4" w:space="0" w:color="auto"/>
              <w:right w:val="single" w:sz="4" w:space="0" w:color="auto"/>
            </w:tcBorders>
            <w:vAlign w:val="center"/>
          </w:tcPr>
          <w:p w14:paraId="18630876" w14:textId="77777777" w:rsidR="00D35234" w:rsidRPr="00D35234" w:rsidRDefault="00D35234" w:rsidP="00D35234">
            <w:pPr>
              <w:spacing w:line="240" w:lineRule="auto"/>
              <w:jc w:val="left"/>
              <w:rPr>
                <w:rFonts w:cs="Arial"/>
                <w:sz w:val="20"/>
                <w:szCs w:val="18"/>
              </w:rPr>
            </w:pPr>
            <w:r w:rsidRPr="00D35234">
              <w:rPr>
                <w:rFonts w:cs="Arial"/>
                <w:sz w:val="20"/>
                <w:szCs w:val="18"/>
              </w:rPr>
              <w:t>5/</w:t>
            </w:r>
          </w:p>
        </w:tc>
        <w:tc>
          <w:tcPr>
            <w:tcW w:w="7404" w:type="dxa"/>
            <w:tcBorders>
              <w:top w:val="single" w:sz="4" w:space="0" w:color="auto"/>
              <w:left w:val="single" w:sz="4" w:space="0" w:color="auto"/>
              <w:bottom w:val="single" w:sz="4" w:space="0" w:color="auto"/>
              <w:right w:val="single" w:sz="4" w:space="0" w:color="auto"/>
            </w:tcBorders>
            <w:vAlign w:val="center"/>
          </w:tcPr>
          <w:p w14:paraId="2A4855F5" w14:textId="77777777" w:rsidR="00D35234" w:rsidRPr="00D35234" w:rsidRDefault="00D35234" w:rsidP="00D35234">
            <w:pPr>
              <w:spacing w:line="240" w:lineRule="auto"/>
              <w:jc w:val="left"/>
              <w:rPr>
                <w:rFonts w:cs="Arial"/>
                <w:sz w:val="20"/>
                <w:szCs w:val="18"/>
              </w:rPr>
            </w:pPr>
            <w:r w:rsidRPr="00D35234">
              <w:rPr>
                <w:rFonts w:cs="Arial"/>
                <w:sz w:val="20"/>
                <w:szCs w:val="18"/>
              </w:rPr>
              <w:t>Prace odtworzeniowe</w:t>
            </w:r>
          </w:p>
        </w:tc>
        <w:tc>
          <w:tcPr>
            <w:tcW w:w="1675" w:type="dxa"/>
            <w:tcBorders>
              <w:top w:val="single" w:sz="4" w:space="0" w:color="auto"/>
              <w:left w:val="single" w:sz="4" w:space="0" w:color="auto"/>
              <w:bottom w:val="single" w:sz="4" w:space="0" w:color="auto"/>
              <w:right w:val="single" w:sz="4" w:space="0" w:color="auto"/>
            </w:tcBorders>
            <w:vAlign w:val="center"/>
          </w:tcPr>
          <w:p w14:paraId="34166F99" w14:textId="77777777" w:rsidR="00D35234" w:rsidRPr="00D35234" w:rsidRDefault="00D35234" w:rsidP="00D35234">
            <w:pPr>
              <w:spacing w:line="240" w:lineRule="auto"/>
              <w:jc w:val="center"/>
              <w:rPr>
                <w:rFonts w:cs="Arial"/>
                <w:sz w:val="20"/>
                <w:szCs w:val="18"/>
              </w:rPr>
            </w:pPr>
          </w:p>
        </w:tc>
      </w:tr>
      <w:tr w:rsidR="00D35234" w:rsidRPr="00D35234" w14:paraId="04B7FF8A" w14:textId="77777777" w:rsidTr="00ED6259">
        <w:trPr>
          <w:jc w:val="center"/>
        </w:trPr>
        <w:tc>
          <w:tcPr>
            <w:tcW w:w="669" w:type="dxa"/>
            <w:tcBorders>
              <w:top w:val="single" w:sz="4" w:space="0" w:color="auto"/>
              <w:left w:val="single" w:sz="4" w:space="0" w:color="auto"/>
              <w:bottom w:val="single" w:sz="4" w:space="0" w:color="auto"/>
              <w:right w:val="single" w:sz="4" w:space="0" w:color="auto"/>
            </w:tcBorders>
          </w:tcPr>
          <w:p w14:paraId="0967FEC0" w14:textId="77777777" w:rsidR="00D35234" w:rsidRPr="00D35234" w:rsidRDefault="00D35234" w:rsidP="00D35234">
            <w:pPr>
              <w:spacing w:line="240" w:lineRule="auto"/>
              <w:rPr>
                <w:rFonts w:cs="Arial"/>
                <w:b/>
                <w:i/>
                <w:sz w:val="20"/>
                <w:szCs w:val="18"/>
              </w:rPr>
            </w:pPr>
          </w:p>
          <w:p w14:paraId="75A4CEBC" w14:textId="77777777" w:rsidR="00D35234" w:rsidRPr="00D35234" w:rsidRDefault="00D35234" w:rsidP="00D35234">
            <w:pPr>
              <w:spacing w:line="240" w:lineRule="auto"/>
              <w:rPr>
                <w:rFonts w:cs="Arial"/>
                <w:b/>
                <w:i/>
                <w:sz w:val="20"/>
                <w:szCs w:val="18"/>
              </w:rPr>
            </w:pPr>
            <w:r w:rsidRPr="00D35234">
              <w:rPr>
                <w:rFonts w:cs="Arial"/>
                <w:b/>
                <w:i/>
                <w:sz w:val="20"/>
                <w:szCs w:val="18"/>
              </w:rPr>
              <w:t>3.</w:t>
            </w:r>
          </w:p>
        </w:tc>
        <w:tc>
          <w:tcPr>
            <w:tcW w:w="7404" w:type="dxa"/>
            <w:tcBorders>
              <w:top w:val="single" w:sz="4" w:space="0" w:color="auto"/>
              <w:left w:val="single" w:sz="4" w:space="0" w:color="auto"/>
              <w:bottom w:val="single" w:sz="4" w:space="0" w:color="auto"/>
              <w:right w:val="single" w:sz="4" w:space="0" w:color="auto"/>
            </w:tcBorders>
          </w:tcPr>
          <w:p w14:paraId="4E9BEAF9" w14:textId="77777777" w:rsidR="00D35234" w:rsidRPr="00D35234" w:rsidRDefault="00D35234" w:rsidP="00D35234">
            <w:pPr>
              <w:spacing w:line="240" w:lineRule="auto"/>
              <w:rPr>
                <w:rFonts w:cs="Arial"/>
                <w:b/>
                <w:i/>
                <w:sz w:val="20"/>
                <w:szCs w:val="18"/>
              </w:rPr>
            </w:pPr>
          </w:p>
          <w:p w14:paraId="4E9222DB" w14:textId="77777777" w:rsidR="00D35234" w:rsidRPr="00D35234" w:rsidRDefault="00D35234" w:rsidP="00D35234">
            <w:pPr>
              <w:spacing w:line="240" w:lineRule="auto"/>
              <w:rPr>
                <w:rFonts w:cs="Arial"/>
                <w:b/>
                <w:i/>
                <w:sz w:val="20"/>
                <w:szCs w:val="18"/>
              </w:rPr>
            </w:pPr>
            <w:r w:rsidRPr="00D35234">
              <w:rPr>
                <w:rFonts w:cs="Arial"/>
                <w:b/>
                <w:i/>
                <w:sz w:val="20"/>
                <w:szCs w:val="18"/>
              </w:rPr>
              <w:t>Prace programistyczne</w:t>
            </w:r>
          </w:p>
          <w:p w14:paraId="57500193" w14:textId="77777777" w:rsidR="00D35234" w:rsidRPr="00D35234" w:rsidRDefault="00D35234" w:rsidP="00D35234">
            <w:pPr>
              <w:spacing w:line="240" w:lineRule="auto"/>
              <w:rPr>
                <w:rFonts w:cs="Arial"/>
                <w:b/>
                <w:i/>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33595253" w14:textId="77777777" w:rsidR="00D35234" w:rsidRPr="00D35234" w:rsidRDefault="00D35234" w:rsidP="00D35234">
            <w:pPr>
              <w:spacing w:line="240" w:lineRule="auto"/>
              <w:jc w:val="center"/>
              <w:rPr>
                <w:rFonts w:cs="Arial"/>
                <w:b/>
                <w:i/>
                <w:sz w:val="20"/>
                <w:szCs w:val="18"/>
              </w:rPr>
            </w:pPr>
          </w:p>
        </w:tc>
      </w:tr>
      <w:tr w:rsidR="00D35234" w:rsidRPr="00D35234" w14:paraId="2C7DCB3C" w14:textId="77777777" w:rsidTr="00ED6259">
        <w:trPr>
          <w:jc w:val="center"/>
        </w:trPr>
        <w:tc>
          <w:tcPr>
            <w:tcW w:w="669" w:type="dxa"/>
            <w:tcBorders>
              <w:top w:val="single" w:sz="4" w:space="0" w:color="auto"/>
              <w:left w:val="single" w:sz="4" w:space="0" w:color="auto"/>
              <w:bottom w:val="single" w:sz="4" w:space="0" w:color="auto"/>
              <w:right w:val="single" w:sz="4" w:space="0" w:color="auto"/>
            </w:tcBorders>
          </w:tcPr>
          <w:p w14:paraId="21D30C41" w14:textId="77777777" w:rsidR="00D35234" w:rsidRPr="00D35234" w:rsidRDefault="00D35234" w:rsidP="00D35234">
            <w:pPr>
              <w:spacing w:line="240" w:lineRule="auto"/>
              <w:rPr>
                <w:rFonts w:cs="Arial"/>
                <w:b/>
                <w:i/>
                <w:sz w:val="20"/>
                <w:szCs w:val="18"/>
              </w:rPr>
            </w:pPr>
          </w:p>
          <w:p w14:paraId="3889D927" w14:textId="77777777" w:rsidR="00D35234" w:rsidRPr="00D35234" w:rsidRDefault="00D35234" w:rsidP="00D35234">
            <w:pPr>
              <w:spacing w:line="240" w:lineRule="auto"/>
              <w:rPr>
                <w:rFonts w:cs="Arial"/>
                <w:b/>
                <w:i/>
                <w:sz w:val="20"/>
                <w:szCs w:val="18"/>
              </w:rPr>
            </w:pPr>
            <w:r w:rsidRPr="00D35234">
              <w:rPr>
                <w:rFonts w:cs="Arial"/>
                <w:b/>
                <w:i/>
                <w:sz w:val="20"/>
                <w:szCs w:val="18"/>
              </w:rPr>
              <w:t>4.</w:t>
            </w:r>
          </w:p>
          <w:p w14:paraId="1B5C8835" w14:textId="77777777" w:rsidR="00D35234" w:rsidRPr="00D35234" w:rsidRDefault="00D35234" w:rsidP="00D35234">
            <w:pPr>
              <w:spacing w:line="240" w:lineRule="auto"/>
              <w:rPr>
                <w:rFonts w:cs="Arial"/>
                <w:b/>
                <w:i/>
                <w:sz w:val="20"/>
                <w:szCs w:val="18"/>
              </w:rPr>
            </w:pPr>
          </w:p>
        </w:tc>
        <w:tc>
          <w:tcPr>
            <w:tcW w:w="7404" w:type="dxa"/>
            <w:tcBorders>
              <w:top w:val="single" w:sz="4" w:space="0" w:color="auto"/>
              <w:left w:val="single" w:sz="4" w:space="0" w:color="auto"/>
              <w:bottom w:val="single" w:sz="4" w:space="0" w:color="auto"/>
              <w:right w:val="single" w:sz="4" w:space="0" w:color="auto"/>
            </w:tcBorders>
          </w:tcPr>
          <w:p w14:paraId="47E22754" w14:textId="77777777" w:rsidR="00D35234" w:rsidRPr="00D35234" w:rsidRDefault="00D35234" w:rsidP="00D35234">
            <w:pPr>
              <w:spacing w:line="240" w:lineRule="auto"/>
              <w:rPr>
                <w:rFonts w:cs="Arial"/>
                <w:b/>
                <w:i/>
                <w:sz w:val="20"/>
                <w:szCs w:val="18"/>
              </w:rPr>
            </w:pPr>
          </w:p>
          <w:p w14:paraId="4A0BA5B2" w14:textId="77777777" w:rsidR="00D35234" w:rsidRPr="00D35234" w:rsidRDefault="00D35234" w:rsidP="00D35234">
            <w:pPr>
              <w:spacing w:line="240" w:lineRule="auto"/>
              <w:rPr>
                <w:rFonts w:cs="Arial"/>
                <w:b/>
                <w:i/>
                <w:sz w:val="20"/>
                <w:szCs w:val="18"/>
              </w:rPr>
            </w:pPr>
            <w:r w:rsidRPr="00D35234">
              <w:rPr>
                <w:rFonts w:cs="Arial"/>
                <w:b/>
                <w:i/>
                <w:sz w:val="20"/>
                <w:szCs w:val="18"/>
              </w:rPr>
              <w:t>Próby, badania, rozruch instalacji</w:t>
            </w:r>
          </w:p>
        </w:tc>
        <w:tc>
          <w:tcPr>
            <w:tcW w:w="1675" w:type="dxa"/>
            <w:tcBorders>
              <w:top w:val="single" w:sz="4" w:space="0" w:color="auto"/>
              <w:left w:val="single" w:sz="4" w:space="0" w:color="auto"/>
              <w:bottom w:val="single" w:sz="4" w:space="0" w:color="auto"/>
              <w:right w:val="single" w:sz="4" w:space="0" w:color="auto"/>
            </w:tcBorders>
            <w:vAlign w:val="center"/>
          </w:tcPr>
          <w:p w14:paraId="3BE071E2" w14:textId="77777777" w:rsidR="00D35234" w:rsidRPr="00D35234" w:rsidRDefault="00D35234" w:rsidP="00D35234">
            <w:pPr>
              <w:spacing w:line="240" w:lineRule="auto"/>
              <w:jc w:val="center"/>
              <w:rPr>
                <w:rFonts w:cs="Arial"/>
                <w:b/>
                <w:i/>
                <w:sz w:val="20"/>
                <w:szCs w:val="18"/>
              </w:rPr>
            </w:pPr>
          </w:p>
        </w:tc>
      </w:tr>
      <w:tr w:rsidR="00D35234" w:rsidRPr="00D35234" w14:paraId="7B9A7948" w14:textId="77777777" w:rsidTr="00ED6259">
        <w:trPr>
          <w:trHeight w:val="419"/>
          <w:jc w:val="center"/>
        </w:trPr>
        <w:tc>
          <w:tcPr>
            <w:tcW w:w="669" w:type="dxa"/>
            <w:tcBorders>
              <w:top w:val="single" w:sz="4" w:space="0" w:color="auto"/>
              <w:left w:val="single" w:sz="4" w:space="0" w:color="auto"/>
              <w:bottom w:val="single" w:sz="4" w:space="0" w:color="auto"/>
              <w:right w:val="single" w:sz="4" w:space="0" w:color="auto"/>
            </w:tcBorders>
          </w:tcPr>
          <w:p w14:paraId="70EA985B" w14:textId="77777777" w:rsidR="00D35234" w:rsidRPr="00D35234" w:rsidRDefault="00D35234" w:rsidP="00D35234">
            <w:pPr>
              <w:spacing w:line="240" w:lineRule="auto"/>
              <w:rPr>
                <w:rFonts w:cs="Arial"/>
                <w:b/>
                <w:sz w:val="20"/>
                <w:szCs w:val="18"/>
              </w:rPr>
            </w:pPr>
          </w:p>
          <w:p w14:paraId="72E3D9E9" w14:textId="77777777" w:rsidR="00D35234" w:rsidRPr="00D35234" w:rsidRDefault="00D35234" w:rsidP="00D35234">
            <w:pPr>
              <w:spacing w:line="240" w:lineRule="auto"/>
              <w:rPr>
                <w:rFonts w:cs="Arial"/>
                <w:b/>
                <w:sz w:val="20"/>
                <w:szCs w:val="18"/>
              </w:rPr>
            </w:pPr>
            <w:r w:rsidRPr="00D35234">
              <w:rPr>
                <w:rFonts w:cs="Arial"/>
                <w:b/>
                <w:sz w:val="20"/>
                <w:szCs w:val="18"/>
              </w:rPr>
              <w:t>5.</w:t>
            </w:r>
          </w:p>
        </w:tc>
        <w:tc>
          <w:tcPr>
            <w:tcW w:w="7404" w:type="dxa"/>
            <w:tcBorders>
              <w:top w:val="single" w:sz="4" w:space="0" w:color="auto"/>
              <w:left w:val="single" w:sz="4" w:space="0" w:color="auto"/>
              <w:bottom w:val="single" w:sz="4" w:space="0" w:color="auto"/>
              <w:right w:val="single" w:sz="4" w:space="0" w:color="auto"/>
            </w:tcBorders>
          </w:tcPr>
          <w:p w14:paraId="2A2BAD6B" w14:textId="77777777" w:rsidR="00D35234" w:rsidRPr="00D35234" w:rsidRDefault="00D35234" w:rsidP="00D35234">
            <w:pPr>
              <w:spacing w:line="240" w:lineRule="auto"/>
              <w:rPr>
                <w:rFonts w:cs="Arial"/>
                <w:b/>
                <w:sz w:val="20"/>
                <w:szCs w:val="18"/>
              </w:rPr>
            </w:pPr>
          </w:p>
          <w:p w14:paraId="68A89964" w14:textId="77777777" w:rsidR="00D35234" w:rsidRPr="00D35234" w:rsidRDefault="00D35234" w:rsidP="00D35234">
            <w:pPr>
              <w:spacing w:line="240" w:lineRule="auto"/>
              <w:rPr>
                <w:rFonts w:cs="Arial"/>
                <w:b/>
                <w:sz w:val="20"/>
                <w:szCs w:val="18"/>
              </w:rPr>
            </w:pPr>
            <w:r w:rsidRPr="00D35234">
              <w:rPr>
                <w:rFonts w:cs="Arial"/>
                <w:b/>
                <w:sz w:val="20"/>
                <w:szCs w:val="18"/>
              </w:rPr>
              <w:t xml:space="preserve">RAZEM </w:t>
            </w:r>
          </w:p>
          <w:p w14:paraId="27118206" w14:textId="77777777" w:rsidR="00D35234" w:rsidRPr="00D35234" w:rsidRDefault="00D35234" w:rsidP="00D35234">
            <w:pPr>
              <w:spacing w:line="240" w:lineRule="auto"/>
              <w:rPr>
                <w:rFonts w:cs="Arial"/>
                <w:b/>
                <w:sz w:val="20"/>
                <w:szCs w:val="18"/>
              </w:rPr>
            </w:pPr>
            <w:r w:rsidRPr="00D35234">
              <w:rPr>
                <w:rFonts w:cs="Arial"/>
                <w:b/>
                <w:sz w:val="20"/>
                <w:szCs w:val="18"/>
              </w:rPr>
              <w:t>(poz. 1 + poz. 2 + poz. 3 +poz. 4)</w:t>
            </w:r>
          </w:p>
          <w:p w14:paraId="65B5DAD9" w14:textId="77777777" w:rsidR="00D35234" w:rsidRPr="00D35234" w:rsidRDefault="00D35234" w:rsidP="00D35234">
            <w:pPr>
              <w:spacing w:line="240" w:lineRule="auto"/>
              <w:rPr>
                <w:rFonts w:cs="Arial"/>
                <w:b/>
                <w:sz w:val="20"/>
                <w:szCs w:val="18"/>
              </w:rPr>
            </w:pPr>
          </w:p>
        </w:tc>
        <w:tc>
          <w:tcPr>
            <w:tcW w:w="1675" w:type="dxa"/>
            <w:tcBorders>
              <w:top w:val="single" w:sz="4" w:space="0" w:color="auto"/>
              <w:left w:val="single" w:sz="4" w:space="0" w:color="auto"/>
              <w:bottom w:val="single" w:sz="4" w:space="0" w:color="auto"/>
              <w:right w:val="single" w:sz="4" w:space="0" w:color="auto"/>
            </w:tcBorders>
            <w:vAlign w:val="center"/>
          </w:tcPr>
          <w:p w14:paraId="0C99994B" w14:textId="77777777" w:rsidR="00D35234" w:rsidRPr="00D35234" w:rsidRDefault="00D35234" w:rsidP="00D35234">
            <w:pPr>
              <w:spacing w:line="240" w:lineRule="auto"/>
              <w:jc w:val="center"/>
              <w:rPr>
                <w:rFonts w:cs="Arial"/>
                <w:b/>
                <w:sz w:val="20"/>
                <w:szCs w:val="18"/>
              </w:rPr>
            </w:pPr>
          </w:p>
        </w:tc>
      </w:tr>
    </w:tbl>
    <w:p w14:paraId="702BB158" w14:textId="77777777" w:rsidR="00D35234" w:rsidRPr="00D35234" w:rsidRDefault="00D35234" w:rsidP="00D35234">
      <w:pPr>
        <w:spacing w:line="240" w:lineRule="auto"/>
        <w:jc w:val="left"/>
        <w:rPr>
          <w:b/>
          <w:szCs w:val="20"/>
        </w:rPr>
      </w:pPr>
    </w:p>
    <w:p w14:paraId="739D9133" w14:textId="77777777" w:rsidR="00D35234" w:rsidRPr="00317F22" w:rsidRDefault="00D35234" w:rsidP="009F167E">
      <w:pPr>
        <w:pStyle w:val="Tekstpodstawowy"/>
        <w:keepLines/>
        <w:spacing w:line="276" w:lineRule="auto"/>
        <w:jc w:val="center"/>
        <w:rPr>
          <w:rFonts w:cs="Arial"/>
          <w:b/>
          <w:sz w:val="20"/>
        </w:rPr>
      </w:pPr>
    </w:p>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7D06C45B" w:rsidR="00520899" w:rsidRDefault="00520899" w:rsidP="008F3D9B">
      <w:pPr>
        <w:pStyle w:val="StylZa"/>
      </w:pPr>
    </w:p>
    <w:p w14:paraId="07A7C98E" w14:textId="4532E6A9" w:rsidR="003E1938" w:rsidRDefault="003E1938" w:rsidP="008F3D9B">
      <w:pPr>
        <w:pStyle w:val="StylZa"/>
      </w:pPr>
    </w:p>
    <w:p w14:paraId="4CC7C62C" w14:textId="7D9F7757" w:rsidR="002A55BC" w:rsidRDefault="002A55BC" w:rsidP="008F3D9B">
      <w:pPr>
        <w:pStyle w:val="StylZa"/>
      </w:pPr>
    </w:p>
    <w:p w14:paraId="69B244A8" w14:textId="7B9A5493" w:rsidR="002A55BC" w:rsidRDefault="002A55BC" w:rsidP="008F3D9B">
      <w:pPr>
        <w:pStyle w:val="StylZa"/>
      </w:pPr>
    </w:p>
    <w:p w14:paraId="6AAB7367" w14:textId="6355BE83" w:rsidR="002A55BC" w:rsidRDefault="002A55BC" w:rsidP="008F3D9B">
      <w:pPr>
        <w:pStyle w:val="StylZa"/>
      </w:pPr>
    </w:p>
    <w:p w14:paraId="6B7A99A1" w14:textId="553BD387" w:rsidR="002A55BC" w:rsidRDefault="002A55BC" w:rsidP="008F3D9B">
      <w:pPr>
        <w:pStyle w:val="StylZa"/>
      </w:pPr>
    </w:p>
    <w:p w14:paraId="732ED68E" w14:textId="7471D0B0" w:rsidR="002A55BC" w:rsidRDefault="002A55BC" w:rsidP="008F3D9B">
      <w:pPr>
        <w:pStyle w:val="StylZa"/>
      </w:pPr>
    </w:p>
    <w:p w14:paraId="4D5FDE4E" w14:textId="5825C1D3" w:rsidR="002A55BC" w:rsidRDefault="002A55BC" w:rsidP="008F3D9B">
      <w:pPr>
        <w:pStyle w:val="StylZa"/>
      </w:pPr>
    </w:p>
    <w:p w14:paraId="3B8997AA" w14:textId="1102C92D" w:rsidR="002A55BC" w:rsidRDefault="002A55BC" w:rsidP="008F3D9B">
      <w:pPr>
        <w:pStyle w:val="StylZa"/>
      </w:pPr>
    </w:p>
    <w:p w14:paraId="32EC745A" w14:textId="2F7882AF" w:rsidR="002A55BC" w:rsidRDefault="002A55BC" w:rsidP="008F3D9B">
      <w:pPr>
        <w:pStyle w:val="StylZa"/>
      </w:pPr>
    </w:p>
    <w:p w14:paraId="3D3A3BF5" w14:textId="597D5009" w:rsidR="002A55BC" w:rsidRDefault="002A55BC" w:rsidP="008F3D9B">
      <w:pPr>
        <w:pStyle w:val="StylZa"/>
      </w:pPr>
    </w:p>
    <w:p w14:paraId="37744F66" w14:textId="7C3FC916" w:rsidR="002A55BC" w:rsidRDefault="002A55BC" w:rsidP="008F3D9B">
      <w:pPr>
        <w:pStyle w:val="StylZa"/>
      </w:pPr>
    </w:p>
    <w:p w14:paraId="36125CF6" w14:textId="77777777" w:rsidR="002A55BC" w:rsidRDefault="002A55BC" w:rsidP="008F3D9B">
      <w:pPr>
        <w:pStyle w:val="StylZa"/>
      </w:pPr>
    </w:p>
    <w:p w14:paraId="07864570" w14:textId="10D6727C" w:rsidR="003E1938" w:rsidRDefault="003E1938" w:rsidP="008F3D9B">
      <w:pPr>
        <w:pStyle w:val="StylZa"/>
      </w:pPr>
    </w:p>
    <w:p w14:paraId="0DF2BCF1" w14:textId="77FAEA70" w:rsidR="003E1938" w:rsidRDefault="003E1938" w:rsidP="008F3D9B">
      <w:pPr>
        <w:pStyle w:val="StylZa"/>
      </w:pPr>
    </w:p>
    <w:p w14:paraId="7000B382" w14:textId="2B269653" w:rsidR="003E1938" w:rsidRDefault="003E1938" w:rsidP="008F3D9B">
      <w:pPr>
        <w:pStyle w:val="StylZa"/>
      </w:pPr>
    </w:p>
    <w:p w14:paraId="0261B21E" w14:textId="4E235575" w:rsidR="003E1938" w:rsidRDefault="003E1938" w:rsidP="008F3D9B">
      <w:pPr>
        <w:pStyle w:val="StylZa"/>
      </w:pPr>
    </w:p>
    <w:p w14:paraId="3C9249B6" w14:textId="4B71FB31" w:rsidR="003E1938" w:rsidRDefault="003E1938" w:rsidP="008F3D9B">
      <w:pPr>
        <w:pStyle w:val="StylZa"/>
      </w:pPr>
    </w:p>
    <w:p w14:paraId="6EBE5626" w14:textId="77777777" w:rsidR="003E1938" w:rsidRDefault="003E1938" w:rsidP="008F3D9B">
      <w:pPr>
        <w:pStyle w:val="StylZa"/>
      </w:pPr>
    </w:p>
    <w:p w14:paraId="5679BE87" w14:textId="77777777" w:rsidR="00520899" w:rsidRDefault="00520899"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DB348DD" w14:textId="77777777" w:rsidR="003E1938" w:rsidRPr="003E1938" w:rsidRDefault="00087C7C" w:rsidP="003E1938">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3E1938">
        <w:rPr>
          <w:rFonts w:cs="Arial"/>
          <w:sz w:val="20"/>
          <w:szCs w:val="20"/>
        </w:rPr>
        <w:t xml:space="preserve"> </w:t>
      </w:r>
      <w:r w:rsidR="003E1938" w:rsidRPr="003E1938">
        <w:rPr>
          <w:rFonts w:cs="Arial"/>
          <w:sz w:val="20"/>
          <w:szCs w:val="20"/>
        </w:rPr>
        <w:t>„</w:t>
      </w:r>
      <w:r w:rsidR="003E1938" w:rsidRPr="003E1938">
        <w:rPr>
          <w:rFonts w:cs="Arial"/>
          <w:b/>
          <w:sz w:val="20"/>
          <w:szCs w:val="20"/>
        </w:rPr>
        <w:t>Przebudowa instalacji technologicznej strefy przyodwiertowej Brońsko-26H, przynależnej do KGZ Kościan-Brońsko</w:t>
      </w:r>
      <w:r w:rsidR="003E1938" w:rsidRPr="003E1938">
        <w:rPr>
          <w:rFonts w:cs="Arial"/>
          <w:sz w:val="20"/>
          <w:szCs w:val="20"/>
        </w:rPr>
        <w:t xml:space="preserve">” numer postępowania: </w:t>
      </w:r>
      <w:r w:rsidR="003E1938" w:rsidRPr="003E1938">
        <w:rPr>
          <w:rFonts w:cs="Arial"/>
          <w:b/>
          <w:sz w:val="20"/>
          <w:szCs w:val="20"/>
        </w:rPr>
        <w:t>NP/PGNG/24/1170/OZ/EU</w:t>
      </w:r>
      <w:r w:rsidR="003E1938" w:rsidRPr="003E1938">
        <w:rPr>
          <w:rFonts w:cs="Arial"/>
          <w:sz w:val="20"/>
          <w:szCs w:val="20"/>
        </w:rPr>
        <w:t>.</w:t>
      </w:r>
    </w:p>
    <w:p w14:paraId="667FA1F4" w14:textId="0B487E01" w:rsidR="00087C7C" w:rsidRDefault="00087C7C" w:rsidP="00087C7C">
      <w:pPr>
        <w:pStyle w:val="Nagwek"/>
        <w:spacing w:line="276" w:lineRule="auto"/>
        <w:rPr>
          <w:rFonts w:cs="Arial"/>
          <w:sz w:val="20"/>
          <w:szCs w:val="20"/>
        </w:rPr>
      </w:pP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CC51E19"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3E1938" w:rsidRPr="003E1938">
        <w:t xml:space="preserve"> </w:t>
      </w:r>
      <w:r w:rsidR="003E1938" w:rsidRPr="003E1938">
        <w:rPr>
          <w:rFonts w:cs="Arial"/>
          <w:sz w:val="20"/>
          <w:szCs w:val="20"/>
        </w:rPr>
        <w:t>„</w:t>
      </w:r>
      <w:r w:rsidR="003E1938" w:rsidRPr="003E1938">
        <w:rPr>
          <w:rFonts w:cs="Arial"/>
          <w:b/>
          <w:sz w:val="20"/>
          <w:szCs w:val="20"/>
        </w:rPr>
        <w:t>Przebudowa instalacji technologicznej strefy przyodwiertowej Brońsko-26H, przynależnej do KGZ Kościan-Brońsko”</w:t>
      </w:r>
      <w:r w:rsidR="003E1938" w:rsidRPr="003E1938">
        <w:rPr>
          <w:rFonts w:cs="Arial"/>
          <w:sz w:val="20"/>
          <w:szCs w:val="20"/>
        </w:rPr>
        <w:t xml:space="preserve"> numer postępowania: </w:t>
      </w:r>
      <w:r w:rsidR="003E1938" w:rsidRPr="003E1938">
        <w:rPr>
          <w:rFonts w:cs="Arial"/>
          <w:b/>
          <w:sz w:val="20"/>
          <w:szCs w:val="20"/>
        </w:rPr>
        <w:t>NP/PGNG/24/1170/OZ/EU</w:t>
      </w:r>
      <w:r w:rsidR="00E27DED">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05E38408"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E27DED" w:rsidRPr="00293C6B">
        <w:rPr>
          <w:rFonts w:cs="Arial"/>
          <w:sz w:val="20"/>
          <w:szCs w:val="20"/>
        </w:rPr>
        <w:t xml:space="preserve"> </w:t>
      </w:r>
      <w:r w:rsidR="003E1938" w:rsidRPr="003E1938">
        <w:rPr>
          <w:rFonts w:cs="Arial"/>
          <w:sz w:val="20"/>
          <w:szCs w:val="20"/>
        </w:rPr>
        <w:t>„</w:t>
      </w:r>
      <w:r w:rsidR="003E1938" w:rsidRPr="003E1938">
        <w:rPr>
          <w:rFonts w:cs="Arial"/>
          <w:b/>
          <w:sz w:val="20"/>
          <w:szCs w:val="20"/>
        </w:rPr>
        <w:t>Przebudowa instalacji technologicznej strefy przyodwiertowej Brońsko-26H, przynależnej do KGZ Kościan-Brońsko</w:t>
      </w:r>
      <w:r w:rsidR="003E1938" w:rsidRPr="003E1938">
        <w:rPr>
          <w:rFonts w:cs="Arial"/>
          <w:sz w:val="20"/>
          <w:szCs w:val="20"/>
        </w:rPr>
        <w:t xml:space="preserve">” numer postępowania: </w:t>
      </w:r>
      <w:r w:rsidR="003E1938" w:rsidRPr="003E1938">
        <w:rPr>
          <w:rFonts w:cs="Arial"/>
          <w:b/>
          <w:sz w:val="20"/>
          <w:szCs w:val="20"/>
        </w:rPr>
        <w:t>NP/PGNG/24/1170/OZ/EU</w:t>
      </w:r>
      <w:r w:rsidR="003E1938">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391FD585" w:rsidR="006902BF" w:rsidRDefault="006902BF">
      <w:pPr>
        <w:spacing w:line="240" w:lineRule="auto"/>
        <w:jc w:val="left"/>
      </w:pPr>
    </w:p>
    <w:p w14:paraId="7BD19F50" w14:textId="77777777" w:rsidR="003E1938" w:rsidRPr="006463DA" w:rsidRDefault="003E1938" w:rsidP="003E1938">
      <w:pPr>
        <w:jc w:val="right"/>
        <w:rPr>
          <w:b/>
          <w:sz w:val="20"/>
          <w:szCs w:val="20"/>
        </w:rPr>
      </w:pPr>
      <w:r w:rsidRPr="006463DA">
        <w:rPr>
          <w:b/>
          <w:sz w:val="20"/>
          <w:szCs w:val="20"/>
        </w:rPr>
        <w:t>Załącznik nr 5 do SWZ</w:t>
      </w:r>
    </w:p>
    <w:p w14:paraId="33D9C31D" w14:textId="77777777" w:rsidR="003E1938" w:rsidRPr="006463DA" w:rsidRDefault="003E1938" w:rsidP="003E1938">
      <w:pPr>
        <w:jc w:val="center"/>
        <w:rPr>
          <w:b/>
          <w:sz w:val="20"/>
          <w:szCs w:val="20"/>
        </w:rPr>
      </w:pPr>
      <w:r w:rsidRPr="006463DA">
        <w:rPr>
          <w:b/>
          <w:sz w:val="20"/>
          <w:szCs w:val="20"/>
        </w:rPr>
        <w:t xml:space="preserve">Wykaz </w:t>
      </w:r>
      <w:r>
        <w:rPr>
          <w:b/>
          <w:sz w:val="20"/>
          <w:szCs w:val="20"/>
        </w:rPr>
        <w:t>zadań</w:t>
      </w:r>
      <w:r w:rsidRPr="006463DA">
        <w:rPr>
          <w:b/>
          <w:sz w:val="20"/>
          <w:szCs w:val="20"/>
        </w:rPr>
        <w:t xml:space="preserve"> Wykonawcy</w:t>
      </w:r>
    </w:p>
    <w:p w14:paraId="441EFD89" w14:textId="77777777" w:rsidR="003E1938" w:rsidRPr="006463DA" w:rsidRDefault="003E1938" w:rsidP="003E1938">
      <w:pPr>
        <w:jc w:val="center"/>
        <w:rPr>
          <w:b/>
          <w:sz w:val="20"/>
          <w:szCs w:val="20"/>
        </w:rPr>
      </w:pP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02"/>
        <w:gridCol w:w="5954"/>
      </w:tblGrid>
      <w:tr w:rsidR="003E1938" w:rsidRPr="006463DA" w14:paraId="7F2E89A3" w14:textId="77777777" w:rsidTr="00ED6259">
        <w:trPr>
          <w:cantSplit/>
          <w:trHeight w:hRule="exact" w:val="542"/>
        </w:trPr>
        <w:tc>
          <w:tcPr>
            <w:tcW w:w="2402" w:type="dxa"/>
            <w:shd w:val="clear" w:color="auto" w:fill="17365D" w:themeFill="text2" w:themeFillShade="BF"/>
            <w:vAlign w:val="center"/>
          </w:tcPr>
          <w:p w14:paraId="73F14DFA" w14:textId="77777777" w:rsidR="003E1938" w:rsidRPr="006463DA" w:rsidRDefault="003E1938" w:rsidP="00ED6259">
            <w:pPr>
              <w:rPr>
                <w:b/>
                <w:sz w:val="20"/>
                <w:szCs w:val="20"/>
              </w:rPr>
            </w:pPr>
            <w:r w:rsidRPr="006463DA">
              <w:rPr>
                <w:b/>
                <w:sz w:val="20"/>
                <w:szCs w:val="20"/>
              </w:rPr>
              <w:t>Dane Wykonawcy:</w:t>
            </w:r>
          </w:p>
        </w:tc>
        <w:tc>
          <w:tcPr>
            <w:tcW w:w="5954" w:type="dxa"/>
          </w:tcPr>
          <w:p w14:paraId="0B496E87" w14:textId="77777777" w:rsidR="003E1938" w:rsidRPr="006463DA" w:rsidRDefault="003E1938" w:rsidP="00ED6259">
            <w:pPr>
              <w:rPr>
                <w:sz w:val="20"/>
                <w:szCs w:val="20"/>
              </w:rPr>
            </w:pPr>
          </w:p>
          <w:p w14:paraId="1B21EA84" w14:textId="77777777" w:rsidR="003E1938" w:rsidRPr="006463DA" w:rsidRDefault="003E1938" w:rsidP="00ED6259">
            <w:pPr>
              <w:rPr>
                <w:sz w:val="20"/>
                <w:szCs w:val="20"/>
              </w:rPr>
            </w:pPr>
          </w:p>
        </w:tc>
      </w:tr>
      <w:tr w:rsidR="003E1938" w:rsidRPr="006463DA" w14:paraId="1443D889" w14:textId="77777777" w:rsidTr="00ED6259">
        <w:trPr>
          <w:cantSplit/>
          <w:trHeight w:hRule="exact" w:val="1121"/>
        </w:trPr>
        <w:tc>
          <w:tcPr>
            <w:tcW w:w="2402" w:type="dxa"/>
            <w:shd w:val="clear" w:color="auto" w:fill="17365D" w:themeFill="text2" w:themeFillShade="BF"/>
            <w:vAlign w:val="center"/>
          </w:tcPr>
          <w:p w14:paraId="3763418E" w14:textId="77777777" w:rsidR="003E1938" w:rsidRPr="006463DA" w:rsidRDefault="003E1938" w:rsidP="00ED6259">
            <w:pPr>
              <w:rPr>
                <w:b/>
                <w:sz w:val="20"/>
                <w:szCs w:val="20"/>
              </w:rPr>
            </w:pPr>
            <w:r w:rsidRPr="006463DA">
              <w:rPr>
                <w:b/>
                <w:sz w:val="20"/>
                <w:szCs w:val="20"/>
              </w:rPr>
              <w:t xml:space="preserve">Adres Wykonawcy: </w:t>
            </w:r>
          </w:p>
          <w:p w14:paraId="75D6AA7E" w14:textId="77777777" w:rsidR="003E1938" w:rsidRPr="006463DA" w:rsidRDefault="003E1938" w:rsidP="00ED6259">
            <w:pPr>
              <w:rPr>
                <w:b/>
                <w:sz w:val="20"/>
                <w:szCs w:val="20"/>
              </w:rPr>
            </w:pPr>
            <w:r w:rsidRPr="006463DA">
              <w:rPr>
                <w:b/>
                <w:sz w:val="20"/>
                <w:szCs w:val="20"/>
              </w:rPr>
              <w:t xml:space="preserve">kod, miejscowość </w:t>
            </w:r>
          </w:p>
          <w:p w14:paraId="47578FAC" w14:textId="77777777" w:rsidR="003E1938" w:rsidRPr="006463DA" w:rsidRDefault="003E1938" w:rsidP="00ED6259">
            <w:pPr>
              <w:rPr>
                <w:b/>
                <w:sz w:val="20"/>
                <w:szCs w:val="20"/>
              </w:rPr>
            </w:pPr>
            <w:r w:rsidRPr="006463DA">
              <w:rPr>
                <w:b/>
                <w:sz w:val="20"/>
                <w:szCs w:val="20"/>
              </w:rPr>
              <w:t>ulica, nr lokalu</w:t>
            </w:r>
          </w:p>
          <w:p w14:paraId="052F828B" w14:textId="77777777" w:rsidR="003E1938" w:rsidRPr="006463DA" w:rsidRDefault="003E1938" w:rsidP="00ED6259">
            <w:pPr>
              <w:rPr>
                <w:b/>
                <w:sz w:val="20"/>
                <w:szCs w:val="20"/>
              </w:rPr>
            </w:pPr>
          </w:p>
        </w:tc>
        <w:tc>
          <w:tcPr>
            <w:tcW w:w="5954" w:type="dxa"/>
          </w:tcPr>
          <w:p w14:paraId="0AAFC5CC" w14:textId="77777777" w:rsidR="003E1938" w:rsidRPr="006463DA" w:rsidRDefault="003E1938" w:rsidP="00ED6259">
            <w:pPr>
              <w:rPr>
                <w:sz w:val="20"/>
                <w:szCs w:val="20"/>
              </w:rPr>
            </w:pPr>
          </w:p>
        </w:tc>
      </w:tr>
    </w:tbl>
    <w:p w14:paraId="09D6C6CE" w14:textId="77777777" w:rsidR="003E1938" w:rsidRPr="006463DA" w:rsidRDefault="003E1938" w:rsidP="003E1938">
      <w:pPr>
        <w:rPr>
          <w:b/>
          <w:sz w:val="20"/>
          <w:szCs w:val="20"/>
        </w:rPr>
      </w:pPr>
    </w:p>
    <w:p w14:paraId="0F9587CF" w14:textId="3A2EB66F" w:rsidR="003E1938" w:rsidRPr="006463DA" w:rsidRDefault="003E1938" w:rsidP="003E1938">
      <w:pPr>
        <w:rPr>
          <w:sz w:val="20"/>
          <w:szCs w:val="20"/>
        </w:rPr>
      </w:pPr>
      <w:r w:rsidRPr="006463DA">
        <w:rPr>
          <w:sz w:val="20"/>
          <w:szCs w:val="20"/>
        </w:rPr>
        <w:t>Ubiegając się o zamówienie niepubliczne prowadzone w trybie przetargu nieograniczonego na:</w:t>
      </w:r>
      <w:r>
        <w:rPr>
          <w:sz w:val="20"/>
          <w:szCs w:val="20"/>
        </w:rPr>
        <w:t xml:space="preserve"> </w:t>
      </w:r>
      <w:r w:rsidRPr="00A74489">
        <w:rPr>
          <w:sz w:val="20"/>
          <w:szCs w:val="20"/>
        </w:rPr>
        <w:t xml:space="preserve"> </w:t>
      </w:r>
      <w:r w:rsidRPr="003E1938">
        <w:rPr>
          <w:sz w:val="20"/>
          <w:szCs w:val="20"/>
        </w:rPr>
        <w:t>„</w:t>
      </w:r>
      <w:r w:rsidRPr="003E1938">
        <w:rPr>
          <w:b/>
          <w:sz w:val="20"/>
          <w:szCs w:val="20"/>
        </w:rPr>
        <w:t>Przebudowa instalacji technologicznej strefy przyodwiertowej Brońsko-26H, przynależnej do KGZ Kościan-Brońsko</w:t>
      </w:r>
      <w:r w:rsidRPr="003E1938">
        <w:rPr>
          <w:sz w:val="20"/>
          <w:szCs w:val="20"/>
        </w:rPr>
        <w:t xml:space="preserve">” numer postępowania: </w:t>
      </w:r>
      <w:r w:rsidRPr="003E1938">
        <w:rPr>
          <w:b/>
          <w:sz w:val="20"/>
          <w:szCs w:val="20"/>
        </w:rPr>
        <w:t>NP/PGNG/24/1170/OZ/EU</w:t>
      </w:r>
      <w:r w:rsidRPr="006463DA">
        <w:rPr>
          <w:sz w:val="20"/>
          <w:szCs w:val="20"/>
        </w:rPr>
        <w:t xml:space="preserve"> w celu wykazania spełnienia warunku udziału w postępowaniu, przedstawiam wykaz zrealizowanych </w:t>
      </w:r>
      <w:r>
        <w:rPr>
          <w:sz w:val="20"/>
          <w:szCs w:val="20"/>
        </w:rPr>
        <w:t>zadań</w:t>
      </w:r>
      <w:r w:rsidRPr="006463DA">
        <w:rPr>
          <w:sz w:val="20"/>
          <w:szCs w:val="20"/>
        </w:rPr>
        <w:t>:</w:t>
      </w:r>
    </w:p>
    <w:p w14:paraId="7687C1CC" w14:textId="77777777" w:rsidR="003E1938" w:rsidRPr="006463DA" w:rsidRDefault="003E1938" w:rsidP="003E1938">
      <w:pPr>
        <w:rPr>
          <w:sz w:val="20"/>
          <w:szCs w:val="20"/>
        </w:rPr>
      </w:pPr>
    </w:p>
    <w:tbl>
      <w:tblPr>
        <w:tblpPr w:leftFromText="141" w:rightFromText="141" w:vertAnchor="text" w:horzAnchor="margin" w:tblpY="48"/>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
        <w:gridCol w:w="2059"/>
        <w:gridCol w:w="2551"/>
        <w:gridCol w:w="1985"/>
        <w:gridCol w:w="2268"/>
      </w:tblGrid>
      <w:tr w:rsidR="003E1938" w:rsidRPr="006463DA" w14:paraId="4D390030" w14:textId="77777777" w:rsidTr="00ED6259">
        <w:trPr>
          <w:trHeight w:val="476"/>
        </w:trPr>
        <w:tc>
          <w:tcPr>
            <w:tcW w:w="630" w:type="dxa"/>
            <w:shd w:val="clear" w:color="auto" w:fill="auto"/>
            <w:vAlign w:val="center"/>
          </w:tcPr>
          <w:p w14:paraId="5122B8C0" w14:textId="77777777" w:rsidR="003E1938" w:rsidRPr="00CF3760" w:rsidRDefault="003E1938" w:rsidP="00ED6259">
            <w:pPr>
              <w:rPr>
                <w:b/>
                <w:sz w:val="20"/>
                <w:szCs w:val="20"/>
              </w:rPr>
            </w:pPr>
            <w:r w:rsidRPr="00CF3760">
              <w:rPr>
                <w:b/>
                <w:sz w:val="20"/>
                <w:szCs w:val="20"/>
              </w:rPr>
              <w:t>Lp.</w:t>
            </w:r>
          </w:p>
        </w:tc>
        <w:tc>
          <w:tcPr>
            <w:tcW w:w="2059" w:type="dxa"/>
            <w:shd w:val="clear" w:color="auto" w:fill="auto"/>
            <w:vAlign w:val="center"/>
          </w:tcPr>
          <w:p w14:paraId="3C169184" w14:textId="77777777" w:rsidR="003E1938" w:rsidRPr="00CF3760" w:rsidRDefault="003E1938" w:rsidP="00ED6259">
            <w:pPr>
              <w:jc w:val="center"/>
              <w:rPr>
                <w:b/>
                <w:sz w:val="20"/>
                <w:szCs w:val="20"/>
              </w:rPr>
            </w:pPr>
          </w:p>
          <w:p w14:paraId="48D940C8" w14:textId="77777777" w:rsidR="003E1938" w:rsidRPr="00CF3760" w:rsidRDefault="003E1938" w:rsidP="00ED6259">
            <w:pPr>
              <w:jc w:val="center"/>
              <w:rPr>
                <w:b/>
                <w:sz w:val="20"/>
                <w:szCs w:val="20"/>
              </w:rPr>
            </w:pPr>
            <w:r w:rsidRPr="00CF3760">
              <w:rPr>
                <w:b/>
                <w:sz w:val="20"/>
                <w:szCs w:val="20"/>
              </w:rPr>
              <w:t>Nazwa  i adres Inwestora</w:t>
            </w:r>
          </w:p>
          <w:p w14:paraId="51970B9A" w14:textId="77777777" w:rsidR="003E1938" w:rsidRPr="00CF3760" w:rsidRDefault="003E1938" w:rsidP="00ED6259">
            <w:pPr>
              <w:jc w:val="center"/>
              <w:rPr>
                <w:b/>
                <w:sz w:val="20"/>
                <w:szCs w:val="20"/>
              </w:rPr>
            </w:pPr>
            <w:r w:rsidRPr="00CF3760">
              <w:rPr>
                <w:b/>
                <w:sz w:val="20"/>
                <w:szCs w:val="20"/>
              </w:rPr>
              <w:br/>
            </w:r>
          </w:p>
        </w:tc>
        <w:tc>
          <w:tcPr>
            <w:tcW w:w="2551" w:type="dxa"/>
            <w:shd w:val="clear" w:color="auto" w:fill="auto"/>
            <w:vAlign w:val="bottom"/>
          </w:tcPr>
          <w:p w14:paraId="2AA4EFB5" w14:textId="65512247" w:rsidR="003E1938" w:rsidRDefault="003E1938" w:rsidP="00ED6259">
            <w:pPr>
              <w:jc w:val="center"/>
              <w:rPr>
                <w:b/>
                <w:sz w:val="20"/>
                <w:szCs w:val="20"/>
              </w:rPr>
            </w:pPr>
            <w:r w:rsidRPr="00CF3760">
              <w:rPr>
                <w:b/>
                <w:sz w:val="20"/>
                <w:szCs w:val="20"/>
              </w:rPr>
              <w:t xml:space="preserve">Nazwa i przedmiot </w:t>
            </w:r>
            <w:r>
              <w:rPr>
                <w:b/>
                <w:sz w:val="20"/>
                <w:szCs w:val="20"/>
              </w:rPr>
              <w:t>zadania</w:t>
            </w:r>
            <w:r w:rsidRPr="00CF3760">
              <w:rPr>
                <w:b/>
                <w:sz w:val="20"/>
                <w:szCs w:val="20"/>
              </w:rPr>
              <w:t xml:space="preserve"> </w:t>
            </w:r>
            <w:r w:rsidR="0017741F">
              <w:rPr>
                <w:b/>
                <w:sz w:val="20"/>
                <w:szCs w:val="20"/>
              </w:rPr>
              <w:t>(</w:t>
            </w:r>
            <w:bookmarkStart w:id="7" w:name="_GoBack"/>
            <w:bookmarkEnd w:id="7"/>
            <w:r w:rsidR="0017741F" w:rsidRPr="0017741F">
              <w:rPr>
                <w:b/>
                <w:sz w:val="20"/>
                <w:szCs w:val="20"/>
              </w:rPr>
              <w:t>wraz z</w:t>
            </w:r>
            <w:r w:rsidR="009A6A54">
              <w:rPr>
                <w:b/>
                <w:sz w:val="20"/>
                <w:szCs w:val="20"/>
              </w:rPr>
              <w:t>e</w:t>
            </w:r>
            <w:r w:rsidR="0017741F" w:rsidRPr="0017741F">
              <w:rPr>
                <w:b/>
                <w:sz w:val="20"/>
                <w:szCs w:val="20"/>
              </w:rPr>
              <w:t xml:space="preserve">  wskazaniem </w:t>
            </w:r>
            <w:r w:rsidR="009A6A54">
              <w:rPr>
                <w:b/>
                <w:sz w:val="20"/>
                <w:szCs w:val="20"/>
              </w:rPr>
              <w:t xml:space="preserve">DN </w:t>
            </w:r>
            <w:r w:rsidR="00CC61CE">
              <w:rPr>
                <w:b/>
                <w:sz w:val="20"/>
                <w:szCs w:val="20"/>
              </w:rPr>
              <w:t>i MOP instalacji</w:t>
            </w:r>
            <w:r w:rsidR="0017741F">
              <w:rPr>
                <w:b/>
                <w:sz w:val="20"/>
                <w:szCs w:val="20"/>
              </w:rPr>
              <w:t>)</w:t>
            </w:r>
          </w:p>
          <w:p w14:paraId="148CC7A7" w14:textId="77777777" w:rsidR="003E1938" w:rsidRDefault="003E1938" w:rsidP="00ED6259">
            <w:pPr>
              <w:jc w:val="center"/>
              <w:rPr>
                <w:b/>
                <w:sz w:val="20"/>
                <w:szCs w:val="20"/>
              </w:rPr>
            </w:pPr>
          </w:p>
          <w:p w14:paraId="77D3FD6C" w14:textId="77777777" w:rsidR="003E1938" w:rsidRPr="00CF3760" w:rsidRDefault="003E1938" w:rsidP="00ED6259">
            <w:pPr>
              <w:jc w:val="center"/>
              <w:rPr>
                <w:b/>
                <w:sz w:val="20"/>
                <w:szCs w:val="20"/>
              </w:rPr>
            </w:pPr>
          </w:p>
        </w:tc>
        <w:tc>
          <w:tcPr>
            <w:tcW w:w="1985" w:type="dxa"/>
            <w:shd w:val="clear" w:color="auto" w:fill="auto"/>
            <w:vAlign w:val="center"/>
          </w:tcPr>
          <w:p w14:paraId="1AAE1B70" w14:textId="77777777" w:rsidR="003E1938" w:rsidRPr="00CF3760" w:rsidRDefault="003E1938" w:rsidP="00ED6259">
            <w:pPr>
              <w:jc w:val="center"/>
              <w:rPr>
                <w:b/>
                <w:sz w:val="20"/>
                <w:szCs w:val="20"/>
              </w:rPr>
            </w:pPr>
            <w:r w:rsidRPr="00CF3760">
              <w:rPr>
                <w:b/>
                <w:sz w:val="20"/>
                <w:szCs w:val="20"/>
              </w:rPr>
              <w:t>Termin realizacji zamówienia</w:t>
            </w:r>
          </w:p>
          <w:p w14:paraId="245F4D43" w14:textId="77777777" w:rsidR="003E1938" w:rsidRPr="00CF3760" w:rsidRDefault="003E1938" w:rsidP="00ED6259">
            <w:pPr>
              <w:jc w:val="center"/>
              <w:rPr>
                <w:b/>
                <w:sz w:val="20"/>
                <w:szCs w:val="20"/>
              </w:rPr>
            </w:pPr>
            <w:r w:rsidRPr="00CF3760">
              <w:rPr>
                <w:b/>
                <w:sz w:val="20"/>
                <w:szCs w:val="20"/>
              </w:rPr>
              <w:t>(miesiąc, rok)</w:t>
            </w:r>
          </w:p>
        </w:tc>
        <w:tc>
          <w:tcPr>
            <w:tcW w:w="2268" w:type="dxa"/>
            <w:shd w:val="clear" w:color="auto" w:fill="auto"/>
          </w:tcPr>
          <w:p w14:paraId="7723D84E" w14:textId="77777777" w:rsidR="003E1938" w:rsidRPr="00CF3760" w:rsidRDefault="003E1938" w:rsidP="00ED6259">
            <w:pPr>
              <w:jc w:val="center"/>
              <w:rPr>
                <w:b/>
                <w:sz w:val="20"/>
                <w:szCs w:val="20"/>
              </w:rPr>
            </w:pPr>
          </w:p>
          <w:p w14:paraId="352E27CA" w14:textId="77777777" w:rsidR="003E1938" w:rsidRPr="00CF3760" w:rsidRDefault="003E1938" w:rsidP="00ED6259">
            <w:pPr>
              <w:jc w:val="center"/>
              <w:rPr>
                <w:b/>
                <w:sz w:val="20"/>
                <w:szCs w:val="20"/>
              </w:rPr>
            </w:pPr>
            <w:r w:rsidRPr="00CF3760">
              <w:rPr>
                <w:b/>
                <w:sz w:val="20"/>
                <w:szCs w:val="20"/>
              </w:rPr>
              <w:t>Wartość wykonanych robót netto</w:t>
            </w:r>
          </w:p>
          <w:p w14:paraId="46B9492C" w14:textId="77777777" w:rsidR="003E1938" w:rsidRPr="00CF3760" w:rsidRDefault="003E1938" w:rsidP="00ED6259">
            <w:pPr>
              <w:jc w:val="center"/>
              <w:rPr>
                <w:b/>
                <w:sz w:val="20"/>
                <w:szCs w:val="20"/>
              </w:rPr>
            </w:pPr>
          </w:p>
        </w:tc>
      </w:tr>
      <w:tr w:rsidR="003E1938" w:rsidRPr="006463DA" w14:paraId="77AF6628" w14:textId="77777777" w:rsidTr="00ED6259">
        <w:trPr>
          <w:trHeight w:val="476"/>
        </w:trPr>
        <w:tc>
          <w:tcPr>
            <w:tcW w:w="630" w:type="dxa"/>
            <w:vAlign w:val="center"/>
          </w:tcPr>
          <w:p w14:paraId="1EC91E29" w14:textId="77777777" w:rsidR="003E1938" w:rsidRPr="006463DA" w:rsidRDefault="003E1938" w:rsidP="00ED6259">
            <w:pPr>
              <w:rPr>
                <w:sz w:val="20"/>
                <w:szCs w:val="20"/>
              </w:rPr>
            </w:pPr>
            <w:r w:rsidRPr="006463DA">
              <w:rPr>
                <w:sz w:val="20"/>
                <w:szCs w:val="20"/>
              </w:rPr>
              <w:t>1.</w:t>
            </w:r>
          </w:p>
        </w:tc>
        <w:tc>
          <w:tcPr>
            <w:tcW w:w="2059" w:type="dxa"/>
            <w:vAlign w:val="center"/>
          </w:tcPr>
          <w:p w14:paraId="2496D3E0" w14:textId="77777777" w:rsidR="003E1938" w:rsidRPr="006463DA" w:rsidRDefault="003E1938" w:rsidP="00ED6259">
            <w:pPr>
              <w:rPr>
                <w:i/>
                <w:sz w:val="20"/>
                <w:szCs w:val="20"/>
              </w:rPr>
            </w:pPr>
          </w:p>
        </w:tc>
        <w:tc>
          <w:tcPr>
            <w:tcW w:w="2551" w:type="dxa"/>
            <w:vAlign w:val="center"/>
          </w:tcPr>
          <w:p w14:paraId="494B0F11" w14:textId="77777777" w:rsidR="003E1938" w:rsidRPr="006463DA" w:rsidRDefault="003E1938" w:rsidP="00ED6259">
            <w:pPr>
              <w:rPr>
                <w:sz w:val="20"/>
                <w:szCs w:val="20"/>
              </w:rPr>
            </w:pPr>
          </w:p>
        </w:tc>
        <w:tc>
          <w:tcPr>
            <w:tcW w:w="1985" w:type="dxa"/>
            <w:vAlign w:val="center"/>
          </w:tcPr>
          <w:p w14:paraId="5F8DDF15" w14:textId="77777777" w:rsidR="003E1938" w:rsidRPr="006463DA" w:rsidRDefault="003E1938" w:rsidP="00ED6259">
            <w:pPr>
              <w:rPr>
                <w:sz w:val="20"/>
                <w:szCs w:val="20"/>
              </w:rPr>
            </w:pPr>
          </w:p>
        </w:tc>
        <w:tc>
          <w:tcPr>
            <w:tcW w:w="2268" w:type="dxa"/>
            <w:vAlign w:val="center"/>
          </w:tcPr>
          <w:p w14:paraId="60B415A6" w14:textId="77777777" w:rsidR="003E1938" w:rsidRPr="006463DA" w:rsidRDefault="003E1938" w:rsidP="00ED6259">
            <w:pPr>
              <w:rPr>
                <w:sz w:val="20"/>
                <w:szCs w:val="20"/>
              </w:rPr>
            </w:pPr>
          </w:p>
        </w:tc>
      </w:tr>
      <w:tr w:rsidR="003E1938" w:rsidRPr="006463DA" w14:paraId="5FC80CCD" w14:textId="77777777" w:rsidTr="00ED6259">
        <w:trPr>
          <w:trHeight w:val="476"/>
        </w:trPr>
        <w:tc>
          <w:tcPr>
            <w:tcW w:w="630" w:type="dxa"/>
            <w:vAlign w:val="center"/>
          </w:tcPr>
          <w:p w14:paraId="1EEEF91B" w14:textId="77777777" w:rsidR="003E1938" w:rsidRPr="006463DA" w:rsidRDefault="003E1938" w:rsidP="00ED6259">
            <w:pPr>
              <w:rPr>
                <w:sz w:val="20"/>
                <w:szCs w:val="20"/>
              </w:rPr>
            </w:pPr>
            <w:r w:rsidRPr="006463DA">
              <w:rPr>
                <w:sz w:val="20"/>
                <w:szCs w:val="20"/>
              </w:rPr>
              <w:t>….</w:t>
            </w:r>
          </w:p>
        </w:tc>
        <w:tc>
          <w:tcPr>
            <w:tcW w:w="2059" w:type="dxa"/>
            <w:vAlign w:val="center"/>
          </w:tcPr>
          <w:p w14:paraId="50D73BED" w14:textId="77777777" w:rsidR="003E1938" w:rsidRPr="006463DA" w:rsidRDefault="003E1938" w:rsidP="00ED6259">
            <w:pPr>
              <w:rPr>
                <w:sz w:val="20"/>
                <w:szCs w:val="20"/>
              </w:rPr>
            </w:pPr>
          </w:p>
        </w:tc>
        <w:tc>
          <w:tcPr>
            <w:tcW w:w="2551" w:type="dxa"/>
            <w:vAlign w:val="center"/>
          </w:tcPr>
          <w:p w14:paraId="6C22D8FF" w14:textId="77777777" w:rsidR="003E1938" w:rsidRPr="006463DA" w:rsidRDefault="003E1938" w:rsidP="00ED6259">
            <w:pPr>
              <w:rPr>
                <w:sz w:val="20"/>
                <w:szCs w:val="20"/>
              </w:rPr>
            </w:pPr>
          </w:p>
        </w:tc>
        <w:tc>
          <w:tcPr>
            <w:tcW w:w="1985" w:type="dxa"/>
            <w:vAlign w:val="center"/>
          </w:tcPr>
          <w:p w14:paraId="0FEBB00B" w14:textId="77777777" w:rsidR="003E1938" w:rsidRPr="006463DA" w:rsidRDefault="003E1938" w:rsidP="00ED6259">
            <w:pPr>
              <w:rPr>
                <w:sz w:val="20"/>
                <w:szCs w:val="20"/>
              </w:rPr>
            </w:pPr>
          </w:p>
        </w:tc>
        <w:tc>
          <w:tcPr>
            <w:tcW w:w="2268" w:type="dxa"/>
            <w:vAlign w:val="center"/>
          </w:tcPr>
          <w:p w14:paraId="5FCD3DC8" w14:textId="77777777" w:rsidR="003E1938" w:rsidRPr="006463DA" w:rsidRDefault="003E1938" w:rsidP="00ED6259">
            <w:pPr>
              <w:rPr>
                <w:sz w:val="20"/>
                <w:szCs w:val="20"/>
              </w:rPr>
            </w:pPr>
          </w:p>
        </w:tc>
      </w:tr>
    </w:tbl>
    <w:p w14:paraId="18A00AF0" w14:textId="77777777" w:rsidR="003E1938" w:rsidRPr="006463DA" w:rsidRDefault="003E1938" w:rsidP="003E1938">
      <w:pPr>
        <w:rPr>
          <w:sz w:val="20"/>
          <w:szCs w:val="20"/>
        </w:rPr>
      </w:pPr>
    </w:p>
    <w:p w14:paraId="4ED05355" w14:textId="77777777" w:rsidR="003E1938" w:rsidRPr="006463DA" w:rsidRDefault="003E1938" w:rsidP="003E1938">
      <w:pPr>
        <w:rPr>
          <w:sz w:val="20"/>
          <w:szCs w:val="20"/>
        </w:rPr>
      </w:pPr>
    </w:p>
    <w:p w14:paraId="2919BBEC" w14:textId="77777777" w:rsidR="003E1938" w:rsidRPr="006463DA" w:rsidRDefault="003E1938" w:rsidP="003E1938">
      <w:pPr>
        <w:rPr>
          <w:sz w:val="20"/>
          <w:szCs w:val="20"/>
        </w:rPr>
      </w:pPr>
    </w:p>
    <w:p w14:paraId="5B4B109E" w14:textId="77777777" w:rsidR="003E1938" w:rsidRPr="006463DA" w:rsidRDefault="003E1938" w:rsidP="003E1938">
      <w:pPr>
        <w:rPr>
          <w:sz w:val="20"/>
          <w:szCs w:val="20"/>
        </w:rPr>
      </w:pPr>
    </w:p>
    <w:p w14:paraId="69C96CF7" w14:textId="77777777" w:rsidR="003E1938" w:rsidRPr="006463DA" w:rsidRDefault="003E1938" w:rsidP="003E1938">
      <w:pPr>
        <w:rPr>
          <w:sz w:val="20"/>
          <w:szCs w:val="20"/>
        </w:rPr>
      </w:pPr>
    </w:p>
    <w:p w14:paraId="6F662B53" w14:textId="77777777" w:rsidR="003E1938" w:rsidRPr="006463DA" w:rsidRDefault="003E1938" w:rsidP="003E1938">
      <w:pPr>
        <w:rPr>
          <w:sz w:val="20"/>
          <w:szCs w:val="20"/>
        </w:rPr>
      </w:pPr>
    </w:p>
    <w:p w14:paraId="3D990910" w14:textId="77777777" w:rsidR="003E1938" w:rsidRPr="006463DA" w:rsidRDefault="003E1938" w:rsidP="003E1938">
      <w:pPr>
        <w:rPr>
          <w:sz w:val="20"/>
          <w:szCs w:val="20"/>
        </w:rPr>
      </w:pPr>
    </w:p>
    <w:p w14:paraId="39622F4D" w14:textId="77777777" w:rsidR="002A55BC" w:rsidRDefault="002A55BC" w:rsidP="002A55BC">
      <w:pPr>
        <w:shd w:val="clear" w:color="auto" w:fill="FFFFFF"/>
        <w:tabs>
          <w:tab w:val="left" w:pos="274"/>
        </w:tabs>
        <w:ind w:left="10"/>
        <w:rPr>
          <w:rFonts w:cs="Arial"/>
          <w:spacing w:val="-10"/>
          <w:sz w:val="16"/>
          <w:szCs w:val="16"/>
        </w:rPr>
      </w:pPr>
    </w:p>
    <w:p w14:paraId="06BD6522" w14:textId="77777777" w:rsidR="002A55BC" w:rsidRPr="003D67DD" w:rsidRDefault="002A55BC" w:rsidP="002A55BC">
      <w:pPr>
        <w:shd w:val="clear" w:color="auto" w:fill="FFFFFF"/>
        <w:tabs>
          <w:tab w:val="left" w:pos="274"/>
        </w:tabs>
        <w:ind w:left="10"/>
        <w:rPr>
          <w:rFonts w:cs="Arial"/>
          <w:spacing w:val="-10"/>
          <w:sz w:val="16"/>
          <w:szCs w:val="16"/>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2A55BC" w:rsidRPr="00324E7E" w14:paraId="111E05A6" w14:textId="77777777" w:rsidTr="002A55BC">
        <w:trPr>
          <w:cantSplit/>
          <w:trHeight w:val="703"/>
          <w:jc w:val="center"/>
        </w:trPr>
        <w:tc>
          <w:tcPr>
            <w:tcW w:w="590" w:type="dxa"/>
            <w:vAlign w:val="center"/>
          </w:tcPr>
          <w:p w14:paraId="2ADD79C2" w14:textId="77777777" w:rsidR="002A55BC" w:rsidRPr="00324E7E" w:rsidRDefault="002A55BC" w:rsidP="002A55BC">
            <w:pPr>
              <w:spacing w:line="240" w:lineRule="auto"/>
              <w:jc w:val="center"/>
              <w:rPr>
                <w:rFonts w:cs="Arial"/>
                <w:bCs/>
                <w:sz w:val="18"/>
                <w:szCs w:val="18"/>
              </w:rPr>
            </w:pPr>
            <w:r w:rsidRPr="00324E7E">
              <w:rPr>
                <w:rFonts w:cs="Arial"/>
                <w:bCs/>
                <w:sz w:val="18"/>
                <w:szCs w:val="18"/>
              </w:rPr>
              <w:t>Lp.</w:t>
            </w:r>
          </w:p>
        </w:tc>
        <w:tc>
          <w:tcPr>
            <w:tcW w:w="4140" w:type="dxa"/>
            <w:vAlign w:val="center"/>
          </w:tcPr>
          <w:p w14:paraId="0D94C7FE" w14:textId="77777777" w:rsidR="002A55BC" w:rsidRPr="00324E7E" w:rsidRDefault="002A55BC" w:rsidP="002A55BC">
            <w:pPr>
              <w:spacing w:line="240" w:lineRule="auto"/>
              <w:jc w:val="center"/>
              <w:rPr>
                <w:rFonts w:cs="Arial"/>
                <w:bCs/>
                <w:sz w:val="18"/>
                <w:szCs w:val="18"/>
              </w:rPr>
            </w:pPr>
            <w:r w:rsidRPr="00324E7E">
              <w:rPr>
                <w:rFonts w:cs="Arial"/>
                <w:bCs/>
                <w:sz w:val="18"/>
                <w:szCs w:val="18"/>
              </w:rPr>
              <w:t>Nazwisko i imię osoby (osób) uprawnionej(ych) do występowania w obrocie prawnym lub posiadającej (ych) pełnomocnictwo</w:t>
            </w:r>
          </w:p>
        </w:tc>
        <w:tc>
          <w:tcPr>
            <w:tcW w:w="3080" w:type="dxa"/>
            <w:vAlign w:val="center"/>
          </w:tcPr>
          <w:p w14:paraId="1FC91DD0" w14:textId="77777777" w:rsidR="002A55BC" w:rsidRPr="00324E7E" w:rsidRDefault="002A55BC" w:rsidP="002A55BC">
            <w:pPr>
              <w:spacing w:line="240" w:lineRule="auto"/>
              <w:jc w:val="center"/>
              <w:rPr>
                <w:rFonts w:cs="Arial"/>
                <w:bCs/>
                <w:sz w:val="18"/>
                <w:szCs w:val="18"/>
              </w:rPr>
            </w:pPr>
            <w:r w:rsidRPr="00324E7E">
              <w:rPr>
                <w:rFonts w:cs="Arial"/>
                <w:bCs/>
                <w:sz w:val="18"/>
                <w:szCs w:val="18"/>
              </w:rPr>
              <w:t>Podpis(y) osoby(osób) uprawnionej</w:t>
            </w:r>
            <w:r w:rsidRPr="00324E7E" w:rsidDel="000F6600">
              <w:rPr>
                <w:rFonts w:cs="Arial"/>
                <w:bCs/>
                <w:sz w:val="18"/>
                <w:szCs w:val="18"/>
              </w:rPr>
              <w:t xml:space="preserve"> </w:t>
            </w:r>
            <w:r w:rsidRPr="00324E7E">
              <w:rPr>
                <w:rFonts w:cs="Arial"/>
                <w:bCs/>
                <w:sz w:val="18"/>
                <w:szCs w:val="18"/>
              </w:rPr>
              <w:t>(ych)</w:t>
            </w:r>
          </w:p>
        </w:tc>
        <w:tc>
          <w:tcPr>
            <w:tcW w:w="1800" w:type="dxa"/>
            <w:vAlign w:val="center"/>
          </w:tcPr>
          <w:p w14:paraId="0189736E" w14:textId="77777777" w:rsidR="002A55BC" w:rsidRPr="00324E7E" w:rsidRDefault="002A55BC" w:rsidP="002A55BC">
            <w:pPr>
              <w:spacing w:line="240" w:lineRule="auto"/>
              <w:jc w:val="center"/>
              <w:rPr>
                <w:rFonts w:cs="Arial"/>
                <w:bCs/>
                <w:sz w:val="18"/>
                <w:szCs w:val="18"/>
              </w:rPr>
            </w:pPr>
            <w:r w:rsidRPr="00324E7E">
              <w:rPr>
                <w:rFonts w:cs="Arial"/>
                <w:bCs/>
                <w:sz w:val="18"/>
                <w:szCs w:val="18"/>
              </w:rPr>
              <w:t>Miejscowość i data</w:t>
            </w:r>
          </w:p>
        </w:tc>
      </w:tr>
      <w:tr w:rsidR="002A55BC" w:rsidRPr="00324E7E" w14:paraId="496A7394" w14:textId="77777777" w:rsidTr="002A55BC">
        <w:trPr>
          <w:cantSplit/>
          <w:trHeight w:val="674"/>
          <w:jc w:val="center"/>
        </w:trPr>
        <w:tc>
          <w:tcPr>
            <w:tcW w:w="590" w:type="dxa"/>
          </w:tcPr>
          <w:p w14:paraId="47CB7E1B" w14:textId="77777777" w:rsidR="002A55BC" w:rsidRPr="00324E7E" w:rsidRDefault="002A55BC" w:rsidP="002A55BC">
            <w:pPr>
              <w:rPr>
                <w:rFonts w:cs="Arial"/>
                <w:b/>
                <w:sz w:val="18"/>
                <w:szCs w:val="18"/>
              </w:rPr>
            </w:pPr>
          </w:p>
        </w:tc>
        <w:tc>
          <w:tcPr>
            <w:tcW w:w="4140" w:type="dxa"/>
          </w:tcPr>
          <w:p w14:paraId="64B1BE1E" w14:textId="77777777" w:rsidR="002A55BC" w:rsidRPr="00324E7E" w:rsidRDefault="002A55BC" w:rsidP="002A55BC">
            <w:pPr>
              <w:rPr>
                <w:rFonts w:cs="Arial"/>
                <w:b/>
                <w:sz w:val="18"/>
                <w:szCs w:val="18"/>
              </w:rPr>
            </w:pPr>
          </w:p>
          <w:p w14:paraId="11D76110" w14:textId="77777777" w:rsidR="002A55BC" w:rsidRPr="00324E7E" w:rsidRDefault="002A55BC" w:rsidP="002A55BC">
            <w:pPr>
              <w:rPr>
                <w:rFonts w:cs="Arial"/>
                <w:b/>
                <w:sz w:val="18"/>
                <w:szCs w:val="18"/>
              </w:rPr>
            </w:pPr>
          </w:p>
        </w:tc>
        <w:tc>
          <w:tcPr>
            <w:tcW w:w="3080" w:type="dxa"/>
          </w:tcPr>
          <w:p w14:paraId="0EB36654" w14:textId="77777777" w:rsidR="002A55BC" w:rsidRPr="00324E7E" w:rsidRDefault="002A55BC" w:rsidP="002A55BC">
            <w:pPr>
              <w:rPr>
                <w:rFonts w:cs="Arial"/>
                <w:b/>
                <w:sz w:val="18"/>
                <w:szCs w:val="18"/>
              </w:rPr>
            </w:pPr>
          </w:p>
        </w:tc>
        <w:tc>
          <w:tcPr>
            <w:tcW w:w="1800" w:type="dxa"/>
          </w:tcPr>
          <w:p w14:paraId="13694AE2" w14:textId="77777777" w:rsidR="002A55BC" w:rsidRPr="00324E7E" w:rsidRDefault="002A55BC" w:rsidP="002A55BC">
            <w:pPr>
              <w:rPr>
                <w:rFonts w:cs="Arial"/>
                <w:b/>
                <w:sz w:val="18"/>
                <w:szCs w:val="18"/>
              </w:rPr>
            </w:pPr>
          </w:p>
        </w:tc>
      </w:tr>
    </w:tbl>
    <w:p w14:paraId="13E0C671" w14:textId="77777777" w:rsidR="002A55BC" w:rsidRPr="00324E7E" w:rsidRDefault="002A55BC" w:rsidP="002A55BC">
      <w:pPr>
        <w:spacing w:after="200" w:line="276" w:lineRule="auto"/>
        <w:jc w:val="left"/>
        <w:rPr>
          <w:rFonts w:cs="Arial"/>
          <w:sz w:val="20"/>
          <w:szCs w:val="20"/>
        </w:rPr>
      </w:pPr>
    </w:p>
    <w:p w14:paraId="3BE886E9" w14:textId="77777777" w:rsidR="003E1938" w:rsidRPr="00E855A7" w:rsidRDefault="003E1938" w:rsidP="003E1938">
      <w:pPr>
        <w:rPr>
          <w:sz w:val="20"/>
          <w:szCs w:val="20"/>
        </w:rPr>
      </w:pPr>
    </w:p>
    <w:p w14:paraId="628C74BB" w14:textId="77777777" w:rsidR="003E1938" w:rsidRDefault="003E1938" w:rsidP="003E1938">
      <w:pPr>
        <w:spacing w:line="240" w:lineRule="auto"/>
        <w:rPr>
          <w:rFonts w:cs="Arial"/>
          <w:b/>
          <w:color w:val="000000"/>
          <w:sz w:val="20"/>
          <w:szCs w:val="20"/>
        </w:rPr>
      </w:pPr>
    </w:p>
    <w:p w14:paraId="41670CD7" w14:textId="77777777" w:rsidR="003E1938" w:rsidRDefault="003E1938" w:rsidP="003E1938"/>
    <w:p w14:paraId="296464F4" w14:textId="77777777" w:rsidR="003E1938" w:rsidRDefault="003E1938" w:rsidP="003E1938"/>
    <w:p w14:paraId="27A4C060" w14:textId="77777777" w:rsidR="002A55BC" w:rsidRDefault="002A55BC" w:rsidP="003E1938">
      <w:pPr>
        <w:spacing w:after="200" w:line="276" w:lineRule="auto"/>
        <w:jc w:val="right"/>
        <w:rPr>
          <w:rFonts w:cs="Arial"/>
          <w:b/>
          <w:sz w:val="20"/>
          <w:szCs w:val="20"/>
        </w:rPr>
      </w:pPr>
    </w:p>
    <w:p w14:paraId="7B07DC0C" w14:textId="77777777" w:rsidR="002A55BC" w:rsidRDefault="002A55BC" w:rsidP="003E1938">
      <w:pPr>
        <w:spacing w:after="200" w:line="276" w:lineRule="auto"/>
        <w:jc w:val="right"/>
        <w:rPr>
          <w:rFonts w:cs="Arial"/>
          <w:b/>
          <w:sz w:val="20"/>
          <w:szCs w:val="20"/>
        </w:rPr>
      </w:pPr>
    </w:p>
    <w:p w14:paraId="14F65259" w14:textId="772FACDF" w:rsidR="003E1938" w:rsidRPr="003D67DD" w:rsidRDefault="003E1938" w:rsidP="003E1938">
      <w:pPr>
        <w:spacing w:after="200" w:line="276" w:lineRule="auto"/>
        <w:jc w:val="right"/>
        <w:rPr>
          <w:rFonts w:cs="Arial"/>
          <w:b/>
          <w:sz w:val="20"/>
          <w:szCs w:val="20"/>
        </w:rPr>
      </w:pPr>
      <w:r w:rsidRPr="003D67DD">
        <w:rPr>
          <w:rFonts w:cs="Arial"/>
          <w:b/>
          <w:sz w:val="20"/>
          <w:szCs w:val="20"/>
        </w:rPr>
        <w:t>Załącznik nr 6 do SWZ</w:t>
      </w:r>
    </w:p>
    <w:p w14:paraId="48C1D17C" w14:textId="77777777" w:rsidR="003E1938" w:rsidRDefault="003E1938" w:rsidP="003E1938">
      <w:pPr>
        <w:tabs>
          <w:tab w:val="left" w:pos="9160"/>
          <w:tab w:val="left" w:pos="10076"/>
          <w:tab w:val="left" w:pos="10992"/>
          <w:tab w:val="left" w:pos="11908"/>
          <w:tab w:val="left" w:pos="12824"/>
          <w:tab w:val="left" w:pos="13740"/>
          <w:tab w:val="left" w:pos="14656"/>
        </w:tabs>
        <w:jc w:val="center"/>
        <w:rPr>
          <w:rFonts w:cs="Arial"/>
          <w:b/>
          <w:sz w:val="20"/>
          <w:szCs w:val="20"/>
        </w:rPr>
      </w:pPr>
      <w:r w:rsidRPr="003D67DD">
        <w:rPr>
          <w:rFonts w:cs="Arial"/>
          <w:b/>
          <w:bCs/>
          <w:sz w:val="20"/>
          <w:szCs w:val="20"/>
        </w:rPr>
        <w:t>Oświadczenie</w:t>
      </w:r>
      <w:r w:rsidRPr="003D67DD">
        <w:rPr>
          <w:rFonts w:cs="Arial"/>
          <w:b/>
          <w:sz w:val="20"/>
          <w:szCs w:val="20"/>
        </w:rPr>
        <w:t xml:space="preserve"> w zakresie dysponowania osobami</w:t>
      </w:r>
    </w:p>
    <w:p w14:paraId="4E8E61E1" w14:textId="77777777" w:rsidR="003E1938" w:rsidRPr="006463DA" w:rsidRDefault="003E1938" w:rsidP="003E1938">
      <w:pPr>
        <w:tabs>
          <w:tab w:val="left" w:pos="9160"/>
          <w:tab w:val="left" w:pos="10076"/>
          <w:tab w:val="left" w:pos="10992"/>
          <w:tab w:val="left" w:pos="11908"/>
          <w:tab w:val="left" w:pos="12824"/>
          <w:tab w:val="left" w:pos="13740"/>
          <w:tab w:val="left" w:pos="14656"/>
        </w:tabs>
        <w:jc w:val="center"/>
        <w:rPr>
          <w:rFont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E1938" w:rsidRPr="006463DA" w14:paraId="51A8F58A" w14:textId="77777777" w:rsidTr="00ED6259">
        <w:trPr>
          <w:cantSplit/>
          <w:trHeight w:hRule="exact" w:val="931"/>
          <w:jc w:val="center"/>
        </w:trPr>
        <w:tc>
          <w:tcPr>
            <w:tcW w:w="3552" w:type="dxa"/>
            <w:shd w:val="clear" w:color="auto" w:fill="002060"/>
            <w:vAlign w:val="center"/>
          </w:tcPr>
          <w:p w14:paraId="474DDACA" w14:textId="77777777" w:rsidR="003E1938" w:rsidRPr="006463DA" w:rsidRDefault="003E1938" w:rsidP="00ED6259">
            <w:pPr>
              <w:spacing w:line="240" w:lineRule="auto"/>
              <w:rPr>
                <w:rFonts w:cs="Arial"/>
                <w:b/>
                <w:color w:val="FFFFFF"/>
                <w:sz w:val="20"/>
                <w:szCs w:val="20"/>
              </w:rPr>
            </w:pPr>
            <w:r w:rsidRPr="006463DA">
              <w:rPr>
                <w:rFonts w:cs="Arial"/>
                <w:b/>
                <w:color w:val="FFFFFF"/>
                <w:sz w:val="20"/>
                <w:szCs w:val="20"/>
              </w:rPr>
              <w:t>Dane Wykonawcy</w:t>
            </w:r>
          </w:p>
        </w:tc>
        <w:tc>
          <w:tcPr>
            <w:tcW w:w="5521" w:type="dxa"/>
          </w:tcPr>
          <w:p w14:paraId="10CF605C" w14:textId="77777777" w:rsidR="003E1938" w:rsidRPr="006463DA" w:rsidRDefault="003E1938" w:rsidP="00ED6259">
            <w:pPr>
              <w:spacing w:line="240" w:lineRule="auto"/>
              <w:ind w:left="497" w:right="1064" w:firstLine="497"/>
              <w:rPr>
                <w:rFonts w:cs="Arial"/>
                <w:sz w:val="20"/>
                <w:szCs w:val="20"/>
              </w:rPr>
            </w:pPr>
          </w:p>
          <w:p w14:paraId="7EB06F40" w14:textId="77777777" w:rsidR="003E1938" w:rsidRPr="006463DA" w:rsidRDefault="003E1938" w:rsidP="00ED6259">
            <w:pPr>
              <w:spacing w:line="240" w:lineRule="auto"/>
              <w:rPr>
                <w:rFonts w:cs="Arial"/>
                <w:sz w:val="20"/>
                <w:szCs w:val="20"/>
              </w:rPr>
            </w:pPr>
          </w:p>
        </w:tc>
      </w:tr>
      <w:tr w:rsidR="003E1938" w:rsidRPr="006463DA" w14:paraId="12798758" w14:textId="77777777" w:rsidTr="00ED6259">
        <w:trPr>
          <w:cantSplit/>
          <w:trHeight w:hRule="exact" w:val="1253"/>
          <w:jc w:val="center"/>
        </w:trPr>
        <w:tc>
          <w:tcPr>
            <w:tcW w:w="3552" w:type="dxa"/>
            <w:shd w:val="clear" w:color="auto" w:fill="002060"/>
            <w:vAlign w:val="center"/>
          </w:tcPr>
          <w:p w14:paraId="59E0A2BF" w14:textId="77777777" w:rsidR="003E1938" w:rsidRPr="006463DA" w:rsidRDefault="003E1938" w:rsidP="00ED6259">
            <w:pPr>
              <w:spacing w:line="240" w:lineRule="auto"/>
              <w:rPr>
                <w:rFonts w:cs="Arial"/>
                <w:b/>
                <w:color w:val="FFFFFF"/>
                <w:sz w:val="20"/>
                <w:szCs w:val="20"/>
              </w:rPr>
            </w:pPr>
            <w:r w:rsidRPr="006463DA">
              <w:rPr>
                <w:rFonts w:cs="Arial"/>
                <w:b/>
                <w:color w:val="FFFFFF"/>
                <w:sz w:val="20"/>
                <w:szCs w:val="20"/>
              </w:rPr>
              <w:t xml:space="preserve">Adres Wykonawcy: </w:t>
            </w:r>
          </w:p>
          <w:p w14:paraId="19D05DA5" w14:textId="77777777" w:rsidR="003E1938" w:rsidRPr="006463DA" w:rsidRDefault="003E1938" w:rsidP="00ED6259">
            <w:pPr>
              <w:spacing w:line="240" w:lineRule="auto"/>
              <w:rPr>
                <w:rFonts w:cs="Arial"/>
                <w:b/>
                <w:color w:val="FFFFFF"/>
                <w:sz w:val="20"/>
                <w:szCs w:val="20"/>
              </w:rPr>
            </w:pPr>
            <w:r w:rsidRPr="006463DA">
              <w:rPr>
                <w:rFonts w:cs="Arial"/>
                <w:b/>
                <w:color w:val="FFFFFF"/>
                <w:sz w:val="20"/>
                <w:szCs w:val="20"/>
              </w:rPr>
              <w:t xml:space="preserve">kod, miejscowość </w:t>
            </w:r>
          </w:p>
          <w:p w14:paraId="69A537C3" w14:textId="77777777" w:rsidR="003E1938" w:rsidRPr="006463DA" w:rsidRDefault="003E1938" w:rsidP="00ED6259">
            <w:pPr>
              <w:spacing w:line="240" w:lineRule="auto"/>
              <w:rPr>
                <w:rFonts w:cs="Arial"/>
                <w:b/>
                <w:color w:val="FFFFFF"/>
                <w:sz w:val="20"/>
                <w:szCs w:val="20"/>
              </w:rPr>
            </w:pPr>
            <w:r w:rsidRPr="006463DA">
              <w:rPr>
                <w:rFonts w:cs="Arial"/>
                <w:b/>
                <w:color w:val="FFFFFF"/>
                <w:sz w:val="20"/>
                <w:szCs w:val="20"/>
              </w:rPr>
              <w:t>ulica, nr lokalu</w:t>
            </w:r>
          </w:p>
          <w:p w14:paraId="02593638" w14:textId="77777777" w:rsidR="003E1938" w:rsidRPr="006463DA" w:rsidRDefault="003E1938" w:rsidP="00ED6259">
            <w:pPr>
              <w:spacing w:line="240" w:lineRule="auto"/>
              <w:rPr>
                <w:rFonts w:cs="Arial"/>
                <w:b/>
                <w:color w:val="FFFFFF"/>
                <w:sz w:val="20"/>
                <w:szCs w:val="20"/>
              </w:rPr>
            </w:pPr>
          </w:p>
        </w:tc>
        <w:tc>
          <w:tcPr>
            <w:tcW w:w="5521" w:type="dxa"/>
          </w:tcPr>
          <w:p w14:paraId="3381B7EB" w14:textId="77777777" w:rsidR="003E1938" w:rsidRPr="006463DA" w:rsidRDefault="003E1938" w:rsidP="00ED6259">
            <w:pPr>
              <w:spacing w:line="240" w:lineRule="auto"/>
              <w:ind w:right="1064"/>
              <w:rPr>
                <w:rFonts w:cs="Arial"/>
                <w:sz w:val="20"/>
                <w:szCs w:val="20"/>
              </w:rPr>
            </w:pPr>
          </w:p>
        </w:tc>
      </w:tr>
    </w:tbl>
    <w:p w14:paraId="5B4A04B2" w14:textId="77777777" w:rsidR="003E1938" w:rsidRPr="006463DA" w:rsidRDefault="003E1938" w:rsidP="003E1938">
      <w:pPr>
        <w:spacing w:after="200" w:line="276" w:lineRule="auto"/>
        <w:jc w:val="center"/>
        <w:rPr>
          <w:rFonts w:cs="Arial"/>
          <w:b/>
          <w:sz w:val="20"/>
          <w:szCs w:val="20"/>
        </w:rPr>
      </w:pPr>
    </w:p>
    <w:p w14:paraId="41A316AD" w14:textId="2D080B72" w:rsidR="003E1938" w:rsidRDefault="003E1938" w:rsidP="003E1938">
      <w:pPr>
        <w:spacing w:after="200" w:line="276" w:lineRule="auto"/>
        <w:rPr>
          <w:rFonts w:cs="Arial"/>
          <w:bCs/>
          <w:sz w:val="20"/>
          <w:szCs w:val="20"/>
        </w:rPr>
      </w:pPr>
      <w:r w:rsidRPr="006463DA">
        <w:rPr>
          <w:rFonts w:cs="Arial"/>
          <w:bCs/>
          <w:sz w:val="20"/>
          <w:szCs w:val="20"/>
        </w:rPr>
        <w:t>Składając ofertę w zamówieniu niepublicznym prowadzonym w trybie przetargu nieograniczonego pn.</w:t>
      </w:r>
      <w:r w:rsidRPr="006463DA">
        <w:rPr>
          <w:sz w:val="20"/>
          <w:szCs w:val="20"/>
        </w:rPr>
        <w:t xml:space="preserve"> </w:t>
      </w:r>
      <w:r w:rsidR="0017741F" w:rsidRPr="0017741F">
        <w:rPr>
          <w:sz w:val="20"/>
          <w:szCs w:val="20"/>
        </w:rPr>
        <w:t>„</w:t>
      </w:r>
      <w:r w:rsidR="0017741F" w:rsidRPr="0017741F">
        <w:rPr>
          <w:b/>
          <w:sz w:val="20"/>
          <w:szCs w:val="20"/>
        </w:rPr>
        <w:t>Przebudowa instalacji technologicznej strefy przyodwiertowej Brońsko-26H, przynależnej do KGZ Kościan-Brońsko</w:t>
      </w:r>
      <w:r w:rsidR="0017741F" w:rsidRPr="0017741F">
        <w:rPr>
          <w:sz w:val="20"/>
          <w:szCs w:val="20"/>
        </w:rPr>
        <w:t xml:space="preserve">” numer postępowania: </w:t>
      </w:r>
      <w:r w:rsidR="0017741F" w:rsidRPr="0017741F">
        <w:rPr>
          <w:b/>
          <w:sz w:val="20"/>
          <w:szCs w:val="20"/>
        </w:rPr>
        <w:t>NP/PGNG/24/1170/OZ/EU</w:t>
      </w:r>
      <w:r w:rsidR="0017741F" w:rsidRPr="0017741F">
        <w:rPr>
          <w:sz w:val="20"/>
          <w:szCs w:val="20"/>
        </w:rPr>
        <w:t xml:space="preserve"> </w:t>
      </w:r>
      <w:r>
        <w:rPr>
          <w:b/>
          <w:sz w:val="20"/>
          <w:szCs w:val="20"/>
        </w:rPr>
        <w:t>o</w:t>
      </w:r>
      <w:r w:rsidRPr="006463DA">
        <w:rPr>
          <w:rFonts w:cs="Arial"/>
          <w:bCs/>
          <w:sz w:val="20"/>
          <w:szCs w:val="20"/>
        </w:rPr>
        <w:t>świadczam że dysponuję lub będę dysponował następującymi osobami – na spełnienie warunku udziału w postępowaniu, zgodnie z</w:t>
      </w:r>
      <w:r w:rsidRPr="006463DA">
        <w:rPr>
          <w:rFonts w:cs="Arial"/>
          <w:b/>
          <w:bCs/>
          <w:sz w:val="20"/>
          <w:szCs w:val="20"/>
        </w:rPr>
        <w:t xml:space="preserve"> pkt 10.2.1.</w:t>
      </w:r>
      <w:r>
        <w:rPr>
          <w:rFonts w:cs="Arial"/>
          <w:b/>
          <w:bCs/>
          <w:sz w:val="20"/>
          <w:szCs w:val="20"/>
        </w:rPr>
        <w:t xml:space="preserve"> c)</w:t>
      </w:r>
      <w:r w:rsidRPr="006463DA">
        <w:rPr>
          <w:rFonts w:cs="Arial"/>
          <w:b/>
          <w:bCs/>
          <w:sz w:val="20"/>
          <w:szCs w:val="20"/>
        </w:rPr>
        <w:t xml:space="preserve"> SWZ</w:t>
      </w:r>
      <w:r w:rsidRPr="006463DA">
        <w:rPr>
          <w:rFonts w:cs="Arial"/>
          <w:bCs/>
          <w:sz w:val="20"/>
          <w:szCs w:val="20"/>
        </w:rPr>
        <w:t xml:space="preserve"> </w:t>
      </w:r>
      <w:r>
        <w:rPr>
          <w:rFonts w:cs="Arial"/>
          <w:bCs/>
          <w:sz w:val="20"/>
          <w:szCs w:val="20"/>
        </w:rPr>
        <w:t>tj.</w:t>
      </w:r>
      <w:r w:rsidRPr="006463DA">
        <w:rPr>
          <w:rFonts w:cs="Arial"/>
          <w:bCs/>
          <w:sz w:val="20"/>
          <w:szCs w:val="20"/>
        </w:rPr>
        <w:t xml:space="preserve">:  </w:t>
      </w:r>
    </w:p>
    <w:p w14:paraId="28A9C7E9" w14:textId="4818347A" w:rsidR="0017741F" w:rsidRPr="00347CB9" w:rsidRDefault="0017741F" w:rsidP="0017741F">
      <w:pPr>
        <w:pStyle w:val="Styla"/>
        <w:numPr>
          <w:ilvl w:val="0"/>
          <w:numId w:val="0"/>
        </w:numPr>
        <w:ind w:left="1494" w:hanging="360"/>
        <w:rPr>
          <w:rFonts w:cs="Arial"/>
          <w:iCs/>
        </w:rPr>
      </w:pPr>
    </w:p>
    <w:p w14:paraId="1106E1B8" w14:textId="77777777" w:rsidR="0017741F" w:rsidRDefault="0017741F" w:rsidP="0017741F">
      <w:pPr>
        <w:pStyle w:val="Styla"/>
        <w:numPr>
          <w:ilvl w:val="0"/>
          <w:numId w:val="0"/>
        </w:numPr>
        <w:ind w:left="1494" w:hanging="360"/>
      </w:pPr>
      <w:r w:rsidRPr="00246756">
        <w:t>wykażą, że posiadają do realizacji zamówienia następujące osoby:</w:t>
      </w:r>
    </w:p>
    <w:p w14:paraId="500E04AB" w14:textId="59476BC7" w:rsidR="0017741F" w:rsidRPr="007F2C78" w:rsidRDefault="002137B5" w:rsidP="0017741F">
      <w:pPr>
        <w:pStyle w:val="Styla"/>
        <w:numPr>
          <w:ilvl w:val="0"/>
          <w:numId w:val="0"/>
        </w:numPr>
        <w:ind w:left="1134"/>
        <w:rPr>
          <w:b/>
        </w:rPr>
      </w:pPr>
      <w:r>
        <w:rPr>
          <w:b/>
        </w:rPr>
        <w:t>1</w:t>
      </w:r>
      <w:r w:rsidR="0017741F">
        <w:rPr>
          <w:b/>
        </w:rPr>
        <w:t>)</w:t>
      </w:r>
      <w:r w:rsidR="0017741F" w:rsidRPr="007F2C78">
        <w:rPr>
          <w:b/>
        </w:rPr>
        <w:t xml:space="preserve"> osoba nadzoru</w:t>
      </w:r>
      <w:r w:rsidR="0017741F">
        <w:rPr>
          <w:b/>
        </w:rPr>
        <w:t xml:space="preserve"> -</w:t>
      </w:r>
      <w:r w:rsidR="00DA2630">
        <w:rPr>
          <w:b/>
        </w:rPr>
        <w:t xml:space="preserve"> </w:t>
      </w:r>
      <w:r w:rsidR="0017741F" w:rsidRPr="007F2C78">
        <w:rPr>
          <w:b/>
        </w:rPr>
        <w:t xml:space="preserve">kierownik robót/osoba dozoru ruchu: </w:t>
      </w:r>
    </w:p>
    <w:p w14:paraId="44D5F022" w14:textId="77777777" w:rsidR="0017741F" w:rsidRPr="00246756" w:rsidRDefault="0017741F" w:rsidP="0017741F">
      <w:pPr>
        <w:pStyle w:val="Styla"/>
        <w:numPr>
          <w:ilvl w:val="0"/>
          <w:numId w:val="36"/>
        </w:numPr>
      </w:pPr>
      <w:r w:rsidRPr="00246756">
        <w:t xml:space="preserve">kwalifikacje do zatrudnienia na stanowisku osoby dozoru ruchu specjalności budowlanej lub energomechanicznej branży mechanicznej w zakładach górniczych wydobywających otworami wiertniczymi ropę naftową i gaz ziemny, </w:t>
      </w:r>
    </w:p>
    <w:p w14:paraId="5E6A2449" w14:textId="77777777" w:rsidR="0017741F" w:rsidRPr="00246756" w:rsidRDefault="0017741F" w:rsidP="0017741F">
      <w:pPr>
        <w:pStyle w:val="Styla"/>
        <w:numPr>
          <w:ilvl w:val="0"/>
          <w:numId w:val="36"/>
        </w:numPr>
      </w:pPr>
      <w:r w:rsidRPr="00246756">
        <w:t xml:space="preserve">kwalifikacje uprawniające do zajmowania się eksploatacją urządzeń, instalacji i sieci na stanowisku dozoru (D) i eksploatacji (E) Grupy 3: </w:t>
      </w:r>
    </w:p>
    <w:p w14:paraId="28FEFFDA" w14:textId="1B98E038" w:rsidR="0017741F" w:rsidRPr="00246756" w:rsidRDefault="00DA2630" w:rsidP="0017741F">
      <w:pPr>
        <w:pStyle w:val="Styla"/>
        <w:numPr>
          <w:ilvl w:val="0"/>
          <w:numId w:val="0"/>
        </w:numPr>
        <w:ind w:left="2214"/>
      </w:pPr>
      <w:r>
        <w:t>- pkt</w:t>
      </w:r>
      <w:r w:rsidR="0017741F" w:rsidRPr="00246756">
        <w:t xml:space="preserve"> 7, 10 stwierdzone na podstawie rozporządzenia Ministra Gospodarki, Pracy i Polityki Społecznej z dnia 28 kwietnia 2003 r. w sprawie szczegółowych zasad stwierdzania kwalifikacji przez osoby zajmujące się eksploatacją urządzeń, instalacji i sieci /Dz.U.2003.89.828/) </w:t>
      </w:r>
    </w:p>
    <w:p w14:paraId="59AA2749" w14:textId="77777777" w:rsidR="0017741F" w:rsidRPr="00246756" w:rsidRDefault="0017741F" w:rsidP="0017741F">
      <w:pPr>
        <w:pStyle w:val="Styla"/>
        <w:numPr>
          <w:ilvl w:val="0"/>
          <w:numId w:val="0"/>
        </w:numPr>
        <w:ind w:left="2214"/>
      </w:pPr>
      <w:r w:rsidRPr="00246756">
        <w:t xml:space="preserve">lub </w:t>
      </w:r>
    </w:p>
    <w:p w14:paraId="6FB1F43B" w14:textId="77777777" w:rsidR="0017741F" w:rsidRPr="00246756" w:rsidRDefault="0017741F" w:rsidP="0017741F">
      <w:pPr>
        <w:pStyle w:val="Styla"/>
        <w:numPr>
          <w:ilvl w:val="0"/>
          <w:numId w:val="0"/>
        </w:numPr>
        <w:ind w:left="2214"/>
      </w:pPr>
      <w:r w:rsidRPr="00246756">
        <w:t xml:space="preserve">- pkt 7, 10 stwierdzone na podstawie rozporządzenia Ministra Klimatu i Środowiska z dnia 1 lipca 2022 r. w sprawie szczegółowych zasad stwierdzania posiadania kwalifikacji przez osoby zajmujące się eksploatacją urządzeń, instalacji i sieci /Dz.U. 2022 poz. 1392/. </w:t>
      </w:r>
    </w:p>
    <w:p w14:paraId="18F37E09" w14:textId="77777777" w:rsidR="0017741F" w:rsidRPr="00246756" w:rsidRDefault="0017741F" w:rsidP="0017741F">
      <w:pPr>
        <w:pStyle w:val="Styla"/>
        <w:numPr>
          <w:ilvl w:val="0"/>
          <w:numId w:val="36"/>
        </w:numPr>
      </w:pPr>
      <w:r w:rsidRPr="00246756">
        <w:t xml:space="preserve">uprawnienia budowlane do kierowania robotami budowlanymi specjalności instalacyjnej w zakresie sieci, instalacji i urządzeń gazowych, </w:t>
      </w:r>
    </w:p>
    <w:p w14:paraId="5036E9D3" w14:textId="77777777" w:rsidR="0017741F" w:rsidRPr="00246756" w:rsidRDefault="0017741F" w:rsidP="0017741F">
      <w:pPr>
        <w:pStyle w:val="Styla"/>
        <w:numPr>
          <w:ilvl w:val="0"/>
          <w:numId w:val="36"/>
        </w:numPr>
      </w:pPr>
      <w:r w:rsidRPr="00246756">
        <w:t xml:space="preserve">ważne zaświadczenie o przynależności do Izby Samorządu Zawodowego. </w:t>
      </w:r>
    </w:p>
    <w:p w14:paraId="65B51339" w14:textId="77777777" w:rsidR="0017741F" w:rsidRPr="00246756" w:rsidRDefault="0017741F" w:rsidP="0017741F">
      <w:pPr>
        <w:pStyle w:val="Styla"/>
        <w:numPr>
          <w:ilvl w:val="0"/>
          <w:numId w:val="0"/>
        </w:numPr>
        <w:ind w:left="1494"/>
      </w:pPr>
    </w:p>
    <w:p w14:paraId="6EAF6E29" w14:textId="74824A30" w:rsidR="0017741F" w:rsidRPr="007F2C78" w:rsidRDefault="002137B5" w:rsidP="0017741F">
      <w:pPr>
        <w:pStyle w:val="Styla"/>
        <w:numPr>
          <w:ilvl w:val="0"/>
          <w:numId w:val="0"/>
        </w:numPr>
        <w:ind w:left="1494" w:hanging="360"/>
        <w:rPr>
          <w:b/>
        </w:rPr>
      </w:pPr>
      <w:r>
        <w:rPr>
          <w:b/>
        </w:rPr>
        <w:t>2</w:t>
      </w:r>
      <w:r w:rsidR="0017741F" w:rsidRPr="007F2C78">
        <w:rPr>
          <w:b/>
        </w:rPr>
        <w:t xml:space="preserve">) pozostali pracownicy: </w:t>
      </w:r>
    </w:p>
    <w:p w14:paraId="5B220FC8" w14:textId="28C1D35E" w:rsidR="0017741F" w:rsidRPr="00246756" w:rsidRDefault="0017741F" w:rsidP="002137B5">
      <w:pPr>
        <w:pStyle w:val="Styla"/>
        <w:numPr>
          <w:ilvl w:val="0"/>
          <w:numId w:val="49"/>
        </w:numPr>
        <w:ind w:left="2268" w:hanging="425"/>
      </w:pPr>
      <w:r w:rsidRPr="00246756">
        <w:t xml:space="preserve">kwalifikacje w zakresie metod spawania wg PN-EN ISO 9606-1:2017-10, </w:t>
      </w:r>
      <w:r w:rsidRPr="007F2C78">
        <w:rPr>
          <w:b/>
        </w:rPr>
        <w:t>minimum 2 osoby</w:t>
      </w:r>
      <w:r w:rsidRPr="00246756">
        <w:t xml:space="preserve">, </w:t>
      </w:r>
    </w:p>
    <w:p w14:paraId="44C45348" w14:textId="6FD33993" w:rsidR="0017741F" w:rsidRPr="00246756" w:rsidRDefault="0017741F" w:rsidP="002137B5">
      <w:pPr>
        <w:pStyle w:val="Styla"/>
        <w:numPr>
          <w:ilvl w:val="0"/>
          <w:numId w:val="49"/>
        </w:numPr>
        <w:ind w:left="2268" w:hanging="425"/>
      </w:pPr>
      <w:r w:rsidRPr="00246756">
        <w:t xml:space="preserve">kwalifikacje uprawniające do zajmowania się eksploatacją urządzeń, instalacji i sieci na stanowisku dozoru (D) i eksploatacji (E) Grupy 3: </w:t>
      </w:r>
    </w:p>
    <w:p w14:paraId="3ABBD303" w14:textId="5B1823DF" w:rsidR="0017741F" w:rsidRPr="00246756" w:rsidRDefault="0017741F" w:rsidP="002137B5">
      <w:pPr>
        <w:pStyle w:val="Styla"/>
        <w:numPr>
          <w:ilvl w:val="0"/>
          <w:numId w:val="0"/>
        </w:numPr>
        <w:ind w:left="2268"/>
      </w:pPr>
      <w:r w:rsidRPr="00246756">
        <w:t xml:space="preserve">- pkt 7, 10 stwierdzone na podstawie rozporządzenia Ministra Gospodarki, Pracy i Polityki Społecznej z dnia 28 kwietnia 2003 r. w sprawie szczegółowych zasad stwierdzania kwalifikacji przez osoby zajmujące się eksploatacją urządzeń, instalacji i sieci /Dz.U.2003.89.828/) </w:t>
      </w:r>
    </w:p>
    <w:p w14:paraId="529AFC78" w14:textId="77777777" w:rsidR="0017741F" w:rsidRPr="00246756" w:rsidRDefault="0017741F" w:rsidP="002137B5">
      <w:pPr>
        <w:pStyle w:val="Styla"/>
        <w:numPr>
          <w:ilvl w:val="0"/>
          <w:numId w:val="0"/>
        </w:numPr>
        <w:ind w:left="2268"/>
      </w:pPr>
      <w:r w:rsidRPr="00246756">
        <w:t xml:space="preserve">lub </w:t>
      </w:r>
    </w:p>
    <w:p w14:paraId="1B24C0BD" w14:textId="77777777" w:rsidR="00DA2630" w:rsidRDefault="0017741F" w:rsidP="002137B5">
      <w:pPr>
        <w:pStyle w:val="Styla"/>
        <w:numPr>
          <w:ilvl w:val="0"/>
          <w:numId w:val="0"/>
        </w:numPr>
        <w:ind w:left="2268"/>
      </w:pPr>
      <w:r w:rsidRPr="00246756">
        <w:t>- pkt 7, 10 stwierdzone na podstawie rozporządzenia Ministra Klimatu i Środowiska z dnia 1 lipca 2022 r. w sprawie szczegółowych zasad stwierdzania posiadania kwalifikacji przez osoby zajmujące się eksploatacją urządzeń, instalacji</w:t>
      </w:r>
      <w:r w:rsidR="002137B5">
        <w:t xml:space="preserve"> i sieci /Dz.U. 2022 poz. 1392/ </w:t>
      </w:r>
    </w:p>
    <w:p w14:paraId="55C84FC9" w14:textId="5878BBAF" w:rsidR="009A6A54" w:rsidRPr="00246756" w:rsidRDefault="009A6A54" w:rsidP="002137B5">
      <w:pPr>
        <w:pStyle w:val="Styla"/>
        <w:numPr>
          <w:ilvl w:val="0"/>
          <w:numId w:val="0"/>
        </w:numPr>
        <w:ind w:left="2268"/>
      </w:pPr>
      <w:r w:rsidRPr="007F2C78">
        <w:rPr>
          <w:b/>
        </w:rPr>
        <w:t>minimum 2 osoby</w:t>
      </w:r>
      <w:r w:rsidRPr="00246756">
        <w:t xml:space="preserve">, </w:t>
      </w:r>
      <w:r>
        <w:t xml:space="preserve">w tym wskazane w pkt </w:t>
      </w:r>
      <w:r w:rsidR="00DA2630">
        <w:t>2</w:t>
      </w:r>
      <w:r w:rsidR="002137B5">
        <w:t>) ppkt a).</w:t>
      </w:r>
    </w:p>
    <w:p w14:paraId="35B3DC57" w14:textId="77777777" w:rsidR="009A6A54" w:rsidRPr="0017741F" w:rsidRDefault="009A6A54" w:rsidP="002137B5">
      <w:pPr>
        <w:pStyle w:val="Styla"/>
        <w:numPr>
          <w:ilvl w:val="0"/>
          <w:numId w:val="0"/>
        </w:numPr>
        <w:ind w:left="2268" w:hanging="425"/>
      </w:pPr>
    </w:p>
    <w:p w14:paraId="0373CAC9" w14:textId="77777777" w:rsidR="003E1938" w:rsidRPr="006463DA" w:rsidRDefault="003E1938" w:rsidP="003E1938">
      <w:pPr>
        <w:pStyle w:val="Styla"/>
        <w:numPr>
          <w:ilvl w:val="0"/>
          <w:numId w:val="0"/>
        </w:numPr>
        <w:ind w:left="1494" w:hanging="360"/>
        <w:rPr>
          <w:bCs/>
          <w:iCs/>
        </w:rPr>
      </w:pPr>
    </w:p>
    <w:p w14:paraId="0C372C8E" w14:textId="77777777" w:rsidR="003E1938" w:rsidRPr="006463DA" w:rsidRDefault="003E1938" w:rsidP="003E1938">
      <w:pPr>
        <w:pStyle w:val="Styla"/>
        <w:numPr>
          <w:ilvl w:val="0"/>
          <w:numId w:val="0"/>
        </w:numPr>
        <w:ind w:left="1494" w:hanging="1494"/>
      </w:pPr>
    </w:p>
    <w:p w14:paraId="3BB50B85" w14:textId="77777777" w:rsidR="003E1938" w:rsidRPr="006463DA" w:rsidRDefault="003E1938" w:rsidP="003E1938">
      <w:pPr>
        <w:pStyle w:val="Akapitzlist"/>
        <w:tabs>
          <w:tab w:val="left" w:pos="426"/>
        </w:tabs>
        <w:spacing w:line="280" w:lineRule="exact"/>
        <w:ind w:left="1418"/>
        <w:rPr>
          <w:rFonts w:cs="Arial"/>
          <w:b/>
          <w:sz w:val="20"/>
          <w:szCs w:val="20"/>
          <w:u w:val="single"/>
        </w:rPr>
      </w:pPr>
      <w:r w:rsidRPr="006463DA">
        <w:rPr>
          <w:rFonts w:cs="Arial"/>
          <w:b/>
          <w:sz w:val="20"/>
          <w:szCs w:val="20"/>
          <w:u w:val="single"/>
        </w:rPr>
        <w:t xml:space="preserve">   </w:t>
      </w:r>
    </w:p>
    <w:p w14:paraId="2B87AF2E" w14:textId="77777777" w:rsidR="003E1938" w:rsidRPr="006463DA" w:rsidRDefault="003E1938" w:rsidP="003E1938">
      <w:pPr>
        <w:tabs>
          <w:tab w:val="left" w:pos="426"/>
        </w:tabs>
        <w:spacing w:line="280" w:lineRule="exact"/>
        <w:rPr>
          <w:rFonts w:cs="Arial"/>
          <w:sz w:val="20"/>
          <w:szCs w:val="20"/>
        </w:rPr>
      </w:pPr>
    </w:p>
    <w:p w14:paraId="0F584497" w14:textId="77777777" w:rsidR="003E1938" w:rsidRDefault="003E1938" w:rsidP="003E1938">
      <w:pPr>
        <w:shd w:val="clear" w:color="auto" w:fill="FFFFFF"/>
        <w:tabs>
          <w:tab w:val="left" w:pos="274"/>
        </w:tabs>
        <w:ind w:left="10"/>
        <w:rPr>
          <w:rFonts w:cs="Arial"/>
          <w:spacing w:val="-10"/>
          <w:sz w:val="16"/>
          <w:szCs w:val="16"/>
        </w:rPr>
      </w:pPr>
    </w:p>
    <w:p w14:paraId="484C1645" w14:textId="77777777" w:rsidR="003E1938" w:rsidRDefault="003E1938" w:rsidP="003E1938">
      <w:pPr>
        <w:shd w:val="clear" w:color="auto" w:fill="FFFFFF"/>
        <w:tabs>
          <w:tab w:val="left" w:pos="274"/>
        </w:tabs>
        <w:ind w:left="10"/>
        <w:rPr>
          <w:rFonts w:cs="Arial"/>
          <w:spacing w:val="-10"/>
          <w:sz w:val="16"/>
          <w:szCs w:val="16"/>
        </w:rPr>
      </w:pPr>
    </w:p>
    <w:p w14:paraId="29FF1E7F" w14:textId="77777777" w:rsidR="003E1938" w:rsidRDefault="003E1938" w:rsidP="003E1938">
      <w:pPr>
        <w:shd w:val="clear" w:color="auto" w:fill="FFFFFF"/>
        <w:tabs>
          <w:tab w:val="left" w:pos="274"/>
        </w:tabs>
        <w:ind w:left="10"/>
        <w:rPr>
          <w:rFonts w:cs="Arial"/>
          <w:spacing w:val="-10"/>
          <w:sz w:val="16"/>
          <w:szCs w:val="16"/>
        </w:rPr>
      </w:pPr>
    </w:p>
    <w:p w14:paraId="3B41C847" w14:textId="77777777" w:rsidR="003E1938" w:rsidRPr="003D67DD" w:rsidRDefault="003E1938" w:rsidP="003E1938">
      <w:pPr>
        <w:shd w:val="clear" w:color="auto" w:fill="FFFFFF"/>
        <w:tabs>
          <w:tab w:val="left" w:pos="274"/>
        </w:tabs>
        <w:ind w:left="10"/>
        <w:rPr>
          <w:rFonts w:cs="Arial"/>
          <w:spacing w:val="-10"/>
          <w:sz w:val="16"/>
          <w:szCs w:val="16"/>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3E1938" w:rsidRPr="00324E7E" w14:paraId="0FA2BB27" w14:textId="77777777" w:rsidTr="00ED6259">
        <w:trPr>
          <w:cantSplit/>
          <w:trHeight w:val="703"/>
          <w:jc w:val="center"/>
        </w:trPr>
        <w:tc>
          <w:tcPr>
            <w:tcW w:w="590" w:type="dxa"/>
            <w:vAlign w:val="center"/>
          </w:tcPr>
          <w:p w14:paraId="65AD12F9" w14:textId="77777777" w:rsidR="003E1938" w:rsidRPr="00324E7E" w:rsidRDefault="003E1938" w:rsidP="00ED6259">
            <w:pPr>
              <w:spacing w:line="240" w:lineRule="auto"/>
              <w:jc w:val="center"/>
              <w:rPr>
                <w:rFonts w:cs="Arial"/>
                <w:bCs/>
                <w:sz w:val="18"/>
                <w:szCs w:val="18"/>
              </w:rPr>
            </w:pPr>
            <w:r w:rsidRPr="00324E7E">
              <w:rPr>
                <w:rFonts w:cs="Arial"/>
                <w:bCs/>
                <w:sz w:val="18"/>
                <w:szCs w:val="18"/>
              </w:rPr>
              <w:t>Lp.</w:t>
            </w:r>
          </w:p>
        </w:tc>
        <w:tc>
          <w:tcPr>
            <w:tcW w:w="4140" w:type="dxa"/>
            <w:vAlign w:val="center"/>
          </w:tcPr>
          <w:p w14:paraId="3BBDC9BA" w14:textId="77777777" w:rsidR="003E1938" w:rsidRPr="00324E7E" w:rsidRDefault="003E1938" w:rsidP="00ED6259">
            <w:pPr>
              <w:spacing w:line="240" w:lineRule="auto"/>
              <w:jc w:val="center"/>
              <w:rPr>
                <w:rFonts w:cs="Arial"/>
                <w:bCs/>
                <w:sz w:val="18"/>
                <w:szCs w:val="18"/>
              </w:rPr>
            </w:pPr>
            <w:r w:rsidRPr="00324E7E">
              <w:rPr>
                <w:rFonts w:cs="Arial"/>
                <w:bCs/>
                <w:sz w:val="18"/>
                <w:szCs w:val="18"/>
              </w:rPr>
              <w:t>Nazwisko i imię osoby (osób) uprawnionej(ych) do występowania w obrocie prawnym lub posiadającej (ych) pełnomocnictwo</w:t>
            </w:r>
          </w:p>
        </w:tc>
        <w:tc>
          <w:tcPr>
            <w:tcW w:w="3080" w:type="dxa"/>
            <w:vAlign w:val="center"/>
          </w:tcPr>
          <w:p w14:paraId="7AF0B44A" w14:textId="77777777" w:rsidR="003E1938" w:rsidRPr="00324E7E" w:rsidRDefault="003E1938" w:rsidP="00ED6259">
            <w:pPr>
              <w:spacing w:line="240" w:lineRule="auto"/>
              <w:jc w:val="center"/>
              <w:rPr>
                <w:rFonts w:cs="Arial"/>
                <w:bCs/>
                <w:sz w:val="18"/>
                <w:szCs w:val="18"/>
              </w:rPr>
            </w:pPr>
            <w:r w:rsidRPr="00324E7E">
              <w:rPr>
                <w:rFonts w:cs="Arial"/>
                <w:bCs/>
                <w:sz w:val="18"/>
                <w:szCs w:val="18"/>
              </w:rPr>
              <w:t>Podpis(y) osoby(osób) uprawnionej</w:t>
            </w:r>
            <w:r w:rsidRPr="00324E7E" w:rsidDel="000F6600">
              <w:rPr>
                <w:rFonts w:cs="Arial"/>
                <w:bCs/>
                <w:sz w:val="18"/>
                <w:szCs w:val="18"/>
              </w:rPr>
              <w:t xml:space="preserve"> </w:t>
            </w:r>
            <w:r w:rsidRPr="00324E7E">
              <w:rPr>
                <w:rFonts w:cs="Arial"/>
                <w:bCs/>
                <w:sz w:val="18"/>
                <w:szCs w:val="18"/>
              </w:rPr>
              <w:t>(ych)</w:t>
            </w:r>
          </w:p>
        </w:tc>
        <w:tc>
          <w:tcPr>
            <w:tcW w:w="1800" w:type="dxa"/>
            <w:vAlign w:val="center"/>
          </w:tcPr>
          <w:p w14:paraId="7F418546" w14:textId="77777777" w:rsidR="003E1938" w:rsidRPr="00324E7E" w:rsidRDefault="003E1938" w:rsidP="00ED6259">
            <w:pPr>
              <w:spacing w:line="240" w:lineRule="auto"/>
              <w:jc w:val="center"/>
              <w:rPr>
                <w:rFonts w:cs="Arial"/>
                <w:bCs/>
                <w:sz w:val="18"/>
                <w:szCs w:val="18"/>
              </w:rPr>
            </w:pPr>
            <w:r w:rsidRPr="00324E7E">
              <w:rPr>
                <w:rFonts w:cs="Arial"/>
                <w:bCs/>
                <w:sz w:val="18"/>
                <w:szCs w:val="18"/>
              </w:rPr>
              <w:t>Miejscowość i data</w:t>
            </w:r>
          </w:p>
        </w:tc>
      </w:tr>
      <w:tr w:rsidR="003E1938" w:rsidRPr="00324E7E" w14:paraId="3AB29139" w14:textId="77777777" w:rsidTr="00ED6259">
        <w:trPr>
          <w:cantSplit/>
          <w:trHeight w:val="674"/>
          <w:jc w:val="center"/>
        </w:trPr>
        <w:tc>
          <w:tcPr>
            <w:tcW w:w="590" w:type="dxa"/>
          </w:tcPr>
          <w:p w14:paraId="70F29038" w14:textId="77777777" w:rsidR="003E1938" w:rsidRPr="00324E7E" w:rsidRDefault="003E1938" w:rsidP="00ED6259">
            <w:pPr>
              <w:rPr>
                <w:rFonts w:cs="Arial"/>
                <w:b/>
                <w:sz w:val="18"/>
                <w:szCs w:val="18"/>
              </w:rPr>
            </w:pPr>
          </w:p>
        </w:tc>
        <w:tc>
          <w:tcPr>
            <w:tcW w:w="4140" w:type="dxa"/>
          </w:tcPr>
          <w:p w14:paraId="2493B85F" w14:textId="77777777" w:rsidR="003E1938" w:rsidRPr="00324E7E" w:rsidRDefault="003E1938" w:rsidP="00ED6259">
            <w:pPr>
              <w:rPr>
                <w:rFonts w:cs="Arial"/>
                <w:b/>
                <w:sz w:val="18"/>
                <w:szCs w:val="18"/>
              </w:rPr>
            </w:pPr>
          </w:p>
          <w:p w14:paraId="5214CA16" w14:textId="77777777" w:rsidR="003E1938" w:rsidRPr="00324E7E" w:rsidRDefault="003E1938" w:rsidP="00ED6259">
            <w:pPr>
              <w:rPr>
                <w:rFonts w:cs="Arial"/>
                <w:b/>
                <w:sz w:val="18"/>
                <w:szCs w:val="18"/>
              </w:rPr>
            </w:pPr>
          </w:p>
        </w:tc>
        <w:tc>
          <w:tcPr>
            <w:tcW w:w="3080" w:type="dxa"/>
          </w:tcPr>
          <w:p w14:paraId="029982F7" w14:textId="77777777" w:rsidR="003E1938" w:rsidRPr="00324E7E" w:rsidRDefault="003E1938" w:rsidP="00ED6259">
            <w:pPr>
              <w:rPr>
                <w:rFonts w:cs="Arial"/>
                <w:b/>
                <w:sz w:val="18"/>
                <w:szCs w:val="18"/>
              </w:rPr>
            </w:pPr>
          </w:p>
        </w:tc>
        <w:tc>
          <w:tcPr>
            <w:tcW w:w="1800" w:type="dxa"/>
          </w:tcPr>
          <w:p w14:paraId="5641F075" w14:textId="77777777" w:rsidR="003E1938" w:rsidRPr="00324E7E" w:rsidRDefault="003E1938" w:rsidP="00ED6259">
            <w:pPr>
              <w:rPr>
                <w:rFonts w:cs="Arial"/>
                <w:b/>
                <w:sz w:val="18"/>
                <w:szCs w:val="18"/>
              </w:rPr>
            </w:pPr>
          </w:p>
        </w:tc>
      </w:tr>
    </w:tbl>
    <w:p w14:paraId="6F7A0495" w14:textId="77777777" w:rsidR="003E1938" w:rsidRPr="00324E7E" w:rsidRDefault="003E1938" w:rsidP="003E1938">
      <w:pPr>
        <w:spacing w:after="200" w:line="276" w:lineRule="auto"/>
        <w:jc w:val="left"/>
        <w:rPr>
          <w:rFonts w:cs="Arial"/>
          <w:sz w:val="20"/>
          <w:szCs w:val="20"/>
        </w:rPr>
      </w:pPr>
    </w:p>
    <w:p w14:paraId="370EAFE8" w14:textId="77777777" w:rsidR="003E1938" w:rsidRDefault="003E1938" w:rsidP="003E1938">
      <w:pPr>
        <w:spacing w:line="240" w:lineRule="auto"/>
        <w:jc w:val="left"/>
      </w:pPr>
    </w:p>
    <w:p w14:paraId="154F2B42" w14:textId="2DBA012A" w:rsidR="003E1938" w:rsidRDefault="003E1938">
      <w:pPr>
        <w:spacing w:line="240" w:lineRule="auto"/>
        <w:jc w:val="left"/>
      </w:pPr>
    </w:p>
    <w:p w14:paraId="53CB676C" w14:textId="3EB06654" w:rsidR="003E1938" w:rsidRDefault="003E1938">
      <w:pPr>
        <w:spacing w:line="240" w:lineRule="auto"/>
        <w:jc w:val="left"/>
      </w:pPr>
    </w:p>
    <w:p w14:paraId="1052804E" w14:textId="3F899148" w:rsidR="003E1938" w:rsidRDefault="003E1938">
      <w:pPr>
        <w:spacing w:line="240" w:lineRule="auto"/>
        <w:jc w:val="left"/>
      </w:pPr>
    </w:p>
    <w:p w14:paraId="1B9751F9" w14:textId="1DF76574" w:rsidR="003E1938" w:rsidRDefault="003E1938">
      <w:pPr>
        <w:spacing w:line="240" w:lineRule="auto"/>
        <w:jc w:val="left"/>
      </w:pPr>
    </w:p>
    <w:p w14:paraId="36FBCDCF" w14:textId="7BABA2C4" w:rsidR="003E1938" w:rsidRDefault="003E1938">
      <w:pPr>
        <w:spacing w:line="240" w:lineRule="auto"/>
        <w:jc w:val="left"/>
      </w:pPr>
    </w:p>
    <w:p w14:paraId="02902EB2" w14:textId="753C2DA3" w:rsidR="003E1938" w:rsidRDefault="003E1938">
      <w:pPr>
        <w:spacing w:line="240" w:lineRule="auto"/>
        <w:jc w:val="left"/>
      </w:pPr>
    </w:p>
    <w:p w14:paraId="20AFB317" w14:textId="1D3B5D4B" w:rsidR="003E1938" w:rsidRDefault="003E1938">
      <w:pPr>
        <w:spacing w:line="240" w:lineRule="auto"/>
        <w:jc w:val="left"/>
      </w:pPr>
    </w:p>
    <w:p w14:paraId="0976BE12" w14:textId="6C92E9D8" w:rsidR="0017741F" w:rsidRDefault="0017741F">
      <w:pPr>
        <w:spacing w:line="240" w:lineRule="auto"/>
        <w:jc w:val="left"/>
      </w:pPr>
    </w:p>
    <w:p w14:paraId="5B220445" w14:textId="7F92BF8F" w:rsidR="0017741F" w:rsidRDefault="0017741F">
      <w:pPr>
        <w:spacing w:line="240" w:lineRule="auto"/>
        <w:jc w:val="left"/>
      </w:pPr>
    </w:p>
    <w:p w14:paraId="3BCBCFE1" w14:textId="349E7771" w:rsidR="0017741F" w:rsidRDefault="0017741F">
      <w:pPr>
        <w:spacing w:line="240" w:lineRule="auto"/>
        <w:jc w:val="left"/>
      </w:pPr>
    </w:p>
    <w:p w14:paraId="3E58E83E" w14:textId="22318E9C" w:rsidR="0017741F" w:rsidRDefault="0017741F">
      <w:pPr>
        <w:spacing w:line="240" w:lineRule="auto"/>
        <w:jc w:val="left"/>
      </w:pPr>
    </w:p>
    <w:p w14:paraId="6238B084" w14:textId="62AFDEB8" w:rsidR="0017741F" w:rsidRDefault="0017741F">
      <w:pPr>
        <w:spacing w:line="240" w:lineRule="auto"/>
        <w:jc w:val="left"/>
      </w:pPr>
    </w:p>
    <w:p w14:paraId="10002664" w14:textId="3E268169" w:rsidR="0017741F" w:rsidRDefault="0017741F">
      <w:pPr>
        <w:spacing w:line="240" w:lineRule="auto"/>
        <w:jc w:val="left"/>
      </w:pPr>
    </w:p>
    <w:p w14:paraId="663F73F5" w14:textId="6F03DE15" w:rsidR="0017741F" w:rsidRDefault="0017741F">
      <w:pPr>
        <w:spacing w:line="240" w:lineRule="auto"/>
        <w:jc w:val="left"/>
      </w:pPr>
    </w:p>
    <w:p w14:paraId="026BC4F1" w14:textId="1339275F" w:rsidR="0017741F" w:rsidRDefault="0017741F">
      <w:pPr>
        <w:spacing w:line="240" w:lineRule="auto"/>
        <w:jc w:val="left"/>
      </w:pPr>
    </w:p>
    <w:p w14:paraId="12A81D17" w14:textId="16F40EAF" w:rsidR="0017741F" w:rsidRDefault="0017741F">
      <w:pPr>
        <w:spacing w:line="240" w:lineRule="auto"/>
        <w:jc w:val="left"/>
      </w:pPr>
    </w:p>
    <w:p w14:paraId="2BE41F26" w14:textId="6F5A96DF" w:rsidR="0017741F" w:rsidRDefault="0017741F">
      <w:pPr>
        <w:spacing w:line="240" w:lineRule="auto"/>
        <w:jc w:val="left"/>
      </w:pPr>
    </w:p>
    <w:p w14:paraId="015ACEFE" w14:textId="06378D31" w:rsidR="0017741F" w:rsidRDefault="0017741F">
      <w:pPr>
        <w:spacing w:line="240" w:lineRule="auto"/>
        <w:jc w:val="left"/>
      </w:pPr>
    </w:p>
    <w:p w14:paraId="1C305789" w14:textId="49210E55" w:rsidR="0017741F" w:rsidRDefault="0017741F">
      <w:pPr>
        <w:spacing w:line="240" w:lineRule="auto"/>
        <w:jc w:val="left"/>
      </w:pPr>
    </w:p>
    <w:p w14:paraId="142FB902" w14:textId="0EE8D802" w:rsidR="0017741F" w:rsidRDefault="0017741F">
      <w:pPr>
        <w:spacing w:line="240" w:lineRule="auto"/>
        <w:jc w:val="left"/>
      </w:pPr>
    </w:p>
    <w:p w14:paraId="15B37F8C" w14:textId="5F4609FA" w:rsidR="0017741F" w:rsidRDefault="0017741F">
      <w:pPr>
        <w:spacing w:line="240" w:lineRule="auto"/>
        <w:jc w:val="left"/>
      </w:pPr>
    </w:p>
    <w:p w14:paraId="1CF99477" w14:textId="15CD7009" w:rsidR="0017741F" w:rsidRDefault="0017741F">
      <w:pPr>
        <w:spacing w:line="240" w:lineRule="auto"/>
        <w:jc w:val="left"/>
      </w:pPr>
    </w:p>
    <w:p w14:paraId="054FD327" w14:textId="2F0C1ADB" w:rsidR="0017741F" w:rsidRDefault="0017741F">
      <w:pPr>
        <w:spacing w:line="240" w:lineRule="auto"/>
        <w:jc w:val="left"/>
      </w:pPr>
    </w:p>
    <w:p w14:paraId="7E6F1514" w14:textId="0D43C591" w:rsidR="0017741F" w:rsidRDefault="0017741F">
      <w:pPr>
        <w:spacing w:line="240" w:lineRule="auto"/>
        <w:jc w:val="left"/>
      </w:pPr>
    </w:p>
    <w:p w14:paraId="7BFEF123" w14:textId="58D52905" w:rsidR="0017741F" w:rsidRDefault="0017741F">
      <w:pPr>
        <w:spacing w:line="240" w:lineRule="auto"/>
        <w:jc w:val="left"/>
      </w:pPr>
    </w:p>
    <w:p w14:paraId="04939211" w14:textId="1BEECBFE" w:rsidR="0017741F" w:rsidRDefault="0017741F">
      <w:pPr>
        <w:spacing w:line="240" w:lineRule="auto"/>
        <w:jc w:val="left"/>
      </w:pPr>
    </w:p>
    <w:p w14:paraId="33148213" w14:textId="07683F62" w:rsidR="0017741F" w:rsidRDefault="0017741F">
      <w:pPr>
        <w:spacing w:line="240" w:lineRule="auto"/>
        <w:jc w:val="left"/>
      </w:pPr>
    </w:p>
    <w:p w14:paraId="455445ED" w14:textId="7652738C" w:rsidR="0017741F" w:rsidRDefault="0017741F">
      <w:pPr>
        <w:spacing w:line="240" w:lineRule="auto"/>
        <w:jc w:val="left"/>
      </w:pPr>
    </w:p>
    <w:p w14:paraId="5427BE77" w14:textId="0F290E0D" w:rsidR="0017741F" w:rsidRDefault="0017741F">
      <w:pPr>
        <w:spacing w:line="240" w:lineRule="auto"/>
        <w:jc w:val="left"/>
      </w:pPr>
    </w:p>
    <w:p w14:paraId="350CB981" w14:textId="77777777" w:rsidR="0017741F" w:rsidRDefault="0017741F">
      <w:pPr>
        <w:spacing w:line="240" w:lineRule="auto"/>
        <w:jc w:val="left"/>
      </w:pPr>
    </w:p>
    <w:p w14:paraId="6A0141DC" w14:textId="0E0BBF37" w:rsidR="003E1938" w:rsidRDefault="003E1938">
      <w:pPr>
        <w:spacing w:line="240" w:lineRule="auto"/>
        <w:jc w:val="left"/>
      </w:pPr>
    </w:p>
    <w:p w14:paraId="73B3665C" w14:textId="77777777" w:rsidR="003E1938" w:rsidRDefault="003E1938">
      <w:pPr>
        <w:spacing w:line="240" w:lineRule="auto"/>
        <w:jc w:val="left"/>
      </w:pPr>
    </w:p>
    <w:p w14:paraId="1FEA75C1" w14:textId="7B695740" w:rsidR="006902BF" w:rsidRPr="0017741F" w:rsidRDefault="006902BF" w:rsidP="006902BF">
      <w:pPr>
        <w:keepNext/>
        <w:spacing w:line="240" w:lineRule="auto"/>
        <w:jc w:val="right"/>
        <w:outlineLvl w:val="0"/>
        <w:rPr>
          <w:rFonts w:cs="Arial"/>
          <w:b/>
          <w:bCs/>
          <w:kern w:val="32"/>
          <w:sz w:val="20"/>
          <w:szCs w:val="22"/>
        </w:rPr>
      </w:pPr>
      <w:r w:rsidRPr="0017741F">
        <w:rPr>
          <w:rFonts w:cs="Arial"/>
          <w:b/>
          <w:bCs/>
          <w:kern w:val="32"/>
          <w:sz w:val="20"/>
          <w:szCs w:val="22"/>
        </w:rPr>
        <w:t xml:space="preserve">Załącznik nr </w:t>
      </w:r>
      <w:r w:rsidR="0017741F" w:rsidRPr="0017741F">
        <w:rPr>
          <w:rFonts w:cs="Arial"/>
          <w:b/>
          <w:bCs/>
          <w:kern w:val="32"/>
          <w:sz w:val="20"/>
          <w:szCs w:val="22"/>
        </w:rPr>
        <w:t>7</w:t>
      </w:r>
      <w:r w:rsidRPr="0017741F">
        <w:rPr>
          <w:rFonts w:cs="Arial"/>
          <w:b/>
          <w:bCs/>
          <w:kern w:val="32"/>
          <w:sz w:val="20"/>
          <w:szCs w:val="22"/>
        </w:rPr>
        <w:t xml:space="preserve"> do SWZ</w:t>
      </w:r>
    </w:p>
    <w:p w14:paraId="00B429BC" w14:textId="77777777" w:rsidR="006902BF" w:rsidRPr="0017741F" w:rsidRDefault="006902BF" w:rsidP="006902BF">
      <w:pPr>
        <w:spacing w:line="240" w:lineRule="auto"/>
        <w:jc w:val="left"/>
        <w:rPr>
          <w:rFonts w:ascii="Times New Roman" w:hAnsi="Times New Roman"/>
          <w:b/>
          <w:sz w:val="24"/>
        </w:rPr>
      </w:pPr>
    </w:p>
    <w:p w14:paraId="1AB1C2C1" w14:textId="77777777" w:rsidR="006902BF" w:rsidRPr="0017741F" w:rsidRDefault="006902BF" w:rsidP="006902BF">
      <w:pPr>
        <w:pStyle w:val="Default"/>
        <w:jc w:val="center"/>
        <w:rPr>
          <w:rFonts w:ascii="Arial" w:hAnsi="Arial" w:cs="Arial"/>
          <w:b/>
          <w:color w:val="auto"/>
        </w:rPr>
      </w:pPr>
      <w:r w:rsidRPr="0017741F">
        <w:rPr>
          <w:rFonts w:ascii="Arial" w:hAnsi="Arial" w:cs="Arial"/>
          <w:b/>
          <w:color w:val="auto"/>
        </w:rPr>
        <w:t>Oświadczenie o zachowaniu poufności</w:t>
      </w:r>
    </w:p>
    <w:p w14:paraId="30891519" w14:textId="77777777" w:rsidR="006902BF" w:rsidRPr="0017741F"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17741F"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17741F" w:rsidRDefault="006902BF" w:rsidP="00774D5C">
            <w:pPr>
              <w:spacing w:line="276" w:lineRule="auto"/>
              <w:jc w:val="left"/>
              <w:rPr>
                <w:rFonts w:cs="Arial"/>
                <w:sz w:val="20"/>
              </w:rPr>
            </w:pPr>
            <w:r w:rsidRPr="0017741F">
              <w:rPr>
                <w:rFonts w:cs="Arial"/>
                <w:sz w:val="20"/>
              </w:rPr>
              <w:t>Dane Wykonawcy</w:t>
            </w:r>
          </w:p>
        </w:tc>
        <w:tc>
          <w:tcPr>
            <w:tcW w:w="3517" w:type="pct"/>
            <w:vAlign w:val="center"/>
          </w:tcPr>
          <w:p w14:paraId="5D3F8A24" w14:textId="77777777" w:rsidR="006902BF" w:rsidRPr="0017741F" w:rsidRDefault="006902BF" w:rsidP="00774D5C">
            <w:pPr>
              <w:spacing w:line="240" w:lineRule="auto"/>
              <w:jc w:val="left"/>
              <w:rPr>
                <w:rFonts w:cs="Arial"/>
                <w:sz w:val="24"/>
              </w:rPr>
            </w:pPr>
          </w:p>
          <w:p w14:paraId="69A36599" w14:textId="77777777" w:rsidR="006902BF" w:rsidRPr="0017741F" w:rsidRDefault="006902BF" w:rsidP="00774D5C">
            <w:pPr>
              <w:spacing w:line="240" w:lineRule="auto"/>
              <w:jc w:val="left"/>
              <w:rPr>
                <w:rFonts w:cs="Arial"/>
                <w:sz w:val="24"/>
              </w:rPr>
            </w:pPr>
          </w:p>
        </w:tc>
      </w:tr>
      <w:tr w:rsidR="003C6F35" w:rsidRPr="0017741F"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17741F" w:rsidRDefault="006902BF" w:rsidP="00774D5C">
            <w:pPr>
              <w:spacing w:line="276" w:lineRule="auto"/>
              <w:jc w:val="left"/>
              <w:rPr>
                <w:rFonts w:cs="Arial"/>
                <w:sz w:val="20"/>
              </w:rPr>
            </w:pPr>
            <w:r w:rsidRPr="0017741F">
              <w:rPr>
                <w:rFonts w:cs="Arial"/>
                <w:sz w:val="20"/>
              </w:rPr>
              <w:t xml:space="preserve">Adres Wykonawcy: </w:t>
            </w:r>
          </w:p>
          <w:p w14:paraId="46C517EB" w14:textId="77777777" w:rsidR="006902BF" w:rsidRPr="0017741F" w:rsidRDefault="006902BF" w:rsidP="00774D5C">
            <w:pPr>
              <w:spacing w:line="276" w:lineRule="auto"/>
              <w:jc w:val="left"/>
              <w:rPr>
                <w:rFonts w:cs="Arial"/>
                <w:sz w:val="20"/>
              </w:rPr>
            </w:pPr>
            <w:r w:rsidRPr="0017741F">
              <w:rPr>
                <w:rFonts w:cs="Arial"/>
                <w:sz w:val="20"/>
              </w:rPr>
              <w:t xml:space="preserve">ulica, nr lokalu, </w:t>
            </w:r>
          </w:p>
          <w:p w14:paraId="12336804" w14:textId="77777777" w:rsidR="006902BF" w:rsidRPr="0017741F" w:rsidRDefault="006902BF" w:rsidP="00774D5C">
            <w:pPr>
              <w:spacing w:line="276" w:lineRule="auto"/>
              <w:jc w:val="left"/>
              <w:rPr>
                <w:rFonts w:cs="Arial"/>
                <w:sz w:val="20"/>
              </w:rPr>
            </w:pPr>
            <w:r w:rsidRPr="0017741F">
              <w:rPr>
                <w:rFonts w:cs="Arial"/>
                <w:sz w:val="20"/>
              </w:rPr>
              <w:t xml:space="preserve">kod, miejscowość </w:t>
            </w:r>
          </w:p>
        </w:tc>
        <w:tc>
          <w:tcPr>
            <w:tcW w:w="3517" w:type="pct"/>
            <w:vAlign w:val="center"/>
          </w:tcPr>
          <w:p w14:paraId="592A2C88" w14:textId="77777777" w:rsidR="006902BF" w:rsidRPr="0017741F" w:rsidRDefault="006902BF" w:rsidP="00774D5C">
            <w:pPr>
              <w:spacing w:line="240" w:lineRule="auto"/>
              <w:jc w:val="left"/>
              <w:rPr>
                <w:rFonts w:cs="Arial"/>
                <w:sz w:val="24"/>
              </w:rPr>
            </w:pPr>
          </w:p>
        </w:tc>
      </w:tr>
    </w:tbl>
    <w:p w14:paraId="5D88FD4C" w14:textId="77777777" w:rsidR="006902BF" w:rsidRPr="0017741F" w:rsidRDefault="006902BF" w:rsidP="006902BF">
      <w:pPr>
        <w:tabs>
          <w:tab w:val="center" w:pos="0"/>
          <w:tab w:val="right" w:pos="9072"/>
        </w:tabs>
        <w:spacing w:before="240" w:line="360" w:lineRule="auto"/>
        <w:rPr>
          <w:rFonts w:cs="Arial"/>
          <w:szCs w:val="22"/>
        </w:rPr>
      </w:pPr>
    </w:p>
    <w:p w14:paraId="6B6A441E" w14:textId="794BEBA9" w:rsidR="006902BF" w:rsidRPr="0017741F" w:rsidRDefault="006902BF" w:rsidP="006902BF">
      <w:pPr>
        <w:tabs>
          <w:tab w:val="center" w:pos="0"/>
          <w:tab w:val="right" w:pos="9072"/>
        </w:tabs>
        <w:spacing w:before="240" w:line="360" w:lineRule="auto"/>
        <w:rPr>
          <w:rFonts w:cs="Arial"/>
          <w:sz w:val="20"/>
          <w:szCs w:val="20"/>
        </w:rPr>
      </w:pPr>
      <w:r w:rsidRPr="0017741F">
        <w:rPr>
          <w:rFonts w:cs="Arial"/>
          <w:sz w:val="20"/>
          <w:szCs w:val="20"/>
        </w:rPr>
        <w:t xml:space="preserve">W związku ze złożeniem wniosku o udział w wizji lokalnej w postępowaniu o udzielenie zamówienia niepublicznego prowadzonego w trybie przetargu nieograniczonego pn. </w:t>
      </w:r>
      <w:r w:rsidR="0017741F" w:rsidRPr="0017741F">
        <w:rPr>
          <w:rFonts w:cs="Arial"/>
          <w:sz w:val="20"/>
          <w:szCs w:val="20"/>
        </w:rPr>
        <w:t>„</w:t>
      </w:r>
      <w:r w:rsidR="0017741F" w:rsidRPr="0017741F">
        <w:rPr>
          <w:rFonts w:cs="Arial"/>
          <w:b/>
          <w:sz w:val="20"/>
          <w:szCs w:val="20"/>
        </w:rPr>
        <w:t>Przebudowa instalacji technologicznej strefy przyodwiertowej Brońsko-26H, przynależnej do KGZ Kościan-Brońsko</w:t>
      </w:r>
      <w:r w:rsidR="0017741F" w:rsidRPr="0017741F">
        <w:rPr>
          <w:rFonts w:cs="Arial"/>
          <w:sz w:val="20"/>
          <w:szCs w:val="20"/>
        </w:rPr>
        <w:t xml:space="preserve">” numer postępowania: </w:t>
      </w:r>
      <w:r w:rsidR="0017741F" w:rsidRPr="0017741F">
        <w:rPr>
          <w:rFonts w:cs="Arial"/>
          <w:b/>
          <w:sz w:val="20"/>
          <w:szCs w:val="20"/>
        </w:rPr>
        <w:t>NP/PGNG/24/1170/OZ/EU</w:t>
      </w:r>
      <w:r w:rsidR="0017741F" w:rsidRPr="0017741F">
        <w:rPr>
          <w:rFonts w:cs="Arial"/>
          <w:sz w:val="20"/>
          <w:szCs w:val="20"/>
        </w:rPr>
        <w:t xml:space="preserve"> </w:t>
      </w:r>
      <w:r w:rsidRPr="0017741F">
        <w:rPr>
          <w:rFonts w:cs="Arial"/>
          <w:sz w:val="20"/>
          <w:szCs w:val="20"/>
        </w:rPr>
        <w:t>oświadczam, że zobowiązuję się do:</w:t>
      </w:r>
    </w:p>
    <w:p w14:paraId="66C4283C" w14:textId="77777777" w:rsidR="006902BF" w:rsidRPr="0017741F" w:rsidRDefault="006902BF" w:rsidP="00C46DD3">
      <w:pPr>
        <w:numPr>
          <w:ilvl w:val="0"/>
          <w:numId w:val="24"/>
        </w:numPr>
        <w:tabs>
          <w:tab w:val="center" w:pos="0"/>
          <w:tab w:val="right" w:pos="9072"/>
        </w:tabs>
        <w:spacing w:line="360" w:lineRule="auto"/>
        <w:ind w:left="567"/>
        <w:rPr>
          <w:rFonts w:eastAsia="Calibri" w:cs="Arial"/>
          <w:sz w:val="20"/>
          <w:szCs w:val="20"/>
        </w:rPr>
      </w:pPr>
      <w:r w:rsidRPr="0017741F">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17741F" w:rsidRDefault="006902BF" w:rsidP="00C46DD3">
      <w:pPr>
        <w:numPr>
          <w:ilvl w:val="0"/>
          <w:numId w:val="24"/>
        </w:numPr>
        <w:tabs>
          <w:tab w:val="center" w:pos="0"/>
          <w:tab w:val="right" w:pos="9072"/>
        </w:tabs>
        <w:spacing w:line="360" w:lineRule="auto"/>
        <w:ind w:left="567"/>
        <w:rPr>
          <w:rFonts w:eastAsia="Calibri" w:cs="Arial"/>
          <w:sz w:val="20"/>
          <w:szCs w:val="20"/>
        </w:rPr>
      </w:pPr>
      <w:r w:rsidRPr="0017741F">
        <w:rPr>
          <w:rFonts w:eastAsia="Calibri" w:cs="Arial"/>
          <w:sz w:val="20"/>
          <w:szCs w:val="20"/>
        </w:rPr>
        <w:t>Wykorzystania informacji jedynie w celach przygotowania Oferty w przedmiotowym postępowaniu.</w:t>
      </w:r>
    </w:p>
    <w:p w14:paraId="0C24A3E3" w14:textId="77777777" w:rsidR="006902BF" w:rsidRPr="0017741F" w:rsidRDefault="006902BF" w:rsidP="00C46DD3">
      <w:pPr>
        <w:numPr>
          <w:ilvl w:val="0"/>
          <w:numId w:val="24"/>
        </w:numPr>
        <w:tabs>
          <w:tab w:val="center" w:pos="0"/>
          <w:tab w:val="right" w:pos="9072"/>
        </w:tabs>
        <w:spacing w:line="360" w:lineRule="auto"/>
        <w:ind w:left="567"/>
        <w:rPr>
          <w:rFonts w:eastAsia="Calibri" w:cs="Arial"/>
          <w:sz w:val="20"/>
          <w:szCs w:val="20"/>
        </w:rPr>
      </w:pPr>
      <w:r w:rsidRPr="0017741F">
        <w:rPr>
          <w:rFonts w:eastAsia="Calibri" w:cs="Arial"/>
          <w:sz w:val="20"/>
          <w:szCs w:val="20"/>
        </w:rPr>
        <w:t xml:space="preserve">Nie rozpowszechniania jakichkolwiek informacji lub danych uzyskanych podczas wizji lokalnej. </w:t>
      </w:r>
    </w:p>
    <w:p w14:paraId="74AFF17C" w14:textId="056ACADC" w:rsidR="006902BF" w:rsidRPr="0017741F" w:rsidRDefault="006902BF" w:rsidP="006902BF">
      <w:pPr>
        <w:tabs>
          <w:tab w:val="center" w:pos="0"/>
          <w:tab w:val="right" w:pos="9072"/>
        </w:tabs>
        <w:spacing w:after="240" w:line="360" w:lineRule="auto"/>
        <w:rPr>
          <w:rFonts w:cs="Arial"/>
          <w:sz w:val="20"/>
          <w:szCs w:val="20"/>
        </w:rPr>
      </w:pPr>
      <w:r w:rsidRPr="0017741F">
        <w:rPr>
          <w:rFonts w:cs="Arial"/>
          <w:sz w:val="20"/>
          <w:szCs w:val="20"/>
        </w:rPr>
        <w:t>Ponadto osoby biorące udział w wizji lokalnej ze strony Wykonawcy zostały przeze mnie poinformowane o powyższym zobowiązaniu oraz o ochronie danych osobowych, o której mowa w pkt</w:t>
      </w:r>
      <w:r w:rsidR="006107B4" w:rsidRPr="0017741F">
        <w:rPr>
          <w:rFonts w:cs="Arial"/>
          <w:sz w:val="20"/>
          <w:szCs w:val="20"/>
        </w:rPr>
        <w:t>.</w:t>
      </w:r>
      <w:r w:rsidRPr="0017741F">
        <w:rPr>
          <w:rFonts w:cs="Arial"/>
          <w:sz w:val="20"/>
          <w:szCs w:val="20"/>
        </w:rPr>
        <w:t xml:space="preserve"> 26 SWZ.</w:t>
      </w:r>
    </w:p>
    <w:p w14:paraId="1CD020D4" w14:textId="77777777" w:rsidR="006902BF" w:rsidRPr="0017741F" w:rsidRDefault="006902BF" w:rsidP="006902BF">
      <w:pPr>
        <w:tabs>
          <w:tab w:val="center" w:pos="0"/>
          <w:tab w:val="right" w:pos="9072"/>
        </w:tabs>
        <w:spacing w:after="240" w:line="360" w:lineRule="auto"/>
        <w:rPr>
          <w:rFonts w:cs="Arial"/>
          <w:sz w:val="20"/>
          <w:szCs w:val="20"/>
        </w:rPr>
      </w:pPr>
      <w:r w:rsidRPr="0017741F">
        <w:rPr>
          <w:rFonts w:cs="Arial"/>
          <w:sz w:val="20"/>
          <w:szCs w:val="20"/>
        </w:rPr>
        <w:t xml:space="preserve">Oświadczam, że mam świadomość skutków prawnych mogących powstać w związku </w:t>
      </w:r>
      <w:r w:rsidRPr="0017741F">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17741F" w14:paraId="67A886F6" w14:textId="77777777" w:rsidTr="00774D5C">
        <w:trPr>
          <w:cantSplit/>
          <w:trHeight w:val="703"/>
          <w:jc w:val="center"/>
        </w:trPr>
        <w:tc>
          <w:tcPr>
            <w:tcW w:w="2269" w:type="pct"/>
            <w:vAlign w:val="center"/>
          </w:tcPr>
          <w:p w14:paraId="3D0ED534" w14:textId="31C076AE" w:rsidR="006902BF" w:rsidRPr="0017741F" w:rsidRDefault="00B83B79" w:rsidP="00774D5C">
            <w:pPr>
              <w:spacing w:line="240" w:lineRule="auto"/>
              <w:jc w:val="center"/>
              <w:rPr>
                <w:rFonts w:cs="Arial"/>
                <w:bCs/>
                <w:sz w:val="20"/>
                <w:szCs w:val="20"/>
              </w:rPr>
            </w:pPr>
            <w:r w:rsidRPr="0017741F">
              <w:rPr>
                <w:rFonts w:cs="Arial"/>
                <w:bCs/>
                <w:sz w:val="18"/>
                <w:szCs w:val="18"/>
              </w:rPr>
              <w:t>Nazwisko i imię osoby (osób) uprawnionej(ych) do występowania w obrocie prawnym lub posiadającej (ych) pełnomocnictwo</w:t>
            </w:r>
          </w:p>
        </w:tc>
        <w:tc>
          <w:tcPr>
            <w:tcW w:w="1539" w:type="pct"/>
            <w:vAlign w:val="center"/>
          </w:tcPr>
          <w:p w14:paraId="7D15F325" w14:textId="63C59D5E" w:rsidR="006902BF" w:rsidRPr="0017741F" w:rsidRDefault="00B83B79" w:rsidP="00774D5C">
            <w:pPr>
              <w:spacing w:line="240" w:lineRule="auto"/>
              <w:jc w:val="center"/>
              <w:rPr>
                <w:rFonts w:cs="Arial"/>
                <w:bCs/>
                <w:sz w:val="20"/>
                <w:szCs w:val="20"/>
              </w:rPr>
            </w:pPr>
            <w:r w:rsidRPr="0017741F">
              <w:rPr>
                <w:rFonts w:cs="Arial"/>
                <w:bCs/>
                <w:sz w:val="18"/>
                <w:szCs w:val="18"/>
              </w:rPr>
              <w:t>Podpis(y) osoby(osób) uprawnionej</w:t>
            </w:r>
            <w:r w:rsidRPr="0017741F" w:rsidDel="000F6600">
              <w:rPr>
                <w:rFonts w:cs="Arial"/>
                <w:bCs/>
                <w:sz w:val="18"/>
                <w:szCs w:val="18"/>
              </w:rPr>
              <w:t xml:space="preserve"> </w:t>
            </w:r>
            <w:r w:rsidRPr="0017741F">
              <w:rPr>
                <w:rFonts w:cs="Arial"/>
                <w:bCs/>
                <w:sz w:val="18"/>
                <w:szCs w:val="18"/>
              </w:rPr>
              <w:t>(ych)</w:t>
            </w:r>
          </w:p>
        </w:tc>
        <w:tc>
          <w:tcPr>
            <w:tcW w:w="1192" w:type="pct"/>
            <w:vAlign w:val="center"/>
          </w:tcPr>
          <w:p w14:paraId="4E1DC8AD" w14:textId="77777777" w:rsidR="006902BF" w:rsidRPr="0017741F" w:rsidRDefault="006902BF" w:rsidP="00774D5C">
            <w:pPr>
              <w:spacing w:line="240" w:lineRule="auto"/>
              <w:jc w:val="center"/>
              <w:rPr>
                <w:rFonts w:cs="Arial"/>
                <w:bCs/>
                <w:sz w:val="20"/>
                <w:szCs w:val="20"/>
              </w:rPr>
            </w:pPr>
            <w:r w:rsidRPr="0017741F">
              <w:rPr>
                <w:rFonts w:cs="Arial"/>
                <w:bCs/>
                <w:sz w:val="20"/>
                <w:szCs w:val="20"/>
              </w:rPr>
              <w:t>Miejscowość i data</w:t>
            </w:r>
          </w:p>
        </w:tc>
      </w:tr>
      <w:tr w:rsidR="006902BF" w:rsidRPr="0017741F" w14:paraId="12A05BA2" w14:textId="77777777" w:rsidTr="00774D5C">
        <w:trPr>
          <w:cantSplit/>
          <w:trHeight w:val="674"/>
          <w:jc w:val="center"/>
        </w:trPr>
        <w:tc>
          <w:tcPr>
            <w:tcW w:w="2269" w:type="pct"/>
            <w:vAlign w:val="center"/>
          </w:tcPr>
          <w:p w14:paraId="474E7DB5" w14:textId="77777777" w:rsidR="006902BF" w:rsidRPr="0017741F" w:rsidRDefault="006902BF" w:rsidP="00774D5C">
            <w:pPr>
              <w:spacing w:after="200" w:line="276" w:lineRule="auto"/>
              <w:jc w:val="left"/>
              <w:rPr>
                <w:rFonts w:cs="Arial"/>
                <w:b/>
                <w:sz w:val="20"/>
                <w:szCs w:val="20"/>
              </w:rPr>
            </w:pPr>
          </w:p>
          <w:p w14:paraId="293969A3" w14:textId="77777777" w:rsidR="006902BF" w:rsidRPr="0017741F"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17741F"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17741F" w:rsidRDefault="006902BF" w:rsidP="00774D5C">
            <w:pPr>
              <w:spacing w:after="200" w:line="276" w:lineRule="auto"/>
              <w:jc w:val="left"/>
              <w:rPr>
                <w:rFonts w:cs="Arial"/>
                <w:b/>
                <w:sz w:val="20"/>
                <w:szCs w:val="20"/>
              </w:rPr>
            </w:pPr>
          </w:p>
        </w:tc>
      </w:tr>
    </w:tbl>
    <w:p w14:paraId="2CE8097B" w14:textId="77777777" w:rsidR="006902BF" w:rsidRPr="0017741F" w:rsidRDefault="006902BF" w:rsidP="006902BF">
      <w:pPr>
        <w:spacing w:line="240" w:lineRule="auto"/>
        <w:jc w:val="left"/>
      </w:pPr>
    </w:p>
    <w:p w14:paraId="5CC06CED" w14:textId="77777777" w:rsidR="006902BF" w:rsidRPr="0017741F" w:rsidRDefault="006902BF" w:rsidP="006902BF"/>
    <w:p w14:paraId="5D1FB79B" w14:textId="77777777" w:rsidR="006902BF" w:rsidRPr="0017741F" w:rsidRDefault="006902BF" w:rsidP="006902BF"/>
    <w:p w14:paraId="24D3AAA6" w14:textId="77777777" w:rsidR="006902BF" w:rsidRPr="0017741F" w:rsidRDefault="006902BF" w:rsidP="006902BF">
      <w:pPr>
        <w:tabs>
          <w:tab w:val="left" w:pos="3720"/>
        </w:tabs>
      </w:pPr>
      <w:r w:rsidRPr="0017741F">
        <w:tab/>
      </w:r>
    </w:p>
    <w:p w14:paraId="51884445" w14:textId="7A5B0EDC" w:rsidR="006902BF" w:rsidRPr="0017741F" w:rsidRDefault="006902BF">
      <w:pPr>
        <w:spacing w:line="240" w:lineRule="auto"/>
        <w:jc w:val="left"/>
      </w:pPr>
    </w:p>
    <w:p w14:paraId="1255FDE8" w14:textId="7EDDA559" w:rsidR="00CE308C" w:rsidRPr="0017741F" w:rsidRDefault="00CE308C">
      <w:pPr>
        <w:spacing w:line="240" w:lineRule="auto"/>
        <w:jc w:val="left"/>
      </w:pPr>
    </w:p>
    <w:sectPr w:rsidR="00CE308C" w:rsidRPr="0017741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E8AFE" w14:textId="77777777" w:rsidR="00527AAF" w:rsidRDefault="00527AAF">
      <w:r>
        <w:separator/>
      </w:r>
    </w:p>
  </w:endnote>
  <w:endnote w:type="continuationSeparator" w:id="0">
    <w:p w14:paraId="0B182089" w14:textId="77777777" w:rsidR="00527AAF" w:rsidRDefault="0052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7EFB7664" w:rsidR="00527AAF" w:rsidRPr="00872672" w:rsidRDefault="00527AA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A13ED">
              <w:rPr>
                <w:rFonts w:cs="Arial"/>
                <w:b/>
                <w:bCs/>
                <w:noProof/>
                <w:sz w:val="16"/>
              </w:rPr>
              <w:t>30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A13ED">
              <w:rPr>
                <w:rFonts w:cs="Arial"/>
                <w:b/>
                <w:bCs/>
                <w:noProof/>
                <w:sz w:val="16"/>
              </w:rPr>
              <w:t>33</w:t>
            </w:r>
            <w:r w:rsidRPr="00872672">
              <w:rPr>
                <w:rFonts w:cs="Arial"/>
                <w:b/>
                <w:bCs/>
                <w:sz w:val="16"/>
              </w:rPr>
              <w:fldChar w:fldCharType="end"/>
            </w:r>
          </w:p>
        </w:sdtContent>
      </w:sdt>
    </w:sdtContent>
  </w:sdt>
  <w:p w14:paraId="3A1AE1B1" w14:textId="77777777" w:rsidR="00527AAF" w:rsidRDefault="00527AAF">
    <w:pPr>
      <w:pStyle w:val="Stopka"/>
    </w:pPr>
  </w:p>
  <w:p w14:paraId="184AFB2B" w14:textId="77777777" w:rsidR="00527AAF" w:rsidRDefault="00527A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FAA4E" w14:textId="77777777" w:rsidR="00527AAF" w:rsidRDefault="00527AAF">
      <w:r>
        <w:separator/>
      </w:r>
    </w:p>
  </w:footnote>
  <w:footnote w:type="continuationSeparator" w:id="0">
    <w:p w14:paraId="1C2D3378" w14:textId="77777777" w:rsidR="00527AAF" w:rsidRDefault="00527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0963595" w:rsidR="00527AAF" w:rsidRPr="00DA3B44" w:rsidRDefault="00527AAF" w:rsidP="00DA3B44">
    <w:pPr>
      <w:pStyle w:val="Nagwek"/>
    </w:pPr>
    <w:r>
      <w:t>„Przebudowa instalacji technologicznej strefy przyodwiertowej Brońsko-26H, przynależnej do KGZ Kościan-Brońsko” numer postępowania: NP/PGNG/24/1170/OZ/EU</w:t>
    </w:r>
  </w:p>
  <w:p w14:paraId="47903CB1" w14:textId="77777777" w:rsidR="00527AAF" w:rsidRDefault="00527AA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601"/>
    <w:multiLevelType w:val="hybridMultilevel"/>
    <w:tmpl w:val="A622DE2A"/>
    <w:lvl w:ilvl="0" w:tplc="A1F8341E">
      <w:start w:val="4"/>
      <w:numFmt w:val="lowerLetter"/>
      <w:lvlText w:val="%1)"/>
      <w:lvlJc w:val="left"/>
      <w:pPr>
        <w:ind w:left="1854" w:hanging="360"/>
      </w:pPr>
      <w:rPr>
        <w:rFonts w:hint="default"/>
        <w:b/>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EFB44E04"/>
    <w:lvl w:ilvl="0" w:tplc="765AC858">
      <w:start w:val="1"/>
      <w:numFmt w:val="lowerLetter"/>
      <w:pStyle w:val="Styla"/>
      <w:lvlText w:val="%1)"/>
      <w:lvlJc w:val="left"/>
      <w:pPr>
        <w:ind w:left="1494"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D16545"/>
    <w:multiLevelType w:val="hybridMultilevel"/>
    <w:tmpl w:val="50264454"/>
    <w:lvl w:ilvl="0" w:tplc="B082126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61621"/>
    <w:multiLevelType w:val="hybridMultilevel"/>
    <w:tmpl w:val="393C45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F7EA5952">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80049632"/>
    <w:lvl w:ilvl="0" w:tplc="2C00783C">
      <w:start w:val="1"/>
      <w:numFmt w:val="lowerLetter"/>
      <w:lvlText w:val="%1)"/>
      <w:lvlJc w:val="left"/>
      <w:pPr>
        <w:ind w:left="360" w:hanging="360"/>
      </w:pPr>
      <w:rPr>
        <w:rFonts w:ascii="Arial" w:eastAsia="Times New Roman" w:hAnsi="Arial" w:cs="Arial"/>
      </w:rPr>
    </w:lvl>
    <w:lvl w:ilvl="1" w:tplc="04150017">
      <w:start w:val="1"/>
      <w:numFmt w:val="lowerLetter"/>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14944"/>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0" w15:restartNumberingAfterBreak="0">
    <w:nsid w:val="1E345BE9"/>
    <w:multiLevelType w:val="hybridMultilevel"/>
    <w:tmpl w:val="DF3210C4"/>
    <w:lvl w:ilvl="0" w:tplc="9FF4F66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F24619"/>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4"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F437DB"/>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7" w15:restartNumberingAfterBreak="0">
    <w:nsid w:val="2D833213"/>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8" w15:restartNumberingAfterBreak="0">
    <w:nsid w:val="2FE655E5"/>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9"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ED47A34"/>
    <w:multiLevelType w:val="hybridMultilevel"/>
    <w:tmpl w:val="630EA8F6"/>
    <w:lvl w:ilvl="0" w:tplc="0415000F">
      <w:start w:val="1"/>
      <w:numFmt w:val="decimal"/>
      <w:lvlText w:val="%1."/>
      <w:lvlJc w:val="left"/>
      <w:pPr>
        <w:ind w:left="2214" w:hanging="360"/>
      </w:pPr>
      <w:rPr>
        <w:rFonts w:hint="default"/>
        <w:b/>
      </w:r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24"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5435FC5"/>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6" w15:restartNumberingAfterBreak="0">
    <w:nsid w:val="48203504"/>
    <w:multiLevelType w:val="hybridMultilevel"/>
    <w:tmpl w:val="327C0EA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F716C97"/>
    <w:multiLevelType w:val="hybridMultilevel"/>
    <w:tmpl w:val="477CCD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0760854"/>
    <w:multiLevelType w:val="hybridMultilevel"/>
    <w:tmpl w:val="24AC4EE8"/>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3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017BF1"/>
    <w:multiLevelType w:val="hybridMultilevel"/>
    <w:tmpl w:val="33BC028E"/>
    <w:lvl w:ilvl="0" w:tplc="04150017">
      <w:start w:val="1"/>
      <w:numFmt w:val="lowerLetter"/>
      <w:lvlText w:val="%1)"/>
      <w:lvlJc w:val="lef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8" w15:restartNumberingAfterBreak="0">
    <w:nsid w:val="6F1D79F5"/>
    <w:multiLevelType w:val="hybridMultilevel"/>
    <w:tmpl w:val="891C95C0"/>
    <w:lvl w:ilvl="0" w:tplc="04150017">
      <w:start w:val="1"/>
      <w:numFmt w:val="lowerLetter"/>
      <w:lvlText w:val="%1)"/>
      <w:lvlJc w:val="left"/>
      <w:pPr>
        <w:ind w:left="2214" w:hanging="360"/>
      </w:pPr>
      <w:rPr>
        <w:rFonts w:hint="default"/>
      </w:r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39"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3"/>
  </w:num>
  <w:num w:numId="2">
    <w:abstractNumId w:val="12"/>
  </w:num>
  <w:num w:numId="3">
    <w:abstractNumId w:val="6"/>
  </w:num>
  <w:num w:numId="4">
    <w:abstractNumId w:val="22"/>
  </w:num>
  <w:num w:numId="5">
    <w:abstractNumId w:val="24"/>
  </w:num>
  <w:num w:numId="6">
    <w:abstractNumId w:val="27"/>
  </w:num>
  <w:num w:numId="7">
    <w:abstractNumId w:val="4"/>
  </w:num>
  <w:num w:numId="8">
    <w:abstractNumId w:val="35"/>
  </w:num>
  <w:num w:numId="9">
    <w:abstractNumId w:val="11"/>
  </w:num>
  <w:num w:numId="10">
    <w:abstractNumId w:val="10"/>
  </w:num>
  <w:num w:numId="11">
    <w:abstractNumId w:val="32"/>
  </w:num>
  <w:num w:numId="12">
    <w:abstractNumId w:val="36"/>
  </w:num>
  <w:num w:numId="13">
    <w:abstractNumId w:val="31"/>
  </w:num>
  <w:num w:numId="14">
    <w:abstractNumId w:val="42"/>
  </w:num>
  <w:num w:numId="15">
    <w:abstractNumId w:val="5"/>
  </w:num>
  <w:num w:numId="16">
    <w:abstractNumId w:val="37"/>
  </w:num>
  <w:num w:numId="17">
    <w:abstractNumId w:val="2"/>
  </w:num>
  <w:num w:numId="18">
    <w:abstractNumId w:val="21"/>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num>
  <w:num w:numId="24">
    <w:abstractNumId w:val="14"/>
  </w:num>
  <w:num w:numId="25">
    <w:abstractNumId w:val="39"/>
  </w:num>
  <w:num w:numId="26">
    <w:abstractNumId w:val="7"/>
  </w:num>
  <w:num w:numId="27">
    <w:abstractNumId w:val="20"/>
  </w:num>
  <w:num w:numId="28">
    <w:abstractNumId w:val="29"/>
  </w:num>
  <w:num w:numId="29">
    <w:abstractNumId w:val="15"/>
  </w:num>
  <w:num w:numId="30">
    <w:abstractNumId w:val="41"/>
  </w:num>
  <w:num w:numId="31">
    <w:abstractNumId w:val="40"/>
  </w:num>
  <w:num w:numId="32">
    <w:abstractNumId w:val="8"/>
  </w:num>
  <w:num w:numId="33">
    <w:abstractNumId w:val="19"/>
  </w:num>
  <w:num w:numId="34">
    <w:abstractNumId w:val="1"/>
  </w:num>
  <w:num w:numId="35">
    <w:abstractNumId w:val="33"/>
  </w:num>
  <w:num w:numId="36">
    <w:abstractNumId w:val="38"/>
  </w:num>
  <w:num w:numId="37">
    <w:abstractNumId w:val="23"/>
  </w:num>
  <w:num w:numId="38">
    <w:abstractNumId w:val="0"/>
  </w:num>
  <w:num w:numId="39">
    <w:abstractNumId w:val="28"/>
  </w:num>
  <w:num w:numId="40">
    <w:abstractNumId w:val="26"/>
  </w:num>
  <w:num w:numId="41">
    <w:abstractNumId w:val="9"/>
  </w:num>
  <w:num w:numId="42">
    <w:abstractNumId w:val="13"/>
  </w:num>
  <w:num w:numId="43">
    <w:abstractNumId w:val="30"/>
  </w:num>
  <w:num w:numId="44">
    <w:abstractNumId w:val="17"/>
  </w:num>
  <w:num w:numId="45">
    <w:abstractNumId w:val="16"/>
  </w:num>
  <w:num w:numId="46">
    <w:abstractNumId w:val="18"/>
  </w:num>
  <w:num w:numId="47">
    <w:abstractNumId w:val="25"/>
  </w:num>
  <w:num w:numId="48">
    <w:abstractNumId w:val="3"/>
  </w:num>
  <w:num w:numId="49">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3792"/>
    <w:rsid w:val="00064A4B"/>
    <w:rsid w:val="00067A0C"/>
    <w:rsid w:val="0007678B"/>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41F"/>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1EFA"/>
    <w:rsid w:val="001E2DB0"/>
    <w:rsid w:val="001E6FE6"/>
    <w:rsid w:val="001F180B"/>
    <w:rsid w:val="001F4019"/>
    <w:rsid w:val="001F44C1"/>
    <w:rsid w:val="001F6240"/>
    <w:rsid w:val="001F6678"/>
    <w:rsid w:val="001F74AF"/>
    <w:rsid w:val="00204D3A"/>
    <w:rsid w:val="00210076"/>
    <w:rsid w:val="00210F36"/>
    <w:rsid w:val="00212856"/>
    <w:rsid w:val="002137B5"/>
    <w:rsid w:val="00213DF8"/>
    <w:rsid w:val="00214A89"/>
    <w:rsid w:val="00222C9C"/>
    <w:rsid w:val="0022385A"/>
    <w:rsid w:val="00224893"/>
    <w:rsid w:val="00224D60"/>
    <w:rsid w:val="00225295"/>
    <w:rsid w:val="00226164"/>
    <w:rsid w:val="00235187"/>
    <w:rsid w:val="00241B2D"/>
    <w:rsid w:val="00241CEC"/>
    <w:rsid w:val="00241D34"/>
    <w:rsid w:val="00244734"/>
    <w:rsid w:val="00246756"/>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55BC"/>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17F22"/>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13ED"/>
    <w:rsid w:val="003A3DA7"/>
    <w:rsid w:val="003A54BB"/>
    <w:rsid w:val="003A6159"/>
    <w:rsid w:val="003A6399"/>
    <w:rsid w:val="003B54B5"/>
    <w:rsid w:val="003B72F1"/>
    <w:rsid w:val="003C2E88"/>
    <w:rsid w:val="003C4F15"/>
    <w:rsid w:val="003C559E"/>
    <w:rsid w:val="003C6A2E"/>
    <w:rsid w:val="003C6F35"/>
    <w:rsid w:val="003D0986"/>
    <w:rsid w:val="003D0E90"/>
    <w:rsid w:val="003D2127"/>
    <w:rsid w:val="003E1938"/>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A09"/>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17EA7"/>
    <w:rsid w:val="00520899"/>
    <w:rsid w:val="0052151D"/>
    <w:rsid w:val="00525C0E"/>
    <w:rsid w:val="00527AAF"/>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1551"/>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64D14"/>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2C78"/>
    <w:rsid w:val="007F6CF2"/>
    <w:rsid w:val="007F78C3"/>
    <w:rsid w:val="00800E66"/>
    <w:rsid w:val="00802090"/>
    <w:rsid w:val="00803908"/>
    <w:rsid w:val="00804BC7"/>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B3925"/>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A6A54"/>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5DB1"/>
    <w:rsid w:val="009F70B3"/>
    <w:rsid w:val="009F7BC2"/>
    <w:rsid w:val="00A0466B"/>
    <w:rsid w:val="00A05D86"/>
    <w:rsid w:val="00A074E9"/>
    <w:rsid w:val="00A26D83"/>
    <w:rsid w:val="00A321CD"/>
    <w:rsid w:val="00A33295"/>
    <w:rsid w:val="00A33FEA"/>
    <w:rsid w:val="00A3467E"/>
    <w:rsid w:val="00A441AC"/>
    <w:rsid w:val="00A442F1"/>
    <w:rsid w:val="00A44B45"/>
    <w:rsid w:val="00A46FC9"/>
    <w:rsid w:val="00A46FE7"/>
    <w:rsid w:val="00A473A6"/>
    <w:rsid w:val="00A5198F"/>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C61CE"/>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5234"/>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623A"/>
    <w:rsid w:val="00D877C6"/>
    <w:rsid w:val="00D902A2"/>
    <w:rsid w:val="00D92DD7"/>
    <w:rsid w:val="00D940AE"/>
    <w:rsid w:val="00D96B65"/>
    <w:rsid w:val="00D976F1"/>
    <w:rsid w:val="00DA25C9"/>
    <w:rsid w:val="00DA2630"/>
    <w:rsid w:val="00DA3B44"/>
    <w:rsid w:val="00DA5C95"/>
    <w:rsid w:val="00DB4718"/>
    <w:rsid w:val="00DB5FE2"/>
    <w:rsid w:val="00DB691C"/>
    <w:rsid w:val="00DC0D3C"/>
    <w:rsid w:val="00DC41A7"/>
    <w:rsid w:val="00DC74F8"/>
    <w:rsid w:val="00DC7824"/>
    <w:rsid w:val="00DD06A2"/>
    <w:rsid w:val="00DD3886"/>
    <w:rsid w:val="00DE0CE3"/>
    <w:rsid w:val="00DE5D2A"/>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2C99"/>
    <w:rsid w:val="00E65E28"/>
    <w:rsid w:val="00E65F46"/>
    <w:rsid w:val="00E715DF"/>
    <w:rsid w:val="00E719B4"/>
    <w:rsid w:val="00E71E4F"/>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D6259"/>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03B0"/>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1938"/>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9CFEA-3FDB-4FF9-BEB9-DF9A7F53825E}">
  <ds:schemaRefs>
    <ds:schemaRef ds:uri="http://schemas.microsoft.com/sharepoint/v3/contenttype/forms"/>
  </ds:schemaRefs>
</ds:datastoreItem>
</file>

<file path=customXml/itemProps2.xml><?xml version="1.0" encoding="utf-8"?>
<ds:datastoreItem xmlns:ds="http://schemas.openxmlformats.org/officeDocument/2006/customXml" ds:itemID="{633CED28-B6C9-4747-98D0-993AACA5A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01062B-AD3E-4789-94ED-5DA6F3CFE719}">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schemas.microsoft.com/office/2006/documentManagement/types"/>
    <ds:schemaRef ds:uri="http://schemas.microsoft.com/office/2006/metadata/properties"/>
    <ds:schemaRef ds:uri="83cc594e-1913-4543-bb38-8a2f73b7f1c3"/>
    <ds:schemaRef ds:uri="http://www.w3.org/XML/1998/namespace"/>
    <ds:schemaRef ds:uri="http://purl.org/dc/elements/1.1/"/>
  </ds:schemaRefs>
</ds:datastoreItem>
</file>

<file path=customXml/itemProps4.xml><?xml version="1.0" encoding="utf-8"?>
<ds:datastoreItem xmlns:ds="http://schemas.openxmlformats.org/officeDocument/2006/customXml" ds:itemID="{C76A97BD-6FBD-4C3D-B1C2-E8C99E73B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404</TotalTime>
  <Pages>33</Pages>
  <Words>10987</Words>
  <Characters>65927</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36</cp:revision>
  <cp:lastPrinted>2018-05-25T12:56:00Z</cp:lastPrinted>
  <dcterms:created xsi:type="dcterms:W3CDTF">2024-10-04T06:14:00Z</dcterms:created>
  <dcterms:modified xsi:type="dcterms:W3CDTF">2024-11-08T12:32:00Z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