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06FAD8" w14:textId="5C0AEE78" w:rsidR="006C29FD" w:rsidRDefault="006C29FD" w:rsidP="0079180F">
      <w:pPr>
        <w:spacing w:before="900" w:line="400" w:lineRule="exact"/>
        <w:jc w:val="center"/>
        <w:rPr>
          <w:b/>
          <w:sz w:val="32"/>
          <w:szCs w:val="32"/>
        </w:rPr>
      </w:pPr>
    </w:p>
    <w:p w14:paraId="66D1F819" w14:textId="5CB8E06B" w:rsidR="006C29FD" w:rsidRDefault="00CF5D1E" w:rsidP="0079180F">
      <w:pPr>
        <w:spacing w:before="900" w:line="400" w:lineRule="exact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3" behindDoc="1" locked="0" layoutInCell="1" allowOverlap="1" wp14:anchorId="138AA9E1" wp14:editId="3B863F30">
            <wp:simplePos x="0" y="0"/>
            <wp:positionH relativeFrom="margin">
              <wp:align>center</wp:align>
            </wp:positionH>
            <wp:positionV relativeFrom="page">
              <wp:posOffset>2152650</wp:posOffset>
            </wp:positionV>
            <wp:extent cx="3103245" cy="1499870"/>
            <wp:effectExtent l="0" t="0" r="1905" b="5080"/>
            <wp:wrapTight wrapText="bothSides">
              <wp:wrapPolygon edited="0">
                <wp:start x="0" y="0"/>
                <wp:lineTo x="0" y="21399"/>
                <wp:lineTo x="21481" y="21399"/>
                <wp:lineTo x="21481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245" cy="1499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027C9CD" w14:textId="77777777" w:rsidR="00850AF4" w:rsidRPr="00850AF4" w:rsidRDefault="00850AF4" w:rsidP="0079180F">
      <w:pPr>
        <w:spacing w:before="900" w:line="400" w:lineRule="exact"/>
        <w:jc w:val="center"/>
        <w:rPr>
          <w:b/>
          <w:sz w:val="32"/>
          <w:szCs w:val="32"/>
        </w:rPr>
      </w:pPr>
      <w:r w:rsidRPr="00850AF4">
        <w:rPr>
          <w:b/>
          <w:sz w:val="32"/>
          <w:szCs w:val="32"/>
        </w:rPr>
        <w:t xml:space="preserve">SPECYFIKACJA </w:t>
      </w:r>
    </w:p>
    <w:p w14:paraId="31757479" w14:textId="77777777" w:rsidR="006D68AD" w:rsidRDefault="00850AF4" w:rsidP="0079180F">
      <w:pPr>
        <w:spacing w:after="1600" w:line="400" w:lineRule="exact"/>
        <w:jc w:val="center"/>
        <w:rPr>
          <w:b/>
          <w:sz w:val="32"/>
          <w:szCs w:val="32"/>
        </w:rPr>
      </w:pPr>
      <w:r w:rsidRPr="00850AF4">
        <w:rPr>
          <w:b/>
          <w:sz w:val="32"/>
          <w:szCs w:val="32"/>
        </w:rPr>
        <w:t>WARUNKÓW ZAMÓWIENIA</w:t>
      </w:r>
    </w:p>
    <w:p w14:paraId="020205E0" w14:textId="35E19B95" w:rsidR="00F40506" w:rsidRDefault="00F40506" w:rsidP="00F40506">
      <w:pPr>
        <w:spacing w:line="276" w:lineRule="auto"/>
        <w:jc w:val="center"/>
        <w:rPr>
          <w:rFonts w:cs="Arial"/>
          <w:smallCaps/>
          <w:sz w:val="20"/>
          <w:szCs w:val="20"/>
        </w:rPr>
      </w:pPr>
      <w:r w:rsidRPr="00CD58B8">
        <w:rPr>
          <w:rFonts w:cs="Arial"/>
          <w:smallCaps/>
          <w:sz w:val="20"/>
          <w:szCs w:val="20"/>
        </w:rPr>
        <w:t>W POSTĘPOWANIU O UDZIELENIE ZAMÓWIENIA NIEPUBLICZNEGO PROWADZON</w:t>
      </w:r>
      <w:r w:rsidR="00D75150">
        <w:rPr>
          <w:rFonts w:cs="Arial"/>
          <w:smallCaps/>
          <w:sz w:val="20"/>
          <w:szCs w:val="20"/>
        </w:rPr>
        <w:t>YM</w:t>
      </w:r>
      <w:r w:rsidRPr="00CD58B8">
        <w:rPr>
          <w:rFonts w:cs="Arial"/>
          <w:smallCaps/>
          <w:sz w:val="20"/>
          <w:szCs w:val="20"/>
        </w:rPr>
        <w:t xml:space="preserve"> </w:t>
      </w:r>
      <w:r w:rsidRPr="00CD58B8">
        <w:rPr>
          <w:rFonts w:cs="Arial"/>
          <w:smallCaps/>
          <w:sz w:val="20"/>
          <w:szCs w:val="20"/>
        </w:rPr>
        <w:br/>
        <w:t>W TRYBIE PRZETARGU NIEOGRANICZONEGO</w:t>
      </w:r>
    </w:p>
    <w:p w14:paraId="2B1A8117" w14:textId="77777777" w:rsidR="000E04AA" w:rsidRPr="00CD58B8" w:rsidRDefault="000E04AA" w:rsidP="00F40506">
      <w:pPr>
        <w:spacing w:line="276" w:lineRule="auto"/>
        <w:jc w:val="center"/>
        <w:rPr>
          <w:rFonts w:cs="Arial"/>
          <w:smallCaps/>
          <w:strike/>
          <w:sz w:val="20"/>
          <w:szCs w:val="20"/>
        </w:rPr>
      </w:pPr>
    </w:p>
    <w:p w14:paraId="22A81388" w14:textId="084F2D3C" w:rsidR="00F40506" w:rsidRPr="00245100" w:rsidRDefault="00650149" w:rsidP="00F40506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sz w:val="20"/>
          <w:szCs w:val="20"/>
        </w:rPr>
        <w:t>pn</w:t>
      </w:r>
      <w:r w:rsidR="00971612">
        <w:rPr>
          <w:rFonts w:cs="Arial"/>
          <w:sz w:val="20"/>
          <w:szCs w:val="20"/>
        </w:rPr>
        <w:t>.</w:t>
      </w:r>
      <w:r w:rsidR="00F40506" w:rsidRPr="00CD58B8">
        <w:rPr>
          <w:rFonts w:cs="Arial"/>
          <w:sz w:val="20"/>
          <w:szCs w:val="20"/>
        </w:rPr>
        <w:t xml:space="preserve"> </w:t>
      </w:r>
      <w:r w:rsidR="00F40506" w:rsidRPr="00245100">
        <w:rPr>
          <w:rFonts w:cs="Arial"/>
          <w:b/>
          <w:sz w:val="20"/>
          <w:szCs w:val="20"/>
        </w:rPr>
        <w:t>„</w:t>
      </w:r>
      <w:r w:rsidR="0048281B" w:rsidRPr="0048281B">
        <w:rPr>
          <w:rFonts w:cs="Arial"/>
          <w:b/>
          <w:sz w:val="20"/>
          <w:szCs w:val="20"/>
        </w:rPr>
        <w:t>Zakup i dostawa środków czystości dla Orlen S.A. – Oddział PGNiG w Sanoku</w:t>
      </w:r>
      <w:r w:rsidR="00F40506" w:rsidRPr="00245100">
        <w:rPr>
          <w:rFonts w:cs="Arial"/>
          <w:b/>
          <w:sz w:val="20"/>
          <w:szCs w:val="20"/>
        </w:rPr>
        <w:t>”</w:t>
      </w:r>
    </w:p>
    <w:p w14:paraId="285C1104" w14:textId="77777777" w:rsidR="000E04AA" w:rsidRPr="00BF3DDB" w:rsidRDefault="000E04AA" w:rsidP="00F40506">
      <w:pPr>
        <w:spacing w:line="276" w:lineRule="auto"/>
        <w:jc w:val="center"/>
        <w:rPr>
          <w:rFonts w:cs="Arial"/>
          <w:sz w:val="20"/>
          <w:szCs w:val="20"/>
        </w:rPr>
      </w:pPr>
    </w:p>
    <w:p w14:paraId="12F78E3F" w14:textId="4AB6426C" w:rsidR="0036194A" w:rsidRPr="008D2BC0" w:rsidRDefault="00B17E22" w:rsidP="0036194A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sz w:val="20"/>
          <w:szCs w:val="20"/>
        </w:rPr>
        <w:t>N</w:t>
      </w:r>
      <w:r w:rsidR="00BF3DDB" w:rsidRPr="00BF3DDB">
        <w:rPr>
          <w:rFonts w:cs="Arial"/>
          <w:sz w:val="20"/>
          <w:szCs w:val="20"/>
        </w:rPr>
        <w:t xml:space="preserve">umer postępowania: </w:t>
      </w:r>
      <w:r w:rsidR="0048281B" w:rsidRPr="0048281B">
        <w:rPr>
          <w:rFonts w:cs="Arial"/>
          <w:sz w:val="20"/>
          <w:szCs w:val="20"/>
        </w:rPr>
        <w:t>NP/PGNG/24/0970/OS/EU</w:t>
      </w:r>
    </w:p>
    <w:p w14:paraId="5F096ABA" w14:textId="31B3F30F" w:rsidR="0036194A" w:rsidRDefault="0036194A" w:rsidP="0036194A">
      <w:pPr>
        <w:spacing w:line="276" w:lineRule="auto"/>
        <w:jc w:val="center"/>
        <w:rPr>
          <w:rFonts w:cs="Arial"/>
          <w:sz w:val="20"/>
          <w:szCs w:val="20"/>
        </w:rPr>
      </w:pPr>
    </w:p>
    <w:p w14:paraId="5F804C48" w14:textId="478FA97E" w:rsidR="0036194A" w:rsidRDefault="0036194A" w:rsidP="0036194A">
      <w:pPr>
        <w:spacing w:line="276" w:lineRule="auto"/>
        <w:jc w:val="center"/>
        <w:rPr>
          <w:rFonts w:cs="Arial"/>
          <w:sz w:val="20"/>
          <w:szCs w:val="20"/>
        </w:rPr>
      </w:pPr>
    </w:p>
    <w:p w14:paraId="6D66264E" w14:textId="758B13EA" w:rsidR="0036194A" w:rsidRDefault="0036194A" w:rsidP="0036194A">
      <w:pPr>
        <w:spacing w:line="276" w:lineRule="auto"/>
        <w:jc w:val="center"/>
        <w:rPr>
          <w:rFonts w:cs="Arial"/>
          <w:sz w:val="20"/>
          <w:szCs w:val="20"/>
        </w:rPr>
      </w:pPr>
    </w:p>
    <w:p w14:paraId="7387F9B5" w14:textId="50778825" w:rsidR="0036194A" w:rsidRDefault="0036194A" w:rsidP="0036194A">
      <w:pPr>
        <w:spacing w:line="276" w:lineRule="auto"/>
        <w:jc w:val="center"/>
        <w:rPr>
          <w:rFonts w:cs="Arial"/>
          <w:sz w:val="20"/>
          <w:szCs w:val="20"/>
        </w:rPr>
      </w:pPr>
    </w:p>
    <w:p w14:paraId="14AEE470" w14:textId="70294313" w:rsidR="0036194A" w:rsidRDefault="0036194A" w:rsidP="0036194A">
      <w:pPr>
        <w:spacing w:line="276" w:lineRule="auto"/>
        <w:jc w:val="center"/>
        <w:rPr>
          <w:rFonts w:cs="Arial"/>
          <w:sz w:val="20"/>
          <w:szCs w:val="20"/>
        </w:rPr>
      </w:pPr>
    </w:p>
    <w:p w14:paraId="79FF1C78" w14:textId="4AF42F70" w:rsidR="0036194A" w:rsidRDefault="0036194A" w:rsidP="0036194A">
      <w:pPr>
        <w:spacing w:line="276" w:lineRule="auto"/>
        <w:jc w:val="center"/>
        <w:rPr>
          <w:rFonts w:cs="Arial"/>
          <w:sz w:val="20"/>
          <w:szCs w:val="20"/>
        </w:rPr>
      </w:pPr>
    </w:p>
    <w:p w14:paraId="14CCC1AB" w14:textId="6DA77DD3" w:rsidR="0036194A" w:rsidRDefault="0036194A" w:rsidP="0036194A">
      <w:pPr>
        <w:spacing w:line="276" w:lineRule="auto"/>
        <w:jc w:val="center"/>
        <w:rPr>
          <w:rFonts w:cs="Arial"/>
          <w:sz w:val="20"/>
          <w:szCs w:val="20"/>
        </w:rPr>
      </w:pPr>
    </w:p>
    <w:p w14:paraId="4D930B73" w14:textId="5C74C887" w:rsidR="0036194A" w:rsidRDefault="0036194A" w:rsidP="0036194A">
      <w:pPr>
        <w:spacing w:line="276" w:lineRule="auto"/>
        <w:jc w:val="center"/>
        <w:rPr>
          <w:rFonts w:cs="Arial"/>
          <w:sz w:val="20"/>
          <w:szCs w:val="20"/>
        </w:rPr>
      </w:pPr>
    </w:p>
    <w:p w14:paraId="073DC67A" w14:textId="55CF9286" w:rsidR="0036194A" w:rsidRDefault="0036194A" w:rsidP="0036194A">
      <w:pPr>
        <w:spacing w:line="276" w:lineRule="auto"/>
        <w:jc w:val="center"/>
        <w:rPr>
          <w:rFonts w:cs="Arial"/>
          <w:sz w:val="20"/>
          <w:szCs w:val="20"/>
        </w:rPr>
      </w:pPr>
    </w:p>
    <w:p w14:paraId="1734F6CC" w14:textId="0C089BB8" w:rsidR="0036194A" w:rsidRPr="0036194A" w:rsidRDefault="0036194A" w:rsidP="0036194A">
      <w:pPr>
        <w:spacing w:line="276" w:lineRule="auto"/>
        <w:jc w:val="center"/>
        <w:rPr>
          <w:rFonts w:cs="Arial"/>
          <w:sz w:val="20"/>
          <w:szCs w:val="20"/>
        </w:rPr>
      </w:pPr>
      <w:r w:rsidRPr="0036194A">
        <w:rPr>
          <w:rFonts w:cs="Arial"/>
          <w:sz w:val="20"/>
          <w:szCs w:val="20"/>
        </w:rPr>
        <w:t>Warszawa, 202</w:t>
      </w:r>
      <w:r w:rsidR="00CC2300">
        <w:rPr>
          <w:rFonts w:cs="Arial"/>
          <w:sz w:val="20"/>
          <w:szCs w:val="20"/>
        </w:rPr>
        <w:t>4</w:t>
      </w:r>
      <w:r w:rsidRPr="0036194A">
        <w:rPr>
          <w:rFonts w:cs="Arial"/>
          <w:sz w:val="20"/>
          <w:szCs w:val="20"/>
        </w:rPr>
        <w:t xml:space="preserve"> r.</w:t>
      </w:r>
    </w:p>
    <w:p w14:paraId="319D0E36" w14:textId="6EEBAD38" w:rsidR="00F40506" w:rsidRPr="00F40506" w:rsidRDefault="00F40506" w:rsidP="001F74AF">
      <w:pPr>
        <w:pStyle w:val="Dzia"/>
      </w:pPr>
      <w:r w:rsidRPr="00F40506">
        <w:lastRenderedPageBreak/>
        <w:t>Dział I</w:t>
      </w:r>
    </w:p>
    <w:p w14:paraId="71370CC6" w14:textId="77777777" w:rsidR="00F40506" w:rsidRPr="00F40506" w:rsidRDefault="00F40506" w:rsidP="001F74AF">
      <w:pPr>
        <w:pStyle w:val="Dzia"/>
      </w:pPr>
      <w:r w:rsidRPr="00F40506">
        <w:t>Postanowienia ogólne</w:t>
      </w:r>
    </w:p>
    <w:p w14:paraId="495D270D" w14:textId="77777777" w:rsidR="00163B95" w:rsidRPr="00C24A40" w:rsidRDefault="00163B95" w:rsidP="004F4CEF">
      <w:pPr>
        <w:pStyle w:val="Styl1"/>
      </w:pPr>
      <w:r w:rsidRPr="00C24A40">
        <w:t>Zamawiający</w:t>
      </w:r>
    </w:p>
    <w:p w14:paraId="37290734" w14:textId="2D5A7228" w:rsidR="00AF5E90" w:rsidRPr="00275DFA" w:rsidRDefault="00AF5E90" w:rsidP="00AF5E90">
      <w:pPr>
        <w:autoSpaceDE w:val="0"/>
        <w:autoSpaceDN w:val="0"/>
        <w:adjustRightInd w:val="0"/>
        <w:ind w:left="432"/>
        <w:rPr>
          <w:rFonts w:cs="Arial"/>
          <w:sz w:val="20"/>
          <w:szCs w:val="20"/>
        </w:rPr>
      </w:pPr>
      <w:r w:rsidRPr="00275DFA">
        <w:rPr>
          <w:rFonts w:cs="Arial"/>
          <w:sz w:val="20"/>
          <w:szCs w:val="20"/>
        </w:rPr>
        <w:t>ORLEN Spółk</w:t>
      </w:r>
      <w:r>
        <w:rPr>
          <w:rFonts w:cs="Arial"/>
          <w:sz w:val="20"/>
          <w:szCs w:val="20"/>
        </w:rPr>
        <w:t>a</w:t>
      </w:r>
      <w:r w:rsidRPr="00275DFA">
        <w:rPr>
          <w:rFonts w:cs="Arial"/>
          <w:sz w:val="20"/>
          <w:szCs w:val="20"/>
        </w:rPr>
        <w:t xml:space="preserve"> Akcy</w:t>
      </w:r>
      <w:r>
        <w:rPr>
          <w:rFonts w:cs="Arial"/>
          <w:sz w:val="20"/>
          <w:szCs w:val="20"/>
        </w:rPr>
        <w:t>jna</w:t>
      </w:r>
      <w:r w:rsidRPr="00275DFA">
        <w:rPr>
          <w:rFonts w:cs="Arial"/>
          <w:sz w:val="20"/>
          <w:szCs w:val="20"/>
        </w:rPr>
        <w:t xml:space="preserve"> </w:t>
      </w:r>
    </w:p>
    <w:p w14:paraId="512EAF76" w14:textId="77777777" w:rsidR="00AF5E90" w:rsidRPr="00275DFA" w:rsidRDefault="00AF5E90" w:rsidP="00AF5E90">
      <w:pPr>
        <w:ind w:left="432"/>
        <w:rPr>
          <w:rFonts w:cs="Arial"/>
          <w:sz w:val="20"/>
          <w:szCs w:val="20"/>
        </w:rPr>
      </w:pPr>
      <w:r w:rsidRPr="00275DFA">
        <w:rPr>
          <w:rFonts w:cs="Arial"/>
          <w:sz w:val="20"/>
          <w:szCs w:val="20"/>
        </w:rPr>
        <w:t>ul. Chemików 7</w:t>
      </w:r>
    </w:p>
    <w:p w14:paraId="070E32DD" w14:textId="0585F614" w:rsidR="00AF5E90" w:rsidRDefault="00AF5E90" w:rsidP="00AF5E90">
      <w:pPr>
        <w:ind w:left="432"/>
        <w:rPr>
          <w:rFonts w:cs="Arial"/>
          <w:sz w:val="20"/>
          <w:szCs w:val="20"/>
        </w:rPr>
      </w:pPr>
      <w:r w:rsidRPr="00275DFA">
        <w:rPr>
          <w:rFonts w:cs="Arial"/>
          <w:sz w:val="20"/>
          <w:szCs w:val="20"/>
        </w:rPr>
        <w:t>09-411 Płock</w:t>
      </w:r>
    </w:p>
    <w:p w14:paraId="057868AE" w14:textId="77777777" w:rsidR="007B2C37" w:rsidRDefault="007B2C37" w:rsidP="007B2C37">
      <w:pPr>
        <w:ind w:left="4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Wpisany do Krajowego Rejestru Sądowego prowadzonego przez Sąd Rejonowy dla Łodzi –Śródmieścia w Łodzi</w:t>
      </w:r>
    </w:p>
    <w:p w14:paraId="77548DEF" w14:textId="77777777" w:rsidR="007B2C37" w:rsidRDefault="007B2C37" w:rsidP="007B2C37">
      <w:pPr>
        <w:ind w:left="4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XX Wydział Gospodarczy pod numerem: 0000028860</w:t>
      </w:r>
    </w:p>
    <w:p w14:paraId="7F3E110A" w14:textId="10038B38" w:rsidR="007B2C37" w:rsidRPr="00275DFA" w:rsidRDefault="007B2C37" w:rsidP="00FD2EEE">
      <w:pPr>
        <w:ind w:left="4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NIP: 774-00-01-454, </w:t>
      </w:r>
      <w:r w:rsidR="009B5D07" w:rsidRPr="009B5D07">
        <w:rPr>
          <w:rFonts w:cs="Arial"/>
          <w:sz w:val="20"/>
          <w:szCs w:val="20"/>
        </w:rPr>
        <w:t>BDO 000007103</w:t>
      </w:r>
      <w:r w:rsidR="009B5D07">
        <w:rPr>
          <w:rFonts w:cs="Arial"/>
          <w:sz w:val="20"/>
          <w:szCs w:val="20"/>
        </w:rPr>
        <w:t xml:space="preserve">, </w:t>
      </w:r>
      <w:r>
        <w:rPr>
          <w:rFonts w:cs="Arial"/>
          <w:sz w:val="20"/>
          <w:szCs w:val="20"/>
        </w:rPr>
        <w:t>kapitał zakładowy/kapitał wpłacony: 1 451 177 561,25 zł</w:t>
      </w:r>
    </w:p>
    <w:p w14:paraId="03CBBCA7" w14:textId="77777777" w:rsidR="00AF5E90" w:rsidRDefault="00AF5E90" w:rsidP="00AF5E90">
      <w:pPr>
        <w:ind w:left="432"/>
        <w:rPr>
          <w:rFonts w:cs="Arial"/>
          <w:color w:val="FF0000"/>
          <w:sz w:val="20"/>
          <w:szCs w:val="20"/>
        </w:rPr>
      </w:pPr>
    </w:p>
    <w:p w14:paraId="3A1107A5" w14:textId="77777777" w:rsidR="00AF5E90" w:rsidRPr="00245100" w:rsidRDefault="00AF5E90" w:rsidP="00AF5E90">
      <w:pPr>
        <w:ind w:left="432"/>
        <w:rPr>
          <w:rStyle w:val="Hipercze"/>
          <w:rFonts w:cs="Arial"/>
          <w:color w:val="auto"/>
          <w:sz w:val="20"/>
          <w:szCs w:val="20"/>
          <w:u w:val="none"/>
        </w:rPr>
      </w:pPr>
      <w:r w:rsidRPr="00245100">
        <w:rPr>
          <w:rStyle w:val="Hipercze"/>
          <w:rFonts w:cs="Arial"/>
          <w:color w:val="auto"/>
          <w:sz w:val="20"/>
          <w:szCs w:val="20"/>
          <w:u w:val="none"/>
        </w:rPr>
        <w:t>Postępowanie prowadzane jest przez:</w:t>
      </w:r>
    </w:p>
    <w:p w14:paraId="3A5F0887" w14:textId="77777777" w:rsidR="00AF5E90" w:rsidRPr="00245100" w:rsidRDefault="00AF5E90" w:rsidP="00AF5E90">
      <w:pPr>
        <w:ind w:left="432"/>
        <w:rPr>
          <w:rStyle w:val="Hipercze"/>
          <w:rFonts w:cs="Arial"/>
          <w:color w:val="auto"/>
          <w:sz w:val="20"/>
          <w:szCs w:val="20"/>
          <w:u w:val="none"/>
        </w:rPr>
      </w:pPr>
      <w:r w:rsidRPr="00245100">
        <w:rPr>
          <w:rStyle w:val="Hipercze"/>
          <w:rFonts w:cs="Arial"/>
          <w:color w:val="auto"/>
          <w:sz w:val="20"/>
          <w:szCs w:val="20"/>
          <w:u w:val="none"/>
        </w:rPr>
        <w:t>Oddział Centralny Polskie Górnictwo Naftowe i Gazownictwo w Warszawie</w:t>
      </w:r>
    </w:p>
    <w:p w14:paraId="6AD6F6BC" w14:textId="77777777" w:rsidR="00AF5E90" w:rsidRPr="00245100" w:rsidRDefault="00AF5E90" w:rsidP="00AF5E90">
      <w:pPr>
        <w:ind w:left="432"/>
        <w:rPr>
          <w:rStyle w:val="Hipercze"/>
          <w:rFonts w:cs="Arial"/>
          <w:color w:val="auto"/>
          <w:sz w:val="20"/>
          <w:szCs w:val="20"/>
          <w:u w:val="none"/>
        </w:rPr>
      </w:pPr>
      <w:r w:rsidRPr="00245100">
        <w:rPr>
          <w:rStyle w:val="Hipercze"/>
          <w:rFonts w:cs="Arial"/>
          <w:color w:val="auto"/>
          <w:sz w:val="20"/>
          <w:szCs w:val="20"/>
          <w:u w:val="none"/>
        </w:rPr>
        <w:t>ul. Marcina Kasprzaka 25</w:t>
      </w:r>
    </w:p>
    <w:p w14:paraId="53C48661" w14:textId="77777777" w:rsidR="00AF5E90" w:rsidRPr="00245100" w:rsidRDefault="00AF5E90" w:rsidP="00AF5E90">
      <w:pPr>
        <w:ind w:left="432"/>
        <w:rPr>
          <w:rStyle w:val="Hipercze"/>
          <w:rFonts w:cs="Arial"/>
          <w:color w:val="auto"/>
          <w:sz w:val="20"/>
          <w:szCs w:val="20"/>
          <w:u w:val="none"/>
        </w:rPr>
      </w:pPr>
      <w:r w:rsidRPr="00245100">
        <w:rPr>
          <w:rStyle w:val="Hipercze"/>
          <w:rFonts w:cs="Arial"/>
          <w:color w:val="auto"/>
          <w:sz w:val="20"/>
          <w:szCs w:val="20"/>
          <w:u w:val="none"/>
        </w:rPr>
        <w:t>01-224 Warszawa</w:t>
      </w:r>
    </w:p>
    <w:p w14:paraId="3E2FE2D8" w14:textId="77777777" w:rsidR="00AF5E90" w:rsidRPr="00245100" w:rsidRDefault="00AF5E90">
      <w:pPr>
        <w:spacing w:line="276" w:lineRule="auto"/>
        <w:ind w:left="142"/>
        <w:jc w:val="left"/>
        <w:rPr>
          <w:rFonts w:cs="Arial"/>
          <w:sz w:val="20"/>
          <w:szCs w:val="20"/>
        </w:rPr>
      </w:pPr>
    </w:p>
    <w:p w14:paraId="3A960CC8" w14:textId="77777777" w:rsidR="00F40506" w:rsidRPr="00245100" w:rsidRDefault="00F40506" w:rsidP="00AF5E90">
      <w:pPr>
        <w:spacing w:line="276" w:lineRule="auto"/>
        <w:ind w:left="426"/>
        <w:jc w:val="left"/>
        <w:rPr>
          <w:rFonts w:cs="Arial"/>
          <w:sz w:val="20"/>
          <w:szCs w:val="20"/>
        </w:rPr>
      </w:pPr>
      <w:r w:rsidRPr="00245100">
        <w:rPr>
          <w:rFonts w:cs="Arial"/>
          <w:sz w:val="20"/>
          <w:szCs w:val="20"/>
        </w:rPr>
        <w:t>Osoba uprawniona do kontaktu  z Wykonawcami:</w:t>
      </w:r>
    </w:p>
    <w:p w14:paraId="297520B6" w14:textId="7BFCFB6D" w:rsidR="00F40506" w:rsidRPr="00245100" w:rsidRDefault="00245100" w:rsidP="00AF5E90">
      <w:pPr>
        <w:spacing w:line="276" w:lineRule="auto"/>
        <w:ind w:left="426"/>
        <w:jc w:val="left"/>
        <w:rPr>
          <w:rFonts w:cs="Arial"/>
          <w:sz w:val="20"/>
          <w:szCs w:val="20"/>
          <w:lang w:val="en-US"/>
        </w:rPr>
      </w:pPr>
      <w:r w:rsidRPr="00245100">
        <w:rPr>
          <w:rFonts w:cs="Arial"/>
          <w:sz w:val="20"/>
          <w:szCs w:val="20"/>
          <w:lang w:val="en-US"/>
        </w:rPr>
        <w:t>Maria Śpiewak</w:t>
      </w:r>
    </w:p>
    <w:p w14:paraId="0D74A79C" w14:textId="7BB52005" w:rsidR="00F40506" w:rsidRPr="00245100" w:rsidRDefault="00F40506" w:rsidP="00AF5E90">
      <w:pPr>
        <w:spacing w:line="276" w:lineRule="auto"/>
        <w:ind w:left="426"/>
        <w:jc w:val="left"/>
        <w:rPr>
          <w:rFonts w:cs="Arial"/>
          <w:sz w:val="20"/>
          <w:szCs w:val="20"/>
          <w:lang w:val="en-US"/>
        </w:rPr>
      </w:pPr>
      <w:r w:rsidRPr="00245100">
        <w:rPr>
          <w:rFonts w:cs="Arial"/>
          <w:sz w:val="20"/>
          <w:szCs w:val="20"/>
          <w:lang w:val="en-US"/>
        </w:rPr>
        <w:t xml:space="preserve">e-mail: </w:t>
      </w:r>
      <w:r w:rsidR="00245100" w:rsidRPr="00245100">
        <w:rPr>
          <w:rFonts w:cs="Arial"/>
          <w:sz w:val="20"/>
          <w:szCs w:val="20"/>
          <w:lang w:val="en-US"/>
        </w:rPr>
        <w:t>maria.spiewak@pgnig.pl</w:t>
      </w:r>
    </w:p>
    <w:p w14:paraId="4F4EB5B5" w14:textId="5990A232" w:rsidR="00F40506" w:rsidRPr="00245100" w:rsidRDefault="00F40506" w:rsidP="00AF5E90">
      <w:pPr>
        <w:spacing w:line="276" w:lineRule="auto"/>
        <w:ind w:left="426"/>
        <w:jc w:val="left"/>
        <w:rPr>
          <w:rFonts w:cs="Arial"/>
          <w:sz w:val="20"/>
          <w:szCs w:val="20"/>
          <w:lang w:val="en-US"/>
        </w:rPr>
      </w:pPr>
      <w:r w:rsidRPr="00245100">
        <w:rPr>
          <w:rFonts w:cs="Arial"/>
          <w:sz w:val="20"/>
          <w:szCs w:val="20"/>
          <w:lang w:val="en-US"/>
        </w:rPr>
        <w:t>tel.: 22</w:t>
      </w:r>
      <w:r w:rsidR="00245100" w:rsidRPr="00245100">
        <w:rPr>
          <w:rFonts w:cs="Arial"/>
          <w:sz w:val="20"/>
          <w:szCs w:val="20"/>
          <w:lang w:val="en-US"/>
        </w:rPr>
        <w:t> 106 42 34</w:t>
      </w:r>
      <w:r w:rsidRPr="00245100">
        <w:rPr>
          <w:rFonts w:cs="Arial"/>
          <w:sz w:val="20"/>
          <w:szCs w:val="20"/>
          <w:lang w:val="en-US"/>
        </w:rPr>
        <w:t xml:space="preserve"> </w:t>
      </w:r>
    </w:p>
    <w:p w14:paraId="5279917C" w14:textId="413C0A1A" w:rsidR="00ED3DD0" w:rsidRPr="004F4CEF" w:rsidRDefault="00163B95" w:rsidP="004F4CEF">
      <w:pPr>
        <w:pStyle w:val="Styl1"/>
      </w:pPr>
      <w:r w:rsidRPr="00F40506">
        <w:t>Tryb udzielenia zamówienia</w:t>
      </w:r>
    </w:p>
    <w:p w14:paraId="1CCF2DCC" w14:textId="01DA309E" w:rsidR="00F40506" w:rsidRPr="00B751CB" w:rsidRDefault="00ED3DD0" w:rsidP="00D877C6">
      <w:pPr>
        <w:pStyle w:val="Styl11"/>
      </w:pPr>
      <w:r>
        <w:t xml:space="preserve">Postępowanie o udzielenie </w:t>
      </w:r>
      <w:r w:rsidRPr="008F52DE">
        <w:t>zamówienia niepublicznego prowadzone</w:t>
      </w:r>
      <w:r>
        <w:t xml:space="preserve"> jest w trybie </w:t>
      </w:r>
      <w:r>
        <w:rPr>
          <w:b/>
        </w:rPr>
        <w:t>przetargu nieograniczonego</w:t>
      </w:r>
      <w:r>
        <w:t xml:space="preserve"> z zachowaniem zasad określonych w </w:t>
      </w:r>
      <w:r w:rsidRPr="00AF5E90">
        <w:t xml:space="preserve">Instrukcji udzielania zamówień </w:t>
      </w:r>
      <w:r w:rsidR="00C77586" w:rsidRPr="00AF5E90">
        <w:t>obowiązującej w Zespole Oddziałów Polskie Górnictwo Naftowe i Gazownictwo ORLEN Spółki Akcyjnej</w:t>
      </w:r>
      <w:r w:rsidR="00FA5847">
        <w:rPr>
          <w:i/>
        </w:rPr>
        <w:t xml:space="preserve">, </w:t>
      </w:r>
      <w:r w:rsidR="00FA5847" w:rsidRPr="00FA5847">
        <w:t>zwan</w:t>
      </w:r>
      <w:r w:rsidR="00AD55E2">
        <w:t>ej</w:t>
      </w:r>
      <w:r w:rsidR="00FA5847" w:rsidRPr="00FA5847">
        <w:t xml:space="preserve"> dalej</w:t>
      </w:r>
      <w:r w:rsidR="00FA5847">
        <w:t>:</w:t>
      </w:r>
      <w:r w:rsidR="00FA5847" w:rsidRPr="00FA5847">
        <w:t xml:space="preserve"> „Instrukcja”,</w:t>
      </w:r>
      <w:r w:rsidR="00FA5847">
        <w:t xml:space="preserve"> dostępnej na </w:t>
      </w:r>
      <w:r w:rsidR="00F352E4">
        <w:t xml:space="preserve">stronie </w:t>
      </w:r>
      <w:r w:rsidRPr="008F7F11">
        <w:t>https://przetargi.pgnig.pl</w:t>
      </w:r>
      <w:r>
        <w:t>.</w:t>
      </w:r>
      <w:r w:rsidR="00F40506" w:rsidRPr="00B751CB">
        <w:t xml:space="preserve"> </w:t>
      </w:r>
    </w:p>
    <w:p w14:paraId="526B6C0F" w14:textId="77777777" w:rsidR="00085E9D" w:rsidRPr="001D659D" w:rsidRDefault="00085E9D" w:rsidP="00D877C6">
      <w:pPr>
        <w:pStyle w:val="Styl11"/>
      </w:pPr>
      <w:r w:rsidRPr="0081083D">
        <w:t xml:space="preserve">Zamawiający po </w:t>
      </w:r>
      <w:r>
        <w:t xml:space="preserve">dokonaniu </w:t>
      </w:r>
      <w:r w:rsidRPr="0081083D">
        <w:t>ocen</w:t>
      </w:r>
      <w:r>
        <w:t>y</w:t>
      </w:r>
      <w:r w:rsidRPr="0081083D">
        <w:t xml:space="preserve"> ofert </w:t>
      </w:r>
      <w:r w:rsidRPr="000D5BFF">
        <w:t xml:space="preserve">pod kątem formalno-prawnym dopuszcza </w:t>
      </w:r>
      <w:r w:rsidRPr="0081083D">
        <w:t xml:space="preserve">przeprowadzenie negocjacji </w:t>
      </w:r>
      <w:r w:rsidRPr="001D659D">
        <w:t>w celu:</w:t>
      </w:r>
    </w:p>
    <w:p w14:paraId="7E1D5E0D" w14:textId="17912D72" w:rsidR="00085E9D" w:rsidRPr="00245100" w:rsidRDefault="00085E9D" w:rsidP="00D877C6">
      <w:pPr>
        <w:pStyle w:val="Styla"/>
      </w:pPr>
      <w:r w:rsidRPr="00245100">
        <w:t>ulepszenia treści oferty, z zastrzeżeniem pkt. 2.</w:t>
      </w:r>
      <w:r w:rsidR="000464CE" w:rsidRPr="00245100">
        <w:t>2</w:t>
      </w:r>
      <w:r w:rsidRPr="00245100">
        <w:t>.1,</w:t>
      </w:r>
    </w:p>
    <w:p w14:paraId="47AE1A6C" w14:textId="77777777" w:rsidR="00085E9D" w:rsidRPr="00245100" w:rsidRDefault="00085E9D" w:rsidP="00D877C6">
      <w:pPr>
        <w:pStyle w:val="Styla"/>
      </w:pPr>
      <w:r w:rsidRPr="00245100">
        <w:t>podniesienia efektywności przedmiotu zamówienia określonego w opisie przedmiotu zamówienia i projekcie umowy,</w:t>
      </w:r>
    </w:p>
    <w:p w14:paraId="7D388B41" w14:textId="11A16B6A" w:rsidR="00085E9D" w:rsidRPr="00245100" w:rsidRDefault="00085E9D" w:rsidP="00D877C6">
      <w:pPr>
        <w:pStyle w:val="Styla"/>
      </w:pPr>
      <w:r w:rsidRPr="00245100">
        <w:t>optymalizacji warunków handlowych.</w:t>
      </w:r>
    </w:p>
    <w:p w14:paraId="6B2EF8E1" w14:textId="57919CCF" w:rsidR="000464CE" w:rsidRPr="00245100" w:rsidRDefault="00085E9D" w:rsidP="00D877C6">
      <w:pPr>
        <w:pStyle w:val="Styl111"/>
      </w:pPr>
      <w:r w:rsidRPr="00245100">
        <w:t>W przypadku, o który</w:t>
      </w:r>
      <w:r w:rsidR="005468D0" w:rsidRPr="00245100">
        <w:t>ch</w:t>
      </w:r>
      <w:r w:rsidRPr="00245100">
        <w:t xml:space="preserve"> mowa w pkt. 2.</w:t>
      </w:r>
      <w:r w:rsidR="000464CE" w:rsidRPr="00245100">
        <w:t>2</w:t>
      </w:r>
      <w:r w:rsidR="005F4403" w:rsidRPr="00245100">
        <w:t>.</w:t>
      </w:r>
      <w:r w:rsidRPr="00245100">
        <w:t xml:space="preserve"> lit. a) negocjacje treści oferty dotyczą wyłączenie tych elementów treści oferty, które podlegają ocenie w ramach kryteriów oceny ofert, innych niż cena. Po zakończeniu negocjacji Zamawiający zaprasza Wykonawców do złożenia aktualizacji oferty.</w:t>
      </w:r>
    </w:p>
    <w:p w14:paraId="359B1FBB" w14:textId="59638992" w:rsidR="000464CE" w:rsidRPr="00245100" w:rsidRDefault="00085E9D" w:rsidP="00D877C6">
      <w:pPr>
        <w:pStyle w:val="Styl111"/>
      </w:pPr>
      <w:r w:rsidRPr="00245100">
        <w:t>W przypadku, o którym mowa w pkt. 2.</w:t>
      </w:r>
      <w:r w:rsidR="000464CE" w:rsidRPr="00245100">
        <w:t>2</w:t>
      </w:r>
      <w:r w:rsidR="005F4403" w:rsidRPr="00245100">
        <w:t>.</w:t>
      </w:r>
      <w:r w:rsidRPr="00245100">
        <w:t xml:space="preserve"> lit. b) Zamawiający po przeprowadzeniu negocjacji może doprecyzować, uzupełnić lub usunąć informacje zawarte w opisie przedmiotu zamówienia, projekcie umowy lub innych dokumentach Postępowania, wyłącznie w zakresie, w jakim było to przedmiotem negocjacji. Zamawiający zaprasza Wykonawców do złożenia aktualizacji oferty, przekazując jednocześnie ostateczną treść tych dokumentów Postępowania, które uległy zmianie wskutek przeprowadzonych negocjacji. </w:t>
      </w:r>
    </w:p>
    <w:p w14:paraId="5312ADA8" w14:textId="004AE2BD" w:rsidR="000464CE" w:rsidRPr="00245100" w:rsidRDefault="00085E9D" w:rsidP="00D877C6">
      <w:pPr>
        <w:pStyle w:val="Styl111"/>
      </w:pPr>
      <w:r w:rsidRPr="00245100">
        <w:t>W przypadku, o którym mowa w pkt. 2.</w:t>
      </w:r>
      <w:r w:rsidR="000464CE" w:rsidRPr="00245100">
        <w:t>2</w:t>
      </w:r>
      <w:r w:rsidR="005F4403" w:rsidRPr="00245100">
        <w:t>.</w:t>
      </w:r>
      <w:r w:rsidRPr="00245100">
        <w:t xml:space="preserve"> lit. c</w:t>
      </w:r>
      <w:r w:rsidR="00D877C6" w:rsidRPr="00245100">
        <w:t>)</w:t>
      </w:r>
      <w:r w:rsidRPr="00245100">
        <w:t xml:space="preserve"> negocjacje treści oferty prowadzone są w celu optymalizacji warunków handlowych w zakresie ceny. Po zakończeniu negocjacji Zamawiający zaprasza Wykonawców do złożenia aktualizacji oferty.</w:t>
      </w:r>
      <w:r w:rsidRPr="00245100">
        <w:rPr>
          <w:bCs/>
        </w:rPr>
        <w:t xml:space="preserve"> </w:t>
      </w:r>
    </w:p>
    <w:p w14:paraId="79F8F9E2" w14:textId="6421682F" w:rsidR="000464CE" w:rsidRPr="00245100" w:rsidRDefault="00A86FA6" w:rsidP="00D877C6">
      <w:pPr>
        <w:pStyle w:val="Styl111"/>
      </w:pPr>
      <w:r w:rsidRPr="00245100">
        <w:rPr>
          <w:bCs/>
        </w:rPr>
        <w:t>N</w:t>
      </w:r>
      <w:r w:rsidR="00085E9D" w:rsidRPr="00245100">
        <w:rPr>
          <w:bCs/>
        </w:rPr>
        <w:t>egocjacje mogą być przeprowadzone z Wykonawcami, którzy nie podlegają wykluczeniu</w:t>
      </w:r>
      <w:r w:rsidRPr="00245100">
        <w:rPr>
          <w:bCs/>
        </w:rPr>
        <w:t>.</w:t>
      </w:r>
    </w:p>
    <w:p w14:paraId="6AEEBF93" w14:textId="2BE68073" w:rsidR="000464CE" w:rsidRPr="00245100" w:rsidRDefault="00A86FA6" w:rsidP="00D877C6">
      <w:pPr>
        <w:pStyle w:val="Styl111"/>
      </w:pPr>
      <w:r w:rsidRPr="00245100">
        <w:rPr>
          <w:bCs/>
        </w:rPr>
        <w:lastRenderedPageBreak/>
        <w:t>N</w:t>
      </w:r>
      <w:r w:rsidR="00085E9D" w:rsidRPr="00245100">
        <w:rPr>
          <w:bCs/>
        </w:rPr>
        <w:t>egocjacje mogą być przeprowadzone ze wszystkimi Wykonawcami, którzy złożyli oferty w postępowaniu z zastrzeżeniem pkt 2.</w:t>
      </w:r>
      <w:r w:rsidR="000464CE" w:rsidRPr="00245100">
        <w:rPr>
          <w:bCs/>
        </w:rPr>
        <w:t>2</w:t>
      </w:r>
      <w:r w:rsidR="00085E9D" w:rsidRPr="00245100">
        <w:rPr>
          <w:bCs/>
        </w:rPr>
        <w:t>.4 lub z Wykonawcą, który złożył najkorzystniejszą ofertę (lub jedyną ofertę)</w:t>
      </w:r>
      <w:r w:rsidRPr="00245100">
        <w:rPr>
          <w:bCs/>
        </w:rPr>
        <w:t>.</w:t>
      </w:r>
    </w:p>
    <w:p w14:paraId="741540D4" w14:textId="44DA8AD4" w:rsidR="000464CE" w:rsidRPr="00245100" w:rsidRDefault="00085E9D" w:rsidP="00D877C6">
      <w:pPr>
        <w:pStyle w:val="Styl111"/>
      </w:pPr>
      <w:r w:rsidRPr="00245100">
        <w:t>Zamawiający przekazuje</w:t>
      </w:r>
      <w:r w:rsidRPr="00245100" w:rsidDel="000D17E8">
        <w:t xml:space="preserve"> </w:t>
      </w:r>
      <w:r w:rsidRPr="00245100">
        <w:t>Wykonawcom zaproszenie do negocjacji informując ich o</w:t>
      </w:r>
      <w:r w:rsidR="00B01933" w:rsidRPr="00245100">
        <w:t> </w:t>
      </w:r>
      <w:r w:rsidRPr="00245100">
        <w:t>terminie, miejscu i formie prowadzonych negocjacji</w:t>
      </w:r>
      <w:r w:rsidR="00A86FA6" w:rsidRPr="00245100">
        <w:t>.</w:t>
      </w:r>
    </w:p>
    <w:p w14:paraId="0EB4678A" w14:textId="0F0CB2B2" w:rsidR="00085E9D" w:rsidRPr="00245100" w:rsidRDefault="00A86FA6" w:rsidP="00D877C6">
      <w:pPr>
        <w:pStyle w:val="Styl111"/>
      </w:pPr>
      <w:r w:rsidRPr="00245100">
        <w:t>N</w:t>
      </w:r>
      <w:r w:rsidR="00085E9D" w:rsidRPr="00245100">
        <w:t>egocjacje mogą zostać przeprowadzone w jednej lub kilku rundach negocjacyjnych,</w:t>
      </w:r>
    </w:p>
    <w:p w14:paraId="39F4DAEC" w14:textId="75301BAC" w:rsidR="00085E9D" w:rsidRPr="00245100" w:rsidRDefault="00A86FA6" w:rsidP="00D877C6">
      <w:pPr>
        <w:pStyle w:val="Styl111"/>
      </w:pPr>
      <w:r w:rsidRPr="00245100">
        <w:t>O</w:t>
      </w:r>
      <w:r w:rsidR="00085E9D" w:rsidRPr="00245100">
        <w:t>ferta złożona w trakcie negocjacji w zakresie wskazanym w pkt. 2.</w:t>
      </w:r>
      <w:r w:rsidR="000464CE" w:rsidRPr="00245100">
        <w:t>2</w:t>
      </w:r>
      <w:r w:rsidR="00085E9D" w:rsidRPr="00245100">
        <w:t>. lit. a) oraz c) nie może być mniej korzystna dla Zamawiającego niż oferta złożona w</w:t>
      </w:r>
      <w:r w:rsidR="00B01933" w:rsidRPr="00245100">
        <w:t> </w:t>
      </w:r>
      <w:r w:rsidR="00085E9D" w:rsidRPr="00245100">
        <w:t xml:space="preserve">postępowaniu. </w:t>
      </w:r>
    </w:p>
    <w:p w14:paraId="017F55A6" w14:textId="51A27A7D" w:rsidR="00085E9D" w:rsidRPr="00245100" w:rsidRDefault="00A86FA6" w:rsidP="00D877C6">
      <w:pPr>
        <w:pStyle w:val="Styl111"/>
      </w:pPr>
      <w:r w:rsidRPr="00245100">
        <w:t>O</w:t>
      </w:r>
      <w:r w:rsidR="00085E9D" w:rsidRPr="00245100">
        <w:t>ferta złożona w trakcie negocjacji w zakresie wskazanym w pkt. 2.</w:t>
      </w:r>
      <w:r w:rsidR="000464CE" w:rsidRPr="00245100">
        <w:t>2</w:t>
      </w:r>
      <w:r w:rsidR="00085E9D" w:rsidRPr="00245100">
        <w:t xml:space="preserve">. lit. b) może być mniej korzystna dla Zamawiającego niż oferta złożona w postępowaniu. </w:t>
      </w:r>
    </w:p>
    <w:p w14:paraId="0D05607A" w14:textId="77777777" w:rsidR="00085E9D" w:rsidRPr="00245100" w:rsidRDefault="00085E9D" w:rsidP="00D877C6">
      <w:pPr>
        <w:pStyle w:val="Styl111"/>
      </w:pPr>
      <w:r w:rsidRPr="00245100">
        <w:t>Zamawiający może udzielić wyjaśnień do zmian wprowadzonych do dokumentacji Postępowania wskutek przeprowadzonych negocjacji.</w:t>
      </w:r>
    </w:p>
    <w:p w14:paraId="2252F161" w14:textId="77777777" w:rsidR="00085E9D" w:rsidRPr="00245100" w:rsidRDefault="00085E9D" w:rsidP="00D877C6">
      <w:pPr>
        <w:pStyle w:val="Styl111"/>
      </w:pPr>
      <w:r w:rsidRPr="00245100">
        <w:t xml:space="preserve">Zamawiający nie udziela podczas negocjacji informacji w sposób, który mógłby zapewnić niektórym Wykonawcom przewagę nad innymi Wykonawcami. </w:t>
      </w:r>
    </w:p>
    <w:p w14:paraId="6302D909" w14:textId="77777777" w:rsidR="00085E9D" w:rsidRPr="00245100" w:rsidRDefault="00085E9D" w:rsidP="00D877C6">
      <w:pPr>
        <w:pStyle w:val="Styl111"/>
      </w:pPr>
      <w:r w:rsidRPr="00245100">
        <w:t>Prowadzone negocjacje mają charakter poufny.</w:t>
      </w:r>
    </w:p>
    <w:p w14:paraId="0F89984B" w14:textId="76284918" w:rsidR="00270605" w:rsidRDefault="00270605" w:rsidP="00D877C6">
      <w:pPr>
        <w:pStyle w:val="Styl11"/>
      </w:pPr>
      <w:r w:rsidRPr="0081083D">
        <w:t>Zaproszenie do negocjacji nie oznacza wyboru oferty przez Zamawiającego</w:t>
      </w:r>
      <w:r>
        <w:t>.</w:t>
      </w:r>
    </w:p>
    <w:p w14:paraId="00AAF4A7" w14:textId="4373BE48" w:rsidR="00E02B12" w:rsidRDefault="00F40506" w:rsidP="00D877C6">
      <w:pPr>
        <w:pStyle w:val="Styl11"/>
      </w:pPr>
      <w:r w:rsidRPr="00E02B12">
        <w:t>W  ramach negocjacji Zamawiający może przeprowadzić np. aukcj</w:t>
      </w:r>
      <w:r w:rsidR="00AD55E2">
        <w:t>e</w:t>
      </w:r>
      <w:r w:rsidRPr="00E02B12">
        <w:t xml:space="preserve"> elektroniczn</w:t>
      </w:r>
      <w:r w:rsidR="00AD55E2">
        <w:t>e</w:t>
      </w:r>
      <w:r w:rsidRPr="00E02B12">
        <w:t xml:space="preserve">. </w:t>
      </w:r>
      <w:r w:rsidR="00CD6ADD" w:rsidRPr="00E769F4">
        <w:t>Cena zaoferowana przez Wykonawcę przestaje wiązać w zakresie, w jakim złoży on korzystniejszą ofertę podczas przedmiotowych negocjacji.</w:t>
      </w:r>
    </w:p>
    <w:p w14:paraId="0F5BB0CE" w14:textId="77777777" w:rsidR="00A843F5" w:rsidRDefault="00ED3DD0" w:rsidP="00D877C6">
      <w:pPr>
        <w:pStyle w:val="Styl11"/>
      </w:pPr>
      <w:r w:rsidRPr="00E02B12">
        <w:t>Postępowanie przetargowe może zostać unieważnione bez podania przyczyny</w:t>
      </w:r>
      <w:r w:rsidR="00A843F5">
        <w:t xml:space="preserve"> wskutek:</w:t>
      </w:r>
    </w:p>
    <w:p w14:paraId="25D14177" w14:textId="5280C41A" w:rsidR="00A843F5" w:rsidRPr="00A843F5" w:rsidRDefault="00A843F5" w:rsidP="00D877C6">
      <w:pPr>
        <w:pStyle w:val="Styl111"/>
      </w:pPr>
      <w:r w:rsidRPr="00A843F5">
        <w:t>odwołania Postępowania do upływu terminu na składanie ofert, a w przypadku aukcji elektronicznej - do jej rozpoczęcia,</w:t>
      </w:r>
    </w:p>
    <w:p w14:paraId="17E27B15" w14:textId="6141E18E" w:rsidR="00A843F5" w:rsidRPr="008E41FB" w:rsidRDefault="00A843F5" w:rsidP="00D877C6">
      <w:pPr>
        <w:pStyle w:val="Styl111"/>
      </w:pPr>
      <w:r w:rsidRPr="00A843F5">
        <w:t>zamknięcia postępowania po upływie terminu składania ofert bez</w:t>
      </w:r>
      <w:r w:rsidR="008E41FB">
        <w:t xml:space="preserve"> wybrania którejkolwiek z ofert</w:t>
      </w:r>
      <w:r w:rsidR="00A86FA6">
        <w:t>.</w:t>
      </w:r>
    </w:p>
    <w:p w14:paraId="39785FDE" w14:textId="4C1456F3" w:rsidR="00E02B12" w:rsidRDefault="00A843F5" w:rsidP="00DC74F8">
      <w:pPr>
        <w:pStyle w:val="Akapitzlist"/>
        <w:spacing w:line="276" w:lineRule="auto"/>
        <w:ind w:left="708"/>
        <w:contextualSpacing w:val="0"/>
        <w:rPr>
          <w:rFonts w:cs="Arial"/>
          <w:sz w:val="20"/>
          <w:szCs w:val="20"/>
        </w:rPr>
      </w:pPr>
      <w:r w:rsidRPr="00E02B12">
        <w:rPr>
          <w:rFonts w:cs="Arial"/>
          <w:sz w:val="20"/>
          <w:szCs w:val="20"/>
        </w:rPr>
        <w:t>Postępowanie przetargowe może zostać unieważnione bez podania przyczyny</w:t>
      </w:r>
      <w:r w:rsidR="00ED3DD0" w:rsidRPr="00E02B12">
        <w:rPr>
          <w:rFonts w:cs="Arial"/>
          <w:sz w:val="20"/>
          <w:szCs w:val="20"/>
        </w:rPr>
        <w:t xml:space="preserve"> na każdym etapie</w:t>
      </w:r>
      <w:r w:rsidR="00E45033">
        <w:rPr>
          <w:rFonts w:cs="Arial"/>
          <w:sz w:val="20"/>
          <w:szCs w:val="20"/>
        </w:rPr>
        <w:t xml:space="preserve"> lub zamknięte bez dokonania wyboru oferty </w:t>
      </w:r>
      <w:r w:rsidR="00270605">
        <w:rPr>
          <w:rFonts w:cs="Arial"/>
          <w:sz w:val="20"/>
          <w:szCs w:val="20"/>
        </w:rPr>
        <w:t>najkorzystniejszej</w:t>
      </w:r>
      <w:r w:rsidR="00ED3DD0" w:rsidRPr="00E02B12">
        <w:rPr>
          <w:rFonts w:cs="Arial"/>
          <w:sz w:val="20"/>
          <w:szCs w:val="20"/>
        </w:rPr>
        <w:t>. Wykonawcy nie przysługują żadne roszczenia z tytułu unieważnienia postępowania.</w:t>
      </w:r>
    </w:p>
    <w:p w14:paraId="5A02A023" w14:textId="3776DDC0" w:rsidR="00E02B12" w:rsidRDefault="00ED3DD0" w:rsidP="009C6996">
      <w:pPr>
        <w:pStyle w:val="Styl11"/>
      </w:pPr>
      <w:r w:rsidRPr="00E02B12">
        <w:t xml:space="preserve">Zamawiający może w każdym czasie przed upływem terminu składania ofert dokonać zmiany treści ogłoszenia o zamówieniu lub </w:t>
      </w:r>
      <w:r w:rsidR="006C29FD">
        <w:t>SWZ</w:t>
      </w:r>
      <w:r w:rsidRPr="00E02B12">
        <w:t xml:space="preserve">. Każda zmiana wprowadzona do </w:t>
      </w:r>
      <w:r w:rsidR="006C29FD">
        <w:t>SWZ</w:t>
      </w:r>
      <w:r w:rsidRPr="00E02B12">
        <w:t xml:space="preserve"> przez Zamawiającego jest wiążąca. Dokonaną zmianę zamieszcza się na stronie internetowej Zamawiającego, a także przekazuje się niezwłocznie wszystkim </w:t>
      </w:r>
      <w:r w:rsidR="00A563FA">
        <w:t>W</w:t>
      </w:r>
      <w:r w:rsidRPr="00E02B12">
        <w:t xml:space="preserve">ykonawcom, którym przekazano </w:t>
      </w:r>
      <w:r w:rsidR="006C29FD">
        <w:t>SWZ</w:t>
      </w:r>
      <w:r w:rsidRPr="00E02B12">
        <w:t>. Zamawiający nie przekaże powyższych informacji Wykonawcom, którzy nie podali adresu lub podali błędny adres e</w:t>
      </w:r>
      <w:r w:rsidR="00C1237B">
        <w:t>-</w:t>
      </w:r>
      <w:r w:rsidRPr="00E02B12">
        <w:t>mail podczas rejestracji na stronie internetowej Zamawiającego</w:t>
      </w:r>
      <w:r w:rsidR="00E02B12">
        <w:t>.</w:t>
      </w:r>
    </w:p>
    <w:p w14:paraId="2125FB34" w14:textId="7A300251" w:rsidR="006F527E" w:rsidRPr="00B01933" w:rsidRDefault="00E02B12" w:rsidP="00B01933">
      <w:pPr>
        <w:pStyle w:val="Styl11"/>
      </w:pPr>
      <w:r w:rsidRPr="00E02B12">
        <w:t xml:space="preserve">W kwestiach nieuregulowanych w niniejszej specyfikacji stosuje się przepisy </w:t>
      </w:r>
      <w:r w:rsidRPr="002B1AC9">
        <w:t>Instrukcji</w:t>
      </w:r>
      <w:r w:rsidRPr="008F7F11">
        <w:rPr>
          <w:i/>
        </w:rPr>
        <w:t xml:space="preserve"> </w:t>
      </w:r>
      <w:r w:rsidRPr="00E02B12">
        <w:t>oraz Kodeksu cywilnego</w:t>
      </w:r>
      <w:r>
        <w:t>.</w:t>
      </w:r>
    </w:p>
    <w:p w14:paraId="4922B0AA" w14:textId="77777777" w:rsidR="00244734" w:rsidRPr="004F4CEF" w:rsidRDefault="00244734" w:rsidP="004F4CEF">
      <w:pPr>
        <w:pStyle w:val="Styl1"/>
      </w:pPr>
      <w:r w:rsidRPr="004F4CEF">
        <w:t>Informacja o sposobie porozumiewania się Zamawiającego z Wykonawcami oraz przekazywania oświadczeń i dokumentów</w:t>
      </w:r>
    </w:p>
    <w:p w14:paraId="5A02EFC7" w14:textId="37769FD7" w:rsidR="00085E9D" w:rsidRPr="00C714FA" w:rsidRDefault="00085E9D" w:rsidP="009C6996">
      <w:pPr>
        <w:pStyle w:val="Styl11"/>
      </w:pPr>
      <w:r w:rsidRPr="00270940">
        <w:t>Korespondencję do Zamawiającego związaną z niniejszym postępowaniem, należy kierować za pośrednictwem Modułu Elektronicznej Komunikacji z Dostawcami dostępne</w:t>
      </w:r>
      <w:r>
        <w:t>j</w:t>
      </w:r>
      <w:r w:rsidRPr="00270940">
        <w:t xml:space="preserve"> na stronie </w:t>
      </w:r>
      <w:hyperlink r:id="rId12" w:history="1">
        <w:r w:rsidRPr="00270940">
          <w:t>http://www.przetargi.pgnig.pl</w:t>
        </w:r>
      </w:hyperlink>
      <w:r w:rsidRPr="00270940">
        <w:t xml:space="preserve">, przy spełnieniu wymogów określonych w pkt </w:t>
      </w:r>
      <w:r w:rsidR="00AF5E90">
        <w:t>3</w:t>
      </w:r>
      <w:r w:rsidRPr="00270940">
        <w:t xml:space="preserve">.3. i </w:t>
      </w:r>
      <w:r w:rsidR="00AF5E90">
        <w:t>3</w:t>
      </w:r>
      <w:r w:rsidRPr="00270940">
        <w:t xml:space="preserve">.4. </w:t>
      </w:r>
      <w:r w:rsidR="00F6251F">
        <w:t>SWZ</w:t>
      </w:r>
      <w:r w:rsidRPr="00270940">
        <w:t>.</w:t>
      </w:r>
    </w:p>
    <w:p w14:paraId="3DB586DA" w14:textId="5156ABA2" w:rsidR="00085E9D" w:rsidRPr="0081083D" w:rsidRDefault="00085E9D" w:rsidP="009C6996">
      <w:pPr>
        <w:pStyle w:val="Styl11"/>
      </w:pPr>
      <w:r w:rsidRPr="0081083D">
        <w:t>Oświadczenia, wnioski, zawiadomienia oraz informacje mogą być przekazywane przez strony za pomocą środków komunikacji elektronicznej</w:t>
      </w:r>
      <w:r w:rsidRPr="0081083D" w:rsidDel="009B7C9E">
        <w:t xml:space="preserve"> </w:t>
      </w:r>
      <w:r w:rsidRPr="0081083D">
        <w:t>w rozumieniu ustawy z dnia 18 lipca 2002 r. o</w:t>
      </w:r>
      <w:r w:rsidR="00B01933">
        <w:t> </w:t>
      </w:r>
      <w:r w:rsidRPr="0081083D">
        <w:t>świadczeniu usług dr</w:t>
      </w:r>
      <w:r>
        <w:t>ogą elektroniczną (Dz. U. z 2020</w:t>
      </w:r>
      <w:r w:rsidRPr="0081083D">
        <w:t xml:space="preserve"> r., poz. </w:t>
      </w:r>
      <w:r>
        <w:t>344.</w:t>
      </w:r>
      <w:r w:rsidRPr="0081083D">
        <w:t xml:space="preserve">), w tym poczty elektronicznej lub za pośrednictwem Modułu Elektronicznej Komunikacji z Dostawcami  dostępnego na stronie </w:t>
      </w:r>
      <w:hyperlink r:id="rId13" w:history="1">
        <w:r w:rsidRPr="0081083D">
          <w:t>http://www.przetargi.pgnig.pl</w:t>
        </w:r>
      </w:hyperlink>
      <w:r w:rsidRPr="0081083D">
        <w:t>, przy spełnieniu wymogów określonych w</w:t>
      </w:r>
      <w:r w:rsidR="00B01933">
        <w:t> </w:t>
      </w:r>
      <w:r w:rsidRPr="0081083D">
        <w:t xml:space="preserve">pkt </w:t>
      </w:r>
      <w:r w:rsidR="00AF5E90">
        <w:t>3</w:t>
      </w:r>
      <w:r w:rsidRPr="0081083D">
        <w:t xml:space="preserve">.3. i </w:t>
      </w:r>
      <w:r w:rsidR="00AF5E90">
        <w:t>3</w:t>
      </w:r>
      <w:r w:rsidRPr="0081083D">
        <w:t xml:space="preserve">.4. </w:t>
      </w:r>
      <w:r w:rsidR="00F6251F">
        <w:t>SWZ</w:t>
      </w:r>
      <w:r w:rsidRPr="0081083D">
        <w:t>.</w:t>
      </w:r>
    </w:p>
    <w:p w14:paraId="78031FB3" w14:textId="2801FE13" w:rsidR="00085E9D" w:rsidRPr="0081083D" w:rsidRDefault="00085E9D" w:rsidP="009C6996">
      <w:pPr>
        <w:pStyle w:val="Styl11"/>
      </w:pPr>
      <w:r w:rsidRPr="0081083D">
        <w:t>Komunikacja i wymiana informacji między Zamawiającym</w:t>
      </w:r>
      <w:r>
        <w:t>,</w:t>
      </w:r>
      <w:r w:rsidRPr="0081083D">
        <w:t xml:space="preserve"> a Wykonawcą odbywa się przy użyciu środków komunikacji elektronicznej. Oświadczenia złożone za pomocą środków komunikacji elektronicznej uważa się za złożone w terminie, jeżeli ich treść dotrze do Zamawiającego, adres podany w pkt </w:t>
      </w:r>
      <w:r w:rsidR="00F27794">
        <w:t>1</w:t>
      </w:r>
      <w:r w:rsidRPr="0081083D">
        <w:t xml:space="preserve"> </w:t>
      </w:r>
      <w:r w:rsidR="00F6251F">
        <w:t>SWZ</w:t>
      </w:r>
      <w:r w:rsidRPr="0081083D">
        <w:t xml:space="preserve"> </w:t>
      </w:r>
      <w:r>
        <w:t>lub</w:t>
      </w:r>
      <w:r w:rsidRPr="0081083D">
        <w:t xml:space="preserve"> za pośrednictwem Modułu Elektronicznej Komunikacji z Dostawcami, przed upływem wymaganego terminu. Każda ze stron na żądanie drugiej niezwłocznie potwierdza fakt otrzymania wiadomości elektronicznej. Wykonawca, który otrzyma od Zamawiającego oświadczenie lub dokument za pomocą środków komunikacji </w:t>
      </w:r>
      <w:r w:rsidRPr="0081083D">
        <w:lastRenderedPageBreak/>
        <w:t>elektronicznej, ma obowiązek niezwłocznie potwierdzić fakt otrzymania tej korespondencji. W</w:t>
      </w:r>
      <w:r w:rsidR="00B01933">
        <w:t> </w:t>
      </w:r>
      <w:r w:rsidRPr="0081083D">
        <w:t>przypadku wysłania oświadczenia lub dokumentu za pomocą środków komunikacji elektronicznej Zamawiający nie będzie przekazywał ich w formie pisemnej.</w:t>
      </w:r>
    </w:p>
    <w:p w14:paraId="2AE4134F" w14:textId="0C34A397" w:rsidR="00085E9D" w:rsidRPr="0081083D" w:rsidRDefault="00085E9D" w:rsidP="009C6996">
      <w:pPr>
        <w:pStyle w:val="Styl11"/>
      </w:pPr>
      <w:r w:rsidRPr="0081083D">
        <w:t>Do korzystania z Modułu Elektronicznej Komunikacji z Dostawcami wymagane jest:</w:t>
      </w:r>
    </w:p>
    <w:p w14:paraId="0AC58C27" w14:textId="77777777" w:rsidR="00085E9D" w:rsidRPr="0081083D" w:rsidRDefault="00085E9D" w:rsidP="009C6996">
      <w:pPr>
        <w:pStyle w:val="Styl111"/>
      </w:pPr>
      <w:r w:rsidRPr="0081083D">
        <w:t>posiadanie przez Wykonawcę dostępu do Internetu;</w:t>
      </w:r>
    </w:p>
    <w:p w14:paraId="579E6E76" w14:textId="77777777" w:rsidR="00085E9D" w:rsidRPr="00546F12" w:rsidRDefault="00085E9D" w:rsidP="009C6996">
      <w:pPr>
        <w:pStyle w:val="Styl111"/>
      </w:pPr>
      <w:r w:rsidRPr="0081083D">
        <w:t>posiadanie przez Wykonawcę dostępu do indywidualnego konta poczty elektronicznej e-mail;</w:t>
      </w:r>
    </w:p>
    <w:p w14:paraId="74008AD7" w14:textId="57018770" w:rsidR="00085E9D" w:rsidRPr="0081083D" w:rsidRDefault="00085E9D" w:rsidP="009C6996">
      <w:pPr>
        <w:pStyle w:val="Styl111"/>
      </w:pPr>
      <w:r w:rsidRPr="00546F12">
        <w:t xml:space="preserve">posiadanie przez Wykonawcę kwalifikowanego podpisu elektronicznego </w:t>
      </w:r>
      <w:r w:rsidRPr="0081083D">
        <w:t xml:space="preserve">w celu złożenia dokumentów, w tym oferty w wersji </w:t>
      </w:r>
      <w:r w:rsidR="005F03A9">
        <w:t>elektronicznej za pomocą Modułu</w:t>
      </w:r>
      <w:r w:rsidRPr="0081083D">
        <w:t>;</w:t>
      </w:r>
    </w:p>
    <w:p w14:paraId="53DB6279" w14:textId="24B0E7D4" w:rsidR="00085E9D" w:rsidRPr="0081083D" w:rsidRDefault="00085E9D" w:rsidP="009C6996">
      <w:pPr>
        <w:pStyle w:val="Styl111"/>
      </w:pPr>
      <w:r w:rsidRPr="0081083D">
        <w:t>rejestracja konta Użytkownika, poprzedzona wypełnieniem elektronicznego formularza oraz złożeniem podpisanych kwalifikowanym podpisem elektronicznym</w:t>
      </w:r>
      <w:r w:rsidR="00F416BA">
        <w:t xml:space="preserve"> lub podpisem zaufanym: wniosku </w:t>
      </w:r>
      <w:r w:rsidRPr="0081083D">
        <w:t>o utworzenie konta oraz dokumentu potwierdza</w:t>
      </w:r>
      <w:r w:rsidR="00F416BA">
        <w:t xml:space="preserve">jącego umocowanie do działania </w:t>
      </w:r>
      <w:r w:rsidRPr="0081083D">
        <w:t>w imieniu Wykonawcy;</w:t>
      </w:r>
    </w:p>
    <w:p w14:paraId="225DAC47" w14:textId="77777777" w:rsidR="00085E9D" w:rsidRPr="0081083D" w:rsidRDefault="00085E9D" w:rsidP="009C6996">
      <w:pPr>
        <w:pStyle w:val="Styl11"/>
      </w:pPr>
      <w:r w:rsidRPr="0081083D">
        <w:t>Techniczne warunki i specyfikacja połączenia:</w:t>
      </w:r>
    </w:p>
    <w:p w14:paraId="7EA6DDFB" w14:textId="77777777" w:rsidR="00085E9D" w:rsidRPr="0081083D" w:rsidRDefault="00085E9D" w:rsidP="009C6996">
      <w:pPr>
        <w:pStyle w:val="Styl111"/>
      </w:pPr>
      <w:r w:rsidRPr="0081083D">
        <w:t>stacja robocza z dostępem do sieci Internet;</w:t>
      </w:r>
    </w:p>
    <w:p w14:paraId="629EDD3E" w14:textId="77777777" w:rsidR="00085E9D" w:rsidRPr="0081083D" w:rsidRDefault="00085E9D" w:rsidP="009C6996">
      <w:pPr>
        <w:pStyle w:val="Styl111"/>
      </w:pPr>
      <w:r w:rsidRPr="0081083D">
        <w:t>przeglądarka (aktualna wersja Mozilla Firefox lub Google Chrome) wspierająca komunikację po protokole HTTPS;</w:t>
      </w:r>
    </w:p>
    <w:p w14:paraId="039A857E" w14:textId="77777777" w:rsidR="00085E9D" w:rsidRPr="0081083D" w:rsidRDefault="00085E9D" w:rsidP="009C6996">
      <w:pPr>
        <w:pStyle w:val="Styl111"/>
      </w:pPr>
      <w:r w:rsidRPr="0081083D">
        <w:t>przeglądarka plików w formacie PDF umożliwiająca weryfikację podpisów cyfrowych;</w:t>
      </w:r>
    </w:p>
    <w:p w14:paraId="59FFF0D0" w14:textId="77777777" w:rsidR="00085E9D" w:rsidRPr="0081083D" w:rsidRDefault="00085E9D" w:rsidP="009C6996">
      <w:pPr>
        <w:pStyle w:val="Styl111"/>
      </w:pPr>
      <w:r w:rsidRPr="0081083D">
        <w:t>edytor plików w formacie DOCX;</w:t>
      </w:r>
    </w:p>
    <w:p w14:paraId="4AC644B0" w14:textId="77777777" w:rsidR="00085E9D" w:rsidRPr="0081083D" w:rsidRDefault="00085E9D" w:rsidP="009C6996">
      <w:pPr>
        <w:pStyle w:val="Styl111"/>
      </w:pPr>
      <w:r w:rsidRPr="0081083D">
        <w:t>oprogramowanie umożliwiające podpisywanie dokumentów kwalifikowanym podpisem cyfrowym;</w:t>
      </w:r>
    </w:p>
    <w:p w14:paraId="3345E7B5" w14:textId="65FF052B" w:rsidR="00085E9D" w:rsidRPr="0081083D" w:rsidRDefault="00085E9D" w:rsidP="009C6996">
      <w:pPr>
        <w:pStyle w:val="Styl111"/>
      </w:pPr>
      <w:r w:rsidRPr="0081083D">
        <w:t>dostęp do skrzynki poczty elektronicznej</w:t>
      </w:r>
      <w:r w:rsidR="00A46FC9">
        <w:t>.</w:t>
      </w:r>
    </w:p>
    <w:p w14:paraId="1BD6E771" w14:textId="77777777" w:rsidR="00085E9D" w:rsidRDefault="00085E9D" w:rsidP="009C6996">
      <w:pPr>
        <w:pStyle w:val="Styl11"/>
      </w:pPr>
      <w:r w:rsidRPr="0081083D">
        <w:t>Zamawiający dopuszcza w szczególności następujący format przesyłanych danych: .pdf, .doc, .docx.</w:t>
      </w:r>
    </w:p>
    <w:p w14:paraId="1E79A7FB" w14:textId="06EF5F9D" w:rsidR="00085E9D" w:rsidRDefault="00085E9D" w:rsidP="009C6996">
      <w:pPr>
        <w:pStyle w:val="Styl11"/>
      </w:pPr>
      <w:r w:rsidRPr="002B6557">
        <w:t xml:space="preserve">Godziny pracy </w:t>
      </w:r>
      <w:r w:rsidR="00A0466B">
        <w:t>Zamawiającego</w:t>
      </w:r>
      <w:r w:rsidRPr="002B6557">
        <w:t>: w dni powszednie od poniedziałku do piątku: w godz.: 07:00-17:00.</w:t>
      </w:r>
    </w:p>
    <w:p w14:paraId="211F18D0" w14:textId="215254EA" w:rsidR="00517967" w:rsidRPr="002B6557" w:rsidRDefault="00517967" w:rsidP="009C6996">
      <w:pPr>
        <w:pStyle w:val="Styl11"/>
      </w:pPr>
      <w:r>
        <w:t xml:space="preserve">W trakcie prowadzonego postępowania Zamawiający nie dopuszcza komunikacji telefonicznej z Wykonawcami. </w:t>
      </w:r>
    </w:p>
    <w:p w14:paraId="7BDF96DC" w14:textId="77777777" w:rsidR="00F40506" w:rsidRPr="001F74AF" w:rsidRDefault="00F40506" w:rsidP="001F74AF">
      <w:pPr>
        <w:pStyle w:val="Dzia"/>
        <w:rPr>
          <w:rFonts w:eastAsia="Arial Unicode MS"/>
        </w:rPr>
      </w:pPr>
      <w:r w:rsidRPr="001F74AF">
        <w:rPr>
          <w:rFonts w:eastAsia="Arial Unicode MS"/>
        </w:rPr>
        <w:t>Dział II</w:t>
      </w:r>
    </w:p>
    <w:p w14:paraId="4BAB6A0F" w14:textId="473C468B" w:rsidR="00F40506" w:rsidRDefault="00F40506" w:rsidP="001F74AF">
      <w:pPr>
        <w:pStyle w:val="Dzia"/>
        <w:rPr>
          <w:rFonts w:eastAsia="Arial Unicode MS"/>
        </w:rPr>
      </w:pPr>
      <w:r w:rsidRPr="001F74AF">
        <w:rPr>
          <w:rFonts w:eastAsia="Arial Unicode MS"/>
        </w:rPr>
        <w:t>Opis przedmiotu zamówienia i termin jego realizacji</w:t>
      </w:r>
    </w:p>
    <w:p w14:paraId="3D471358" w14:textId="77777777" w:rsidR="0036488B" w:rsidRPr="00C24A40" w:rsidRDefault="0036488B" w:rsidP="004F4CEF">
      <w:pPr>
        <w:pStyle w:val="Styl1"/>
      </w:pPr>
      <w:r w:rsidRPr="00F40506">
        <w:t>Przedmiot Zamówienia</w:t>
      </w:r>
    </w:p>
    <w:p w14:paraId="1347CCD3" w14:textId="2947DE29" w:rsidR="007D7C5D" w:rsidRPr="0036488B" w:rsidRDefault="00F40506" w:rsidP="0048281B">
      <w:pPr>
        <w:pStyle w:val="Styl11"/>
      </w:pPr>
      <w:r w:rsidRPr="0036488B">
        <w:t xml:space="preserve">Przedmiotem zamówienia jest </w:t>
      </w:r>
      <w:r w:rsidR="0048281B" w:rsidRPr="0048281B">
        <w:t>Zakup i dostawa środków czystości dla Orlen S.A. – Oddział PGNiG w Sanoku.</w:t>
      </w:r>
      <w:r w:rsidR="007D7C5D" w:rsidRPr="0036488B">
        <w:rPr>
          <w:rFonts w:ascii="Times New Roman" w:hAnsi="Times New Roman"/>
          <w:color w:val="000000"/>
          <w:sz w:val="24"/>
          <w:szCs w:val="22"/>
        </w:rPr>
        <w:t xml:space="preserve"> </w:t>
      </w:r>
    </w:p>
    <w:p w14:paraId="2D874702" w14:textId="1158675A" w:rsidR="00CD6ADD" w:rsidRPr="00245100" w:rsidRDefault="00CD6ADD" w:rsidP="009C6996">
      <w:pPr>
        <w:pStyle w:val="Styl11"/>
      </w:pPr>
      <w:r w:rsidRPr="009C6996">
        <w:t>Rodzaj zamówienia</w:t>
      </w:r>
      <w:r w:rsidRPr="00245100">
        <w:t>: dostawa</w:t>
      </w:r>
      <w:r w:rsidR="00245100" w:rsidRPr="00245100">
        <w:t>.</w:t>
      </w:r>
    </w:p>
    <w:p w14:paraId="2A92A199" w14:textId="155360AF" w:rsidR="00EE7A4B" w:rsidRDefault="001919DB" w:rsidP="00EE7A4B">
      <w:pPr>
        <w:pStyle w:val="Styl11"/>
      </w:pPr>
      <w:r w:rsidRPr="009C6996">
        <w:t>O</w:t>
      </w:r>
      <w:r w:rsidR="00F40506" w:rsidRPr="009C6996">
        <w:t xml:space="preserve">pis przedmiotu zamówienia stanowi </w:t>
      </w:r>
      <w:r w:rsidR="00D02D33">
        <w:rPr>
          <w:b/>
        </w:rPr>
        <w:t>Z</w:t>
      </w:r>
      <w:r w:rsidR="00EF5C9F" w:rsidRPr="009C6996">
        <w:rPr>
          <w:b/>
          <w:iCs/>
        </w:rPr>
        <w:t>ałącznik</w:t>
      </w:r>
      <w:r w:rsidR="00F40506" w:rsidRPr="009C6996">
        <w:rPr>
          <w:b/>
          <w:iCs/>
        </w:rPr>
        <w:t xml:space="preserve"> </w:t>
      </w:r>
      <w:r w:rsidR="00F40506" w:rsidRPr="00245100">
        <w:rPr>
          <w:b/>
          <w:iCs/>
        </w:rPr>
        <w:t xml:space="preserve">nr </w:t>
      </w:r>
      <w:r w:rsidR="00245100" w:rsidRPr="00245100">
        <w:rPr>
          <w:b/>
          <w:iCs/>
        </w:rPr>
        <w:t>2</w:t>
      </w:r>
      <w:r w:rsidR="00F40506" w:rsidRPr="00245100">
        <w:rPr>
          <w:b/>
          <w:iCs/>
        </w:rPr>
        <w:t xml:space="preserve"> </w:t>
      </w:r>
      <w:r w:rsidR="004E76F7" w:rsidRPr="00245100">
        <w:rPr>
          <w:b/>
          <w:iCs/>
        </w:rPr>
        <w:t xml:space="preserve">do </w:t>
      </w:r>
      <w:r w:rsidR="006C29FD" w:rsidRPr="00245100">
        <w:rPr>
          <w:b/>
          <w:iCs/>
        </w:rPr>
        <w:t>SWZ</w:t>
      </w:r>
      <w:r w:rsidR="00F40506" w:rsidRPr="009C6996">
        <w:t>.</w:t>
      </w:r>
    </w:p>
    <w:p w14:paraId="6CCFC155" w14:textId="77777777" w:rsidR="00E35626" w:rsidRPr="00C24A40" w:rsidRDefault="00E35626" w:rsidP="004F4CEF">
      <w:pPr>
        <w:pStyle w:val="Styl1"/>
      </w:pPr>
      <w:bookmarkStart w:id="0" w:name="_Toc479595440"/>
      <w:r w:rsidRPr="00F40506">
        <w:t>Warunki realizacji zamówienia</w:t>
      </w:r>
    </w:p>
    <w:bookmarkEnd w:id="0"/>
    <w:p w14:paraId="7938BD62" w14:textId="1EC3C19A" w:rsidR="00F40506" w:rsidRPr="00F40506" w:rsidRDefault="00F40506" w:rsidP="002A0400">
      <w:pPr>
        <w:spacing w:line="276" w:lineRule="auto"/>
        <w:rPr>
          <w:rFonts w:cs="Arial"/>
          <w:sz w:val="20"/>
          <w:szCs w:val="20"/>
          <w:lang w:eastAsia="en-US"/>
        </w:rPr>
      </w:pPr>
      <w:r w:rsidRPr="00F40506">
        <w:rPr>
          <w:rFonts w:cs="Arial"/>
          <w:sz w:val="20"/>
          <w:szCs w:val="20"/>
          <w:lang w:eastAsia="en-US"/>
        </w:rPr>
        <w:t xml:space="preserve">Szczegółowe warunki realizacji zamówienia </w:t>
      </w:r>
      <w:r w:rsidR="00931112">
        <w:rPr>
          <w:rFonts w:cs="Arial"/>
          <w:sz w:val="20"/>
          <w:szCs w:val="20"/>
          <w:lang w:eastAsia="en-US"/>
        </w:rPr>
        <w:t>zostały określone we</w:t>
      </w:r>
      <w:r w:rsidR="00931112" w:rsidRPr="00F40506">
        <w:rPr>
          <w:rFonts w:cs="Arial"/>
          <w:sz w:val="20"/>
          <w:szCs w:val="20"/>
          <w:lang w:eastAsia="en-US"/>
        </w:rPr>
        <w:t xml:space="preserve"> wz</w:t>
      </w:r>
      <w:r w:rsidR="00931112">
        <w:rPr>
          <w:rFonts w:cs="Arial"/>
          <w:sz w:val="20"/>
          <w:szCs w:val="20"/>
          <w:lang w:eastAsia="en-US"/>
        </w:rPr>
        <w:t>orze</w:t>
      </w:r>
      <w:r w:rsidR="00931112" w:rsidRPr="00F40506">
        <w:rPr>
          <w:rFonts w:cs="Arial"/>
          <w:sz w:val="20"/>
          <w:szCs w:val="20"/>
          <w:lang w:eastAsia="en-US"/>
        </w:rPr>
        <w:t xml:space="preserve"> umowy stanowiąc</w:t>
      </w:r>
      <w:r w:rsidR="00F67218">
        <w:rPr>
          <w:rFonts w:cs="Arial"/>
          <w:sz w:val="20"/>
          <w:szCs w:val="20"/>
          <w:lang w:eastAsia="en-US"/>
        </w:rPr>
        <w:t>ym</w:t>
      </w:r>
      <w:r w:rsidR="00931112" w:rsidRPr="00F40506">
        <w:rPr>
          <w:rFonts w:cs="Arial"/>
          <w:b/>
          <w:sz w:val="20"/>
          <w:szCs w:val="20"/>
          <w:highlight w:val="yellow"/>
          <w:lang w:eastAsia="en-US"/>
        </w:rPr>
        <w:t xml:space="preserve"> </w:t>
      </w:r>
      <w:r w:rsidR="00D02D33" w:rsidRPr="00245100">
        <w:rPr>
          <w:rFonts w:cs="Arial"/>
          <w:b/>
          <w:sz w:val="20"/>
          <w:szCs w:val="20"/>
          <w:lang w:eastAsia="en-US"/>
        </w:rPr>
        <w:t>Z</w:t>
      </w:r>
      <w:r w:rsidRPr="00245100">
        <w:rPr>
          <w:rFonts w:cs="Arial"/>
          <w:b/>
          <w:sz w:val="20"/>
          <w:szCs w:val="20"/>
          <w:lang w:eastAsia="en-US"/>
        </w:rPr>
        <w:t xml:space="preserve">ałącznik </w:t>
      </w:r>
      <w:r w:rsidR="00245100">
        <w:rPr>
          <w:rFonts w:cs="Arial"/>
          <w:b/>
          <w:sz w:val="20"/>
          <w:szCs w:val="20"/>
          <w:lang w:eastAsia="en-US"/>
        </w:rPr>
        <w:t xml:space="preserve">3 </w:t>
      </w:r>
      <w:r w:rsidRPr="00F40506">
        <w:rPr>
          <w:rFonts w:cs="Arial"/>
          <w:b/>
          <w:sz w:val="20"/>
          <w:szCs w:val="20"/>
          <w:lang w:eastAsia="en-US"/>
        </w:rPr>
        <w:t xml:space="preserve">do </w:t>
      </w:r>
      <w:r w:rsidR="006C29FD">
        <w:rPr>
          <w:rFonts w:cs="Arial"/>
          <w:b/>
          <w:sz w:val="20"/>
          <w:szCs w:val="20"/>
          <w:lang w:eastAsia="en-US"/>
        </w:rPr>
        <w:t>SWZ</w:t>
      </w:r>
      <w:r w:rsidRPr="00F40506">
        <w:rPr>
          <w:rFonts w:cs="Arial"/>
          <w:sz w:val="20"/>
          <w:szCs w:val="20"/>
          <w:lang w:eastAsia="en-US"/>
        </w:rPr>
        <w:t>.</w:t>
      </w:r>
    </w:p>
    <w:p w14:paraId="2341347C" w14:textId="77777777" w:rsidR="00543302" w:rsidRPr="00C24A40" w:rsidRDefault="00543302" w:rsidP="004F4CEF">
      <w:pPr>
        <w:pStyle w:val="Styl1"/>
      </w:pPr>
      <w:r w:rsidRPr="00F40506">
        <w:t>Termin realizacji zamówienia</w:t>
      </w:r>
    </w:p>
    <w:p w14:paraId="17872E8C" w14:textId="31CB822E" w:rsidR="00F40506" w:rsidRPr="00245100" w:rsidRDefault="00F40506" w:rsidP="002A0400">
      <w:pPr>
        <w:spacing w:line="276" w:lineRule="auto"/>
        <w:rPr>
          <w:rFonts w:cs="Arial"/>
          <w:sz w:val="20"/>
          <w:szCs w:val="20"/>
        </w:rPr>
      </w:pPr>
      <w:r w:rsidRPr="00F40506">
        <w:rPr>
          <w:rFonts w:cs="Arial"/>
          <w:sz w:val="20"/>
          <w:szCs w:val="20"/>
        </w:rPr>
        <w:t xml:space="preserve">Zamówienie będzie zrealizowane w terminie </w:t>
      </w:r>
      <w:r w:rsidR="00245100">
        <w:rPr>
          <w:rFonts w:cs="Arial"/>
          <w:sz w:val="20"/>
          <w:szCs w:val="20"/>
        </w:rPr>
        <w:t xml:space="preserve">o którym mowa </w:t>
      </w:r>
      <w:r w:rsidRPr="00245100">
        <w:rPr>
          <w:rFonts w:cs="Arial"/>
          <w:sz w:val="20"/>
          <w:szCs w:val="20"/>
        </w:rPr>
        <w:t xml:space="preserve">w § </w:t>
      </w:r>
      <w:r w:rsidR="00245100" w:rsidRPr="00245100">
        <w:rPr>
          <w:rFonts w:cs="Arial"/>
          <w:sz w:val="20"/>
          <w:szCs w:val="20"/>
        </w:rPr>
        <w:t>2</w:t>
      </w:r>
      <w:r w:rsidR="0048281B">
        <w:rPr>
          <w:rFonts w:cs="Arial"/>
          <w:sz w:val="20"/>
          <w:szCs w:val="20"/>
        </w:rPr>
        <w:t xml:space="preserve"> projektu</w:t>
      </w:r>
      <w:r w:rsidR="00CD6ADD" w:rsidRPr="00245100">
        <w:rPr>
          <w:rFonts w:cs="Arial"/>
          <w:sz w:val="20"/>
          <w:szCs w:val="20"/>
        </w:rPr>
        <w:t xml:space="preserve"> </w:t>
      </w:r>
      <w:r w:rsidRPr="00245100">
        <w:rPr>
          <w:rFonts w:cs="Arial"/>
          <w:sz w:val="20"/>
          <w:szCs w:val="20"/>
        </w:rPr>
        <w:t>umowy.</w:t>
      </w:r>
    </w:p>
    <w:p w14:paraId="123C9B23" w14:textId="77777777" w:rsidR="007B5698" w:rsidRPr="007B5698" w:rsidRDefault="007B5698" w:rsidP="004F4CEF">
      <w:pPr>
        <w:pStyle w:val="Styl1"/>
      </w:pPr>
      <w:r w:rsidRPr="007B5698">
        <w:t>Zamówienia częściowe</w:t>
      </w:r>
    </w:p>
    <w:p w14:paraId="4F50490F" w14:textId="2B1A68F9" w:rsidR="00F40506" w:rsidRPr="007B5698" w:rsidRDefault="00F40506" w:rsidP="009C6996">
      <w:pPr>
        <w:pStyle w:val="Styl11"/>
      </w:pPr>
      <w:r w:rsidRPr="007B5698">
        <w:t xml:space="preserve">Zamawiający </w:t>
      </w:r>
      <w:r w:rsidRPr="00FC09AD">
        <w:t xml:space="preserve">nie dopuszcza </w:t>
      </w:r>
      <w:r w:rsidRPr="007B5698">
        <w:t>składania ofert częściowych.</w:t>
      </w:r>
    </w:p>
    <w:p w14:paraId="560FA388" w14:textId="5170A254" w:rsidR="00F40506" w:rsidRPr="00792095" w:rsidRDefault="00F40506" w:rsidP="008D2BC0">
      <w:pPr>
        <w:pStyle w:val="Styl11"/>
        <w:numPr>
          <w:ilvl w:val="0"/>
          <w:numId w:val="0"/>
        </w:numPr>
        <w:ind w:left="709"/>
        <w:rPr>
          <w:color w:val="4F81BD" w:themeColor="accent1"/>
        </w:rPr>
      </w:pPr>
    </w:p>
    <w:p w14:paraId="226B6B53" w14:textId="77777777" w:rsidR="00E47C88" w:rsidRPr="0051451B" w:rsidRDefault="00886DAD" w:rsidP="004F4CEF">
      <w:pPr>
        <w:pStyle w:val="Styl1"/>
      </w:pPr>
      <w:r w:rsidRPr="0051451B">
        <w:lastRenderedPageBreak/>
        <w:t xml:space="preserve">Podwykonawstwo </w:t>
      </w:r>
    </w:p>
    <w:p w14:paraId="59FF32F1" w14:textId="77777777" w:rsidR="00F40506" w:rsidRPr="00E47C88" w:rsidRDefault="00F40506" w:rsidP="009C6996">
      <w:pPr>
        <w:pStyle w:val="Styl11"/>
      </w:pPr>
      <w:r w:rsidRPr="00E47C88">
        <w:t>Za</w:t>
      </w:r>
      <w:r w:rsidR="001919DB" w:rsidRPr="00E47C88">
        <w:t>mawiający żąda wskazania przez W</w:t>
      </w:r>
      <w:r w:rsidRPr="00E47C88">
        <w:t>ykonawcę części zamówienia, których wykonanie zamierza powierzyć</w:t>
      </w:r>
      <w:r w:rsidR="001919DB" w:rsidRPr="00E47C88">
        <w:t xml:space="preserve"> podwykonawcom i podania przez W</w:t>
      </w:r>
      <w:r w:rsidRPr="00E47C88">
        <w:t xml:space="preserve">ykonawcę </w:t>
      </w:r>
      <w:r w:rsidR="00E65F46">
        <w:t xml:space="preserve">nazw </w:t>
      </w:r>
      <w:r w:rsidRPr="00E47C88">
        <w:t>firm podwykonawców</w:t>
      </w:r>
      <w:r w:rsidR="00A56C14">
        <w:t xml:space="preserve"> o ile są znani</w:t>
      </w:r>
      <w:r w:rsidRPr="00E47C88">
        <w:t>.</w:t>
      </w:r>
    </w:p>
    <w:p w14:paraId="2E5222F7" w14:textId="017CCEFA" w:rsidR="00F40506" w:rsidRPr="00162E24" w:rsidRDefault="00F40506" w:rsidP="009C6996">
      <w:pPr>
        <w:pStyle w:val="Styl11"/>
      </w:pPr>
      <w:r w:rsidRPr="00E47C88">
        <w:rPr>
          <w:bCs/>
        </w:rPr>
        <w:t xml:space="preserve">Wykonawca może zmienić lub zrezygnować z podwykonawcy. Jeżeli zmiana albo rezygnacja </w:t>
      </w:r>
      <w:r w:rsidR="00DA25C9" w:rsidRPr="00E47C88">
        <w:rPr>
          <w:bCs/>
        </w:rPr>
        <w:t>z</w:t>
      </w:r>
      <w:r w:rsidR="00DA25C9">
        <w:rPr>
          <w:bCs/>
        </w:rPr>
        <w:t> </w:t>
      </w:r>
      <w:r w:rsidRPr="00E47C88">
        <w:rPr>
          <w:bCs/>
        </w:rPr>
        <w:t>podwykonawcy dotyczy podmiotu, na którego zasoby Wykonawca powoływał się, n</w:t>
      </w:r>
      <w:r w:rsidR="00CE193E">
        <w:rPr>
          <w:bCs/>
        </w:rPr>
        <w:t>a zasadach określonych w pkt 10.4.</w:t>
      </w:r>
      <w:r w:rsidRPr="00E47C88">
        <w:rPr>
          <w:bCs/>
        </w:rPr>
        <w:t xml:space="preserve"> </w:t>
      </w:r>
      <w:r w:rsidR="006C29FD">
        <w:rPr>
          <w:bCs/>
        </w:rPr>
        <w:t>SWZ</w:t>
      </w:r>
      <w:r w:rsidRPr="00E47C88">
        <w:rPr>
          <w:bCs/>
        </w:rPr>
        <w:t>, w celu wykazania spełniania warunków udziału w</w:t>
      </w:r>
      <w:r w:rsidR="00DA25C9">
        <w:rPr>
          <w:bCs/>
        </w:rPr>
        <w:t> </w:t>
      </w:r>
      <w:r w:rsidRPr="00E47C88">
        <w:rPr>
          <w:bCs/>
        </w:rPr>
        <w:t>postępowaniu</w:t>
      </w:r>
      <w:r w:rsidRPr="00322FB1">
        <w:rPr>
          <w:bCs/>
        </w:rPr>
        <w:t xml:space="preserve">, </w:t>
      </w:r>
      <w:r w:rsidRPr="00E47C88">
        <w:rPr>
          <w:bCs/>
        </w:rPr>
        <w:t>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  <w:r w:rsidR="00886DAD" w:rsidRPr="00886DAD">
        <w:rPr>
          <w:b/>
          <w:color w:val="FF0000"/>
        </w:rPr>
        <w:t xml:space="preserve"> </w:t>
      </w:r>
    </w:p>
    <w:p w14:paraId="405A4818" w14:textId="77777777" w:rsidR="00162E24" w:rsidRPr="00E47C88" w:rsidRDefault="00162E24" w:rsidP="004F4CEF">
      <w:pPr>
        <w:pStyle w:val="Styl1"/>
      </w:pPr>
      <w:r w:rsidRPr="00F40506">
        <w:t>Oferty wariantowe</w:t>
      </w:r>
      <w:r>
        <w:t>. Zamówienia uzupełniające.</w:t>
      </w:r>
    </w:p>
    <w:p w14:paraId="46827816" w14:textId="38F7C816" w:rsidR="00162E24" w:rsidRPr="00FC09AD" w:rsidRDefault="00F40506" w:rsidP="009C6996">
      <w:pPr>
        <w:pStyle w:val="Styl11"/>
      </w:pPr>
      <w:r w:rsidRPr="00FC09AD">
        <w:t>Zamawiający nie dopuszcza składania ofert wariantowych.</w:t>
      </w:r>
      <w:bookmarkStart w:id="1" w:name="_Toc165626656"/>
      <w:bookmarkStart w:id="2" w:name="_Toc479595442"/>
      <w:bookmarkStart w:id="3" w:name="_Toc139608600"/>
    </w:p>
    <w:p w14:paraId="1645CB9F" w14:textId="2B3078E2" w:rsidR="007D7C5D" w:rsidRPr="00FC09AD" w:rsidRDefault="007D7C5D" w:rsidP="009C6996">
      <w:pPr>
        <w:pStyle w:val="Styl11"/>
      </w:pPr>
      <w:r w:rsidRPr="00FC09AD">
        <w:t>Zamawiający informuje, że nie przewiduje udzielenia zamówień uzupełniających</w:t>
      </w:r>
      <w:r w:rsidR="00162E24" w:rsidRPr="00FC09AD">
        <w:t>.</w:t>
      </w:r>
    </w:p>
    <w:p w14:paraId="7D9A4DC4" w14:textId="3E762B4E" w:rsidR="007E4672" w:rsidRPr="00FC09AD" w:rsidRDefault="007E4672" w:rsidP="009C6996">
      <w:pPr>
        <w:pStyle w:val="Styl11"/>
      </w:pPr>
      <w:r w:rsidRPr="00FC09AD">
        <w:t>Zamawiający nie dopuszcza składania ofert warunkowych.</w:t>
      </w:r>
    </w:p>
    <w:p w14:paraId="1340FE13" w14:textId="77777777" w:rsidR="00F40506" w:rsidRPr="00F40506" w:rsidRDefault="00F40506" w:rsidP="001F74AF">
      <w:pPr>
        <w:pStyle w:val="Dzia"/>
        <w:rPr>
          <w:lang w:eastAsia="en-US"/>
        </w:rPr>
      </w:pPr>
      <w:r w:rsidRPr="00F40506">
        <w:rPr>
          <w:lang w:eastAsia="en-US"/>
        </w:rPr>
        <w:t>Dział III</w:t>
      </w:r>
    </w:p>
    <w:p w14:paraId="3F5FC87D" w14:textId="77777777" w:rsidR="00F40506" w:rsidRDefault="00F40506" w:rsidP="001F74AF">
      <w:pPr>
        <w:pStyle w:val="Dzia"/>
        <w:rPr>
          <w:lang w:eastAsia="en-US"/>
        </w:rPr>
      </w:pPr>
      <w:r w:rsidRPr="00F40506">
        <w:rPr>
          <w:lang w:eastAsia="en-US"/>
        </w:rPr>
        <w:t>Informacje o charakterze prawnym, ekonomicznymi technicznym</w:t>
      </w:r>
    </w:p>
    <w:p w14:paraId="5572BE77" w14:textId="572E3E7F" w:rsidR="00A33295" w:rsidRPr="00E47C88" w:rsidRDefault="00A33295" w:rsidP="004F4CEF">
      <w:pPr>
        <w:pStyle w:val="Styl1"/>
      </w:pPr>
      <w:r w:rsidRPr="00F40506">
        <w:t xml:space="preserve">Dopuszczenie </w:t>
      </w:r>
      <w:r w:rsidR="00922058">
        <w:t>W</w:t>
      </w:r>
      <w:r w:rsidRPr="00F40506">
        <w:t>ykonawców do ubiegania się o udzielenie zamówienia</w:t>
      </w:r>
    </w:p>
    <w:bookmarkEnd w:id="1"/>
    <w:bookmarkEnd w:id="2"/>
    <w:p w14:paraId="14E50A2F" w14:textId="77777777" w:rsidR="00F40506" w:rsidRPr="00D53237" w:rsidRDefault="00A33295" w:rsidP="009C6996">
      <w:pPr>
        <w:pStyle w:val="Styl11"/>
      </w:pPr>
      <w:r w:rsidRPr="00D53237">
        <w:t xml:space="preserve">O </w:t>
      </w:r>
      <w:r w:rsidR="00F40506" w:rsidRPr="00D53237">
        <w:t>udzielenie Zamówienia mogą ubiegać się Wykonawcy, którzy:</w:t>
      </w:r>
    </w:p>
    <w:p w14:paraId="31C47528" w14:textId="77777777" w:rsidR="00A33295" w:rsidRPr="00A33295" w:rsidRDefault="007D7C5D" w:rsidP="002A65C8">
      <w:pPr>
        <w:pStyle w:val="Styl111"/>
        <w:ind w:left="1276" w:hanging="709"/>
      </w:pPr>
      <w:r w:rsidRPr="00A33295">
        <w:t>posiadają uprawnienia do wykonywania określonej działalności lub czynności, jeżeli przepisy prawa nakładają obowiązek posiadania takich uprawnień;</w:t>
      </w:r>
    </w:p>
    <w:p w14:paraId="58CF4F54" w14:textId="77777777" w:rsidR="00A33295" w:rsidRPr="00A33295" w:rsidRDefault="007D7C5D" w:rsidP="002A65C8">
      <w:pPr>
        <w:pStyle w:val="Styl111"/>
        <w:ind w:left="1276" w:hanging="709"/>
      </w:pPr>
      <w:r w:rsidRPr="00A33295">
        <w:t xml:space="preserve">posiadają </w:t>
      </w:r>
      <w:r w:rsidR="00DA25C9">
        <w:t xml:space="preserve">zdolność techniczną lub zawodową tj. </w:t>
      </w:r>
      <w:r w:rsidRPr="00A33295">
        <w:t>niezbędną wiedzę i doświadczenie oraz dysponują potencjałem technicznym i osobami zdolnymi do wykonania zamówienia;</w:t>
      </w:r>
    </w:p>
    <w:p w14:paraId="24233484" w14:textId="2420632F" w:rsidR="00A33295" w:rsidRPr="00A33295" w:rsidRDefault="007D7C5D" w:rsidP="002A65C8">
      <w:pPr>
        <w:pStyle w:val="Styl111"/>
        <w:ind w:left="1276" w:hanging="709"/>
      </w:pPr>
      <w:r w:rsidRPr="00A33295">
        <w:t xml:space="preserve">znajdują się w sytuacji finansowej </w:t>
      </w:r>
      <w:r w:rsidR="00DA25C9">
        <w:t xml:space="preserve">i </w:t>
      </w:r>
      <w:r w:rsidR="00DA25C9" w:rsidRPr="00A33295">
        <w:t xml:space="preserve">ekonomicznej </w:t>
      </w:r>
      <w:r w:rsidRPr="00A33295">
        <w:t>zapewniającej wykonanie zamówienia;</w:t>
      </w:r>
    </w:p>
    <w:p w14:paraId="59C0C2F6" w14:textId="1B6CE9E8" w:rsidR="00D53237" w:rsidRPr="00FC09AD" w:rsidRDefault="00D53237" w:rsidP="009C6996">
      <w:pPr>
        <w:pStyle w:val="Styl11"/>
        <w:rPr>
          <w:rFonts w:eastAsia="Calibri"/>
          <w:iCs/>
        </w:rPr>
      </w:pPr>
      <w:r w:rsidRPr="00FC09AD">
        <w:t xml:space="preserve">Warunki szczególne </w:t>
      </w:r>
      <w:r w:rsidR="00CD6ADD" w:rsidRPr="00FC09AD">
        <w:t xml:space="preserve">udziału </w:t>
      </w:r>
      <w:r w:rsidRPr="00FC09AD">
        <w:t>w postępowaniu</w:t>
      </w:r>
      <w:r w:rsidR="004F01D9" w:rsidRPr="00FC09AD">
        <w:t>:</w:t>
      </w:r>
    </w:p>
    <w:p w14:paraId="5304304E" w14:textId="0CBBE970" w:rsidR="00645F06" w:rsidRPr="00D53237" w:rsidRDefault="004F01D9" w:rsidP="002A65C8">
      <w:pPr>
        <w:pStyle w:val="Styl111"/>
        <w:ind w:left="1276" w:hanging="709"/>
      </w:pPr>
      <w:r>
        <w:t>z</w:t>
      </w:r>
      <w:r w:rsidR="00645F06" w:rsidRPr="00D53237">
        <w:t xml:space="preserve">a spełniających warunki udziału w postępowaniu Zamawiający uzna Wykonawców, którzy: </w:t>
      </w:r>
    </w:p>
    <w:p w14:paraId="62BE117A" w14:textId="4AE5B467" w:rsidR="00645F06" w:rsidRDefault="00645F06" w:rsidP="00C46DD3">
      <w:pPr>
        <w:pStyle w:val="Styla"/>
        <w:numPr>
          <w:ilvl w:val="0"/>
          <w:numId w:val="19"/>
        </w:numPr>
        <w:rPr>
          <w:b/>
        </w:rPr>
      </w:pPr>
      <w:r w:rsidRPr="00F40506">
        <w:t xml:space="preserve">wykażą, że </w:t>
      </w:r>
      <w:r w:rsidR="00FC09AD" w:rsidRPr="00FC09AD">
        <w:t xml:space="preserve">zrealizowali w okresie ostatnich 3 lat przed upływem terminu składania ofert, a jeżeli okres prowadzenia działalności jest krótszy - w tym okresie, co najmniej </w:t>
      </w:r>
      <w:r w:rsidR="00E41994" w:rsidRPr="00E41994">
        <w:rPr>
          <w:b/>
        </w:rPr>
        <w:t>1 (</w:t>
      </w:r>
      <w:r w:rsidR="00FC09AD" w:rsidRPr="00E41994">
        <w:rPr>
          <w:b/>
        </w:rPr>
        <w:t>jedno</w:t>
      </w:r>
      <w:r w:rsidR="00E41994" w:rsidRPr="00E41994">
        <w:rPr>
          <w:b/>
        </w:rPr>
        <w:t>)</w:t>
      </w:r>
      <w:r w:rsidR="00FC09AD" w:rsidRPr="00FC09AD">
        <w:t xml:space="preserve"> zadanie odpowiadające swoim rodzajem i wartością dostawie s</w:t>
      </w:r>
      <w:r w:rsidR="00E41994">
        <w:t>tanowiącej przedmiot zamówienia.</w:t>
      </w:r>
      <w:r w:rsidR="00FC09AD" w:rsidRPr="00FC09AD">
        <w:t xml:space="preserve"> Za dostawę odpowiadającą swoim rodzajem i wartością przedmiotowi zamówienia Zamawiający uzna wykonanie </w:t>
      </w:r>
      <w:r w:rsidR="0048281B" w:rsidRPr="0048281B">
        <w:t>dostaw</w:t>
      </w:r>
      <w:r w:rsidR="0048281B">
        <w:t>y</w:t>
      </w:r>
      <w:r w:rsidR="0048281B" w:rsidRPr="0048281B">
        <w:t xml:space="preserve"> środków czystości </w:t>
      </w:r>
      <w:r w:rsidR="00FC09AD" w:rsidRPr="00FC09AD">
        <w:t xml:space="preserve">dla jednego Zamawiającego o wartości </w:t>
      </w:r>
      <w:r w:rsidR="00E41994">
        <w:t xml:space="preserve">nie mniejszej niż  </w:t>
      </w:r>
      <w:r w:rsidR="0048281B" w:rsidRPr="0048281B">
        <w:rPr>
          <w:b/>
        </w:rPr>
        <w:t>100</w:t>
      </w:r>
      <w:r w:rsidR="00E41994" w:rsidRPr="0048281B">
        <w:rPr>
          <w:b/>
        </w:rPr>
        <w:t> </w:t>
      </w:r>
      <w:r w:rsidR="00E41994" w:rsidRPr="00E41994">
        <w:rPr>
          <w:b/>
        </w:rPr>
        <w:t>000,00 (</w:t>
      </w:r>
      <w:r w:rsidR="0048281B">
        <w:rPr>
          <w:b/>
        </w:rPr>
        <w:t>sto</w:t>
      </w:r>
      <w:r w:rsidR="00E41994" w:rsidRPr="00E41994">
        <w:rPr>
          <w:b/>
        </w:rPr>
        <w:t xml:space="preserve"> tysięcy </w:t>
      </w:r>
      <w:r w:rsidR="00FC09AD" w:rsidRPr="00E41994">
        <w:rPr>
          <w:b/>
        </w:rPr>
        <w:t>złotych</w:t>
      </w:r>
      <w:r w:rsidR="00E41994" w:rsidRPr="00E41994">
        <w:rPr>
          <w:b/>
        </w:rPr>
        <w:t>)</w:t>
      </w:r>
      <w:r w:rsidR="00FC09AD" w:rsidRPr="00E41994">
        <w:rPr>
          <w:b/>
        </w:rPr>
        <w:t xml:space="preserve"> netto</w:t>
      </w:r>
      <w:r w:rsidR="00E41994" w:rsidRPr="00E41994">
        <w:rPr>
          <w:b/>
        </w:rPr>
        <w:t>.</w:t>
      </w:r>
    </w:p>
    <w:p w14:paraId="1ECED734" w14:textId="77777777" w:rsidR="004E49D6" w:rsidRPr="00C07E74" w:rsidRDefault="00645F06" w:rsidP="009C6996">
      <w:pPr>
        <w:pStyle w:val="Styl11"/>
      </w:pPr>
      <w:r w:rsidRPr="00C07E74">
        <w:t>W przypadku Wykonawców wspólnie ubiegających się o udzielenie zamówienia żaden z Wykonawców nie może podlegać wykluczeniu. Pozostałe warunki muszą być spełnione łącznie przez składających ofertę.</w:t>
      </w:r>
    </w:p>
    <w:p w14:paraId="073B8511" w14:textId="77777777" w:rsidR="00825DA8" w:rsidRPr="002B1AC9" w:rsidRDefault="00825DA8" w:rsidP="009C6996">
      <w:pPr>
        <w:pStyle w:val="Styl11"/>
        <w:rPr>
          <w:rFonts w:eastAsia="Calibri"/>
          <w:bCs/>
          <w:iCs/>
        </w:rPr>
      </w:pPr>
      <w:bookmarkStart w:id="4" w:name="_Ref416255280"/>
      <w:r w:rsidRPr="002B1AC9">
        <w:t>Z postępowania o udzielenie Zamówienia wyklucza się:</w:t>
      </w:r>
      <w:bookmarkEnd w:id="4"/>
    </w:p>
    <w:p w14:paraId="116C905B" w14:textId="5824C62F" w:rsidR="00825DA8" w:rsidRDefault="00825DA8" w:rsidP="002A65C8">
      <w:pPr>
        <w:pStyle w:val="Styl111"/>
        <w:ind w:left="1276" w:hanging="709"/>
      </w:pPr>
      <w:r w:rsidRPr="00E06181">
        <w:t>Wykonawców, którzy w ciągu ostatnich trzech</w:t>
      </w:r>
      <w:r>
        <w:t xml:space="preserve"> </w:t>
      </w:r>
      <w:r w:rsidRPr="00E06181">
        <w:t>lat przed wszczęciem postępowania wyrządzili szkodę</w:t>
      </w:r>
      <w:r w:rsidR="002C4D86">
        <w:t xml:space="preserve"> </w:t>
      </w:r>
      <w:r w:rsidR="00C77586">
        <w:t>Zespołowi</w:t>
      </w:r>
      <w:r w:rsidR="00C77586" w:rsidRPr="00C77586">
        <w:t xml:space="preserve"> Oddziałów Polskie Górnictwo Naftowe i Gazownictwo  ORLEN Spółki Akcyjnej</w:t>
      </w:r>
      <w:r w:rsidR="009F1886">
        <w:t xml:space="preserve"> </w:t>
      </w:r>
      <w:r w:rsidR="00114479">
        <w:t xml:space="preserve">lub </w:t>
      </w:r>
      <w:r w:rsidR="00E62B43">
        <w:t>Spółce Zależnej</w:t>
      </w:r>
      <w:r w:rsidR="001414BF">
        <w:t xml:space="preserve"> </w:t>
      </w:r>
      <w:r>
        <w:t>(status podmiotu oceniany według daty wyrządzenia szkody)</w:t>
      </w:r>
      <w:r w:rsidRPr="00E06181">
        <w:t>, nie</w:t>
      </w:r>
      <w:r>
        <w:t> </w:t>
      </w:r>
      <w:r w:rsidRPr="00E06181">
        <w:t xml:space="preserve">wykonując Zamówienia lub wykonując je nienależycie, a szkoda ta nie została dobrowolnie naprawiona do dnia wszczęcia </w:t>
      </w:r>
      <w:r w:rsidR="00DA25C9">
        <w:t>P</w:t>
      </w:r>
      <w:r w:rsidRPr="00E06181">
        <w:t>ostępowania, chyba że niewykonanie lub</w:t>
      </w:r>
      <w:r>
        <w:t> </w:t>
      </w:r>
      <w:r w:rsidRPr="00E06181">
        <w:t>nienależyte wykonanie jest następstwem okoliczności, za które Wykonaw</w:t>
      </w:r>
      <w:r w:rsidR="0076284C">
        <w:t>ca nie ponosi odpowiedzialności</w:t>
      </w:r>
      <w:r w:rsidR="00482581">
        <w:t>,</w:t>
      </w:r>
    </w:p>
    <w:p w14:paraId="0CEAA8DC" w14:textId="21B282E0" w:rsidR="00825DA8" w:rsidRDefault="00A843F5" w:rsidP="002A65C8">
      <w:pPr>
        <w:pStyle w:val="Styl111"/>
        <w:ind w:left="1276" w:hanging="709"/>
      </w:pPr>
      <w:r w:rsidRPr="00A843F5"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</w:t>
      </w:r>
      <w:r w:rsidR="00825DA8">
        <w:t>,</w:t>
      </w:r>
    </w:p>
    <w:p w14:paraId="215CC36F" w14:textId="77777777" w:rsidR="00825DA8" w:rsidRDefault="00825DA8" w:rsidP="002A65C8">
      <w:pPr>
        <w:pStyle w:val="Styl111"/>
        <w:ind w:left="1276" w:hanging="709"/>
      </w:pPr>
      <w:r w:rsidRPr="00E06181">
        <w:lastRenderedPageBreak/>
        <w:t>Wykonawców będących osobami fizycznym</w:t>
      </w:r>
      <w:r>
        <w:t>i, które prawomocnie skazano za </w:t>
      </w:r>
      <w:r w:rsidRPr="00E06181">
        <w:t xml:space="preserve">przestępstwo popełnione w związku z postępowaniem o udzielenie </w:t>
      </w:r>
      <w:r>
        <w:t>z</w:t>
      </w:r>
      <w:r w:rsidRPr="00E06181">
        <w:t>amówienia lu</w:t>
      </w:r>
      <w:r>
        <w:t>b </w:t>
      </w:r>
      <w:r w:rsidRPr="00E06181">
        <w:t xml:space="preserve">inne przestępstwo popełnione w celu osiągnięcia korzyści </w:t>
      </w:r>
      <w:r>
        <w:t>majątkowych,</w:t>
      </w:r>
    </w:p>
    <w:p w14:paraId="7EC2460C" w14:textId="77777777" w:rsidR="00C07E74" w:rsidRDefault="00825DA8" w:rsidP="002A65C8">
      <w:pPr>
        <w:pStyle w:val="Styl111"/>
        <w:ind w:left="1276" w:hanging="709"/>
      </w:pPr>
      <w:bookmarkStart w:id="5" w:name="_Ref423510414"/>
      <w:r w:rsidRPr="00E06181">
        <w:t>Wykonawców będących spółkami prawa handlowego, których odpowiednio urzędujących członków władz zarządzających, wspólników partnerów, komplementariuszy</w:t>
      </w:r>
      <w:r>
        <w:t>,</w:t>
      </w:r>
      <w:r w:rsidRPr="00E06181">
        <w:t xml:space="preserve"> prawomocnie skazano za przestępstwo popełnione w związku z</w:t>
      </w:r>
      <w:r>
        <w:t> </w:t>
      </w:r>
      <w:r w:rsidRPr="00E06181">
        <w:t>postępowaniem o udzielenie Zamówienia lub inne przestępstwo popełnione w celu o</w:t>
      </w:r>
      <w:r>
        <w:t>siągnięcia korzyści majątkowych,</w:t>
      </w:r>
      <w:bookmarkEnd w:id="5"/>
    </w:p>
    <w:p w14:paraId="7E063A8F" w14:textId="503E75C6" w:rsidR="00C07E74" w:rsidRDefault="00C07E74" w:rsidP="002A65C8">
      <w:pPr>
        <w:pStyle w:val="Styl111"/>
        <w:ind w:left="1276" w:hanging="709"/>
      </w:pPr>
      <w:r w:rsidRPr="002B1AC9"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</w:t>
      </w:r>
      <w:r w:rsidR="00B03307">
        <w:t> </w:t>
      </w:r>
      <w:r w:rsidRPr="002B1AC9">
        <w:t>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</w:t>
      </w:r>
      <w:r w:rsidR="00B03307">
        <w:t> </w:t>
      </w:r>
      <w:r w:rsidRPr="002B1AC9">
        <w:t>zorganizowanej grupie lub związku przestępczym, fałszowanie faktur, podawanie nieprawdy w fakturach, fałszowanie lub używanie sfałszowanej faktury z kwotą określającą mienie wielkiej wartości,</w:t>
      </w:r>
    </w:p>
    <w:p w14:paraId="5001780F" w14:textId="6B2608E4" w:rsidR="00C07E74" w:rsidRDefault="00C07E74" w:rsidP="002A65C8">
      <w:pPr>
        <w:pStyle w:val="Styl111"/>
        <w:ind w:left="1276" w:hanging="709"/>
      </w:pPr>
      <w:r w:rsidRPr="002B1AC9">
        <w:t xml:space="preserve"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 </w:t>
      </w:r>
      <w:r w:rsidR="00EC52A3">
        <w:t>10.6.</w:t>
      </w:r>
      <w:r w:rsidRPr="002B1AC9">
        <w:t>5, jeżeli podmiot zbiorowy nie wdrożył środków naprawczych i prewencyjnych (self-cleaning),</w:t>
      </w:r>
    </w:p>
    <w:p w14:paraId="6367B7E1" w14:textId="1152DFAC" w:rsidR="00C07E74" w:rsidRDefault="00C07E74" w:rsidP="002A65C8">
      <w:pPr>
        <w:pStyle w:val="Styl111"/>
        <w:ind w:left="1276" w:hanging="709"/>
      </w:pPr>
      <w:r w:rsidRPr="002B1AC9">
        <w:t>Wykonawców, będących adresatami lub zarządzanych przez adresatów lub powiązanych z</w:t>
      </w:r>
      <w:r w:rsidR="00B03307">
        <w:t> </w:t>
      </w:r>
      <w:r w:rsidRPr="002B1AC9">
        <w:t xml:space="preserve">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 </w:t>
      </w:r>
      <w:r w:rsidR="00CD0535">
        <w:t>Grupy</w:t>
      </w:r>
      <w:r w:rsidRPr="002B1AC9">
        <w:t>,</w:t>
      </w:r>
    </w:p>
    <w:p w14:paraId="1D062A2D" w14:textId="77777777" w:rsidR="00C07E74" w:rsidRPr="002B1AC9" w:rsidRDefault="00C07E74" w:rsidP="002A65C8">
      <w:pPr>
        <w:pStyle w:val="Styl111"/>
        <w:ind w:left="1276" w:hanging="709"/>
      </w:pPr>
      <w:r w:rsidRPr="002B1AC9">
        <w:t>Wykonawców, o których osoby biorące udział w prowadzonym Postępowaniu mają wiedzę, że:</w:t>
      </w:r>
    </w:p>
    <w:p w14:paraId="108CC85B" w14:textId="15D3D9BC" w:rsidR="00C07E74" w:rsidRPr="00C07E74" w:rsidRDefault="00C07E74" w:rsidP="009567D4">
      <w:pPr>
        <w:pStyle w:val="Stylkropka"/>
        <w:ind w:hanging="524"/>
      </w:pPr>
      <w:r w:rsidRPr="00C07E74">
        <w:t xml:space="preserve">są pracownikami lub osobami najbliższymi pracowników </w:t>
      </w:r>
      <w:r w:rsidR="00C77586" w:rsidRPr="00C77586">
        <w:t>Zespo</w:t>
      </w:r>
      <w:r w:rsidR="00C77586">
        <w:t>łu</w:t>
      </w:r>
      <w:r w:rsidR="00C77586" w:rsidRPr="00C77586">
        <w:t xml:space="preserve"> Oddziałów Polskie Górnictwo Naftowe i Gazownictwo  ORLEN Spółki Akcyjnej</w:t>
      </w:r>
      <w:r w:rsidR="00C77586" w:rsidRPr="00C77586" w:rsidDel="00A0466B">
        <w:t xml:space="preserve"> </w:t>
      </w:r>
      <w:r w:rsidR="00CD0535">
        <w:t>lub Spółki Zależnej</w:t>
      </w:r>
      <w:r w:rsidRPr="00C07E74">
        <w:t>, lub</w:t>
      </w:r>
    </w:p>
    <w:p w14:paraId="03EF13E5" w14:textId="7B54C0E8" w:rsidR="00C07E74" w:rsidRPr="00C07E74" w:rsidRDefault="00C07E74" w:rsidP="002A65C8">
      <w:pPr>
        <w:pStyle w:val="Stylkropka"/>
        <w:ind w:left="1701"/>
      </w:pPr>
      <w:r w:rsidRPr="00C07E74">
        <w:t xml:space="preserve">są podmiotami, w których pracownicy lub osoby najbliższe </w:t>
      </w:r>
      <w:r w:rsidR="00C77586" w:rsidRPr="00C77586">
        <w:t>Zespo</w:t>
      </w:r>
      <w:r w:rsidR="00C77586">
        <w:t>łu</w:t>
      </w:r>
      <w:r w:rsidR="00C77586" w:rsidRPr="00C77586">
        <w:t xml:space="preserve"> Oddziałów Polskie Górnictwo Naftowe i Gazownictwo  ORLEN Spółki Akcyjnej</w:t>
      </w:r>
      <w:r w:rsidR="00C77586" w:rsidRPr="00C77586" w:rsidDel="00A0466B">
        <w:t xml:space="preserve"> </w:t>
      </w:r>
      <w:r w:rsidR="00CD0535">
        <w:t>lub Spółki Zależnej</w:t>
      </w:r>
      <w:r w:rsidRPr="00C07E74">
        <w:t xml:space="preserve"> są właścicielami, udziałowcami lub członkami organów zarządzających, lub</w:t>
      </w:r>
    </w:p>
    <w:p w14:paraId="05DADA96" w14:textId="7D798CA6" w:rsidR="00C07E74" w:rsidRPr="00E03A73" w:rsidRDefault="00C07E74" w:rsidP="002A65C8">
      <w:pPr>
        <w:pStyle w:val="Stylkropka"/>
        <w:ind w:left="1701"/>
      </w:pPr>
      <w:r w:rsidRPr="00C07E74">
        <w:t xml:space="preserve">są podmiotami, na rzecz których pracownicy lub osoby najbliższe pracowników </w:t>
      </w:r>
      <w:r w:rsidR="00C77586" w:rsidRPr="00C77586">
        <w:t>Zespo</w:t>
      </w:r>
      <w:r w:rsidR="00C77586">
        <w:t>łu</w:t>
      </w:r>
      <w:r w:rsidR="00C77586" w:rsidRPr="00C77586">
        <w:t xml:space="preserve"> Oddziałów Polskie Górnictwo Naftowe i Gazownictwo  ORLEN Spółki Akcyjnej</w:t>
      </w:r>
      <w:r w:rsidR="00C77586" w:rsidRPr="00C77586" w:rsidDel="00A0466B">
        <w:t xml:space="preserve"> </w:t>
      </w:r>
      <w:r w:rsidR="00CD0535">
        <w:t>lub Spółki Zależnej</w:t>
      </w:r>
      <w:r w:rsidRPr="00C07E74">
        <w:t xml:space="preserve"> świadczą pracę na podstawie umowy o pracę lub innego stosunku prawnego,</w:t>
      </w:r>
      <w:r w:rsidR="00E03A73">
        <w:t xml:space="preserve"> </w:t>
      </w:r>
      <w:r w:rsidR="00085E9D" w:rsidRPr="00E03A73">
        <w:t>jeśli fakt ten budzi uzasadnione wątpliwości co</w:t>
      </w:r>
      <w:r w:rsidR="00BA21AC" w:rsidRPr="00E03A73">
        <w:t xml:space="preserve"> do bezstronności Postępowania</w:t>
      </w:r>
      <w:r w:rsidR="000B11AD">
        <w:t>,</w:t>
      </w:r>
    </w:p>
    <w:p w14:paraId="4D8AFFB5" w14:textId="77777777" w:rsidR="00C07E74" w:rsidRPr="002B1AC9" w:rsidRDefault="00C07E74" w:rsidP="002A65C8">
      <w:pPr>
        <w:pStyle w:val="Styl111"/>
        <w:ind w:left="1276" w:hanging="709"/>
      </w:pPr>
      <w:r w:rsidRPr="002B1AC9">
        <w:t>Wykonawców, którzy złożyli nieprawdziwe informacje mające wpływ na wynik prowadzonego postępowania.</w:t>
      </w:r>
    </w:p>
    <w:p w14:paraId="7470A7DB" w14:textId="5D7F75D2" w:rsidR="00597C1B" w:rsidRPr="00D96B65" w:rsidRDefault="0071587A" w:rsidP="00D976F1">
      <w:pPr>
        <w:pStyle w:val="Styl11"/>
        <w:ind w:left="426" w:hanging="426"/>
      </w:pPr>
      <w:r w:rsidRPr="00E03A73">
        <w:t>Zamawiający wykluczy również z postępowania Wykonawcę</w:t>
      </w:r>
      <w:r w:rsidRPr="00D96B65">
        <w:t>:</w:t>
      </w:r>
    </w:p>
    <w:p w14:paraId="1B5EA136" w14:textId="70F8AABB" w:rsidR="0058618F" w:rsidRPr="00D96B65" w:rsidRDefault="0058618F" w:rsidP="00762F10">
      <w:pPr>
        <w:pStyle w:val="Styl111"/>
      </w:pPr>
      <w:r w:rsidRPr="00D96B65">
        <w:t>wymienionego w wykazach określonych w rozporządzeniu  Rady (WE) nr 765/2006 z dnia 18 maja 2006 r. dotyczącego środków ograniczających w związku z sytuacją na Białorusi i udziałem Białorusi w agresji Rosji wobec Ukrainy (Dz. Urz. UE L 134 z</w:t>
      </w:r>
      <w:r w:rsidR="007C0FAA">
        <w:t> </w:t>
      </w:r>
      <w:r w:rsidRPr="00D96B65">
        <w:t>20.05.2006, str. 1, z późn. zm.) – da</w:t>
      </w:r>
      <w:r w:rsidR="00B03307">
        <w:t xml:space="preserve">lej: „rozporządzenie 765/2006” </w:t>
      </w:r>
      <w:r w:rsidRPr="00D96B65">
        <w:t>i</w:t>
      </w:r>
      <w:r w:rsidR="00B03307">
        <w:t> </w:t>
      </w:r>
      <w:r w:rsidRPr="00D96B65">
        <w:t>rozporządzeniu Rady (UE) nr 269/2014 z dnia 17 marca 2014 r. w sprawie środków ograniczających w odniesieniu do działań podważających integralność terytorialną, suwerenność i niezależność Ukrainy lub im zagrażających (Dz. Urz. UE L 78 z</w:t>
      </w:r>
      <w:r w:rsidR="00B03307">
        <w:t> </w:t>
      </w:r>
      <w:r w:rsidRPr="00D96B65">
        <w:t xml:space="preserve">17.03.2014, str. 6, z późn. zm.) – zwane dalej: rozporządzenie 269/2014,  albo wpisanego na listę na podstawie decyzji w sprawie wpisu na listę  osób i podmiotów, wobec których są stosowane środki, o których mowa w art. 1 pkt 3 ustawy z dnia 13 kwietnia 2022 r. o szczególnych </w:t>
      </w:r>
      <w:r w:rsidRPr="00D96B65">
        <w:lastRenderedPageBreak/>
        <w:t>rozwiązaniach w zakresie przeciwdziałania wspieraniu agresji na Ukrainę oraz służących ochronie bezpiecz</w:t>
      </w:r>
      <w:r w:rsidR="0025777F">
        <w:t xml:space="preserve">eństwa narodowego </w:t>
      </w:r>
      <w:r w:rsidR="00762F10" w:rsidRPr="00762F10">
        <w:t>(tj. Dz. U.2024 poz. 507)</w:t>
      </w:r>
      <w:r w:rsidR="00E932D9">
        <w:t>,</w:t>
      </w:r>
    </w:p>
    <w:p w14:paraId="185B6278" w14:textId="65E7A337" w:rsidR="0058618F" w:rsidRPr="00D96B65" w:rsidRDefault="0058618F" w:rsidP="002A65C8">
      <w:pPr>
        <w:pStyle w:val="Styl111"/>
        <w:ind w:left="1276" w:hanging="787"/>
      </w:pPr>
      <w:r w:rsidRPr="00D96B65">
        <w:t>którego beneficjentem rzeczywistym w rozumieniu ustawy z dnia 1 marca 2018 r. o</w:t>
      </w:r>
      <w:r w:rsidR="00B03307">
        <w:t> </w:t>
      </w:r>
      <w:r w:rsidRPr="00D96B65">
        <w:t>przeciwdziałaniu praniu pieniędzy oraz finans</w:t>
      </w:r>
      <w:r w:rsidR="00992D4C">
        <w:t>owaniu terroryzmu (Dz. U. z 2023</w:t>
      </w:r>
      <w:r w:rsidRPr="00D96B65">
        <w:t xml:space="preserve"> r</w:t>
      </w:r>
      <w:r w:rsidR="00992D4C">
        <w:t>. poz. 1124</w:t>
      </w:r>
      <w:r w:rsidRPr="00D96B65"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 w</w:t>
      </w:r>
      <w:r w:rsidR="00B03307">
        <w:t> </w:t>
      </w:r>
      <w:r w:rsidRPr="00D96B65">
        <w:t>zakresie przeciwdziałania wspieraniu agresji na Ukrainę oraz służących ochronie bezpieczeństwa narodowego</w:t>
      </w:r>
      <w:r w:rsidR="00E932D9">
        <w:t>,</w:t>
      </w:r>
    </w:p>
    <w:p w14:paraId="04DD64DF" w14:textId="7DB60621" w:rsidR="0058618F" w:rsidRPr="00D96B65" w:rsidRDefault="0058618F" w:rsidP="002A65C8">
      <w:pPr>
        <w:pStyle w:val="Styl111"/>
        <w:ind w:left="1276" w:hanging="787"/>
      </w:pPr>
      <w:r w:rsidRPr="00D96B65">
        <w:t>którego jednostką dominującą w rozumieniu art. 3 ust. 1 pkt 37 ustawy z dnia 29 września 1994 r</w:t>
      </w:r>
      <w:r w:rsidR="00992D4C">
        <w:t>. o rachunkowości (Dz. U. z 2023 r. poz. 120</w:t>
      </w:r>
      <w:r w:rsidRPr="00D96B65">
        <w:t>) jest podmiot wymieniony w wykazach określonych w rozporządzeniu 765/2006 i</w:t>
      </w:r>
      <w:r w:rsidR="00B03307">
        <w:t> </w:t>
      </w:r>
      <w:r w:rsidRPr="00D96B65"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</w:t>
      </w:r>
      <w:r w:rsidR="00E932D9">
        <w:t>,</w:t>
      </w:r>
    </w:p>
    <w:p w14:paraId="3C73793B" w14:textId="074550C9" w:rsidR="0058618F" w:rsidRPr="00D96B65" w:rsidRDefault="0058618F" w:rsidP="002A65C8">
      <w:pPr>
        <w:pStyle w:val="Styl111"/>
        <w:ind w:left="1276" w:hanging="787"/>
      </w:pPr>
      <w:r w:rsidRPr="00D96B65">
        <w:t xml:space="preserve">objętego zakazem, o którym mowa w art. 5k Rozporządzenia Rady (UE) 2022/576 z dnia 8 kwietnia 2022 r. w sprawie zmiany rozporządzenia (UE) nr 833/2014 dotyczącego środków ograniczających w związku z działaniami Rosji destabilizującymi sytuację na Ukrainie z dnia 8 kwietnia 2022 r. (Dz.Urz.UE.L Nr 111, str. 1), zgodnie z którym zakazuje się udzielania lub dalszego wykonywania wszelkich zamówień </w:t>
      </w:r>
      <w:r w:rsidRPr="00667CAD">
        <w:t>publicznych lub koncesji objętych zakresem dyrektyw w</w:t>
      </w:r>
      <w:r w:rsidR="00B03307">
        <w:t> </w:t>
      </w:r>
      <w:r w:rsidRPr="00667CAD">
        <w:t>sprawie zamówień publicznych</w:t>
      </w:r>
      <w:r w:rsidRPr="00E54F29">
        <w:t xml:space="preserve">, </w:t>
      </w:r>
      <w:r w:rsidRPr="00D96B65">
        <w:t xml:space="preserve">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34FEAB72" w14:textId="39EE779F" w:rsidR="0058618F" w:rsidRPr="00D96B65" w:rsidRDefault="0058618F" w:rsidP="0071587A">
      <w:pPr>
        <w:pStyle w:val="Akapitzlist"/>
        <w:spacing w:line="276" w:lineRule="auto"/>
        <w:ind w:left="1701" w:hanging="283"/>
        <w:rPr>
          <w:rFonts w:cs="Arial"/>
          <w:bCs/>
          <w:iCs/>
          <w:sz w:val="20"/>
          <w:szCs w:val="20"/>
        </w:rPr>
      </w:pPr>
      <w:r w:rsidRPr="00D96B65">
        <w:rPr>
          <w:rFonts w:cs="Arial"/>
          <w:bCs/>
          <w:iCs/>
          <w:sz w:val="20"/>
          <w:szCs w:val="20"/>
        </w:rPr>
        <w:t>a) obywateli rosyjskich lub osób fizycznych lub prawnych, podmiotów lub organów z</w:t>
      </w:r>
      <w:r w:rsidR="00B03307">
        <w:rPr>
          <w:rFonts w:cs="Arial"/>
          <w:bCs/>
          <w:iCs/>
          <w:sz w:val="20"/>
          <w:szCs w:val="20"/>
        </w:rPr>
        <w:t> </w:t>
      </w:r>
      <w:r w:rsidRPr="00D96B65">
        <w:rPr>
          <w:rFonts w:cs="Arial"/>
          <w:bCs/>
          <w:iCs/>
          <w:sz w:val="20"/>
          <w:szCs w:val="20"/>
        </w:rPr>
        <w:t>siedzibą w Rosji;</w:t>
      </w:r>
    </w:p>
    <w:p w14:paraId="2903F42E" w14:textId="77777777" w:rsidR="0058618F" w:rsidRPr="00D96B65" w:rsidRDefault="0058618F" w:rsidP="0071587A">
      <w:pPr>
        <w:pStyle w:val="Akapitzlist"/>
        <w:spacing w:line="276" w:lineRule="auto"/>
        <w:ind w:left="1701" w:hanging="283"/>
        <w:rPr>
          <w:rFonts w:cs="Arial"/>
          <w:bCs/>
          <w:iCs/>
          <w:sz w:val="20"/>
          <w:szCs w:val="20"/>
        </w:rPr>
      </w:pPr>
      <w:r w:rsidRPr="00525C0E">
        <w:rPr>
          <w:rFonts w:cs="Arial"/>
          <w:bCs/>
          <w:iCs/>
          <w:sz w:val="20"/>
          <w:szCs w:val="20"/>
        </w:rPr>
        <w:t>b</w:t>
      </w:r>
      <w:r w:rsidRPr="00D96B65">
        <w:rPr>
          <w:rFonts w:cs="Arial"/>
          <w:bCs/>
          <w:iCs/>
          <w:sz w:val="20"/>
          <w:szCs w:val="20"/>
        </w:rPr>
        <w:t>)  osób prawnych, podmiotów lub organów, do których prawa własności bezpośrednio lub pośrednio w ponad 50 % należą do podmiotu, o którym mowa w lit. a) niniejszego ustępu; lub</w:t>
      </w:r>
    </w:p>
    <w:p w14:paraId="17BB524B" w14:textId="77777777" w:rsidR="0058618F" w:rsidRPr="00D96B65" w:rsidRDefault="0058618F" w:rsidP="0071587A">
      <w:pPr>
        <w:pStyle w:val="Akapitzlist"/>
        <w:spacing w:line="276" w:lineRule="auto"/>
        <w:ind w:left="1701" w:hanging="283"/>
        <w:rPr>
          <w:rFonts w:cs="Arial"/>
          <w:bCs/>
          <w:iCs/>
          <w:sz w:val="20"/>
          <w:szCs w:val="20"/>
        </w:rPr>
      </w:pPr>
      <w:r w:rsidRPr="00D96B65">
        <w:rPr>
          <w:rFonts w:cs="Arial"/>
          <w:bCs/>
          <w:iCs/>
          <w:sz w:val="20"/>
          <w:szCs w:val="20"/>
        </w:rPr>
        <w:t>c)  osób fizycznych lub prawnych, podmiotów lub organów działających w imieniu lub pod kierunkiem podmiotu, o którym mowa w lit. a) lub b) niniejszego ustępu,</w:t>
      </w:r>
    </w:p>
    <w:p w14:paraId="0850C8F6" w14:textId="77777777" w:rsidR="0058618F" w:rsidRPr="00D96B65" w:rsidRDefault="0058618F" w:rsidP="0071587A">
      <w:pPr>
        <w:pStyle w:val="Akapitzlist"/>
        <w:spacing w:line="276" w:lineRule="auto"/>
        <w:ind w:left="1701"/>
        <w:rPr>
          <w:rFonts w:cs="Arial"/>
          <w:bCs/>
          <w:iCs/>
          <w:sz w:val="20"/>
          <w:szCs w:val="20"/>
        </w:rPr>
      </w:pPr>
      <w:r w:rsidRPr="00D96B65">
        <w:rPr>
          <w:rFonts w:cs="Arial"/>
          <w:bCs/>
          <w:iCs/>
          <w:sz w:val="20"/>
          <w:szCs w:val="20"/>
        </w:rPr>
        <w:t xml:space="preserve">w tym podwykonawców, dostawców lub podmiotów, na których zdolności polega się w rozumieniu dyrektyw w sprawie </w:t>
      </w:r>
      <w:r w:rsidRPr="00667CAD">
        <w:rPr>
          <w:rFonts w:cs="Arial"/>
          <w:bCs/>
          <w:iCs/>
          <w:sz w:val="20"/>
          <w:szCs w:val="20"/>
        </w:rPr>
        <w:t>zamówień publicznych</w:t>
      </w:r>
      <w:r w:rsidRPr="00E54F29">
        <w:rPr>
          <w:rFonts w:cs="Arial"/>
          <w:bCs/>
          <w:iCs/>
          <w:sz w:val="20"/>
          <w:szCs w:val="20"/>
        </w:rPr>
        <w:t xml:space="preserve">, </w:t>
      </w:r>
      <w:r w:rsidRPr="00D96B65">
        <w:rPr>
          <w:rFonts w:cs="Arial"/>
          <w:bCs/>
          <w:iCs/>
          <w:sz w:val="20"/>
          <w:szCs w:val="20"/>
        </w:rPr>
        <w:t>w przypadku gdy przypada na nich ponad 10 % wartości zamówienia;</w:t>
      </w:r>
    </w:p>
    <w:p w14:paraId="33EF1A50" w14:textId="15FDB133" w:rsidR="00664DDE" w:rsidRPr="00D96B65" w:rsidRDefault="0058618F" w:rsidP="0071587A">
      <w:pPr>
        <w:pStyle w:val="Akapitzlist"/>
        <w:spacing w:line="276" w:lineRule="auto"/>
        <w:ind w:left="1843" w:hanging="142"/>
        <w:rPr>
          <w:rFonts w:cs="Arial"/>
          <w:bCs/>
          <w:iCs/>
          <w:sz w:val="20"/>
          <w:szCs w:val="20"/>
        </w:rPr>
      </w:pPr>
      <w:r w:rsidRPr="00D96B65">
        <w:rPr>
          <w:rFonts w:cs="Arial"/>
          <w:bCs/>
          <w:iCs/>
          <w:sz w:val="20"/>
          <w:szCs w:val="20"/>
        </w:rPr>
        <w:t>- chyba że zastosowanie ma odstępstwo, o którym mowa w art. 5k ust. 2 ww. rozporządzenia.</w:t>
      </w:r>
    </w:p>
    <w:p w14:paraId="6880B22C" w14:textId="0C6FDB7E" w:rsidR="00EC52A3" w:rsidRPr="00E41994" w:rsidRDefault="0071587A" w:rsidP="002A65C8">
      <w:pPr>
        <w:pStyle w:val="Styl111"/>
        <w:ind w:left="1276" w:hanging="850"/>
      </w:pPr>
      <w:r w:rsidRPr="00E41994">
        <w:t>zalegającego</w:t>
      </w:r>
      <w:r w:rsidR="00EC52A3" w:rsidRPr="00E41994">
        <w:t xml:space="preserve"> z opłaca</w:t>
      </w:r>
      <w:r w:rsidRPr="00E41994">
        <w:t>niem podatków chyba, że uzyskał</w:t>
      </w:r>
      <w:r w:rsidR="00EC52A3" w:rsidRPr="00E41994">
        <w:t xml:space="preserve"> przewidziane prawem zwolnienie, odroczenie lub rozłożenie na raty zaległych płatności lub wstrzymanie w</w:t>
      </w:r>
      <w:r w:rsidR="006B5830" w:rsidRPr="00E41994">
        <w:t> </w:t>
      </w:r>
      <w:r w:rsidR="00EC52A3" w:rsidRPr="00E41994">
        <w:t>całości wykonania decyzji właściwego organu</w:t>
      </w:r>
      <w:r w:rsidR="00597C1B" w:rsidRPr="00E41994">
        <w:t>. Na potwierdzenie powyższego należy złożyć stosowny dokume</w:t>
      </w:r>
      <w:r w:rsidRPr="00E41994">
        <w:t>nt wskazany przez Zamawiającego</w:t>
      </w:r>
      <w:r w:rsidR="00597C1B" w:rsidRPr="00E41994">
        <w:t xml:space="preserve"> </w:t>
      </w:r>
      <w:r w:rsidRPr="00E41994">
        <w:t>w punkcie 11.1. SWZ</w:t>
      </w:r>
      <w:r w:rsidR="000340B4" w:rsidRPr="00E41994">
        <w:t>,</w:t>
      </w:r>
    </w:p>
    <w:p w14:paraId="45B46012" w14:textId="77777777" w:rsidR="002B2744" w:rsidRPr="00E41994" w:rsidRDefault="002B2744" w:rsidP="00E03A73">
      <w:pPr>
        <w:pStyle w:val="Styl11"/>
      </w:pPr>
      <w:r w:rsidRPr="00E41994">
        <w:t>Zamawiający może żądać od Wykonawcy planów, projektów, rysunków, modeli, próbek, wzorów, programów komputerowych i innych podobnych materiałów, o ile przewidział to w SWZ lub innym dokumencie wszczynającym postępowanie.</w:t>
      </w:r>
    </w:p>
    <w:p w14:paraId="327277BB" w14:textId="5DD2E4D5" w:rsidR="008C2353" w:rsidRPr="00E06181" w:rsidRDefault="008C2353" w:rsidP="00E03A73">
      <w:pPr>
        <w:pStyle w:val="Styl11"/>
      </w:pPr>
      <w:r w:rsidRPr="00E06181">
        <w:t xml:space="preserve">Odrzuceniu podlega oferta, </w:t>
      </w:r>
      <w:r w:rsidR="007564C8">
        <w:t>jeżeli</w:t>
      </w:r>
      <w:r w:rsidRPr="00E06181">
        <w:t>:</w:t>
      </w:r>
    </w:p>
    <w:p w14:paraId="6C6805CA" w14:textId="26C85DF8" w:rsidR="0022385A" w:rsidRPr="0022385A" w:rsidRDefault="0022385A" w:rsidP="002A65C8">
      <w:pPr>
        <w:pStyle w:val="Styl111"/>
        <w:ind w:left="1276" w:hanging="850"/>
      </w:pPr>
      <w:r w:rsidRPr="0022385A">
        <w:t>nie spełnia wymagań określonych w SWZ, z zastrzeżeniem § 34 ust. 2</w:t>
      </w:r>
      <w:r>
        <w:t xml:space="preserve"> Instrukcji</w:t>
      </w:r>
      <w:r w:rsidRPr="0022385A">
        <w:t>,</w:t>
      </w:r>
    </w:p>
    <w:p w14:paraId="6DB313CF" w14:textId="77777777" w:rsidR="0022385A" w:rsidRPr="0022385A" w:rsidRDefault="0022385A" w:rsidP="002A65C8">
      <w:pPr>
        <w:pStyle w:val="Styl111"/>
        <w:ind w:left="1276" w:hanging="850"/>
      </w:pPr>
      <w:r w:rsidRPr="0022385A">
        <w:t>zawiera błędy w obliczeniu ceny, z zastrzeżeniem § 34 ust. 2</w:t>
      </w:r>
      <w:r>
        <w:t xml:space="preserve"> Instrukcji</w:t>
      </w:r>
      <w:r w:rsidRPr="0022385A">
        <w:t>,</w:t>
      </w:r>
    </w:p>
    <w:p w14:paraId="0A0BEF1A" w14:textId="1893EA1D" w:rsidR="0022385A" w:rsidRPr="0022385A" w:rsidRDefault="0022385A" w:rsidP="002A65C8">
      <w:pPr>
        <w:pStyle w:val="Styl111"/>
        <w:ind w:left="1276" w:hanging="850"/>
      </w:pPr>
      <w:r w:rsidRPr="0022385A">
        <w:t xml:space="preserve">zawiera rażąco niską cenę w stosunku do przedmiotu zamówienia, z zastrzeżeniem ust. </w:t>
      </w:r>
      <w:r>
        <w:t>§ 3</w:t>
      </w:r>
      <w:r w:rsidR="007564C8">
        <w:t>4</w:t>
      </w:r>
      <w:r w:rsidRPr="0022385A">
        <w:t xml:space="preserve"> ust. </w:t>
      </w:r>
      <w:r w:rsidR="007564C8">
        <w:t>4</w:t>
      </w:r>
      <w:r w:rsidRPr="0022385A">
        <w:t xml:space="preserve"> Instrukcji,</w:t>
      </w:r>
    </w:p>
    <w:p w14:paraId="06E07883" w14:textId="7D891726" w:rsidR="0022385A" w:rsidRPr="0022385A" w:rsidRDefault="0022385A" w:rsidP="002A65C8">
      <w:pPr>
        <w:pStyle w:val="Styl111"/>
        <w:ind w:left="1276" w:hanging="850"/>
      </w:pPr>
      <w:r w:rsidRPr="0022385A">
        <w:t>Wykonawc</w:t>
      </w:r>
      <w:r w:rsidR="007564C8">
        <w:t xml:space="preserve">a </w:t>
      </w:r>
      <w:r w:rsidRPr="0022385A">
        <w:t>nie udzielił wyjaśnień lub jeżeli dokonana ocena wyjaśnień wraz ze złożonymi dowodami potwierdza, że oferta zawiera rażąco niską cenę w stosunku do przedmiotu zamówienia,</w:t>
      </w:r>
    </w:p>
    <w:p w14:paraId="6C7BF8AD" w14:textId="4C29E0DE" w:rsidR="0022385A" w:rsidRPr="0022385A" w:rsidRDefault="0022385A" w:rsidP="002A65C8">
      <w:pPr>
        <w:pStyle w:val="Styl111"/>
        <w:ind w:left="1276" w:hanging="850"/>
      </w:pPr>
      <w:r w:rsidRPr="0022385A">
        <w:lastRenderedPageBreak/>
        <w:t>Wykonawca w terminie 3 dni kalendarzowych od dnia otrzymania zawiadomienia nie wyraził zgody na poprawienie omyłki polegającej na niezgodności treści oferty z</w:t>
      </w:r>
      <w:r w:rsidR="00B03307">
        <w:t> </w:t>
      </w:r>
      <w:r w:rsidRPr="0022385A">
        <w:t xml:space="preserve">wymaganiami Zamawiającego, o której mowa w § 34 ust. </w:t>
      </w:r>
      <w:r w:rsidR="007564C8">
        <w:t>3</w:t>
      </w:r>
      <w:r>
        <w:t xml:space="preserve"> Instrukcji</w:t>
      </w:r>
      <w:r w:rsidRPr="0022385A">
        <w:t>,</w:t>
      </w:r>
    </w:p>
    <w:p w14:paraId="6B0002CD" w14:textId="77777777" w:rsidR="0022385A" w:rsidRPr="0022385A" w:rsidRDefault="0022385A" w:rsidP="002A65C8">
      <w:pPr>
        <w:pStyle w:val="Styl111"/>
        <w:ind w:left="1276" w:hanging="850"/>
      </w:pPr>
      <w:r w:rsidRPr="0022385A">
        <w:t>jest nieważna na podstawie odrębnych przepisów,</w:t>
      </w:r>
    </w:p>
    <w:p w14:paraId="00242CAB" w14:textId="77777777" w:rsidR="007564C8" w:rsidRDefault="0022385A" w:rsidP="002A65C8">
      <w:pPr>
        <w:pStyle w:val="Styl111"/>
        <w:ind w:left="1276" w:hanging="850"/>
      </w:pPr>
      <w:r w:rsidRPr="0022385A">
        <w:t>została złożona przez Wykonawcę podlegającego wykluczeniu z postępowania,</w:t>
      </w:r>
    </w:p>
    <w:p w14:paraId="743346A2" w14:textId="0D54A840" w:rsidR="007564C8" w:rsidRPr="00D848D5" w:rsidRDefault="007564C8" w:rsidP="002A65C8">
      <w:pPr>
        <w:pStyle w:val="Styl111"/>
        <w:ind w:left="1276" w:hanging="850"/>
      </w:pPr>
      <w:r w:rsidRPr="00DC74F8">
        <w:t>Wykonawca nie złożył w przewidzianym terminie oświadczeń, dokumentów potwierdzających brak podstaw wykluczenia lub spełniania warunków udziału w</w:t>
      </w:r>
      <w:r w:rsidR="00B03307">
        <w:t> </w:t>
      </w:r>
      <w:r w:rsidRPr="00DC74F8">
        <w:t>postępowaniu lub innych dokumentów lub oświadczeń wymaganych przez Zamawiającego, z zastrzeżeniem § 30 ust. 6 Instrukcji,</w:t>
      </w:r>
    </w:p>
    <w:p w14:paraId="7608944E" w14:textId="625E061C" w:rsidR="0022385A" w:rsidRPr="0022385A" w:rsidRDefault="0022385A" w:rsidP="002A65C8">
      <w:pPr>
        <w:pStyle w:val="Styl111"/>
        <w:ind w:left="1276" w:hanging="850"/>
      </w:pPr>
      <w:r w:rsidRPr="0022385A">
        <w:t>została złożona przez Wykonawcę niespełniającego warunków udziału w</w:t>
      </w:r>
      <w:r w:rsidR="00B03307">
        <w:t> </w:t>
      </w:r>
      <w:r w:rsidRPr="0022385A">
        <w:t>postępowaniu,</w:t>
      </w:r>
    </w:p>
    <w:p w14:paraId="422E609C" w14:textId="77777777" w:rsidR="0022385A" w:rsidRPr="0022385A" w:rsidRDefault="0022385A" w:rsidP="002A65C8">
      <w:pPr>
        <w:pStyle w:val="Styl111"/>
        <w:ind w:left="1276" w:hanging="850"/>
      </w:pPr>
      <w:r w:rsidRPr="0022385A">
        <w:t>Wykonawca na wniosek Zamawiającego nie wyraził zgody na przedłużenie terminu związania ofertą,</w:t>
      </w:r>
    </w:p>
    <w:p w14:paraId="083D0649" w14:textId="77777777" w:rsidR="0022385A" w:rsidRDefault="0022385A" w:rsidP="002A65C8">
      <w:pPr>
        <w:pStyle w:val="Styl111"/>
        <w:ind w:left="1276" w:hanging="850"/>
      </w:pPr>
      <w:r w:rsidRPr="0022385A">
        <w:t>wadium nie zostało wniesione lub zostało wniesione w sposób nieprawidłowy, jeżeli Zamawiający żądał wniesienia wadium.</w:t>
      </w:r>
    </w:p>
    <w:p w14:paraId="6B8DEC2A" w14:textId="77777777" w:rsidR="008C2353" w:rsidRDefault="008C2353" w:rsidP="00E03A73">
      <w:pPr>
        <w:pStyle w:val="Styl11"/>
      </w:pPr>
      <w:r w:rsidRPr="00E06181">
        <w:t>Zamawiający zawiadomi Wykonawcę, k</w:t>
      </w:r>
      <w:r>
        <w:t>tórego oferta została odrzucona.</w:t>
      </w:r>
    </w:p>
    <w:p w14:paraId="3EAA0417" w14:textId="77777777" w:rsidR="008C2353" w:rsidRPr="00804942" w:rsidRDefault="008C2353" w:rsidP="00E03A73">
      <w:pPr>
        <w:pStyle w:val="Styl11"/>
      </w:pPr>
      <w:r w:rsidRPr="00804942">
        <w:t>W przypadku niedostarczenia przez Wykonawców dokumentów i oświadczeń potwierdzających spełnianie warunków udziału w postępowaniu, Zamawiający może wyznaczyć dodatkowy termin w celu ich uzupełnienia</w:t>
      </w:r>
      <w:r w:rsidR="00CA33F1">
        <w:t xml:space="preserve"> lub wyjaśnienia</w:t>
      </w:r>
      <w:r w:rsidRPr="00804942">
        <w:t>.</w:t>
      </w:r>
    </w:p>
    <w:p w14:paraId="0D85A930" w14:textId="77777777" w:rsidR="00753140" w:rsidRPr="00E47C88" w:rsidRDefault="00753140" w:rsidP="004F4CEF">
      <w:pPr>
        <w:pStyle w:val="Styl1"/>
      </w:pPr>
      <w:r w:rsidRPr="00F40506">
        <w:t>Wykaz oświadczeń lub dokumentów wymaganych w postępowaniu</w:t>
      </w:r>
    </w:p>
    <w:p w14:paraId="19BB7133" w14:textId="2FD84320" w:rsidR="003D2127" w:rsidRPr="00E41994" w:rsidRDefault="00F40506" w:rsidP="00DD06A2">
      <w:pPr>
        <w:pStyle w:val="Styl11"/>
      </w:pPr>
      <w:bookmarkStart w:id="6" w:name="_Toc479595445"/>
      <w:bookmarkEnd w:id="3"/>
      <w:r w:rsidRPr="00E41994">
        <w:t xml:space="preserve">Zamawiający wymaga złożenia następujących </w:t>
      </w:r>
      <w:r w:rsidR="00A61DFC" w:rsidRPr="00E41994">
        <w:t>oświadczeń/</w:t>
      </w:r>
      <w:r w:rsidR="00DD06A2" w:rsidRPr="00E41994">
        <w:t>dokumentów (</w:t>
      </w:r>
      <w:r w:rsidR="00067A0C" w:rsidRPr="00E41994">
        <w:t>z</w:t>
      </w:r>
      <w:r w:rsidR="003D2127" w:rsidRPr="00E41994">
        <w:t>awartość oferty</w:t>
      </w:r>
      <w:r w:rsidR="00DD06A2" w:rsidRPr="00E41994">
        <w:t>)</w:t>
      </w:r>
      <w:r w:rsidR="003D2127" w:rsidRPr="00E41994">
        <w:t>:</w:t>
      </w:r>
    </w:p>
    <w:p w14:paraId="2D845ED7" w14:textId="6BD17E91" w:rsidR="00AB4A1C" w:rsidRDefault="003D2127" w:rsidP="00C46DD3">
      <w:pPr>
        <w:pStyle w:val="Akapitzlist"/>
        <w:numPr>
          <w:ilvl w:val="0"/>
          <w:numId w:val="10"/>
        </w:numPr>
        <w:spacing w:line="276" w:lineRule="auto"/>
        <w:ind w:left="851" w:hanging="425"/>
        <w:contextualSpacing w:val="0"/>
        <w:rPr>
          <w:rFonts w:cs="Arial"/>
          <w:sz w:val="20"/>
          <w:szCs w:val="20"/>
        </w:rPr>
      </w:pPr>
      <w:r w:rsidRPr="00E41994">
        <w:rPr>
          <w:rFonts w:cs="Arial"/>
          <w:sz w:val="20"/>
          <w:szCs w:val="20"/>
        </w:rPr>
        <w:t>w</w:t>
      </w:r>
      <w:r w:rsidR="00AB4A1C" w:rsidRPr="00E41994">
        <w:rPr>
          <w:rFonts w:cs="Arial"/>
          <w:sz w:val="20"/>
          <w:szCs w:val="20"/>
        </w:rPr>
        <w:t xml:space="preserve">ypełniony </w:t>
      </w:r>
      <w:r w:rsidR="00121D44" w:rsidRPr="00121D44">
        <w:rPr>
          <w:rFonts w:cs="Arial"/>
          <w:b/>
          <w:sz w:val="20"/>
          <w:szCs w:val="20"/>
        </w:rPr>
        <w:t>f</w:t>
      </w:r>
      <w:r w:rsidR="00AB4A1C" w:rsidRPr="00E41994">
        <w:rPr>
          <w:rFonts w:cs="Arial"/>
          <w:b/>
          <w:sz w:val="20"/>
          <w:szCs w:val="20"/>
        </w:rPr>
        <w:t xml:space="preserve">ormularz ofertowy </w:t>
      </w:r>
      <w:r w:rsidR="00AB4A1C" w:rsidRPr="00E41994">
        <w:rPr>
          <w:rFonts w:cs="Arial"/>
          <w:sz w:val="20"/>
          <w:szCs w:val="20"/>
        </w:rPr>
        <w:t>– Załącznik nr 1 do SWZ</w:t>
      </w:r>
      <w:r w:rsidR="00A61DFC" w:rsidRPr="00E41994">
        <w:rPr>
          <w:rFonts w:cs="Arial"/>
          <w:sz w:val="20"/>
          <w:szCs w:val="20"/>
        </w:rPr>
        <w:t>;</w:t>
      </w:r>
    </w:p>
    <w:p w14:paraId="368D869B" w14:textId="6EA7B0C3" w:rsidR="00121D44" w:rsidRPr="00E41994" w:rsidRDefault="00454000" w:rsidP="00C46DD3">
      <w:pPr>
        <w:pStyle w:val="Akapitzlist"/>
        <w:numPr>
          <w:ilvl w:val="0"/>
          <w:numId w:val="10"/>
        </w:numPr>
        <w:spacing w:line="276" w:lineRule="auto"/>
        <w:ind w:left="851" w:hanging="425"/>
        <w:contextualSpacing w:val="0"/>
        <w:rPr>
          <w:rFonts w:cs="Arial"/>
          <w:sz w:val="20"/>
          <w:szCs w:val="20"/>
        </w:rPr>
      </w:pPr>
      <w:r w:rsidRPr="00454000">
        <w:rPr>
          <w:rFonts w:cs="Arial"/>
          <w:sz w:val="20"/>
          <w:szCs w:val="20"/>
        </w:rPr>
        <w:t>wypełniony</w:t>
      </w:r>
      <w:r>
        <w:rPr>
          <w:rFonts w:cs="Arial"/>
          <w:b/>
          <w:sz w:val="20"/>
          <w:szCs w:val="20"/>
        </w:rPr>
        <w:t xml:space="preserve"> </w:t>
      </w:r>
      <w:r w:rsidR="00121D44" w:rsidRPr="00121D44">
        <w:rPr>
          <w:rFonts w:cs="Arial"/>
          <w:b/>
          <w:sz w:val="20"/>
          <w:szCs w:val="20"/>
        </w:rPr>
        <w:t>formularz cenowy</w:t>
      </w:r>
      <w:r w:rsidR="00121D44">
        <w:rPr>
          <w:rFonts w:cs="Arial"/>
          <w:sz w:val="20"/>
          <w:szCs w:val="20"/>
        </w:rPr>
        <w:t xml:space="preserve"> – załącznik nr 1a do SWZ;</w:t>
      </w:r>
    </w:p>
    <w:p w14:paraId="5B984EDA" w14:textId="77777777" w:rsidR="003D2127" w:rsidRPr="00E41994" w:rsidRDefault="003D2127" w:rsidP="00C46DD3">
      <w:pPr>
        <w:pStyle w:val="Akapitzlist"/>
        <w:numPr>
          <w:ilvl w:val="0"/>
          <w:numId w:val="10"/>
        </w:numPr>
        <w:spacing w:line="276" w:lineRule="auto"/>
        <w:ind w:left="851" w:hanging="425"/>
        <w:contextualSpacing w:val="0"/>
        <w:rPr>
          <w:rFonts w:cs="Arial"/>
          <w:sz w:val="20"/>
          <w:szCs w:val="20"/>
        </w:rPr>
      </w:pPr>
      <w:r w:rsidRPr="00E41994">
        <w:rPr>
          <w:rFonts w:cs="Arial"/>
          <w:b/>
          <w:sz w:val="20"/>
          <w:szCs w:val="20"/>
        </w:rPr>
        <w:t>oświadczenie</w:t>
      </w:r>
      <w:r w:rsidRPr="00E41994">
        <w:rPr>
          <w:rFonts w:cs="Arial"/>
          <w:sz w:val="20"/>
          <w:szCs w:val="20"/>
        </w:rPr>
        <w:t xml:space="preserve"> o spełnianiu warunków udziału w postępowaniu;</w:t>
      </w:r>
    </w:p>
    <w:p w14:paraId="7D15FA93" w14:textId="77777777" w:rsidR="003D2127" w:rsidRPr="00E41994" w:rsidRDefault="003D2127" w:rsidP="00C46DD3">
      <w:pPr>
        <w:pStyle w:val="Akapitzlist"/>
        <w:numPr>
          <w:ilvl w:val="0"/>
          <w:numId w:val="10"/>
        </w:numPr>
        <w:spacing w:line="276" w:lineRule="auto"/>
        <w:ind w:left="851" w:hanging="425"/>
        <w:contextualSpacing w:val="0"/>
        <w:rPr>
          <w:rFonts w:cs="Arial"/>
          <w:sz w:val="20"/>
          <w:szCs w:val="20"/>
        </w:rPr>
      </w:pPr>
      <w:r w:rsidRPr="00E41994">
        <w:rPr>
          <w:rFonts w:cs="Arial"/>
          <w:b/>
          <w:sz w:val="20"/>
          <w:szCs w:val="20"/>
        </w:rPr>
        <w:t>oświadczenie</w:t>
      </w:r>
      <w:r w:rsidRPr="00E41994">
        <w:rPr>
          <w:rFonts w:cs="Arial"/>
          <w:sz w:val="20"/>
          <w:szCs w:val="20"/>
        </w:rPr>
        <w:t xml:space="preserve"> o niepodleganiu wykluczeniu z postępowania;</w:t>
      </w:r>
    </w:p>
    <w:p w14:paraId="4F3AE37F" w14:textId="2F8DDE24" w:rsidR="003D2127" w:rsidRPr="00E41994" w:rsidRDefault="003D2127" w:rsidP="00C46DD3">
      <w:pPr>
        <w:pStyle w:val="Akapitzlist"/>
        <w:numPr>
          <w:ilvl w:val="0"/>
          <w:numId w:val="10"/>
        </w:numPr>
        <w:spacing w:line="276" w:lineRule="auto"/>
        <w:ind w:left="851" w:hanging="425"/>
        <w:contextualSpacing w:val="0"/>
        <w:rPr>
          <w:rFonts w:cs="Arial"/>
          <w:sz w:val="20"/>
          <w:szCs w:val="20"/>
        </w:rPr>
      </w:pPr>
      <w:r w:rsidRPr="00E41994">
        <w:rPr>
          <w:rFonts w:cs="Arial"/>
          <w:b/>
          <w:sz w:val="20"/>
          <w:szCs w:val="20"/>
        </w:rPr>
        <w:t>oświadczenie</w:t>
      </w:r>
      <w:r w:rsidRPr="00E41994">
        <w:rPr>
          <w:rFonts w:cs="Arial"/>
          <w:sz w:val="20"/>
          <w:szCs w:val="20"/>
        </w:rPr>
        <w:t xml:space="preserve"> o niezgłaszaniu roszczeń w przypadku unieważnienia postępowania</w:t>
      </w:r>
      <w:r w:rsidR="00A61DFC" w:rsidRPr="00E41994">
        <w:rPr>
          <w:rFonts w:cs="Arial"/>
          <w:sz w:val="20"/>
          <w:szCs w:val="20"/>
        </w:rPr>
        <w:t>;</w:t>
      </w:r>
    </w:p>
    <w:p w14:paraId="467E5438" w14:textId="77777777" w:rsidR="00B32BB8" w:rsidRPr="00E41994" w:rsidRDefault="00B32BB8" w:rsidP="00C46DD3">
      <w:pPr>
        <w:pStyle w:val="Akapitzlist"/>
        <w:numPr>
          <w:ilvl w:val="0"/>
          <w:numId w:val="10"/>
        </w:numPr>
        <w:spacing w:line="276" w:lineRule="auto"/>
        <w:ind w:left="851" w:hanging="425"/>
        <w:contextualSpacing w:val="0"/>
        <w:rPr>
          <w:rFonts w:cs="Arial"/>
          <w:sz w:val="20"/>
          <w:szCs w:val="20"/>
        </w:rPr>
      </w:pPr>
      <w:r w:rsidRPr="00E41994">
        <w:rPr>
          <w:rFonts w:cs="Arial"/>
          <w:sz w:val="20"/>
          <w:szCs w:val="20"/>
        </w:rPr>
        <w:t xml:space="preserve">dot. </w:t>
      </w:r>
      <w:r w:rsidRPr="00E41994">
        <w:rPr>
          <w:rFonts w:cs="Arial"/>
          <w:sz w:val="20"/>
          <w:szCs w:val="20"/>
          <w:u w:val="single"/>
        </w:rPr>
        <w:t>Wykonawcy z siedzibą lub miejscem zamieszkania za granicą</w:t>
      </w:r>
      <w:r w:rsidRPr="00E41994">
        <w:rPr>
          <w:rFonts w:cs="Arial"/>
          <w:sz w:val="20"/>
          <w:szCs w:val="20"/>
        </w:rPr>
        <w:t xml:space="preserve">: </w:t>
      </w:r>
    </w:p>
    <w:p w14:paraId="7771B272" w14:textId="1A43D7FF" w:rsidR="00B32BB8" w:rsidRPr="00E41994" w:rsidRDefault="00B32BB8" w:rsidP="002A65C8">
      <w:pPr>
        <w:pStyle w:val="Akapitzlist"/>
        <w:spacing w:line="276" w:lineRule="auto"/>
        <w:ind w:left="851"/>
        <w:contextualSpacing w:val="0"/>
        <w:rPr>
          <w:rFonts w:cs="Arial"/>
          <w:sz w:val="20"/>
          <w:szCs w:val="20"/>
        </w:rPr>
      </w:pPr>
      <w:r w:rsidRPr="00E41994">
        <w:rPr>
          <w:rFonts w:cs="Arial"/>
          <w:sz w:val="20"/>
          <w:szCs w:val="20"/>
        </w:rPr>
        <w:t>aktualny dokument lub dokumenty wystawione zgodnie z prawem kraju, w którym ma siedzibę lub miejsce zamieszkania, potwierdzające, że Wykonawca jest uprawniony do występowania w obrocie prawnym</w:t>
      </w:r>
      <w:r w:rsidR="00A61DFC" w:rsidRPr="00E41994">
        <w:rPr>
          <w:rFonts w:cs="Arial"/>
          <w:sz w:val="20"/>
          <w:szCs w:val="20"/>
        </w:rPr>
        <w:t>;</w:t>
      </w:r>
    </w:p>
    <w:p w14:paraId="1CB55849" w14:textId="3AD2D23D" w:rsidR="003D2127" w:rsidRPr="00E41994" w:rsidRDefault="003D2127" w:rsidP="00C46DD3">
      <w:pPr>
        <w:pStyle w:val="Akapitzlist"/>
        <w:numPr>
          <w:ilvl w:val="0"/>
          <w:numId w:val="10"/>
        </w:numPr>
        <w:spacing w:line="276" w:lineRule="auto"/>
        <w:ind w:left="851" w:hanging="425"/>
        <w:contextualSpacing w:val="0"/>
        <w:rPr>
          <w:rFonts w:cs="Arial"/>
          <w:sz w:val="20"/>
          <w:szCs w:val="20"/>
        </w:rPr>
      </w:pPr>
      <w:r w:rsidRPr="00E41994">
        <w:rPr>
          <w:rFonts w:cs="Arial"/>
          <w:b/>
          <w:sz w:val="20"/>
          <w:szCs w:val="20"/>
        </w:rPr>
        <w:t>pełnomocnictwo</w:t>
      </w:r>
      <w:r w:rsidRPr="00E41994">
        <w:rPr>
          <w:rFonts w:cs="Arial"/>
          <w:sz w:val="20"/>
          <w:szCs w:val="20"/>
        </w:rPr>
        <w:t xml:space="preserve"> – jeżeli ofertę podpisują inne osoby niż wskazane w dokumencie rejestrowym (oryginał lub kopię poświadczoną</w:t>
      </w:r>
      <w:r w:rsidR="000E270B" w:rsidRPr="00E41994">
        <w:rPr>
          <w:rFonts w:cs="Arial"/>
          <w:sz w:val="20"/>
          <w:szCs w:val="20"/>
        </w:rPr>
        <w:t xml:space="preserve"> notarialni</w:t>
      </w:r>
      <w:r w:rsidR="00810441" w:rsidRPr="00E41994">
        <w:rPr>
          <w:rFonts w:cs="Arial"/>
          <w:sz w:val="20"/>
          <w:szCs w:val="20"/>
        </w:rPr>
        <w:t>e</w:t>
      </w:r>
      <w:r w:rsidRPr="00E41994">
        <w:rPr>
          <w:rFonts w:cs="Arial"/>
          <w:sz w:val="20"/>
          <w:szCs w:val="20"/>
        </w:rPr>
        <w:t>);</w:t>
      </w:r>
    </w:p>
    <w:p w14:paraId="5ECEFACC" w14:textId="54862000" w:rsidR="008A0487" w:rsidRPr="00E41994" w:rsidRDefault="00C105F8" w:rsidP="00E41994">
      <w:pPr>
        <w:pStyle w:val="Akapitzlist"/>
        <w:numPr>
          <w:ilvl w:val="0"/>
          <w:numId w:val="10"/>
        </w:numPr>
        <w:spacing w:line="276" w:lineRule="auto"/>
        <w:ind w:left="851" w:hanging="425"/>
        <w:contextualSpacing w:val="0"/>
        <w:rPr>
          <w:rFonts w:cs="Arial"/>
          <w:sz w:val="20"/>
          <w:szCs w:val="20"/>
        </w:rPr>
      </w:pPr>
      <w:r w:rsidRPr="00E41994">
        <w:rPr>
          <w:rFonts w:cs="Arial"/>
          <w:b/>
          <w:sz w:val="20"/>
          <w:szCs w:val="20"/>
        </w:rPr>
        <w:t>zaświadczenia właściwego naczelnika urzędu skarbowego</w:t>
      </w:r>
      <w:r w:rsidRPr="00E41994">
        <w:rPr>
          <w:rFonts w:cs="Arial"/>
          <w:sz w:val="20"/>
          <w:szCs w:val="20"/>
        </w:rPr>
        <w:t xml:space="preserve"> potwierdzającego, że Wykonawca nie zalega z opłacaniem podatków, wystawionego nie wcześniej niż </w:t>
      </w:r>
      <w:r w:rsidRPr="00E41994">
        <w:rPr>
          <w:rFonts w:cs="Arial"/>
          <w:sz w:val="20"/>
          <w:szCs w:val="20"/>
          <w:u w:val="single"/>
        </w:rPr>
        <w:t>3 miesiące przed upływem terminu składania ofert</w:t>
      </w:r>
      <w:r w:rsidRPr="00E41994">
        <w:rPr>
          <w:rFonts w:cs="Arial"/>
          <w:sz w:val="20"/>
          <w:szCs w:val="20"/>
        </w:rPr>
        <w:t>, lub innego dokumentu potwierdzającego, że wykonawca zawarł porozumienie z właściwym organem podatkowym w sprawie spłat tych należności wraz z ewentualnymi odsetkami lub grzywnami, w szczególności uzyskał przewidziane prawem zwolnienie, odroczenie lub rozłożenie na raty zaległych płatności lub wstrzymanie w całości wykonania decyzji właściw</w:t>
      </w:r>
      <w:r w:rsidR="008A0487" w:rsidRPr="00E41994">
        <w:rPr>
          <w:rFonts w:cs="Arial"/>
          <w:sz w:val="20"/>
          <w:szCs w:val="20"/>
        </w:rPr>
        <w:t>ego organu;</w:t>
      </w:r>
    </w:p>
    <w:p w14:paraId="47C0A812" w14:textId="78D8ABA5" w:rsidR="004A1D68" w:rsidRPr="00E41994" w:rsidRDefault="00E41994" w:rsidP="00C46DD3">
      <w:pPr>
        <w:pStyle w:val="Akapitzlist"/>
        <w:numPr>
          <w:ilvl w:val="0"/>
          <w:numId w:val="10"/>
        </w:numPr>
        <w:spacing w:line="276" w:lineRule="auto"/>
        <w:ind w:left="851" w:hanging="425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w</w:t>
      </w:r>
      <w:r w:rsidR="004A1D68" w:rsidRPr="00E41994">
        <w:rPr>
          <w:rFonts w:cs="Arial"/>
          <w:b/>
          <w:sz w:val="20"/>
          <w:szCs w:val="20"/>
        </w:rPr>
        <w:t xml:space="preserve">ykazu wykonanych </w:t>
      </w:r>
      <w:r>
        <w:rPr>
          <w:rFonts w:cs="Arial"/>
          <w:b/>
          <w:sz w:val="20"/>
          <w:szCs w:val="20"/>
        </w:rPr>
        <w:t>d</w:t>
      </w:r>
      <w:r w:rsidR="004A1D68" w:rsidRPr="00E41994">
        <w:rPr>
          <w:rFonts w:cs="Arial"/>
          <w:b/>
          <w:sz w:val="20"/>
          <w:szCs w:val="20"/>
        </w:rPr>
        <w:t>ostaw</w:t>
      </w:r>
      <w:r w:rsidR="004A1D68" w:rsidRPr="00E41994">
        <w:rPr>
          <w:rFonts w:cs="Arial"/>
          <w:sz w:val="20"/>
          <w:szCs w:val="20"/>
        </w:rPr>
        <w:t>, w okresie ostatnich 3 lat przed upływem terminu składania ofert, a jeżeli okres prowadzenia działalności jest krótszy - w tym okresie wraz z podaniem ich wartości, przedmiotu, dat wykonania,</w:t>
      </w:r>
      <w:r w:rsidR="004A1D68" w:rsidRPr="00E41994">
        <w:rPr>
          <w:rFonts w:cs="Arial"/>
          <w:i/>
          <w:sz w:val="20"/>
          <w:szCs w:val="20"/>
        </w:rPr>
        <w:t xml:space="preserve"> </w:t>
      </w:r>
      <w:r w:rsidR="004A1D68" w:rsidRPr="00E41994">
        <w:rPr>
          <w:rFonts w:cs="Arial"/>
          <w:sz w:val="20"/>
          <w:szCs w:val="20"/>
        </w:rPr>
        <w:t>oraz odbiorców, dla których dostawy</w:t>
      </w:r>
      <w:r>
        <w:rPr>
          <w:rFonts w:cs="Arial"/>
          <w:sz w:val="20"/>
          <w:szCs w:val="20"/>
        </w:rPr>
        <w:t xml:space="preserve"> były</w:t>
      </w:r>
      <w:r w:rsidR="004A1D68" w:rsidRPr="00E41994">
        <w:rPr>
          <w:rFonts w:cs="Arial"/>
          <w:sz w:val="20"/>
          <w:szCs w:val="20"/>
        </w:rPr>
        <w:t xml:space="preserve"> wykonane,– sporządzone na podstawie wzoru stanowiącego </w:t>
      </w:r>
      <w:r w:rsidR="004A1D68" w:rsidRPr="00E41994">
        <w:rPr>
          <w:rFonts w:cs="Arial"/>
          <w:b/>
          <w:sz w:val="20"/>
          <w:szCs w:val="20"/>
        </w:rPr>
        <w:t xml:space="preserve">Załącznik nr </w:t>
      </w:r>
      <w:r>
        <w:rPr>
          <w:rFonts w:cs="Arial"/>
          <w:b/>
          <w:sz w:val="20"/>
          <w:szCs w:val="20"/>
        </w:rPr>
        <w:t xml:space="preserve">5 </w:t>
      </w:r>
      <w:r w:rsidR="004A1D68" w:rsidRPr="00E41994">
        <w:rPr>
          <w:rFonts w:cs="Arial"/>
          <w:b/>
          <w:sz w:val="20"/>
          <w:szCs w:val="20"/>
        </w:rPr>
        <w:t>do SWZ.</w:t>
      </w:r>
    </w:p>
    <w:p w14:paraId="28370606" w14:textId="378BBCE0" w:rsidR="004A1D68" w:rsidRPr="00E41994" w:rsidRDefault="00E41994" w:rsidP="00C46DD3">
      <w:pPr>
        <w:pStyle w:val="Akapitzlist"/>
        <w:numPr>
          <w:ilvl w:val="0"/>
          <w:numId w:val="10"/>
        </w:numPr>
        <w:spacing w:line="276" w:lineRule="auto"/>
        <w:ind w:left="851" w:hanging="425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d</w:t>
      </w:r>
      <w:r w:rsidR="004A1D68" w:rsidRPr="00E41994">
        <w:rPr>
          <w:rFonts w:cs="Arial"/>
          <w:b/>
          <w:sz w:val="20"/>
          <w:szCs w:val="20"/>
        </w:rPr>
        <w:t>owodów</w:t>
      </w:r>
      <w:r w:rsidR="004A1D68" w:rsidRPr="00E41994">
        <w:rPr>
          <w:rFonts w:cs="Arial"/>
          <w:sz w:val="20"/>
          <w:szCs w:val="20"/>
        </w:rPr>
        <w:t xml:space="preserve">, że </w:t>
      </w:r>
      <w:r>
        <w:rPr>
          <w:rFonts w:cs="Arial"/>
          <w:sz w:val="20"/>
          <w:szCs w:val="20"/>
        </w:rPr>
        <w:t>dostawy</w:t>
      </w:r>
      <w:r w:rsidR="004A1D68" w:rsidRPr="00E41994">
        <w:rPr>
          <w:rFonts w:cs="Arial"/>
          <w:sz w:val="20"/>
          <w:szCs w:val="20"/>
        </w:rPr>
        <w:t xml:space="preserve"> wymienione w wykazie zostały wykonane należycie, w tym:</w:t>
      </w:r>
    </w:p>
    <w:p w14:paraId="44E1A0B9" w14:textId="49C5E8D0" w:rsidR="005F0E5C" w:rsidRPr="00E41994" w:rsidRDefault="004A1D68" w:rsidP="00C46DD3">
      <w:pPr>
        <w:pStyle w:val="Akapitzlist"/>
        <w:numPr>
          <w:ilvl w:val="0"/>
          <w:numId w:val="25"/>
        </w:numPr>
        <w:spacing w:line="276" w:lineRule="auto"/>
        <w:ind w:left="1134" w:hanging="283"/>
        <w:rPr>
          <w:rFonts w:cs="Arial"/>
          <w:sz w:val="20"/>
          <w:szCs w:val="20"/>
        </w:rPr>
      </w:pPr>
      <w:r w:rsidRPr="00E41994">
        <w:rPr>
          <w:rFonts w:cs="Arial"/>
          <w:sz w:val="20"/>
          <w:szCs w:val="20"/>
        </w:rPr>
        <w:t xml:space="preserve">referencje bądź inne dokumenty sporządzone przez podmiot, na rzecz którego dostawy zostały wykonane wskazane w wykazie, o którym mowa w pkt </w:t>
      </w:r>
      <w:r w:rsidR="00E41994">
        <w:rPr>
          <w:rFonts w:cs="Arial"/>
          <w:sz w:val="20"/>
          <w:szCs w:val="20"/>
        </w:rPr>
        <w:t>11.1. i)</w:t>
      </w:r>
      <w:r w:rsidRPr="00E41994">
        <w:rPr>
          <w:rFonts w:cs="Arial"/>
          <w:sz w:val="20"/>
          <w:szCs w:val="20"/>
        </w:rPr>
        <w:t xml:space="preserve"> SWZ. </w:t>
      </w:r>
    </w:p>
    <w:p w14:paraId="7209B0C3" w14:textId="068D6B6C" w:rsidR="005F0E5C" w:rsidRPr="00E41994" w:rsidRDefault="005F0E5C" w:rsidP="00C46DD3">
      <w:pPr>
        <w:pStyle w:val="Akapitzlist"/>
        <w:numPr>
          <w:ilvl w:val="0"/>
          <w:numId w:val="25"/>
        </w:numPr>
        <w:spacing w:line="276" w:lineRule="auto"/>
        <w:ind w:left="1134" w:hanging="283"/>
        <w:rPr>
          <w:rFonts w:cs="Arial"/>
          <w:sz w:val="20"/>
          <w:szCs w:val="20"/>
        </w:rPr>
      </w:pPr>
      <w:r w:rsidRPr="00E41994">
        <w:rPr>
          <w:rFonts w:cs="Arial"/>
          <w:sz w:val="20"/>
          <w:szCs w:val="20"/>
        </w:rPr>
        <w:t xml:space="preserve">w przypadku, gdy </w:t>
      </w:r>
      <w:r w:rsidRPr="00E41994">
        <w:rPr>
          <w:rFonts w:cs="Arial"/>
          <w:i/>
          <w:sz w:val="20"/>
          <w:szCs w:val="20"/>
        </w:rPr>
        <w:t>PGNiG S.A. lub</w:t>
      </w:r>
      <w:r w:rsidRPr="00E41994">
        <w:rPr>
          <w:rFonts w:cs="Arial"/>
          <w:sz w:val="20"/>
          <w:szCs w:val="20"/>
        </w:rPr>
        <w:t xml:space="preserve"> </w:t>
      </w:r>
      <w:r w:rsidR="00C629F3" w:rsidRPr="00E41994">
        <w:rPr>
          <w:rFonts w:cs="Arial"/>
          <w:i/>
          <w:sz w:val="20"/>
          <w:szCs w:val="20"/>
        </w:rPr>
        <w:t>ORLEN S.A. – Oddział Centralny PGNiG</w:t>
      </w:r>
      <w:r w:rsidRPr="00E41994">
        <w:rPr>
          <w:rFonts w:cs="Arial"/>
          <w:i/>
          <w:sz w:val="20"/>
          <w:szCs w:val="20"/>
        </w:rPr>
        <w:t xml:space="preserve"> w</w:t>
      </w:r>
      <w:r w:rsidR="00C629F3" w:rsidRPr="00E41994">
        <w:rPr>
          <w:rFonts w:cs="Arial"/>
          <w:i/>
          <w:sz w:val="20"/>
          <w:szCs w:val="20"/>
        </w:rPr>
        <w:t xml:space="preserve"> Warszawie, ORLEN S.A.</w:t>
      </w:r>
      <w:r w:rsidRPr="00E41994">
        <w:rPr>
          <w:rFonts w:cs="Arial"/>
          <w:i/>
          <w:sz w:val="20"/>
          <w:szCs w:val="20"/>
        </w:rPr>
        <w:t xml:space="preserve"> – Oddział PGNi</w:t>
      </w:r>
      <w:r w:rsidR="006853CA" w:rsidRPr="00E41994">
        <w:rPr>
          <w:rFonts w:cs="Arial"/>
          <w:i/>
          <w:sz w:val="20"/>
          <w:szCs w:val="20"/>
        </w:rPr>
        <w:t>G w Sanoku, ORLEN S.A.</w:t>
      </w:r>
      <w:r w:rsidRPr="00E41994">
        <w:rPr>
          <w:rFonts w:cs="Arial"/>
          <w:i/>
          <w:sz w:val="20"/>
          <w:szCs w:val="20"/>
        </w:rPr>
        <w:t xml:space="preserve"> – Oddział PGNi</w:t>
      </w:r>
      <w:r w:rsidR="006853CA" w:rsidRPr="00E41994">
        <w:rPr>
          <w:rFonts w:cs="Arial"/>
          <w:i/>
          <w:sz w:val="20"/>
          <w:szCs w:val="20"/>
        </w:rPr>
        <w:t>G w Zielonej Górze, ORLEN S.A.</w:t>
      </w:r>
      <w:r w:rsidRPr="00E41994">
        <w:rPr>
          <w:rFonts w:cs="Arial"/>
          <w:i/>
          <w:sz w:val="20"/>
          <w:szCs w:val="20"/>
        </w:rPr>
        <w:t xml:space="preserve"> – Oddział PGNiG w </w:t>
      </w:r>
      <w:r w:rsidR="006853CA" w:rsidRPr="00E41994">
        <w:rPr>
          <w:rFonts w:cs="Arial"/>
          <w:i/>
          <w:sz w:val="20"/>
          <w:szCs w:val="20"/>
        </w:rPr>
        <w:t>Odolanowie, ORLEN S.A.</w:t>
      </w:r>
      <w:r w:rsidRPr="00E41994">
        <w:rPr>
          <w:rFonts w:cs="Arial"/>
          <w:i/>
          <w:sz w:val="20"/>
          <w:szCs w:val="20"/>
        </w:rPr>
        <w:t xml:space="preserve"> – Oddział Laboratorium Pomiarowo-Badawcze PGNiG w</w:t>
      </w:r>
      <w:r w:rsidR="006853CA" w:rsidRPr="00E41994">
        <w:rPr>
          <w:rFonts w:cs="Arial"/>
          <w:i/>
          <w:sz w:val="20"/>
          <w:szCs w:val="20"/>
        </w:rPr>
        <w:t xml:space="preserve"> Warszawie, ORLEN S.A.</w:t>
      </w:r>
      <w:r w:rsidRPr="00E41994">
        <w:rPr>
          <w:rFonts w:cs="Arial"/>
          <w:i/>
          <w:sz w:val="20"/>
          <w:szCs w:val="20"/>
        </w:rPr>
        <w:t xml:space="preserve"> – Oddział Ratownicza Stacja Górnictwa Otworowego PGNiG </w:t>
      </w:r>
      <w:r w:rsidR="006853CA" w:rsidRPr="00E41994">
        <w:rPr>
          <w:rFonts w:cs="Arial"/>
          <w:i/>
          <w:sz w:val="20"/>
          <w:szCs w:val="20"/>
        </w:rPr>
        <w:t>w Krakowie, ORLEN S.A.</w:t>
      </w:r>
      <w:r w:rsidRPr="00E41994">
        <w:rPr>
          <w:rFonts w:cs="Arial"/>
          <w:i/>
          <w:sz w:val="20"/>
          <w:szCs w:val="20"/>
        </w:rPr>
        <w:t xml:space="preserve"> – Oddział Geologii i Eksploatacji PGNiG w Warszawie </w:t>
      </w:r>
      <w:r w:rsidRPr="00E41994">
        <w:rPr>
          <w:rFonts w:cs="Arial"/>
          <w:sz w:val="20"/>
          <w:szCs w:val="20"/>
        </w:rPr>
        <w:t>jest podmiotem, na rzecz którego</w:t>
      </w:r>
      <w:r w:rsidR="00732EF1">
        <w:rPr>
          <w:rFonts w:cs="Arial"/>
          <w:sz w:val="20"/>
          <w:szCs w:val="20"/>
        </w:rPr>
        <w:t xml:space="preserve"> dostawy</w:t>
      </w:r>
      <w:r w:rsidRPr="00E41994">
        <w:rPr>
          <w:rFonts w:cs="Arial"/>
          <w:sz w:val="20"/>
          <w:szCs w:val="20"/>
        </w:rPr>
        <w:t xml:space="preserve"> wskazane</w:t>
      </w:r>
      <w:r w:rsidR="008113DB" w:rsidRPr="00E41994">
        <w:rPr>
          <w:rFonts w:cs="Arial"/>
          <w:sz w:val="20"/>
          <w:szCs w:val="20"/>
        </w:rPr>
        <w:t xml:space="preserve"> w w/w w</w:t>
      </w:r>
      <w:r w:rsidRPr="00E41994">
        <w:rPr>
          <w:rFonts w:cs="Arial"/>
          <w:sz w:val="20"/>
          <w:szCs w:val="20"/>
        </w:rPr>
        <w:t xml:space="preserve">ykazie zostały wcześniej wykonane, Wykonawca nie ma obowiązku przedkładania ww. dowodów; </w:t>
      </w:r>
    </w:p>
    <w:p w14:paraId="51B563BD" w14:textId="228FFF04" w:rsidR="005F0E5C" w:rsidRPr="00E41994" w:rsidRDefault="004A1D68" w:rsidP="00C46DD3">
      <w:pPr>
        <w:pStyle w:val="Akapitzlist"/>
        <w:numPr>
          <w:ilvl w:val="0"/>
          <w:numId w:val="25"/>
        </w:numPr>
        <w:spacing w:line="276" w:lineRule="auto"/>
        <w:ind w:left="1134" w:hanging="283"/>
        <w:rPr>
          <w:rFonts w:cs="Arial"/>
          <w:sz w:val="20"/>
          <w:szCs w:val="20"/>
        </w:rPr>
      </w:pPr>
      <w:r w:rsidRPr="00E41994">
        <w:rPr>
          <w:rFonts w:cs="Arial"/>
          <w:sz w:val="20"/>
          <w:szCs w:val="20"/>
        </w:rPr>
        <w:lastRenderedPageBreak/>
        <w:t xml:space="preserve">oświadczenie Wykonawcy składającego ofertę – jeżeli z przyczyn niezależnych od niego nie jest w stanie uzyskać referencji, o których mowa w pkt </w:t>
      </w:r>
      <w:r w:rsidR="00121D44">
        <w:rPr>
          <w:rFonts w:cs="Arial"/>
          <w:sz w:val="20"/>
          <w:szCs w:val="20"/>
        </w:rPr>
        <w:t>11.1. j)</w:t>
      </w:r>
      <w:r w:rsidRPr="00E41994">
        <w:rPr>
          <w:rFonts w:cs="Arial"/>
          <w:sz w:val="20"/>
          <w:szCs w:val="20"/>
        </w:rPr>
        <w:t xml:space="preserve"> SWZ;</w:t>
      </w:r>
    </w:p>
    <w:p w14:paraId="7AC365A6" w14:textId="1F6F59E4" w:rsidR="008A0487" w:rsidRPr="00E41994" w:rsidRDefault="008D6348" w:rsidP="00C46DD3">
      <w:pPr>
        <w:pStyle w:val="Akapitzlist"/>
        <w:numPr>
          <w:ilvl w:val="0"/>
          <w:numId w:val="25"/>
        </w:numPr>
        <w:spacing w:line="276" w:lineRule="auto"/>
        <w:ind w:left="1134" w:hanging="283"/>
        <w:rPr>
          <w:rFonts w:cs="Arial"/>
          <w:sz w:val="20"/>
          <w:szCs w:val="20"/>
        </w:rPr>
      </w:pPr>
      <w:r w:rsidRPr="00E41994">
        <w:rPr>
          <w:rFonts w:cs="Arial"/>
          <w:sz w:val="20"/>
          <w:szCs w:val="20"/>
        </w:rPr>
        <w:t>Uwaga!</w:t>
      </w:r>
      <w:r w:rsidR="004A1D68" w:rsidRPr="00E41994">
        <w:rPr>
          <w:rFonts w:cs="Arial"/>
          <w:sz w:val="20"/>
          <w:szCs w:val="20"/>
        </w:rPr>
        <w:t xml:space="preserve"> Zamawiający nie uzna, jako dowodu faktur itp. dokumentów, z uwagi na fakt, iż ich treść nie potwierdza należytego wykonania zamówienia.</w:t>
      </w:r>
    </w:p>
    <w:p w14:paraId="78F6421C" w14:textId="059AF55C" w:rsidR="003D2127" w:rsidRPr="00E41994" w:rsidRDefault="00952B7A" w:rsidP="005A6BDB">
      <w:pPr>
        <w:pStyle w:val="Akapitzlist"/>
        <w:numPr>
          <w:ilvl w:val="0"/>
          <w:numId w:val="10"/>
        </w:numPr>
        <w:spacing w:line="276" w:lineRule="auto"/>
        <w:ind w:left="851" w:hanging="425"/>
        <w:rPr>
          <w:rFonts w:cs="Arial"/>
          <w:sz w:val="20"/>
          <w:szCs w:val="20"/>
        </w:rPr>
      </w:pPr>
      <w:r w:rsidRPr="009842F3">
        <w:rPr>
          <w:rFonts w:cs="Arial"/>
          <w:b/>
          <w:sz w:val="20"/>
          <w:szCs w:val="20"/>
        </w:rPr>
        <w:t>karty katalogowe</w:t>
      </w:r>
      <w:r>
        <w:rPr>
          <w:rFonts w:cs="Arial"/>
          <w:sz w:val="20"/>
          <w:szCs w:val="20"/>
        </w:rPr>
        <w:t xml:space="preserve"> </w:t>
      </w:r>
      <w:r w:rsidR="00121D44">
        <w:rPr>
          <w:rFonts w:cs="Arial"/>
          <w:sz w:val="20"/>
          <w:szCs w:val="20"/>
        </w:rPr>
        <w:t>oferowanych środków czystości</w:t>
      </w:r>
      <w:r>
        <w:rPr>
          <w:rFonts w:cs="Arial"/>
          <w:sz w:val="20"/>
          <w:szCs w:val="20"/>
        </w:rPr>
        <w:t xml:space="preserve"> </w:t>
      </w:r>
      <w:r w:rsidR="005A6BDB">
        <w:rPr>
          <w:rFonts w:cs="Arial"/>
          <w:sz w:val="20"/>
          <w:szCs w:val="20"/>
        </w:rPr>
        <w:t xml:space="preserve">wymienionych w </w:t>
      </w:r>
      <w:r w:rsidR="005A6BDB" w:rsidRPr="005A6BDB">
        <w:rPr>
          <w:rFonts w:cs="Arial"/>
          <w:sz w:val="20"/>
          <w:szCs w:val="20"/>
        </w:rPr>
        <w:t>Formularz</w:t>
      </w:r>
      <w:r w:rsidR="00732EF1">
        <w:rPr>
          <w:rFonts w:cs="Arial"/>
          <w:sz w:val="20"/>
          <w:szCs w:val="20"/>
        </w:rPr>
        <w:t>u cenowym</w:t>
      </w:r>
      <w:r w:rsidR="005A6BDB" w:rsidRPr="005A6BDB">
        <w:rPr>
          <w:rFonts w:cs="Arial"/>
          <w:sz w:val="20"/>
          <w:szCs w:val="20"/>
        </w:rPr>
        <w:t xml:space="preserve"> (załącznik nr 1</w:t>
      </w:r>
      <w:r w:rsidR="00DE2A6B">
        <w:rPr>
          <w:rFonts w:cs="Arial"/>
          <w:sz w:val="20"/>
          <w:szCs w:val="20"/>
        </w:rPr>
        <w:t>a</w:t>
      </w:r>
      <w:r w:rsidR="005A6BDB" w:rsidRPr="005A6BDB">
        <w:rPr>
          <w:rFonts w:cs="Arial"/>
          <w:sz w:val="20"/>
          <w:szCs w:val="20"/>
        </w:rPr>
        <w:t xml:space="preserve"> do SWZ)</w:t>
      </w:r>
      <w:r>
        <w:rPr>
          <w:rFonts w:cs="Arial"/>
          <w:sz w:val="20"/>
          <w:szCs w:val="20"/>
        </w:rPr>
        <w:t xml:space="preserve">– </w:t>
      </w:r>
      <w:r w:rsidRPr="009842F3">
        <w:rPr>
          <w:rFonts w:cs="Arial"/>
          <w:b/>
          <w:sz w:val="20"/>
          <w:szCs w:val="20"/>
        </w:rPr>
        <w:t>załącznik Wykonawcy</w:t>
      </w:r>
      <w:r w:rsidR="009842F3">
        <w:rPr>
          <w:rFonts w:cs="Arial"/>
          <w:b/>
          <w:sz w:val="20"/>
          <w:szCs w:val="20"/>
        </w:rPr>
        <w:t>.</w:t>
      </w:r>
    </w:p>
    <w:p w14:paraId="21EA7E48" w14:textId="5AE8511B" w:rsidR="005A6BDB" w:rsidRPr="00E41994" w:rsidRDefault="005A6BDB" w:rsidP="005A6BDB">
      <w:pPr>
        <w:pStyle w:val="Akapitzlist"/>
        <w:numPr>
          <w:ilvl w:val="0"/>
          <w:numId w:val="10"/>
        </w:numPr>
        <w:spacing w:line="276" w:lineRule="auto"/>
        <w:ind w:left="851" w:hanging="425"/>
        <w:rPr>
          <w:rFonts w:cs="Arial"/>
          <w:sz w:val="20"/>
          <w:szCs w:val="20"/>
        </w:rPr>
      </w:pPr>
      <w:r w:rsidRPr="005A6BDB">
        <w:rPr>
          <w:rFonts w:cs="Arial"/>
          <w:sz w:val="20"/>
          <w:szCs w:val="20"/>
        </w:rPr>
        <w:t xml:space="preserve"> </w:t>
      </w:r>
      <w:r w:rsidRPr="000E4DCF">
        <w:rPr>
          <w:rFonts w:cs="Arial"/>
          <w:b/>
          <w:sz w:val="20"/>
          <w:szCs w:val="20"/>
        </w:rPr>
        <w:t>katalog z co najmniej 200 pozycjami „środków c</w:t>
      </w:r>
      <w:bookmarkStart w:id="7" w:name="_GoBack"/>
      <w:bookmarkEnd w:id="7"/>
      <w:r w:rsidRPr="000E4DCF">
        <w:rPr>
          <w:rFonts w:cs="Arial"/>
          <w:b/>
          <w:sz w:val="20"/>
          <w:szCs w:val="20"/>
        </w:rPr>
        <w:t>zystości</w:t>
      </w:r>
      <w:r>
        <w:rPr>
          <w:rFonts w:cs="Arial"/>
          <w:sz w:val="20"/>
          <w:szCs w:val="20"/>
        </w:rPr>
        <w:t>”</w:t>
      </w:r>
      <w:r w:rsidRPr="005A6BDB">
        <w:rPr>
          <w:rFonts w:cs="Arial"/>
          <w:sz w:val="20"/>
          <w:szCs w:val="20"/>
        </w:rPr>
        <w:t>. Katalog musi zawierać co najmniej: nazwę producenta produktu, nazwę produktu i cenę jednostkową netto</w:t>
      </w:r>
      <w:r w:rsidR="00DE2A6B">
        <w:rPr>
          <w:rFonts w:cs="Arial"/>
          <w:sz w:val="20"/>
          <w:szCs w:val="20"/>
        </w:rPr>
        <w:t>.</w:t>
      </w:r>
    </w:p>
    <w:p w14:paraId="1A533512" w14:textId="77777777" w:rsidR="003D2127" w:rsidRPr="00E41994" w:rsidRDefault="003D2127" w:rsidP="002A65C8">
      <w:pPr>
        <w:pStyle w:val="Akapitzlist"/>
        <w:spacing w:line="276" w:lineRule="auto"/>
        <w:ind w:left="851"/>
        <w:contextualSpacing w:val="0"/>
        <w:rPr>
          <w:rFonts w:cs="Arial"/>
          <w:sz w:val="20"/>
          <w:szCs w:val="20"/>
        </w:rPr>
      </w:pPr>
    </w:p>
    <w:p w14:paraId="0AED799B" w14:textId="3065C52C" w:rsidR="00F40506" w:rsidRPr="00D01E2F" w:rsidRDefault="00F40506" w:rsidP="00E03A73">
      <w:pPr>
        <w:pStyle w:val="Styl11"/>
        <w:rPr>
          <w:b/>
          <w:i/>
        </w:rPr>
      </w:pPr>
      <w:r w:rsidRPr="009842F3">
        <w:rPr>
          <w:b/>
        </w:rPr>
        <w:t>Oferta</w:t>
      </w:r>
      <w:r w:rsidR="00326502" w:rsidRPr="009842F3">
        <w:rPr>
          <w:b/>
        </w:rPr>
        <w:t xml:space="preserve"> oraz oświadczenia złożone w postępowaniu </w:t>
      </w:r>
      <w:r w:rsidR="00212856" w:rsidRPr="009842F3">
        <w:rPr>
          <w:b/>
        </w:rPr>
        <w:t>winny</w:t>
      </w:r>
      <w:r w:rsidRPr="009842F3">
        <w:rPr>
          <w:b/>
        </w:rPr>
        <w:t xml:space="preserve"> </w:t>
      </w:r>
      <w:r w:rsidR="00326502" w:rsidRPr="009842F3">
        <w:rPr>
          <w:b/>
        </w:rPr>
        <w:t>być podpisane</w:t>
      </w:r>
      <w:r w:rsidRPr="009842F3">
        <w:rPr>
          <w:b/>
        </w:rPr>
        <w:t xml:space="preserve"> </w:t>
      </w:r>
      <w:r w:rsidR="00212856" w:rsidRPr="009842F3">
        <w:rPr>
          <w:b/>
        </w:rPr>
        <w:t>kwalifikowanym podpisem elektronicznym</w:t>
      </w:r>
      <w:r w:rsidR="00212856" w:rsidRPr="009842F3">
        <w:t xml:space="preserve"> </w:t>
      </w:r>
      <w:r w:rsidRPr="00186A75">
        <w:t>przez umocowanego/ych prawnie przedstawiciela/i wykonawcy, upoważnionego/ych do podejmowania zobowiązań w jego imieniu, zgodnie z wpisem o reprezentacji w stosownym dokumencie uprawniającym do występowania w obrocie prawnym lub z udzielonym pełnomocnictwem.</w:t>
      </w:r>
      <w:r w:rsidR="00D01E2F">
        <w:t xml:space="preserve"> </w:t>
      </w:r>
      <w:r w:rsidR="00D01E2F" w:rsidRPr="00D01E2F">
        <w:rPr>
          <w:b/>
        </w:rPr>
        <w:t xml:space="preserve">Zamawiający nie dopuszcza podpisania oferty podpisem zaufanym.  </w:t>
      </w:r>
    </w:p>
    <w:p w14:paraId="535ED79F" w14:textId="043B5C9B" w:rsidR="00F40506" w:rsidRPr="009842F3" w:rsidRDefault="00F40506" w:rsidP="00E03A73">
      <w:pPr>
        <w:pStyle w:val="Styl11"/>
      </w:pPr>
      <w:r w:rsidRPr="00186A75">
        <w:t xml:space="preserve">Pozostałe wymagane dokumenty należy dołączyć do oferty w formie oryginału lub kserokopii </w:t>
      </w:r>
      <w:r w:rsidRPr="009842F3">
        <w:t>potwierdzonej za zgodność z oryginałem przez Wykonawcę.</w:t>
      </w:r>
      <w:r w:rsidR="00212856" w:rsidRPr="009842F3">
        <w:t xml:space="preserve"> Poświadczenie za zgodność z</w:t>
      </w:r>
      <w:r w:rsidR="009C3104" w:rsidRPr="009842F3">
        <w:t> </w:t>
      </w:r>
      <w:r w:rsidR="00212856" w:rsidRPr="009842F3">
        <w:t>oryginałem następuje w formie elektronicznej</w:t>
      </w:r>
      <w:r w:rsidR="00880B26" w:rsidRPr="009842F3">
        <w:t xml:space="preserve"> przy użyciu kwalifikowanego podpisu elektronicznego</w:t>
      </w:r>
      <w:r w:rsidR="00212856" w:rsidRPr="009842F3">
        <w:t xml:space="preserve">. </w:t>
      </w:r>
    </w:p>
    <w:p w14:paraId="7882BDF5" w14:textId="77777777" w:rsidR="00186A75" w:rsidRPr="009842F3" w:rsidRDefault="00326502" w:rsidP="00E03A73">
      <w:pPr>
        <w:pStyle w:val="Styl11"/>
      </w:pPr>
      <w:r w:rsidRPr="009842F3">
        <w:t xml:space="preserve">Zamawiający dopuszcza wspólne ubieganie się Wykonawców o udzielenie zamówienia. Wykonawcy ubiegający się wspólnie o udzielenie zamówienia ustanawiają pełnomocnika </w:t>
      </w:r>
      <w:r w:rsidR="00802090" w:rsidRPr="009842F3">
        <w:br/>
      </w:r>
      <w:r w:rsidRPr="009842F3">
        <w:t xml:space="preserve">do reprezentowania ich w postępowaniu albo reprezentowania w postępowaniu i zawarcia umowy w sprawie zamówienia. W przypadku Wykonawców wspólnie ubiegających się </w:t>
      </w:r>
      <w:r w:rsidR="00802090" w:rsidRPr="009842F3">
        <w:br/>
      </w:r>
      <w:r w:rsidRPr="009842F3">
        <w:t>o udzielenie zamówienia, żaden z Wykonawców nie może podlegać wykluczeniu. Pozostałe warunki muszą być spełnione łącznie przez wszystkich Wykonawców składających ofertę.</w:t>
      </w:r>
    </w:p>
    <w:p w14:paraId="4ABE5FFB" w14:textId="77777777" w:rsidR="000225F7" w:rsidRPr="009842F3" w:rsidRDefault="00326502" w:rsidP="00E03A73">
      <w:pPr>
        <w:pStyle w:val="Styl11"/>
      </w:pPr>
      <w:r w:rsidRPr="009842F3">
        <w:t xml:space="preserve">Wykonawcy wspólnie ubiegający się o udzielenie zamówienia mają obowiązek dołączyć do oferty dokument potwierdzający ustanowienie pełnomocnika. Pełnomocnictwo powinno wskazywać pełnomocnika i wszystkich Wykonawców, którzy wspólnie ubiegają się </w:t>
      </w:r>
      <w:r w:rsidR="00681BD9" w:rsidRPr="009842F3">
        <w:br/>
      </w:r>
      <w:r w:rsidRPr="009842F3">
        <w:t>o udzielenie zamówienia. Pełnomocnictwo należy załączyć w formie oryginału lub kopii poświadczonej notarialnie</w:t>
      </w:r>
      <w:r w:rsidR="00451A2E" w:rsidRPr="009842F3">
        <w:t xml:space="preserve"> lub kopii potwierdzonej za zgodność z oryginałem przez Wykonawcę</w:t>
      </w:r>
      <w:r w:rsidR="003F1A3C" w:rsidRPr="009842F3">
        <w:t>.</w:t>
      </w:r>
    </w:p>
    <w:p w14:paraId="04750351" w14:textId="77777777" w:rsidR="003F1A3C" w:rsidRPr="009842F3" w:rsidRDefault="003F1A3C" w:rsidP="00E03A73">
      <w:pPr>
        <w:pStyle w:val="Styl11"/>
      </w:pPr>
      <w:r w:rsidRPr="009842F3">
        <w:t xml:space="preserve">W przypadku gdy zostanie wybrana oferta Wykonawców wspólnie ubiegających się </w:t>
      </w:r>
      <w:r w:rsidR="00772972" w:rsidRPr="009842F3">
        <w:br/>
      </w:r>
      <w:r w:rsidRPr="009842F3">
        <w:t>o udzielenie zamówienia, przed zawarciem umowy Zamawiający będzie żądał umowy regulującej współpracę tych Wykonawców.</w:t>
      </w:r>
    </w:p>
    <w:p w14:paraId="44D89407" w14:textId="77777777" w:rsidR="00A441AC" w:rsidRPr="00A441AC" w:rsidRDefault="00A441AC" w:rsidP="004F4CEF">
      <w:pPr>
        <w:pStyle w:val="Styl1"/>
      </w:pPr>
      <w:r w:rsidRPr="00A441AC">
        <w:t>Wadium</w:t>
      </w:r>
    </w:p>
    <w:bookmarkEnd w:id="6"/>
    <w:p w14:paraId="252FCCDD" w14:textId="6B74BA5D" w:rsidR="00466ABA" w:rsidRPr="009842F3" w:rsidRDefault="00466ABA" w:rsidP="00E03A73">
      <w:pPr>
        <w:pStyle w:val="Styl11"/>
      </w:pPr>
      <w:r w:rsidRPr="009842F3">
        <w:t>Zamawiający nie wymaga wniesienia wadium w postępowaniu.</w:t>
      </w:r>
    </w:p>
    <w:p w14:paraId="14E27D9D" w14:textId="77777777" w:rsidR="00F40506" w:rsidRPr="00F40506" w:rsidRDefault="00F40506" w:rsidP="001F74AF">
      <w:pPr>
        <w:pStyle w:val="Dzia"/>
        <w:rPr>
          <w:rFonts w:eastAsia="Calibri"/>
        </w:rPr>
      </w:pPr>
      <w:r w:rsidRPr="00F40506">
        <w:rPr>
          <w:rFonts w:eastAsia="Calibri"/>
        </w:rPr>
        <w:t>Dział IV</w:t>
      </w:r>
    </w:p>
    <w:p w14:paraId="4FF9A9A8" w14:textId="77777777" w:rsidR="00F40506" w:rsidRDefault="00F40506" w:rsidP="001F74AF">
      <w:pPr>
        <w:pStyle w:val="Dzia"/>
        <w:rPr>
          <w:rFonts w:eastAsia="Calibri"/>
        </w:rPr>
      </w:pPr>
      <w:r w:rsidRPr="00F40506">
        <w:rPr>
          <w:rFonts w:eastAsia="Calibri"/>
        </w:rPr>
        <w:t>Zasady przygotowania oferty</w:t>
      </w:r>
    </w:p>
    <w:p w14:paraId="37EE5FA8" w14:textId="77777777" w:rsidR="006A6F21" w:rsidRPr="002B1AC9" w:rsidRDefault="006A6F21" w:rsidP="004F4CEF">
      <w:pPr>
        <w:pStyle w:val="Styl1"/>
      </w:pPr>
      <w:r w:rsidRPr="006A6F21">
        <w:t>Opis sposobu przygotowania oferty</w:t>
      </w:r>
    </w:p>
    <w:p w14:paraId="653675C9" w14:textId="15BF6634" w:rsidR="00B61CA6" w:rsidRDefault="00F40506" w:rsidP="00E03A73">
      <w:pPr>
        <w:pStyle w:val="Styl11"/>
      </w:pPr>
      <w:r w:rsidRPr="00B61CA6">
        <w:t xml:space="preserve">Oferta musi być sporządzona zgodnie z wymogami określonymi niniejszą </w:t>
      </w:r>
      <w:r w:rsidR="006C29FD">
        <w:t>SWZ</w:t>
      </w:r>
      <w:r w:rsidRPr="00B61CA6">
        <w:t>.</w:t>
      </w:r>
    </w:p>
    <w:p w14:paraId="75517DE7" w14:textId="43029F92" w:rsidR="00B61CA6" w:rsidRPr="002D1CD7" w:rsidRDefault="0070672D" w:rsidP="00E03A73">
      <w:pPr>
        <w:pStyle w:val="Styl11"/>
        <w:rPr>
          <w:color w:val="4F81BD" w:themeColor="accent1"/>
        </w:rPr>
      </w:pPr>
      <w:r w:rsidRPr="00B61CA6">
        <w:t>Ofertę składa się pod rygorem nieważności w formie ele</w:t>
      </w:r>
      <w:r w:rsidR="00D733B3" w:rsidRPr="00B61CA6">
        <w:t>k</w:t>
      </w:r>
      <w:r w:rsidRPr="00B61CA6">
        <w:t>tronicznej</w:t>
      </w:r>
      <w:r w:rsidR="00764011" w:rsidRPr="002D1CD7">
        <w:rPr>
          <w:color w:val="4F81BD" w:themeColor="accent1"/>
        </w:rPr>
        <w:t>.</w:t>
      </w:r>
    </w:p>
    <w:p w14:paraId="5257F79C" w14:textId="6AB1FD25" w:rsidR="00B61CA6" w:rsidRDefault="00F40506" w:rsidP="00D2442C">
      <w:pPr>
        <w:pStyle w:val="Styl11"/>
      </w:pPr>
      <w:r w:rsidRPr="00B61CA6">
        <w:t>Wykonawca ma prawo złożyć tylko jedną ofertę, wypełniają</w:t>
      </w:r>
      <w:r w:rsidR="00B61CA6">
        <w:t xml:space="preserve">c odpowiednio </w:t>
      </w:r>
      <w:r w:rsidR="00922058">
        <w:t>F</w:t>
      </w:r>
      <w:r w:rsidR="00CB520B">
        <w:t>ormularz ofertowy</w:t>
      </w:r>
      <w:r w:rsidR="00B61CA6">
        <w:t xml:space="preserve">. </w:t>
      </w:r>
      <w:r w:rsidRPr="00B61CA6">
        <w:t>Złożenie większej liczby ofert lub oferty zawierającej rozwiązania alternatywne lub oferty wariantowej (chyba że zamawiający dopuścił składanie ofert wariantowych), spowoduje odrzucenie wszystkich ofert złożonych przez danego Wykonawcę.</w:t>
      </w:r>
    </w:p>
    <w:p w14:paraId="13C2FCB5" w14:textId="77777777" w:rsidR="00F40506" w:rsidRPr="00B61CA6" w:rsidRDefault="00F40506" w:rsidP="00D2442C">
      <w:pPr>
        <w:pStyle w:val="Styl11"/>
      </w:pPr>
      <w:r w:rsidRPr="00B61CA6">
        <w:t>Oferta oraz wszelkie dokumenty wymagane w niniejszej specyfikacji muszą spełniać następujące wymogi:</w:t>
      </w:r>
    </w:p>
    <w:p w14:paraId="3A6567D9" w14:textId="31ED8B6D" w:rsidR="00F40506" w:rsidRPr="00857A86" w:rsidRDefault="00F40506" w:rsidP="00FF131C">
      <w:pPr>
        <w:pStyle w:val="Akapitzlist"/>
        <w:numPr>
          <w:ilvl w:val="4"/>
          <w:numId w:val="7"/>
        </w:numPr>
        <w:spacing w:line="276" w:lineRule="auto"/>
        <w:ind w:left="1134" w:hanging="425"/>
        <w:contextualSpacing w:val="0"/>
        <w:rPr>
          <w:rFonts w:eastAsia="Calibri" w:cs="Arial"/>
          <w:color w:val="0070C0"/>
          <w:sz w:val="20"/>
          <w:szCs w:val="20"/>
        </w:rPr>
      </w:pPr>
      <w:r w:rsidRPr="00857A86">
        <w:rPr>
          <w:rFonts w:eastAsia="Calibri" w:cs="Arial"/>
          <w:sz w:val="20"/>
          <w:szCs w:val="20"/>
        </w:rPr>
        <w:t xml:space="preserve">oferta musi zostać sporządzona w języku polskim. </w:t>
      </w:r>
      <w:r w:rsidRPr="00B61CA6">
        <w:rPr>
          <w:rFonts w:eastAsia="Calibri" w:cs="Arial"/>
          <w:color w:val="000000"/>
          <w:sz w:val="20"/>
          <w:szCs w:val="20"/>
        </w:rPr>
        <w:t>Dokumenty sporządzone w języku obcym należy złożyć wraz z tłumaczeniem na język polski</w:t>
      </w:r>
      <w:r w:rsidR="00857A86">
        <w:rPr>
          <w:rFonts w:eastAsia="Calibri" w:cs="Arial"/>
          <w:color w:val="0070C0"/>
          <w:sz w:val="20"/>
          <w:szCs w:val="20"/>
        </w:rPr>
        <w:t>,</w:t>
      </w:r>
    </w:p>
    <w:p w14:paraId="5F4DBD3B" w14:textId="4589BE3E" w:rsidR="00F40506" w:rsidRPr="00DC74F8" w:rsidRDefault="00A61DFC" w:rsidP="00FF131C">
      <w:pPr>
        <w:pStyle w:val="Tekstprzypisudolnego"/>
        <w:numPr>
          <w:ilvl w:val="4"/>
          <w:numId w:val="7"/>
        </w:numPr>
        <w:spacing w:line="276" w:lineRule="auto"/>
        <w:ind w:left="1134" w:hanging="425"/>
        <w:jc w:val="both"/>
        <w:rPr>
          <w:rFonts w:eastAsia="Calibri" w:cs="Arial"/>
          <w:color w:val="000000"/>
        </w:rPr>
      </w:pPr>
      <w:r>
        <w:rPr>
          <w:rFonts w:ascii="Arial" w:eastAsia="Calibri" w:hAnsi="Arial" w:cs="Arial"/>
          <w:color w:val="000000"/>
          <w:lang w:eastAsia="pl-PL"/>
        </w:rPr>
        <w:t>F</w:t>
      </w:r>
      <w:r w:rsidR="00F40506" w:rsidRPr="00DF2D0C">
        <w:rPr>
          <w:rFonts w:ascii="Arial" w:eastAsia="Calibri" w:hAnsi="Arial" w:cs="Arial"/>
          <w:color w:val="000000"/>
          <w:lang w:eastAsia="pl-PL"/>
        </w:rPr>
        <w:t>ormularz ofert</w:t>
      </w:r>
      <w:r w:rsidR="00CB520B">
        <w:rPr>
          <w:rFonts w:ascii="Arial" w:eastAsia="Calibri" w:hAnsi="Arial" w:cs="Arial"/>
          <w:color w:val="000000"/>
          <w:lang w:eastAsia="pl-PL"/>
        </w:rPr>
        <w:t>owy</w:t>
      </w:r>
      <w:r w:rsidR="00F40506" w:rsidRPr="00DF2D0C">
        <w:rPr>
          <w:rFonts w:ascii="Arial" w:eastAsia="Calibri" w:hAnsi="Arial" w:cs="Arial"/>
          <w:color w:val="000000"/>
          <w:lang w:eastAsia="pl-PL"/>
        </w:rPr>
        <w:t xml:space="preserve"> i wszystkie dokumenty sporządzone przez Wykonawcę muszą być podpisane: za podpisanie uznaje się </w:t>
      </w:r>
      <w:r w:rsidR="00DF2D0C">
        <w:rPr>
          <w:rFonts w:ascii="Arial" w:eastAsia="Calibri" w:hAnsi="Arial" w:cs="Arial"/>
          <w:color w:val="000000"/>
          <w:lang w:eastAsia="pl-PL"/>
        </w:rPr>
        <w:t>kwalifikowany podpis</w:t>
      </w:r>
      <w:r w:rsidR="00DF2D0C" w:rsidRPr="00DF2D0C">
        <w:rPr>
          <w:rFonts w:ascii="Arial" w:eastAsia="Calibri" w:hAnsi="Arial" w:cs="Arial"/>
          <w:color w:val="000000"/>
          <w:lang w:eastAsia="pl-PL"/>
        </w:rPr>
        <w:t xml:space="preserve"> elektr</w:t>
      </w:r>
      <w:r w:rsidR="00DF2D0C">
        <w:rPr>
          <w:rFonts w:ascii="Arial" w:eastAsia="Calibri" w:hAnsi="Arial" w:cs="Arial"/>
          <w:color w:val="000000"/>
          <w:lang w:eastAsia="pl-PL"/>
        </w:rPr>
        <w:t>oniczny, wystawiony</w:t>
      </w:r>
      <w:r w:rsidR="00DF2D0C" w:rsidRPr="00DF2D0C">
        <w:rPr>
          <w:rFonts w:ascii="Arial" w:eastAsia="Calibri" w:hAnsi="Arial" w:cs="Arial"/>
          <w:color w:val="000000"/>
          <w:lang w:eastAsia="pl-PL"/>
        </w:rPr>
        <w:t xml:space="preserve"> przez </w:t>
      </w:r>
      <w:r w:rsidR="00DF2D0C" w:rsidRPr="00DF2D0C">
        <w:rPr>
          <w:rFonts w:ascii="Arial" w:eastAsia="Calibri" w:hAnsi="Arial" w:cs="Arial"/>
          <w:color w:val="000000"/>
          <w:lang w:eastAsia="pl-PL"/>
        </w:rPr>
        <w:lastRenderedPageBreak/>
        <w:t xml:space="preserve">dostawcę kwalifikowanej usługi zaufania, będącego podmiotem świadczącym usługi certyfikacyjne - podpis elektroniczny, </w:t>
      </w:r>
      <w:r w:rsidR="004C511E">
        <w:rPr>
          <w:rFonts w:ascii="Arial" w:eastAsia="Calibri" w:hAnsi="Arial" w:cs="Arial"/>
          <w:color w:val="000000"/>
          <w:lang w:eastAsia="pl-PL"/>
        </w:rPr>
        <w:t>spełniający</w:t>
      </w:r>
      <w:r w:rsidR="00DF2D0C" w:rsidRPr="00DF2D0C">
        <w:rPr>
          <w:rFonts w:ascii="Arial" w:eastAsia="Calibri" w:hAnsi="Arial" w:cs="Arial"/>
          <w:color w:val="000000"/>
          <w:lang w:eastAsia="pl-PL"/>
        </w:rPr>
        <w:t xml:space="preserve"> wymogi bezpieczeństwa określone w </w:t>
      </w:r>
      <w:r w:rsidR="00DF2D0C">
        <w:rPr>
          <w:rFonts w:ascii="Arial" w:eastAsia="Calibri" w:hAnsi="Arial" w:cs="Arial"/>
          <w:color w:val="000000"/>
          <w:lang w:eastAsia="pl-PL"/>
        </w:rPr>
        <w:t xml:space="preserve">Ustawie </w:t>
      </w:r>
      <w:r w:rsidR="00DF2D0C" w:rsidRPr="00DF2D0C">
        <w:rPr>
          <w:rFonts w:ascii="Arial" w:eastAsia="Calibri" w:hAnsi="Arial" w:cs="Arial"/>
          <w:color w:val="000000"/>
          <w:lang w:eastAsia="pl-PL"/>
        </w:rPr>
        <w:t xml:space="preserve">z dnia 5 września 2016 r. </w:t>
      </w:r>
      <w:r w:rsidR="002A0400">
        <w:rPr>
          <w:rFonts w:ascii="Arial" w:eastAsia="Calibri" w:hAnsi="Arial" w:cs="Arial"/>
          <w:color w:val="000000"/>
          <w:lang w:eastAsia="pl-PL"/>
        </w:rPr>
        <w:t> </w:t>
      </w:r>
      <w:r w:rsidR="00DF2D0C" w:rsidRPr="00DF2D0C">
        <w:rPr>
          <w:rFonts w:ascii="Arial" w:eastAsia="Calibri" w:hAnsi="Arial" w:cs="Arial"/>
          <w:color w:val="000000"/>
          <w:lang w:eastAsia="pl-PL"/>
        </w:rPr>
        <w:t xml:space="preserve">– </w:t>
      </w:r>
      <w:r w:rsidR="002A0400" w:rsidRPr="00DF2D0C">
        <w:rPr>
          <w:rFonts w:ascii="Arial" w:eastAsia="Calibri" w:hAnsi="Arial" w:cs="Arial"/>
          <w:color w:val="000000"/>
          <w:lang w:eastAsia="pl-PL"/>
        </w:rPr>
        <w:t>o</w:t>
      </w:r>
      <w:r w:rsidR="002A0400">
        <w:t> </w:t>
      </w:r>
      <w:r w:rsidR="00DF2D0C" w:rsidRPr="00DF2D0C">
        <w:rPr>
          <w:rFonts w:ascii="Arial" w:eastAsia="Calibri" w:hAnsi="Arial" w:cs="Arial"/>
          <w:color w:val="000000"/>
          <w:lang w:eastAsia="pl-PL"/>
        </w:rPr>
        <w:t>usługach zaufania oraz identyfikac</w:t>
      </w:r>
      <w:r w:rsidR="009123C8">
        <w:rPr>
          <w:rFonts w:ascii="Arial" w:eastAsia="Calibri" w:hAnsi="Arial" w:cs="Arial"/>
          <w:color w:val="000000"/>
          <w:lang w:eastAsia="pl-PL"/>
        </w:rPr>
        <w:t>ji elektronicznej (</w:t>
      </w:r>
      <w:r w:rsidR="00764011">
        <w:rPr>
          <w:rFonts w:ascii="Arial" w:eastAsia="Calibri" w:hAnsi="Arial" w:cs="Arial"/>
          <w:color w:val="000000"/>
          <w:lang w:eastAsia="pl-PL"/>
        </w:rPr>
        <w:t>Dz. U. z 2021 r. poz. 1797</w:t>
      </w:r>
      <w:r w:rsidR="00DF2D0C" w:rsidRPr="00BD481A">
        <w:rPr>
          <w:rFonts w:ascii="Arial" w:eastAsia="Calibri" w:hAnsi="Arial" w:cs="Arial"/>
          <w:color w:val="000000"/>
          <w:lang w:eastAsia="pl-PL"/>
        </w:rPr>
        <w:t>)</w:t>
      </w:r>
      <w:r w:rsidR="004C511E" w:rsidRPr="00BD481A">
        <w:rPr>
          <w:rFonts w:ascii="Arial" w:eastAsia="Calibri" w:hAnsi="Arial" w:cs="Arial"/>
          <w:color w:val="000000"/>
          <w:lang w:eastAsia="pl-PL"/>
        </w:rPr>
        <w:t xml:space="preserve"> </w:t>
      </w:r>
      <w:r w:rsidR="00F40506" w:rsidRPr="00BD481A">
        <w:rPr>
          <w:rFonts w:ascii="Arial" w:eastAsia="Calibri" w:hAnsi="Arial" w:cs="Arial"/>
          <w:color w:val="000000"/>
          <w:lang w:eastAsia="pl-PL"/>
        </w:rPr>
        <w:t>przez osobę(-y) upoważnioną(-e) do reprezentowania zgodnie z formą reprezentacji Wykonawcy określoną w dokumencie rejestrowym lub innym dokumencie, właściwym dla formy organizacyjnej</w:t>
      </w:r>
      <w:r w:rsidR="00DF2D0C" w:rsidRPr="00BD481A">
        <w:rPr>
          <w:rFonts w:ascii="Arial" w:eastAsia="Calibri" w:hAnsi="Arial" w:cs="Arial"/>
          <w:color w:val="000000"/>
          <w:lang w:eastAsia="pl-PL"/>
        </w:rPr>
        <w:t>,</w:t>
      </w:r>
    </w:p>
    <w:p w14:paraId="6C13BF82" w14:textId="77777777" w:rsidR="00B20F1B" w:rsidRDefault="00212856" w:rsidP="00FF131C">
      <w:pPr>
        <w:numPr>
          <w:ilvl w:val="5"/>
          <w:numId w:val="7"/>
        </w:numPr>
        <w:spacing w:line="276" w:lineRule="auto"/>
        <w:ind w:left="1560" w:hanging="284"/>
        <w:rPr>
          <w:rFonts w:eastAsia="Calibri"/>
          <w:sz w:val="20"/>
          <w:szCs w:val="20"/>
        </w:rPr>
      </w:pPr>
      <w:r w:rsidRPr="00DC74F8">
        <w:rPr>
          <w:rFonts w:eastAsia="Calibri"/>
          <w:sz w:val="20"/>
          <w:szCs w:val="20"/>
        </w:rPr>
        <w:t>w formie elektronicznej podpisanej kwalifikowanym podpisem elektronicznym przez</w:t>
      </w:r>
      <w:r w:rsidR="00B20F1B">
        <w:rPr>
          <w:rFonts w:eastAsia="Calibri"/>
          <w:sz w:val="20"/>
          <w:szCs w:val="20"/>
        </w:rPr>
        <w:t>:</w:t>
      </w:r>
      <w:r w:rsidRPr="00DC74F8">
        <w:rPr>
          <w:rFonts w:eastAsia="Calibri"/>
          <w:sz w:val="20"/>
          <w:szCs w:val="20"/>
        </w:rPr>
        <w:t xml:space="preserve"> </w:t>
      </w:r>
    </w:p>
    <w:p w14:paraId="361F07CE" w14:textId="442076B0" w:rsidR="00B20F1B" w:rsidRDefault="00B20F1B" w:rsidP="00B20F1B">
      <w:pPr>
        <w:spacing w:line="276" w:lineRule="auto"/>
        <w:ind w:left="1560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- </w:t>
      </w:r>
      <w:r w:rsidR="00212856" w:rsidRPr="00DC74F8">
        <w:rPr>
          <w:rFonts w:eastAsia="Calibri"/>
          <w:sz w:val="20"/>
          <w:szCs w:val="20"/>
        </w:rPr>
        <w:t>osoby uprawnione do reprezentacji Wykonawcy</w:t>
      </w:r>
      <w:r>
        <w:rPr>
          <w:rFonts w:eastAsia="Calibri"/>
          <w:sz w:val="20"/>
          <w:szCs w:val="20"/>
        </w:rPr>
        <w:t>,</w:t>
      </w:r>
      <w:r w:rsidR="00212856" w:rsidRPr="00DC74F8">
        <w:rPr>
          <w:rFonts w:eastAsia="Calibri"/>
          <w:sz w:val="20"/>
          <w:szCs w:val="20"/>
        </w:rPr>
        <w:t xml:space="preserve"> </w:t>
      </w:r>
      <w:r w:rsidR="00A473A6">
        <w:rPr>
          <w:rFonts w:eastAsia="Calibri"/>
          <w:sz w:val="20"/>
          <w:szCs w:val="20"/>
        </w:rPr>
        <w:t>lub</w:t>
      </w:r>
      <w:r w:rsidR="00A473A6" w:rsidRPr="00A473A6">
        <w:rPr>
          <w:rFonts w:eastAsia="Calibri"/>
          <w:sz w:val="20"/>
          <w:szCs w:val="20"/>
        </w:rPr>
        <w:t xml:space="preserve"> </w:t>
      </w:r>
    </w:p>
    <w:p w14:paraId="44A6BA3C" w14:textId="52A77620" w:rsidR="00B20F1B" w:rsidRDefault="00B20F1B" w:rsidP="00B20F1B">
      <w:pPr>
        <w:spacing w:line="276" w:lineRule="auto"/>
        <w:ind w:left="1560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- </w:t>
      </w:r>
      <w:r w:rsidR="00A473A6" w:rsidRPr="00A473A6">
        <w:rPr>
          <w:rFonts w:eastAsia="Calibri"/>
          <w:sz w:val="20"/>
          <w:szCs w:val="20"/>
        </w:rPr>
        <w:t>kopia poświadczona notarialnie</w:t>
      </w:r>
      <w:r>
        <w:rPr>
          <w:rFonts w:eastAsia="Calibri"/>
          <w:sz w:val="20"/>
          <w:szCs w:val="20"/>
        </w:rPr>
        <w:t>,</w:t>
      </w:r>
      <w:r w:rsidR="00A473A6" w:rsidRPr="00A473A6">
        <w:rPr>
          <w:rFonts w:eastAsia="Calibri"/>
          <w:sz w:val="20"/>
          <w:szCs w:val="20"/>
        </w:rPr>
        <w:t xml:space="preserve"> </w:t>
      </w:r>
    </w:p>
    <w:p w14:paraId="1D888A4D" w14:textId="7EFAA189" w:rsidR="00F40506" w:rsidRDefault="00212856" w:rsidP="00B20F1B">
      <w:pPr>
        <w:spacing w:line="276" w:lineRule="auto"/>
        <w:ind w:left="1560"/>
        <w:rPr>
          <w:rFonts w:eastAsia="Calibri"/>
          <w:sz w:val="20"/>
          <w:szCs w:val="20"/>
        </w:rPr>
      </w:pPr>
      <w:r w:rsidRPr="00DC74F8">
        <w:rPr>
          <w:rFonts w:eastAsia="Calibri"/>
          <w:sz w:val="20"/>
          <w:szCs w:val="20"/>
        </w:rPr>
        <w:t>w przypadku złożenia oferty w</w:t>
      </w:r>
      <w:r w:rsidR="00D2442C">
        <w:rPr>
          <w:rFonts w:eastAsia="Calibri"/>
          <w:sz w:val="20"/>
          <w:szCs w:val="20"/>
        </w:rPr>
        <w:t> </w:t>
      </w:r>
      <w:r w:rsidRPr="00DC74F8">
        <w:rPr>
          <w:rFonts w:eastAsia="Calibri"/>
          <w:sz w:val="20"/>
          <w:szCs w:val="20"/>
        </w:rPr>
        <w:t>formie elektronicznej</w:t>
      </w:r>
      <w:r w:rsidR="00DF1D02">
        <w:rPr>
          <w:rFonts w:eastAsia="Calibri"/>
          <w:sz w:val="20"/>
          <w:szCs w:val="20"/>
        </w:rPr>
        <w:t>;</w:t>
      </w:r>
    </w:p>
    <w:p w14:paraId="051296C6" w14:textId="77777777" w:rsidR="00F40506" w:rsidRPr="009842F3" w:rsidRDefault="00F40506" w:rsidP="00D2442C">
      <w:pPr>
        <w:pStyle w:val="Styl11"/>
      </w:pPr>
      <w:r w:rsidRPr="009842F3">
        <w:t>Zaleca się ponumerowanie stron oferty.</w:t>
      </w:r>
    </w:p>
    <w:p w14:paraId="352EE067" w14:textId="0D716B2C" w:rsidR="00F40506" w:rsidRPr="009842F3" w:rsidRDefault="00F40506" w:rsidP="00D2442C">
      <w:pPr>
        <w:pStyle w:val="Styl11"/>
      </w:pPr>
      <w:r w:rsidRPr="009842F3">
        <w:t xml:space="preserve">We wszystkich przypadkach, gdzie jest mowa o pieczątkach, Zamawiający dopuszcza złożenie czytelnego zapisu o treści pieczęci, np.: nazwa firmy, siedziba lub czytelnego podpisu </w:t>
      </w:r>
      <w:r w:rsidR="002A0400" w:rsidRPr="009842F3">
        <w:t>w </w:t>
      </w:r>
      <w:r w:rsidRPr="009842F3">
        <w:t>przypadku pieczęci imiennej.</w:t>
      </w:r>
    </w:p>
    <w:p w14:paraId="532928A9" w14:textId="5B54AD96" w:rsidR="00764011" w:rsidRPr="009842F3" w:rsidRDefault="00764011" w:rsidP="00D2442C">
      <w:pPr>
        <w:pStyle w:val="Styl11"/>
      </w:pPr>
      <w:r w:rsidRPr="009842F3">
        <w:t xml:space="preserve">Ofertę należy złożyć w jednej z form wskazanych w treści </w:t>
      </w:r>
      <w:r w:rsidR="00F6251F" w:rsidRPr="009842F3">
        <w:t>SWZ</w:t>
      </w:r>
      <w:r w:rsidRPr="009842F3">
        <w:t xml:space="preserve"> tj. </w:t>
      </w:r>
      <w:r w:rsidR="009842F3" w:rsidRPr="009842F3">
        <w:t>elektronicznej</w:t>
      </w:r>
      <w:r w:rsidRPr="009842F3">
        <w:t>.</w:t>
      </w:r>
    </w:p>
    <w:p w14:paraId="675117D5" w14:textId="799194ED" w:rsidR="001222CB" w:rsidRPr="00882B39" w:rsidRDefault="001222CB" w:rsidP="00D2442C">
      <w:pPr>
        <w:pStyle w:val="Styl11"/>
      </w:pPr>
      <w:r w:rsidRPr="00882B39">
        <w:t>Zamawiający zastrzega sobie możliwość wezwania Wykonawcy do uzupełnienia  przetłumaczonych na język polski</w:t>
      </w:r>
      <w:r w:rsidR="004113E4" w:rsidRPr="00882B39">
        <w:t>,</w:t>
      </w:r>
      <w:r w:rsidRPr="00882B39">
        <w:t xml:space="preserve"> wybranych dokumentów sporządzonych w języku obcym</w:t>
      </w:r>
      <w:r w:rsidR="004113E4" w:rsidRPr="00882B39">
        <w:t>,</w:t>
      </w:r>
      <w:r w:rsidR="00B40BB3" w:rsidRPr="00882B39">
        <w:t xml:space="preserve"> złożonych wraz z ofertą</w:t>
      </w:r>
      <w:r w:rsidR="00BC27D2" w:rsidRPr="00882B39">
        <w:t xml:space="preserve"> przez Wykonawcę</w:t>
      </w:r>
      <w:r w:rsidRPr="00882B39">
        <w:t xml:space="preserve">. </w:t>
      </w:r>
    </w:p>
    <w:p w14:paraId="24AEB729" w14:textId="77777777" w:rsidR="006A2FC0" w:rsidRPr="006A2FC0" w:rsidRDefault="006A2FC0" w:rsidP="004F4CEF">
      <w:pPr>
        <w:pStyle w:val="Styl1"/>
      </w:pPr>
      <w:r w:rsidRPr="006A2FC0">
        <w:t>Tajemnica przedsiębiorstwa</w:t>
      </w:r>
    </w:p>
    <w:p w14:paraId="10CD8F5E" w14:textId="77777777" w:rsidR="00F40506" w:rsidRPr="005622C7" w:rsidRDefault="005C4682" w:rsidP="00D2442C">
      <w:pPr>
        <w:pStyle w:val="Styl11"/>
      </w:pPr>
      <w:r>
        <w:t>W przypadku gdy</w:t>
      </w:r>
      <w:r w:rsidR="00F40506" w:rsidRPr="005622C7">
        <w:t xml:space="preserve"> oferta, oświadczenia lub dokumenty zawierają informacje, stanowiące tajemnicę przedsiębiorstwa w rozumieniu przepisów o zwalczaniu nieuczciwej konkurencji, Wykonawca winien, nie później niż w terminie składania ofert, w sposób niebudzący wątpliwości, zastrzec, które informacje stanowią tajemnicę przedsiębiorstwa.</w:t>
      </w:r>
    </w:p>
    <w:p w14:paraId="3901C28B" w14:textId="4B9A2270" w:rsidR="00F40506" w:rsidRPr="00E719B4" w:rsidRDefault="00F40506" w:rsidP="00D2442C">
      <w:pPr>
        <w:pStyle w:val="Styl11"/>
      </w:pPr>
      <w:r w:rsidRPr="005622C7">
        <w:t xml:space="preserve">Zgodnie z art. 11 ust. </w:t>
      </w:r>
      <w:r w:rsidR="00E719B4">
        <w:t>2</w:t>
      </w:r>
      <w:r w:rsidRPr="005622C7">
        <w:t xml:space="preserve"> ustawy z </w:t>
      </w:r>
      <w:r w:rsidRPr="00E719B4">
        <w:t xml:space="preserve">dnia 16 kwietnia 1993 r. o zwalczaniu </w:t>
      </w:r>
      <w:r w:rsidR="006A2FC0" w:rsidRPr="00E719B4">
        <w:t>nieuczciwej konkurencji (</w:t>
      </w:r>
      <w:r w:rsidRPr="00E719B4">
        <w:t>Dz. U. z 20</w:t>
      </w:r>
      <w:r w:rsidR="00D848D5">
        <w:t>22</w:t>
      </w:r>
      <w:r w:rsidRPr="00E719B4">
        <w:t xml:space="preserve"> r., poz. </w:t>
      </w:r>
      <w:r w:rsidR="00696E9C">
        <w:t>1</w:t>
      </w:r>
      <w:r w:rsidR="00D848D5">
        <w:t>233</w:t>
      </w:r>
      <w:r w:rsidRPr="00E719B4">
        <w:t xml:space="preserve">) </w:t>
      </w:r>
      <w:r w:rsidR="00E719B4">
        <w:t>p</w:t>
      </w:r>
      <w:r w:rsidR="00E719B4" w:rsidRPr="00E719B4">
        <w:t>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</w:t>
      </w:r>
      <w:r w:rsidR="002A0400">
        <w:t> </w:t>
      </w:r>
      <w:r w:rsidR="00E719B4" w:rsidRPr="00E719B4">
        <w:t xml:space="preserve">informacji lub rozporządzania nimi podjął, przy zachowaniu należytej staranności, działania </w:t>
      </w:r>
      <w:r w:rsidR="002A0400" w:rsidRPr="00E719B4">
        <w:t>w</w:t>
      </w:r>
      <w:r w:rsidR="002A0400">
        <w:t> </w:t>
      </w:r>
      <w:r w:rsidR="00E719B4" w:rsidRPr="00E719B4">
        <w:t>celu utrzymania ich w</w:t>
      </w:r>
      <w:r w:rsidR="00D2442C">
        <w:t> </w:t>
      </w:r>
      <w:r w:rsidR="00E719B4" w:rsidRPr="00E719B4">
        <w:t>poufności</w:t>
      </w:r>
      <w:r w:rsidRPr="00E719B4">
        <w:t>.</w:t>
      </w:r>
    </w:p>
    <w:p w14:paraId="13912D95" w14:textId="77777777" w:rsidR="00326502" w:rsidRPr="005622C7" w:rsidRDefault="00326502" w:rsidP="00D2442C">
      <w:pPr>
        <w:pStyle w:val="Styl11"/>
      </w:pPr>
      <w:r w:rsidRPr="005622C7">
        <w:t>By zastrzeżenie, o którym mowa wyżej było skuteczne, Wykonawca zobowiązany jest poinformować o nich w treści złożonej oferty.</w:t>
      </w:r>
    </w:p>
    <w:p w14:paraId="4AFFAABE" w14:textId="77777777" w:rsidR="00985EC2" w:rsidRPr="00985EC2" w:rsidRDefault="00985EC2" w:rsidP="004F4CEF">
      <w:pPr>
        <w:pStyle w:val="Styl1"/>
      </w:pPr>
      <w:r w:rsidRPr="00985EC2">
        <w:t>Koszt przygotowania oferty</w:t>
      </w:r>
    </w:p>
    <w:p w14:paraId="16CBBABE" w14:textId="77777777" w:rsidR="005E3BFC" w:rsidRDefault="00F40506" w:rsidP="00D2442C">
      <w:pPr>
        <w:pStyle w:val="Styl11"/>
      </w:pPr>
      <w:r w:rsidRPr="005E3BFC">
        <w:t>Wykonawcy ponoszą wszelkie koszty związane z przygotowaniem i złożeniem oferty.</w:t>
      </w:r>
    </w:p>
    <w:p w14:paraId="20C7C013" w14:textId="77777777" w:rsidR="00F40506" w:rsidRPr="005E3BFC" w:rsidRDefault="00F40506" w:rsidP="00D2442C">
      <w:pPr>
        <w:pStyle w:val="Styl11"/>
      </w:pPr>
      <w:r w:rsidRPr="005E3BFC">
        <w:t>Zamawiający nie przewiduje zwrotu kosztów udziału w postępowaniu.</w:t>
      </w:r>
    </w:p>
    <w:p w14:paraId="37944F14" w14:textId="77777777" w:rsidR="00985EC2" w:rsidRPr="00985EC2" w:rsidRDefault="00985EC2" w:rsidP="004F4CEF">
      <w:pPr>
        <w:pStyle w:val="Styl1"/>
      </w:pPr>
      <w:r w:rsidRPr="00985EC2">
        <w:t>Wyjaśnienia dotyczące specyfikacji</w:t>
      </w:r>
    </w:p>
    <w:p w14:paraId="5C3DFFF2" w14:textId="00FCD4F6" w:rsidR="001F6240" w:rsidRDefault="00F40506" w:rsidP="00D2442C">
      <w:pPr>
        <w:pStyle w:val="Styl11"/>
      </w:pPr>
      <w:r w:rsidRPr="001F6240">
        <w:t xml:space="preserve">Wykonawca może zwrócić się do Zamawiającego o wyjaśnienie treści </w:t>
      </w:r>
      <w:r w:rsidR="006C29FD">
        <w:t>SWZ</w:t>
      </w:r>
      <w:r w:rsidRPr="001F6240">
        <w:t>.</w:t>
      </w:r>
    </w:p>
    <w:p w14:paraId="5190CE8A" w14:textId="7E828148" w:rsidR="001F6240" w:rsidRDefault="00F40506" w:rsidP="00D2442C">
      <w:pPr>
        <w:pStyle w:val="Styl11"/>
      </w:pPr>
      <w:r w:rsidRPr="001F6240">
        <w:t xml:space="preserve">Zamawiający udzieli odpowiedzi, jeżeli prośba o wyjaśnienie wpłynie do Zamawiającego </w:t>
      </w:r>
      <w:r w:rsidR="002A0400" w:rsidRPr="001F6240">
        <w:t>w</w:t>
      </w:r>
      <w:r w:rsidR="002A0400">
        <w:t> </w:t>
      </w:r>
      <w:r w:rsidRPr="001F6240">
        <w:t xml:space="preserve">terminie nie krótszym niż </w:t>
      </w:r>
      <w:r w:rsidRPr="009842F3">
        <w:t xml:space="preserve">3 </w:t>
      </w:r>
      <w:r w:rsidRPr="001F6240">
        <w:t xml:space="preserve">dni robocze przed upływem terminu składania ofert. Jeżeli prośba o wyjaśnienie wpłynie do Zamawiającego po upływie terminu, o którym mowa w zdaniu poprzednim, Zamawiający może udzielić wyjaśnień albo pozostawić prośbę bez rozpatrzenia wg swego uznania. </w:t>
      </w:r>
    </w:p>
    <w:p w14:paraId="3B5065FD" w14:textId="77777777" w:rsidR="001F6240" w:rsidRDefault="00F40506" w:rsidP="00D2442C">
      <w:pPr>
        <w:pStyle w:val="Styl11"/>
      </w:pPr>
      <w:r w:rsidRPr="001F6240">
        <w:t xml:space="preserve">Udzielone przez Zamawiającego Wyjaśnienia są wiążące dla Wykonawców. </w:t>
      </w:r>
    </w:p>
    <w:p w14:paraId="16657D4B" w14:textId="51F7F73E" w:rsidR="00F40506" w:rsidRPr="002B1AC9" w:rsidRDefault="00F40506" w:rsidP="00D2442C">
      <w:pPr>
        <w:pStyle w:val="Styl11"/>
      </w:pPr>
      <w:r w:rsidRPr="001F6240">
        <w:t xml:space="preserve">Treść odpowiedzi zostanie zamieszczona na stronie internetowej Zamawiającego oraz przekazana niezwłocznie wszystkim </w:t>
      </w:r>
      <w:r w:rsidR="00326502" w:rsidRPr="001F6240">
        <w:t xml:space="preserve">ujawnionym Wykonawcom, którzy przy pobieraniu treści </w:t>
      </w:r>
      <w:r w:rsidR="006C29FD">
        <w:t>SWZ</w:t>
      </w:r>
      <w:r w:rsidR="00326502" w:rsidRPr="001F6240">
        <w:t xml:space="preserve"> pozostawili kontaktowy adres </w:t>
      </w:r>
      <w:r w:rsidR="00331AEA">
        <w:t>e-</w:t>
      </w:r>
      <w:r w:rsidR="00326502" w:rsidRPr="001F6240">
        <w:t>mail oraz Wykonawcy który zadał pytanie.</w:t>
      </w:r>
    </w:p>
    <w:p w14:paraId="30B33F95" w14:textId="36EC8A30" w:rsidR="00A61DFC" w:rsidRPr="002B1AC9" w:rsidRDefault="00A61DFC" w:rsidP="00D2442C">
      <w:pPr>
        <w:pStyle w:val="Styl11"/>
      </w:pPr>
      <w:r w:rsidRPr="00A61DFC">
        <w:t xml:space="preserve">Zamawiający nie będzie traktował jako prośby o wyjaśnienie treści </w:t>
      </w:r>
      <w:r>
        <w:t>SWZ</w:t>
      </w:r>
      <w:r w:rsidRPr="00A61DFC">
        <w:t xml:space="preserve"> plików przesłanych w</w:t>
      </w:r>
      <w:r w:rsidR="00D2442C">
        <w:t> </w:t>
      </w:r>
      <w:r w:rsidRPr="00A61DFC">
        <w:t>trybie śledzenia zmian i/lub w formie komentarzy do dokumentu.</w:t>
      </w:r>
    </w:p>
    <w:p w14:paraId="494A1F29" w14:textId="77777777" w:rsidR="00985EC2" w:rsidRPr="00985EC2" w:rsidRDefault="00985EC2" w:rsidP="004F4CEF">
      <w:pPr>
        <w:pStyle w:val="Styl1"/>
      </w:pPr>
      <w:r w:rsidRPr="00985EC2">
        <w:lastRenderedPageBreak/>
        <w:t>Zmiana treści specyfikacji i treści ogłoszenia</w:t>
      </w:r>
    </w:p>
    <w:p w14:paraId="26C1C784" w14:textId="6FCD1C0B" w:rsidR="001F6240" w:rsidRPr="001F6240" w:rsidRDefault="00F40506" w:rsidP="00D2442C">
      <w:pPr>
        <w:pStyle w:val="Styl11"/>
      </w:pPr>
      <w:r w:rsidRPr="001F6240">
        <w:t>W uzasadnionych przypadkach Zamawiający może w każdym czasie, przed upływem terminu składania ofert, zmienić treść</w:t>
      </w:r>
      <w:r w:rsidR="00F13DAA">
        <w:t xml:space="preserve"> SWZ</w:t>
      </w:r>
      <w:r w:rsidRPr="001F6240">
        <w:t xml:space="preserve">. Dokonaną zmianę </w:t>
      </w:r>
      <w:r w:rsidR="006C29FD">
        <w:t>SWZ</w:t>
      </w:r>
      <w:r w:rsidRPr="001F6240">
        <w:t xml:space="preserve"> Zamawiający udostępni na stronie internetowej</w:t>
      </w:r>
      <w:r w:rsidR="009E59BE" w:rsidRPr="001F6240">
        <w:t xml:space="preserve"> oraz przekaże niezwłocznie wszystkim ujawnionym </w:t>
      </w:r>
      <w:r w:rsidR="00D11B8B">
        <w:t>W</w:t>
      </w:r>
      <w:r w:rsidR="009E59BE" w:rsidRPr="001F6240">
        <w:t xml:space="preserve">ykonawcom, którzy przy pobieraniu treści </w:t>
      </w:r>
      <w:r w:rsidR="006C29FD">
        <w:t>SWZ</w:t>
      </w:r>
      <w:r w:rsidR="009E59BE" w:rsidRPr="001F6240">
        <w:t xml:space="preserve"> pozostawili kontaktowy adres </w:t>
      </w:r>
      <w:r w:rsidR="009C0E46">
        <w:t>e-</w:t>
      </w:r>
      <w:r w:rsidR="009E59BE" w:rsidRPr="001F6240">
        <w:t>mail.</w:t>
      </w:r>
    </w:p>
    <w:p w14:paraId="730FD616" w14:textId="3C7C24A8" w:rsidR="00F40506" w:rsidRPr="001F6240" w:rsidRDefault="00F40506" w:rsidP="00D2442C">
      <w:pPr>
        <w:pStyle w:val="Styl11"/>
      </w:pPr>
      <w:r w:rsidRPr="001F6240">
        <w:t xml:space="preserve">W przypadku, gdy zmiana treści </w:t>
      </w:r>
      <w:r w:rsidR="006C29FD">
        <w:t>SWZ</w:t>
      </w:r>
      <w:r w:rsidRPr="001F6240">
        <w:t xml:space="preserve"> o zamówieniu będzie istotna, Zamawiający </w:t>
      </w:r>
      <w:r w:rsidR="009E59BE" w:rsidRPr="001F6240">
        <w:t xml:space="preserve">może </w:t>
      </w:r>
      <w:r w:rsidRPr="001F6240">
        <w:t>przedłuży</w:t>
      </w:r>
      <w:r w:rsidR="009E59BE" w:rsidRPr="001F6240">
        <w:t>ć</w:t>
      </w:r>
      <w:r w:rsidRPr="001F6240">
        <w:t xml:space="preserve"> termin składania ofert. </w:t>
      </w:r>
    </w:p>
    <w:p w14:paraId="0C450278" w14:textId="3C1FDDA0" w:rsidR="00985EC2" w:rsidRPr="00985EC2" w:rsidRDefault="00985EC2" w:rsidP="004F4CEF">
      <w:pPr>
        <w:pStyle w:val="Styl1"/>
      </w:pPr>
      <w:r w:rsidRPr="00F40506">
        <w:t>Kryteria oraz sposób oceny ofert</w:t>
      </w:r>
    </w:p>
    <w:p w14:paraId="3D209B1A" w14:textId="375C1F29" w:rsidR="00703D6D" w:rsidRPr="009842F3" w:rsidRDefault="00703D6D" w:rsidP="00703D6D">
      <w:pPr>
        <w:pStyle w:val="Styl11"/>
        <w:spacing w:line="240" w:lineRule="auto"/>
      </w:pPr>
      <w:r w:rsidRPr="009842F3">
        <w:t>Jedynym kryterium oceny jest cena podana w ofercie. Spośród ofert nieodrzuconych za najkorzystniejszą zostanie uznana oferta o najniższej cenie</w:t>
      </w:r>
    </w:p>
    <w:p w14:paraId="469F63E9" w14:textId="77777777" w:rsidR="009842F3" w:rsidRPr="009842F3" w:rsidRDefault="009842F3" w:rsidP="00703D6D">
      <w:pPr>
        <w:spacing w:line="240" w:lineRule="auto"/>
        <w:ind w:left="720"/>
        <w:rPr>
          <w:rFonts w:eastAsia="Calibri" w:cs="Arial"/>
          <w:sz w:val="20"/>
          <w:szCs w:val="20"/>
        </w:rPr>
      </w:pPr>
    </w:p>
    <w:p w14:paraId="2D6F79E8" w14:textId="58C63300" w:rsidR="00703D6D" w:rsidRPr="009842F3" w:rsidRDefault="00703D6D" w:rsidP="00703D6D">
      <w:pPr>
        <w:spacing w:line="240" w:lineRule="auto"/>
        <w:ind w:left="720"/>
        <w:rPr>
          <w:rFonts w:eastAsia="Calibri" w:cs="Arial"/>
          <w:sz w:val="20"/>
          <w:szCs w:val="20"/>
        </w:rPr>
      </w:pPr>
      <w:r w:rsidRPr="009842F3">
        <w:rPr>
          <w:rFonts w:eastAsia="Calibri" w:cs="Arial"/>
          <w:sz w:val="20"/>
          <w:szCs w:val="20"/>
        </w:rPr>
        <w:t>Sposób obliczenia:</w:t>
      </w:r>
    </w:p>
    <w:tbl>
      <w:tblPr>
        <w:tblW w:w="8973" w:type="dxa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1559"/>
        <w:gridCol w:w="5004"/>
      </w:tblGrid>
      <w:tr w:rsidR="009842F3" w:rsidRPr="009842F3" w14:paraId="6561EBFC" w14:textId="77777777" w:rsidTr="00025E8A">
        <w:trPr>
          <w:trHeight w:hRule="exact" w:val="73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A49046" w14:textId="77777777" w:rsidR="00703D6D" w:rsidRPr="009842F3" w:rsidRDefault="00703D6D" w:rsidP="00D74284">
            <w:pPr>
              <w:shd w:val="clear" w:color="auto" w:fill="FFFFFF"/>
              <w:spacing w:line="360" w:lineRule="auto"/>
              <w:ind w:left="82"/>
              <w:jc w:val="center"/>
              <w:rPr>
                <w:rFonts w:cs="Arial"/>
                <w:b/>
                <w:sz w:val="20"/>
                <w:szCs w:val="20"/>
              </w:rPr>
            </w:pPr>
            <w:r w:rsidRPr="009842F3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3FA2D9" w14:textId="77777777" w:rsidR="00703D6D" w:rsidRPr="009842F3" w:rsidRDefault="00703D6D" w:rsidP="00D74284">
            <w:pPr>
              <w:shd w:val="clear" w:color="auto" w:fill="FFFFFF"/>
              <w:spacing w:line="36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842F3">
              <w:rPr>
                <w:rFonts w:cs="Arial"/>
                <w:b/>
                <w:bCs/>
                <w:spacing w:val="-5"/>
                <w:sz w:val="20"/>
                <w:szCs w:val="20"/>
              </w:rPr>
              <w:t>Opis kryterium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573B5E" w14:textId="77777777" w:rsidR="00703D6D" w:rsidRPr="009842F3" w:rsidRDefault="00703D6D" w:rsidP="00D74284">
            <w:pPr>
              <w:shd w:val="clear" w:color="auto" w:fill="FFFFFF"/>
              <w:spacing w:line="360" w:lineRule="auto"/>
              <w:ind w:left="29" w:right="34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842F3">
              <w:rPr>
                <w:rFonts w:cs="Arial"/>
                <w:b/>
                <w:bCs/>
                <w:spacing w:val="-9"/>
                <w:sz w:val="20"/>
                <w:szCs w:val="20"/>
              </w:rPr>
              <w:t xml:space="preserve">Znaczenie </w:t>
            </w:r>
            <w:r w:rsidRPr="009842F3">
              <w:rPr>
                <w:rFonts w:cs="Arial"/>
                <w:b/>
                <w:bCs/>
                <w:spacing w:val="-7"/>
                <w:sz w:val="20"/>
                <w:szCs w:val="20"/>
              </w:rPr>
              <w:t>waga (%)</w:t>
            </w:r>
          </w:p>
        </w:tc>
        <w:tc>
          <w:tcPr>
            <w:tcW w:w="5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D6B7F" w14:textId="77777777" w:rsidR="00703D6D" w:rsidRPr="009842F3" w:rsidRDefault="00703D6D" w:rsidP="00D74284">
            <w:pPr>
              <w:shd w:val="clear" w:color="auto" w:fill="FFFFFF"/>
              <w:spacing w:line="360" w:lineRule="auto"/>
              <w:ind w:left="912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842F3">
              <w:rPr>
                <w:rFonts w:cs="Arial"/>
                <w:b/>
                <w:bCs/>
                <w:spacing w:val="-5"/>
                <w:sz w:val="20"/>
                <w:szCs w:val="20"/>
              </w:rPr>
              <w:t>Opis metody przyznawanych punktów</w:t>
            </w:r>
          </w:p>
        </w:tc>
      </w:tr>
      <w:tr w:rsidR="009842F3" w:rsidRPr="009842F3" w14:paraId="24BCA1EF" w14:textId="77777777" w:rsidTr="00D74284">
        <w:trPr>
          <w:trHeight w:val="82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A6FE55" w14:textId="77777777" w:rsidR="00703D6D" w:rsidRPr="009842F3" w:rsidRDefault="00703D6D" w:rsidP="00D74284">
            <w:pPr>
              <w:shd w:val="clear" w:color="auto" w:fill="FFFFFF"/>
              <w:spacing w:line="360" w:lineRule="auto"/>
              <w:ind w:left="5"/>
              <w:jc w:val="center"/>
              <w:rPr>
                <w:rFonts w:cs="Arial"/>
                <w:sz w:val="18"/>
                <w:szCs w:val="20"/>
              </w:rPr>
            </w:pPr>
            <w:r w:rsidRPr="009842F3">
              <w:rPr>
                <w:rFonts w:cs="Arial"/>
                <w:sz w:val="18"/>
                <w:szCs w:val="20"/>
              </w:rPr>
              <w:t>K1.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33722B" w14:textId="77777777" w:rsidR="00C72529" w:rsidRPr="003F6086" w:rsidRDefault="00C72529" w:rsidP="00C72529">
            <w:pPr>
              <w:spacing w:line="240" w:lineRule="auto"/>
              <w:jc w:val="center"/>
              <w:rPr>
                <w:rFonts w:eastAsia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3F6086">
              <w:rPr>
                <w:rFonts w:eastAsia="Calibri" w:cs="Arial"/>
                <w:b/>
                <w:bCs/>
                <w:color w:val="000000" w:themeColor="text1"/>
                <w:sz w:val="20"/>
                <w:szCs w:val="20"/>
              </w:rPr>
              <w:t>CENA BRUTTO OFERTY</w:t>
            </w:r>
          </w:p>
          <w:p w14:paraId="3977F046" w14:textId="36A978EB" w:rsidR="00703D6D" w:rsidRPr="009842F3" w:rsidRDefault="00C72529" w:rsidP="00121D44">
            <w:pPr>
              <w:shd w:val="clear" w:color="auto" w:fill="FFFFFF"/>
              <w:spacing w:line="360" w:lineRule="auto"/>
              <w:rPr>
                <w:rFonts w:eastAsia="Calibri" w:cs="Arial"/>
                <w:sz w:val="18"/>
                <w:szCs w:val="20"/>
              </w:rPr>
            </w:pPr>
            <w: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498EC3" w14:textId="6CAFF7B7" w:rsidR="00703D6D" w:rsidRPr="009842F3" w:rsidRDefault="009842F3" w:rsidP="00D74284">
            <w:pPr>
              <w:shd w:val="clear" w:color="auto" w:fill="FFFFFF"/>
              <w:tabs>
                <w:tab w:val="left" w:leader="dot" w:pos="605"/>
              </w:tabs>
              <w:spacing w:line="360" w:lineRule="auto"/>
              <w:jc w:val="center"/>
              <w:rPr>
                <w:rFonts w:cs="Arial"/>
                <w:sz w:val="18"/>
                <w:szCs w:val="20"/>
              </w:rPr>
            </w:pPr>
            <w:r w:rsidRPr="009842F3">
              <w:rPr>
                <w:rFonts w:cs="Arial"/>
                <w:sz w:val="18"/>
                <w:szCs w:val="20"/>
              </w:rPr>
              <w:t>100</w:t>
            </w:r>
            <w:r w:rsidR="00703D6D" w:rsidRPr="009842F3">
              <w:rPr>
                <w:rFonts w:cs="Arial"/>
                <w:sz w:val="18"/>
                <w:szCs w:val="20"/>
              </w:rPr>
              <w:t xml:space="preserve"> </w:t>
            </w:r>
            <w:r w:rsidR="00703D6D" w:rsidRPr="009842F3">
              <w:rPr>
                <w:rFonts w:cs="Arial"/>
                <w:bCs/>
                <w:sz w:val="18"/>
                <w:szCs w:val="20"/>
              </w:rPr>
              <w:t>%</w:t>
            </w:r>
          </w:p>
        </w:tc>
        <w:tc>
          <w:tcPr>
            <w:tcW w:w="5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F6A6CF" w14:textId="266544B5" w:rsidR="00703D6D" w:rsidRPr="009842F3" w:rsidRDefault="00703D6D" w:rsidP="009842F3">
            <w:pPr>
              <w:shd w:val="clear" w:color="auto" w:fill="FFFFFF"/>
              <w:spacing w:line="360" w:lineRule="auto"/>
              <w:ind w:left="204" w:hanging="204"/>
              <w:jc w:val="center"/>
              <w:rPr>
                <w:rFonts w:cs="Arial"/>
                <w:bCs/>
                <w:spacing w:val="-1"/>
                <w:sz w:val="18"/>
                <w:szCs w:val="20"/>
              </w:rPr>
            </w:pPr>
            <w:r w:rsidRPr="009842F3">
              <w:rPr>
                <w:rFonts w:cs="Arial"/>
                <w:bCs/>
                <w:spacing w:val="-1"/>
                <w:sz w:val="18"/>
                <w:szCs w:val="20"/>
              </w:rPr>
              <w:t>najniższa cena brutto spośród badanych ofert</w:t>
            </w:r>
          </w:p>
          <w:p w14:paraId="026A101F" w14:textId="23157060" w:rsidR="00703D6D" w:rsidRPr="009842F3" w:rsidRDefault="00703D6D" w:rsidP="009842F3">
            <w:pPr>
              <w:shd w:val="clear" w:color="auto" w:fill="FFFFFF"/>
              <w:spacing w:line="360" w:lineRule="auto"/>
              <w:ind w:left="204" w:hanging="204"/>
              <w:jc w:val="center"/>
              <w:rPr>
                <w:rFonts w:cs="Arial"/>
                <w:bCs/>
                <w:spacing w:val="-1"/>
                <w:sz w:val="18"/>
                <w:szCs w:val="20"/>
              </w:rPr>
            </w:pPr>
            <w:r w:rsidRPr="009842F3">
              <w:rPr>
                <w:rFonts w:cs="Arial"/>
                <w:bCs/>
                <w:spacing w:val="-1"/>
                <w:sz w:val="18"/>
                <w:szCs w:val="20"/>
              </w:rPr>
              <w:t>--------------------------------------------------------</w:t>
            </w:r>
            <w:r w:rsidR="00246DCB" w:rsidRPr="009842F3">
              <w:rPr>
                <w:rFonts w:cs="Arial"/>
                <w:bCs/>
                <w:spacing w:val="-1"/>
                <w:sz w:val="18"/>
                <w:szCs w:val="20"/>
              </w:rPr>
              <w:t>-------</w:t>
            </w:r>
            <w:r w:rsidRPr="009842F3">
              <w:rPr>
                <w:rFonts w:cs="Arial"/>
                <w:bCs/>
                <w:spacing w:val="-1"/>
                <w:sz w:val="18"/>
                <w:szCs w:val="20"/>
              </w:rPr>
              <w:t xml:space="preserve"> x </w:t>
            </w:r>
            <w:r w:rsidR="009842F3" w:rsidRPr="009842F3">
              <w:rPr>
                <w:rFonts w:cs="Arial"/>
                <w:bCs/>
                <w:spacing w:val="-1"/>
                <w:sz w:val="18"/>
                <w:szCs w:val="20"/>
              </w:rPr>
              <w:t>100</w:t>
            </w:r>
            <w:r w:rsidRPr="009842F3">
              <w:rPr>
                <w:rFonts w:cs="Arial"/>
                <w:bCs/>
                <w:spacing w:val="-1"/>
                <w:sz w:val="18"/>
                <w:szCs w:val="20"/>
              </w:rPr>
              <w:t xml:space="preserve"> pkt</w:t>
            </w:r>
          </w:p>
          <w:p w14:paraId="39F91C3A" w14:textId="1609AC3F" w:rsidR="00703D6D" w:rsidRPr="009842F3" w:rsidRDefault="00703D6D" w:rsidP="009842F3">
            <w:pPr>
              <w:shd w:val="clear" w:color="auto" w:fill="FFFFFF"/>
              <w:spacing w:line="360" w:lineRule="auto"/>
              <w:ind w:left="202" w:hanging="204"/>
              <w:jc w:val="center"/>
              <w:rPr>
                <w:rFonts w:cs="Arial"/>
                <w:bCs/>
                <w:spacing w:val="-3"/>
                <w:sz w:val="18"/>
                <w:szCs w:val="20"/>
              </w:rPr>
            </w:pPr>
            <w:r w:rsidRPr="009842F3">
              <w:rPr>
                <w:rFonts w:cs="Arial"/>
                <w:bCs/>
                <w:spacing w:val="-3"/>
                <w:sz w:val="18"/>
                <w:szCs w:val="20"/>
              </w:rPr>
              <w:t xml:space="preserve">cena brutto </w:t>
            </w:r>
            <w:r w:rsidR="00C22459" w:rsidRPr="009842F3">
              <w:rPr>
                <w:rFonts w:cs="Arial"/>
                <w:bCs/>
                <w:spacing w:val="-3"/>
                <w:sz w:val="18"/>
                <w:szCs w:val="20"/>
              </w:rPr>
              <w:t xml:space="preserve">badanej </w:t>
            </w:r>
            <w:r w:rsidRPr="009842F3">
              <w:rPr>
                <w:rFonts w:cs="Arial"/>
                <w:bCs/>
                <w:spacing w:val="-3"/>
                <w:sz w:val="18"/>
                <w:szCs w:val="20"/>
              </w:rPr>
              <w:t>oferty</w:t>
            </w:r>
          </w:p>
        </w:tc>
      </w:tr>
    </w:tbl>
    <w:p w14:paraId="314C3FA1" w14:textId="2AAF6043" w:rsidR="00703D6D" w:rsidRDefault="00703D6D" w:rsidP="00C72529">
      <w:pPr>
        <w:tabs>
          <w:tab w:val="left" w:pos="1080"/>
        </w:tabs>
        <w:spacing w:line="276" w:lineRule="auto"/>
        <w:rPr>
          <w:rFonts w:eastAsia="Calibri" w:cs="Arial"/>
          <w:i/>
          <w:color w:val="4F81BD" w:themeColor="accent1"/>
          <w:sz w:val="20"/>
          <w:szCs w:val="20"/>
        </w:rPr>
      </w:pPr>
    </w:p>
    <w:p w14:paraId="478DBBA8" w14:textId="65F8331E" w:rsidR="0018265F" w:rsidRPr="00E35F58" w:rsidRDefault="00E35F58" w:rsidP="00E35F58">
      <w:pPr>
        <w:pStyle w:val="Styl11"/>
        <w:rPr>
          <w:i/>
        </w:rPr>
      </w:pPr>
      <w:r>
        <w:t>Zamawiający</w:t>
      </w:r>
      <w:r w:rsidRPr="00E35F58">
        <w:t xml:space="preserve"> będzie rozliczał się z Wykonawcą na podstawie § </w:t>
      </w:r>
      <w:r w:rsidR="009842F3">
        <w:t>3</w:t>
      </w:r>
      <w:r w:rsidRPr="00E35F58">
        <w:t xml:space="preserve"> wzoru umowy.</w:t>
      </w:r>
    </w:p>
    <w:p w14:paraId="2364E46A" w14:textId="77777777" w:rsidR="0018265F" w:rsidRPr="0018265F" w:rsidRDefault="00F40506" w:rsidP="00D2442C">
      <w:pPr>
        <w:pStyle w:val="Styl11"/>
        <w:rPr>
          <w:i/>
          <w:color w:val="4F81BD" w:themeColor="accent1"/>
        </w:rPr>
      </w:pPr>
      <w:r w:rsidRPr="0018265F">
        <w:t>Jako najkorzystniejsza zostanie wybrana oferta, która otrzyma największą łączną liczbę</w:t>
      </w:r>
      <w:r w:rsidR="009E59BE" w:rsidRPr="0018265F">
        <w:t xml:space="preserve"> punktów zgodnie z ww. kryteriami</w:t>
      </w:r>
      <w:r w:rsidR="009E59BE" w:rsidRPr="000D6C85">
        <w:t>,</w:t>
      </w:r>
      <w:r w:rsidRPr="000D6C85">
        <w:t xml:space="preserve"> </w:t>
      </w:r>
      <w:r w:rsidRPr="0018265F">
        <w:t>z uwzględnieniem wyniku np. negocjacji lub aukcji elektronicznej.</w:t>
      </w:r>
    </w:p>
    <w:p w14:paraId="709B7BD0" w14:textId="09D49E8B" w:rsidR="00F40506" w:rsidRPr="0018265F" w:rsidRDefault="00F40506" w:rsidP="00D2442C">
      <w:pPr>
        <w:pStyle w:val="Styl11"/>
        <w:rPr>
          <w:i/>
          <w:color w:val="4F81BD" w:themeColor="accent1"/>
        </w:rPr>
      </w:pPr>
      <w:r w:rsidRPr="0018265F">
        <w:t>Jeżeli złożona zostanie of</w:t>
      </w:r>
      <w:r w:rsidR="00931112">
        <w:t xml:space="preserve">erta, której wybór prowadziłby </w:t>
      </w:r>
      <w:r w:rsidRPr="0018265F">
        <w:t>d</w:t>
      </w:r>
      <w:r w:rsidR="00931112">
        <w:t>o</w:t>
      </w:r>
      <w:r w:rsidRPr="0018265F">
        <w:t xml:space="preserve"> powstania obowiązku podatkowego Zamawiającego zgodnie z przepisami o podatku od towarów i usług, Zamawiający w celu oceny takiej oferty dolicza do przedstawionej w niej ceny podatek od towarów i usług, który miałby obowiązek rozliczyć zgodnie z tymi przepisami. </w:t>
      </w:r>
    </w:p>
    <w:p w14:paraId="019441B7" w14:textId="77777777" w:rsidR="003A6159" w:rsidRPr="003A6159" w:rsidRDefault="003A6159" w:rsidP="004F4CEF">
      <w:pPr>
        <w:pStyle w:val="Styl1"/>
      </w:pPr>
      <w:r w:rsidRPr="003A6159">
        <w:t>Wybór oferty</w:t>
      </w:r>
    </w:p>
    <w:p w14:paraId="1DE27342" w14:textId="77777777" w:rsidR="00F40506" w:rsidRPr="00697555" w:rsidRDefault="00F40506" w:rsidP="00D2442C">
      <w:pPr>
        <w:pStyle w:val="Styl11"/>
      </w:pPr>
      <w:r w:rsidRPr="00697555">
        <w:t>O wyborze najkorzystniejszej oferty Zamawiający, niezwłocznie zawiadomi wszystkich Wykonawców, którzy złożyli oferty, wskazując nazwę (firmę) oraz adres Wykonawcy, którego ofertę wybrano oraz nazwę (firmę) oraz adresy Wykonawców, którzy złożyli oferty.</w:t>
      </w:r>
    </w:p>
    <w:p w14:paraId="136C628A" w14:textId="77777777" w:rsidR="00F40506" w:rsidRPr="00697555" w:rsidRDefault="00F40506" w:rsidP="00D2442C">
      <w:pPr>
        <w:pStyle w:val="Styl11"/>
      </w:pPr>
      <w:r w:rsidRPr="00697555">
        <w:t>Zamawiający dodatkowo poinformuje Wykonawcę, którego oferta została wybrana, o miejscu i dacie podpisania umowy, z zastrzeżeniem, że Umowa zostanie zawarta z chwilą jej podpisania przez strony, nie z chwilą zawiadomienia Wykonawcy o wyborze oferty.</w:t>
      </w:r>
    </w:p>
    <w:p w14:paraId="4E2FE4FE" w14:textId="0827EFE9" w:rsidR="00580584" w:rsidRPr="00B01933" w:rsidRDefault="00F40506" w:rsidP="00B01933">
      <w:pPr>
        <w:pStyle w:val="Styl11"/>
      </w:pPr>
      <w:r w:rsidRPr="00697555">
        <w:t>Jeżeli Wykonawca, którego oferta została wybrana, uchyla się od zawarcia umowy w sprawie zamówienia, Zamawiający wybierze ofertę najkorzystniejszą spośród pozostałych ofert bez przeprowadzania ich ponownej oceny.</w:t>
      </w:r>
    </w:p>
    <w:p w14:paraId="1E70C6E2" w14:textId="77777777" w:rsidR="00580584" w:rsidRPr="00580584" w:rsidRDefault="00580584" w:rsidP="004F4CEF">
      <w:pPr>
        <w:pStyle w:val="Styl1"/>
      </w:pPr>
      <w:r w:rsidRPr="00580584">
        <w:t>Waluty rozliczenia umowy</w:t>
      </w:r>
    </w:p>
    <w:p w14:paraId="47869FDA" w14:textId="7B34C45D" w:rsidR="00F40506" w:rsidRPr="00360633" w:rsidRDefault="00F40506" w:rsidP="00360633">
      <w:pPr>
        <w:spacing w:line="276" w:lineRule="auto"/>
        <w:rPr>
          <w:rFonts w:eastAsia="Calibri" w:cs="Arial"/>
          <w:color w:val="000000"/>
          <w:sz w:val="20"/>
          <w:szCs w:val="20"/>
        </w:rPr>
      </w:pPr>
      <w:r w:rsidRPr="00360633">
        <w:rPr>
          <w:rFonts w:eastAsia="Calibri" w:cs="Arial"/>
          <w:color w:val="000000"/>
          <w:sz w:val="20"/>
          <w:szCs w:val="20"/>
        </w:rPr>
        <w:t xml:space="preserve">Zamawiający </w:t>
      </w:r>
      <w:r w:rsidR="00121D44">
        <w:rPr>
          <w:rFonts w:eastAsia="Calibri" w:cs="Arial"/>
          <w:color w:val="000000"/>
          <w:sz w:val="20"/>
          <w:szCs w:val="20"/>
        </w:rPr>
        <w:t xml:space="preserve">nie </w:t>
      </w:r>
      <w:r w:rsidRPr="00121D44">
        <w:rPr>
          <w:rFonts w:eastAsia="Calibri" w:cs="Arial"/>
          <w:sz w:val="20"/>
          <w:szCs w:val="20"/>
        </w:rPr>
        <w:t>przewiduje</w:t>
      </w:r>
      <w:r w:rsidRPr="00360633">
        <w:rPr>
          <w:rFonts w:eastAsia="Calibri" w:cs="Arial"/>
          <w:color w:val="000000"/>
          <w:sz w:val="20"/>
          <w:szCs w:val="20"/>
        </w:rPr>
        <w:t xml:space="preserve"> możliwości rozliczenia z Wykonawcą w innej walucie niż złoty polski.</w:t>
      </w:r>
    </w:p>
    <w:p w14:paraId="12AF41E5" w14:textId="77777777" w:rsidR="00513B82" w:rsidRPr="00580584" w:rsidRDefault="00513B82" w:rsidP="00D877C6">
      <w:pPr>
        <w:pStyle w:val="Styl1"/>
      </w:pPr>
      <w:r>
        <w:t>Sposób obliczenia ceny</w:t>
      </w:r>
    </w:p>
    <w:p w14:paraId="007C2C57" w14:textId="77777777" w:rsidR="00476D62" w:rsidRPr="00513B82" w:rsidRDefault="00476D62" w:rsidP="00476D62">
      <w:pPr>
        <w:pStyle w:val="Styl11"/>
      </w:pPr>
      <w:r w:rsidRPr="00513B82">
        <w:t>Zaoferowaną cenę całkowitą (brutto) należy przedstawić w Formularzu ofert</w:t>
      </w:r>
      <w:r>
        <w:t>owym</w:t>
      </w:r>
      <w:r w:rsidRPr="00513B82">
        <w:t xml:space="preserve"> zgodnym z</w:t>
      </w:r>
      <w:r>
        <w:t> </w:t>
      </w:r>
      <w:r w:rsidRPr="00513B82">
        <w:t xml:space="preserve">wzorem </w:t>
      </w:r>
      <w:r>
        <w:t>stanowiącym Załącznik nr 1 do S</w:t>
      </w:r>
      <w:r w:rsidRPr="00513B82">
        <w:t>WZ.</w:t>
      </w:r>
    </w:p>
    <w:p w14:paraId="36BDA54D" w14:textId="147336A0" w:rsidR="00476D62" w:rsidRPr="00476D62" w:rsidRDefault="00476D62" w:rsidP="00476D62">
      <w:pPr>
        <w:pStyle w:val="Styl11"/>
      </w:pPr>
      <w:r w:rsidRPr="00476D62">
        <w:t xml:space="preserve">Cena określona w ofercie uwzględnia wszelkie koszty wynagrodzenia Wykonawcy jakie Zamawiający zapłaci z tytułu realizacji przedmiotu zamówienia i powinna być wynikiem kalkulacji zgodnie z Formularzem cenowym, którego wzór stanowi Załącznik nr 1a do SWZ. </w:t>
      </w:r>
    </w:p>
    <w:p w14:paraId="297D37B1" w14:textId="77777777" w:rsidR="00476D62" w:rsidRPr="00476D62" w:rsidRDefault="00476D62" w:rsidP="00476D62">
      <w:pPr>
        <w:pStyle w:val="Styl11"/>
      </w:pPr>
      <w:r w:rsidRPr="00476D62">
        <w:t>Wykonawca zobowiązany jest wypełnić wszystkie pozycje ujęte w Formularzu ofertowym i Formularzu cenowym.</w:t>
      </w:r>
    </w:p>
    <w:p w14:paraId="43CE57B1" w14:textId="77777777" w:rsidR="00476D62" w:rsidRDefault="00476D62" w:rsidP="00476D62">
      <w:pPr>
        <w:pStyle w:val="Styl11"/>
      </w:pPr>
      <w:r>
        <w:t xml:space="preserve">Kwoty należy zaokrąglić do pełnych groszy, przy czym końcówki poniżej 0,5 grosza pomija się, a końcówki 0,5 i wyższe zaokrągla się do 1 grosza (ostatnią pozostawioną cyfrę powiększa się </w:t>
      </w:r>
      <w:r>
        <w:lastRenderedPageBreak/>
        <w:t>o jednostkę), zgodnie z art. 106e ust. 11 ustawy z dnia 11 marca 2004 r. o podatku od towarów i usług (tekst jednolity: Dz. U. z 2023 r., poz. 1570).</w:t>
      </w:r>
    </w:p>
    <w:p w14:paraId="5E070BB3" w14:textId="77777777" w:rsidR="00476D62" w:rsidRPr="00513B82" w:rsidRDefault="00476D62" w:rsidP="00476D62">
      <w:pPr>
        <w:pStyle w:val="Styl11"/>
      </w:pPr>
      <w:r>
        <w:t xml:space="preserve">Zamawiający zastrzega, że cena za realizację przedmiotu zamówienia wskazana przez Wykonawcę w Formularzu ofertowym </w:t>
      </w:r>
      <w:r w:rsidRPr="00476D62">
        <w:t xml:space="preserve">oraz w Formularzu cenowym </w:t>
      </w:r>
      <w:r>
        <w:t>nie może mieć wartości 0,00 złotych.</w:t>
      </w:r>
    </w:p>
    <w:p w14:paraId="4F58A92B" w14:textId="4C062815" w:rsidR="00476D62" w:rsidRPr="00476D62" w:rsidRDefault="00476D62" w:rsidP="00476D62">
      <w:pPr>
        <w:pStyle w:val="Styl11"/>
      </w:pPr>
      <w:r w:rsidRPr="00476D62">
        <w:t>Podane w ofercie ceny służą porównaniu złożonych ofert. Zamawiający zamierza udzielać zamówień do maksymalnej wysokości środków finansowych przeznaczonych na realizację przedmiotowego zamówienia.</w:t>
      </w:r>
    </w:p>
    <w:p w14:paraId="57FC5853" w14:textId="0145DE29" w:rsidR="00FC6FA9" w:rsidRDefault="00FC6FA9" w:rsidP="00476D62">
      <w:pPr>
        <w:pStyle w:val="Styl11"/>
        <w:numPr>
          <w:ilvl w:val="0"/>
          <w:numId w:val="0"/>
        </w:numPr>
      </w:pPr>
    </w:p>
    <w:p w14:paraId="18F24CC2" w14:textId="45F850E2" w:rsidR="00F40506" w:rsidRPr="00F40506" w:rsidRDefault="00F40506" w:rsidP="005B4898">
      <w:pPr>
        <w:pStyle w:val="Dzia"/>
        <w:rPr>
          <w:rFonts w:eastAsia="Calibri"/>
        </w:rPr>
      </w:pPr>
      <w:r w:rsidRPr="00F40506">
        <w:rPr>
          <w:rFonts w:eastAsia="Calibri"/>
        </w:rPr>
        <w:t>Dział V</w:t>
      </w:r>
    </w:p>
    <w:p w14:paraId="22777609" w14:textId="77777777" w:rsidR="00F40506" w:rsidRDefault="00F40506" w:rsidP="005B4898">
      <w:pPr>
        <w:pStyle w:val="Dzia"/>
        <w:rPr>
          <w:rFonts w:eastAsia="Calibri"/>
        </w:rPr>
      </w:pPr>
      <w:r w:rsidRPr="00F40506">
        <w:rPr>
          <w:rFonts w:eastAsia="Calibri"/>
        </w:rPr>
        <w:t>Składanie i otwarcie ofert</w:t>
      </w:r>
    </w:p>
    <w:p w14:paraId="5BF7FCA7" w14:textId="77777777" w:rsidR="00580584" w:rsidRPr="00966DA5" w:rsidRDefault="00580584" w:rsidP="00D877C6">
      <w:pPr>
        <w:pStyle w:val="Styl1"/>
      </w:pPr>
      <w:r w:rsidRPr="00966DA5">
        <w:t>Miejsce i termin składania ofert</w:t>
      </w:r>
    </w:p>
    <w:p w14:paraId="7BB7DDDE" w14:textId="78AE18A4" w:rsidR="001E0317" w:rsidRPr="001046F8" w:rsidRDefault="00764011" w:rsidP="001046F8">
      <w:pPr>
        <w:pStyle w:val="Styl11"/>
        <w:rPr>
          <w:b/>
        </w:rPr>
      </w:pPr>
      <w:r w:rsidRPr="0081083D">
        <w:t>Ofertę</w:t>
      </w:r>
      <w:r>
        <w:t xml:space="preserve"> w formie elektronicznej</w:t>
      </w:r>
      <w:r w:rsidRPr="0081083D">
        <w:t>, opatrzonej kwalifikowanym podpisem elektronicznym wystawionym przez dostawcę kwalifikowanej usługi zaufania, będącego podmiotem świadczącym usługi certyfikacyjne - podpis elektroniczny, spełniające wymogi bezpieczeństwa określone w Ustawie z dnia 5 września 2016 r. – o usługach zaufania oraz identyfikacji elektronicznej (</w:t>
      </w:r>
      <w:r>
        <w:t>Dz. U. z 2021 r. poz. 1797</w:t>
      </w:r>
      <w:r w:rsidRPr="0081083D">
        <w:t xml:space="preserve">) Wykonawca składa za pośrednictwem Modułu Elektronicznej Komunikacji z Dostawcami dostępnego na stronie </w:t>
      </w:r>
      <w:hyperlink r:id="rId14" w:history="1">
        <w:r w:rsidRPr="0081083D">
          <w:t>http://www.przetargi.pgnig.pl</w:t>
        </w:r>
      </w:hyperlink>
      <w:r w:rsidRPr="0081083D">
        <w:t xml:space="preserve"> przed </w:t>
      </w:r>
      <w:r w:rsidR="001046F8">
        <w:t>upływem terminu składania ofert,</w:t>
      </w:r>
      <w:r w:rsidR="00EB11D4" w:rsidRPr="00EB11D4">
        <w:rPr>
          <w:b/>
        </w:rPr>
        <w:t xml:space="preserve"> </w:t>
      </w:r>
      <w:r w:rsidR="001046F8" w:rsidRPr="001046F8">
        <w:rPr>
          <w:b/>
        </w:rPr>
        <w:t xml:space="preserve">tj. do dnia </w:t>
      </w:r>
      <w:r w:rsidR="00476D62">
        <w:rPr>
          <w:b/>
        </w:rPr>
        <w:t>09</w:t>
      </w:r>
      <w:r w:rsidR="00FC6FA9">
        <w:rPr>
          <w:b/>
        </w:rPr>
        <w:t>.</w:t>
      </w:r>
      <w:r w:rsidR="00476D62">
        <w:rPr>
          <w:b/>
        </w:rPr>
        <w:t>10</w:t>
      </w:r>
      <w:r w:rsidR="00FC6FA9">
        <w:rPr>
          <w:b/>
        </w:rPr>
        <w:t>.2024</w:t>
      </w:r>
      <w:r w:rsidR="001046F8" w:rsidRPr="001046F8">
        <w:rPr>
          <w:b/>
        </w:rPr>
        <w:t xml:space="preserve">r. godz. </w:t>
      </w:r>
      <w:r w:rsidR="00FC6FA9">
        <w:rPr>
          <w:b/>
        </w:rPr>
        <w:t>11.00</w:t>
      </w:r>
    </w:p>
    <w:p w14:paraId="452DEBD2" w14:textId="55A6D14A" w:rsidR="00764011" w:rsidRPr="00EB11D4" w:rsidRDefault="00EB11D4" w:rsidP="00EB11D4">
      <w:pPr>
        <w:pStyle w:val="Styl11"/>
        <w:rPr>
          <w:b/>
          <w:i/>
        </w:rPr>
      </w:pPr>
      <w:r w:rsidRPr="00763729">
        <w:rPr>
          <w:b/>
        </w:rPr>
        <w:t xml:space="preserve">Zamawiający nie dopuszcza podpisania oferty podpisem zaufanym. </w:t>
      </w:r>
    </w:p>
    <w:p w14:paraId="0DBCBFAB" w14:textId="77777777" w:rsidR="00764011" w:rsidRPr="0081083D" w:rsidRDefault="00764011" w:rsidP="00D2442C">
      <w:pPr>
        <w:pStyle w:val="Styl11"/>
      </w:pPr>
      <w:r w:rsidRPr="0081083D">
        <w:t>Oświadczenia podmiotów składających ofertę/wniosek wspólnie oraz podmiotów udostępniających potencjał powinny mieć formę dokumentu elektronicznego, podpisanego kwalifikowanym podpisem elektronicznym przez każdego z nich.</w:t>
      </w:r>
    </w:p>
    <w:p w14:paraId="1D11B793" w14:textId="58CF3E99" w:rsidR="00764011" w:rsidRPr="0081083D" w:rsidRDefault="00764011" w:rsidP="00D2442C">
      <w:pPr>
        <w:pStyle w:val="Styl11"/>
      </w:pPr>
      <w:r w:rsidRPr="0081083D">
        <w:t xml:space="preserve">Oznaczenie czasu odbioru realizowane będzie w odniesieniu do zegara systemowego na serwerze Modułu Elektronicznej Komunikacji z Dostawcami </w:t>
      </w:r>
      <w:r w:rsidR="001B048D" w:rsidRPr="001414BF">
        <w:t>.</w:t>
      </w:r>
    </w:p>
    <w:p w14:paraId="4BBC3B92" w14:textId="6243C398" w:rsidR="00764011" w:rsidRPr="0081083D" w:rsidRDefault="00764011" w:rsidP="00D2442C">
      <w:pPr>
        <w:pStyle w:val="Styl11"/>
      </w:pPr>
      <w:r w:rsidRPr="0081083D">
        <w:t xml:space="preserve">Zamawiający informuje, </w:t>
      </w:r>
      <w:r w:rsidR="001F44C1">
        <w:t xml:space="preserve">że </w:t>
      </w:r>
      <w:r w:rsidRPr="0081083D">
        <w:rPr>
          <w:rFonts w:eastAsia="Arial Unicode MS"/>
        </w:rPr>
        <w:t xml:space="preserve">Moduł Elektronicznej Komunikacji z Dostawcami uniemożliwia złożenie oferty po upływie terminu składania ofert. </w:t>
      </w:r>
    </w:p>
    <w:p w14:paraId="0F464096" w14:textId="324DB282" w:rsidR="00764011" w:rsidRPr="0081083D" w:rsidRDefault="00764011" w:rsidP="00D2442C">
      <w:pPr>
        <w:pStyle w:val="Styl11"/>
      </w:pPr>
      <w:r w:rsidRPr="0081083D">
        <w:t xml:space="preserve">Zamawiający zapewnia, </w:t>
      </w:r>
      <w:r w:rsidR="001F44C1">
        <w:t xml:space="preserve">że </w:t>
      </w:r>
      <w:r w:rsidRPr="0081083D">
        <w:rPr>
          <w:rFonts w:eastAsia="Arial Unicode MS"/>
        </w:rPr>
        <w:t xml:space="preserve">Moduł Elektronicznej Komunikacji z Dostawcami uniemożliwia zapoznanie się z ofertami przed upływem terminu ich otwarcia wskazanego </w:t>
      </w:r>
      <w:r w:rsidRPr="0081083D">
        <w:rPr>
          <w:rFonts w:eastAsia="Arial Unicode MS"/>
        </w:rPr>
        <w:br/>
        <w:t>w pkt 2</w:t>
      </w:r>
      <w:r w:rsidR="001E0317">
        <w:rPr>
          <w:rFonts w:eastAsia="Arial Unicode MS"/>
        </w:rPr>
        <w:t>3</w:t>
      </w:r>
      <w:r w:rsidRPr="0081083D">
        <w:rPr>
          <w:rFonts w:eastAsia="Arial Unicode MS"/>
        </w:rPr>
        <w:t>.</w:t>
      </w:r>
      <w:r w:rsidR="001E0317">
        <w:rPr>
          <w:rFonts w:eastAsia="Arial Unicode MS"/>
        </w:rPr>
        <w:t>1</w:t>
      </w:r>
      <w:r w:rsidRPr="0081083D">
        <w:rPr>
          <w:rFonts w:eastAsia="Arial Unicode MS"/>
        </w:rPr>
        <w:t>.</w:t>
      </w:r>
      <w:r>
        <w:rPr>
          <w:rFonts w:eastAsia="Arial Unicode MS"/>
        </w:rPr>
        <w:t xml:space="preserve"> SWZ.</w:t>
      </w:r>
    </w:p>
    <w:p w14:paraId="1528673A" w14:textId="5CB381B9" w:rsidR="00764011" w:rsidRDefault="00764011" w:rsidP="00D2442C">
      <w:pPr>
        <w:pStyle w:val="Styl11"/>
      </w:pPr>
      <w:r w:rsidRPr="0081083D">
        <w:t xml:space="preserve">Datą złożenia oferty będzie data wykonania w </w:t>
      </w:r>
      <w:r w:rsidR="00E715DF">
        <w:t>M</w:t>
      </w:r>
      <w:r w:rsidRPr="0081083D">
        <w:t xml:space="preserve">odule Elektronicznej Komunikacji </w:t>
      </w:r>
      <w:r w:rsidRPr="0081083D">
        <w:br/>
        <w:t>z Dostawcami akcji „Złóż ofertę”. Informacja o dacie i godzinie wykonania tej akcji przez Wykonawcę będzie widoczna w aplikacji.</w:t>
      </w:r>
    </w:p>
    <w:p w14:paraId="41371835" w14:textId="77777777" w:rsidR="00515B52" w:rsidRPr="00966DA5" w:rsidRDefault="0069101D" w:rsidP="00D877C6">
      <w:pPr>
        <w:pStyle w:val="Styl1"/>
      </w:pPr>
      <w:r>
        <w:t>Otwarcie ofert</w:t>
      </w:r>
    </w:p>
    <w:p w14:paraId="4FA04E10" w14:textId="2CDB13C8" w:rsidR="00515B52" w:rsidRDefault="00F40506" w:rsidP="00D2442C">
      <w:pPr>
        <w:pStyle w:val="Styl11"/>
      </w:pPr>
      <w:r w:rsidRPr="00515B52">
        <w:t xml:space="preserve">Otwarcie ofert nastąpi w siedzibie Zamawiającego </w:t>
      </w:r>
      <w:r w:rsidR="00963156">
        <w:t xml:space="preserve">w dniu składania ofert </w:t>
      </w:r>
      <w:r w:rsidRPr="00515B52">
        <w:t xml:space="preserve">o godzinie </w:t>
      </w:r>
      <w:r w:rsidR="00FC6FA9">
        <w:t>11.30.</w:t>
      </w:r>
    </w:p>
    <w:p w14:paraId="53DFA96F" w14:textId="77777777" w:rsidR="00F40506" w:rsidRPr="00204D3A" w:rsidRDefault="00F40506" w:rsidP="00D2442C">
      <w:pPr>
        <w:pStyle w:val="Styl11"/>
      </w:pPr>
      <w:r w:rsidRPr="00515B52">
        <w:rPr>
          <w:b/>
        </w:rPr>
        <w:t xml:space="preserve">Otwarcie ofert </w:t>
      </w:r>
      <w:r w:rsidRPr="00CB602D">
        <w:rPr>
          <w:b/>
        </w:rPr>
        <w:t>nie</w:t>
      </w:r>
      <w:r w:rsidRPr="00515B52">
        <w:rPr>
          <w:b/>
        </w:rPr>
        <w:t xml:space="preserve"> jest jawne.</w:t>
      </w:r>
    </w:p>
    <w:p w14:paraId="65138B21" w14:textId="2D4BB634" w:rsidR="00204D3A" w:rsidRPr="00204D3A" w:rsidRDefault="00204D3A" w:rsidP="00D877C6">
      <w:pPr>
        <w:pStyle w:val="Styl1"/>
      </w:pPr>
      <w:r w:rsidRPr="00204D3A">
        <w:t>Termin związania ofertą</w:t>
      </w:r>
    </w:p>
    <w:p w14:paraId="1551C675" w14:textId="77777777" w:rsidR="00F40506" w:rsidRPr="00D2442C" w:rsidRDefault="00F40506" w:rsidP="00D2442C">
      <w:pPr>
        <w:pStyle w:val="Styl1beznr"/>
      </w:pPr>
      <w:r w:rsidRPr="00D2442C">
        <w:t>Wykonawca pozostaje związany złożoną ofertą przez okres 60 dni. Bieg terminu związania ofertą rozpoczyna się wraz z upływem terminu składania ofert.</w:t>
      </w:r>
    </w:p>
    <w:p w14:paraId="47697E55" w14:textId="4C99A249" w:rsidR="00204D3A" w:rsidRPr="00204D3A" w:rsidRDefault="00204D3A" w:rsidP="00D877C6">
      <w:pPr>
        <w:pStyle w:val="Styl1"/>
      </w:pPr>
      <w:r w:rsidRPr="00204D3A">
        <w:t>Zmiana i wycofanie oferty</w:t>
      </w:r>
    </w:p>
    <w:p w14:paraId="33CBA4F3" w14:textId="77777777" w:rsidR="00F40506" w:rsidRPr="002B1AC9" w:rsidRDefault="00F40506" w:rsidP="00D2442C">
      <w:pPr>
        <w:pStyle w:val="Styl1beznr"/>
        <w:rPr>
          <w:rFonts w:eastAsia="Calibri"/>
          <w:color w:val="000000"/>
        </w:rPr>
      </w:pPr>
      <w:r w:rsidRPr="00D2442C">
        <w:t xml:space="preserve">Wykonawca może przed upływem terminu do składania ofert zmienić lub wycofać ofertę. </w:t>
      </w:r>
      <w:r w:rsidR="00A441AC" w:rsidRPr="00D2442C">
        <w:t>W przypadku zmiany lub wycofania oferty należy ją opisać odpowiednio adnotacją: Oferta zmieniona albo Oferta wycofana</w:t>
      </w:r>
      <w:r w:rsidR="00827EA6" w:rsidRPr="008E698B">
        <w:t>.</w:t>
      </w:r>
    </w:p>
    <w:p w14:paraId="20C91C9E" w14:textId="77777777" w:rsidR="00990FF3" w:rsidRDefault="00990FF3" w:rsidP="00D877C6">
      <w:pPr>
        <w:pStyle w:val="Styl1"/>
      </w:pPr>
      <w:r>
        <w:t>Ochrona danych osobowych</w:t>
      </w:r>
    </w:p>
    <w:p w14:paraId="76A3A2FA" w14:textId="77777777" w:rsidR="00F6251F" w:rsidRPr="00E4467B" w:rsidRDefault="00F6251F" w:rsidP="00D2442C">
      <w:pPr>
        <w:pStyle w:val="Styl11"/>
      </w:pPr>
      <w:r w:rsidRPr="0042708B">
        <w:rPr>
          <w:u w:val="single"/>
        </w:rPr>
        <w:t>Wykonawca będący osobą fizyczną</w:t>
      </w:r>
      <w:r w:rsidRPr="0042708B">
        <w:t>, przystępując do postępowania potwierdza, że jest świadomy tego, że:</w:t>
      </w:r>
    </w:p>
    <w:p w14:paraId="205BC558" w14:textId="5B0AF387" w:rsidR="00E102BA" w:rsidRDefault="00E102BA" w:rsidP="00D2442C">
      <w:pPr>
        <w:pStyle w:val="Styl111"/>
      </w:pPr>
      <w:r w:rsidRPr="00E102BA">
        <w:rPr>
          <w:lang w:val="cs-CZ"/>
        </w:rPr>
        <w:lastRenderedPageBreak/>
        <w:t>Administratorem Państwa danych osobowych jest  ORLEN S.A. z siedzibą w Płocku, ul. Chemików 7 (dalej:  ORLEN S.A.).</w:t>
      </w:r>
    </w:p>
    <w:p w14:paraId="7EDFA696" w14:textId="53F20F32" w:rsidR="00E102BA" w:rsidRPr="00FE14E3" w:rsidRDefault="00E102BA" w:rsidP="00D2442C">
      <w:pPr>
        <w:pStyle w:val="Styl111"/>
      </w:pPr>
      <w:r w:rsidRPr="00E102BA">
        <w:rPr>
          <w:lang w:val="cs-CZ"/>
        </w:rPr>
        <w:t>Kontaktowe numery telefonów do administratora danych: (24) 256 00 00, (24) 365 00 00, (22) 778 00 00. Z Administratorem danych możecie Państwo skontaktować się także:</w:t>
      </w:r>
      <w:r>
        <w:rPr>
          <w:lang w:val="cs-CZ"/>
        </w:rPr>
        <w:t> </w:t>
      </w:r>
    </w:p>
    <w:p w14:paraId="150304DD" w14:textId="77777777" w:rsidR="001173AC" w:rsidRDefault="00E102BA" w:rsidP="00C46DD3">
      <w:pPr>
        <w:pStyle w:val="Stylkropka"/>
        <w:numPr>
          <w:ilvl w:val="0"/>
          <w:numId w:val="28"/>
        </w:numPr>
        <w:ind w:left="1701"/>
        <w:rPr>
          <w:lang w:val="cs-CZ"/>
        </w:rPr>
      </w:pPr>
      <w:r w:rsidRPr="00D2442C">
        <w:rPr>
          <w:lang w:val="cs-CZ"/>
        </w:rPr>
        <w:t>listownie na adres: ul. Chemików 7; 09-411 Płock,</w:t>
      </w:r>
    </w:p>
    <w:p w14:paraId="1F77163E" w14:textId="5DBC1F20" w:rsidR="00E102BA" w:rsidRPr="001173AC" w:rsidRDefault="00E102BA" w:rsidP="00C46DD3">
      <w:pPr>
        <w:pStyle w:val="Stylkropka"/>
        <w:numPr>
          <w:ilvl w:val="0"/>
          <w:numId w:val="28"/>
        </w:numPr>
        <w:ind w:left="1701"/>
        <w:rPr>
          <w:lang w:val="cs-CZ"/>
        </w:rPr>
      </w:pPr>
      <w:r w:rsidRPr="001173AC">
        <w:rPr>
          <w:lang w:val="cs-CZ"/>
        </w:rPr>
        <w:t>przez e-mail: daneosobowe@orlen.pl.</w:t>
      </w:r>
    </w:p>
    <w:p w14:paraId="3523D5C6" w14:textId="3D1C5F6C" w:rsidR="00E102BA" w:rsidRPr="00FE14E3" w:rsidRDefault="00E102BA" w:rsidP="00D2442C">
      <w:pPr>
        <w:pStyle w:val="Styl111"/>
      </w:pPr>
      <w:r>
        <w:rPr>
          <w:lang w:val="cs-CZ"/>
        </w:rPr>
        <w:t xml:space="preserve">Do kontaktu z Inspektorem ochrony danych w  ORLEN S.A. służy następujący adres email: </w:t>
      </w:r>
      <w:hyperlink r:id="rId15" w:history="1">
        <w:r>
          <w:rPr>
            <w:rStyle w:val="Hipercze"/>
            <w:i/>
            <w:iCs/>
            <w:lang w:val="cs-CZ"/>
          </w:rPr>
          <w:t>daneosobowe@orlen.pl</w:t>
        </w:r>
      </w:hyperlink>
      <w:r>
        <w:rPr>
          <w:lang w:val="cs-CZ"/>
        </w:rPr>
        <w:t xml:space="preserve">. </w:t>
      </w:r>
      <w:r>
        <w:t>Z Inspektorem ochrony danych można skontaktować się także pisemnie na adres siedziby  ORLEN S.A., wskazany w</w:t>
      </w:r>
      <w:r w:rsidR="007940A8">
        <w:t> </w:t>
      </w:r>
      <w:r>
        <w:t xml:space="preserve">pkt 1, z dopiskiem „Inspektor Ochrony Danych“. Dane dot. Inspektora Ochrony Danych dostępne są również na stronie </w:t>
      </w:r>
      <w:hyperlink r:id="rId16" w:history="1">
        <w:r>
          <w:rPr>
            <w:rStyle w:val="Hipercze"/>
            <w:i/>
            <w:iCs/>
          </w:rPr>
          <w:t>www.orlen.pl</w:t>
        </w:r>
      </w:hyperlink>
      <w:r>
        <w:t xml:space="preserve"> w zakładce „Kontakt”.</w:t>
      </w:r>
    </w:p>
    <w:p w14:paraId="3239AD48" w14:textId="77777777" w:rsidR="00F6251F" w:rsidRPr="00B21BED" w:rsidRDefault="00F6251F" w:rsidP="00D2442C">
      <w:pPr>
        <w:pStyle w:val="Styl111"/>
      </w:pPr>
      <w:r w:rsidRPr="00DC10D2">
        <w:t>Pani/Pana dane osobowe w niezbędnym zakresie będą przetwarzane:</w:t>
      </w:r>
    </w:p>
    <w:p w14:paraId="69B9738D" w14:textId="77777777" w:rsidR="00F6251F" w:rsidRDefault="00F6251F" w:rsidP="00D2442C">
      <w:pPr>
        <w:pStyle w:val="Styl1111"/>
      </w:pPr>
      <w:r w:rsidRPr="00B21BED">
        <w:t xml:space="preserve">w celu rozpatrzenia oferty oraz wykonania umowy </w:t>
      </w:r>
      <w:r>
        <w:t xml:space="preserve">(jeśli zostanie ona zawarta) </w:t>
      </w:r>
      <w:r w:rsidRPr="00B21BED">
        <w:t>– podstawą prawną jest niezbędność przetwarzania do wykonania umowy, której jest Pani/Pan stroną lub podjęcie na Pani/Pana żądanie działań przed zawarciem umowy (art. 6 ust. 1 lit</w:t>
      </w:r>
      <w:r>
        <w:t>.</w:t>
      </w:r>
      <w:r w:rsidRPr="00B21BED">
        <w:t xml:space="preserve"> b Rozporządzenia ogólnego o ochronie danych osobowych 2016/679 – RODO);</w:t>
      </w:r>
    </w:p>
    <w:p w14:paraId="0A92E49B" w14:textId="048579DF" w:rsidR="00F6251F" w:rsidRDefault="00F6251F" w:rsidP="00D2442C">
      <w:pPr>
        <w:pStyle w:val="Styl1111"/>
      </w:pPr>
      <w:r w:rsidRPr="00DC10D2">
        <w:t xml:space="preserve">dla celów wypełnienia obowiązków prawnych ciążących na </w:t>
      </w:r>
      <w:r w:rsidR="001B048D" w:rsidRPr="001414BF">
        <w:t xml:space="preserve"> ORLEN S.A.</w:t>
      </w:r>
      <w:r w:rsidRPr="00DC10D2">
        <w:t xml:space="preserve"> na podstawie powszechnie obowiązujących przepisów prawa, w tym w szczególności przepisów z zakresu rachunkowości i prawa podatkowego – podstawą prawną przetwarzania jest art. 6 ust. 1 lit. c RODO;</w:t>
      </w:r>
    </w:p>
    <w:p w14:paraId="4058D5DE" w14:textId="7870AEB2" w:rsidR="00F6251F" w:rsidRDefault="00F6251F" w:rsidP="00D2442C">
      <w:pPr>
        <w:pStyle w:val="Styl1111"/>
      </w:pPr>
      <w:r>
        <w:t xml:space="preserve">w celu </w:t>
      </w:r>
      <w:r w:rsidRPr="00953E47">
        <w:t>dokonania oceny współpracy na podstawie zawartej z Panią/Panem umowy</w:t>
      </w:r>
      <w:r>
        <w:t xml:space="preserve"> (w przypadku jej zawarcia)</w:t>
      </w:r>
      <w:r w:rsidRPr="00C27D55">
        <w:t xml:space="preserve"> – podstawą prawną przetwarzania jest prawnie uzasadniony interes </w:t>
      </w:r>
      <w:r w:rsidR="001B048D" w:rsidRPr="001414BF">
        <w:t xml:space="preserve"> ORLEN S.A.</w:t>
      </w:r>
      <w:r w:rsidRPr="00C27D55">
        <w:t xml:space="preserve"> (art. 6 ust. 1 lit. f RODO); prawnie uzasadniony interes polega na umożliwieniu </w:t>
      </w:r>
      <w:r w:rsidR="001B048D" w:rsidRPr="001414BF">
        <w:t xml:space="preserve"> ORLEN S.A.</w:t>
      </w:r>
      <w:r w:rsidRPr="00C27D55">
        <w:t xml:space="preserve"> dokonywan</w:t>
      </w:r>
      <w:r>
        <w:t>ia okresowej oceny współpracy z </w:t>
      </w:r>
      <w:r w:rsidRPr="00C27D55">
        <w:t xml:space="preserve">kontrahentami </w:t>
      </w:r>
      <w:r w:rsidR="001B048D" w:rsidRPr="001414BF">
        <w:t xml:space="preserve"> ORLEN S.A.</w:t>
      </w:r>
      <w:r w:rsidRPr="00C27D55">
        <w:t>, m.in. z punktu widzenia terminowości realizacji umowy i jakości świadczonej usługi/dostawy;</w:t>
      </w:r>
    </w:p>
    <w:p w14:paraId="2B116B09" w14:textId="6EB51454" w:rsidR="00F6251F" w:rsidRPr="00B21BED" w:rsidRDefault="00F6251F" w:rsidP="00D2442C">
      <w:pPr>
        <w:pStyle w:val="Styl1111"/>
      </w:pPr>
      <w:r w:rsidRPr="00B21BED">
        <w:t xml:space="preserve">w celu ewentualnego ustalenia lub dochodzenia roszczeń lub obrony przed roszczeniami – podstawą prawną przetwarzania jest prawnie uzasadniony interes </w:t>
      </w:r>
      <w:r w:rsidR="001B048D" w:rsidRPr="001414BF">
        <w:t xml:space="preserve"> ORLEN S.A.</w:t>
      </w:r>
      <w:r w:rsidRPr="00B21BED">
        <w:t xml:space="preserve"> (art. 6 ust. 1 lit</w:t>
      </w:r>
      <w:r>
        <w:t>.</w:t>
      </w:r>
      <w:r w:rsidRPr="00B21BED">
        <w:t xml:space="preserve"> f RODO); prawnie uzasadniony interes polega na umożliwieniu </w:t>
      </w:r>
      <w:r w:rsidR="001B048D" w:rsidRPr="001414BF">
        <w:t xml:space="preserve"> ORLEN S.A.</w:t>
      </w:r>
      <w:r w:rsidRPr="00B21BED">
        <w:t xml:space="preserve"> dochodzenia lub obrony </w:t>
      </w:r>
      <w:r>
        <w:t>przed roszczeniami związanymi z </w:t>
      </w:r>
      <w:r w:rsidRPr="00B21BED">
        <w:t xml:space="preserve">prowadzonym postępowaniem </w:t>
      </w:r>
      <w:r>
        <w:t>o udzielenie zamówienia i </w:t>
      </w:r>
      <w:r w:rsidRPr="00B21BED">
        <w:t>wykonaniem umowy.</w:t>
      </w:r>
    </w:p>
    <w:p w14:paraId="5643F363" w14:textId="77777777" w:rsidR="00F6251F" w:rsidRPr="00B21BED" w:rsidRDefault="00F6251F" w:rsidP="00F6251F">
      <w:pPr>
        <w:pStyle w:val="LewaNormal"/>
        <w:tabs>
          <w:tab w:val="clear" w:pos="1134"/>
          <w:tab w:val="left" w:pos="1418"/>
        </w:tabs>
        <w:ind w:left="1418"/>
        <w:jc w:val="both"/>
      </w:pPr>
      <w:r w:rsidRPr="00B21BED">
        <w:rPr>
          <w:rFonts w:eastAsia="Times New Roman"/>
          <w:lang w:eastAsia="pl-PL"/>
        </w:rPr>
        <w:t>W przypadku przesyłania przez Wykonawcę dokumentów elektronicznych do Zamawiającego za pośrednictwem Platformy Elektronicznego Fakturowania, Zamawiający otrzyma z tej platformy dane osobowe Wykonawcy zawarte w przesyłanych dokumentach</w:t>
      </w:r>
      <w:r>
        <w:rPr>
          <w:rFonts w:eastAsia="Times New Roman"/>
          <w:lang w:eastAsia="pl-PL"/>
        </w:rPr>
        <w:t>.</w:t>
      </w:r>
    </w:p>
    <w:p w14:paraId="07DD02DF" w14:textId="33D9C092" w:rsidR="00F6251F" w:rsidRPr="00DC10D2" w:rsidRDefault="00F6251F" w:rsidP="00D2442C">
      <w:pPr>
        <w:pStyle w:val="Styl111"/>
        <w:rPr>
          <w:b/>
          <w:bCs/>
        </w:rPr>
      </w:pPr>
      <w:r w:rsidRPr="00DC10D2">
        <w:t xml:space="preserve">Pani/Pana dane osobowe będą przekazywane dostawcom systemów informatycznych i usług IT, podmiotom świadczącym na rzecz </w:t>
      </w:r>
      <w:r w:rsidR="001B048D" w:rsidRPr="001414BF">
        <w:t xml:space="preserve"> ORLEN S.A.</w:t>
      </w:r>
      <w:r w:rsidRPr="00DC10D2">
        <w:t xml:space="preserve"> usługi niezbędne do wykonania umowy, takie jak w szczególności usługi księgowe i prawne. W stosowanych przypadkach dane osobowe będą także przekazywane podmiotom uzyskującym dostęp do danych w oparciu o obowiązujące przepisy prawa, w zakresie przewidzianym przez te przepisy.</w:t>
      </w:r>
    </w:p>
    <w:p w14:paraId="44C3D9B0" w14:textId="43BD63CD" w:rsidR="00F6251F" w:rsidRPr="00DC10D2" w:rsidRDefault="00F6251F" w:rsidP="00D2442C">
      <w:pPr>
        <w:pStyle w:val="Styl111"/>
        <w:rPr>
          <w:b/>
          <w:bCs/>
        </w:rPr>
      </w:pPr>
      <w:r w:rsidRPr="00DC10D2">
        <w:t xml:space="preserve">Pani/Pana dane osobowe będą przetwarzane przez okres niezbędny do przeprowadzenia postępowania o udzielenie zamówienia. Okres przetwarzania może zostać przedłużony o okres wykonywania umowy (w razie wyboru złożonej oferty), a także o okres przedawnienia roszczeń, jeżeli przetwarzanie danych osobowych będzie niezbędne dla dochodzenia ewentualnych roszczeń lub obrony przed takimi roszczeniami przez </w:t>
      </w:r>
      <w:r w:rsidR="001B048D" w:rsidRPr="001414BF">
        <w:t xml:space="preserve"> ORLEN S.A.</w:t>
      </w:r>
      <w:r w:rsidRPr="00DC10D2">
        <w:t xml:space="preserve">. Po tym okresie Pani/Pana dane osobowe będą przetwarzane jedynie w zakresie i przez okres wynikający z przepisów prawa, w szczególności przepisów o rachunkowości. </w:t>
      </w:r>
    </w:p>
    <w:p w14:paraId="28830304" w14:textId="77777777" w:rsidR="00F6251F" w:rsidRPr="00DC10D2" w:rsidRDefault="00F6251F" w:rsidP="00D2442C">
      <w:pPr>
        <w:pStyle w:val="Styl111"/>
        <w:rPr>
          <w:b/>
          <w:bCs/>
        </w:rPr>
      </w:pPr>
      <w:r w:rsidRPr="00DC10D2">
        <w:t>Przysługuje Pani/Panu prawo dostępu do treści danych oraz żądania ich sprostowania, usunięcia, ograniczenia przetwarzania, prawo do przenoszenia danych oraz prawo wniesienia sprzeciwu względem przetwarzania danych.</w:t>
      </w:r>
    </w:p>
    <w:p w14:paraId="4AEB80E5" w14:textId="77777777" w:rsidR="00F6251F" w:rsidRPr="00DC74F8" w:rsidRDefault="00F6251F" w:rsidP="00D2442C">
      <w:pPr>
        <w:pStyle w:val="Styl111"/>
        <w:rPr>
          <w:b/>
          <w:bCs/>
        </w:rPr>
      </w:pPr>
      <w:r w:rsidRPr="00DC10D2">
        <w:lastRenderedPageBreak/>
        <w:t>Przysługuje Pani/Panu prawo wniesienia sprzeciwu względem przetwarzania danych osobowych w celach określonych w pkt 26.</w:t>
      </w:r>
      <w:r>
        <w:t>1.4.3.</w:t>
      </w:r>
      <w:r w:rsidRPr="00DC10D2">
        <w:t xml:space="preserve"> – 26.</w:t>
      </w:r>
      <w:r>
        <w:t>1.4.4.</w:t>
      </w:r>
      <w:r w:rsidRPr="00DC10D2">
        <w:t xml:space="preserve"> powyżej, z przyczyn związanych z Pani/Pana szczególną sytuacją. </w:t>
      </w:r>
    </w:p>
    <w:p w14:paraId="4367BB75" w14:textId="77777777" w:rsidR="00F6251F" w:rsidRPr="00DC74F8" w:rsidRDefault="00F6251F" w:rsidP="00D2442C">
      <w:pPr>
        <w:pStyle w:val="Styl111"/>
      </w:pPr>
      <w:r w:rsidRPr="00DC74F8">
        <w:t>Przysługuje Pani/Panu także prawo wniesienia skargi do organu nadzorczego zajmującego się ochroną danych osobowych (Prezes Urzędu Ochrony Danych Osobowych), gdy uzna Pani/Pan, że przetwarzanie Pani/Pana danych osobowych narusza przepisy RODO.</w:t>
      </w:r>
    </w:p>
    <w:p w14:paraId="3DBD450D" w14:textId="53AA833E" w:rsidR="00F020A3" w:rsidRPr="00DC74F8" w:rsidRDefault="00F6251F" w:rsidP="00D2442C">
      <w:pPr>
        <w:pStyle w:val="Styl111"/>
      </w:pPr>
      <w:r w:rsidRPr="00DC74F8">
        <w:t xml:space="preserve">Podanie danych jest wymagane przez </w:t>
      </w:r>
      <w:r w:rsidR="001B048D" w:rsidRPr="001414BF">
        <w:t xml:space="preserve"> ORLEN S.A.</w:t>
      </w:r>
      <w:r w:rsidRPr="00DC74F8">
        <w:t xml:space="preserve"> w celu rozpatrzenia oferty oraz zawarcia i wykonania umowy. Brak podania danych będzie skutkował niemożliwością zawarcia i wykonania umowy</w:t>
      </w:r>
    </w:p>
    <w:p w14:paraId="1644F7A8" w14:textId="77777777" w:rsidR="00E614DD" w:rsidRDefault="00F020A3" w:rsidP="00D2442C">
      <w:pPr>
        <w:pStyle w:val="Styl11"/>
      </w:pPr>
      <w:r w:rsidRPr="002B1AC9">
        <w:t>Wykonawca zobowiązany jest do poinformowania osób uprawnionych do jego reprezentacji, których dane osobowe zawarte są w jakimkolwiek załączniku lub dokumencie składanym w postępowaniu (w szczególności w pełnomocnictwie), o przetwarzaniu ich danych osobowych przez Zamawiającego („</w:t>
      </w:r>
      <w:r w:rsidRPr="002B1AC9">
        <w:rPr>
          <w:u w:val="single"/>
        </w:rPr>
        <w:t>Osoby uprawnione do reprezentacji Wykonawcy</w:t>
      </w:r>
      <w:r w:rsidRPr="002B1AC9">
        <w:t>”). Wykonawca informuje te osoby, że:</w:t>
      </w:r>
    </w:p>
    <w:p w14:paraId="5D3BD57D" w14:textId="0C82EB8C" w:rsidR="001B048D" w:rsidRPr="00FE14E3" w:rsidRDefault="001B048D" w:rsidP="00D2442C">
      <w:pPr>
        <w:pStyle w:val="Styl111"/>
        <w:rPr>
          <w:b/>
        </w:rPr>
      </w:pPr>
      <w:r w:rsidRPr="001B048D">
        <w:t>Administratorem Państwa danych osobowych jest ORLEN S.A. z siedzibą w Płocku, ul. Chemików 7 (dalej:  ORLEN S.A.).</w:t>
      </w:r>
    </w:p>
    <w:p w14:paraId="51E6B36D" w14:textId="77777777" w:rsidR="001B048D" w:rsidRPr="001B048D" w:rsidRDefault="001B048D" w:rsidP="00D2442C">
      <w:pPr>
        <w:pStyle w:val="Styl111"/>
      </w:pPr>
      <w:r w:rsidRPr="001B048D">
        <w:t>Kontaktowe numery telefonów do administratora danych: (24) 256 00 00, (24) 365 00 00, (22) 778 00 00. Z Administratorem danych możecie Państwo skontaktować się także:</w:t>
      </w:r>
    </w:p>
    <w:p w14:paraId="67211BD2" w14:textId="77777777" w:rsidR="00C22244" w:rsidRDefault="001B048D" w:rsidP="00C46DD3">
      <w:pPr>
        <w:pStyle w:val="Stylkropka"/>
        <w:numPr>
          <w:ilvl w:val="0"/>
          <w:numId w:val="29"/>
        </w:numPr>
        <w:ind w:left="1701"/>
      </w:pPr>
      <w:r w:rsidRPr="001B048D">
        <w:t>listownie na adres: ul. Chemików 7; 09-411 Płock,</w:t>
      </w:r>
    </w:p>
    <w:p w14:paraId="7A09152E" w14:textId="3A22E111" w:rsidR="001B048D" w:rsidRPr="001B048D" w:rsidRDefault="001B048D" w:rsidP="00C46DD3">
      <w:pPr>
        <w:pStyle w:val="Stylkropka"/>
        <w:numPr>
          <w:ilvl w:val="0"/>
          <w:numId w:val="29"/>
        </w:numPr>
        <w:ind w:left="1701"/>
      </w:pPr>
      <w:r w:rsidRPr="001B048D">
        <w:t>przez e-mail: daneosobowe@orlen.pl.</w:t>
      </w:r>
    </w:p>
    <w:p w14:paraId="21391639" w14:textId="44E9741F" w:rsidR="001B048D" w:rsidRPr="00FE14E3" w:rsidRDefault="001B048D" w:rsidP="00D2442C">
      <w:pPr>
        <w:pStyle w:val="Styl111"/>
        <w:rPr>
          <w:b/>
        </w:rPr>
      </w:pPr>
      <w:r w:rsidRPr="001B048D">
        <w:t>Do kontaktu z Inspektorem ochrony danych w  ORLEN S.A. służy następujący adres email: daneosobowe@orlen.pl. Z Inspektorem ochrony danych można skontaktować się także pisemnie na adres siedziby  ORLEN S.A., wskazany w pkt 1, z dopiskiem „Inspektor Ochrony Danych“. Dane dot. Inspektora Ochrony Danych dostępne są również na stronie www.orlen.pl w zakładce „Kontakt”.</w:t>
      </w:r>
    </w:p>
    <w:p w14:paraId="1AD38614" w14:textId="3603AD39" w:rsidR="00E614DD" w:rsidRPr="002B1AC9" w:rsidRDefault="00F020A3" w:rsidP="00D2442C">
      <w:pPr>
        <w:pStyle w:val="Styl111"/>
        <w:rPr>
          <w:b/>
        </w:rPr>
      </w:pPr>
      <w:r w:rsidRPr="002B1AC9">
        <w:t xml:space="preserve">Pani/Pana dane osobowe zostały udostępnione przez reprezentowany przez Panią/Pana podmiot uczestniczący w postępowaniu o udzielenie zamówienia oraz pozyskane przez Administratora z rejestrów publicznych (KRS, CEIDG). </w:t>
      </w:r>
    </w:p>
    <w:p w14:paraId="21543250" w14:textId="4B18A8A5" w:rsidR="00E614DD" w:rsidRPr="002B1AC9" w:rsidRDefault="00F020A3" w:rsidP="00D2442C">
      <w:pPr>
        <w:pStyle w:val="Styl111"/>
        <w:rPr>
          <w:b/>
        </w:rPr>
      </w:pPr>
      <w:r w:rsidRPr="002B1AC9">
        <w:t xml:space="preserve">Zakres Pani/Pana danych osobowych przetwarzanych przez </w:t>
      </w:r>
      <w:r w:rsidR="001B048D" w:rsidRPr="001B048D">
        <w:t xml:space="preserve"> ORLEN S.A.</w:t>
      </w:r>
      <w:r w:rsidRPr="002B1AC9">
        <w:t xml:space="preserve"> obejmuje: imię, nazwisko, stanowisko, reprezentowany podmiot, dane ujawnione w jawnych rejestrach, dane ujawnione w treści pełnomocnictwa (jeśli zostało ono Pani/Panu udzielone). </w:t>
      </w:r>
    </w:p>
    <w:p w14:paraId="47821ECD" w14:textId="77777777" w:rsidR="00E614DD" w:rsidRPr="002B1AC9" w:rsidRDefault="00F020A3" w:rsidP="00D2442C">
      <w:pPr>
        <w:pStyle w:val="Styl111"/>
        <w:rPr>
          <w:b/>
        </w:rPr>
      </w:pPr>
      <w:r w:rsidRPr="002B1AC9">
        <w:t>Pani/Pana dane osobowe będą przetwarzane w celu:</w:t>
      </w:r>
    </w:p>
    <w:p w14:paraId="598259FC" w14:textId="7625406C" w:rsidR="00E614DD" w:rsidRPr="002B1AC9" w:rsidRDefault="00F020A3" w:rsidP="00D2442C">
      <w:pPr>
        <w:pStyle w:val="Styl1111"/>
        <w:rPr>
          <w:b/>
        </w:rPr>
      </w:pPr>
      <w:r w:rsidRPr="002B1AC9">
        <w:t>przeprowadzenia postępowania o udzielenie zamówienia z udziałem reprezentowanego przez Panią/Pana podmiotu oraz – w razie wyboru złożonej przez ten podmiot oferty – zawarcia i wykonania umowy ze wskazanym podmiotem – podstawą prawną przetwarzania jest prawnie uzasadniony interes Administratora oraz tego podmiotu (art. 6 ust. 1 lit. f Rozporządzenia ogólnego o ochronie danych osobowych 2016/679 – RODO); prawnie uzasadniony interes polega na zapewnieniu wiarygodnej identyfikacji podmiotu ubiegającego się o udzielnie zamówienia i reprezentującej/ych ten podmiot osoby/osób;</w:t>
      </w:r>
    </w:p>
    <w:p w14:paraId="2D862BFA" w14:textId="0F576A33" w:rsidR="00E614DD" w:rsidRPr="002B1AC9" w:rsidRDefault="00F020A3" w:rsidP="00D2442C">
      <w:pPr>
        <w:pStyle w:val="Styl1111"/>
        <w:rPr>
          <w:b/>
        </w:rPr>
      </w:pPr>
      <w:r w:rsidRPr="002B1AC9">
        <w:t xml:space="preserve">ewentualnego ustalenia lub dochodzenia roszczeń lub obrony przed roszczeniami – podstawą prawną przetwarzania jest prawnie uzasadniony interes </w:t>
      </w:r>
      <w:r w:rsidR="001B048D" w:rsidRPr="001B048D">
        <w:t xml:space="preserve"> ORLEN S.A.</w:t>
      </w:r>
      <w:r w:rsidRPr="002B1AC9">
        <w:t xml:space="preserve"> (art. 6 ust. 1 lit. f RODO); prawnie uzasadniony interes polega na umożliwieniu </w:t>
      </w:r>
      <w:r w:rsidR="001B048D" w:rsidRPr="001B048D">
        <w:t xml:space="preserve"> ORLEN S.A.</w:t>
      </w:r>
      <w:r w:rsidRPr="002B1AC9">
        <w:t xml:space="preserve"> dochodzenia lub obrony przed roszczeniami.</w:t>
      </w:r>
    </w:p>
    <w:p w14:paraId="029CC1C1" w14:textId="77777777" w:rsidR="00E614DD" w:rsidRPr="002B1AC9" w:rsidRDefault="00F020A3" w:rsidP="00D2442C">
      <w:pPr>
        <w:pStyle w:val="Styl111"/>
        <w:rPr>
          <w:b/>
        </w:rPr>
      </w:pPr>
      <w:r w:rsidRPr="002B1AC9">
        <w:t xml:space="preserve">Pani/Pana dane osobowe mogą być przekazywane dostawcom systemów informatycznych i usług IT, podmiotom świadczącym na rzecz Administratora usługi niezbędne do przeprowadzenie postępowania i wykonania umowy zawartej z reprezentowanym przez Panią/Pana podmiotem, w tym usługi prawne, a w stosowanych przypadkach także podmiotom uprawnionym na podstawie przepisów powszechnie obowiązującego prawa. </w:t>
      </w:r>
    </w:p>
    <w:p w14:paraId="6142D750" w14:textId="2791EA1D" w:rsidR="00E614DD" w:rsidRPr="002B1AC9" w:rsidRDefault="00F020A3" w:rsidP="00D2442C">
      <w:pPr>
        <w:pStyle w:val="Styl111"/>
        <w:rPr>
          <w:b/>
        </w:rPr>
      </w:pPr>
      <w:r w:rsidRPr="002B1AC9">
        <w:t xml:space="preserve">Pani/Pana dane osobowe będą przetwarzane przez okres niezbędny do przeprowadzenia postępowania o udzielenie zamówienia. Okres przetwarzania może </w:t>
      </w:r>
      <w:r w:rsidRPr="002B1AC9">
        <w:lastRenderedPageBreak/>
        <w:t xml:space="preserve">zostać przedłużony o okres wykonywania umowy (w razie wyboru złożonej oferty), a także o okres przedawnienia roszczeń, jeżeli przetwarzanie danych osobowych będzie niezbędne dla dochodzenia ewentualnych roszczeń lub obrony przed takimi roszczeniami przez </w:t>
      </w:r>
      <w:r w:rsidR="001B048D" w:rsidRPr="001B048D">
        <w:t xml:space="preserve"> ORLEN S.A.</w:t>
      </w:r>
    </w:p>
    <w:p w14:paraId="04A42FFB" w14:textId="77777777" w:rsidR="00E614DD" w:rsidRPr="002B1AC9" w:rsidRDefault="00F020A3" w:rsidP="00D2442C">
      <w:pPr>
        <w:pStyle w:val="Styl111"/>
        <w:rPr>
          <w:b/>
        </w:rPr>
      </w:pPr>
      <w:r w:rsidRPr="002B1AC9">
        <w:t>Przysługuje Pani/Panu prawo dostępu do treści danych oraz żądania ich sprostowania, usunięcia, ograniczenia przetwarzania oraz prawo wniesienia sprzeciwu względem przetwarzania danych.</w:t>
      </w:r>
    </w:p>
    <w:p w14:paraId="0927118A" w14:textId="77777777" w:rsidR="00E614DD" w:rsidRPr="002B1AC9" w:rsidRDefault="00F020A3" w:rsidP="00D2442C">
      <w:pPr>
        <w:pStyle w:val="Styl111"/>
        <w:rPr>
          <w:b/>
        </w:rPr>
      </w:pPr>
      <w:r w:rsidRPr="002B1AC9">
        <w:t>Przysługuje Pani/Panu także prawo wniesienia skargi do organu nadzorczego zajmującego się ochroną danych osobowych (Prezes Urzędu Ochrony Danych Osobowych), gdy uzna Pani/Pan, że przetwarzanie Pani/Pana danych osobowych narusza przepisy RODO.</w:t>
      </w:r>
    </w:p>
    <w:p w14:paraId="3FF8FA94" w14:textId="0FB4B8A0" w:rsidR="00F020A3" w:rsidRPr="002B1AC9" w:rsidRDefault="00F020A3" w:rsidP="00D2442C">
      <w:pPr>
        <w:pStyle w:val="Styl111"/>
        <w:rPr>
          <w:b/>
        </w:rPr>
      </w:pPr>
      <w:r w:rsidRPr="002B1AC9">
        <w:t xml:space="preserve">Przysługuje Pani/Panu prawo wniesienia sprzeciwu względem przetwarzania danych osobowych w celu określonym w pkt. </w:t>
      </w:r>
      <w:r w:rsidR="00E614DD">
        <w:t xml:space="preserve">26.2.6 </w:t>
      </w:r>
      <w:r w:rsidRPr="002B1AC9">
        <w:t>powyżej, z przyczyn związanych z Pani/Pana szczególną sytuacją.</w:t>
      </w:r>
    </w:p>
    <w:p w14:paraId="6BC7CC3E" w14:textId="77777777" w:rsidR="00E614DD" w:rsidRPr="008F495F" w:rsidRDefault="00F020A3" w:rsidP="00D2442C">
      <w:pPr>
        <w:pStyle w:val="Styl11"/>
        <w:rPr>
          <w:b/>
        </w:rPr>
      </w:pPr>
      <w:r w:rsidRPr="008F495F">
        <w:rPr>
          <w:b/>
        </w:rPr>
        <w:t>Wykonawca zobowiązany jest do poinformowania osób, których dane osobowe zawarte są w jakimkolwiek załączniku lub dokumencie składanym w postępowaniu, o przetwarzaniu ich danych osobowych przez Zamawiającego („</w:t>
      </w:r>
      <w:r w:rsidRPr="008F495F">
        <w:rPr>
          <w:b/>
          <w:u w:val="single"/>
        </w:rPr>
        <w:t>Członkowie Personelu</w:t>
      </w:r>
      <w:r w:rsidRPr="008F495F">
        <w:rPr>
          <w:b/>
        </w:rPr>
        <w:t>”). Wykonawca informuje te osoby, że:</w:t>
      </w:r>
    </w:p>
    <w:p w14:paraId="6FCE7C74" w14:textId="5E2D6326" w:rsidR="001B048D" w:rsidRDefault="001B048D" w:rsidP="00D2442C">
      <w:pPr>
        <w:pStyle w:val="Styl111"/>
      </w:pPr>
      <w:r w:rsidRPr="00FE14E3">
        <w:t>Administratorem Państwa danych osobowych jest  ORLEN S.A. z siedzibą w Płocku, ul. Chemików 7 (dalej:  ORLEN S.A.).</w:t>
      </w:r>
    </w:p>
    <w:p w14:paraId="23B3E19E" w14:textId="55E29081" w:rsidR="001B048D" w:rsidRPr="00FE14E3" w:rsidRDefault="001B048D" w:rsidP="00D2442C">
      <w:pPr>
        <w:pStyle w:val="Styl111"/>
      </w:pPr>
      <w:r w:rsidRPr="00FE14E3">
        <w:t>Kontaktowe numery telefonów do administratora danych: (24) 256 00 00, (24) 365 00 00, (22) 778 00 00. Z Administratorem danych możecie Państwo skontaktować się także:</w:t>
      </w:r>
    </w:p>
    <w:p w14:paraId="55B8CD85" w14:textId="77777777" w:rsidR="00C22244" w:rsidRDefault="001B048D" w:rsidP="00C46DD3">
      <w:pPr>
        <w:pStyle w:val="Stylkropka"/>
        <w:numPr>
          <w:ilvl w:val="0"/>
          <w:numId w:val="30"/>
        </w:numPr>
        <w:ind w:left="1560"/>
      </w:pPr>
      <w:r w:rsidRPr="001B048D">
        <w:t>listownie na adres: ul. Chemików 7; 09-411 Płock,</w:t>
      </w:r>
    </w:p>
    <w:p w14:paraId="14EC2A4C" w14:textId="6FA9874F" w:rsidR="001B048D" w:rsidRPr="001B048D" w:rsidRDefault="001B048D" w:rsidP="00C46DD3">
      <w:pPr>
        <w:pStyle w:val="Stylkropka"/>
        <w:numPr>
          <w:ilvl w:val="0"/>
          <w:numId w:val="30"/>
        </w:numPr>
        <w:ind w:left="1560"/>
      </w:pPr>
      <w:r w:rsidRPr="001B048D">
        <w:t>przez e-mail: daneosobowe@orlen.pl.</w:t>
      </w:r>
    </w:p>
    <w:p w14:paraId="2A7B6F33" w14:textId="06D290DA" w:rsidR="001B048D" w:rsidRPr="00FE14E3" w:rsidRDefault="001B048D" w:rsidP="001F74AF">
      <w:pPr>
        <w:pStyle w:val="Styl111"/>
        <w:rPr>
          <w:b/>
        </w:rPr>
      </w:pPr>
      <w:r w:rsidRPr="001B048D">
        <w:t>Do kontaktu z Inspektorem ochrony danych w  ORLEN S.A. służy następujący adres email: daneosobowe@orlen.pl. Z Inspektorem ochrony danych można skontaktować się także pisemnie na adres siedziby  ORLEN S.A., wskazany w pkt 1, z dopiskiem „Inspektor Ochrony Danych“. Dane dot. Inspektora Ochrony Danych dostępne są również na stronie www.orlen.pl w zakładce „Kontakt”.</w:t>
      </w:r>
    </w:p>
    <w:p w14:paraId="4545C518" w14:textId="56A1E5C3" w:rsidR="00E614DD" w:rsidRPr="002B1AC9" w:rsidRDefault="00F020A3" w:rsidP="001F74AF">
      <w:pPr>
        <w:pStyle w:val="Styl111"/>
        <w:rPr>
          <w:b/>
        </w:rPr>
      </w:pPr>
      <w:r w:rsidRPr="002B1AC9">
        <w:t xml:space="preserve">Dane osobowe Członka Personelu zostały udostępnione Zamawiającemu przez pracodawcę (podmiot zatrudniający) Członka Personelu, w związku z ubieganiem się o udzielenie zamówienia. </w:t>
      </w:r>
    </w:p>
    <w:p w14:paraId="542ABE0C" w14:textId="1D44DD72" w:rsidR="00E614DD" w:rsidRDefault="00F020A3" w:rsidP="001F74AF">
      <w:pPr>
        <w:pStyle w:val="Styl111"/>
        <w:rPr>
          <w:b/>
        </w:rPr>
      </w:pPr>
      <w:r w:rsidRPr="002B1AC9">
        <w:t xml:space="preserve">Zakres przetwarzanych danych osobowych obejmuje: </w:t>
      </w:r>
      <w:r w:rsidR="007940A8">
        <w:rPr>
          <w:b/>
        </w:rPr>
        <w:t>………………………</w:t>
      </w:r>
      <w:r w:rsidRPr="002B1AC9">
        <w:rPr>
          <w:b/>
        </w:rPr>
        <w:t xml:space="preserve">………. </w:t>
      </w:r>
    </w:p>
    <w:p w14:paraId="7AA9D1EA" w14:textId="77777777" w:rsidR="00E614DD" w:rsidRDefault="00F020A3" w:rsidP="007940A8">
      <w:pPr>
        <w:pStyle w:val="Akapitzlist"/>
        <w:shd w:val="clear" w:color="auto" w:fill="FFFFFF"/>
        <w:autoSpaceDE w:val="0"/>
        <w:autoSpaceDN w:val="0"/>
        <w:adjustRightInd w:val="0"/>
        <w:spacing w:line="276" w:lineRule="auto"/>
        <w:ind w:left="1701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[</w:t>
      </w:r>
      <w:r w:rsidRPr="002B1AC9">
        <w:rPr>
          <w:rFonts w:cs="Arial"/>
          <w:i/>
          <w:sz w:val="20"/>
          <w:szCs w:val="20"/>
        </w:rPr>
        <w:t>pole uzupełnia Wykonawca wskazując kategorie danych osobowych Członka Personelu, które zostały przekazane Zamawiającemu, np. „imię, nazwisko, stanowisko, służbowe dane kontaktowe</w:t>
      </w:r>
      <w:r w:rsidRPr="002B1AC9">
        <w:rPr>
          <w:rFonts w:cs="Arial"/>
          <w:sz w:val="20"/>
          <w:szCs w:val="20"/>
        </w:rPr>
        <w:t>”].</w:t>
      </w:r>
    </w:p>
    <w:p w14:paraId="0AC1749D" w14:textId="2D812898" w:rsidR="00E614DD" w:rsidRPr="002B1AC9" w:rsidRDefault="00F020A3" w:rsidP="001F74AF">
      <w:pPr>
        <w:pStyle w:val="Styl111"/>
        <w:rPr>
          <w:b/>
        </w:rPr>
      </w:pPr>
      <w:r w:rsidRPr="00F020A3">
        <w:t>Dane osobowe Członka Personelu będą przetwarzane</w:t>
      </w:r>
      <w:r w:rsidR="00B41843">
        <w:t xml:space="preserve"> w celu</w:t>
      </w:r>
      <w:r w:rsidRPr="00F020A3">
        <w:t>:</w:t>
      </w:r>
    </w:p>
    <w:p w14:paraId="0F1F455E" w14:textId="1BF85451" w:rsidR="00E614DD" w:rsidRPr="002B1AC9" w:rsidRDefault="00F020A3" w:rsidP="001F74AF">
      <w:pPr>
        <w:pStyle w:val="Styl1111"/>
        <w:rPr>
          <w:b/>
        </w:rPr>
      </w:pPr>
      <w:r w:rsidRPr="002B1AC9">
        <w:t xml:space="preserve">prowadzenia postępowania o udzielenie zamówienia, </w:t>
      </w:r>
      <w:r w:rsidR="00B41843">
        <w:t>w </w:t>
      </w:r>
      <w:r w:rsidRPr="002B1AC9">
        <w:t>tym wyboru najkorzystniejszej oferty, a w razie wyboru oferty – także wykonania umowy zawartej na skutek udzielonego zamówienia – podstawą prawną przetwarzania jest prawnie uzasadniony interes Zamawiającego oraz pracodawcy (podmiotu zatrudniającego) Członka Personelu (art. 6 ust. 1 lit. f Rozporządzenia ogólnego o ochronie danych osobowych 2016/679 – RODO); prawnie uzasadniony interes polega na umożliwieniu Zamawiającemu</w:t>
      </w:r>
      <w:r w:rsidR="00B41843">
        <w:t xml:space="preserve"> przeprowadzenia postępowania i </w:t>
      </w:r>
      <w:r w:rsidRPr="002B1AC9">
        <w:t>wykonania zawartej umowy;</w:t>
      </w:r>
    </w:p>
    <w:p w14:paraId="174B5655" w14:textId="7724838C" w:rsidR="00B41843" w:rsidRPr="002B1AC9" w:rsidRDefault="00B41843" w:rsidP="001F74AF">
      <w:pPr>
        <w:pStyle w:val="Styl1111"/>
        <w:rPr>
          <w:b/>
        </w:rPr>
      </w:pPr>
      <w:r w:rsidRPr="007A633E">
        <w:t xml:space="preserve">ewentualnego ustalenia lub dochodzenia roszczeń lub obrony przed roszczeniami – podstawą prawną przetwarzania jest prawnie uzasadniony interes </w:t>
      </w:r>
      <w:r w:rsidR="00AC4598" w:rsidRPr="00152E6F">
        <w:t xml:space="preserve"> ORLEN S.A.</w:t>
      </w:r>
      <w:r w:rsidRPr="007A633E">
        <w:t xml:space="preserve"> (art. 6 ust. 1 lit. f RODO); prawnie uzasadniony interes polega na umożliwieniu </w:t>
      </w:r>
      <w:r w:rsidR="00AC4598" w:rsidRPr="00152E6F">
        <w:t xml:space="preserve"> ORLEN S.A.</w:t>
      </w:r>
      <w:r w:rsidRPr="007A633E">
        <w:t xml:space="preserve"> dochodzenia lub obrony przed roszczeniami.</w:t>
      </w:r>
    </w:p>
    <w:p w14:paraId="367ACD1B" w14:textId="237E0B04" w:rsidR="00B41843" w:rsidRPr="002B1AC9" w:rsidRDefault="00F020A3" w:rsidP="007940A8">
      <w:pPr>
        <w:pStyle w:val="Styl111"/>
        <w:rPr>
          <w:b/>
        </w:rPr>
      </w:pPr>
      <w:r w:rsidRPr="002B1AC9">
        <w:t>Dane osobowe Członka Personelu mogą być przekazywane dostawcom systemów informatycznych i usług IT, podmiotom świadczącym na rzecz Zamawiającego usługi niezbędne do przeprowadzenia postępowania o udzielenie zamówienia oraz wykonania umowy zawartej z pracodawcą (podmiotem zatrudniającym) Członka Personelu, a w stosowanych przypadkach także podmiotom uzyskującym dostęp do danych w oparciu o obowiązujące przepisy prawa.</w:t>
      </w:r>
    </w:p>
    <w:p w14:paraId="4329E5AE" w14:textId="4ED798F4" w:rsidR="00B41843" w:rsidRPr="002B1AC9" w:rsidRDefault="00B41843" w:rsidP="007940A8">
      <w:pPr>
        <w:pStyle w:val="Styl111"/>
        <w:rPr>
          <w:b/>
        </w:rPr>
      </w:pPr>
      <w:r w:rsidRPr="002B1AC9">
        <w:lastRenderedPageBreak/>
        <w:t>Pani/Pana dane osobowe będą przetwarzane przez okres niezbędny do przeprowadzenia postępowania o udzielenie zamówienia o</w:t>
      </w:r>
      <w:r w:rsidR="001F44C1">
        <w:t xml:space="preserve"> o</w:t>
      </w:r>
      <w:r w:rsidRPr="002B1AC9">
        <w:t xml:space="preserve">kres przetwarzania może zostać przedłużony o okres wykonywania umowy (w razie wyboru złożonej oferty), a także o okres przedawnienia roszczeń, jeżeli przetwarzanie danych osobowych będzie niezbędne dla dochodzenia ewentualnych roszczeń lub obrony przed takimi roszczeniami przez </w:t>
      </w:r>
      <w:r w:rsidR="00AC4598" w:rsidRPr="00152E6F">
        <w:t xml:space="preserve"> ORLEN S.A.</w:t>
      </w:r>
    </w:p>
    <w:p w14:paraId="3639C931" w14:textId="77777777" w:rsidR="00E614DD" w:rsidRPr="002B1AC9" w:rsidRDefault="00F020A3" w:rsidP="007940A8">
      <w:pPr>
        <w:pStyle w:val="Styl111"/>
        <w:rPr>
          <w:b/>
        </w:rPr>
      </w:pPr>
      <w:r w:rsidRPr="002B1AC9">
        <w:t xml:space="preserve">Członkowi Personelu przysługuje prawo dostępu do treści danych oraz żądania ich sprostowania, usunięcia, ograniczenia przetwarzania oraz prawo wniesienia sprzeciwu względem przetwarzania danych. </w:t>
      </w:r>
    </w:p>
    <w:p w14:paraId="0B21F15D" w14:textId="4D2A51A3" w:rsidR="00E614DD" w:rsidRPr="002B1AC9" w:rsidRDefault="00F020A3" w:rsidP="007940A8">
      <w:pPr>
        <w:pStyle w:val="Styl111"/>
        <w:rPr>
          <w:b/>
        </w:rPr>
      </w:pPr>
      <w:r w:rsidRPr="002B1AC9">
        <w:t>Członkowi Personelu przysługuje także prawo wniesienia skargi do organu nadzorczego zajmującego się ochroną danych osobowych</w:t>
      </w:r>
      <w:r w:rsidR="00B41843">
        <w:t xml:space="preserve"> </w:t>
      </w:r>
      <w:r w:rsidRPr="002B1AC9">
        <w:t>(Prezes Urzędu Ochrony Danych Osobowych), w razie uznania, że przetwarzanie danych osobowych narusza przepisy RODO.</w:t>
      </w:r>
    </w:p>
    <w:p w14:paraId="0BB6E1FF" w14:textId="78624C3B" w:rsidR="00943722" w:rsidRPr="00476D62" w:rsidRDefault="00F020A3" w:rsidP="007343D8">
      <w:pPr>
        <w:pStyle w:val="Styl111"/>
        <w:rPr>
          <w:b/>
        </w:rPr>
      </w:pPr>
      <w:r w:rsidRPr="002B1AC9">
        <w:t xml:space="preserve">Członkowi Personelu przysługuje ponadto prawo wniesienia sprzeciwu względem przetwarzania danych osobowych w celu określonym w pkt </w:t>
      </w:r>
      <w:r w:rsidR="00B41843">
        <w:t>26.3.6</w:t>
      </w:r>
      <w:r w:rsidR="004F456E">
        <w:t>.</w:t>
      </w:r>
      <w:r w:rsidR="00E614DD">
        <w:t xml:space="preserve"> </w:t>
      </w:r>
      <w:r w:rsidRPr="002B1AC9">
        <w:t>powyżej, z przyczyn związanych z jej/jego szczególną sytuacją.</w:t>
      </w:r>
    </w:p>
    <w:p w14:paraId="6E135B46" w14:textId="77777777" w:rsidR="00476D62" w:rsidRPr="007343D8" w:rsidRDefault="00476D62" w:rsidP="00476D62">
      <w:pPr>
        <w:pStyle w:val="Styl111"/>
        <w:numPr>
          <w:ilvl w:val="0"/>
          <w:numId w:val="0"/>
        </w:numPr>
        <w:ind w:left="1224"/>
        <w:rPr>
          <w:b/>
        </w:rPr>
      </w:pPr>
    </w:p>
    <w:p w14:paraId="0208AE9C" w14:textId="77777777" w:rsidR="00F40506" w:rsidRPr="00943722" w:rsidRDefault="008E698B" w:rsidP="00D877C6">
      <w:pPr>
        <w:pStyle w:val="Styl1"/>
      </w:pPr>
      <w:r w:rsidRPr="00943722">
        <w:t>Wykaz załączników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197"/>
        <w:gridCol w:w="6694"/>
      </w:tblGrid>
      <w:tr w:rsidR="003C4F15" w:rsidRPr="00F40506" w14:paraId="5D2327C5" w14:textId="77777777" w:rsidTr="00AC58A6">
        <w:trPr>
          <w:trHeight w:val="248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80193" w14:textId="77777777" w:rsidR="003C4F15" w:rsidRPr="00F40506" w:rsidRDefault="003C4F15" w:rsidP="00A95B19">
            <w:pPr>
              <w:spacing w:line="276" w:lineRule="auto"/>
              <w:jc w:val="left"/>
              <w:rPr>
                <w:rFonts w:cs="Arial"/>
                <w:b/>
                <w:sz w:val="20"/>
                <w:szCs w:val="20"/>
              </w:rPr>
            </w:pPr>
            <w:r w:rsidRPr="00F40506">
              <w:rPr>
                <w:rFonts w:cs="Arial"/>
                <w:b/>
                <w:sz w:val="20"/>
                <w:szCs w:val="20"/>
              </w:rPr>
              <w:t xml:space="preserve">Nr załącznika 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115EF" w14:textId="77777777" w:rsidR="003C4F15" w:rsidRPr="00F40506" w:rsidRDefault="003C4F15" w:rsidP="00A95B19">
            <w:pPr>
              <w:spacing w:line="276" w:lineRule="auto"/>
              <w:jc w:val="left"/>
              <w:rPr>
                <w:rFonts w:cs="Arial"/>
                <w:b/>
                <w:sz w:val="20"/>
                <w:szCs w:val="20"/>
              </w:rPr>
            </w:pPr>
            <w:r w:rsidRPr="00F40506">
              <w:rPr>
                <w:rFonts w:cs="Arial"/>
                <w:b/>
                <w:sz w:val="20"/>
                <w:szCs w:val="20"/>
              </w:rPr>
              <w:t>Nazwa załącznika</w:t>
            </w:r>
          </w:p>
        </w:tc>
      </w:tr>
      <w:tr w:rsidR="003C4F15" w:rsidRPr="00F40506" w14:paraId="644E74CB" w14:textId="77777777" w:rsidTr="00AC58A6">
        <w:trPr>
          <w:trHeight w:val="248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9A861" w14:textId="77777777" w:rsidR="003C4F15" w:rsidRPr="00F40506" w:rsidRDefault="003C4F15" w:rsidP="00A95B19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  <w:r w:rsidRPr="00F40506">
              <w:rPr>
                <w:rFonts w:cs="Arial"/>
                <w:sz w:val="20"/>
                <w:szCs w:val="20"/>
              </w:rPr>
              <w:t>Załącznik nr 1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D55B8" w14:textId="77777777" w:rsidR="003C4F15" w:rsidRPr="00F40506" w:rsidRDefault="00087C7C" w:rsidP="00087C7C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F40506">
              <w:rPr>
                <w:rFonts w:cs="Arial"/>
                <w:bCs/>
                <w:sz w:val="20"/>
                <w:szCs w:val="20"/>
              </w:rPr>
              <w:t>Formularz ofertowy</w:t>
            </w:r>
            <w:r w:rsidRPr="00F40506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F40506" w:rsidRPr="00F40506" w14:paraId="5B846BC0" w14:textId="77777777" w:rsidTr="00AC58A6">
        <w:trPr>
          <w:trHeight w:val="248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380D0" w14:textId="77777777" w:rsidR="00F40506" w:rsidRPr="00F40506" w:rsidRDefault="00F40506" w:rsidP="00F40506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  <w:r w:rsidRPr="00F40506">
              <w:rPr>
                <w:rFonts w:cs="Arial"/>
                <w:sz w:val="20"/>
                <w:szCs w:val="20"/>
              </w:rPr>
              <w:t>Załącznik nr 2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18913" w14:textId="77777777" w:rsidR="00F40506" w:rsidRPr="00F40506" w:rsidRDefault="00087C7C" w:rsidP="00F40506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F40506">
              <w:rPr>
                <w:rFonts w:cs="Arial"/>
                <w:sz w:val="20"/>
                <w:szCs w:val="20"/>
              </w:rPr>
              <w:t>Opis przedmiotu zamówienia</w:t>
            </w:r>
          </w:p>
        </w:tc>
      </w:tr>
      <w:tr w:rsidR="00F40506" w:rsidRPr="00F40506" w14:paraId="2737E1DF" w14:textId="77777777" w:rsidTr="00AC58A6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69A64" w14:textId="77777777" w:rsidR="00F40506" w:rsidRPr="00F40506" w:rsidRDefault="00F40506" w:rsidP="00F40506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  <w:r w:rsidRPr="00F40506">
              <w:rPr>
                <w:rFonts w:cs="Arial"/>
                <w:sz w:val="20"/>
                <w:szCs w:val="20"/>
              </w:rPr>
              <w:t>Załącznik nr 3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DA88D" w14:textId="743F654D" w:rsidR="00F40506" w:rsidRPr="00F40506" w:rsidRDefault="00476D62" w:rsidP="00F40506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Projekt</w:t>
            </w:r>
            <w:r w:rsidR="00CC2316" w:rsidRPr="00F40506">
              <w:rPr>
                <w:rFonts w:cs="Arial"/>
                <w:sz w:val="20"/>
                <w:szCs w:val="20"/>
              </w:rPr>
              <w:t xml:space="preserve"> </w:t>
            </w:r>
            <w:r w:rsidR="00087C7C" w:rsidRPr="00F40506">
              <w:rPr>
                <w:rFonts w:cs="Arial"/>
                <w:sz w:val="20"/>
                <w:szCs w:val="20"/>
              </w:rPr>
              <w:t>umowy</w:t>
            </w:r>
          </w:p>
        </w:tc>
      </w:tr>
      <w:tr w:rsidR="00F40506" w:rsidRPr="00F40506" w14:paraId="2C3BFD86" w14:textId="77777777" w:rsidTr="00AC58A6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0FEC8" w14:textId="77777777" w:rsidR="00F40506" w:rsidRPr="00F40506" w:rsidRDefault="00F40506" w:rsidP="00F40506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  <w:r w:rsidRPr="00F40506">
              <w:rPr>
                <w:rFonts w:cs="Arial"/>
                <w:sz w:val="20"/>
                <w:szCs w:val="20"/>
              </w:rPr>
              <w:t>Załącznik nr 4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AFF2B" w14:textId="77777777" w:rsidR="00F40506" w:rsidRPr="00F40506" w:rsidRDefault="00F40506" w:rsidP="00F40506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F40506">
              <w:rPr>
                <w:rFonts w:cs="Arial"/>
                <w:sz w:val="20"/>
                <w:szCs w:val="20"/>
              </w:rPr>
              <w:t>Oświadczenia:</w:t>
            </w:r>
          </w:p>
        </w:tc>
      </w:tr>
      <w:tr w:rsidR="00F40506" w:rsidRPr="00F40506" w14:paraId="2FD20CAA" w14:textId="77777777" w:rsidTr="00AC58A6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9BC8C" w14:textId="77777777" w:rsidR="00F40506" w:rsidRPr="00F40506" w:rsidRDefault="00F40506" w:rsidP="00F40506">
            <w:pPr>
              <w:spacing w:line="276" w:lineRule="auto"/>
              <w:jc w:val="right"/>
              <w:rPr>
                <w:rFonts w:cs="Arial"/>
                <w:sz w:val="20"/>
                <w:szCs w:val="20"/>
              </w:rPr>
            </w:pPr>
            <w:r w:rsidRPr="00F40506">
              <w:rPr>
                <w:rFonts w:cs="Arial"/>
                <w:sz w:val="20"/>
                <w:szCs w:val="20"/>
              </w:rPr>
              <w:t>a)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3098C" w14:textId="77777777" w:rsidR="00F40506" w:rsidRPr="00F40506" w:rsidRDefault="00F40506" w:rsidP="00F40506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F40506">
              <w:rPr>
                <w:rFonts w:cs="Arial"/>
                <w:sz w:val="20"/>
                <w:szCs w:val="20"/>
              </w:rPr>
              <w:t>Oświadczenie o spełnianiu warunków udziału w postępowaniu</w:t>
            </w:r>
          </w:p>
        </w:tc>
      </w:tr>
      <w:tr w:rsidR="00F40506" w:rsidRPr="00F40506" w14:paraId="3E0610D1" w14:textId="77777777" w:rsidTr="00AC58A6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C9034" w14:textId="77777777" w:rsidR="00F40506" w:rsidRPr="00F40506" w:rsidRDefault="00F40506" w:rsidP="00F40506">
            <w:pPr>
              <w:spacing w:line="276" w:lineRule="auto"/>
              <w:jc w:val="right"/>
              <w:rPr>
                <w:rFonts w:cs="Arial"/>
                <w:sz w:val="20"/>
                <w:szCs w:val="20"/>
              </w:rPr>
            </w:pPr>
            <w:r w:rsidRPr="00F40506">
              <w:rPr>
                <w:rFonts w:cs="Arial"/>
                <w:sz w:val="20"/>
                <w:szCs w:val="20"/>
              </w:rPr>
              <w:t>b)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4E871" w14:textId="77777777" w:rsidR="00F40506" w:rsidRPr="00F40506" w:rsidRDefault="00F40506" w:rsidP="00F40506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F40506">
              <w:rPr>
                <w:rFonts w:cs="Arial"/>
                <w:sz w:val="20"/>
                <w:szCs w:val="20"/>
              </w:rPr>
              <w:t>Oświadczenie o niepodleganiu wykluczeniu z postępowania</w:t>
            </w:r>
          </w:p>
        </w:tc>
      </w:tr>
      <w:tr w:rsidR="00F40506" w:rsidRPr="00F40506" w14:paraId="621D5FD9" w14:textId="77777777" w:rsidTr="00AC58A6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FECA2" w14:textId="77777777" w:rsidR="00F40506" w:rsidRPr="00F40506" w:rsidRDefault="00F40506" w:rsidP="00F40506">
            <w:pPr>
              <w:spacing w:line="276" w:lineRule="auto"/>
              <w:jc w:val="right"/>
              <w:rPr>
                <w:rFonts w:cs="Arial"/>
                <w:sz w:val="20"/>
                <w:szCs w:val="20"/>
              </w:rPr>
            </w:pPr>
            <w:r w:rsidRPr="00F40506">
              <w:rPr>
                <w:rFonts w:cs="Arial"/>
                <w:sz w:val="20"/>
                <w:szCs w:val="20"/>
              </w:rPr>
              <w:t>c)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5BA00" w14:textId="38042DD8" w:rsidR="00F40506" w:rsidRPr="00F40506" w:rsidRDefault="00F40506" w:rsidP="00F40506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F40506">
              <w:rPr>
                <w:rFonts w:cs="Arial"/>
                <w:sz w:val="20"/>
                <w:szCs w:val="20"/>
              </w:rPr>
              <w:t>Oświadczenie o niezgłaszaniu roszczeń</w:t>
            </w:r>
            <w:r w:rsidR="00FA73BA">
              <w:rPr>
                <w:rFonts w:cs="Arial"/>
                <w:sz w:val="20"/>
                <w:szCs w:val="20"/>
              </w:rPr>
              <w:t xml:space="preserve"> wobec Zamawiającego</w:t>
            </w:r>
          </w:p>
        </w:tc>
      </w:tr>
      <w:tr w:rsidR="00F40506" w:rsidRPr="00F40506" w14:paraId="23832E5C" w14:textId="77777777" w:rsidTr="00AC58A6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2FD79" w14:textId="68C6C4DB" w:rsidR="00F40506" w:rsidRPr="00FC6FA9" w:rsidRDefault="00FC6FA9" w:rsidP="00F40506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  <w:r w:rsidRPr="00FC6FA9">
              <w:rPr>
                <w:rFonts w:cs="Arial"/>
                <w:sz w:val="20"/>
                <w:szCs w:val="20"/>
              </w:rPr>
              <w:t>Załącznik nr 5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2C52D" w14:textId="5669A03B" w:rsidR="00F40506" w:rsidRPr="00FC6FA9" w:rsidRDefault="00FC6FA9" w:rsidP="00F40506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FC6FA9">
              <w:rPr>
                <w:rFonts w:cs="Arial"/>
                <w:sz w:val="20"/>
                <w:szCs w:val="20"/>
              </w:rPr>
              <w:t>Wykaz wykonanych dostaw</w:t>
            </w:r>
          </w:p>
        </w:tc>
      </w:tr>
    </w:tbl>
    <w:p w14:paraId="3F0014A0" w14:textId="77777777" w:rsidR="00F40506" w:rsidRPr="00F40506" w:rsidRDefault="00F40506" w:rsidP="00F40506">
      <w:pPr>
        <w:widowControl w:val="0"/>
        <w:adjustRightInd w:val="0"/>
        <w:spacing w:line="276" w:lineRule="auto"/>
        <w:ind w:left="709"/>
        <w:textAlignment w:val="baseline"/>
        <w:rPr>
          <w:rFonts w:eastAsia="Calibri" w:cs="Arial"/>
          <w:sz w:val="20"/>
          <w:szCs w:val="20"/>
        </w:rPr>
      </w:pPr>
    </w:p>
    <w:p w14:paraId="4C12F445" w14:textId="77777777" w:rsidR="00CB602D" w:rsidRDefault="00CB602D" w:rsidP="008F3D9B">
      <w:pPr>
        <w:pStyle w:val="StylZa"/>
      </w:pPr>
    </w:p>
    <w:p w14:paraId="7036BCE7" w14:textId="77777777" w:rsidR="00CB602D" w:rsidRDefault="00CB602D" w:rsidP="008F3D9B">
      <w:pPr>
        <w:pStyle w:val="StylZa"/>
      </w:pPr>
    </w:p>
    <w:p w14:paraId="00724036" w14:textId="77777777" w:rsidR="00CB602D" w:rsidRDefault="00CB602D" w:rsidP="008F3D9B">
      <w:pPr>
        <w:pStyle w:val="StylZa"/>
      </w:pPr>
    </w:p>
    <w:p w14:paraId="46424419" w14:textId="77777777" w:rsidR="00CB602D" w:rsidRDefault="00CB602D" w:rsidP="008F3D9B">
      <w:pPr>
        <w:pStyle w:val="StylZa"/>
      </w:pPr>
    </w:p>
    <w:p w14:paraId="7C4E3DE2" w14:textId="77777777" w:rsidR="00CB602D" w:rsidRDefault="00CB602D" w:rsidP="008F3D9B">
      <w:pPr>
        <w:pStyle w:val="StylZa"/>
      </w:pPr>
    </w:p>
    <w:p w14:paraId="21E66DE8" w14:textId="30829E8F" w:rsidR="00CB602D" w:rsidRDefault="00CB602D" w:rsidP="006902BF">
      <w:pPr>
        <w:pStyle w:val="StylZa"/>
        <w:jc w:val="both"/>
      </w:pPr>
    </w:p>
    <w:p w14:paraId="2EE4F76B" w14:textId="77777777" w:rsidR="00E8172B" w:rsidRDefault="00E8172B" w:rsidP="008F3D9B">
      <w:pPr>
        <w:pStyle w:val="StylZa"/>
      </w:pPr>
    </w:p>
    <w:p w14:paraId="5A902480" w14:textId="77777777" w:rsidR="00E8172B" w:rsidRDefault="00E8172B" w:rsidP="008F3D9B">
      <w:pPr>
        <w:pStyle w:val="StylZa"/>
      </w:pPr>
    </w:p>
    <w:p w14:paraId="6FA6B424" w14:textId="77777777" w:rsidR="00E8172B" w:rsidRDefault="00E8172B" w:rsidP="008F3D9B">
      <w:pPr>
        <w:pStyle w:val="StylZa"/>
      </w:pPr>
    </w:p>
    <w:p w14:paraId="4D0EFF8F" w14:textId="77777777" w:rsidR="00E8172B" w:rsidRDefault="00E8172B" w:rsidP="008F3D9B">
      <w:pPr>
        <w:pStyle w:val="StylZa"/>
      </w:pPr>
    </w:p>
    <w:p w14:paraId="57E4B250" w14:textId="77777777" w:rsidR="00E8172B" w:rsidRDefault="00E8172B" w:rsidP="008F3D9B">
      <w:pPr>
        <w:pStyle w:val="StylZa"/>
      </w:pPr>
    </w:p>
    <w:p w14:paraId="6D4F20F1" w14:textId="77777777" w:rsidR="00E8172B" w:rsidRDefault="00E8172B" w:rsidP="008F3D9B">
      <w:pPr>
        <w:pStyle w:val="StylZa"/>
      </w:pPr>
    </w:p>
    <w:p w14:paraId="75B0137B" w14:textId="77777777" w:rsidR="00E8172B" w:rsidRDefault="00E8172B" w:rsidP="008F3D9B">
      <w:pPr>
        <w:pStyle w:val="StylZa"/>
      </w:pPr>
    </w:p>
    <w:p w14:paraId="5360DD37" w14:textId="77777777" w:rsidR="00E8172B" w:rsidRDefault="00E8172B" w:rsidP="008F3D9B">
      <w:pPr>
        <w:pStyle w:val="StylZa"/>
      </w:pPr>
    </w:p>
    <w:p w14:paraId="5E092F4F" w14:textId="0164531C" w:rsidR="00087C7C" w:rsidRPr="00123078" w:rsidRDefault="006902BF" w:rsidP="008F3D9B">
      <w:pPr>
        <w:pStyle w:val="StylZa"/>
      </w:pPr>
      <w:r>
        <w:lastRenderedPageBreak/>
        <w:t>Załącznik n</w:t>
      </w:r>
      <w:r w:rsidR="00087C7C">
        <w:t xml:space="preserve">r 1 do </w:t>
      </w:r>
      <w:r w:rsidR="006C29FD">
        <w:t>SWZ</w:t>
      </w:r>
    </w:p>
    <w:p w14:paraId="4EF0D66D" w14:textId="196668F9" w:rsidR="00087C7C" w:rsidRPr="00A05DAE" w:rsidRDefault="00AB4A1C" w:rsidP="008F3D9B">
      <w:pPr>
        <w:pStyle w:val="Styltytuza"/>
      </w:pPr>
      <w:r>
        <w:t>FORMULARZ OFERTOWY</w:t>
      </w: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087C7C" w:rsidRPr="00F0054B" w14:paraId="0249A482" w14:textId="77777777" w:rsidTr="00A95B19">
        <w:trPr>
          <w:cantSplit/>
          <w:trHeight w:hRule="exact" w:val="632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085EFB61" w14:textId="60F6B240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Dane Wykonawcy</w:t>
            </w:r>
            <w:r w:rsidR="00C75EDE">
              <w:rPr>
                <w:rFonts w:cs="Arial"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619979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6536396E" w14:textId="77777777" w:rsidTr="00A95B19">
        <w:trPr>
          <w:cantSplit/>
          <w:trHeight w:hRule="exact" w:val="1253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5E38B1EB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Adres Wykonawcy: </w:t>
            </w:r>
          </w:p>
          <w:p w14:paraId="400E6209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kod, miejscowość </w:t>
            </w:r>
          </w:p>
          <w:p w14:paraId="02D3BFB3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6DF3FF" w14:textId="77777777" w:rsidR="00087C7C" w:rsidRPr="00F0054B" w:rsidRDefault="00087C7C" w:rsidP="00A95B19">
            <w:pPr>
              <w:ind w:right="1064"/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2A099C2F" w14:textId="77777777" w:rsidTr="00A95B19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6C461FDA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Nr telefonu: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5940E7CD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6A0441B3" w14:textId="77777777" w:rsidTr="00A95B19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4DB98274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Nr faksu: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6BA3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6C8684B1" w14:textId="77777777" w:rsidTr="00A95B19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40596909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E-mail: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F6585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3B5518AF" w14:textId="77777777" w:rsidTr="00A95B19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7F9D7149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REGON: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FE871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66F54524" w14:textId="77777777" w:rsidTr="002B1AC9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000000" w:themeColor="text1"/>
              <w:right w:val="single" w:sz="6" w:space="0" w:color="auto"/>
            </w:tcBorders>
            <w:shd w:val="clear" w:color="auto" w:fill="002060"/>
            <w:vAlign w:val="center"/>
          </w:tcPr>
          <w:p w14:paraId="4AA0BF0D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NIP: 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3CE2885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EA2309" w:rsidRPr="00F0054B" w14:paraId="11DE6103" w14:textId="77777777" w:rsidTr="002B1AC9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2060"/>
            <w:vAlign w:val="center"/>
          </w:tcPr>
          <w:p w14:paraId="2958476E" w14:textId="77777777" w:rsidR="00EA2309" w:rsidRDefault="00EA2309">
            <w:pPr>
              <w:spacing w:line="240" w:lineRule="auto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DB2480">
              <w:rPr>
                <w:rFonts w:cs="Arial"/>
                <w:color w:val="FFFFFF" w:themeColor="background1"/>
                <w:sz w:val="20"/>
                <w:szCs w:val="20"/>
              </w:rPr>
              <w:t xml:space="preserve">Rodzaj Wykonawcy: </w:t>
            </w:r>
          </w:p>
          <w:p w14:paraId="7036A8DB" w14:textId="0E093F98" w:rsidR="00EA2309" w:rsidRPr="00F0054B" w:rsidRDefault="00EA2309" w:rsidP="002B1AC9">
            <w:pPr>
              <w:spacing w:line="240" w:lineRule="auto"/>
              <w:rPr>
                <w:rFonts w:cs="Arial"/>
                <w:color w:val="FFFFFF"/>
                <w:sz w:val="20"/>
                <w:szCs w:val="20"/>
              </w:rPr>
            </w:pPr>
            <w:r w:rsidRPr="006F46C7">
              <w:rPr>
                <w:rFonts w:cs="Arial"/>
                <w:color w:val="FFFFFF" w:themeColor="background1"/>
                <w:sz w:val="16"/>
                <w:szCs w:val="16"/>
              </w:rPr>
              <w:t>(wpisać właściwe z wymienionych: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5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F8C65A" w14:textId="77777777" w:rsidR="00EA2309" w:rsidRPr="00F0054B" w:rsidRDefault="00EA2309" w:rsidP="00A95B19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6A6A5336" w14:textId="77777777" w:rsidR="00087C7C" w:rsidRPr="00123078" w:rsidRDefault="00087C7C" w:rsidP="00373DAC">
      <w:r w:rsidRPr="00123078">
        <w:tab/>
      </w:r>
      <w:r w:rsidRPr="00123078">
        <w:tab/>
      </w:r>
      <w:r w:rsidRPr="00123078">
        <w:tab/>
      </w:r>
      <w:r w:rsidRPr="00123078">
        <w:tab/>
      </w:r>
    </w:p>
    <w:p w14:paraId="4C5B93B6" w14:textId="4B2F80D0" w:rsidR="00FE14E3" w:rsidRDefault="00087C7C" w:rsidP="00FE14E3">
      <w:pPr>
        <w:ind w:left="4253"/>
        <w:rPr>
          <w:rFonts w:cs="Arial"/>
          <w:b/>
          <w:color w:val="000000"/>
          <w:sz w:val="20"/>
          <w:szCs w:val="20"/>
        </w:rPr>
      </w:pPr>
      <w:r w:rsidRPr="00123078">
        <w:rPr>
          <w:rFonts w:cs="Arial"/>
          <w:b/>
          <w:color w:val="000000"/>
          <w:sz w:val="20"/>
          <w:szCs w:val="20"/>
        </w:rPr>
        <w:tab/>
      </w:r>
      <w:r w:rsidR="00FE14E3">
        <w:rPr>
          <w:rFonts w:cs="Arial"/>
          <w:b/>
          <w:color w:val="000000"/>
          <w:sz w:val="20"/>
          <w:szCs w:val="20"/>
        </w:rPr>
        <w:t>Do:</w:t>
      </w:r>
    </w:p>
    <w:p w14:paraId="6C22F6F5" w14:textId="1DEF73C3" w:rsidR="00FE14E3" w:rsidRPr="001B76D3" w:rsidRDefault="00FE14E3" w:rsidP="00FE14E3">
      <w:pPr>
        <w:ind w:left="4253"/>
        <w:rPr>
          <w:rFonts w:cs="Arial"/>
        </w:rPr>
      </w:pPr>
      <w:r w:rsidRPr="00275DFA">
        <w:rPr>
          <w:rFonts w:cs="Arial"/>
          <w:b/>
        </w:rPr>
        <w:t>ORLEN Spółki Akcyjnej</w:t>
      </w:r>
    </w:p>
    <w:p w14:paraId="146906E6" w14:textId="77777777" w:rsidR="00FE14E3" w:rsidRPr="00FC6FA9" w:rsidRDefault="00FE14E3" w:rsidP="00FE14E3">
      <w:pPr>
        <w:pStyle w:val="Tekstpodstawowy"/>
        <w:tabs>
          <w:tab w:val="left" w:pos="851"/>
        </w:tabs>
        <w:spacing w:after="0"/>
        <w:ind w:left="4253"/>
        <w:rPr>
          <w:rFonts w:cs="Arial"/>
          <w:b/>
        </w:rPr>
      </w:pPr>
      <w:r w:rsidRPr="00FC6FA9">
        <w:rPr>
          <w:rFonts w:cs="Arial"/>
          <w:b/>
        </w:rPr>
        <w:t>Oddział Centralny Polskie Górnictwo Naftowe i Gazownictwo w Warszawie</w:t>
      </w:r>
    </w:p>
    <w:p w14:paraId="1C3A5CA1" w14:textId="77777777" w:rsidR="00FE14E3" w:rsidRPr="00FC6FA9" w:rsidRDefault="00FE14E3" w:rsidP="00FE14E3">
      <w:pPr>
        <w:pStyle w:val="Tekstpodstawowy"/>
        <w:tabs>
          <w:tab w:val="left" w:pos="851"/>
        </w:tabs>
        <w:spacing w:after="0"/>
        <w:ind w:left="4253"/>
        <w:rPr>
          <w:rFonts w:cs="Arial"/>
          <w:b/>
        </w:rPr>
      </w:pPr>
      <w:r w:rsidRPr="00FC6FA9">
        <w:rPr>
          <w:rFonts w:cs="Arial"/>
          <w:b/>
        </w:rPr>
        <w:t>ul. Marcina Kasprzaka 25</w:t>
      </w:r>
    </w:p>
    <w:p w14:paraId="06005360" w14:textId="77777777" w:rsidR="00FE14E3" w:rsidRPr="00275DFA" w:rsidRDefault="00FE14E3" w:rsidP="00FE14E3">
      <w:pPr>
        <w:pStyle w:val="Tekstpodstawowy"/>
        <w:tabs>
          <w:tab w:val="left" w:pos="851"/>
        </w:tabs>
        <w:spacing w:after="0"/>
        <w:ind w:left="4253"/>
        <w:rPr>
          <w:rFonts w:cs="Arial"/>
          <w:b/>
          <w:color w:val="4F81BD" w:themeColor="accent1"/>
        </w:rPr>
      </w:pPr>
      <w:r w:rsidRPr="00FC6FA9">
        <w:rPr>
          <w:rFonts w:cs="Arial"/>
          <w:b/>
        </w:rPr>
        <w:t>01-224 Warszawa</w:t>
      </w:r>
    </w:p>
    <w:p w14:paraId="65CC1ECA" w14:textId="131D7520" w:rsidR="00087C7C" w:rsidRPr="00123078" w:rsidRDefault="00087C7C" w:rsidP="00373DAC"/>
    <w:p w14:paraId="62C60585" w14:textId="77777777" w:rsidR="00087C7C" w:rsidRPr="00123078" w:rsidRDefault="00087C7C" w:rsidP="00373DAC">
      <w:pPr>
        <w:jc w:val="center"/>
      </w:pPr>
      <w:r w:rsidRPr="00123078">
        <w:t>O F E R T A</w:t>
      </w:r>
    </w:p>
    <w:p w14:paraId="4073BA5F" w14:textId="5A0B135D" w:rsidR="00476D62" w:rsidRPr="00476D62" w:rsidRDefault="00087C7C" w:rsidP="00476D62">
      <w:pPr>
        <w:autoSpaceDE w:val="0"/>
        <w:autoSpaceDN w:val="0"/>
        <w:adjustRightInd w:val="0"/>
        <w:spacing w:before="120" w:after="120"/>
        <w:rPr>
          <w:rFonts w:cs="Arial"/>
          <w:b/>
          <w:sz w:val="20"/>
          <w:szCs w:val="20"/>
        </w:rPr>
      </w:pPr>
      <w:r w:rsidRPr="00C24A40">
        <w:rPr>
          <w:rFonts w:cs="Arial"/>
          <w:sz w:val="20"/>
          <w:szCs w:val="20"/>
        </w:rPr>
        <w:t>W odpowiedzi na ogłoszenie o zamówieniu w postępowaniu</w:t>
      </w:r>
      <w:r w:rsidR="00161116">
        <w:rPr>
          <w:rFonts w:cs="Arial"/>
          <w:sz w:val="20"/>
          <w:szCs w:val="20"/>
        </w:rPr>
        <w:t xml:space="preserve"> </w:t>
      </w:r>
      <w:r w:rsidR="00161116" w:rsidRPr="00A3351C">
        <w:rPr>
          <w:rFonts w:cs="Arial"/>
          <w:sz w:val="20"/>
          <w:szCs w:val="20"/>
        </w:rPr>
        <w:t xml:space="preserve">niepublicznym prowadzonym </w:t>
      </w:r>
      <w:r w:rsidR="00161116" w:rsidRPr="00A3351C">
        <w:rPr>
          <w:rFonts w:cs="Arial"/>
          <w:sz w:val="20"/>
          <w:szCs w:val="20"/>
        </w:rPr>
        <w:br/>
        <w:t xml:space="preserve">w trybie </w:t>
      </w:r>
      <w:r w:rsidR="00161116">
        <w:rPr>
          <w:rFonts w:cs="Arial"/>
          <w:sz w:val="20"/>
          <w:szCs w:val="20"/>
        </w:rPr>
        <w:t>pr</w:t>
      </w:r>
      <w:r w:rsidR="00D74284">
        <w:rPr>
          <w:rFonts w:cs="Arial"/>
          <w:sz w:val="20"/>
          <w:szCs w:val="20"/>
        </w:rPr>
        <w:t>zetargu nieograniczonego</w:t>
      </w:r>
      <w:r w:rsidR="00161116" w:rsidRPr="00A3351C">
        <w:rPr>
          <w:rFonts w:cs="Arial"/>
          <w:sz w:val="20"/>
          <w:szCs w:val="20"/>
        </w:rPr>
        <w:t xml:space="preserve"> pn.</w:t>
      </w:r>
      <w:r w:rsidR="00476D62">
        <w:rPr>
          <w:rFonts w:cs="Arial"/>
          <w:sz w:val="20"/>
          <w:szCs w:val="20"/>
        </w:rPr>
        <w:t xml:space="preserve"> </w:t>
      </w:r>
      <w:r w:rsidR="00476D62" w:rsidRPr="00476D62">
        <w:rPr>
          <w:rFonts w:cs="Arial"/>
          <w:b/>
          <w:sz w:val="20"/>
          <w:szCs w:val="20"/>
        </w:rPr>
        <w:t>„Zakup i dostawa środków czystości dla Orlen S.A. – Oddział PGNiG w Sanoku”</w:t>
      </w:r>
      <w:r w:rsidR="00476D62">
        <w:rPr>
          <w:rFonts w:cs="Arial"/>
          <w:b/>
          <w:sz w:val="20"/>
          <w:szCs w:val="20"/>
        </w:rPr>
        <w:t xml:space="preserve"> </w:t>
      </w:r>
      <w:r w:rsidR="00476D62" w:rsidRPr="00476D62">
        <w:rPr>
          <w:rFonts w:cs="Arial"/>
          <w:sz w:val="20"/>
          <w:szCs w:val="20"/>
        </w:rPr>
        <w:t>numer postępowania: NP/PGNG/24/0970/OS/EU</w:t>
      </w:r>
      <w:r w:rsidR="00476D62">
        <w:rPr>
          <w:rFonts w:cs="Arial"/>
          <w:sz w:val="20"/>
          <w:szCs w:val="20"/>
        </w:rPr>
        <w:t>.</w:t>
      </w:r>
    </w:p>
    <w:p w14:paraId="263BDEB6" w14:textId="77777777" w:rsidR="00087C7C" w:rsidRPr="00123078" w:rsidRDefault="00087C7C" w:rsidP="00087C7C">
      <w:pPr>
        <w:adjustRightInd w:val="0"/>
        <w:rPr>
          <w:rFonts w:cs="Arial"/>
          <w:sz w:val="20"/>
          <w:szCs w:val="20"/>
          <w:highlight w:val="yellow"/>
        </w:rPr>
      </w:pPr>
    </w:p>
    <w:p w14:paraId="61DBB279" w14:textId="77777777" w:rsidR="00087C7C" w:rsidRPr="00123078" w:rsidRDefault="00087C7C" w:rsidP="00087C7C">
      <w:pPr>
        <w:adjustRightInd w:val="0"/>
        <w:rPr>
          <w:rFonts w:cs="Arial"/>
          <w:sz w:val="20"/>
          <w:szCs w:val="20"/>
        </w:rPr>
      </w:pPr>
      <w:r w:rsidRPr="00123078">
        <w:rPr>
          <w:rFonts w:cs="Arial"/>
          <w:sz w:val="20"/>
          <w:szCs w:val="20"/>
        </w:rPr>
        <w:t>My niżej podpisani działając w imieniu i na rzecz:</w:t>
      </w:r>
    </w:p>
    <w:p w14:paraId="445ABB4D" w14:textId="77777777" w:rsidR="00087C7C" w:rsidRDefault="00087C7C" w:rsidP="00087C7C">
      <w:pPr>
        <w:adjustRightInd w:val="0"/>
        <w:rPr>
          <w:rFonts w:cs="Arial"/>
          <w:sz w:val="20"/>
          <w:szCs w:val="20"/>
        </w:rPr>
      </w:pPr>
    </w:p>
    <w:p w14:paraId="67D04FAA" w14:textId="77777777" w:rsidR="00087C7C" w:rsidRPr="00123078" w:rsidRDefault="00087C7C" w:rsidP="00087C7C">
      <w:pPr>
        <w:adjustRightInd w:val="0"/>
        <w:rPr>
          <w:rFonts w:cs="Arial"/>
          <w:sz w:val="20"/>
          <w:szCs w:val="20"/>
        </w:rPr>
      </w:pPr>
      <w:r w:rsidRPr="00123078">
        <w:rPr>
          <w:rFonts w:cs="Arial"/>
          <w:sz w:val="20"/>
          <w:szCs w:val="20"/>
        </w:rPr>
        <w:t>………………………………………………………………………………………………………………….……</w:t>
      </w:r>
    </w:p>
    <w:p w14:paraId="3D8D0CAB" w14:textId="77777777" w:rsidR="00087C7C" w:rsidRPr="009B43E9" w:rsidRDefault="00087C7C" w:rsidP="00087C7C">
      <w:pPr>
        <w:adjustRightInd w:val="0"/>
        <w:jc w:val="center"/>
        <w:rPr>
          <w:rFonts w:cs="Arial"/>
          <w:i/>
          <w:iCs/>
          <w:sz w:val="10"/>
          <w:szCs w:val="20"/>
        </w:rPr>
      </w:pPr>
    </w:p>
    <w:p w14:paraId="672BC2C7" w14:textId="77777777" w:rsidR="00087C7C" w:rsidRDefault="00087C7C" w:rsidP="00087C7C">
      <w:pPr>
        <w:adjustRightInd w:val="0"/>
        <w:jc w:val="center"/>
        <w:rPr>
          <w:rFonts w:cs="Arial"/>
          <w:i/>
          <w:iCs/>
          <w:sz w:val="20"/>
          <w:szCs w:val="20"/>
        </w:rPr>
      </w:pPr>
      <w:r w:rsidRPr="00123078">
        <w:rPr>
          <w:rFonts w:cs="Arial"/>
          <w:i/>
          <w:iCs/>
          <w:sz w:val="20"/>
          <w:szCs w:val="20"/>
        </w:rPr>
        <w:t>(nazwa fi</w:t>
      </w:r>
      <w:r>
        <w:rPr>
          <w:rFonts w:cs="Arial"/>
          <w:i/>
          <w:iCs/>
          <w:sz w:val="20"/>
          <w:szCs w:val="20"/>
        </w:rPr>
        <w:t>rmy i dokładny adres Wykonawcy</w:t>
      </w:r>
      <w:r w:rsidRPr="00123078">
        <w:rPr>
          <w:rFonts w:cs="Arial"/>
          <w:i/>
          <w:iCs/>
          <w:sz w:val="20"/>
          <w:szCs w:val="20"/>
        </w:rPr>
        <w:t>)</w:t>
      </w:r>
    </w:p>
    <w:p w14:paraId="5E564503" w14:textId="77777777" w:rsidR="00087C7C" w:rsidRPr="009B0037" w:rsidRDefault="00087C7C" w:rsidP="00087C7C">
      <w:pPr>
        <w:shd w:val="clear" w:color="auto" w:fill="FFFFFF"/>
        <w:spacing w:line="240" w:lineRule="auto"/>
        <w:jc w:val="center"/>
        <w:rPr>
          <w:b/>
          <w:bCs/>
          <w:sz w:val="20"/>
        </w:rPr>
      </w:pPr>
    </w:p>
    <w:p w14:paraId="271C9813" w14:textId="7F0F3741" w:rsidR="00087C7C" w:rsidRDefault="00087C7C" w:rsidP="002B1AC9">
      <w:pPr>
        <w:shd w:val="clear" w:color="auto" w:fill="FFFFFF"/>
        <w:spacing w:line="240" w:lineRule="auto"/>
        <w:rPr>
          <w:sz w:val="20"/>
        </w:rPr>
      </w:pPr>
      <w:r w:rsidRPr="009B0037">
        <w:rPr>
          <w:sz w:val="20"/>
        </w:rPr>
        <w:t>Ubiegając się o zamówienie oświadczamy, że oferujemy</w:t>
      </w:r>
      <w:r w:rsidR="009B3A47">
        <w:rPr>
          <w:sz w:val="20"/>
        </w:rPr>
        <w:t xml:space="preserve"> następującą cenę za wykonanie przedmiotu zamówienia na warunkach określonych w SWZ:</w:t>
      </w:r>
    </w:p>
    <w:p w14:paraId="0F02C9B4" w14:textId="77777777" w:rsidR="009B3A47" w:rsidRPr="009B0037" w:rsidRDefault="009B3A47" w:rsidP="002B1AC9">
      <w:pPr>
        <w:shd w:val="clear" w:color="auto" w:fill="FFFFFF"/>
        <w:spacing w:line="240" w:lineRule="auto"/>
        <w:rPr>
          <w:bCs/>
          <w:sz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0"/>
        <w:gridCol w:w="4550"/>
      </w:tblGrid>
      <w:tr w:rsidR="00087C7C" w:rsidRPr="008D6348" w14:paraId="750958DF" w14:textId="77777777" w:rsidTr="009F167E">
        <w:trPr>
          <w:trHeight w:val="815"/>
        </w:trPr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0A5BA" w14:textId="77777777" w:rsidR="00087C7C" w:rsidRPr="00FC6FA9" w:rsidRDefault="00087C7C">
            <w:pPr>
              <w:spacing w:line="240" w:lineRule="auto"/>
              <w:jc w:val="center"/>
              <w:rPr>
                <w:rFonts w:cs="Arial"/>
                <w:b/>
                <w:sz w:val="20"/>
                <w:szCs w:val="22"/>
              </w:rPr>
            </w:pPr>
          </w:p>
          <w:p w14:paraId="28E2B846" w14:textId="77777777" w:rsidR="00087C7C" w:rsidRPr="00FC6FA9" w:rsidRDefault="00087C7C">
            <w:pPr>
              <w:spacing w:line="240" w:lineRule="auto"/>
              <w:jc w:val="center"/>
              <w:rPr>
                <w:rFonts w:cs="Arial"/>
                <w:b/>
                <w:sz w:val="20"/>
              </w:rPr>
            </w:pPr>
            <w:r w:rsidRPr="00FC6FA9">
              <w:rPr>
                <w:rFonts w:cs="Arial"/>
                <w:b/>
                <w:sz w:val="20"/>
              </w:rPr>
              <w:t xml:space="preserve">CENA </w:t>
            </w:r>
          </w:p>
          <w:p w14:paraId="1CC417E5" w14:textId="77777777" w:rsidR="00087C7C" w:rsidRPr="00FC6FA9" w:rsidRDefault="00087C7C">
            <w:pPr>
              <w:spacing w:line="240" w:lineRule="auto"/>
              <w:jc w:val="center"/>
              <w:rPr>
                <w:rFonts w:cs="Arial"/>
                <w:b/>
                <w:sz w:val="20"/>
                <w:szCs w:val="22"/>
              </w:rPr>
            </w:pP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6417" w14:textId="77777777" w:rsidR="00087C7C" w:rsidRPr="00FC6FA9" w:rsidRDefault="00087C7C">
            <w:pPr>
              <w:spacing w:line="240" w:lineRule="auto"/>
              <w:rPr>
                <w:rFonts w:cs="Arial"/>
                <w:b/>
                <w:sz w:val="20"/>
                <w:szCs w:val="22"/>
                <w:lang w:val="en-US"/>
              </w:rPr>
            </w:pPr>
          </w:p>
          <w:p w14:paraId="0F8ED3C0" w14:textId="3E76B74F" w:rsidR="00FC6FA9" w:rsidRPr="00FC6FA9" w:rsidRDefault="00476D62" w:rsidP="00FC6FA9">
            <w:pPr>
              <w:spacing w:line="240" w:lineRule="auto"/>
              <w:rPr>
                <w:rFonts w:cs="Arial"/>
                <w:b/>
                <w:sz w:val="20"/>
                <w:szCs w:val="22"/>
                <w:lang w:val="en-US"/>
              </w:rPr>
            </w:pPr>
            <w:r>
              <w:rPr>
                <w:rFonts w:cs="Arial"/>
                <w:b/>
                <w:sz w:val="20"/>
                <w:szCs w:val="22"/>
                <w:lang w:val="en-US"/>
              </w:rPr>
              <w:t>…………………… PLN</w:t>
            </w:r>
            <w:r w:rsidR="00FC6FA9" w:rsidRPr="00FC6FA9">
              <w:rPr>
                <w:rFonts w:cs="Arial"/>
                <w:b/>
                <w:sz w:val="20"/>
                <w:szCs w:val="22"/>
                <w:lang w:val="en-US"/>
              </w:rPr>
              <w:t xml:space="preserve"> NETTO</w:t>
            </w:r>
          </w:p>
          <w:p w14:paraId="755E379A" w14:textId="77777777" w:rsidR="00FC6FA9" w:rsidRPr="00FC6FA9" w:rsidRDefault="00FC6FA9" w:rsidP="00FC6FA9">
            <w:pPr>
              <w:spacing w:line="240" w:lineRule="auto"/>
              <w:rPr>
                <w:rFonts w:cs="Arial"/>
                <w:b/>
                <w:sz w:val="20"/>
                <w:szCs w:val="22"/>
                <w:lang w:val="en-US"/>
              </w:rPr>
            </w:pPr>
          </w:p>
          <w:p w14:paraId="3A87FA65" w14:textId="698D0A57" w:rsidR="00FC6FA9" w:rsidRPr="00FC6FA9" w:rsidRDefault="00FC6FA9" w:rsidP="00FC6FA9">
            <w:pPr>
              <w:spacing w:line="240" w:lineRule="auto"/>
              <w:rPr>
                <w:rFonts w:cs="Arial"/>
                <w:b/>
                <w:sz w:val="20"/>
                <w:szCs w:val="22"/>
                <w:lang w:val="en-US"/>
              </w:rPr>
            </w:pPr>
            <w:r w:rsidRPr="00FC6FA9">
              <w:rPr>
                <w:rFonts w:cs="Arial"/>
                <w:b/>
                <w:sz w:val="20"/>
                <w:szCs w:val="22"/>
                <w:lang w:val="en-US"/>
              </w:rPr>
              <w:t>VAT ........ %</w:t>
            </w:r>
          </w:p>
          <w:p w14:paraId="0D9DBA74" w14:textId="77777777" w:rsidR="00FC6FA9" w:rsidRPr="00FC6FA9" w:rsidRDefault="00FC6FA9" w:rsidP="00FC6FA9">
            <w:pPr>
              <w:spacing w:line="240" w:lineRule="auto"/>
              <w:rPr>
                <w:rFonts w:cs="Arial"/>
                <w:b/>
                <w:sz w:val="20"/>
                <w:szCs w:val="22"/>
                <w:lang w:val="en-US"/>
              </w:rPr>
            </w:pPr>
          </w:p>
          <w:p w14:paraId="6AF285F1" w14:textId="19CF9DAF" w:rsidR="00087C7C" w:rsidRPr="00FC6FA9" w:rsidRDefault="00FC6FA9" w:rsidP="00476D62">
            <w:pPr>
              <w:spacing w:line="240" w:lineRule="auto"/>
              <w:rPr>
                <w:rFonts w:cs="Arial"/>
                <w:b/>
                <w:sz w:val="20"/>
                <w:szCs w:val="22"/>
                <w:lang w:val="en-US"/>
              </w:rPr>
            </w:pPr>
            <w:r w:rsidRPr="00FC6FA9">
              <w:rPr>
                <w:rFonts w:cs="Arial"/>
                <w:b/>
                <w:sz w:val="20"/>
                <w:szCs w:val="22"/>
                <w:lang w:val="en-US"/>
              </w:rPr>
              <w:t>………………. PLN</w:t>
            </w:r>
            <w:r w:rsidR="00476D62">
              <w:rPr>
                <w:rFonts w:cs="Arial"/>
                <w:b/>
                <w:sz w:val="20"/>
                <w:szCs w:val="22"/>
                <w:lang w:val="en-US"/>
              </w:rPr>
              <w:t xml:space="preserve"> </w:t>
            </w:r>
            <w:r w:rsidRPr="00FC6FA9">
              <w:rPr>
                <w:rFonts w:cs="Arial"/>
                <w:b/>
                <w:sz w:val="20"/>
                <w:szCs w:val="22"/>
                <w:lang w:val="en-US"/>
              </w:rPr>
              <w:t>BRUTTO</w:t>
            </w:r>
          </w:p>
        </w:tc>
      </w:tr>
    </w:tbl>
    <w:p w14:paraId="399C2B33" w14:textId="40E74A7B" w:rsidR="000D59AB" w:rsidRDefault="000D59AB" w:rsidP="00087C7C">
      <w:pPr>
        <w:pStyle w:val="DraftLineWC"/>
        <w:suppressAutoHyphens w:val="0"/>
        <w:spacing w:after="0" w:line="276" w:lineRule="auto"/>
        <w:ind w:firstLine="0"/>
        <w:jc w:val="both"/>
        <w:rPr>
          <w:rFonts w:ascii="Arial" w:hAnsi="Arial" w:cs="Arial"/>
          <w:b/>
        </w:rPr>
      </w:pPr>
    </w:p>
    <w:p w14:paraId="04211C97" w14:textId="77777777" w:rsidR="00476D62" w:rsidRDefault="00476D62" w:rsidP="00087C7C">
      <w:pPr>
        <w:pStyle w:val="DraftLineWC"/>
        <w:suppressAutoHyphens w:val="0"/>
        <w:spacing w:after="0" w:line="276" w:lineRule="auto"/>
        <w:ind w:firstLine="0"/>
        <w:jc w:val="both"/>
        <w:rPr>
          <w:rFonts w:ascii="Arial" w:hAnsi="Arial" w:cs="Arial"/>
          <w:b/>
        </w:rPr>
      </w:pPr>
    </w:p>
    <w:p w14:paraId="7E33FBEC" w14:textId="30B20CA7" w:rsidR="00087C7C" w:rsidRPr="00123078" w:rsidRDefault="00087C7C" w:rsidP="00087C7C">
      <w:pPr>
        <w:pStyle w:val="DraftLineWC"/>
        <w:suppressAutoHyphens w:val="0"/>
        <w:spacing w:after="0" w:line="276" w:lineRule="auto"/>
        <w:ind w:firstLine="0"/>
        <w:jc w:val="both"/>
        <w:rPr>
          <w:rFonts w:ascii="Arial" w:hAnsi="Arial" w:cs="Arial"/>
          <w:b/>
        </w:rPr>
      </w:pPr>
      <w:r w:rsidRPr="00123078">
        <w:rPr>
          <w:rFonts w:ascii="Arial" w:hAnsi="Arial" w:cs="Arial"/>
          <w:b/>
        </w:rPr>
        <w:t>Oświadczamy, że:</w:t>
      </w:r>
    </w:p>
    <w:p w14:paraId="2B548A9E" w14:textId="77777777" w:rsidR="00087C7C" w:rsidRPr="009A70F8" w:rsidRDefault="00087C7C" w:rsidP="00087C7C">
      <w:pPr>
        <w:autoSpaceDE w:val="0"/>
        <w:autoSpaceDN w:val="0"/>
        <w:adjustRightInd w:val="0"/>
        <w:spacing w:line="240" w:lineRule="auto"/>
        <w:rPr>
          <w:rFonts w:cs="Arial"/>
          <w:color w:val="000000"/>
          <w:sz w:val="24"/>
        </w:rPr>
      </w:pPr>
    </w:p>
    <w:p w14:paraId="166CDB0D" w14:textId="13D965A4" w:rsidR="00587480" w:rsidRDefault="00992149" w:rsidP="00587480">
      <w:pPr>
        <w:pStyle w:val="Styl1formularz"/>
      </w:pPr>
      <w:r>
        <w:t>Z</w:t>
      </w:r>
      <w:r w:rsidR="00087C7C" w:rsidRPr="00B22C3E">
        <w:t xml:space="preserve">apoznaliśmy się z treścią </w:t>
      </w:r>
      <w:r w:rsidR="008338C1">
        <w:t>specyfikacji</w:t>
      </w:r>
      <w:r w:rsidR="00087C7C">
        <w:t xml:space="preserve"> warunków zamówienia</w:t>
      </w:r>
      <w:r w:rsidR="00587480">
        <w:t>,</w:t>
      </w:r>
      <w:r w:rsidR="00087C7C" w:rsidRPr="00B22C3E">
        <w:t xml:space="preserve"> </w:t>
      </w:r>
      <w:r w:rsidR="00587480" w:rsidRPr="00587480">
        <w:t>a w szczególności z opisem przedmio</w:t>
      </w:r>
      <w:r w:rsidR="00587480">
        <w:t xml:space="preserve">tu zamówienia oraz wzorem umowy </w:t>
      </w:r>
      <w:r w:rsidR="00087C7C" w:rsidRPr="00B22C3E">
        <w:t>i przyjmujemy je bez zastrzeżeń</w:t>
      </w:r>
      <w:r w:rsidR="00C75651">
        <w:t>.</w:t>
      </w:r>
    </w:p>
    <w:p w14:paraId="2F7F4323" w14:textId="6F7B44D3" w:rsidR="00B11B7C" w:rsidRDefault="00B11B7C" w:rsidP="00B11B7C">
      <w:pPr>
        <w:pStyle w:val="Styl1formularz"/>
      </w:pPr>
      <w:r w:rsidRPr="00B11B7C">
        <w:t>W razie wybrania naszej oferty zobowiązujemy się do podpisania umowy na warunkach zawa</w:t>
      </w:r>
      <w:r>
        <w:t xml:space="preserve">rtych w </w:t>
      </w:r>
      <w:r w:rsidRPr="00B11B7C">
        <w:t>specyfikacji warunków zamówienia w miejscu i terminie wskazanym przez Zamawiającego.</w:t>
      </w:r>
    </w:p>
    <w:p w14:paraId="655688DE" w14:textId="161CF9A1" w:rsidR="00087C7C" w:rsidRPr="00B22C3E" w:rsidRDefault="00587480" w:rsidP="00587480">
      <w:pPr>
        <w:pStyle w:val="Styl1formularz"/>
      </w:pPr>
      <w:r>
        <w:t>Z</w:t>
      </w:r>
      <w:r w:rsidR="00087C7C" w:rsidRPr="00B22C3E">
        <w:t>dobyliśmy konieczne informacje potrzebne do prawidłowego przygotowania oferty</w:t>
      </w:r>
      <w:r w:rsidR="00C75651">
        <w:t>.</w:t>
      </w:r>
    </w:p>
    <w:p w14:paraId="43CD92B3" w14:textId="70A1600A" w:rsidR="00087C7C" w:rsidRPr="00B22C3E" w:rsidRDefault="00992149" w:rsidP="00D940AE">
      <w:pPr>
        <w:pStyle w:val="Styl1formularz"/>
      </w:pPr>
      <w:r>
        <w:t>Z</w:t>
      </w:r>
      <w:r w:rsidR="00087C7C" w:rsidRPr="00B22C3E">
        <w:t xml:space="preserve">obowiązujemy się do wykonania zamówienia na warunkach i zasadach określonych </w:t>
      </w:r>
      <w:r w:rsidR="00087C7C">
        <w:br/>
      </w:r>
      <w:r w:rsidR="00D940AE" w:rsidRPr="00D940AE">
        <w:t xml:space="preserve">przez Zamawiającego </w:t>
      </w:r>
      <w:r w:rsidR="00087C7C" w:rsidRPr="00B22C3E">
        <w:t xml:space="preserve">w </w:t>
      </w:r>
      <w:r w:rsidR="008338C1">
        <w:t>specyfikacji</w:t>
      </w:r>
      <w:r w:rsidR="0050032E">
        <w:t xml:space="preserve"> warunków zamówienia</w:t>
      </w:r>
      <w:r w:rsidR="00C75651">
        <w:t>.</w:t>
      </w:r>
    </w:p>
    <w:p w14:paraId="4081C601" w14:textId="79EE5591" w:rsidR="00087C7C" w:rsidRDefault="00992149" w:rsidP="008F3D9B">
      <w:pPr>
        <w:pStyle w:val="Styl1formularz"/>
      </w:pPr>
      <w:r>
        <w:t>A</w:t>
      </w:r>
      <w:r w:rsidR="00087C7C" w:rsidRPr="00123078">
        <w:t>kceptujemy wskazany w </w:t>
      </w:r>
      <w:r w:rsidR="006C29FD">
        <w:t>SWZ</w:t>
      </w:r>
      <w:r w:rsidR="00087C7C" w:rsidRPr="00123078">
        <w:t xml:space="preserve"> termin związania ofertą</w:t>
      </w:r>
      <w:r w:rsidR="00C75651">
        <w:t>.</w:t>
      </w:r>
    </w:p>
    <w:p w14:paraId="4D95DA32" w14:textId="47559848" w:rsidR="00C713EC" w:rsidRDefault="00992149" w:rsidP="008F3D9B">
      <w:pPr>
        <w:pStyle w:val="Styl1formularz"/>
      </w:pPr>
      <w:r>
        <w:t>O</w:t>
      </w:r>
      <w:r w:rsidR="00087C7C" w:rsidRPr="00042E1C">
        <w:t>świadczamy, że w przypadku, gdy realizacja prac będzie wymagała udziału Podwykonawców, będziemy w pełni odpowiedzialni za działania lub uchybienia każdego Podwykonawcy, tak jakby to były nasze działania lub uchybienia</w:t>
      </w:r>
      <w:r w:rsidR="00C75651">
        <w:t>.</w:t>
      </w:r>
    </w:p>
    <w:p w14:paraId="7E53326E" w14:textId="112F456A" w:rsidR="00AF1D9B" w:rsidRPr="00AF1D9B" w:rsidRDefault="00AF1D9B" w:rsidP="00AF1D9B">
      <w:pPr>
        <w:pStyle w:val="Styl1formularz"/>
      </w:pPr>
      <w:r w:rsidRPr="00AF1D9B">
        <w:t>Zakres prac, który zamierzamy wykonać przy udziale podwykonawców:</w:t>
      </w:r>
    </w:p>
    <w:p w14:paraId="58C2A783" w14:textId="77777777" w:rsidR="00AF1D9B" w:rsidRPr="00AF1D9B" w:rsidRDefault="00AF1D9B" w:rsidP="00C46DD3">
      <w:pPr>
        <w:pStyle w:val="Styl1formularz"/>
        <w:numPr>
          <w:ilvl w:val="0"/>
          <w:numId w:val="23"/>
        </w:numPr>
      </w:pPr>
      <w:r w:rsidRPr="00AF1D9B">
        <w:t>..................................................................................</w:t>
      </w:r>
    </w:p>
    <w:p w14:paraId="3EA128AD" w14:textId="77777777" w:rsidR="00AF1D9B" w:rsidRPr="00AF1D9B" w:rsidRDefault="00AF1D9B" w:rsidP="00AF1D9B">
      <w:pPr>
        <w:pStyle w:val="Styl1formularz"/>
        <w:numPr>
          <w:ilvl w:val="0"/>
          <w:numId w:val="0"/>
        </w:numPr>
        <w:ind w:left="425"/>
      </w:pPr>
      <w:r w:rsidRPr="00AF1D9B">
        <w:rPr>
          <w:i/>
          <w:iCs/>
        </w:rPr>
        <w:t>(część zamówienia, nazwa podwykonawcy o ile jest znany)</w:t>
      </w:r>
    </w:p>
    <w:p w14:paraId="47A257C1" w14:textId="77777777" w:rsidR="00AF1D9B" w:rsidRPr="00AF1D9B" w:rsidRDefault="00AF1D9B" w:rsidP="00C46DD3">
      <w:pPr>
        <w:pStyle w:val="Styl1formularz"/>
        <w:numPr>
          <w:ilvl w:val="0"/>
          <w:numId w:val="23"/>
        </w:numPr>
      </w:pPr>
      <w:r w:rsidRPr="00AF1D9B">
        <w:t xml:space="preserve"> ...................................................................................</w:t>
      </w:r>
    </w:p>
    <w:p w14:paraId="75688032" w14:textId="63268B53" w:rsidR="00AF1D9B" w:rsidRPr="003522E3" w:rsidRDefault="00AF1D9B" w:rsidP="00AF1D9B">
      <w:pPr>
        <w:pStyle w:val="Styl1formularz"/>
        <w:numPr>
          <w:ilvl w:val="0"/>
          <w:numId w:val="0"/>
        </w:numPr>
        <w:ind w:left="425"/>
      </w:pPr>
      <w:r w:rsidRPr="003522E3">
        <w:rPr>
          <w:bCs/>
          <w:iCs/>
        </w:rPr>
        <w:t>(część zamówienia, nazwa podwykonawcy o ile jest znany)</w:t>
      </w:r>
    </w:p>
    <w:p w14:paraId="08E09519" w14:textId="7C99C3C3" w:rsidR="00396670" w:rsidRPr="00C713EC" w:rsidRDefault="00396670" w:rsidP="008F3D9B">
      <w:pPr>
        <w:pStyle w:val="Styl1formularz"/>
      </w:pPr>
      <w:r w:rsidRPr="00C713EC">
        <w:t>Oświadczamy, że*</w:t>
      </w:r>
      <w:r w:rsidR="00B27AF6">
        <w:rPr>
          <w:i/>
        </w:rPr>
        <w:t>(wybrać właściwe)</w:t>
      </w:r>
      <w:r w:rsidRPr="00C713EC">
        <w:t>:</w:t>
      </w:r>
    </w:p>
    <w:p w14:paraId="2AC486E6" w14:textId="77777777" w:rsidR="00396670" w:rsidRPr="007F6E2A" w:rsidRDefault="00396670" w:rsidP="00C46DD3">
      <w:pPr>
        <w:pStyle w:val="Akapitzlist"/>
        <w:numPr>
          <w:ilvl w:val="0"/>
          <w:numId w:val="9"/>
        </w:numPr>
        <w:ind w:left="709" w:hanging="283"/>
        <w:contextualSpacing w:val="0"/>
        <w:rPr>
          <w:rFonts w:cs="Arial"/>
          <w:color w:val="000000"/>
          <w:sz w:val="20"/>
          <w:szCs w:val="20"/>
        </w:rPr>
      </w:pPr>
      <w:r w:rsidRPr="007F6E2A">
        <w:rPr>
          <w:rFonts w:cs="Arial"/>
          <w:sz w:val="20"/>
          <w:szCs w:val="20"/>
          <w:lang w:eastAsia="en-US"/>
        </w:rPr>
        <w:t>przekazujemy dane osobowe inne niż bezpośrednio nas dotyczące wobec czego:</w:t>
      </w:r>
    </w:p>
    <w:p w14:paraId="5077DC7A" w14:textId="50941FD4" w:rsidR="00396670" w:rsidRPr="007F6E2A" w:rsidRDefault="00396670" w:rsidP="00C46DD3">
      <w:pPr>
        <w:pStyle w:val="Styla"/>
        <w:numPr>
          <w:ilvl w:val="0"/>
          <w:numId w:val="21"/>
        </w:numPr>
        <w:ind w:left="1134" w:hanging="425"/>
      </w:pPr>
      <w:r w:rsidRPr="007F6E2A">
        <w:t xml:space="preserve">wypełniliśmy obowiązki informacyjne przewidziane w art. 13 lub art. 14 RODO wobec osób fizycznych, od których dane osobowe zostały bezpośrednio lub pośrednio pozyskane w celu ubiegania się o udzielenie zamówienia </w:t>
      </w:r>
      <w:r w:rsidR="006E79FF">
        <w:t>niepublicznego</w:t>
      </w:r>
      <w:r w:rsidRPr="007F6E2A">
        <w:t xml:space="preserve"> w niniejszym post</w:t>
      </w:r>
      <w:r w:rsidR="007F6CF2">
        <w:t>ę</w:t>
      </w:r>
      <w:r w:rsidRPr="007F6E2A">
        <w:t>powaniu;</w:t>
      </w:r>
    </w:p>
    <w:p w14:paraId="215213A2" w14:textId="4E56115D" w:rsidR="00396670" w:rsidRPr="007F6E2A" w:rsidRDefault="00396670" w:rsidP="00250971">
      <w:pPr>
        <w:pStyle w:val="Styla"/>
        <w:ind w:left="1134" w:hanging="425"/>
      </w:pPr>
      <w:r w:rsidRPr="007F6E2A">
        <w:t>poinformowaliśmy wszystkie osoby fizyczne, których dane zostały przekazane Zamawiającemu w</w:t>
      </w:r>
      <w:r>
        <w:t> </w:t>
      </w:r>
      <w:r w:rsidRPr="007F6E2A">
        <w:t>związku z prowadzonym postępowaniem, o przetwarzaniu ich danych osobowych przez Zamawiającego zgodnie z treścią pkt 2</w:t>
      </w:r>
      <w:r w:rsidR="00197E5E">
        <w:t>6</w:t>
      </w:r>
      <w:r w:rsidRPr="007F6E2A">
        <w:t xml:space="preserve"> </w:t>
      </w:r>
      <w:r w:rsidR="006C29FD">
        <w:t>SWZ</w:t>
      </w:r>
      <w:r w:rsidRPr="007F6E2A">
        <w:t>;</w:t>
      </w:r>
    </w:p>
    <w:p w14:paraId="64C7E320" w14:textId="39BFDEB2" w:rsidR="00396670" w:rsidRDefault="00396670" w:rsidP="00250971">
      <w:pPr>
        <w:pStyle w:val="Styla"/>
        <w:ind w:left="1134" w:hanging="425"/>
      </w:pPr>
      <w:r w:rsidRPr="007F6E2A">
        <w:t>zobowiązujemy się do przekazania informacji, w zakresie, o którym mowa pkt b) powyżej, także osobom których dane zostaną przekazane Zamawiającemu w ww. celu na dalszych etapach postępowania</w:t>
      </w:r>
      <w:r w:rsidR="00C75651">
        <w:t>;</w:t>
      </w:r>
    </w:p>
    <w:p w14:paraId="26C04122" w14:textId="073A39C2" w:rsidR="000F2FE6" w:rsidRPr="00250971" w:rsidRDefault="000F2FE6" w:rsidP="00C46DD3">
      <w:pPr>
        <w:pStyle w:val="Akapitzlist"/>
        <w:numPr>
          <w:ilvl w:val="0"/>
          <w:numId w:val="9"/>
        </w:numPr>
        <w:autoSpaceDE w:val="0"/>
        <w:autoSpaceDN w:val="0"/>
        <w:spacing w:after="120" w:line="276" w:lineRule="auto"/>
        <w:ind w:hanging="294"/>
        <w:rPr>
          <w:rFonts w:eastAsia="Calibri" w:cs="Arial"/>
          <w:color w:val="000000"/>
          <w:sz w:val="20"/>
          <w:szCs w:val="20"/>
        </w:rPr>
      </w:pPr>
      <w:r w:rsidRPr="00C023E8">
        <w:rPr>
          <w:rFonts w:cs="Arial"/>
          <w:sz w:val="20"/>
          <w:szCs w:val="20"/>
          <w:lang w:eastAsia="en-US"/>
        </w:rPr>
        <w:t xml:space="preserve">nie przekazujemy danych osobowych innych niż bezpośrednio nas dotyczących </w:t>
      </w:r>
      <w:r w:rsidRPr="00C023E8">
        <w:rPr>
          <w:rFonts w:cs="Arial"/>
          <w:sz w:val="20"/>
          <w:szCs w:val="20"/>
          <w:lang w:eastAsia="en-US"/>
        </w:rPr>
        <w:br/>
        <w:t xml:space="preserve">lub zachodzi wyłączenie stosowania obowiązku informacyjnego, stosownie do art. 13 ust. 4 </w:t>
      </w:r>
      <w:r w:rsidRPr="00C023E8">
        <w:rPr>
          <w:rFonts w:cs="Arial"/>
          <w:sz w:val="20"/>
          <w:szCs w:val="20"/>
          <w:lang w:eastAsia="en-US"/>
        </w:rPr>
        <w:br/>
        <w:t>lub art. 14 ust. 5 RODO</w:t>
      </w:r>
      <w:r w:rsidR="00000287">
        <w:rPr>
          <w:rFonts w:cs="Arial"/>
          <w:sz w:val="20"/>
          <w:szCs w:val="20"/>
          <w:lang w:eastAsia="en-US"/>
        </w:rPr>
        <w:t>.</w:t>
      </w:r>
    </w:p>
    <w:p w14:paraId="441435AE" w14:textId="10CF12A8" w:rsidR="00087C7C" w:rsidRDefault="00992149" w:rsidP="00AE4C01">
      <w:pPr>
        <w:pStyle w:val="Styl1formularz"/>
      </w:pPr>
      <w:r w:rsidRPr="00AE4C01">
        <w:t>Z</w:t>
      </w:r>
      <w:r w:rsidR="00087C7C" w:rsidRPr="00AE4C01">
        <w:t>achowamy w tajemnicy wszelkie informacje uzyskane w związku z niniejszym postępowaniem, realizacją przedmiotu zamówienia oraz zobowiązujemy się do niekopiowania, niepowielania, ani w jakikolwiek sposób nierozpowszechniania informacji otrzymanych od Zamawiającego, za wyjątkiem przypadków, gdy jest to potrzebne w celu realizacji przedmiotu zamówienia</w:t>
      </w:r>
      <w:r w:rsidR="0056169C">
        <w:t>.</w:t>
      </w:r>
    </w:p>
    <w:p w14:paraId="565C1D57" w14:textId="77777777" w:rsidR="00702E15" w:rsidRPr="00AE4C01" w:rsidRDefault="00087C7C" w:rsidP="00AE4C01">
      <w:pPr>
        <w:pStyle w:val="Styl1formularz"/>
      </w:pPr>
      <w:r w:rsidRPr="00AE4C01">
        <w:rPr>
          <w:color w:val="auto"/>
        </w:rPr>
        <w:t xml:space="preserve">Oferta nie zawiera* / zawiera* informacji stanowiących tajemnicę przedsiębiorstwa w rozumieniu przepisów o zwalczaniu nieuczciwej konkurencji </w:t>
      </w:r>
      <w:r w:rsidRPr="00AE4C01">
        <w:rPr>
          <w:i/>
          <w:color w:val="auto"/>
        </w:rPr>
        <w:t xml:space="preserve">(*niepotrzebne skreślić). </w:t>
      </w:r>
      <w:r w:rsidRPr="00AE4C01">
        <w:rPr>
          <w:color w:val="auto"/>
        </w:rPr>
        <w:t>Informacje takie zawarte są na stronach od**……..  do** ………</w:t>
      </w:r>
      <w:r w:rsidR="001B5165" w:rsidRPr="00AE4C01">
        <w:rPr>
          <w:color w:val="auto"/>
        </w:rPr>
        <w:t xml:space="preserve"> w pliku/plikach o nazwie ….**</w:t>
      </w:r>
      <w:r w:rsidRPr="00AE4C01">
        <w:rPr>
          <w:color w:val="auto"/>
        </w:rPr>
        <w:t xml:space="preserve"> </w:t>
      </w:r>
      <w:r w:rsidRPr="00AE4C01">
        <w:rPr>
          <w:i/>
          <w:color w:val="auto"/>
        </w:rPr>
        <w:t>(**wypełnić jeśli dotyczy).</w:t>
      </w:r>
    </w:p>
    <w:p w14:paraId="5BB73EE5" w14:textId="77777777" w:rsidR="005102A3" w:rsidRPr="00AE4C01" w:rsidRDefault="00702E15" w:rsidP="00AE4C01">
      <w:pPr>
        <w:pStyle w:val="Styl1formularz"/>
      </w:pPr>
      <w:r w:rsidRPr="00AE4C01">
        <w:rPr>
          <w:color w:val="auto"/>
        </w:rPr>
        <w:t>Przy realizacji zamówienia będziemy kierować się zasadą projektowania i dostarczania energooszczędnych produktów i usług, które umożliwią Zamawiającemu eksploatację obiektu/urządzenia w sposób efektywny energetycznie.</w:t>
      </w:r>
    </w:p>
    <w:p w14:paraId="21D0A5D2" w14:textId="2C94EA75" w:rsidR="005102A3" w:rsidRPr="00476D62" w:rsidRDefault="005102A3" w:rsidP="00AE4C01">
      <w:pPr>
        <w:pStyle w:val="Styl1formularz"/>
        <w:rPr>
          <w:color w:val="auto"/>
        </w:rPr>
      </w:pPr>
      <w:r w:rsidRPr="007C0FAA">
        <w:rPr>
          <w:rFonts w:eastAsia="Calibri"/>
          <w:b/>
          <w:color w:val="0070C0"/>
          <w:lang w:eastAsia="en-US"/>
        </w:rPr>
        <w:t xml:space="preserve"> </w:t>
      </w:r>
      <w:r w:rsidRPr="00476D62">
        <w:rPr>
          <w:rFonts w:eastAsia="Calibri"/>
          <w:color w:val="auto"/>
          <w:lang w:eastAsia="en-US"/>
        </w:rPr>
        <w:t>Niniejszym oświadczamy, że ubiegając się o przedmiotowe</w:t>
      </w:r>
      <w:r w:rsidR="001948F4" w:rsidRPr="00476D62">
        <w:rPr>
          <w:rFonts w:eastAsia="Calibri"/>
          <w:color w:val="auto"/>
          <w:lang w:eastAsia="en-US"/>
        </w:rPr>
        <w:t xml:space="preserve"> zamówienie</w:t>
      </w:r>
      <w:r w:rsidRPr="00476D62">
        <w:rPr>
          <w:rFonts w:eastAsia="Calibri"/>
          <w:color w:val="auto"/>
          <w:lang w:eastAsia="en-US"/>
        </w:rPr>
        <w:t>:</w:t>
      </w:r>
    </w:p>
    <w:p w14:paraId="25EF5D0E" w14:textId="77777777" w:rsidR="00835CC5" w:rsidRPr="00CD0E79" w:rsidRDefault="00835CC5" w:rsidP="00835CC5">
      <w:pPr>
        <w:pStyle w:val="Styl1formularz"/>
        <w:numPr>
          <w:ilvl w:val="0"/>
          <w:numId w:val="35"/>
        </w:numPr>
        <w:rPr>
          <w:rFonts w:eastAsia="Calibri" w:cs="Calibri"/>
          <w:color w:val="auto"/>
          <w:lang w:eastAsia="en-US"/>
        </w:rPr>
      </w:pPr>
      <w:r w:rsidRPr="00CD0E79">
        <w:rPr>
          <w:rFonts w:eastAsia="Calibri" w:cs="Calibri"/>
          <w:color w:val="auto"/>
          <w:lang w:eastAsia="en-US"/>
        </w:rPr>
        <w:lastRenderedPageBreak/>
        <w:t>deklarujemy i płacimy w sposób należyty i rzetelny zobowiązania prawno – podatkowe związane z podatkiem VAT;</w:t>
      </w:r>
    </w:p>
    <w:p w14:paraId="6AD1A8E4" w14:textId="77777777" w:rsidR="00835CC5" w:rsidRPr="00CD0E79" w:rsidRDefault="00835CC5" w:rsidP="00835CC5">
      <w:pPr>
        <w:pStyle w:val="Styl1formularz"/>
        <w:numPr>
          <w:ilvl w:val="0"/>
          <w:numId w:val="35"/>
        </w:numPr>
        <w:rPr>
          <w:rFonts w:eastAsia="Calibri" w:cs="Calibri"/>
          <w:color w:val="auto"/>
          <w:lang w:eastAsia="en-US"/>
        </w:rPr>
      </w:pPr>
      <w:r w:rsidRPr="00CD0E79">
        <w:rPr>
          <w:rFonts w:eastAsia="Calibri" w:cs="Calibri"/>
          <w:color w:val="auto"/>
          <w:lang w:eastAsia="en-US"/>
        </w:rPr>
        <w:t>rozpoczęliśmy prowadzenie działalności gospodarczej w dniu …….(dzień-miesiąc-rok);</w:t>
      </w:r>
    </w:p>
    <w:p w14:paraId="0849259F" w14:textId="25B12423" w:rsidR="00835CC5" w:rsidRPr="00CD0E79" w:rsidRDefault="00835CC5" w:rsidP="00835CC5">
      <w:pPr>
        <w:pStyle w:val="Styl1formularz"/>
        <w:numPr>
          <w:ilvl w:val="0"/>
          <w:numId w:val="35"/>
        </w:numPr>
        <w:rPr>
          <w:rFonts w:eastAsia="Calibri" w:cs="Calibri"/>
          <w:color w:val="auto"/>
          <w:lang w:eastAsia="en-US"/>
        </w:rPr>
      </w:pPr>
      <w:r w:rsidRPr="00CD0E79">
        <w:rPr>
          <w:rFonts w:eastAsia="Calibri" w:cs="Calibri"/>
          <w:color w:val="auto"/>
          <w:lang w:eastAsia="en-US"/>
        </w:rPr>
        <w:t>miejscem prowadzenia działalności gospodarczej jest  ……………………………………………………………</w:t>
      </w:r>
      <w:r w:rsidR="00A812AB" w:rsidRPr="00CD0E79">
        <w:rPr>
          <w:rFonts w:eastAsia="Calibri" w:cs="Calibri"/>
          <w:color w:val="auto"/>
          <w:lang w:eastAsia="en-US"/>
        </w:rPr>
        <w:t>……………… (wskazać dokładny adres).</w:t>
      </w:r>
    </w:p>
    <w:p w14:paraId="3B316CA3" w14:textId="2E45D115" w:rsidR="00087C7C" w:rsidRPr="00E50C59" w:rsidRDefault="00087C7C" w:rsidP="00AE4C01">
      <w:pPr>
        <w:pStyle w:val="Styl1formularz"/>
      </w:pPr>
      <w:r w:rsidRPr="00123078">
        <w:t xml:space="preserve">Wszelką korespondencję  dotyczącą niniejszego </w:t>
      </w:r>
      <w:r w:rsidR="00B25BEA">
        <w:t>postępowania</w:t>
      </w:r>
      <w:r w:rsidRPr="00123078">
        <w:t xml:space="preserve"> należy kierować na: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4952"/>
      </w:tblGrid>
      <w:tr w:rsidR="00087C7C" w:rsidRPr="00F0054B" w14:paraId="11EBB526" w14:textId="77777777" w:rsidTr="00A95B19">
        <w:trPr>
          <w:jc w:val="center"/>
        </w:trPr>
        <w:tc>
          <w:tcPr>
            <w:tcW w:w="2968" w:type="dxa"/>
          </w:tcPr>
          <w:p w14:paraId="72218706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4952" w:type="dxa"/>
          </w:tcPr>
          <w:p w14:paraId="0B45DAE8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449CBB36" w14:textId="77777777" w:rsidTr="00A95B19">
        <w:trPr>
          <w:jc w:val="center"/>
        </w:trPr>
        <w:tc>
          <w:tcPr>
            <w:tcW w:w="2968" w:type="dxa"/>
          </w:tcPr>
          <w:p w14:paraId="1A91357E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 xml:space="preserve">Instytucja </w:t>
            </w:r>
          </w:p>
        </w:tc>
        <w:tc>
          <w:tcPr>
            <w:tcW w:w="4952" w:type="dxa"/>
          </w:tcPr>
          <w:p w14:paraId="4FBDEF93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43E053AB" w14:textId="77777777" w:rsidTr="00A95B19">
        <w:trPr>
          <w:jc w:val="center"/>
        </w:trPr>
        <w:tc>
          <w:tcPr>
            <w:tcW w:w="2968" w:type="dxa"/>
          </w:tcPr>
          <w:p w14:paraId="4BC6D42B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Adres</w:t>
            </w:r>
          </w:p>
        </w:tc>
        <w:tc>
          <w:tcPr>
            <w:tcW w:w="4952" w:type="dxa"/>
          </w:tcPr>
          <w:p w14:paraId="25C64F63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7452D0A9" w14:textId="77777777" w:rsidTr="00A95B19">
        <w:trPr>
          <w:jc w:val="center"/>
        </w:trPr>
        <w:tc>
          <w:tcPr>
            <w:tcW w:w="2968" w:type="dxa"/>
          </w:tcPr>
          <w:p w14:paraId="0FF6A4A3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Nr telefonu</w:t>
            </w:r>
          </w:p>
        </w:tc>
        <w:tc>
          <w:tcPr>
            <w:tcW w:w="4952" w:type="dxa"/>
          </w:tcPr>
          <w:p w14:paraId="0416A8B5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7BAD4F08" w14:textId="77777777" w:rsidTr="00A95B19">
        <w:trPr>
          <w:trHeight w:val="70"/>
          <w:jc w:val="center"/>
        </w:trPr>
        <w:tc>
          <w:tcPr>
            <w:tcW w:w="2968" w:type="dxa"/>
          </w:tcPr>
          <w:p w14:paraId="281BEA58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Nr faksu</w:t>
            </w:r>
          </w:p>
        </w:tc>
        <w:tc>
          <w:tcPr>
            <w:tcW w:w="4952" w:type="dxa"/>
          </w:tcPr>
          <w:p w14:paraId="51F9EAB0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7FE74277" w14:textId="77777777" w:rsidTr="00A95B19">
        <w:trPr>
          <w:jc w:val="center"/>
        </w:trPr>
        <w:tc>
          <w:tcPr>
            <w:tcW w:w="2968" w:type="dxa"/>
          </w:tcPr>
          <w:p w14:paraId="42BDD1BA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Adres e-mail</w:t>
            </w:r>
          </w:p>
        </w:tc>
        <w:tc>
          <w:tcPr>
            <w:tcW w:w="4952" w:type="dxa"/>
          </w:tcPr>
          <w:p w14:paraId="0723B519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65EDCCE2" w14:textId="77777777" w:rsidR="00087C7C" w:rsidRDefault="00087C7C" w:rsidP="00087C7C">
      <w:pPr>
        <w:autoSpaceDE w:val="0"/>
        <w:autoSpaceDN w:val="0"/>
        <w:ind w:left="426"/>
        <w:rPr>
          <w:rFonts w:cs="Arial"/>
          <w:sz w:val="20"/>
          <w:szCs w:val="20"/>
        </w:rPr>
      </w:pPr>
    </w:p>
    <w:p w14:paraId="6ED9EB77" w14:textId="0290EABF" w:rsidR="00087C7C" w:rsidRDefault="00087C7C" w:rsidP="00087C7C">
      <w:pPr>
        <w:autoSpaceDE w:val="0"/>
        <w:autoSpaceDN w:val="0"/>
        <w:rPr>
          <w:rFonts w:cs="Arial"/>
          <w:sz w:val="20"/>
          <w:szCs w:val="20"/>
        </w:rPr>
      </w:pPr>
    </w:p>
    <w:p w14:paraId="3392B17A" w14:textId="0E07C6EB" w:rsidR="00A812AB" w:rsidRDefault="00A812AB" w:rsidP="00087C7C">
      <w:pPr>
        <w:autoSpaceDE w:val="0"/>
        <w:autoSpaceDN w:val="0"/>
        <w:rPr>
          <w:rFonts w:cs="Arial"/>
          <w:sz w:val="20"/>
          <w:szCs w:val="20"/>
        </w:rPr>
      </w:pPr>
    </w:p>
    <w:p w14:paraId="5B66EAD4" w14:textId="63DB6198" w:rsidR="00A812AB" w:rsidRDefault="00A812AB" w:rsidP="00087C7C">
      <w:pPr>
        <w:autoSpaceDE w:val="0"/>
        <w:autoSpaceDN w:val="0"/>
        <w:rPr>
          <w:rFonts w:cs="Arial"/>
          <w:sz w:val="20"/>
          <w:szCs w:val="20"/>
        </w:rPr>
      </w:pPr>
    </w:p>
    <w:p w14:paraId="723BF6C8" w14:textId="77777777" w:rsidR="00A812AB" w:rsidRDefault="00A812AB" w:rsidP="00087C7C">
      <w:pPr>
        <w:autoSpaceDE w:val="0"/>
        <w:autoSpaceDN w:val="0"/>
        <w:rPr>
          <w:rFonts w:cs="Arial"/>
          <w:sz w:val="20"/>
          <w:szCs w:val="20"/>
        </w:rPr>
      </w:pPr>
    </w:p>
    <w:p w14:paraId="392B2D9D" w14:textId="77777777" w:rsidR="00087C7C" w:rsidRDefault="00087C7C" w:rsidP="00087C7C">
      <w:pPr>
        <w:autoSpaceDE w:val="0"/>
        <w:autoSpaceDN w:val="0"/>
        <w:spacing w:line="240" w:lineRule="auto"/>
        <w:rPr>
          <w:rFonts w:cs="Arial"/>
          <w:sz w:val="20"/>
          <w:szCs w:val="20"/>
        </w:rPr>
      </w:pPr>
      <w:r w:rsidRPr="001F01E0">
        <w:rPr>
          <w:rFonts w:cs="Arial"/>
          <w:sz w:val="20"/>
          <w:szCs w:val="20"/>
        </w:rPr>
        <w:t xml:space="preserve">Załączniki do niniejszej oferty: </w:t>
      </w:r>
    </w:p>
    <w:p w14:paraId="4881C3C4" w14:textId="77777777" w:rsidR="00087C7C" w:rsidRDefault="00087C7C" w:rsidP="00C46DD3">
      <w:pPr>
        <w:pStyle w:val="Akapitzlist"/>
        <w:numPr>
          <w:ilvl w:val="0"/>
          <w:numId w:val="8"/>
        </w:numPr>
        <w:autoSpaceDE w:val="0"/>
        <w:autoSpaceDN w:val="0"/>
        <w:spacing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………………………….</w:t>
      </w:r>
    </w:p>
    <w:p w14:paraId="354006FA" w14:textId="77777777" w:rsidR="00087C7C" w:rsidRPr="001F01E0" w:rsidRDefault="00087C7C" w:rsidP="00C46DD3">
      <w:pPr>
        <w:pStyle w:val="Akapitzlist"/>
        <w:numPr>
          <w:ilvl w:val="0"/>
          <w:numId w:val="8"/>
        </w:numPr>
        <w:autoSpaceDE w:val="0"/>
        <w:autoSpaceDN w:val="0"/>
        <w:spacing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………………………….</w:t>
      </w:r>
    </w:p>
    <w:p w14:paraId="74587750" w14:textId="77777777" w:rsidR="00087C7C" w:rsidRDefault="00087C7C" w:rsidP="00087C7C">
      <w:pPr>
        <w:autoSpaceDE w:val="0"/>
        <w:autoSpaceDN w:val="0"/>
        <w:rPr>
          <w:rFonts w:cs="Arial"/>
          <w:sz w:val="8"/>
          <w:szCs w:val="20"/>
        </w:rPr>
      </w:pPr>
    </w:p>
    <w:p w14:paraId="00E637BF" w14:textId="77777777" w:rsidR="00087C7C" w:rsidRPr="00EC622F" w:rsidRDefault="00087C7C" w:rsidP="00087C7C">
      <w:pPr>
        <w:autoSpaceDE w:val="0"/>
        <w:autoSpaceDN w:val="0"/>
        <w:rPr>
          <w:rFonts w:cs="Arial"/>
          <w:sz w:val="8"/>
          <w:szCs w:val="20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4177"/>
        <w:gridCol w:w="3194"/>
        <w:gridCol w:w="1686"/>
      </w:tblGrid>
      <w:tr w:rsidR="00087C7C" w:rsidRPr="00F0054B" w14:paraId="2BD957C4" w14:textId="77777777" w:rsidTr="002B1AC9">
        <w:trPr>
          <w:cantSplit/>
          <w:trHeight w:val="703"/>
          <w:jc w:val="center"/>
        </w:trPr>
        <w:tc>
          <w:tcPr>
            <w:tcW w:w="553" w:type="dxa"/>
            <w:vAlign w:val="center"/>
          </w:tcPr>
          <w:p w14:paraId="1AF53B48" w14:textId="730B6F26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4177" w:type="dxa"/>
            <w:vAlign w:val="center"/>
          </w:tcPr>
          <w:p w14:paraId="4CF00908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3194" w:type="dxa"/>
            <w:vAlign w:val="center"/>
          </w:tcPr>
          <w:p w14:paraId="2F974F03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 xml:space="preserve">Podpis(y) osoby(osób) </w:t>
            </w:r>
          </w:p>
          <w:p w14:paraId="5ABEF2D1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uprawnionej</w:t>
            </w:r>
            <w:r w:rsidRPr="00F0054B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0054B">
              <w:rPr>
                <w:rFonts w:cs="Arial"/>
                <w:bCs/>
                <w:sz w:val="18"/>
                <w:szCs w:val="18"/>
              </w:rPr>
              <w:t>(ych)</w:t>
            </w:r>
          </w:p>
        </w:tc>
        <w:tc>
          <w:tcPr>
            <w:tcW w:w="1686" w:type="dxa"/>
            <w:vAlign w:val="center"/>
          </w:tcPr>
          <w:p w14:paraId="6A7615C3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</w:t>
            </w:r>
          </w:p>
          <w:p w14:paraId="4F2DD1E0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 xml:space="preserve"> i data</w:t>
            </w:r>
          </w:p>
        </w:tc>
      </w:tr>
      <w:tr w:rsidR="00087C7C" w:rsidRPr="00F0054B" w14:paraId="51CFD4B1" w14:textId="77777777" w:rsidTr="00A95B19">
        <w:trPr>
          <w:cantSplit/>
          <w:trHeight w:val="674"/>
          <w:jc w:val="center"/>
        </w:trPr>
        <w:tc>
          <w:tcPr>
            <w:tcW w:w="553" w:type="dxa"/>
          </w:tcPr>
          <w:p w14:paraId="4C08C86E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77" w:type="dxa"/>
          </w:tcPr>
          <w:p w14:paraId="07FDEFB8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  <w:p w14:paraId="33E20B75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194" w:type="dxa"/>
          </w:tcPr>
          <w:p w14:paraId="01DE6864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86" w:type="dxa"/>
          </w:tcPr>
          <w:p w14:paraId="4C57727C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57D563E2" w14:textId="7232767E" w:rsidR="00FD7E3B" w:rsidRDefault="00FD7E3B" w:rsidP="00087C7C">
      <w:pPr>
        <w:rPr>
          <w:rFonts w:cs="Arial"/>
          <w:sz w:val="12"/>
        </w:rPr>
      </w:pPr>
    </w:p>
    <w:p w14:paraId="7A86C2D8" w14:textId="77777777" w:rsidR="000D59AB" w:rsidRDefault="000D59AB" w:rsidP="008F3D9B">
      <w:pPr>
        <w:pStyle w:val="StylZa"/>
      </w:pPr>
    </w:p>
    <w:p w14:paraId="27B383CB" w14:textId="77777777" w:rsidR="000D59AB" w:rsidRDefault="000D59AB" w:rsidP="008F3D9B">
      <w:pPr>
        <w:pStyle w:val="StylZa"/>
      </w:pPr>
    </w:p>
    <w:p w14:paraId="5AFCF18A" w14:textId="4D880FCB" w:rsidR="000D59AB" w:rsidRDefault="000D59AB" w:rsidP="008F3D9B">
      <w:pPr>
        <w:pStyle w:val="StylZa"/>
      </w:pPr>
    </w:p>
    <w:p w14:paraId="77D2BA28" w14:textId="760D0A9E" w:rsidR="00476D62" w:rsidRDefault="00476D62" w:rsidP="008F3D9B">
      <w:pPr>
        <w:pStyle w:val="StylZa"/>
      </w:pPr>
    </w:p>
    <w:p w14:paraId="6D5D3333" w14:textId="19B7979E" w:rsidR="00476D62" w:rsidRDefault="00476D62" w:rsidP="008F3D9B">
      <w:pPr>
        <w:pStyle w:val="StylZa"/>
      </w:pPr>
    </w:p>
    <w:p w14:paraId="33403F79" w14:textId="75CC0F70" w:rsidR="00476D62" w:rsidRDefault="00476D62" w:rsidP="008F3D9B">
      <w:pPr>
        <w:pStyle w:val="StylZa"/>
      </w:pPr>
    </w:p>
    <w:p w14:paraId="30794448" w14:textId="562C950E" w:rsidR="00476D62" w:rsidRDefault="00476D62" w:rsidP="008F3D9B">
      <w:pPr>
        <w:pStyle w:val="StylZa"/>
      </w:pPr>
    </w:p>
    <w:p w14:paraId="075F0C10" w14:textId="25699838" w:rsidR="00476D62" w:rsidRDefault="00476D62" w:rsidP="008F3D9B">
      <w:pPr>
        <w:pStyle w:val="StylZa"/>
      </w:pPr>
    </w:p>
    <w:p w14:paraId="5F017249" w14:textId="622533CA" w:rsidR="00476D62" w:rsidRDefault="00476D62" w:rsidP="008F3D9B">
      <w:pPr>
        <w:pStyle w:val="StylZa"/>
      </w:pPr>
    </w:p>
    <w:p w14:paraId="4840C7A4" w14:textId="09CDAA5D" w:rsidR="00476D62" w:rsidRDefault="00476D62" w:rsidP="008F3D9B">
      <w:pPr>
        <w:pStyle w:val="StylZa"/>
      </w:pPr>
    </w:p>
    <w:p w14:paraId="320D767F" w14:textId="714E63AE" w:rsidR="00476D62" w:rsidRDefault="00476D62" w:rsidP="008F3D9B">
      <w:pPr>
        <w:pStyle w:val="StylZa"/>
      </w:pPr>
    </w:p>
    <w:p w14:paraId="67530C5C" w14:textId="77777777" w:rsidR="00476D62" w:rsidRDefault="00476D62" w:rsidP="008F3D9B">
      <w:pPr>
        <w:pStyle w:val="StylZa"/>
      </w:pPr>
    </w:p>
    <w:p w14:paraId="298DBC87" w14:textId="68B3F64E" w:rsidR="00087C7C" w:rsidRPr="006116C4" w:rsidRDefault="00087C7C" w:rsidP="008F3D9B">
      <w:pPr>
        <w:pStyle w:val="StylZa"/>
      </w:pPr>
      <w:r w:rsidRPr="006116C4">
        <w:lastRenderedPageBreak/>
        <w:t xml:space="preserve">Załącznik nr 2 do </w:t>
      </w:r>
      <w:r w:rsidR="006C29FD">
        <w:t>SWZ</w:t>
      </w:r>
    </w:p>
    <w:p w14:paraId="627CC69B" w14:textId="77777777" w:rsidR="00087C7C" w:rsidRPr="008F3D9B" w:rsidRDefault="00087C7C" w:rsidP="008F3D9B">
      <w:pPr>
        <w:pStyle w:val="Styltytuza"/>
      </w:pPr>
      <w:r w:rsidRPr="008F3D9B">
        <w:t>OPIS PRZEDMIOTU ZAMÓWIENIA</w:t>
      </w:r>
    </w:p>
    <w:p w14:paraId="015EDA0C" w14:textId="74EF77CC" w:rsidR="00FD7E3B" w:rsidRDefault="009B3A47" w:rsidP="008F3D9B">
      <w:pPr>
        <w:pStyle w:val="Styltytuza"/>
      </w:pPr>
      <w:r w:rsidRPr="008F3D9B">
        <w:t>/w oddzielnym pliku/</w:t>
      </w:r>
    </w:p>
    <w:p w14:paraId="21D3D2EF" w14:textId="77777777" w:rsidR="00FD7E3B" w:rsidRDefault="00FD7E3B">
      <w:pPr>
        <w:spacing w:line="240" w:lineRule="auto"/>
        <w:jc w:val="left"/>
        <w:rPr>
          <w:rFonts w:eastAsia="Calibri" w:cs="Calibri"/>
          <w:b/>
          <w:sz w:val="20"/>
          <w:szCs w:val="22"/>
          <w:lang w:eastAsia="en-US"/>
        </w:rPr>
      </w:pPr>
      <w:r>
        <w:br w:type="page"/>
      </w:r>
    </w:p>
    <w:p w14:paraId="5426CDE7" w14:textId="22ACD52F" w:rsidR="00087C7C" w:rsidRPr="002A7223" w:rsidRDefault="00087C7C" w:rsidP="00FD7E3B">
      <w:pPr>
        <w:pStyle w:val="StylZa"/>
      </w:pPr>
      <w:r w:rsidRPr="002A7223">
        <w:lastRenderedPageBreak/>
        <w:t xml:space="preserve">Załącznik nr 3 do </w:t>
      </w:r>
      <w:r w:rsidR="006C29FD">
        <w:t>SWZ</w:t>
      </w:r>
    </w:p>
    <w:p w14:paraId="309EB2BC" w14:textId="5B7B2ACA" w:rsidR="00087C7C" w:rsidRPr="007925EE" w:rsidRDefault="00CC2316" w:rsidP="00FD7E3B">
      <w:pPr>
        <w:pStyle w:val="Styltytuza"/>
      </w:pPr>
      <w:r>
        <w:t xml:space="preserve">WZÓR </w:t>
      </w:r>
      <w:r w:rsidR="00087C7C">
        <w:t>UMOWY</w:t>
      </w:r>
    </w:p>
    <w:p w14:paraId="08F36E2C" w14:textId="77777777" w:rsidR="00087C7C" w:rsidRDefault="00087C7C" w:rsidP="00FD7E3B">
      <w:pPr>
        <w:pStyle w:val="Styltytuza"/>
        <w:rPr>
          <w:szCs w:val="20"/>
        </w:rPr>
      </w:pPr>
      <w:r>
        <w:rPr>
          <w:szCs w:val="20"/>
        </w:rPr>
        <w:t>/w oddzielnym pliku/</w:t>
      </w:r>
    </w:p>
    <w:p w14:paraId="2293DB45" w14:textId="77777777" w:rsidR="00087C7C" w:rsidRDefault="00087C7C" w:rsidP="00087C7C">
      <w:pPr>
        <w:spacing w:line="240" w:lineRule="auto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br w:type="page"/>
      </w:r>
    </w:p>
    <w:p w14:paraId="1D4FADA0" w14:textId="5A4025A5" w:rsidR="00087C7C" w:rsidRPr="00FD7E3B" w:rsidRDefault="006902BF" w:rsidP="00FD7E3B">
      <w:pPr>
        <w:pStyle w:val="StylZa"/>
      </w:pPr>
      <w:r>
        <w:lastRenderedPageBreak/>
        <w:t>Załącznik n</w:t>
      </w:r>
      <w:r w:rsidR="00087C7C" w:rsidRPr="00FD7E3B">
        <w:t>r 4</w:t>
      </w:r>
      <w:r w:rsidR="005E1FB9" w:rsidRPr="00FD7E3B">
        <w:t>a</w:t>
      </w:r>
      <w:r w:rsidR="00087C7C" w:rsidRPr="00FD7E3B">
        <w:t xml:space="preserve"> do </w:t>
      </w:r>
      <w:r w:rsidR="006C29FD" w:rsidRPr="00FD7E3B">
        <w:t>SWZ</w:t>
      </w:r>
      <w:r w:rsidR="00087C7C" w:rsidRPr="00FD7E3B">
        <w:t xml:space="preserve"> </w:t>
      </w:r>
    </w:p>
    <w:p w14:paraId="14C49883" w14:textId="77777777" w:rsidR="00087C7C" w:rsidRPr="002A44D0" w:rsidRDefault="00087C7C" w:rsidP="00FD7E3B">
      <w:pPr>
        <w:pStyle w:val="Styltytuza"/>
      </w:pPr>
      <w:r w:rsidRPr="002A44D0">
        <w:t>Oświadczenie o spełnianiu warunków</w:t>
      </w:r>
      <w:r>
        <w:t xml:space="preserve"> udziału w postępowaniu</w:t>
      </w:r>
      <w:r w:rsidRPr="002A44D0">
        <w:t xml:space="preserve"> </w:t>
      </w:r>
    </w:p>
    <w:p w14:paraId="551B94B5" w14:textId="77777777" w:rsidR="00087C7C" w:rsidRPr="002A44D0" w:rsidRDefault="00087C7C" w:rsidP="00087C7C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58240" behindDoc="0" locked="0" layoutInCell="0" allowOverlap="1" wp14:anchorId="4A821640" wp14:editId="7B9C777A">
                <wp:simplePos x="0" y="0"/>
                <wp:positionH relativeFrom="column">
                  <wp:posOffset>-25400</wp:posOffset>
                </wp:positionH>
                <wp:positionV relativeFrom="paragraph">
                  <wp:posOffset>19684</wp:posOffset>
                </wp:positionV>
                <wp:extent cx="5760720" cy="0"/>
                <wp:effectExtent l="0" t="0" r="11430" b="1905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B54760" id="Łącznik prostoliniowy 6" o:spid="_x0000_s1026" style="position:absolute;z-index:251658240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-2pt,1.55pt" to="451.6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" o:allowincell="f"/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087C7C" w:rsidRPr="00686709" w14:paraId="184A2038" w14:textId="77777777" w:rsidTr="00A95B19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1E24C9A9" w14:textId="4666C66D" w:rsidR="00087C7C" w:rsidRPr="004375BC" w:rsidRDefault="00087C7C" w:rsidP="00A95B19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  <w:r w:rsidR="00DD3886">
              <w:rPr>
                <w:rFonts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</w:tcPr>
          <w:p w14:paraId="04590D13" w14:textId="77777777" w:rsidR="00087C7C" w:rsidRPr="00686709" w:rsidRDefault="00087C7C" w:rsidP="00A95B19">
            <w:pPr>
              <w:spacing w:line="240" w:lineRule="auto"/>
              <w:ind w:left="497" w:right="1064" w:firstLine="497"/>
              <w:rPr>
                <w:rFonts w:cs="Arial"/>
                <w:sz w:val="20"/>
                <w:szCs w:val="20"/>
              </w:rPr>
            </w:pPr>
          </w:p>
          <w:p w14:paraId="6757399D" w14:textId="77777777" w:rsidR="00087C7C" w:rsidRPr="00686709" w:rsidRDefault="00087C7C" w:rsidP="00A95B19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087C7C" w:rsidRPr="00686709" w14:paraId="76B6D061" w14:textId="77777777" w:rsidTr="00A95B19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6EC2B233" w14:textId="77777777" w:rsidR="00087C7C" w:rsidRPr="004375BC" w:rsidRDefault="00087C7C" w:rsidP="00A95B19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14:paraId="3E3B2EA9" w14:textId="77777777" w:rsidR="00087C7C" w:rsidRPr="004375BC" w:rsidRDefault="00087C7C" w:rsidP="00A95B19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14:paraId="7F79E507" w14:textId="77777777" w:rsidR="00087C7C" w:rsidRPr="004375BC" w:rsidRDefault="00087C7C" w:rsidP="00A95B19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  <w:p w14:paraId="0254435E" w14:textId="77777777" w:rsidR="00087C7C" w:rsidRPr="004375BC" w:rsidRDefault="00087C7C" w:rsidP="00A95B19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5521" w:type="dxa"/>
          </w:tcPr>
          <w:p w14:paraId="75A93082" w14:textId="77777777" w:rsidR="00087C7C" w:rsidRPr="00686709" w:rsidRDefault="00087C7C" w:rsidP="00A95B19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14:paraId="5E651265" w14:textId="77777777" w:rsidR="00087C7C" w:rsidRPr="00686709" w:rsidRDefault="00087C7C" w:rsidP="00087C7C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14:paraId="116EC3BC" w14:textId="0C69984A" w:rsidR="00476D62" w:rsidRPr="00476D62" w:rsidRDefault="00087C7C" w:rsidP="00476D62">
      <w:pPr>
        <w:pStyle w:val="Nagwek"/>
        <w:spacing w:line="276" w:lineRule="auto"/>
        <w:rPr>
          <w:rFonts w:cs="Arial"/>
          <w:b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zamówieniu </w:t>
      </w:r>
      <w:r w:rsidRPr="00C1339B">
        <w:rPr>
          <w:rFonts w:cs="Arial"/>
          <w:sz w:val="20"/>
          <w:szCs w:val="20"/>
        </w:rPr>
        <w:t xml:space="preserve">niepublicznym prowadzonym w trybie </w:t>
      </w:r>
      <w:r w:rsidR="008D26F2"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</w:t>
      </w:r>
      <w:r w:rsidR="00476D62" w:rsidRPr="00476D62">
        <w:rPr>
          <w:b/>
        </w:rPr>
        <w:t xml:space="preserve"> </w:t>
      </w:r>
      <w:r w:rsidR="00476D62" w:rsidRPr="00476D62">
        <w:rPr>
          <w:rFonts w:cs="Arial"/>
          <w:b/>
          <w:sz w:val="20"/>
          <w:szCs w:val="20"/>
        </w:rPr>
        <w:t>„Zakup i dostawa środków czystości dla Orlen S.A. – Oddział PGNiG w Sanoku” numer postępowania: NP/PGNG/24/0970/OS/EU</w:t>
      </w:r>
      <w:r w:rsidR="00476D62">
        <w:rPr>
          <w:rFonts w:cs="Arial"/>
          <w:b/>
          <w:sz w:val="20"/>
          <w:szCs w:val="20"/>
        </w:rPr>
        <w:t>.</w:t>
      </w:r>
    </w:p>
    <w:p w14:paraId="6157B905" w14:textId="77777777" w:rsidR="00476D62" w:rsidRPr="00476D62" w:rsidRDefault="00476D62" w:rsidP="00476D62">
      <w:pPr>
        <w:pStyle w:val="Nagwek"/>
        <w:spacing w:line="276" w:lineRule="auto"/>
        <w:rPr>
          <w:rFonts w:cs="Arial"/>
          <w:b/>
          <w:sz w:val="20"/>
          <w:szCs w:val="20"/>
        </w:rPr>
      </w:pPr>
    </w:p>
    <w:p w14:paraId="4974F1BF" w14:textId="56FD5F95" w:rsidR="00087C7C" w:rsidRPr="002A44D0" w:rsidRDefault="00476D62" w:rsidP="00087C7C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>
        <w:rPr>
          <w:rFonts w:ascii="Arial" w:hAnsi="Arial" w:cs="Arial"/>
          <w:b w:val="0"/>
          <w:bCs w:val="0"/>
          <w:color w:val="auto"/>
          <w:sz w:val="20"/>
          <w:szCs w:val="20"/>
        </w:rPr>
        <w:t>O</w:t>
      </w:r>
      <w:r w:rsidR="00087C7C" w:rsidRPr="002A44D0">
        <w:rPr>
          <w:rFonts w:ascii="Arial" w:hAnsi="Arial" w:cs="Arial"/>
          <w:b w:val="0"/>
          <w:bCs w:val="0"/>
          <w:color w:val="auto"/>
          <w:sz w:val="20"/>
          <w:szCs w:val="20"/>
        </w:rPr>
        <w:t>świadczamy że:</w:t>
      </w:r>
    </w:p>
    <w:p w14:paraId="32D1B492" w14:textId="77777777" w:rsidR="00C12837" w:rsidRPr="00A3351C" w:rsidRDefault="00C12837" w:rsidP="00C46DD3">
      <w:pPr>
        <w:pStyle w:val="xl114"/>
        <w:numPr>
          <w:ilvl w:val="0"/>
          <w:numId w:val="12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 w:line="276" w:lineRule="auto"/>
        <w:ind w:left="425" w:hanging="425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A3351C">
        <w:rPr>
          <w:rFonts w:ascii="Arial" w:hAnsi="Arial" w:cs="Arial"/>
          <w:b w:val="0"/>
          <w:color w:val="auto"/>
          <w:sz w:val="20"/>
          <w:szCs w:val="20"/>
        </w:rPr>
        <w:t>posiadamy uprawnienia do wykonywania określonej działalności lub czynności, jeżeli przepisy prawa nakładają obowiązek posiadania takich uprawnień,</w:t>
      </w:r>
    </w:p>
    <w:p w14:paraId="32091B5C" w14:textId="461B4C7A" w:rsidR="00C12837" w:rsidRPr="00A3351C" w:rsidRDefault="00C12837" w:rsidP="00C46DD3">
      <w:pPr>
        <w:pStyle w:val="xl114"/>
        <w:numPr>
          <w:ilvl w:val="0"/>
          <w:numId w:val="12"/>
        </w:numPr>
        <w:spacing w:before="120" w:beforeAutospacing="0" w:after="0" w:afterAutospacing="0" w:line="276" w:lineRule="auto"/>
        <w:ind w:left="426" w:hanging="426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>posiada</w:t>
      </w:r>
      <w:r w:rsidR="004D3EFB">
        <w:rPr>
          <w:rFonts w:ascii="Arial" w:hAnsi="Arial" w:cs="Arial"/>
          <w:b w:val="0"/>
          <w:iCs/>
          <w:color w:val="auto"/>
          <w:sz w:val="20"/>
          <w:szCs w:val="20"/>
        </w:rPr>
        <w:t>my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 xml:space="preserve"> </w:t>
      </w:r>
      <w:r w:rsidRPr="00095615">
        <w:rPr>
          <w:rFonts w:ascii="Arial" w:hAnsi="Arial" w:cs="Arial"/>
          <w:b w:val="0"/>
          <w:iCs/>
          <w:color w:val="auto"/>
          <w:sz w:val="20"/>
          <w:szCs w:val="20"/>
        </w:rPr>
        <w:t xml:space="preserve">zdolność techniczną lub zawodową tj. 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>niezbędną wiedzę i doświadczenie</w:t>
      </w:r>
      <w:r>
        <w:rPr>
          <w:rFonts w:ascii="Arial" w:hAnsi="Arial" w:cs="Arial"/>
          <w:b w:val="0"/>
          <w:color w:val="auto"/>
          <w:sz w:val="20"/>
          <w:szCs w:val="20"/>
        </w:rPr>
        <w:t xml:space="preserve">, 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>posiada</w:t>
      </w:r>
      <w:r w:rsidR="00164C33">
        <w:rPr>
          <w:rFonts w:ascii="Arial" w:hAnsi="Arial" w:cs="Arial"/>
          <w:b w:val="0"/>
          <w:iCs/>
          <w:color w:val="auto"/>
          <w:sz w:val="20"/>
          <w:szCs w:val="20"/>
        </w:rPr>
        <w:t>my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 xml:space="preserve"> potencjał techniczny, a także dysponuje</w:t>
      </w:r>
      <w:r w:rsidR="004D3EFB">
        <w:rPr>
          <w:rFonts w:ascii="Arial" w:hAnsi="Arial" w:cs="Arial"/>
          <w:b w:val="0"/>
          <w:iCs/>
          <w:color w:val="auto"/>
          <w:sz w:val="20"/>
          <w:szCs w:val="20"/>
        </w:rPr>
        <w:t>my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 xml:space="preserve"> osobami zdolnymi do wykonania przedmiotu zamówienia,</w:t>
      </w:r>
    </w:p>
    <w:p w14:paraId="226B557E" w14:textId="740AD571" w:rsidR="00C12837" w:rsidRDefault="00C12837" w:rsidP="00C46DD3">
      <w:pPr>
        <w:pStyle w:val="xl114"/>
        <w:numPr>
          <w:ilvl w:val="0"/>
          <w:numId w:val="12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/>
        <w:ind w:left="425" w:hanging="425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A3351C">
        <w:rPr>
          <w:rFonts w:ascii="Arial" w:hAnsi="Arial" w:cs="Arial"/>
          <w:b w:val="0"/>
          <w:bCs w:val="0"/>
          <w:color w:val="auto"/>
          <w:sz w:val="20"/>
          <w:szCs w:val="20"/>
        </w:rPr>
        <w:t>znajdujemy się w sytuacji finansowej</w:t>
      </w:r>
      <w:r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 i</w:t>
      </w:r>
      <w:r w:rsidRPr="00A3351C"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 ekonomicznej zap</w:t>
      </w:r>
      <w:r w:rsidR="00091A5E">
        <w:rPr>
          <w:rFonts w:ascii="Arial" w:hAnsi="Arial" w:cs="Arial"/>
          <w:b w:val="0"/>
          <w:bCs w:val="0"/>
          <w:color w:val="auto"/>
          <w:sz w:val="20"/>
          <w:szCs w:val="20"/>
        </w:rPr>
        <w:t>ewniającej wykonanie zamówienia.</w:t>
      </w:r>
    </w:p>
    <w:p w14:paraId="07EB4402" w14:textId="77777777" w:rsidR="00087C7C" w:rsidRDefault="00087C7C" w:rsidP="00087C7C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</w:p>
    <w:p w14:paraId="679CB22D" w14:textId="77777777" w:rsidR="00087C7C" w:rsidRDefault="00087C7C" w:rsidP="00087C7C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087C7C" w:rsidRPr="00640FA2" w14:paraId="6C0BB6E2" w14:textId="77777777" w:rsidTr="00A95B19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14:paraId="016C640F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4140" w:type="dxa"/>
            <w:vAlign w:val="center"/>
          </w:tcPr>
          <w:p w14:paraId="364742A8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3080" w:type="dxa"/>
            <w:vAlign w:val="center"/>
          </w:tcPr>
          <w:p w14:paraId="66D4EB24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</w:t>
            </w:r>
            <w:r w:rsidRPr="00F0054B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0054B">
              <w:rPr>
                <w:rFonts w:cs="Arial"/>
                <w:bCs/>
                <w:sz w:val="18"/>
                <w:szCs w:val="18"/>
              </w:rPr>
              <w:t>(ych)</w:t>
            </w:r>
          </w:p>
        </w:tc>
        <w:tc>
          <w:tcPr>
            <w:tcW w:w="1800" w:type="dxa"/>
            <w:vAlign w:val="center"/>
          </w:tcPr>
          <w:p w14:paraId="114DADA8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087C7C" w:rsidRPr="00F0054B" w14:paraId="6B0657E7" w14:textId="77777777" w:rsidTr="00A95B19">
        <w:trPr>
          <w:cantSplit/>
          <w:trHeight w:val="674"/>
          <w:jc w:val="center"/>
        </w:trPr>
        <w:tc>
          <w:tcPr>
            <w:tcW w:w="590" w:type="dxa"/>
          </w:tcPr>
          <w:p w14:paraId="1873E66D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14:paraId="315BB3D9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  <w:p w14:paraId="260F53EA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80" w:type="dxa"/>
          </w:tcPr>
          <w:p w14:paraId="351307CF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00" w:type="dxa"/>
          </w:tcPr>
          <w:p w14:paraId="361F54D6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6D6721AA" w14:textId="270948B7" w:rsidR="00087C7C" w:rsidRDefault="00087C7C" w:rsidP="00FD7E3B">
      <w:pPr>
        <w:pStyle w:val="StylZa"/>
      </w:pPr>
      <w:r>
        <w:br w:type="page"/>
      </w:r>
      <w:r w:rsidR="006902BF">
        <w:lastRenderedPageBreak/>
        <w:t>Załącznik n</w:t>
      </w:r>
      <w:r>
        <w:t xml:space="preserve">r </w:t>
      </w:r>
      <w:r w:rsidR="005E1FB9">
        <w:t>4b</w:t>
      </w:r>
      <w:r>
        <w:t xml:space="preserve"> do </w:t>
      </w:r>
      <w:r w:rsidR="006C29FD">
        <w:t>SWZ</w:t>
      </w:r>
      <w:r>
        <w:t xml:space="preserve"> </w:t>
      </w:r>
    </w:p>
    <w:p w14:paraId="28837490" w14:textId="4327E1FF" w:rsidR="00087C7C" w:rsidRPr="002A44D0" w:rsidRDefault="00087C7C" w:rsidP="00FD7E3B">
      <w:pPr>
        <w:pStyle w:val="Styltytuza"/>
        <w:rPr>
          <w:caps/>
        </w:rPr>
      </w:pPr>
      <w:r w:rsidRPr="002A44D0">
        <w:t>Oświadczenie o niepodleganiu wykluczeniu</w:t>
      </w:r>
      <w:r w:rsidR="004D3EFB">
        <w:t xml:space="preserve"> z postępowania</w:t>
      </w:r>
    </w:p>
    <w:p w14:paraId="561B9140" w14:textId="77777777" w:rsidR="00087C7C" w:rsidRPr="002A44D0" w:rsidRDefault="00087C7C" w:rsidP="00087C7C">
      <w:pPr>
        <w:pStyle w:val="xl30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58241" behindDoc="0" locked="0" layoutInCell="1" allowOverlap="1" wp14:anchorId="3CA0888B" wp14:editId="75A314D5">
                <wp:simplePos x="0" y="0"/>
                <wp:positionH relativeFrom="column">
                  <wp:posOffset>-114300</wp:posOffset>
                </wp:positionH>
                <wp:positionV relativeFrom="paragraph">
                  <wp:posOffset>8889</wp:posOffset>
                </wp:positionV>
                <wp:extent cx="5821680" cy="0"/>
                <wp:effectExtent l="0" t="0" r="26670" b="1905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21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D711EB" id="Łącznik prostoliniowy 5" o:spid="_x0000_s1026" style="position:absolute;flip:y;z-index:251658241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-9pt,.7pt" to="449.4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"/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087C7C" w:rsidRPr="00686709" w14:paraId="357D190E" w14:textId="77777777" w:rsidTr="00A95B19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7AA03563" w14:textId="759358C7" w:rsidR="00087C7C" w:rsidRPr="004375BC" w:rsidRDefault="00087C7C" w:rsidP="00A95B19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  <w:r w:rsidR="00C3632C">
              <w:rPr>
                <w:rFonts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</w:tcPr>
          <w:p w14:paraId="6F2D21CE" w14:textId="77777777" w:rsidR="00087C7C" w:rsidRPr="00686709" w:rsidRDefault="00087C7C" w:rsidP="00A95B19">
            <w:pPr>
              <w:spacing w:line="240" w:lineRule="auto"/>
              <w:ind w:left="497" w:right="1064" w:firstLine="497"/>
              <w:rPr>
                <w:rFonts w:cs="Arial"/>
                <w:sz w:val="20"/>
                <w:szCs w:val="20"/>
              </w:rPr>
            </w:pPr>
          </w:p>
          <w:p w14:paraId="3176CC01" w14:textId="77777777" w:rsidR="00087C7C" w:rsidRPr="00686709" w:rsidRDefault="00087C7C" w:rsidP="00A95B19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087C7C" w:rsidRPr="00686709" w14:paraId="41764713" w14:textId="77777777" w:rsidTr="00A95B19">
        <w:trPr>
          <w:cantSplit/>
          <w:trHeight w:hRule="exact" w:val="829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1B370DFF" w14:textId="77777777" w:rsidR="00087C7C" w:rsidRPr="004375BC" w:rsidRDefault="00087C7C" w:rsidP="00A95B19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14:paraId="2A20B64C" w14:textId="77777777" w:rsidR="00087C7C" w:rsidRPr="004375BC" w:rsidRDefault="00087C7C" w:rsidP="00A95B19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14:paraId="43FE401A" w14:textId="77777777" w:rsidR="00087C7C" w:rsidRPr="004375BC" w:rsidRDefault="00087C7C" w:rsidP="00A95B19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</w:tcPr>
          <w:p w14:paraId="0BEDEBA8" w14:textId="77777777" w:rsidR="00087C7C" w:rsidRPr="00686709" w:rsidRDefault="00087C7C" w:rsidP="00A95B19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14:paraId="719182D5" w14:textId="77777777" w:rsidR="00087C7C" w:rsidRPr="00686709" w:rsidRDefault="00087C7C" w:rsidP="00087C7C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14:paraId="426CCF46" w14:textId="1DAC079B" w:rsidR="00476D62" w:rsidRPr="00476D62" w:rsidRDefault="00087C7C" w:rsidP="00476D62">
      <w:pPr>
        <w:pStyle w:val="Nagwek"/>
        <w:spacing w:line="276" w:lineRule="auto"/>
        <w:rPr>
          <w:rFonts w:cs="Arial"/>
          <w:b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</w:t>
      </w:r>
      <w:r w:rsidRPr="00C1339B">
        <w:rPr>
          <w:rFonts w:cs="Arial"/>
          <w:sz w:val="20"/>
          <w:szCs w:val="20"/>
        </w:rPr>
        <w:t xml:space="preserve">zamówieniu niepublicznym prowadzonym w trybie </w:t>
      </w:r>
      <w:r w:rsidR="008D26F2"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</w:t>
      </w:r>
      <w:r w:rsidR="00476D62" w:rsidRPr="00476D62">
        <w:rPr>
          <w:b/>
        </w:rPr>
        <w:t xml:space="preserve"> </w:t>
      </w:r>
      <w:r w:rsidR="00476D62" w:rsidRPr="00476D62">
        <w:rPr>
          <w:rFonts w:cs="Arial"/>
          <w:b/>
          <w:sz w:val="20"/>
          <w:szCs w:val="20"/>
        </w:rPr>
        <w:t>„Zakup i dostawa środków czystości dla Orlen S.A. – Oddział PGNiG w Sanoku” numer postępowania: NP/PGNG/24/0970/OS/EU</w:t>
      </w:r>
      <w:r w:rsidR="00476D62">
        <w:rPr>
          <w:rFonts w:cs="Arial"/>
          <w:b/>
          <w:sz w:val="20"/>
          <w:szCs w:val="20"/>
        </w:rPr>
        <w:t>.</w:t>
      </w:r>
    </w:p>
    <w:p w14:paraId="635875D0" w14:textId="77777777" w:rsidR="00476D62" w:rsidRPr="00476D62" w:rsidRDefault="00476D62" w:rsidP="00476D62">
      <w:pPr>
        <w:pStyle w:val="Nagwek"/>
        <w:spacing w:line="276" w:lineRule="auto"/>
        <w:rPr>
          <w:rFonts w:cs="Arial"/>
          <w:b/>
          <w:sz w:val="20"/>
          <w:szCs w:val="20"/>
        </w:rPr>
      </w:pPr>
    </w:p>
    <w:p w14:paraId="3C5BADC5" w14:textId="77777777" w:rsidR="00087C7C" w:rsidRPr="009A70F8" w:rsidRDefault="00087C7C" w:rsidP="00087C7C">
      <w:pPr>
        <w:pStyle w:val="Nagwek"/>
        <w:spacing w:line="276" w:lineRule="auto"/>
        <w:rPr>
          <w:rFonts w:cs="Arial"/>
          <w:b/>
          <w:sz w:val="20"/>
          <w:szCs w:val="20"/>
        </w:rPr>
      </w:pPr>
    </w:p>
    <w:p w14:paraId="24262DEB" w14:textId="77777777" w:rsidR="00087C7C" w:rsidRPr="002A44D0" w:rsidRDefault="00087C7C" w:rsidP="00087C7C">
      <w:pPr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oraz przyjmując do wiadomości, że z postępowania o udzielenie </w:t>
      </w:r>
      <w:r>
        <w:rPr>
          <w:rFonts w:cs="Arial"/>
          <w:sz w:val="20"/>
          <w:szCs w:val="20"/>
        </w:rPr>
        <w:t>z</w:t>
      </w:r>
      <w:r w:rsidRPr="002A44D0">
        <w:rPr>
          <w:rFonts w:cs="Arial"/>
          <w:sz w:val="20"/>
          <w:szCs w:val="20"/>
        </w:rPr>
        <w:t xml:space="preserve">amówienia </w:t>
      </w:r>
      <w:r w:rsidRPr="002A44D0">
        <w:rPr>
          <w:rFonts w:cs="Arial"/>
          <w:bCs/>
          <w:sz w:val="20"/>
          <w:szCs w:val="20"/>
        </w:rPr>
        <w:t>wyklucza się</w:t>
      </w:r>
      <w:r w:rsidRPr="002A44D0">
        <w:rPr>
          <w:rFonts w:cs="Arial"/>
          <w:sz w:val="20"/>
          <w:szCs w:val="20"/>
        </w:rPr>
        <w:t>:</w:t>
      </w:r>
    </w:p>
    <w:p w14:paraId="10E132D5" w14:textId="0B62D276" w:rsidR="00EE4672" w:rsidRDefault="00482581" w:rsidP="00C46DD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 xml:space="preserve">Wykonawców, którzy w ciągu ostatnich trzech lat przed wszczęciem postępowania wyrządzili szkodę </w:t>
      </w:r>
      <w:r w:rsidR="00C77586">
        <w:rPr>
          <w:rFonts w:cs="Arial"/>
          <w:sz w:val="20"/>
          <w:szCs w:val="20"/>
        </w:rPr>
        <w:t>Zespołowi</w:t>
      </w:r>
      <w:r w:rsidR="00C77586" w:rsidRPr="00C77586">
        <w:rPr>
          <w:rFonts w:cs="Arial"/>
          <w:sz w:val="20"/>
          <w:szCs w:val="20"/>
        </w:rPr>
        <w:t xml:space="preserve"> Oddziałów Polskie Górnictwo Naftowe i Gazownictwo  ORLEN Spółki Akcyjnej </w:t>
      </w:r>
      <w:r w:rsidR="00E62B43">
        <w:rPr>
          <w:rFonts w:cs="Arial"/>
          <w:sz w:val="20"/>
          <w:szCs w:val="20"/>
        </w:rPr>
        <w:t>lub Spółce Zależnej</w:t>
      </w:r>
      <w:r w:rsidR="00E62B43" w:rsidRPr="002B1AC9">
        <w:rPr>
          <w:rFonts w:cs="Arial"/>
          <w:sz w:val="20"/>
          <w:szCs w:val="20"/>
        </w:rPr>
        <w:t xml:space="preserve"> </w:t>
      </w:r>
      <w:r w:rsidRPr="002B1AC9">
        <w:rPr>
          <w:rFonts w:cs="Arial"/>
          <w:sz w:val="20"/>
          <w:szCs w:val="20"/>
        </w:rPr>
        <w:t>(status podmiotu oceniany według daty wyrządzenia szkody), nie wykonując Zamówienia lub wykonując je nienależycie, a szkoda ta nie została dobrowolnie naprawiona do dnia wszczęcia Postępowania, chyba że niewykonanie lub nienależyte wykonanie jest następstwem okoliczności, za które Wykonawca nie ponosi odpowiedzialności</w:t>
      </w:r>
      <w:r w:rsidR="002B4BA6">
        <w:rPr>
          <w:rFonts w:cs="Arial"/>
          <w:sz w:val="20"/>
          <w:szCs w:val="20"/>
        </w:rPr>
        <w:t>.</w:t>
      </w:r>
    </w:p>
    <w:p w14:paraId="2BBDF124" w14:textId="4D78CC2A" w:rsidR="00EE4672" w:rsidRPr="00EE4672" w:rsidRDefault="00EE4672" w:rsidP="00C46DD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EE4672">
        <w:rPr>
          <w:rFonts w:cs="Arial"/>
          <w:sz w:val="20"/>
          <w:szCs w:val="20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</w:t>
      </w:r>
      <w:r w:rsidR="002B4BA6">
        <w:rPr>
          <w:rFonts w:cs="Arial"/>
          <w:sz w:val="20"/>
          <w:szCs w:val="20"/>
        </w:rPr>
        <w:t>.</w:t>
      </w:r>
    </w:p>
    <w:p w14:paraId="1158BC59" w14:textId="2E3D4CB6" w:rsidR="00482581" w:rsidRPr="002B1AC9" w:rsidRDefault="00482581" w:rsidP="00C46DD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 będących osobami fizycznymi, które prawomocnie skazano za przestępstwo popełnione w związku z postępowaniem o udzielenie zamówienia lub inne przestępstwo popełnione w celu osiągnięcia korzyści majątkowych</w:t>
      </w:r>
      <w:r w:rsidR="002B4BA6">
        <w:rPr>
          <w:rFonts w:cs="Arial"/>
          <w:sz w:val="20"/>
          <w:szCs w:val="20"/>
        </w:rPr>
        <w:t>.</w:t>
      </w:r>
    </w:p>
    <w:p w14:paraId="143E5F40" w14:textId="00B4B9B6" w:rsidR="00482581" w:rsidRPr="002B1AC9" w:rsidRDefault="00482581" w:rsidP="00C46DD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 będących spółkami prawa handlowego, których odpowiednio urzędujących członków władz zarządzających, wspólników partnerów, komplementariuszy, prawomocnie skazano za przestępstwo popełnione w związku z postępowaniem o udzielenie Zamówienia lub inne przestępstwo popełnione w celu osiągnięcia korzyści majątkowych</w:t>
      </w:r>
      <w:r w:rsidR="002B4BA6">
        <w:rPr>
          <w:rFonts w:cs="Arial"/>
          <w:sz w:val="20"/>
          <w:szCs w:val="20"/>
        </w:rPr>
        <w:t>.</w:t>
      </w:r>
    </w:p>
    <w:p w14:paraId="37D8E794" w14:textId="30453B8F" w:rsidR="00482581" w:rsidRPr="002B1AC9" w:rsidRDefault="00482581" w:rsidP="00C46DD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</w:t>
      </w:r>
      <w:r w:rsidR="002B4BA6">
        <w:rPr>
          <w:rFonts w:cs="Arial"/>
          <w:sz w:val="20"/>
          <w:szCs w:val="20"/>
        </w:rPr>
        <w:t>.</w:t>
      </w:r>
    </w:p>
    <w:p w14:paraId="1738DDA1" w14:textId="6B0A9884" w:rsidR="00482581" w:rsidRPr="002B1AC9" w:rsidRDefault="00482581" w:rsidP="00C46DD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</w:t>
      </w:r>
      <w:r>
        <w:rPr>
          <w:rFonts w:cs="Arial"/>
          <w:sz w:val="20"/>
          <w:szCs w:val="20"/>
        </w:rPr>
        <w:t xml:space="preserve"> </w:t>
      </w:r>
      <w:r w:rsidRPr="002B1AC9">
        <w:rPr>
          <w:rFonts w:cs="Arial"/>
          <w:sz w:val="20"/>
          <w:szCs w:val="20"/>
        </w:rPr>
        <w:t>5, jeżeli podmiot zbiorowy nie wdrożył środków naprawczych i prewencyjnych (self-cleaning)</w:t>
      </w:r>
      <w:r w:rsidR="002B4BA6">
        <w:rPr>
          <w:rFonts w:cs="Arial"/>
          <w:sz w:val="20"/>
          <w:szCs w:val="20"/>
        </w:rPr>
        <w:t>.</w:t>
      </w:r>
    </w:p>
    <w:p w14:paraId="7B9B1A30" w14:textId="178153D6" w:rsidR="00482581" w:rsidRPr="002B1AC9" w:rsidRDefault="00482581" w:rsidP="00C46DD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lastRenderedPageBreak/>
        <w:t>Wykonawców, będących adresatami lub zarządzanych przez adresatów lub powiązanych z</w:t>
      </w:r>
      <w:r w:rsidR="007343D8">
        <w:rPr>
          <w:rFonts w:cs="Arial"/>
          <w:sz w:val="20"/>
          <w:szCs w:val="20"/>
        </w:rPr>
        <w:t> </w:t>
      </w:r>
      <w:r w:rsidRPr="002B1AC9">
        <w:rPr>
          <w:rFonts w:cs="Arial"/>
          <w:sz w:val="20"/>
          <w:szCs w:val="20"/>
        </w:rPr>
        <w:t xml:space="preserve">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 </w:t>
      </w:r>
      <w:r w:rsidR="00CD0535">
        <w:rPr>
          <w:rFonts w:cs="Arial"/>
          <w:sz w:val="20"/>
          <w:szCs w:val="20"/>
        </w:rPr>
        <w:t>Grupy</w:t>
      </w:r>
      <w:r w:rsidR="002B4BA6">
        <w:rPr>
          <w:rFonts w:cs="Arial"/>
          <w:sz w:val="20"/>
          <w:szCs w:val="20"/>
        </w:rPr>
        <w:t>.</w:t>
      </w:r>
    </w:p>
    <w:p w14:paraId="0848A631" w14:textId="77777777" w:rsidR="00482581" w:rsidRPr="002B1AC9" w:rsidRDefault="00482581" w:rsidP="00C46DD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o których osoby biorące udział w prowadzonym Postępowaniu mają wiedzę, że:</w:t>
      </w:r>
    </w:p>
    <w:p w14:paraId="661C57ED" w14:textId="0C72D095" w:rsidR="00482581" w:rsidRPr="00C07E74" w:rsidRDefault="00482581" w:rsidP="00482581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-</w:t>
      </w:r>
      <w:r w:rsidRPr="00C07E74">
        <w:rPr>
          <w:rFonts w:cs="Arial"/>
          <w:sz w:val="20"/>
          <w:szCs w:val="20"/>
        </w:rPr>
        <w:t xml:space="preserve"> są pracownikami lub osobami najbliższymi pracowników </w:t>
      </w:r>
      <w:r w:rsidR="00C77586" w:rsidRPr="00C77586">
        <w:rPr>
          <w:rFonts w:cs="Arial"/>
          <w:sz w:val="20"/>
          <w:szCs w:val="20"/>
        </w:rPr>
        <w:t>Zespo</w:t>
      </w:r>
      <w:r w:rsidR="00C77586">
        <w:rPr>
          <w:rFonts w:cs="Arial"/>
          <w:sz w:val="20"/>
          <w:szCs w:val="20"/>
        </w:rPr>
        <w:t>łu</w:t>
      </w:r>
      <w:r w:rsidR="00C77586" w:rsidRPr="00C77586">
        <w:rPr>
          <w:rFonts w:cs="Arial"/>
          <w:sz w:val="20"/>
          <w:szCs w:val="20"/>
        </w:rPr>
        <w:t xml:space="preserve"> Oddziałów Polskie Górnictwo Naftowe i Gazownictwo  ORLEN Spółki Akcyjnej</w:t>
      </w:r>
      <w:r w:rsidR="00C77586" w:rsidRPr="00C77586" w:rsidDel="00A0466B">
        <w:rPr>
          <w:rFonts w:cs="Arial"/>
          <w:sz w:val="20"/>
          <w:szCs w:val="20"/>
        </w:rPr>
        <w:t xml:space="preserve"> </w:t>
      </w:r>
      <w:r w:rsidR="00CD0535">
        <w:rPr>
          <w:rFonts w:cs="Arial"/>
          <w:sz w:val="20"/>
          <w:szCs w:val="20"/>
        </w:rPr>
        <w:t>lub Spółki Zależnej</w:t>
      </w:r>
      <w:r w:rsidR="002B4BA6">
        <w:rPr>
          <w:rFonts w:cs="Arial"/>
          <w:sz w:val="20"/>
          <w:szCs w:val="20"/>
        </w:rPr>
        <w:t>,</w:t>
      </w:r>
      <w:r w:rsidR="00E62B43">
        <w:rPr>
          <w:rFonts w:cs="Arial"/>
          <w:sz w:val="20"/>
          <w:szCs w:val="20"/>
        </w:rPr>
        <w:t xml:space="preserve"> </w:t>
      </w:r>
      <w:r w:rsidRPr="00C07E74">
        <w:rPr>
          <w:rFonts w:cs="Arial"/>
          <w:sz w:val="20"/>
          <w:szCs w:val="20"/>
        </w:rPr>
        <w:t>lub</w:t>
      </w:r>
    </w:p>
    <w:p w14:paraId="68660CCA" w14:textId="2BB89CED" w:rsidR="00482581" w:rsidRPr="00C07E74" w:rsidRDefault="00482581" w:rsidP="00482581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-</w:t>
      </w:r>
      <w:r w:rsidRPr="00C07E74">
        <w:rPr>
          <w:rFonts w:cs="Arial"/>
          <w:sz w:val="20"/>
          <w:szCs w:val="20"/>
        </w:rPr>
        <w:t xml:space="preserve"> są podmiotami, w których pracownicy lub osoby najbliższe pracowników </w:t>
      </w:r>
      <w:r w:rsidR="00C77586" w:rsidRPr="00C77586">
        <w:rPr>
          <w:rFonts w:cs="Arial"/>
          <w:sz w:val="20"/>
          <w:szCs w:val="20"/>
        </w:rPr>
        <w:t>Zespo</w:t>
      </w:r>
      <w:r w:rsidR="00C77586">
        <w:rPr>
          <w:rFonts w:cs="Arial"/>
          <w:sz w:val="20"/>
          <w:szCs w:val="20"/>
        </w:rPr>
        <w:t>łu</w:t>
      </w:r>
      <w:r w:rsidR="00C77586" w:rsidRPr="00C77586">
        <w:rPr>
          <w:rFonts w:cs="Arial"/>
          <w:sz w:val="20"/>
          <w:szCs w:val="20"/>
        </w:rPr>
        <w:t xml:space="preserve"> Oddziałów Polskie Górnictwo Naftowe i Gazownictwo  ORLEN Spółki Akcyjnej</w:t>
      </w:r>
      <w:r w:rsidR="00C77586" w:rsidRPr="00C77586" w:rsidDel="00A0466B">
        <w:rPr>
          <w:rFonts w:cs="Arial"/>
          <w:sz w:val="20"/>
          <w:szCs w:val="20"/>
        </w:rPr>
        <w:t xml:space="preserve"> </w:t>
      </w:r>
      <w:r w:rsidR="00CD0535">
        <w:rPr>
          <w:rFonts w:cs="Arial"/>
          <w:sz w:val="20"/>
          <w:szCs w:val="20"/>
        </w:rPr>
        <w:t>lub Spółki Zależnej</w:t>
      </w:r>
      <w:r w:rsidRPr="00C07E74">
        <w:rPr>
          <w:rFonts w:cs="Arial"/>
          <w:sz w:val="20"/>
          <w:szCs w:val="20"/>
        </w:rPr>
        <w:t xml:space="preserve"> są właścicielami, udziałowcami lub członkami organów zarządzających, lub</w:t>
      </w:r>
    </w:p>
    <w:p w14:paraId="28A1CE57" w14:textId="6468FDCC" w:rsidR="00482581" w:rsidRPr="003C6A2E" w:rsidRDefault="00482581" w:rsidP="003C6A2E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-</w:t>
      </w:r>
      <w:r w:rsidRPr="00C07E74">
        <w:rPr>
          <w:rFonts w:cs="Arial"/>
          <w:sz w:val="20"/>
          <w:szCs w:val="20"/>
        </w:rPr>
        <w:t xml:space="preserve"> są podmiotami, na rzecz których pracownicy lub osoby najbliższe pracowników </w:t>
      </w:r>
      <w:r w:rsidR="00C77586" w:rsidRPr="00C77586">
        <w:rPr>
          <w:rFonts w:cs="Arial"/>
          <w:sz w:val="20"/>
          <w:szCs w:val="20"/>
        </w:rPr>
        <w:t>Zespo</w:t>
      </w:r>
      <w:r w:rsidR="00C77586">
        <w:rPr>
          <w:rFonts w:cs="Arial"/>
          <w:sz w:val="20"/>
          <w:szCs w:val="20"/>
        </w:rPr>
        <w:t>łu</w:t>
      </w:r>
      <w:r w:rsidR="00C77586" w:rsidRPr="00C77586">
        <w:rPr>
          <w:rFonts w:cs="Arial"/>
          <w:sz w:val="20"/>
          <w:szCs w:val="20"/>
        </w:rPr>
        <w:t xml:space="preserve"> Oddziałów Polskie Górnictwo Naftowe i Gazownictwo  ORLEN Spółki Akcyjnej</w:t>
      </w:r>
      <w:r w:rsidR="00C77586" w:rsidRPr="00C77586" w:rsidDel="00A0466B">
        <w:rPr>
          <w:rFonts w:cs="Arial"/>
          <w:sz w:val="20"/>
          <w:szCs w:val="20"/>
        </w:rPr>
        <w:t xml:space="preserve"> </w:t>
      </w:r>
      <w:r w:rsidR="00CD0535">
        <w:rPr>
          <w:rFonts w:cs="Arial"/>
          <w:sz w:val="20"/>
          <w:szCs w:val="20"/>
        </w:rPr>
        <w:t>lub Spółki Zależnej</w:t>
      </w:r>
      <w:r w:rsidRPr="00C07E74">
        <w:rPr>
          <w:rFonts w:cs="Arial"/>
          <w:sz w:val="20"/>
          <w:szCs w:val="20"/>
        </w:rPr>
        <w:t xml:space="preserve"> świadczą pracę na podstawie umowy o pracę lub innego stosunku prawnego,</w:t>
      </w:r>
      <w:r w:rsidR="00F1197D">
        <w:rPr>
          <w:rFonts w:cs="Arial"/>
          <w:sz w:val="20"/>
          <w:szCs w:val="20"/>
        </w:rPr>
        <w:t xml:space="preserve"> </w:t>
      </w:r>
      <w:r w:rsidRPr="003C6A2E">
        <w:rPr>
          <w:rFonts w:cs="Arial"/>
          <w:sz w:val="20"/>
          <w:szCs w:val="20"/>
        </w:rPr>
        <w:t>jeśli fakt ten budzi uzasadnione wątpliwości co do bezstronności Postępowania</w:t>
      </w:r>
      <w:r w:rsidR="002B4BA6" w:rsidRPr="003C6A2E">
        <w:rPr>
          <w:rFonts w:cs="Arial"/>
          <w:sz w:val="20"/>
          <w:szCs w:val="20"/>
        </w:rPr>
        <w:t>.</w:t>
      </w:r>
    </w:p>
    <w:p w14:paraId="62759E05" w14:textId="5779F9C7" w:rsidR="00482581" w:rsidRDefault="00482581" w:rsidP="00C46DD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C07E74">
        <w:rPr>
          <w:rFonts w:cs="Arial"/>
          <w:sz w:val="20"/>
          <w:szCs w:val="20"/>
        </w:rPr>
        <w:t>Wykonawców, którzy nie złożyli wymaganych dokumentów, oświadczeń lub nie spełnili innych wymagań określonych w SWZ lub innym dokumencie, w którym określono wymogi udziału w postępowaniu, z zastrzeżeniem § 30 ust. 6</w:t>
      </w:r>
      <w:r>
        <w:rPr>
          <w:rFonts w:cs="Arial"/>
          <w:sz w:val="20"/>
          <w:szCs w:val="20"/>
        </w:rPr>
        <w:t xml:space="preserve"> Instrukcji</w:t>
      </w:r>
      <w:r w:rsidR="00B92822">
        <w:rPr>
          <w:rFonts w:cs="Arial"/>
          <w:sz w:val="20"/>
          <w:szCs w:val="20"/>
        </w:rPr>
        <w:t>.</w:t>
      </w:r>
    </w:p>
    <w:p w14:paraId="63E9637C" w14:textId="77777777" w:rsidR="006155DB" w:rsidRDefault="00482581" w:rsidP="00C46DD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D016C2">
        <w:rPr>
          <w:rFonts w:cs="Arial"/>
          <w:sz w:val="20"/>
          <w:szCs w:val="20"/>
        </w:rPr>
        <w:t>Wykonawców, którzy złożyli nieprawdziwe informacje mające wpływ na wynik prowadzonego postępowania.</w:t>
      </w:r>
    </w:p>
    <w:p w14:paraId="5A713884" w14:textId="7823C7F7" w:rsidR="006155DB" w:rsidRPr="00815516" w:rsidRDefault="006155DB" w:rsidP="00762F1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815516">
        <w:rPr>
          <w:rFonts w:cs="Arial"/>
          <w:sz w:val="20"/>
          <w:szCs w:val="20"/>
        </w:rPr>
        <w:t xml:space="preserve">Wykonawcę, </w:t>
      </w:r>
      <w:r w:rsidRPr="00815516">
        <w:rPr>
          <w:rFonts w:cs="Arial"/>
          <w:bCs/>
          <w:iCs/>
          <w:sz w:val="20"/>
          <w:szCs w:val="20"/>
        </w:rPr>
        <w:t xml:space="preserve">wymienionego w wykazach określonych w rozporządzeniu  Rady (WE) nr 765/2006 z dnia 18 maja 2006 r. dotyczącego środków ograniczających w związku z sytuacją na Białorusi i udziałem Białorusi w agresji Rosji wobec Ukrainy (Dz. Urz. UE L 134 z 20.05.2006, str. 1, z późn. zm.) – dalej: „rozporządzenie 765/2006” 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– zwane dalej: rozporządzenie 269/2014,  albo wpisanego na listę na podstawie decyzji w sprawie wpisu na listę  osób i podmiotów, wobec których są stosowane środki, o których mowa w art. 1 pkt 3 ustawy z dnia 13 kwietnia 2022 r. o szczególnych rozwiązaniach w zakresie przeciwdziałania wspieraniu agresji na Ukrainę oraz służących ochronie bezpieczeństwa narodowego </w:t>
      </w:r>
      <w:r w:rsidR="00762F10" w:rsidRPr="00762F10">
        <w:rPr>
          <w:rFonts w:cs="Arial"/>
          <w:bCs/>
          <w:iCs/>
          <w:sz w:val="20"/>
          <w:szCs w:val="20"/>
        </w:rPr>
        <w:t>(tj. Dz. U.2024 poz. 507)</w:t>
      </w:r>
      <w:r w:rsidRPr="00815516">
        <w:rPr>
          <w:rFonts w:cs="Arial"/>
          <w:bCs/>
          <w:iCs/>
          <w:sz w:val="20"/>
          <w:szCs w:val="20"/>
        </w:rPr>
        <w:t>.</w:t>
      </w:r>
    </w:p>
    <w:p w14:paraId="231A68D9" w14:textId="25785338" w:rsidR="006155DB" w:rsidRPr="00815516" w:rsidRDefault="006155DB" w:rsidP="00C46DD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Wykonawcę, którego beneficjentem rzeczywistym w rozumieniu ustawy z dnia 1 marca 2018 r. o przeciwdziałaniu praniu pieniędzy oraz finans</w:t>
      </w:r>
      <w:r w:rsidR="009141EF">
        <w:rPr>
          <w:rFonts w:cs="Arial"/>
          <w:bCs/>
          <w:iCs/>
          <w:sz w:val="20"/>
          <w:szCs w:val="20"/>
        </w:rPr>
        <w:t>owaniu terroryzmu (Dz. U. z 2023 r. poz. 1124</w:t>
      </w:r>
      <w:r w:rsidRPr="00815516">
        <w:rPr>
          <w:rFonts w:cs="Arial"/>
          <w:bCs/>
          <w:iCs/>
          <w:sz w:val="20"/>
          <w:szCs w:val="20"/>
        </w:rPr>
        <w:t>) jest osoba wymieniona w wykazach określonych w rozporządzeniu 765/2006 i</w:t>
      </w:r>
      <w:r w:rsidR="007343D8"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  <w:p w14:paraId="34811DDB" w14:textId="4698F3F0" w:rsidR="006155DB" w:rsidRPr="00815516" w:rsidRDefault="006155DB" w:rsidP="00C46DD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Wykonawcę, którego jednostką dominującą w rozumieniu art. 3 ust. 1 pkt 37 ustawy z dnia 29 września 1994 r</w:t>
      </w:r>
      <w:r w:rsidR="00C71177">
        <w:rPr>
          <w:rFonts w:cs="Arial"/>
          <w:bCs/>
          <w:iCs/>
          <w:sz w:val="20"/>
          <w:szCs w:val="20"/>
        </w:rPr>
        <w:t>. o rachunkowości (Dz. U. z 2023</w:t>
      </w:r>
      <w:r w:rsidRPr="00815516">
        <w:rPr>
          <w:rFonts w:cs="Arial"/>
          <w:bCs/>
          <w:iCs/>
          <w:sz w:val="20"/>
          <w:szCs w:val="20"/>
        </w:rPr>
        <w:t xml:space="preserve"> r. poz.</w:t>
      </w:r>
      <w:r w:rsidR="00C71177">
        <w:rPr>
          <w:rFonts w:cs="Arial"/>
          <w:bCs/>
          <w:iCs/>
          <w:sz w:val="20"/>
          <w:szCs w:val="20"/>
        </w:rPr>
        <w:t xml:space="preserve"> 120</w:t>
      </w:r>
      <w:r w:rsidRPr="00815516">
        <w:rPr>
          <w:rFonts w:cs="Arial"/>
          <w:bCs/>
          <w:iCs/>
          <w:sz w:val="20"/>
          <w:szCs w:val="20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</w:t>
      </w:r>
      <w:r w:rsidR="007343D8"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>zastosowaniu środka, o którym mowa w art. 1 pkt 3 ustawy o szczególnych rozwiązaniach w</w:t>
      </w:r>
      <w:r w:rsidR="007343D8"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>zakresie przeciwdziałania wspieraniu agresji na Ukrainę oraz służących ochronie bezpieczeństwa narodowego.</w:t>
      </w:r>
    </w:p>
    <w:p w14:paraId="5C28699C" w14:textId="17FBCD66" w:rsidR="006155DB" w:rsidRPr="00815516" w:rsidRDefault="00D51788" w:rsidP="00C46DD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Wykonawcę</w:t>
      </w:r>
      <w:r w:rsidR="006155DB" w:rsidRPr="00815516">
        <w:rPr>
          <w:rFonts w:cs="Arial"/>
          <w:bCs/>
          <w:iCs/>
          <w:sz w:val="20"/>
          <w:szCs w:val="20"/>
        </w:rPr>
        <w:t xml:space="preserve"> objętego zakazem, o którym mowa w art. 5k Rozporządzenia Rady (UE) 2022/576 z dnia 8 kwietnia 2022 r. w sprawie zmiany rozporządzenia (UE) nr 833/2014 dotyczącego środków ograniczających w związku z działaniami Rosji destabilizującymi sytuację na Ukrainie z dnia 8 kwietnia 2022 r. (Dz.Urz.UE.L Nr 111, str. 1), zgodnie z którym zakazuje się udzielania lub dalszego wykonywania wszelkich zamówień publicznych lub koncesji objętych zakresem dyrektyw w sprawie zamówień publicznych, a także zakresem art. 10 ust. 1, 3, ust. 6 lit. a)–e), </w:t>
      </w:r>
      <w:r w:rsidR="006155DB" w:rsidRPr="00815516">
        <w:rPr>
          <w:rFonts w:cs="Arial"/>
          <w:bCs/>
          <w:iCs/>
          <w:sz w:val="20"/>
          <w:szCs w:val="20"/>
        </w:rPr>
        <w:lastRenderedPageBreak/>
        <w:t xml:space="preserve">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156873AB" w14:textId="7D703A9B" w:rsidR="006155DB" w:rsidRPr="00815516" w:rsidRDefault="006155DB" w:rsidP="006155DB">
      <w:pPr>
        <w:pStyle w:val="Akapitzlist"/>
        <w:spacing w:line="276" w:lineRule="auto"/>
        <w:ind w:left="1701" w:hanging="283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a) obywateli rosyjskich lub osób fizycznych lub prawnych, podmiotów lub organów z</w:t>
      </w:r>
      <w:r w:rsidR="007343D8"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>siedzibą w Rosji;</w:t>
      </w:r>
    </w:p>
    <w:p w14:paraId="632A3379" w14:textId="77777777" w:rsidR="006155DB" w:rsidRPr="00815516" w:rsidRDefault="006155DB" w:rsidP="006155DB">
      <w:pPr>
        <w:pStyle w:val="Akapitzlist"/>
        <w:spacing w:line="276" w:lineRule="auto"/>
        <w:ind w:left="1701" w:hanging="283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b)  osób prawnych, podmiotów lub organów, do których prawa własności bezpośrednio lub pośrednio w ponad 50 % należą do podmiotu, o którym mowa w lit. a) niniejszego ustępu; lub</w:t>
      </w:r>
    </w:p>
    <w:p w14:paraId="65058651" w14:textId="77777777" w:rsidR="006155DB" w:rsidRPr="00815516" w:rsidRDefault="006155DB" w:rsidP="006155DB">
      <w:pPr>
        <w:pStyle w:val="Akapitzlist"/>
        <w:spacing w:line="276" w:lineRule="auto"/>
        <w:ind w:left="1701" w:hanging="283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c)  osób fizycznych lub prawnych, podmiotów lub organów działających w imieniu lub pod kierunkiem podmiotu, o którym mowa w lit. a) lub b) niniejszego ustępu,</w:t>
      </w:r>
    </w:p>
    <w:p w14:paraId="1FFEB7B5" w14:textId="77777777" w:rsidR="006155DB" w:rsidRPr="00815516" w:rsidRDefault="006155DB" w:rsidP="006155DB">
      <w:pPr>
        <w:pStyle w:val="Akapitzlist"/>
        <w:spacing w:line="276" w:lineRule="auto"/>
        <w:ind w:left="1701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w tym podwykonawców, dostawców lub podmiotów, na których zdolności polega się w rozumieniu dyrektyw w sprawie zamówień publicznych, w przypadku gdy przypada na nich ponad 10 % wartości zamówienia;</w:t>
      </w:r>
    </w:p>
    <w:p w14:paraId="09DA4BE9" w14:textId="77777777" w:rsidR="006155DB" w:rsidRPr="00815516" w:rsidRDefault="006155DB" w:rsidP="006155DB">
      <w:pPr>
        <w:pStyle w:val="Akapitzlist"/>
        <w:spacing w:line="276" w:lineRule="auto"/>
        <w:ind w:left="1843" w:hanging="142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- chyba że zastosowanie ma odstępstwo, o którym mowa w art. 5k ust. 2 ww. rozporządzenia.</w:t>
      </w:r>
    </w:p>
    <w:p w14:paraId="4E52A256" w14:textId="33417CF9" w:rsidR="00087C7C" w:rsidRDefault="00087C7C" w:rsidP="002B1AC9">
      <w:pPr>
        <w:spacing w:line="276" w:lineRule="auto"/>
        <w:rPr>
          <w:rFonts w:cs="Arial"/>
          <w:sz w:val="20"/>
          <w:szCs w:val="20"/>
        </w:rPr>
      </w:pPr>
    </w:p>
    <w:p w14:paraId="532AA445" w14:textId="7668CC3F" w:rsidR="00087C7C" w:rsidRPr="009C47E0" w:rsidRDefault="00087C7C" w:rsidP="00FD7E3B">
      <w:pPr>
        <w:pStyle w:val="Styltytuza"/>
      </w:pPr>
      <w:r w:rsidRPr="009C47E0">
        <w:t>OŚWIADCZAMY, ŻE NIE PODLEGAMY WYKLUCZENIU</w:t>
      </w:r>
      <w:r w:rsidR="006155DB">
        <w:t xml:space="preserve"> Z POSTĘPOWANIA</w:t>
      </w: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087C7C" w:rsidRPr="00640FA2" w14:paraId="6E513EFB" w14:textId="77777777" w:rsidTr="00A95B19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14:paraId="25ECBB8B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4140" w:type="dxa"/>
            <w:vAlign w:val="center"/>
          </w:tcPr>
          <w:p w14:paraId="05E37A1F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3080" w:type="dxa"/>
            <w:vAlign w:val="center"/>
          </w:tcPr>
          <w:p w14:paraId="02D0BAB4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</w:t>
            </w:r>
            <w:r w:rsidRPr="00F0054B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0054B">
              <w:rPr>
                <w:rFonts w:cs="Arial"/>
                <w:bCs/>
                <w:sz w:val="18"/>
                <w:szCs w:val="18"/>
              </w:rPr>
              <w:t>(ych)</w:t>
            </w:r>
          </w:p>
        </w:tc>
        <w:tc>
          <w:tcPr>
            <w:tcW w:w="1800" w:type="dxa"/>
            <w:vAlign w:val="center"/>
          </w:tcPr>
          <w:p w14:paraId="1C972ACA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087C7C" w:rsidRPr="00F0054B" w14:paraId="19F80C81" w14:textId="77777777" w:rsidTr="00A95B19">
        <w:trPr>
          <w:cantSplit/>
          <w:trHeight w:val="674"/>
          <w:jc w:val="center"/>
        </w:trPr>
        <w:tc>
          <w:tcPr>
            <w:tcW w:w="590" w:type="dxa"/>
          </w:tcPr>
          <w:p w14:paraId="3DEA0B7C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14:paraId="56C767E4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  <w:p w14:paraId="3AE9797C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80" w:type="dxa"/>
          </w:tcPr>
          <w:p w14:paraId="29E653DA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00" w:type="dxa"/>
          </w:tcPr>
          <w:p w14:paraId="042BA8D1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3940EB76" w14:textId="77777777" w:rsidR="00FD7E3B" w:rsidRDefault="00FD7E3B" w:rsidP="00373DAC"/>
    <w:p w14:paraId="343478EF" w14:textId="77777777" w:rsidR="00FD7E3B" w:rsidRDefault="00FD7E3B">
      <w:pPr>
        <w:spacing w:line="240" w:lineRule="auto"/>
        <w:jc w:val="left"/>
        <w:rPr>
          <w:rFonts w:cs="Calibri"/>
          <w:b/>
          <w:iCs/>
          <w:color w:val="000000"/>
          <w:sz w:val="20"/>
          <w:szCs w:val="22"/>
          <w:lang w:eastAsia="en-US"/>
        </w:rPr>
      </w:pPr>
      <w:r>
        <w:br w:type="page"/>
      </w:r>
    </w:p>
    <w:p w14:paraId="3308270F" w14:textId="7948B079" w:rsidR="00087C7C" w:rsidRPr="009C47E0" w:rsidRDefault="006902BF" w:rsidP="00FD7E3B">
      <w:pPr>
        <w:pStyle w:val="StylZa"/>
      </w:pPr>
      <w:r>
        <w:lastRenderedPageBreak/>
        <w:t>Załącznik n</w:t>
      </w:r>
      <w:r w:rsidR="00087C7C">
        <w:t xml:space="preserve">r </w:t>
      </w:r>
      <w:r w:rsidR="005E1FB9">
        <w:t>4c</w:t>
      </w:r>
      <w:r w:rsidR="00087C7C">
        <w:t xml:space="preserve"> do </w:t>
      </w:r>
      <w:r w:rsidR="006C29FD">
        <w:t>SWZ</w:t>
      </w:r>
      <w:r w:rsidR="00087C7C">
        <w:t xml:space="preserve"> </w:t>
      </w:r>
    </w:p>
    <w:p w14:paraId="5ACF342D" w14:textId="77777777" w:rsidR="00087C7C" w:rsidRPr="002A44D0" w:rsidRDefault="00087C7C" w:rsidP="00FD7E3B">
      <w:pPr>
        <w:pStyle w:val="Styltytuza"/>
      </w:pPr>
      <w:r w:rsidRPr="002A44D0">
        <w:t xml:space="preserve">Oświadczenie o niezgłaszaniu roszczeń wobec </w:t>
      </w:r>
      <w:r>
        <w:t>Z</w:t>
      </w:r>
      <w:r w:rsidRPr="002A44D0">
        <w:t>amawiającego</w:t>
      </w:r>
    </w:p>
    <w:p w14:paraId="5A11985C" w14:textId="77777777" w:rsidR="00087C7C" w:rsidRPr="002A44D0" w:rsidRDefault="00087C7C" w:rsidP="00087C7C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58242" behindDoc="0" locked="0" layoutInCell="1" allowOverlap="1" wp14:anchorId="0C633581" wp14:editId="55084EBC">
                <wp:simplePos x="0" y="0"/>
                <wp:positionH relativeFrom="column">
                  <wp:posOffset>31750</wp:posOffset>
                </wp:positionH>
                <wp:positionV relativeFrom="paragraph">
                  <wp:posOffset>31114</wp:posOffset>
                </wp:positionV>
                <wp:extent cx="5821680" cy="0"/>
                <wp:effectExtent l="0" t="0" r="26670" b="19050"/>
                <wp:wrapNone/>
                <wp:docPr id="12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21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A6C913" id="Łącznik prostoliniowy 12" o:spid="_x0000_s1026" style="position:absolute;flip:y;z-index:251658242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2.5pt,2.45pt" to="460.9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"/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087C7C" w:rsidRPr="00686709" w14:paraId="0BD13480" w14:textId="77777777" w:rsidTr="00A95B19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700EDE7B" w14:textId="004E3677" w:rsidR="00087C7C" w:rsidRPr="004375BC" w:rsidRDefault="00087C7C" w:rsidP="00A95B19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  <w:r w:rsidR="00C70EB7">
              <w:rPr>
                <w:rFonts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</w:tcPr>
          <w:p w14:paraId="057A0574" w14:textId="77777777" w:rsidR="00087C7C" w:rsidRPr="00686709" w:rsidRDefault="00087C7C" w:rsidP="00A95B19">
            <w:pPr>
              <w:spacing w:line="240" w:lineRule="auto"/>
              <w:ind w:left="497" w:right="1064" w:firstLine="497"/>
              <w:rPr>
                <w:rFonts w:cs="Arial"/>
                <w:sz w:val="20"/>
                <w:szCs w:val="20"/>
              </w:rPr>
            </w:pPr>
          </w:p>
          <w:p w14:paraId="352FF4DB" w14:textId="77777777" w:rsidR="00087C7C" w:rsidRPr="00686709" w:rsidRDefault="00087C7C" w:rsidP="00A95B19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087C7C" w:rsidRPr="00686709" w14:paraId="5843D229" w14:textId="77777777" w:rsidTr="00A95B19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73D7DC27" w14:textId="77777777" w:rsidR="00087C7C" w:rsidRPr="004375BC" w:rsidRDefault="00087C7C" w:rsidP="00A95B19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14:paraId="3B25B336" w14:textId="77777777" w:rsidR="00087C7C" w:rsidRPr="004375BC" w:rsidRDefault="00087C7C" w:rsidP="00A95B19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14:paraId="3058FFF3" w14:textId="77777777" w:rsidR="00087C7C" w:rsidRPr="004375BC" w:rsidRDefault="00087C7C" w:rsidP="00A95B19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  <w:p w14:paraId="615FE53E" w14:textId="77777777" w:rsidR="00087C7C" w:rsidRPr="004375BC" w:rsidRDefault="00087C7C" w:rsidP="00A95B19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5521" w:type="dxa"/>
          </w:tcPr>
          <w:p w14:paraId="36EA5ECE" w14:textId="77777777" w:rsidR="00087C7C" w:rsidRPr="00686709" w:rsidRDefault="00087C7C" w:rsidP="00A95B19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14:paraId="3CE25A1E" w14:textId="77777777" w:rsidR="00087C7C" w:rsidRPr="00686709" w:rsidRDefault="00087C7C" w:rsidP="00087C7C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14:paraId="52A807F7" w14:textId="77777777" w:rsidR="00087C7C" w:rsidRDefault="00087C7C" w:rsidP="00087C7C">
      <w:pPr>
        <w:rPr>
          <w:rFonts w:cs="Arial"/>
          <w:sz w:val="20"/>
          <w:szCs w:val="20"/>
        </w:rPr>
      </w:pPr>
    </w:p>
    <w:p w14:paraId="13466B1F" w14:textId="1845257F" w:rsidR="00087C7C" w:rsidRPr="00C63DCD" w:rsidRDefault="00087C7C" w:rsidP="00087C7C">
      <w:pPr>
        <w:pStyle w:val="Nagwek"/>
        <w:spacing w:line="276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zamówieniu </w:t>
      </w:r>
      <w:r w:rsidRPr="00C1339B">
        <w:rPr>
          <w:rFonts w:cs="Arial"/>
          <w:sz w:val="20"/>
          <w:szCs w:val="20"/>
        </w:rPr>
        <w:t xml:space="preserve">prowadzonym w trybie </w:t>
      </w:r>
      <w:r w:rsidR="00E27DED"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</w:t>
      </w:r>
      <w:r w:rsidR="00476D62">
        <w:rPr>
          <w:rFonts w:cs="Arial"/>
          <w:sz w:val="20"/>
          <w:szCs w:val="20"/>
        </w:rPr>
        <w:t xml:space="preserve"> </w:t>
      </w:r>
      <w:r w:rsidR="00E27DED" w:rsidRPr="00293C6B">
        <w:rPr>
          <w:rFonts w:cs="Arial"/>
          <w:sz w:val="20"/>
          <w:szCs w:val="20"/>
        </w:rPr>
        <w:t xml:space="preserve"> </w:t>
      </w:r>
      <w:r w:rsidR="00476D62" w:rsidRPr="00476D62">
        <w:rPr>
          <w:rFonts w:cs="Arial"/>
          <w:b/>
          <w:sz w:val="20"/>
          <w:szCs w:val="20"/>
        </w:rPr>
        <w:t>„Zakup i dostawa środków czystości dla Orlen S.A. – Oddział PGNiG w Sanoku” numer postępowania: NP/PGNG/24/0970/OS/EU</w:t>
      </w:r>
      <w:r w:rsidR="00476D62">
        <w:rPr>
          <w:rFonts w:cs="Arial"/>
          <w:b/>
          <w:sz w:val="20"/>
          <w:szCs w:val="20"/>
        </w:rPr>
        <w:t xml:space="preserve"> </w:t>
      </w:r>
      <w:r w:rsidRPr="00C1339B">
        <w:rPr>
          <w:rFonts w:cs="Arial"/>
          <w:sz w:val="20"/>
          <w:szCs w:val="20"/>
        </w:rPr>
        <w:t>oświadczamy, że nie będziemy zgłasz</w:t>
      </w:r>
      <w:r w:rsidRPr="00C1339B">
        <w:rPr>
          <w:rFonts w:cs="Arial"/>
          <w:bCs/>
          <w:spacing w:val="4"/>
          <w:sz w:val="20"/>
          <w:szCs w:val="20"/>
        </w:rPr>
        <w:t>ać żadnych roszczeń wobec Zamawiającego w przypadku unieważnienia niniejszego</w:t>
      </w:r>
      <w:r w:rsidRPr="002A44D0">
        <w:rPr>
          <w:rFonts w:cs="Arial"/>
          <w:bCs/>
          <w:spacing w:val="4"/>
          <w:sz w:val="20"/>
          <w:szCs w:val="20"/>
        </w:rPr>
        <w:t xml:space="preserve"> postępowania</w:t>
      </w:r>
      <w:r w:rsidRPr="002A44D0">
        <w:rPr>
          <w:rFonts w:cs="Arial"/>
          <w:bCs/>
          <w:sz w:val="20"/>
          <w:szCs w:val="20"/>
        </w:rPr>
        <w:t>.</w:t>
      </w:r>
    </w:p>
    <w:p w14:paraId="0F883651" w14:textId="77777777" w:rsidR="00087C7C" w:rsidRDefault="00087C7C" w:rsidP="00087C7C">
      <w:pPr>
        <w:shd w:val="clear" w:color="auto" w:fill="FFFFFF"/>
        <w:tabs>
          <w:tab w:val="left" w:pos="274"/>
        </w:tabs>
        <w:rPr>
          <w:rFonts w:cs="Arial"/>
          <w:spacing w:val="-10"/>
          <w:sz w:val="20"/>
          <w:szCs w:val="20"/>
        </w:rPr>
      </w:pPr>
    </w:p>
    <w:p w14:paraId="779881C9" w14:textId="77777777" w:rsidR="00087C7C" w:rsidRDefault="00087C7C" w:rsidP="00087C7C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14:paraId="30B7FD59" w14:textId="77777777" w:rsidR="00E27DED" w:rsidRDefault="00E27DED" w:rsidP="00087C7C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14:paraId="1D7F0697" w14:textId="77777777" w:rsidR="00E27DED" w:rsidRDefault="00E27DED" w:rsidP="00087C7C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14:paraId="2D2C9EBB" w14:textId="77777777" w:rsidR="00E27DED" w:rsidRDefault="00E27DED" w:rsidP="00087C7C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14:paraId="23D2378A" w14:textId="77777777" w:rsidR="00E27DED" w:rsidRDefault="00E27DED" w:rsidP="00087C7C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14:paraId="52A9672C" w14:textId="77777777" w:rsidR="00E27DED" w:rsidRDefault="00E27DED" w:rsidP="00087C7C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14:paraId="47E7EC1C" w14:textId="77777777" w:rsidR="00E27DED" w:rsidRDefault="00E27DED" w:rsidP="00087C7C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14:paraId="2759C1F2" w14:textId="77777777" w:rsidR="00087C7C" w:rsidRPr="002A44D0" w:rsidRDefault="00087C7C" w:rsidP="00087C7C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087C7C" w:rsidRPr="00640FA2" w14:paraId="070B285D" w14:textId="77777777" w:rsidTr="00A95B19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14:paraId="3972173D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4140" w:type="dxa"/>
            <w:vAlign w:val="center"/>
          </w:tcPr>
          <w:p w14:paraId="68F24D15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3080" w:type="dxa"/>
            <w:vAlign w:val="center"/>
          </w:tcPr>
          <w:p w14:paraId="32841B3C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</w:t>
            </w:r>
            <w:r w:rsidRPr="00F0054B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0054B">
              <w:rPr>
                <w:rFonts w:cs="Arial"/>
                <w:bCs/>
                <w:sz w:val="18"/>
                <w:szCs w:val="18"/>
              </w:rPr>
              <w:t>(ych)</w:t>
            </w:r>
          </w:p>
        </w:tc>
        <w:tc>
          <w:tcPr>
            <w:tcW w:w="1800" w:type="dxa"/>
            <w:vAlign w:val="center"/>
          </w:tcPr>
          <w:p w14:paraId="1115A943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087C7C" w:rsidRPr="00F0054B" w14:paraId="1EC7CA17" w14:textId="77777777" w:rsidTr="00A95B19">
        <w:trPr>
          <w:cantSplit/>
          <w:trHeight w:val="674"/>
          <w:jc w:val="center"/>
        </w:trPr>
        <w:tc>
          <w:tcPr>
            <w:tcW w:w="590" w:type="dxa"/>
          </w:tcPr>
          <w:p w14:paraId="52183407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14:paraId="0590CBE2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  <w:p w14:paraId="1EEA60B0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80" w:type="dxa"/>
          </w:tcPr>
          <w:p w14:paraId="208C13A2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00" w:type="dxa"/>
          </w:tcPr>
          <w:p w14:paraId="38DA0392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71A083DB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35EF6EE8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3D7E87FB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3A338FE3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6723B9ED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60A0975B" w14:textId="569A061B" w:rsidR="004C5FF6" w:rsidRDefault="004C5FF6" w:rsidP="00415BEF"/>
    <w:p w14:paraId="6DE9246E" w14:textId="444C9870" w:rsidR="004F4CEF" w:rsidRDefault="004F4CEF" w:rsidP="00415BEF"/>
    <w:p w14:paraId="4980DBE0" w14:textId="6C5F514E" w:rsidR="004F4CEF" w:rsidRDefault="004F4CEF" w:rsidP="00415BEF"/>
    <w:p w14:paraId="1FBF003E" w14:textId="0193AFB3" w:rsidR="004F4CEF" w:rsidRDefault="004F4CEF" w:rsidP="00415BEF"/>
    <w:p w14:paraId="19C8184F" w14:textId="1CE5541A" w:rsidR="004F4CEF" w:rsidRDefault="004F4CEF" w:rsidP="00415BEF"/>
    <w:p w14:paraId="24D81DE6" w14:textId="26AAC9E0" w:rsidR="004F4CEF" w:rsidRDefault="004F4CEF" w:rsidP="00415BEF"/>
    <w:p w14:paraId="010F511F" w14:textId="74428FC1" w:rsidR="004F4CEF" w:rsidRDefault="004F4CEF" w:rsidP="00415BEF"/>
    <w:p w14:paraId="3891E649" w14:textId="039B7D4C" w:rsidR="004F4CEF" w:rsidRDefault="004F4CEF" w:rsidP="00415BEF"/>
    <w:p w14:paraId="7F227584" w14:textId="146EEC61" w:rsidR="00FD7E3B" w:rsidRDefault="00FD7E3B">
      <w:pPr>
        <w:spacing w:line="240" w:lineRule="auto"/>
        <w:jc w:val="left"/>
      </w:pPr>
    </w:p>
    <w:p w14:paraId="7E6EFC75" w14:textId="4624CAE0" w:rsidR="006902BF" w:rsidRDefault="006902BF">
      <w:pPr>
        <w:spacing w:line="240" w:lineRule="auto"/>
        <w:jc w:val="left"/>
      </w:pPr>
    </w:p>
    <w:p w14:paraId="70103D73" w14:textId="77777777" w:rsidR="00CD0E79" w:rsidRPr="004F03D3" w:rsidRDefault="00CD0E79" w:rsidP="00CD0E79">
      <w:pPr>
        <w:spacing w:line="240" w:lineRule="auto"/>
        <w:jc w:val="right"/>
        <w:rPr>
          <w:b/>
          <w:bCs/>
        </w:rPr>
      </w:pPr>
      <w:r w:rsidRPr="004F03D3">
        <w:rPr>
          <w:b/>
          <w:bCs/>
        </w:rPr>
        <w:lastRenderedPageBreak/>
        <w:t xml:space="preserve">Załącznik nr 5 do SWZ </w:t>
      </w:r>
    </w:p>
    <w:p w14:paraId="3A12486F" w14:textId="77777777" w:rsidR="00CD0E79" w:rsidRDefault="00CD0E79" w:rsidP="00CD0E79">
      <w:pPr>
        <w:spacing w:line="240" w:lineRule="auto"/>
        <w:jc w:val="left"/>
        <w:rPr>
          <w:b/>
          <w:bCs/>
        </w:rPr>
      </w:pPr>
    </w:p>
    <w:p w14:paraId="6A719447" w14:textId="77777777" w:rsidR="00CD0E79" w:rsidRPr="004F03D3" w:rsidRDefault="00CD0E79" w:rsidP="00CD0E79">
      <w:pPr>
        <w:spacing w:line="240" w:lineRule="auto"/>
        <w:jc w:val="center"/>
        <w:rPr>
          <w:b/>
          <w:bCs/>
        </w:rPr>
      </w:pPr>
      <w:r w:rsidRPr="004F03D3">
        <w:rPr>
          <w:b/>
          <w:bCs/>
        </w:rPr>
        <w:t>Wykaz</w:t>
      </w:r>
      <w:r>
        <w:rPr>
          <w:b/>
          <w:bCs/>
        </w:rPr>
        <w:t xml:space="preserve"> wykonanych</w:t>
      </w:r>
      <w:r w:rsidRPr="004F03D3">
        <w:rPr>
          <w:b/>
          <w:bCs/>
        </w:rPr>
        <w:t xml:space="preserve"> dostaw</w:t>
      </w:r>
    </w:p>
    <w:p w14:paraId="22524C59" w14:textId="77777777" w:rsidR="00CD0E79" w:rsidRPr="004F03D3" w:rsidRDefault="00CD0E79" w:rsidP="00CD0E79">
      <w:pPr>
        <w:spacing w:line="240" w:lineRule="auto"/>
        <w:jc w:val="left"/>
        <w:rPr>
          <w:b/>
          <w:bCs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5511"/>
      </w:tblGrid>
      <w:tr w:rsidR="00CD0E79" w:rsidRPr="004F03D3" w14:paraId="26FC5FB9" w14:textId="77777777" w:rsidTr="005E7EB8">
        <w:trPr>
          <w:cantSplit/>
          <w:trHeight w:hRule="exact" w:val="718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4A47C308" w14:textId="77777777" w:rsidR="00CD0E79" w:rsidRPr="004F03D3" w:rsidRDefault="00CD0E79" w:rsidP="005E7EB8">
            <w:pPr>
              <w:spacing w:line="240" w:lineRule="auto"/>
              <w:jc w:val="left"/>
            </w:pPr>
            <w:r w:rsidRPr="004F03D3">
              <w:t>Dane Wykonawcy</w:t>
            </w:r>
          </w:p>
        </w:tc>
        <w:tc>
          <w:tcPr>
            <w:tcW w:w="3043" w:type="pct"/>
          </w:tcPr>
          <w:p w14:paraId="3E11D56F" w14:textId="77777777" w:rsidR="00CD0E79" w:rsidRPr="004F03D3" w:rsidRDefault="00CD0E79" w:rsidP="005E7EB8">
            <w:pPr>
              <w:spacing w:line="240" w:lineRule="auto"/>
              <w:jc w:val="left"/>
            </w:pPr>
          </w:p>
          <w:p w14:paraId="4D35E0C2" w14:textId="77777777" w:rsidR="00CD0E79" w:rsidRPr="004F03D3" w:rsidRDefault="00CD0E79" w:rsidP="005E7EB8">
            <w:pPr>
              <w:spacing w:line="240" w:lineRule="auto"/>
              <w:jc w:val="left"/>
            </w:pPr>
          </w:p>
        </w:tc>
      </w:tr>
      <w:tr w:rsidR="00CD0E79" w:rsidRPr="004F03D3" w14:paraId="765D1865" w14:textId="77777777" w:rsidTr="005E7EB8">
        <w:trPr>
          <w:cantSplit/>
          <w:trHeight w:hRule="exact" w:val="919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3AF10F9A" w14:textId="77777777" w:rsidR="00CD0E79" w:rsidRPr="004F03D3" w:rsidRDefault="00CD0E79" w:rsidP="005E7EB8">
            <w:pPr>
              <w:spacing w:line="240" w:lineRule="auto"/>
              <w:jc w:val="left"/>
            </w:pPr>
            <w:r w:rsidRPr="004F03D3">
              <w:t xml:space="preserve">Adres Wykonawcy: </w:t>
            </w:r>
          </w:p>
          <w:p w14:paraId="4CF06727" w14:textId="77777777" w:rsidR="00CD0E79" w:rsidRPr="004F03D3" w:rsidRDefault="00CD0E79" w:rsidP="005E7EB8">
            <w:pPr>
              <w:spacing w:line="240" w:lineRule="auto"/>
              <w:jc w:val="left"/>
            </w:pPr>
            <w:r w:rsidRPr="004F03D3">
              <w:t xml:space="preserve">ulica, nr lokalu, kod, miejscowość </w:t>
            </w:r>
          </w:p>
        </w:tc>
        <w:tc>
          <w:tcPr>
            <w:tcW w:w="3043" w:type="pct"/>
          </w:tcPr>
          <w:p w14:paraId="3DB225B3" w14:textId="77777777" w:rsidR="00CD0E79" w:rsidRPr="004F03D3" w:rsidRDefault="00CD0E79" w:rsidP="005E7EB8">
            <w:pPr>
              <w:spacing w:line="240" w:lineRule="auto"/>
              <w:jc w:val="left"/>
            </w:pPr>
          </w:p>
        </w:tc>
      </w:tr>
    </w:tbl>
    <w:p w14:paraId="6C7DC8C2" w14:textId="77777777" w:rsidR="00CD0E79" w:rsidRDefault="00CD0E79" w:rsidP="00CD0E79">
      <w:pPr>
        <w:spacing w:line="240" w:lineRule="auto"/>
        <w:rPr>
          <w:rFonts w:cs="Arial"/>
          <w:sz w:val="20"/>
          <w:szCs w:val="20"/>
        </w:rPr>
      </w:pPr>
    </w:p>
    <w:p w14:paraId="308BB43C" w14:textId="042EFEE3" w:rsidR="00CD0E79" w:rsidRPr="004F03D3" w:rsidRDefault="00CD0E79" w:rsidP="00CD0E79">
      <w:pPr>
        <w:spacing w:line="240" w:lineRule="auto"/>
        <w:rPr>
          <w:rFonts w:cs="Arial"/>
          <w:sz w:val="20"/>
          <w:szCs w:val="20"/>
        </w:rPr>
      </w:pPr>
      <w:r w:rsidRPr="004F03D3">
        <w:rPr>
          <w:rFonts w:cs="Arial"/>
          <w:sz w:val="20"/>
          <w:szCs w:val="20"/>
        </w:rPr>
        <w:t xml:space="preserve">Składając ofertę w zamówieniu niepublicznym prowadzonym w trybie przetargu nieograniczonego pn.: </w:t>
      </w:r>
      <w:r w:rsidR="00476D62" w:rsidRPr="00476D62">
        <w:rPr>
          <w:rFonts w:cs="Arial"/>
          <w:b/>
          <w:sz w:val="20"/>
          <w:szCs w:val="20"/>
        </w:rPr>
        <w:t>„Zakup i dostawa środków czystości dla Orlen S.A. – Oddział PGNiG w Sanoku” numer postępowania: NP/PGNG/24/0970/OS/EU</w:t>
      </w:r>
      <w:r w:rsidR="00476D62">
        <w:rPr>
          <w:rFonts w:cs="Arial"/>
          <w:b/>
          <w:sz w:val="20"/>
          <w:szCs w:val="20"/>
        </w:rPr>
        <w:t xml:space="preserve"> </w:t>
      </w:r>
      <w:r w:rsidR="00476D62" w:rsidRPr="00476D62">
        <w:rPr>
          <w:rFonts w:cs="Arial"/>
          <w:sz w:val="20"/>
          <w:szCs w:val="20"/>
        </w:rPr>
        <w:t>p</w:t>
      </w:r>
      <w:r w:rsidRPr="004F03D3">
        <w:rPr>
          <w:rFonts w:cs="Arial"/>
          <w:bCs/>
          <w:sz w:val="20"/>
          <w:szCs w:val="20"/>
        </w:rPr>
        <w:t>rzedstawiam poniżej wykaz wykonanych dostaw:</w:t>
      </w:r>
    </w:p>
    <w:p w14:paraId="7A8E4214" w14:textId="77777777" w:rsidR="00CD0E79" w:rsidRPr="004F03D3" w:rsidRDefault="00CD0E79" w:rsidP="00CD0E79">
      <w:pPr>
        <w:spacing w:line="240" w:lineRule="auto"/>
        <w:rPr>
          <w:rFonts w:cs="Arial"/>
          <w:sz w:val="20"/>
          <w:szCs w:val="20"/>
        </w:rPr>
      </w:pPr>
    </w:p>
    <w:p w14:paraId="3E89E2C4" w14:textId="77777777" w:rsidR="00CD0E79" w:rsidRPr="004F03D3" w:rsidRDefault="00CD0E79" w:rsidP="00CD0E79">
      <w:pPr>
        <w:spacing w:line="240" w:lineRule="auto"/>
        <w:jc w:val="left"/>
        <w:rPr>
          <w:rFonts w:cs="Arial"/>
          <w:b/>
          <w:bCs/>
          <w:sz w:val="20"/>
          <w:szCs w:val="20"/>
        </w:rPr>
      </w:pPr>
    </w:p>
    <w:tbl>
      <w:tblPr>
        <w:tblStyle w:val="Tabela-Siatka"/>
        <w:tblW w:w="10191" w:type="dxa"/>
        <w:tblInd w:w="-431" w:type="dxa"/>
        <w:tblLook w:val="04A0" w:firstRow="1" w:lastRow="0" w:firstColumn="1" w:lastColumn="0" w:noHBand="0" w:noVBand="1"/>
      </w:tblPr>
      <w:tblGrid>
        <w:gridCol w:w="723"/>
        <w:gridCol w:w="2694"/>
        <w:gridCol w:w="2126"/>
        <w:gridCol w:w="1701"/>
        <w:gridCol w:w="1985"/>
        <w:gridCol w:w="962"/>
      </w:tblGrid>
      <w:tr w:rsidR="00CD0E79" w:rsidRPr="004F03D3" w14:paraId="7160367D" w14:textId="77777777" w:rsidTr="005E7EB8">
        <w:trPr>
          <w:trHeight w:val="1340"/>
        </w:trPr>
        <w:tc>
          <w:tcPr>
            <w:tcW w:w="723" w:type="dxa"/>
            <w:shd w:val="clear" w:color="auto" w:fill="D9D9D9" w:themeFill="background1" w:themeFillShade="D9"/>
            <w:vAlign w:val="center"/>
          </w:tcPr>
          <w:p w14:paraId="4ACD4973" w14:textId="77777777" w:rsidR="00CD0E79" w:rsidRPr="004F03D3" w:rsidRDefault="00CD0E79" w:rsidP="005E7EB8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 w:rsidRPr="004F03D3">
              <w:rPr>
                <w:rFonts w:cs="Arial"/>
                <w:sz w:val="20"/>
                <w:szCs w:val="20"/>
              </w:rPr>
              <w:t>Lp.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4087AF39" w14:textId="77777777" w:rsidR="00CD0E79" w:rsidRPr="004F03D3" w:rsidRDefault="00CD0E79" w:rsidP="005E7EB8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4F03D3">
              <w:rPr>
                <w:rFonts w:cs="Arial"/>
                <w:b/>
                <w:bCs/>
                <w:sz w:val="20"/>
                <w:szCs w:val="20"/>
              </w:rPr>
              <w:t>Podmiot na rzecz którego Wykonawca wykonał dostawę</w:t>
            </w:r>
          </w:p>
          <w:p w14:paraId="3059ED82" w14:textId="77777777" w:rsidR="00CD0E79" w:rsidRPr="004F03D3" w:rsidRDefault="00CD0E79" w:rsidP="005E7EB8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4F958DD" w14:textId="77777777" w:rsidR="00CD0E79" w:rsidRPr="004F03D3" w:rsidRDefault="00CD0E79" w:rsidP="005E7EB8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4F03D3">
              <w:rPr>
                <w:rFonts w:cs="Arial"/>
                <w:b/>
                <w:bCs/>
                <w:sz w:val="20"/>
                <w:szCs w:val="20"/>
              </w:rPr>
              <w:t xml:space="preserve">Przedmiot </w:t>
            </w:r>
            <w:r>
              <w:rPr>
                <w:rFonts w:cs="Arial"/>
                <w:b/>
                <w:bCs/>
                <w:sz w:val="20"/>
                <w:szCs w:val="20"/>
              </w:rPr>
              <w:t>d</w:t>
            </w:r>
            <w:r w:rsidRPr="004F03D3">
              <w:rPr>
                <w:rFonts w:cs="Arial"/>
                <w:b/>
                <w:bCs/>
                <w:sz w:val="20"/>
                <w:szCs w:val="20"/>
              </w:rPr>
              <w:t>ostaw</w:t>
            </w:r>
            <w:r>
              <w:rPr>
                <w:rFonts w:cs="Arial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CD2D872" w14:textId="77777777" w:rsidR="00CD0E79" w:rsidRPr="004F03D3" w:rsidRDefault="00CD0E79" w:rsidP="005E7EB8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4F03D3">
              <w:rPr>
                <w:rFonts w:cs="Arial"/>
                <w:b/>
                <w:bCs/>
                <w:sz w:val="20"/>
                <w:szCs w:val="20"/>
              </w:rPr>
              <w:t>Wartość dostaw</w:t>
            </w:r>
          </w:p>
          <w:p w14:paraId="6FC67629" w14:textId="77777777" w:rsidR="00CD0E79" w:rsidRPr="004F03D3" w:rsidRDefault="00CD0E79" w:rsidP="005E7EB8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4F03D3">
              <w:rPr>
                <w:rFonts w:cs="Arial"/>
                <w:sz w:val="20"/>
                <w:szCs w:val="20"/>
              </w:rPr>
              <w:t>(zł netto)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BB000B3" w14:textId="77777777" w:rsidR="00CD0E79" w:rsidRPr="004F03D3" w:rsidRDefault="00CD0E79" w:rsidP="005E7EB8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4F03D3">
              <w:rPr>
                <w:rFonts w:cs="Arial"/>
                <w:b/>
                <w:bCs/>
                <w:sz w:val="20"/>
                <w:szCs w:val="20"/>
              </w:rPr>
              <w:t>Termin realizacji dostaw</w:t>
            </w:r>
          </w:p>
          <w:p w14:paraId="1A17ABF8" w14:textId="77777777" w:rsidR="00CD0E79" w:rsidRPr="004F03D3" w:rsidRDefault="00CD0E79" w:rsidP="005E7EB8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4F03D3">
              <w:rPr>
                <w:rFonts w:cs="Arial"/>
                <w:sz w:val="20"/>
                <w:szCs w:val="20"/>
              </w:rPr>
              <w:t>(data rozpoczęcia / data zakończenia) DDMMRR</w:t>
            </w:r>
          </w:p>
        </w:tc>
        <w:tc>
          <w:tcPr>
            <w:tcW w:w="962" w:type="dxa"/>
            <w:shd w:val="clear" w:color="auto" w:fill="D9D9D9" w:themeFill="background1" w:themeFillShade="D9"/>
            <w:vAlign w:val="center"/>
          </w:tcPr>
          <w:p w14:paraId="192D13E0" w14:textId="77777777" w:rsidR="00CD0E79" w:rsidRPr="004F03D3" w:rsidRDefault="00CD0E79" w:rsidP="005E7EB8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4F03D3">
              <w:rPr>
                <w:rFonts w:cs="Arial"/>
                <w:sz w:val="20"/>
                <w:szCs w:val="20"/>
              </w:rPr>
              <w:t>UWAGI</w:t>
            </w:r>
          </w:p>
        </w:tc>
      </w:tr>
      <w:tr w:rsidR="00CD0E79" w:rsidRPr="004F03D3" w14:paraId="54A697C6" w14:textId="77777777" w:rsidTr="005E7EB8">
        <w:trPr>
          <w:trHeight w:val="308"/>
        </w:trPr>
        <w:tc>
          <w:tcPr>
            <w:tcW w:w="723" w:type="dxa"/>
            <w:vAlign w:val="center"/>
          </w:tcPr>
          <w:p w14:paraId="13174982" w14:textId="77777777" w:rsidR="00CD0E79" w:rsidRPr="004F03D3" w:rsidRDefault="00CD0E79" w:rsidP="005E7EB8">
            <w:pPr>
              <w:spacing w:line="240" w:lineRule="auto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4F03D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694" w:type="dxa"/>
            <w:vAlign w:val="center"/>
          </w:tcPr>
          <w:p w14:paraId="7F6BA982" w14:textId="77777777" w:rsidR="00CD0E79" w:rsidRPr="004F03D3" w:rsidRDefault="00CD0E79" w:rsidP="005E7EB8">
            <w:pPr>
              <w:spacing w:line="240" w:lineRule="auto"/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052E3A6" w14:textId="77777777" w:rsidR="00CD0E79" w:rsidRPr="004F03D3" w:rsidRDefault="00CD0E79" w:rsidP="005E7EB8">
            <w:pPr>
              <w:spacing w:line="240" w:lineRule="auto"/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6F44838" w14:textId="77777777" w:rsidR="00CD0E79" w:rsidRPr="004F03D3" w:rsidRDefault="00CD0E79" w:rsidP="005E7EB8">
            <w:pPr>
              <w:spacing w:line="240" w:lineRule="auto"/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4838248" w14:textId="77777777" w:rsidR="00CD0E79" w:rsidRPr="004F03D3" w:rsidRDefault="00CD0E79" w:rsidP="005E7EB8">
            <w:pPr>
              <w:spacing w:line="240" w:lineRule="auto"/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62" w:type="dxa"/>
            <w:vAlign w:val="center"/>
          </w:tcPr>
          <w:p w14:paraId="0429DA41" w14:textId="77777777" w:rsidR="00CD0E79" w:rsidRPr="004F03D3" w:rsidRDefault="00CD0E79" w:rsidP="005E7EB8">
            <w:pPr>
              <w:spacing w:line="240" w:lineRule="auto"/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CD0E79" w:rsidRPr="004F03D3" w14:paraId="2C3387C7" w14:textId="77777777" w:rsidTr="005E7EB8">
        <w:trPr>
          <w:trHeight w:val="308"/>
        </w:trPr>
        <w:tc>
          <w:tcPr>
            <w:tcW w:w="723" w:type="dxa"/>
            <w:vAlign w:val="center"/>
          </w:tcPr>
          <w:p w14:paraId="16196E8F" w14:textId="77777777" w:rsidR="00CD0E79" w:rsidRPr="004F03D3" w:rsidRDefault="00CD0E79" w:rsidP="005E7EB8">
            <w:pPr>
              <w:spacing w:line="240" w:lineRule="auto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4F03D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694" w:type="dxa"/>
            <w:vAlign w:val="center"/>
          </w:tcPr>
          <w:p w14:paraId="68B31F71" w14:textId="77777777" w:rsidR="00CD0E79" w:rsidRPr="004F03D3" w:rsidRDefault="00CD0E79" w:rsidP="005E7EB8">
            <w:pPr>
              <w:spacing w:line="240" w:lineRule="auto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ACA146F" w14:textId="77777777" w:rsidR="00CD0E79" w:rsidRPr="004F03D3" w:rsidRDefault="00CD0E79" w:rsidP="005E7EB8">
            <w:pPr>
              <w:spacing w:line="240" w:lineRule="auto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57EACC1" w14:textId="77777777" w:rsidR="00CD0E79" w:rsidRPr="004F03D3" w:rsidRDefault="00CD0E79" w:rsidP="005E7EB8">
            <w:pPr>
              <w:spacing w:line="240" w:lineRule="auto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7B65E6E" w14:textId="77777777" w:rsidR="00CD0E79" w:rsidRPr="004F03D3" w:rsidRDefault="00CD0E79" w:rsidP="005E7EB8">
            <w:pPr>
              <w:spacing w:line="240" w:lineRule="auto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62" w:type="dxa"/>
            <w:vAlign w:val="center"/>
          </w:tcPr>
          <w:p w14:paraId="4A514E3E" w14:textId="77777777" w:rsidR="00CD0E79" w:rsidRPr="004F03D3" w:rsidRDefault="00CD0E79" w:rsidP="005E7EB8">
            <w:pPr>
              <w:spacing w:line="240" w:lineRule="auto"/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CD0E79" w:rsidRPr="004F03D3" w14:paraId="48EEA734" w14:textId="77777777" w:rsidTr="005E7EB8">
        <w:trPr>
          <w:trHeight w:val="276"/>
        </w:trPr>
        <w:tc>
          <w:tcPr>
            <w:tcW w:w="723" w:type="dxa"/>
            <w:vAlign w:val="center"/>
          </w:tcPr>
          <w:p w14:paraId="4FEC9C4F" w14:textId="77777777" w:rsidR="00CD0E79" w:rsidRPr="004F03D3" w:rsidRDefault="00CD0E79" w:rsidP="005E7EB8">
            <w:pPr>
              <w:spacing w:line="240" w:lineRule="auto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4F03D3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694" w:type="dxa"/>
            <w:vAlign w:val="center"/>
          </w:tcPr>
          <w:p w14:paraId="43355352" w14:textId="77777777" w:rsidR="00CD0E79" w:rsidRPr="004F03D3" w:rsidRDefault="00CD0E79" w:rsidP="005E7EB8">
            <w:pPr>
              <w:spacing w:line="240" w:lineRule="auto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FCA5BB6" w14:textId="77777777" w:rsidR="00CD0E79" w:rsidRPr="004F03D3" w:rsidRDefault="00CD0E79" w:rsidP="005E7EB8">
            <w:pPr>
              <w:spacing w:line="240" w:lineRule="auto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12D36AD" w14:textId="77777777" w:rsidR="00CD0E79" w:rsidRPr="004F03D3" w:rsidRDefault="00CD0E79" w:rsidP="005E7EB8">
            <w:pPr>
              <w:spacing w:line="240" w:lineRule="auto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E975180" w14:textId="77777777" w:rsidR="00CD0E79" w:rsidRPr="004F03D3" w:rsidRDefault="00CD0E79" w:rsidP="005E7EB8">
            <w:pPr>
              <w:spacing w:line="240" w:lineRule="auto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62" w:type="dxa"/>
            <w:vAlign w:val="center"/>
          </w:tcPr>
          <w:p w14:paraId="0E1EA6B8" w14:textId="77777777" w:rsidR="00CD0E79" w:rsidRPr="004F03D3" w:rsidRDefault="00CD0E79" w:rsidP="005E7EB8">
            <w:pPr>
              <w:spacing w:line="240" w:lineRule="auto"/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06913EE0" w14:textId="77777777" w:rsidR="00CD0E79" w:rsidRPr="004F03D3" w:rsidRDefault="00CD0E79" w:rsidP="00CD0E79">
      <w:pPr>
        <w:spacing w:line="240" w:lineRule="auto"/>
        <w:jc w:val="left"/>
        <w:rPr>
          <w:rFonts w:cs="Arial"/>
          <w:sz w:val="20"/>
          <w:szCs w:val="20"/>
        </w:rPr>
      </w:pPr>
    </w:p>
    <w:p w14:paraId="0D25C7B5" w14:textId="77777777" w:rsidR="00CD0E79" w:rsidRPr="004F03D3" w:rsidRDefault="00CD0E79" w:rsidP="00CD0E79">
      <w:pPr>
        <w:spacing w:line="240" w:lineRule="auto"/>
        <w:jc w:val="left"/>
        <w:rPr>
          <w:rFonts w:cs="Arial"/>
          <w:sz w:val="20"/>
          <w:szCs w:val="20"/>
        </w:rPr>
      </w:pPr>
      <w:r w:rsidRPr="004F03D3">
        <w:rPr>
          <w:rFonts w:cs="Arial"/>
          <w:sz w:val="20"/>
          <w:szCs w:val="20"/>
        </w:rPr>
        <w:t xml:space="preserve">UWAGA: </w:t>
      </w:r>
    </w:p>
    <w:p w14:paraId="7D6B244C" w14:textId="77777777" w:rsidR="00CD0E79" w:rsidRPr="004F03D3" w:rsidRDefault="00CD0E79" w:rsidP="00CD0E79">
      <w:pPr>
        <w:numPr>
          <w:ilvl w:val="0"/>
          <w:numId w:val="36"/>
        </w:numPr>
        <w:spacing w:line="240" w:lineRule="auto"/>
        <w:jc w:val="left"/>
        <w:rPr>
          <w:rFonts w:cs="Arial"/>
          <w:sz w:val="20"/>
          <w:szCs w:val="20"/>
        </w:rPr>
      </w:pPr>
      <w:r w:rsidRPr="004F03D3">
        <w:rPr>
          <w:rFonts w:cs="Arial"/>
          <w:sz w:val="20"/>
          <w:szCs w:val="20"/>
        </w:rPr>
        <w:t xml:space="preserve">z informacji zawartych w niniejszym Wykazie </w:t>
      </w:r>
      <w:r w:rsidRPr="004F03D3">
        <w:rPr>
          <w:rFonts w:cs="Arial"/>
          <w:sz w:val="20"/>
          <w:szCs w:val="20"/>
          <w:u w:val="single"/>
        </w:rPr>
        <w:t>musi jednoznacznie</w:t>
      </w:r>
      <w:r w:rsidRPr="004F03D3">
        <w:rPr>
          <w:rFonts w:cs="Arial"/>
          <w:sz w:val="20"/>
          <w:szCs w:val="20"/>
        </w:rPr>
        <w:t xml:space="preserve"> wynikać spełnianie szczególnych warunków udziału w postępowaniu, o którym szczegółowo mowa w pkt. 10.2.1. a) SWZ, </w:t>
      </w:r>
    </w:p>
    <w:p w14:paraId="125C64A2" w14:textId="77777777" w:rsidR="00CD0E79" w:rsidRPr="004F03D3" w:rsidRDefault="00CD0E79" w:rsidP="00CD0E79">
      <w:pPr>
        <w:numPr>
          <w:ilvl w:val="0"/>
          <w:numId w:val="36"/>
        </w:numPr>
        <w:spacing w:line="240" w:lineRule="auto"/>
        <w:jc w:val="lef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do wykazu należy dołączyć </w:t>
      </w:r>
      <w:r w:rsidRPr="004F03D3">
        <w:rPr>
          <w:rFonts w:cs="Arial"/>
          <w:sz w:val="20"/>
          <w:szCs w:val="20"/>
        </w:rPr>
        <w:t xml:space="preserve">dokumenty potwierdzając, że dostawy te zostały wykonane należycie </w:t>
      </w:r>
      <w:r>
        <w:rPr>
          <w:rFonts w:cs="Arial"/>
          <w:sz w:val="20"/>
          <w:szCs w:val="20"/>
        </w:rPr>
        <w:t>zgodnie z pkt. 11.1 ppkt. i) SWZ,</w:t>
      </w:r>
    </w:p>
    <w:p w14:paraId="7D8D596A" w14:textId="2D6FB96A" w:rsidR="00CD0E79" w:rsidRDefault="00CD0E79" w:rsidP="00CD0E79">
      <w:pPr>
        <w:numPr>
          <w:ilvl w:val="0"/>
          <w:numId w:val="36"/>
        </w:numPr>
        <w:spacing w:line="240" w:lineRule="auto"/>
        <w:jc w:val="left"/>
        <w:rPr>
          <w:rFonts w:cs="Arial"/>
          <w:sz w:val="20"/>
          <w:szCs w:val="20"/>
        </w:rPr>
      </w:pPr>
      <w:r w:rsidRPr="004F03D3">
        <w:rPr>
          <w:rFonts w:cs="Arial"/>
          <w:sz w:val="20"/>
          <w:szCs w:val="20"/>
        </w:rPr>
        <w:t>jeżeli Wykonawcy wspólnie ubiegają się o udzielenie zamówienia należy wskazać w przedmiotowym Wykazie, który z Wykonawców występujących wspólnie wykonał wykazaną dostawę.</w:t>
      </w:r>
    </w:p>
    <w:p w14:paraId="3228E43C" w14:textId="20312D85" w:rsidR="000D59AB" w:rsidRDefault="000D59AB" w:rsidP="000D59AB">
      <w:pPr>
        <w:spacing w:line="240" w:lineRule="auto"/>
        <w:jc w:val="left"/>
        <w:rPr>
          <w:rFonts w:cs="Arial"/>
          <w:sz w:val="20"/>
          <w:szCs w:val="20"/>
        </w:rPr>
      </w:pPr>
    </w:p>
    <w:p w14:paraId="19AC1744" w14:textId="3F242FDA" w:rsidR="000D59AB" w:rsidRDefault="000D59AB" w:rsidP="000D59AB">
      <w:pPr>
        <w:spacing w:line="240" w:lineRule="auto"/>
        <w:jc w:val="left"/>
        <w:rPr>
          <w:rFonts w:cs="Arial"/>
          <w:sz w:val="20"/>
          <w:szCs w:val="20"/>
        </w:rPr>
      </w:pPr>
    </w:p>
    <w:p w14:paraId="6A4C95A2" w14:textId="77777777" w:rsidR="000D59AB" w:rsidRPr="004F03D3" w:rsidRDefault="000D59AB" w:rsidP="000D59AB">
      <w:pPr>
        <w:spacing w:line="240" w:lineRule="auto"/>
        <w:jc w:val="left"/>
        <w:rPr>
          <w:rFonts w:cs="Arial"/>
          <w:sz w:val="20"/>
          <w:szCs w:val="20"/>
        </w:rPr>
      </w:pPr>
    </w:p>
    <w:p w14:paraId="32AC2B0C" w14:textId="77777777" w:rsidR="00CD0E79" w:rsidRPr="000D59AB" w:rsidRDefault="00CD0E79" w:rsidP="00CD0E79">
      <w:pPr>
        <w:spacing w:line="240" w:lineRule="auto"/>
        <w:jc w:val="left"/>
        <w:rPr>
          <w:rFonts w:cs="Arial"/>
          <w:sz w:val="18"/>
          <w:szCs w:val="18"/>
        </w:rPr>
      </w:pPr>
    </w:p>
    <w:p w14:paraId="11FC48CC" w14:textId="77777777" w:rsidR="00CD0E79" w:rsidRPr="000D59AB" w:rsidRDefault="00CD0E79" w:rsidP="00CD0E79">
      <w:pPr>
        <w:spacing w:line="240" w:lineRule="auto"/>
        <w:jc w:val="left"/>
        <w:rPr>
          <w:rFonts w:cs="Arial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"/>
        <w:gridCol w:w="3938"/>
        <w:gridCol w:w="3012"/>
        <w:gridCol w:w="1589"/>
      </w:tblGrid>
      <w:tr w:rsidR="00CD0E79" w:rsidRPr="000D59AB" w14:paraId="12CA0DDB" w14:textId="77777777" w:rsidTr="005E7EB8">
        <w:trPr>
          <w:cantSplit/>
          <w:trHeight w:val="703"/>
          <w:jc w:val="center"/>
        </w:trPr>
        <w:tc>
          <w:tcPr>
            <w:tcW w:w="288" w:type="pct"/>
            <w:vAlign w:val="center"/>
          </w:tcPr>
          <w:p w14:paraId="168180FF" w14:textId="77777777" w:rsidR="00CD0E79" w:rsidRPr="000D59AB" w:rsidRDefault="00CD0E79" w:rsidP="005E7EB8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  <w:r w:rsidRPr="000D59AB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73" w:type="pct"/>
            <w:vAlign w:val="center"/>
          </w:tcPr>
          <w:p w14:paraId="013E63AC" w14:textId="77777777" w:rsidR="00CD0E79" w:rsidRPr="000D59AB" w:rsidRDefault="00CD0E79" w:rsidP="005E7EB8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0D59AB">
              <w:rPr>
                <w:rFonts w:cs="Arial"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62" w:type="pct"/>
            <w:vAlign w:val="center"/>
          </w:tcPr>
          <w:p w14:paraId="51827754" w14:textId="77777777" w:rsidR="00CD0E79" w:rsidRPr="000D59AB" w:rsidRDefault="00CD0E79" w:rsidP="005E7EB8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0D59AB">
              <w:rPr>
                <w:rFonts w:cs="Arial"/>
                <w:bCs/>
                <w:sz w:val="18"/>
                <w:szCs w:val="18"/>
              </w:rPr>
              <w:t>Podpis(y) osoby(osób) uprawnionej</w:t>
            </w:r>
            <w:r w:rsidRPr="000D59AB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0D59AB">
              <w:rPr>
                <w:rFonts w:cs="Arial"/>
                <w:bCs/>
                <w:sz w:val="18"/>
                <w:szCs w:val="18"/>
              </w:rPr>
              <w:t>(ych)</w:t>
            </w:r>
          </w:p>
        </w:tc>
        <w:tc>
          <w:tcPr>
            <w:tcW w:w="877" w:type="pct"/>
            <w:vAlign w:val="center"/>
          </w:tcPr>
          <w:p w14:paraId="1528B40D" w14:textId="77777777" w:rsidR="00CD0E79" w:rsidRPr="000D59AB" w:rsidRDefault="00CD0E79" w:rsidP="005E7EB8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0D59AB">
              <w:rPr>
                <w:rFonts w:cs="Arial"/>
                <w:sz w:val="18"/>
                <w:szCs w:val="18"/>
              </w:rPr>
              <w:t>Miejscowość</w:t>
            </w:r>
          </w:p>
          <w:p w14:paraId="55901031" w14:textId="77777777" w:rsidR="00CD0E79" w:rsidRPr="000D59AB" w:rsidRDefault="00CD0E79" w:rsidP="005E7EB8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0D59AB">
              <w:rPr>
                <w:rFonts w:cs="Arial"/>
                <w:sz w:val="18"/>
                <w:szCs w:val="18"/>
              </w:rPr>
              <w:t>i data</w:t>
            </w:r>
          </w:p>
        </w:tc>
      </w:tr>
      <w:tr w:rsidR="00CD0E79" w:rsidRPr="000D59AB" w14:paraId="0B4CCA71" w14:textId="77777777" w:rsidTr="005E7EB8">
        <w:trPr>
          <w:cantSplit/>
          <w:trHeight w:val="674"/>
          <w:jc w:val="center"/>
        </w:trPr>
        <w:tc>
          <w:tcPr>
            <w:tcW w:w="288" w:type="pct"/>
            <w:vAlign w:val="center"/>
          </w:tcPr>
          <w:p w14:paraId="6C824D2B" w14:textId="77777777" w:rsidR="00CD0E79" w:rsidRPr="000D59AB" w:rsidRDefault="00CD0E79" w:rsidP="005E7EB8">
            <w:pPr>
              <w:spacing w:line="240" w:lineRule="auto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73" w:type="pct"/>
            <w:vAlign w:val="center"/>
          </w:tcPr>
          <w:p w14:paraId="5DD756D1" w14:textId="77777777" w:rsidR="00CD0E79" w:rsidRPr="000D59AB" w:rsidRDefault="00CD0E79" w:rsidP="005E7EB8">
            <w:pPr>
              <w:spacing w:line="240" w:lineRule="auto"/>
              <w:jc w:val="left"/>
              <w:rPr>
                <w:rFonts w:cs="Arial"/>
                <w:b/>
                <w:sz w:val="18"/>
                <w:szCs w:val="18"/>
              </w:rPr>
            </w:pPr>
          </w:p>
          <w:p w14:paraId="292A74DB" w14:textId="77777777" w:rsidR="00CD0E79" w:rsidRPr="000D59AB" w:rsidRDefault="00CD0E79" w:rsidP="005E7EB8">
            <w:pPr>
              <w:spacing w:line="240" w:lineRule="auto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62" w:type="pct"/>
            <w:vAlign w:val="center"/>
          </w:tcPr>
          <w:p w14:paraId="5CD1C2BC" w14:textId="77777777" w:rsidR="00CD0E79" w:rsidRPr="000D59AB" w:rsidRDefault="00CD0E79" w:rsidP="005E7EB8">
            <w:pPr>
              <w:spacing w:line="240" w:lineRule="auto"/>
              <w:jc w:val="left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877" w:type="pct"/>
            <w:vAlign w:val="center"/>
          </w:tcPr>
          <w:p w14:paraId="76288394" w14:textId="77777777" w:rsidR="00CD0E79" w:rsidRPr="000D59AB" w:rsidRDefault="00CD0E79" w:rsidP="005E7EB8">
            <w:pPr>
              <w:spacing w:line="240" w:lineRule="auto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1BFF0654" w14:textId="77777777" w:rsidR="00CD0E79" w:rsidRPr="000D59AB" w:rsidRDefault="00CD0E79" w:rsidP="00CD0E79">
      <w:pPr>
        <w:spacing w:line="240" w:lineRule="auto"/>
        <w:jc w:val="left"/>
        <w:rPr>
          <w:rFonts w:cs="Arial"/>
          <w:sz w:val="18"/>
          <w:szCs w:val="18"/>
        </w:rPr>
      </w:pPr>
    </w:p>
    <w:p w14:paraId="21A27D9D" w14:textId="77777777" w:rsidR="00CD0E79" w:rsidRPr="000D59AB" w:rsidRDefault="00CD0E79" w:rsidP="00CD0E79">
      <w:pPr>
        <w:spacing w:line="240" w:lineRule="auto"/>
        <w:jc w:val="left"/>
        <w:rPr>
          <w:sz w:val="18"/>
          <w:szCs w:val="18"/>
        </w:rPr>
      </w:pPr>
    </w:p>
    <w:p w14:paraId="24D3AAA6" w14:textId="77777777" w:rsidR="006902BF" w:rsidRDefault="006902BF" w:rsidP="006902BF">
      <w:pPr>
        <w:tabs>
          <w:tab w:val="left" w:pos="3720"/>
        </w:tabs>
      </w:pPr>
      <w:r>
        <w:tab/>
      </w:r>
    </w:p>
    <w:p w14:paraId="51884445" w14:textId="77777777" w:rsidR="006902BF" w:rsidRDefault="006902BF">
      <w:pPr>
        <w:spacing w:line="240" w:lineRule="auto"/>
        <w:jc w:val="left"/>
      </w:pPr>
    </w:p>
    <w:sectPr w:rsidR="006902BF" w:rsidSect="00D877C6">
      <w:headerReference w:type="default" r:id="rId17"/>
      <w:footerReference w:type="default" r:id="rId18"/>
      <w:pgSz w:w="11906" w:h="16838"/>
      <w:pgMar w:top="1417" w:right="1417" w:bottom="1417" w:left="1417" w:header="708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DFF203" w14:textId="77777777" w:rsidR="002C1A8D" w:rsidRDefault="002C1A8D">
      <w:r>
        <w:separator/>
      </w:r>
    </w:p>
  </w:endnote>
  <w:endnote w:type="continuationSeparator" w:id="0">
    <w:p w14:paraId="6253E218" w14:textId="77777777" w:rsidR="002C1A8D" w:rsidRDefault="002C1A8D">
      <w:r>
        <w:continuationSeparator/>
      </w:r>
    </w:p>
  </w:endnote>
  <w:endnote w:type="continuationNotice" w:id="1">
    <w:p w14:paraId="21C96F99" w14:textId="77777777" w:rsidR="002C1A8D" w:rsidRDefault="002C1A8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</w:rPr>
      <w:id w:val="688176638"/>
      <w:docPartObj>
        <w:docPartGallery w:val="Page Numbers (Bottom of Page)"/>
        <w:docPartUnique/>
      </w:docPartObj>
    </w:sdtPr>
    <w:sdtContent>
      <w:sdt>
        <w:sdtPr>
          <w:rPr>
            <w:rFonts w:cs="Arial"/>
            <w:sz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FE9805" w14:textId="484987DB" w:rsidR="002C1A8D" w:rsidRPr="00872672" w:rsidRDefault="002C1A8D">
            <w:pPr>
              <w:pStyle w:val="Stopka"/>
              <w:jc w:val="right"/>
              <w:rPr>
                <w:rFonts w:cs="Arial"/>
                <w:sz w:val="16"/>
              </w:rPr>
            </w:pPr>
            <w:r w:rsidRPr="00872672">
              <w:rPr>
                <w:rFonts w:cs="Arial"/>
                <w:sz w:val="16"/>
              </w:rPr>
              <w:t xml:space="preserve">Strona </w:t>
            </w:r>
            <w:r w:rsidRPr="00872672">
              <w:rPr>
                <w:rFonts w:cs="Arial"/>
                <w:b/>
                <w:bCs/>
                <w:sz w:val="16"/>
              </w:rPr>
              <w:fldChar w:fldCharType="begin"/>
            </w:r>
            <w:r w:rsidRPr="00872672">
              <w:rPr>
                <w:rFonts w:cs="Arial"/>
                <w:b/>
                <w:bCs/>
                <w:sz w:val="16"/>
              </w:rPr>
              <w:instrText>PAGE</w:instrText>
            </w:r>
            <w:r w:rsidRPr="00872672">
              <w:rPr>
                <w:rFonts w:cs="Arial"/>
                <w:b/>
                <w:bCs/>
                <w:sz w:val="16"/>
              </w:rPr>
              <w:fldChar w:fldCharType="separate"/>
            </w:r>
            <w:r w:rsidR="00CA4FFE">
              <w:rPr>
                <w:rFonts w:cs="Arial"/>
                <w:b/>
                <w:bCs/>
                <w:noProof/>
                <w:sz w:val="16"/>
              </w:rPr>
              <w:t>12</w:t>
            </w:r>
            <w:r w:rsidRPr="00872672">
              <w:rPr>
                <w:rFonts w:cs="Arial"/>
                <w:b/>
                <w:bCs/>
                <w:sz w:val="16"/>
              </w:rPr>
              <w:fldChar w:fldCharType="end"/>
            </w:r>
            <w:r w:rsidRPr="00872672">
              <w:rPr>
                <w:rFonts w:cs="Arial"/>
                <w:sz w:val="16"/>
              </w:rPr>
              <w:t xml:space="preserve"> z </w:t>
            </w:r>
            <w:r w:rsidRPr="00872672">
              <w:rPr>
                <w:rFonts w:cs="Arial"/>
                <w:b/>
                <w:bCs/>
                <w:sz w:val="16"/>
              </w:rPr>
              <w:fldChar w:fldCharType="begin"/>
            </w:r>
            <w:r w:rsidRPr="00872672">
              <w:rPr>
                <w:rFonts w:cs="Arial"/>
                <w:b/>
                <w:bCs/>
                <w:sz w:val="16"/>
              </w:rPr>
              <w:instrText>NUMPAGES</w:instrText>
            </w:r>
            <w:r w:rsidRPr="00872672">
              <w:rPr>
                <w:rFonts w:cs="Arial"/>
                <w:b/>
                <w:bCs/>
                <w:sz w:val="16"/>
              </w:rPr>
              <w:fldChar w:fldCharType="separate"/>
            </w:r>
            <w:r>
              <w:rPr>
                <w:rFonts w:cs="Arial"/>
                <w:b/>
                <w:bCs/>
                <w:noProof/>
                <w:sz w:val="16"/>
              </w:rPr>
              <w:t>27</w:t>
            </w:r>
            <w:r w:rsidRPr="00872672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3A1AE1B1" w14:textId="77777777" w:rsidR="002C1A8D" w:rsidRDefault="002C1A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A0E33D" w14:textId="77777777" w:rsidR="002C1A8D" w:rsidRDefault="002C1A8D">
      <w:r>
        <w:separator/>
      </w:r>
    </w:p>
  </w:footnote>
  <w:footnote w:type="continuationSeparator" w:id="0">
    <w:p w14:paraId="4F17C4A6" w14:textId="77777777" w:rsidR="002C1A8D" w:rsidRDefault="002C1A8D">
      <w:r>
        <w:continuationSeparator/>
      </w:r>
    </w:p>
  </w:footnote>
  <w:footnote w:type="continuationNotice" w:id="1">
    <w:p w14:paraId="7249F86A" w14:textId="77777777" w:rsidR="002C1A8D" w:rsidRDefault="002C1A8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DE2704" w14:textId="3A997708" w:rsidR="002C1A8D" w:rsidRPr="0048281B" w:rsidRDefault="002C1A8D" w:rsidP="0048281B">
    <w:pPr>
      <w:tabs>
        <w:tab w:val="right" w:pos="8505"/>
      </w:tabs>
      <w:suppressAutoHyphens/>
      <w:spacing w:line="160" w:lineRule="exact"/>
      <w:rPr>
        <w:b/>
        <w:sz w:val="12"/>
      </w:rPr>
    </w:pPr>
    <w:r w:rsidRPr="0048281B">
      <w:rPr>
        <w:b/>
        <w:sz w:val="12"/>
      </w:rPr>
      <w:t>„Zakup i dostawa środków czystości dla Orlen S.A. – Oddział PGNiG w Sanoku”</w:t>
    </w:r>
    <w:r>
      <w:rPr>
        <w:b/>
        <w:sz w:val="12"/>
      </w:rPr>
      <w:t xml:space="preserve"> n</w:t>
    </w:r>
    <w:r w:rsidRPr="0048281B">
      <w:rPr>
        <w:b/>
        <w:sz w:val="12"/>
      </w:rPr>
      <w:t>umer postępowania: NP/PGNG/24/0970/OS/EU</w:t>
    </w:r>
  </w:p>
  <w:p w14:paraId="7420294B" w14:textId="10A29429" w:rsidR="002C1A8D" w:rsidRPr="008D2BC0" w:rsidRDefault="002C1A8D" w:rsidP="008D2BC0">
    <w:pPr>
      <w:tabs>
        <w:tab w:val="right" w:pos="8505"/>
      </w:tabs>
      <w:suppressAutoHyphens/>
      <w:spacing w:line="160" w:lineRule="exact"/>
      <w:rPr>
        <w:b/>
        <w:sz w:val="12"/>
      </w:rPr>
    </w:pPr>
  </w:p>
  <w:p w14:paraId="10DD21DA" w14:textId="77777777" w:rsidR="002C1A8D" w:rsidRPr="008D2BC0" w:rsidRDefault="002C1A8D" w:rsidP="008D2BC0">
    <w:pPr>
      <w:tabs>
        <w:tab w:val="right" w:pos="8505"/>
      </w:tabs>
      <w:suppressAutoHyphens/>
      <w:spacing w:line="160" w:lineRule="exact"/>
      <w:rPr>
        <w:sz w:val="12"/>
      </w:rPr>
    </w:pPr>
  </w:p>
  <w:p w14:paraId="4D6647EA" w14:textId="6838677E" w:rsidR="002C1A8D" w:rsidRPr="00872672" w:rsidRDefault="002C1A8D" w:rsidP="00D877C6">
    <w:pPr>
      <w:tabs>
        <w:tab w:val="right" w:pos="8505"/>
      </w:tabs>
      <w:suppressAutoHyphens/>
      <w:spacing w:line="160" w:lineRule="exact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0191C"/>
    <w:multiLevelType w:val="hybridMultilevel"/>
    <w:tmpl w:val="9C586632"/>
    <w:lvl w:ilvl="0" w:tplc="113EF60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6154B"/>
    <w:multiLevelType w:val="hybridMultilevel"/>
    <w:tmpl w:val="53D4796E"/>
    <w:lvl w:ilvl="0" w:tplc="D472921E">
      <w:start w:val="1"/>
      <w:numFmt w:val="lowerLetter"/>
      <w:pStyle w:val="Styla"/>
      <w:lvlText w:val="%1)"/>
      <w:lvlJc w:val="left"/>
      <w:pPr>
        <w:ind w:left="14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6761621"/>
    <w:multiLevelType w:val="hybridMultilevel"/>
    <w:tmpl w:val="EFDC94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98C2D738">
      <w:start w:val="1"/>
      <w:numFmt w:val="lowerLetter"/>
      <w:lvlText w:val="%5)"/>
      <w:lvlJc w:val="left"/>
      <w:pPr>
        <w:ind w:left="3600" w:hanging="360"/>
      </w:pPr>
      <w:rPr>
        <w:rFonts w:ascii="Arial" w:hAnsi="Arial" w:cs="Arial" w:hint="default"/>
        <w:color w:val="auto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936A0"/>
    <w:multiLevelType w:val="hybridMultilevel"/>
    <w:tmpl w:val="0E10F02C"/>
    <w:lvl w:ilvl="0" w:tplc="0415001B">
      <w:start w:val="1"/>
      <w:numFmt w:val="lowerRoman"/>
      <w:pStyle w:val="Stylkropka"/>
      <w:lvlText w:val="%1."/>
      <w:lvlJc w:val="righ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8FD6FFF"/>
    <w:multiLevelType w:val="hybridMultilevel"/>
    <w:tmpl w:val="D62876E2"/>
    <w:lvl w:ilvl="0" w:tplc="2C00783C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15CEF2F2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59C2E6AE">
      <w:start w:val="1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5F40E7"/>
    <w:multiLevelType w:val="hybridMultilevel"/>
    <w:tmpl w:val="1BECB07E"/>
    <w:lvl w:ilvl="0" w:tplc="0415001B">
      <w:start w:val="1"/>
      <w:numFmt w:val="lowerRoman"/>
      <w:lvlText w:val="%1."/>
      <w:lvlJc w:val="righ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87D3B68"/>
    <w:multiLevelType w:val="hybridMultilevel"/>
    <w:tmpl w:val="67127FC6"/>
    <w:lvl w:ilvl="0" w:tplc="8FB0EB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345BE9"/>
    <w:multiLevelType w:val="hybridMultilevel"/>
    <w:tmpl w:val="7774207A"/>
    <w:lvl w:ilvl="0" w:tplc="31DC0D1E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E5723EB"/>
    <w:multiLevelType w:val="hybridMultilevel"/>
    <w:tmpl w:val="F9DE4DE0"/>
    <w:lvl w:ilvl="0" w:tplc="1C16BFA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A21B10"/>
    <w:multiLevelType w:val="multilevel"/>
    <w:tmpl w:val="9BD02A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708" w:hanging="424"/>
      </w:pPr>
      <w:rPr>
        <w:rFonts w:hint="default"/>
        <w:b w:val="0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934" w:hanging="122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D7154F"/>
    <w:multiLevelType w:val="hybridMultilevel"/>
    <w:tmpl w:val="4BAC9BE6"/>
    <w:lvl w:ilvl="0" w:tplc="737834A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C9F78F9"/>
    <w:multiLevelType w:val="hybridMultilevel"/>
    <w:tmpl w:val="9AF08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AC09D4"/>
    <w:multiLevelType w:val="hybridMultilevel"/>
    <w:tmpl w:val="81C0186A"/>
    <w:lvl w:ilvl="0" w:tplc="3FF87F4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94F4511"/>
    <w:multiLevelType w:val="hybridMultilevel"/>
    <w:tmpl w:val="D11A61C4"/>
    <w:lvl w:ilvl="0" w:tplc="0415001B">
      <w:start w:val="1"/>
      <w:numFmt w:val="low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3A342442"/>
    <w:multiLevelType w:val="hybridMultilevel"/>
    <w:tmpl w:val="AB1614BC"/>
    <w:lvl w:ilvl="0" w:tplc="DF8CA888">
      <w:start w:val="1"/>
      <w:numFmt w:val="decimal"/>
      <w:pStyle w:val="Styl1formularz"/>
      <w:lvlText w:val="%1."/>
      <w:lvlJc w:val="left"/>
      <w:pPr>
        <w:ind w:left="943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AB3DAD"/>
    <w:multiLevelType w:val="hybridMultilevel"/>
    <w:tmpl w:val="B67EB40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EF278B8"/>
    <w:multiLevelType w:val="multilevel"/>
    <w:tmpl w:val="E4B45A20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58375AB"/>
    <w:multiLevelType w:val="hybridMultilevel"/>
    <w:tmpl w:val="DC10F292"/>
    <w:lvl w:ilvl="0" w:tplc="72A0FA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D547F3"/>
    <w:multiLevelType w:val="multilevel"/>
    <w:tmpl w:val="F6DA8BBC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03B1B7E"/>
    <w:multiLevelType w:val="hybridMultilevel"/>
    <w:tmpl w:val="E08AA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5314AC"/>
    <w:multiLevelType w:val="multilevel"/>
    <w:tmpl w:val="00C60F34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pStyle w:val="Styl11"/>
      <w:lvlText w:val="%1.%2."/>
      <w:lvlJc w:val="left"/>
      <w:pPr>
        <w:ind w:left="574" w:hanging="432"/>
      </w:pPr>
      <w:rPr>
        <w:b w:val="0"/>
        <w:i w:val="0"/>
        <w:color w:val="auto"/>
      </w:rPr>
    </w:lvl>
    <w:lvl w:ilvl="2">
      <w:start w:val="1"/>
      <w:numFmt w:val="decimal"/>
      <w:pStyle w:val="Styl111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pStyle w:val="Styl1111"/>
      <w:lvlText w:val="%1.%2.%3.%4."/>
      <w:lvlJc w:val="left"/>
      <w:pPr>
        <w:ind w:left="2349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A7F7673"/>
    <w:multiLevelType w:val="hybridMultilevel"/>
    <w:tmpl w:val="C7C2E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736F60"/>
    <w:multiLevelType w:val="hybridMultilevel"/>
    <w:tmpl w:val="1E948E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66517C"/>
    <w:multiLevelType w:val="hybridMultilevel"/>
    <w:tmpl w:val="D4265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3F3C29"/>
    <w:multiLevelType w:val="hybridMultilevel"/>
    <w:tmpl w:val="49887D06"/>
    <w:lvl w:ilvl="0" w:tplc="B748C5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91831"/>
    <w:multiLevelType w:val="hybridMultilevel"/>
    <w:tmpl w:val="AFDC2CFC"/>
    <w:lvl w:ilvl="0" w:tplc="2DB0FE38">
      <w:start w:val="1"/>
      <w:numFmt w:val="bullet"/>
      <w:pStyle w:val="Stylstrzaka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6" w15:restartNumberingAfterBreak="0">
    <w:nsid w:val="6FF43602"/>
    <w:multiLevelType w:val="hybridMultilevel"/>
    <w:tmpl w:val="E908853A"/>
    <w:lvl w:ilvl="0" w:tplc="0415001B">
      <w:start w:val="1"/>
      <w:numFmt w:val="lowerRoman"/>
      <w:lvlText w:val="%1."/>
      <w:lvlJc w:val="righ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72A56724"/>
    <w:multiLevelType w:val="hybridMultilevel"/>
    <w:tmpl w:val="4A5072F2"/>
    <w:lvl w:ilvl="0" w:tplc="0415001B">
      <w:start w:val="1"/>
      <w:numFmt w:val="lowerRoman"/>
      <w:lvlText w:val="%1."/>
      <w:lvlJc w:val="righ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72D35912"/>
    <w:multiLevelType w:val="hybridMultilevel"/>
    <w:tmpl w:val="80B8B096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9" w15:restartNumberingAfterBreak="0">
    <w:nsid w:val="79352A7D"/>
    <w:multiLevelType w:val="hybridMultilevel"/>
    <w:tmpl w:val="33FA6D14"/>
    <w:lvl w:ilvl="0" w:tplc="F1DAC908">
      <w:start w:val="1"/>
      <w:numFmt w:val="lowerLetter"/>
      <w:pStyle w:val="Styla0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0"/>
  </w:num>
  <w:num w:numId="2">
    <w:abstractNumId w:val="9"/>
  </w:num>
  <w:num w:numId="3">
    <w:abstractNumId w:val="4"/>
  </w:num>
  <w:num w:numId="4">
    <w:abstractNumId w:val="15"/>
  </w:num>
  <w:num w:numId="5">
    <w:abstractNumId w:val="16"/>
  </w:num>
  <w:num w:numId="6">
    <w:abstractNumId w:val="18"/>
  </w:num>
  <w:num w:numId="7">
    <w:abstractNumId w:val="2"/>
  </w:num>
  <w:num w:numId="8">
    <w:abstractNumId w:val="23"/>
  </w:num>
  <w:num w:numId="9">
    <w:abstractNumId w:val="8"/>
  </w:num>
  <w:num w:numId="10">
    <w:abstractNumId w:val="7"/>
  </w:num>
  <w:num w:numId="11">
    <w:abstractNumId w:val="21"/>
  </w:num>
  <w:num w:numId="12">
    <w:abstractNumId w:val="24"/>
  </w:num>
  <w:num w:numId="13">
    <w:abstractNumId w:val="20"/>
  </w:num>
  <w:num w:numId="14">
    <w:abstractNumId w:val="29"/>
  </w:num>
  <w:num w:numId="15">
    <w:abstractNumId w:val="3"/>
  </w:num>
  <w:num w:numId="16">
    <w:abstractNumId w:val="25"/>
  </w:num>
  <w:num w:numId="17">
    <w:abstractNumId w:val="1"/>
  </w:num>
  <w:num w:numId="18">
    <w:abstractNumId w:val="14"/>
  </w:num>
  <w:num w:numId="19">
    <w:abstractNumId w:val="1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1"/>
    <w:lvlOverride w:ilvl="0">
      <w:startOverride w:val="1"/>
    </w:lvlOverride>
  </w:num>
  <w:num w:numId="22">
    <w:abstractNumId w:val="1"/>
    <w:lvlOverride w:ilvl="0">
      <w:startOverride w:val="1"/>
    </w:lvlOverride>
  </w:num>
  <w:num w:numId="23">
    <w:abstractNumId w:val="0"/>
    <w:lvlOverride w:ilvl="0">
      <w:startOverride w:val="1"/>
    </w:lvlOverride>
  </w:num>
  <w:num w:numId="24">
    <w:abstractNumId w:val="10"/>
  </w:num>
  <w:num w:numId="25">
    <w:abstractNumId w:val="26"/>
  </w:num>
  <w:num w:numId="26">
    <w:abstractNumId w:val="5"/>
  </w:num>
  <w:num w:numId="27">
    <w:abstractNumId w:val="13"/>
  </w:num>
  <w:num w:numId="28">
    <w:abstractNumId w:val="19"/>
  </w:num>
  <w:num w:numId="29">
    <w:abstractNumId w:val="11"/>
  </w:num>
  <w:num w:numId="30">
    <w:abstractNumId w:val="28"/>
  </w:num>
  <w:num w:numId="31">
    <w:abstractNumId w:val="27"/>
  </w:num>
  <w:num w:numId="32">
    <w:abstractNumId w:val="6"/>
  </w:num>
  <w:num w:numId="33">
    <w:abstractNumId w:val="12"/>
  </w:num>
  <w:num w:numId="34">
    <w:abstractNumId w:val="0"/>
  </w:num>
  <w:num w:numId="35">
    <w:abstractNumId w:val="22"/>
  </w:num>
  <w:num w:numId="36">
    <w:abstractNumId w:val="1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6D6"/>
    <w:rsid w:val="00000287"/>
    <w:rsid w:val="000007E3"/>
    <w:rsid w:val="00004B11"/>
    <w:rsid w:val="00011FC0"/>
    <w:rsid w:val="00016DD7"/>
    <w:rsid w:val="000225F7"/>
    <w:rsid w:val="00024228"/>
    <w:rsid w:val="00025E8A"/>
    <w:rsid w:val="00027430"/>
    <w:rsid w:val="00033372"/>
    <w:rsid w:val="000340B4"/>
    <w:rsid w:val="000350B2"/>
    <w:rsid w:val="00035102"/>
    <w:rsid w:val="00037F22"/>
    <w:rsid w:val="00041308"/>
    <w:rsid w:val="00045A69"/>
    <w:rsid w:val="000464CE"/>
    <w:rsid w:val="00051370"/>
    <w:rsid w:val="00053243"/>
    <w:rsid w:val="00055E41"/>
    <w:rsid w:val="0005621F"/>
    <w:rsid w:val="000603F3"/>
    <w:rsid w:val="00060A4B"/>
    <w:rsid w:val="000631DC"/>
    <w:rsid w:val="00064A4B"/>
    <w:rsid w:val="00067A0C"/>
    <w:rsid w:val="00083756"/>
    <w:rsid w:val="000851FF"/>
    <w:rsid w:val="00085E9D"/>
    <w:rsid w:val="00087C7C"/>
    <w:rsid w:val="00090716"/>
    <w:rsid w:val="00091A5E"/>
    <w:rsid w:val="000935C1"/>
    <w:rsid w:val="00094C5F"/>
    <w:rsid w:val="000977C1"/>
    <w:rsid w:val="000A36B9"/>
    <w:rsid w:val="000B07ED"/>
    <w:rsid w:val="000B11AD"/>
    <w:rsid w:val="000B5DCA"/>
    <w:rsid w:val="000B6E97"/>
    <w:rsid w:val="000C6FF8"/>
    <w:rsid w:val="000D0BE0"/>
    <w:rsid w:val="000D2460"/>
    <w:rsid w:val="000D3A5F"/>
    <w:rsid w:val="000D4BEE"/>
    <w:rsid w:val="000D59AB"/>
    <w:rsid w:val="000D6C85"/>
    <w:rsid w:val="000D6ED7"/>
    <w:rsid w:val="000E04AA"/>
    <w:rsid w:val="000E270B"/>
    <w:rsid w:val="000E2882"/>
    <w:rsid w:val="000E4DCF"/>
    <w:rsid w:val="000E63AD"/>
    <w:rsid w:val="000F229E"/>
    <w:rsid w:val="000F2347"/>
    <w:rsid w:val="000F2FE6"/>
    <w:rsid w:val="000F5209"/>
    <w:rsid w:val="000F74A6"/>
    <w:rsid w:val="00101D40"/>
    <w:rsid w:val="0010449D"/>
    <w:rsid w:val="001046F8"/>
    <w:rsid w:val="0010687E"/>
    <w:rsid w:val="00114479"/>
    <w:rsid w:val="001173AC"/>
    <w:rsid w:val="00121D44"/>
    <w:rsid w:val="001222CB"/>
    <w:rsid w:val="00124264"/>
    <w:rsid w:val="0012516E"/>
    <w:rsid w:val="00125875"/>
    <w:rsid w:val="00125A64"/>
    <w:rsid w:val="00126902"/>
    <w:rsid w:val="00130F50"/>
    <w:rsid w:val="00135301"/>
    <w:rsid w:val="00137C87"/>
    <w:rsid w:val="00140FE9"/>
    <w:rsid w:val="0014119B"/>
    <w:rsid w:val="001414BF"/>
    <w:rsid w:val="00151B19"/>
    <w:rsid w:val="00152187"/>
    <w:rsid w:val="00154F87"/>
    <w:rsid w:val="0015557A"/>
    <w:rsid w:val="00155A9A"/>
    <w:rsid w:val="00155D32"/>
    <w:rsid w:val="00156FDE"/>
    <w:rsid w:val="001571FB"/>
    <w:rsid w:val="00161116"/>
    <w:rsid w:val="00162E24"/>
    <w:rsid w:val="00163098"/>
    <w:rsid w:val="00163B95"/>
    <w:rsid w:val="00164C33"/>
    <w:rsid w:val="001650ED"/>
    <w:rsid w:val="00165445"/>
    <w:rsid w:val="00165AEC"/>
    <w:rsid w:val="001676E1"/>
    <w:rsid w:val="00170578"/>
    <w:rsid w:val="0017112A"/>
    <w:rsid w:val="00177A06"/>
    <w:rsid w:val="0018265F"/>
    <w:rsid w:val="00186A75"/>
    <w:rsid w:val="001919DB"/>
    <w:rsid w:val="001948F4"/>
    <w:rsid w:val="001965B4"/>
    <w:rsid w:val="0019755C"/>
    <w:rsid w:val="00197E5E"/>
    <w:rsid w:val="001A568C"/>
    <w:rsid w:val="001A57EE"/>
    <w:rsid w:val="001B048D"/>
    <w:rsid w:val="001B5165"/>
    <w:rsid w:val="001C0A88"/>
    <w:rsid w:val="001C4CFE"/>
    <w:rsid w:val="001D6979"/>
    <w:rsid w:val="001E0317"/>
    <w:rsid w:val="001E2DB0"/>
    <w:rsid w:val="001E6FE6"/>
    <w:rsid w:val="001F180B"/>
    <w:rsid w:val="001F4019"/>
    <w:rsid w:val="001F44C1"/>
    <w:rsid w:val="001F6240"/>
    <w:rsid w:val="001F6678"/>
    <w:rsid w:val="001F74AF"/>
    <w:rsid w:val="00204D3A"/>
    <w:rsid w:val="00210076"/>
    <w:rsid w:val="00210F36"/>
    <w:rsid w:val="00212856"/>
    <w:rsid w:val="00214A89"/>
    <w:rsid w:val="00222C9C"/>
    <w:rsid w:val="0022385A"/>
    <w:rsid w:val="00224893"/>
    <w:rsid w:val="00224D60"/>
    <w:rsid w:val="00225295"/>
    <w:rsid w:val="00226164"/>
    <w:rsid w:val="00235187"/>
    <w:rsid w:val="00241B2D"/>
    <w:rsid w:val="00241CEC"/>
    <w:rsid w:val="00241D34"/>
    <w:rsid w:val="00244734"/>
    <w:rsid w:val="00245100"/>
    <w:rsid w:val="00246DCB"/>
    <w:rsid w:val="00250971"/>
    <w:rsid w:val="002540A2"/>
    <w:rsid w:val="00255F5A"/>
    <w:rsid w:val="0025777F"/>
    <w:rsid w:val="002627D7"/>
    <w:rsid w:val="002635ED"/>
    <w:rsid w:val="00270354"/>
    <w:rsid w:val="00270605"/>
    <w:rsid w:val="00275234"/>
    <w:rsid w:val="002844DA"/>
    <w:rsid w:val="00286BA0"/>
    <w:rsid w:val="0028746B"/>
    <w:rsid w:val="00290164"/>
    <w:rsid w:val="00295256"/>
    <w:rsid w:val="00296204"/>
    <w:rsid w:val="002A0400"/>
    <w:rsid w:val="002A6446"/>
    <w:rsid w:val="002A65C8"/>
    <w:rsid w:val="002B03ED"/>
    <w:rsid w:val="002B15DB"/>
    <w:rsid w:val="002B1AC9"/>
    <w:rsid w:val="002B1E17"/>
    <w:rsid w:val="002B2744"/>
    <w:rsid w:val="002B4BA6"/>
    <w:rsid w:val="002B772B"/>
    <w:rsid w:val="002C1A8D"/>
    <w:rsid w:val="002C45A1"/>
    <w:rsid w:val="002C4D86"/>
    <w:rsid w:val="002C4E02"/>
    <w:rsid w:val="002D14ED"/>
    <w:rsid w:val="002D1CD7"/>
    <w:rsid w:val="002D70D6"/>
    <w:rsid w:val="002E10DC"/>
    <w:rsid w:val="002E3557"/>
    <w:rsid w:val="002E3B90"/>
    <w:rsid w:val="002E4891"/>
    <w:rsid w:val="002F5A1C"/>
    <w:rsid w:val="00301CDE"/>
    <w:rsid w:val="003045B8"/>
    <w:rsid w:val="00310CD0"/>
    <w:rsid w:val="00312656"/>
    <w:rsid w:val="00312BF6"/>
    <w:rsid w:val="00320B1C"/>
    <w:rsid w:val="00322CEC"/>
    <w:rsid w:val="00322FB1"/>
    <w:rsid w:val="003237ED"/>
    <w:rsid w:val="00326502"/>
    <w:rsid w:val="00331AEA"/>
    <w:rsid w:val="00331CEE"/>
    <w:rsid w:val="00336512"/>
    <w:rsid w:val="00337A10"/>
    <w:rsid w:val="00351B34"/>
    <w:rsid w:val="003522E3"/>
    <w:rsid w:val="00360633"/>
    <w:rsid w:val="0036194A"/>
    <w:rsid w:val="0036220B"/>
    <w:rsid w:val="0036488B"/>
    <w:rsid w:val="00365829"/>
    <w:rsid w:val="0037077D"/>
    <w:rsid w:val="003708F3"/>
    <w:rsid w:val="00373DAC"/>
    <w:rsid w:val="003830B8"/>
    <w:rsid w:val="003839A3"/>
    <w:rsid w:val="0038591A"/>
    <w:rsid w:val="00392A54"/>
    <w:rsid w:val="00396670"/>
    <w:rsid w:val="003A3DA7"/>
    <w:rsid w:val="003A54BB"/>
    <w:rsid w:val="003A6159"/>
    <w:rsid w:val="003B54B5"/>
    <w:rsid w:val="003B72F1"/>
    <w:rsid w:val="003C2E88"/>
    <w:rsid w:val="003C4F15"/>
    <w:rsid w:val="003C559E"/>
    <w:rsid w:val="003C6A2E"/>
    <w:rsid w:val="003C6F35"/>
    <w:rsid w:val="003D0986"/>
    <w:rsid w:val="003D0E90"/>
    <w:rsid w:val="003D2127"/>
    <w:rsid w:val="003E4559"/>
    <w:rsid w:val="003E4722"/>
    <w:rsid w:val="003E4BEB"/>
    <w:rsid w:val="003E6BFE"/>
    <w:rsid w:val="003F0AE1"/>
    <w:rsid w:val="003F1A3C"/>
    <w:rsid w:val="003F2CD6"/>
    <w:rsid w:val="00400706"/>
    <w:rsid w:val="004027EF"/>
    <w:rsid w:val="004046A3"/>
    <w:rsid w:val="00404B5B"/>
    <w:rsid w:val="004113E4"/>
    <w:rsid w:val="00415BEF"/>
    <w:rsid w:val="00416556"/>
    <w:rsid w:val="004168FC"/>
    <w:rsid w:val="0042113D"/>
    <w:rsid w:val="00422792"/>
    <w:rsid w:val="004335C1"/>
    <w:rsid w:val="00434CDF"/>
    <w:rsid w:val="00436AB5"/>
    <w:rsid w:val="00441428"/>
    <w:rsid w:val="004423BA"/>
    <w:rsid w:val="00447A46"/>
    <w:rsid w:val="00451A2E"/>
    <w:rsid w:val="0045226F"/>
    <w:rsid w:val="00454000"/>
    <w:rsid w:val="00454B4E"/>
    <w:rsid w:val="00455E91"/>
    <w:rsid w:val="004624E0"/>
    <w:rsid w:val="00464903"/>
    <w:rsid w:val="00464C58"/>
    <w:rsid w:val="00465204"/>
    <w:rsid w:val="00466ABA"/>
    <w:rsid w:val="00473836"/>
    <w:rsid w:val="00476D62"/>
    <w:rsid w:val="00480892"/>
    <w:rsid w:val="00480A1E"/>
    <w:rsid w:val="0048213B"/>
    <w:rsid w:val="00482581"/>
    <w:rsid w:val="0048281B"/>
    <w:rsid w:val="004848D5"/>
    <w:rsid w:val="0048597A"/>
    <w:rsid w:val="004A1D68"/>
    <w:rsid w:val="004A5165"/>
    <w:rsid w:val="004C16D8"/>
    <w:rsid w:val="004C37F1"/>
    <w:rsid w:val="004C50A8"/>
    <w:rsid w:val="004C511E"/>
    <w:rsid w:val="004C5FF6"/>
    <w:rsid w:val="004C60E7"/>
    <w:rsid w:val="004D0756"/>
    <w:rsid w:val="004D2095"/>
    <w:rsid w:val="004D27F6"/>
    <w:rsid w:val="004D3DAD"/>
    <w:rsid w:val="004D3EFB"/>
    <w:rsid w:val="004D6799"/>
    <w:rsid w:val="004E0028"/>
    <w:rsid w:val="004E49D6"/>
    <w:rsid w:val="004E76F7"/>
    <w:rsid w:val="004F01D9"/>
    <w:rsid w:val="004F2DF6"/>
    <w:rsid w:val="004F456E"/>
    <w:rsid w:val="004F4CEF"/>
    <w:rsid w:val="004F517F"/>
    <w:rsid w:val="0050032E"/>
    <w:rsid w:val="005102A3"/>
    <w:rsid w:val="0051128D"/>
    <w:rsid w:val="00513B82"/>
    <w:rsid w:val="005141DC"/>
    <w:rsid w:val="0051451B"/>
    <w:rsid w:val="00515B52"/>
    <w:rsid w:val="005176BC"/>
    <w:rsid w:val="00517897"/>
    <w:rsid w:val="00517967"/>
    <w:rsid w:val="00520899"/>
    <w:rsid w:val="0052151D"/>
    <w:rsid w:val="00525C0E"/>
    <w:rsid w:val="005309C6"/>
    <w:rsid w:val="00534A25"/>
    <w:rsid w:val="00537400"/>
    <w:rsid w:val="005376C9"/>
    <w:rsid w:val="00537E36"/>
    <w:rsid w:val="00542CED"/>
    <w:rsid w:val="0054304E"/>
    <w:rsid w:val="00543302"/>
    <w:rsid w:val="005468D0"/>
    <w:rsid w:val="00550651"/>
    <w:rsid w:val="0055589C"/>
    <w:rsid w:val="005573B6"/>
    <w:rsid w:val="00560897"/>
    <w:rsid w:val="0056169C"/>
    <w:rsid w:val="005622C7"/>
    <w:rsid w:val="005656F7"/>
    <w:rsid w:val="00573CBF"/>
    <w:rsid w:val="00580584"/>
    <w:rsid w:val="00582DC7"/>
    <w:rsid w:val="005836CF"/>
    <w:rsid w:val="00583EC4"/>
    <w:rsid w:val="005854A2"/>
    <w:rsid w:val="0058618F"/>
    <w:rsid w:val="00587480"/>
    <w:rsid w:val="00590B16"/>
    <w:rsid w:val="0059283F"/>
    <w:rsid w:val="00594DAF"/>
    <w:rsid w:val="00597893"/>
    <w:rsid w:val="00597C1B"/>
    <w:rsid w:val="005A036E"/>
    <w:rsid w:val="005A045C"/>
    <w:rsid w:val="005A5BA4"/>
    <w:rsid w:val="005A6BDB"/>
    <w:rsid w:val="005A6EDE"/>
    <w:rsid w:val="005B4898"/>
    <w:rsid w:val="005B7090"/>
    <w:rsid w:val="005C4682"/>
    <w:rsid w:val="005C694C"/>
    <w:rsid w:val="005D2AA8"/>
    <w:rsid w:val="005E00F1"/>
    <w:rsid w:val="005E1FB9"/>
    <w:rsid w:val="005E272E"/>
    <w:rsid w:val="005E3BFC"/>
    <w:rsid w:val="005E43DD"/>
    <w:rsid w:val="005E44DE"/>
    <w:rsid w:val="005E7EB8"/>
    <w:rsid w:val="005F03A9"/>
    <w:rsid w:val="005F0E5C"/>
    <w:rsid w:val="005F4112"/>
    <w:rsid w:val="005F4403"/>
    <w:rsid w:val="005F5FC3"/>
    <w:rsid w:val="006003D1"/>
    <w:rsid w:val="006023E9"/>
    <w:rsid w:val="00603185"/>
    <w:rsid w:val="0061218C"/>
    <w:rsid w:val="0061390E"/>
    <w:rsid w:val="00613A48"/>
    <w:rsid w:val="006155DB"/>
    <w:rsid w:val="00616B12"/>
    <w:rsid w:val="00620163"/>
    <w:rsid w:val="00620902"/>
    <w:rsid w:val="006250D0"/>
    <w:rsid w:val="00626381"/>
    <w:rsid w:val="00631113"/>
    <w:rsid w:val="006406F7"/>
    <w:rsid w:val="00640FA2"/>
    <w:rsid w:val="0064461F"/>
    <w:rsid w:val="00645F06"/>
    <w:rsid w:val="00650149"/>
    <w:rsid w:val="00653BD4"/>
    <w:rsid w:val="006566F1"/>
    <w:rsid w:val="00656BB0"/>
    <w:rsid w:val="0065768D"/>
    <w:rsid w:val="00664DDE"/>
    <w:rsid w:val="0066578F"/>
    <w:rsid w:val="00665917"/>
    <w:rsid w:val="00667CAD"/>
    <w:rsid w:val="0067202D"/>
    <w:rsid w:val="00673AEF"/>
    <w:rsid w:val="00675E44"/>
    <w:rsid w:val="00677CB3"/>
    <w:rsid w:val="00681BD9"/>
    <w:rsid w:val="00684FB4"/>
    <w:rsid w:val="006853CA"/>
    <w:rsid w:val="006902BF"/>
    <w:rsid w:val="00690694"/>
    <w:rsid w:val="0069101D"/>
    <w:rsid w:val="006920B8"/>
    <w:rsid w:val="00696E9C"/>
    <w:rsid w:val="00697555"/>
    <w:rsid w:val="006A2FC0"/>
    <w:rsid w:val="006A4B48"/>
    <w:rsid w:val="006A6F21"/>
    <w:rsid w:val="006B5830"/>
    <w:rsid w:val="006C29FD"/>
    <w:rsid w:val="006D05C2"/>
    <w:rsid w:val="006D1E9C"/>
    <w:rsid w:val="006D68AD"/>
    <w:rsid w:val="006D7251"/>
    <w:rsid w:val="006D727B"/>
    <w:rsid w:val="006D77E9"/>
    <w:rsid w:val="006D7F56"/>
    <w:rsid w:val="006E4BC9"/>
    <w:rsid w:val="006E56D6"/>
    <w:rsid w:val="006E6E9C"/>
    <w:rsid w:val="006E725F"/>
    <w:rsid w:val="006E79FF"/>
    <w:rsid w:val="006F0635"/>
    <w:rsid w:val="006F4EA6"/>
    <w:rsid w:val="006F527E"/>
    <w:rsid w:val="006F5A5D"/>
    <w:rsid w:val="006F7E4D"/>
    <w:rsid w:val="00701547"/>
    <w:rsid w:val="00702E15"/>
    <w:rsid w:val="00703D6D"/>
    <w:rsid w:val="00705EF6"/>
    <w:rsid w:val="0070672D"/>
    <w:rsid w:val="00710332"/>
    <w:rsid w:val="007114FD"/>
    <w:rsid w:val="00712DEA"/>
    <w:rsid w:val="0071587A"/>
    <w:rsid w:val="00716D94"/>
    <w:rsid w:val="00717D10"/>
    <w:rsid w:val="007204BE"/>
    <w:rsid w:val="0072558C"/>
    <w:rsid w:val="0072588B"/>
    <w:rsid w:val="0072652A"/>
    <w:rsid w:val="00732EF1"/>
    <w:rsid w:val="007333AD"/>
    <w:rsid w:val="00733C76"/>
    <w:rsid w:val="007343D8"/>
    <w:rsid w:val="00735138"/>
    <w:rsid w:val="007356F1"/>
    <w:rsid w:val="00736020"/>
    <w:rsid w:val="0073613C"/>
    <w:rsid w:val="007456D4"/>
    <w:rsid w:val="00753140"/>
    <w:rsid w:val="00755A6F"/>
    <w:rsid w:val="007564C8"/>
    <w:rsid w:val="0076284C"/>
    <w:rsid w:val="00762F10"/>
    <w:rsid w:val="00763D41"/>
    <w:rsid w:val="00764011"/>
    <w:rsid w:val="00772972"/>
    <w:rsid w:val="00774D5C"/>
    <w:rsid w:val="0077632E"/>
    <w:rsid w:val="00776EDF"/>
    <w:rsid w:val="00782DEE"/>
    <w:rsid w:val="00783935"/>
    <w:rsid w:val="00785B82"/>
    <w:rsid w:val="007868C8"/>
    <w:rsid w:val="0079180F"/>
    <w:rsid w:val="00792095"/>
    <w:rsid w:val="007940A8"/>
    <w:rsid w:val="007A044A"/>
    <w:rsid w:val="007A4E67"/>
    <w:rsid w:val="007B1380"/>
    <w:rsid w:val="007B2C37"/>
    <w:rsid w:val="007B5698"/>
    <w:rsid w:val="007B6CBE"/>
    <w:rsid w:val="007C0FAA"/>
    <w:rsid w:val="007C45BA"/>
    <w:rsid w:val="007C4CC8"/>
    <w:rsid w:val="007C51E8"/>
    <w:rsid w:val="007C6DE8"/>
    <w:rsid w:val="007D2546"/>
    <w:rsid w:val="007D7BCD"/>
    <w:rsid w:val="007D7C5D"/>
    <w:rsid w:val="007E2DD0"/>
    <w:rsid w:val="007E3075"/>
    <w:rsid w:val="007E4672"/>
    <w:rsid w:val="007F6CF2"/>
    <w:rsid w:val="007F78C3"/>
    <w:rsid w:val="00800E66"/>
    <w:rsid w:val="00802090"/>
    <w:rsid w:val="00803908"/>
    <w:rsid w:val="008067B9"/>
    <w:rsid w:val="00810441"/>
    <w:rsid w:val="008113DB"/>
    <w:rsid w:val="00815516"/>
    <w:rsid w:val="00815678"/>
    <w:rsid w:val="00815CBD"/>
    <w:rsid w:val="008204FB"/>
    <w:rsid w:val="00823A2D"/>
    <w:rsid w:val="008254D3"/>
    <w:rsid w:val="00825DA8"/>
    <w:rsid w:val="00827EA6"/>
    <w:rsid w:val="008338C1"/>
    <w:rsid w:val="008351C4"/>
    <w:rsid w:val="00835CC5"/>
    <w:rsid w:val="00835CFF"/>
    <w:rsid w:val="00837BAA"/>
    <w:rsid w:val="00840C87"/>
    <w:rsid w:val="008429FA"/>
    <w:rsid w:val="00843409"/>
    <w:rsid w:val="0084403C"/>
    <w:rsid w:val="008450D3"/>
    <w:rsid w:val="00850AF4"/>
    <w:rsid w:val="00850E5B"/>
    <w:rsid w:val="0085319C"/>
    <w:rsid w:val="00857A86"/>
    <w:rsid w:val="00860872"/>
    <w:rsid w:val="00861B3B"/>
    <w:rsid w:val="00864C9A"/>
    <w:rsid w:val="00874243"/>
    <w:rsid w:val="00875EFE"/>
    <w:rsid w:val="00877D9C"/>
    <w:rsid w:val="00880B26"/>
    <w:rsid w:val="00881BEA"/>
    <w:rsid w:val="00881DA5"/>
    <w:rsid w:val="00882B39"/>
    <w:rsid w:val="00886DAD"/>
    <w:rsid w:val="00890E6B"/>
    <w:rsid w:val="00892855"/>
    <w:rsid w:val="008958F7"/>
    <w:rsid w:val="008A0487"/>
    <w:rsid w:val="008A3133"/>
    <w:rsid w:val="008A406C"/>
    <w:rsid w:val="008B2B4B"/>
    <w:rsid w:val="008C2353"/>
    <w:rsid w:val="008D26F2"/>
    <w:rsid w:val="008D2BC0"/>
    <w:rsid w:val="008D31F4"/>
    <w:rsid w:val="008D3947"/>
    <w:rsid w:val="008D4495"/>
    <w:rsid w:val="008D523A"/>
    <w:rsid w:val="008D52A0"/>
    <w:rsid w:val="008D6348"/>
    <w:rsid w:val="008E2362"/>
    <w:rsid w:val="008E41FB"/>
    <w:rsid w:val="008E44CD"/>
    <w:rsid w:val="008E698B"/>
    <w:rsid w:val="008E773B"/>
    <w:rsid w:val="008F3D9B"/>
    <w:rsid w:val="008F495F"/>
    <w:rsid w:val="008F63EC"/>
    <w:rsid w:val="008F7015"/>
    <w:rsid w:val="008F78D2"/>
    <w:rsid w:val="00901C0A"/>
    <w:rsid w:val="00906E68"/>
    <w:rsid w:val="0090723D"/>
    <w:rsid w:val="009123C8"/>
    <w:rsid w:val="0091252E"/>
    <w:rsid w:val="00913903"/>
    <w:rsid w:val="009141EF"/>
    <w:rsid w:val="0091579E"/>
    <w:rsid w:val="00920AFF"/>
    <w:rsid w:val="00922058"/>
    <w:rsid w:val="0092501D"/>
    <w:rsid w:val="00931112"/>
    <w:rsid w:val="00936C52"/>
    <w:rsid w:val="00936ECC"/>
    <w:rsid w:val="00943722"/>
    <w:rsid w:val="00943CEE"/>
    <w:rsid w:val="009450BB"/>
    <w:rsid w:val="009505E5"/>
    <w:rsid w:val="009516D8"/>
    <w:rsid w:val="0095285D"/>
    <w:rsid w:val="00952B7A"/>
    <w:rsid w:val="00955972"/>
    <w:rsid w:val="00956667"/>
    <w:rsid w:val="009567D4"/>
    <w:rsid w:val="009572AD"/>
    <w:rsid w:val="00957435"/>
    <w:rsid w:val="00957AF6"/>
    <w:rsid w:val="009606F1"/>
    <w:rsid w:val="00962442"/>
    <w:rsid w:val="00963156"/>
    <w:rsid w:val="00963995"/>
    <w:rsid w:val="0096437A"/>
    <w:rsid w:val="00966DA5"/>
    <w:rsid w:val="00966FF0"/>
    <w:rsid w:val="00971612"/>
    <w:rsid w:val="009727C9"/>
    <w:rsid w:val="00972FDC"/>
    <w:rsid w:val="00975110"/>
    <w:rsid w:val="009767B6"/>
    <w:rsid w:val="00981297"/>
    <w:rsid w:val="00982939"/>
    <w:rsid w:val="009842F3"/>
    <w:rsid w:val="00984346"/>
    <w:rsid w:val="00984893"/>
    <w:rsid w:val="00985EC2"/>
    <w:rsid w:val="00990FF3"/>
    <w:rsid w:val="00992149"/>
    <w:rsid w:val="00992D4C"/>
    <w:rsid w:val="0099435F"/>
    <w:rsid w:val="00996A80"/>
    <w:rsid w:val="009A12A6"/>
    <w:rsid w:val="009A355F"/>
    <w:rsid w:val="009B1416"/>
    <w:rsid w:val="009B3869"/>
    <w:rsid w:val="009B3A47"/>
    <w:rsid w:val="009B5D07"/>
    <w:rsid w:val="009B7C9E"/>
    <w:rsid w:val="009C0E46"/>
    <w:rsid w:val="009C24F1"/>
    <w:rsid w:val="009C3104"/>
    <w:rsid w:val="009C3AD6"/>
    <w:rsid w:val="009C4094"/>
    <w:rsid w:val="009C49AF"/>
    <w:rsid w:val="009C6996"/>
    <w:rsid w:val="009C6D1B"/>
    <w:rsid w:val="009D15D1"/>
    <w:rsid w:val="009D1816"/>
    <w:rsid w:val="009D226E"/>
    <w:rsid w:val="009D3018"/>
    <w:rsid w:val="009D6592"/>
    <w:rsid w:val="009D7C18"/>
    <w:rsid w:val="009E0E66"/>
    <w:rsid w:val="009E59BE"/>
    <w:rsid w:val="009E6B03"/>
    <w:rsid w:val="009F167E"/>
    <w:rsid w:val="009F1886"/>
    <w:rsid w:val="009F70B3"/>
    <w:rsid w:val="009F7BC2"/>
    <w:rsid w:val="00A02A8E"/>
    <w:rsid w:val="00A0466B"/>
    <w:rsid w:val="00A05D86"/>
    <w:rsid w:val="00A074E9"/>
    <w:rsid w:val="00A321CD"/>
    <w:rsid w:val="00A33295"/>
    <w:rsid w:val="00A33FEA"/>
    <w:rsid w:val="00A3467E"/>
    <w:rsid w:val="00A441AC"/>
    <w:rsid w:val="00A442F1"/>
    <w:rsid w:val="00A44B45"/>
    <w:rsid w:val="00A46FC9"/>
    <w:rsid w:val="00A46FE7"/>
    <w:rsid w:val="00A473A6"/>
    <w:rsid w:val="00A52317"/>
    <w:rsid w:val="00A557CA"/>
    <w:rsid w:val="00A563FA"/>
    <w:rsid w:val="00A56C14"/>
    <w:rsid w:val="00A61DFC"/>
    <w:rsid w:val="00A62E07"/>
    <w:rsid w:val="00A63574"/>
    <w:rsid w:val="00A74D27"/>
    <w:rsid w:val="00A812AB"/>
    <w:rsid w:val="00A83EF2"/>
    <w:rsid w:val="00A843F5"/>
    <w:rsid w:val="00A86119"/>
    <w:rsid w:val="00A86FA6"/>
    <w:rsid w:val="00A91D9E"/>
    <w:rsid w:val="00A94DDC"/>
    <w:rsid w:val="00A95B19"/>
    <w:rsid w:val="00AA1EB1"/>
    <w:rsid w:val="00AA328D"/>
    <w:rsid w:val="00AA49D1"/>
    <w:rsid w:val="00AA541F"/>
    <w:rsid w:val="00AB4A1C"/>
    <w:rsid w:val="00AB6FD6"/>
    <w:rsid w:val="00AB70BA"/>
    <w:rsid w:val="00AB74A6"/>
    <w:rsid w:val="00AC2BAC"/>
    <w:rsid w:val="00AC4598"/>
    <w:rsid w:val="00AC58A6"/>
    <w:rsid w:val="00AD55E2"/>
    <w:rsid w:val="00AD71F5"/>
    <w:rsid w:val="00AE195A"/>
    <w:rsid w:val="00AE2214"/>
    <w:rsid w:val="00AE4C01"/>
    <w:rsid w:val="00AE616B"/>
    <w:rsid w:val="00AF1D9B"/>
    <w:rsid w:val="00AF4F37"/>
    <w:rsid w:val="00AF5E90"/>
    <w:rsid w:val="00AF79C8"/>
    <w:rsid w:val="00AF7D22"/>
    <w:rsid w:val="00B017B3"/>
    <w:rsid w:val="00B01933"/>
    <w:rsid w:val="00B03307"/>
    <w:rsid w:val="00B04ADF"/>
    <w:rsid w:val="00B051D2"/>
    <w:rsid w:val="00B11B7C"/>
    <w:rsid w:val="00B13636"/>
    <w:rsid w:val="00B15E9D"/>
    <w:rsid w:val="00B1669D"/>
    <w:rsid w:val="00B17E22"/>
    <w:rsid w:val="00B20F1B"/>
    <w:rsid w:val="00B215A3"/>
    <w:rsid w:val="00B25BEA"/>
    <w:rsid w:val="00B27AF6"/>
    <w:rsid w:val="00B32BB8"/>
    <w:rsid w:val="00B344BA"/>
    <w:rsid w:val="00B40BB3"/>
    <w:rsid w:val="00B41553"/>
    <w:rsid w:val="00B415C0"/>
    <w:rsid w:val="00B41843"/>
    <w:rsid w:val="00B43308"/>
    <w:rsid w:val="00B46AD6"/>
    <w:rsid w:val="00B479DD"/>
    <w:rsid w:val="00B5177A"/>
    <w:rsid w:val="00B61CA6"/>
    <w:rsid w:val="00B630CA"/>
    <w:rsid w:val="00B63C48"/>
    <w:rsid w:val="00B751CB"/>
    <w:rsid w:val="00B75C5E"/>
    <w:rsid w:val="00B769C2"/>
    <w:rsid w:val="00B855AF"/>
    <w:rsid w:val="00B86BB9"/>
    <w:rsid w:val="00B90250"/>
    <w:rsid w:val="00B90B4B"/>
    <w:rsid w:val="00B9104F"/>
    <w:rsid w:val="00B9170F"/>
    <w:rsid w:val="00B92822"/>
    <w:rsid w:val="00B96D0B"/>
    <w:rsid w:val="00BA20C5"/>
    <w:rsid w:val="00BA21AC"/>
    <w:rsid w:val="00BA227D"/>
    <w:rsid w:val="00BB1B0E"/>
    <w:rsid w:val="00BB3361"/>
    <w:rsid w:val="00BC27D2"/>
    <w:rsid w:val="00BC48ED"/>
    <w:rsid w:val="00BD481A"/>
    <w:rsid w:val="00BD5435"/>
    <w:rsid w:val="00BD7F55"/>
    <w:rsid w:val="00BE183B"/>
    <w:rsid w:val="00BE3F5A"/>
    <w:rsid w:val="00BE59DE"/>
    <w:rsid w:val="00BE6CE5"/>
    <w:rsid w:val="00BF23E0"/>
    <w:rsid w:val="00BF2724"/>
    <w:rsid w:val="00BF32E5"/>
    <w:rsid w:val="00BF3487"/>
    <w:rsid w:val="00BF3DDB"/>
    <w:rsid w:val="00BF4F70"/>
    <w:rsid w:val="00BF5D65"/>
    <w:rsid w:val="00BF69C6"/>
    <w:rsid w:val="00C05C86"/>
    <w:rsid w:val="00C07E74"/>
    <w:rsid w:val="00C105F8"/>
    <w:rsid w:val="00C1237B"/>
    <w:rsid w:val="00C12837"/>
    <w:rsid w:val="00C12E48"/>
    <w:rsid w:val="00C130AF"/>
    <w:rsid w:val="00C159F4"/>
    <w:rsid w:val="00C17D1D"/>
    <w:rsid w:val="00C22244"/>
    <w:rsid w:val="00C22459"/>
    <w:rsid w:val="00C22528"/>
    <w:rsid w:val="00C24F8F"/>
    <w:rsid w:val="00C25CA2"/>
    <w:rsid w:val="00C3632C"/>
    <w:rsid w:val="00C36806"/>
    <w:rsid w:val="00C37A3E"/>
    <w:rsid w:val="00C41260"/>
    <w:rsid w:val="00C46DD3"/>
    <w:rsid w:val="00C53EE9"/>
    <w:rsid w:val="00C571A7"/>
    <w:rsid w:val="00C576C8"/>
    <w:rsid w:val="00C57E71"/>
    <w:rsid w:val="00C608FA"/>
    <w:rsid w:val="00C61ACF"/>
    <w:rsid w:val="00C629F3"/>
    <w:rsid w:val="00C64A09"/>
    <w:rsid w:val="00C677FE"/>
    <w:rsid w:val="00C70EB7"/>
    <w:rsid w:val="00C71177"/>
    <w:rsid w:val="00C713EC"/>
    <w:rsid w:val="00C72529"/>
    <w:rsid w:val="00C75651"/>
    <w:rsid w:val="00C75EDE"/>
    <w:rsid w:val="00C77586"/>
    <w:rsid w:val="00C77BB4"/>
    <w:rsid w:val="00C82CAE"/>
    <w:rsid w:val="00C878A7"/>
    <w:rsid w:val="00CA33F1"/>
    <w:rsid w:val="00CA36BA"/>
    <w:rsid w:val="00CA3D2C"/>
    <w:rsid w:val="00CA4FFE"/>
    <w:rsid w:val="00CB3737"/>
    <w:rsid w:val="00CB3893"/>
    <w:rsid w:val="00CB520B"/>
    <w:rsid w:val="00CB602D"/>
    <w:rsid w:val="00CB6EFB"/>
    <w:rsid w:val="00CC0331"/>
    <w:rsid w:val="00CC2300"/>
    <w:rsid w:val="00CC2316"/>
    <w:rsid w:val="00CC2622"/>
    <w:rsid w:val="00CC4977"/>
    <w:rsid w:val="00CD0535"/>
    <w:rsid w:val="00CD0E79"/>
    <w:rsid w:val="00CD6ADD"/>
    <w:rsid w:val="00CE193E"/>
    <w:rsid w:val="00CE67A5"/>
    <w:rsid w:val="00CE68E5"/>
    <w:rsid w:val="00CF3B23"/>
    <w:rsid w:val="00CF5D1E"/>
    <w:rsid w:val="00CF711D"/>
    <w:rsid w:val="00D01E2F"/>
    <w:rsid w:val="00D02D33"/>
    <w:rsid w:val="00D05D5E"/>
    <w:rsid w:val="00D11B8B"/>
    <w:rsid w:val="00D11FB0"/>
    <w:rsid w:val="00D131B4"/>
    <w:rsid w:val="00D16040"/>
    <w:rsid w:val="00D2165F"/>
    <w:rsid w:val="00D22591"/>
    <w:rsid w:val="00D2442C"/>
    <w:rsid w:val="00D32DCA"/>
    <w:rsid w:val="00D3405A"/>
    <w:rsid w:val="00D344D9"/>
    <w:rsid w:val="00D36629"/>
    <w:rsid w:val="00D428F6"/>
    <w:rsid w:val="00D42AA6"/>
    <w:rsid w:val="00D45D44"/>
    <w:rsid w:val="00D51457"/>
    <w:rsid w:val="00D51788"/>
    <w:rsid w:val="00D53237"/>
    <w:rsid w:val="00D55163"/>
    <w:rsid w:val="00D55996"/>
    <w:rsid w:val="00D6487E"/>
    <w:rsid w:val="00D720D4"/>
    <w:rsid w:val="00D733B3"/>
    <w:rsid w:val="00D74284"/>
    <w:rsid w:val="00D75150"/>
    <w:rsid w:val="00D80D3F"/>
    <w:rsid w:val="00D848D5"/>
    <w:rsid w:val="00D877C6"/>
    <w:rsid w:val="00D92DD7"/>
    <w:rsid w:val="00D940AE"/>
    <w:rsid w:val="00D96B65"/>
    <w:rsid w:val="00D976F1"/>
    <w:rsid w:val="00DA25C9"/>
    <w:rsid w:val="00DA5C95"/>
    <w:rsid w:val="00DB4718"/>
    <w:rsid w:val="00DB5FE2"/>
    <w:rsid w:val="00DB691C"/>
    <w:rsid w:val="00DC0D3C"/>
    <w:rsid w:val="00DC41A7"/>
    <w:rsid w:val="00DC74F8"/>
    <w:rsid w:val="00DC7824"/>
    <w:rsid w:val="00DD06A2"/>
    <w:rsid w:val="00DD3886"/>
    <w:rsid w:val="00DD5085"/>
    <w:rsid w:val="00DE0CE3"/>
    <w:rsid w:val="00DE2A6B"/>
    <w:rsid w:val="00DE6E68"/>
    <w:rsid w:val="00DF1D02"/>
    <w:rsid w:val="00DF226A"/>
    <w:rsid w:val="00DF2D0C"/>
    <w:rsid w:val="00E0078D"/>
    <w:rsid w:val="00E02B12"/>
    <w:rsid w:val="00E03A73"/>
    <w:rsid w:val="00E102BA"/>
    <w:rsid w:val="00E121C6"/>
    <w:rsid w:val="00E1283B"/>
    <w:rsid w:val="00E1322A"/>
    <w:rsid w:val="00E14213"/>
    <w:rsid w:val="00E24295"/>
    <w:rsid w:val="00E2602C"/>
    <w:rsid w:val="00E27A39"/>
    <w:rsid w:val="00E27DED"/>
    <w:rsid w:val="00E35626"/>
    <w:rsid w:val="00E35F58"/>
    <w:rsid w:val="00E3626A"/>
    <w:rsid w:val="00E36B0B"/>
    <w:rsid w:val="00E41994"/>
    <w:rsid w:val="00E4266B"/>
    <w:rsid w:val="00E43DFD"/>
    <w:rsid w:val="00E45033"/>
    <w:rsid w:val="00E46D5C"/>
    <w:rsid w:val="00E47C88"/>
    <w:rsid w:val="00E513EE"/>
    <w:rsid w:val="00E52A9D"/>
    <w:rsid w:val="00E54F29"/>
    <w:rsid w:val="00E614DD"/>
    <w:rsid w:val="00E6258A"/>
    <w:rsid w:val="00E62B1C"/>
    <w:rsid w:val="00E62B43"/>
    <w:rsid w:val="00E65E28"/>
    <w:rsid w:val="00E65F46"/>
    <w:rsid w:val="00E715DF"/>
    <w:rsid w:val="00E719B4"/>
    <w:rsid w:val="00E76189"/>
    <w:rsid w:val="00E8172B"/>
    <w:rsid w:val="00E83528"/>
    <w:rsid w:val="00E84DFE"/>
    <w:rsid w:val="00E932D9"/>
    <w:rsid w:val="00E9501B"/>
    <w:rsid w:val="00E9682E"/>
    <w:rsid w:val="00E96BDD"/>
    <w:rsid w:val="00EA2309"/>
    <w:rsid w:val="00EA38FD"/>
    <w:rsid w:val="00EB11D4"/>
    <w:rsid w:val="00EB2786"/>
    <w:rsid w:val="00EB5470"/>
    <w:rsid w:val="00EB5A6B"/>
    <w:rsid w:val="00EB6D5D"/>
    <w:rsid w:val="00EC0B1C"/>
    <w:rsid w:val="00EC1DEC"/>
    <w:rsid w:val="00EC52A3"/>
    <w:rsid w:val="00EC5317"/>
    <w:rsid w:val="00EC785E"/>
    <w:rsid w:val="00ED3DD0"/>
    <w:rsid w:val="00EE13B1"/>
    <w:rsid w:val="00EE2D8F"/>
    <w:rsid w:val="00EE4672"/>
    <w:rsid w:val="00EE7A4B"/>
    <w:rsid w:val="00EF0081"/>
    <w:rsid w:val="00EF10D9"/>
    <w:rsid w:val="00EF502A"/>
    <w:rsid w:val="00EF5C9F"/>
    <w:rsid w:val="00EF6729"/>
    <w:rsid w:val="00F020A3"/>
    <w:rsid w:val="00F1197D"/>
    <w:rsid w:val="00F129B8"/>
    <w:rsid w:val="00F13DAA"/>
    <w:rsid w:val="00F23772"/>
    <w:rsid w:val="00F27794"/>
    <w:rsid w:val="00F31DB2"/>
    <w:rsid w:val="00F3349E"/>
    <w:rsid w:val="00F34FBF"/>
    <w:rsid w:val="00F352E4"/>
    <w:rsid w:val="00F40506"/>
    <w:rsid w:val="00F40ACC"/>
    <w:rsid w:val="00F416BA"/>
    <w:rsid w:val="00F43336"/>
    <w:rsid w:val="00F44242"/>
    <w:rsid w:val="00F44DF0"/>
    <w:rsid w:val="00F45477"/>
    <w:rsid w:val="00F511B5"/>
    <w:rsid w:val="00F538C5"/>
    <w:rsid w:val="00F54EBE"/>
    <w:rsid w:val="00F56419"/>
    <w:rsid w:val="00F57983"/>
    <w:rsid w:val="00F6251F"/>
    <w:rsid w:val="00F66C2C"/>
    <w:rsid w:val="00F67218"/>
    <w:rsid w:val="00F70E9A"/>
    <w:rsid w:val="00F71F4A"/>
    <w:rsid w:val="00F740FB"/>
    <w:rsid w:val="00F74D86"/>
    <w:rsid w:val="00F74EDD"/>
    <w:rsid w:val="00F822D6"/>
    <w:rsid w:val="00F833FE"/>
    <w:rsid w:val="00F86A86"/>
    <w:rsid w:val="00F87124"/>
    <w:rsid w:val="00F87D6F"/>
    <w:rsid w:val="00F916A9"/>
    <w:rsid w:val="00F91BE6"/>
    <w:rsid w:val="00FA5847"/>
    <w:rsid w:val="00FA73BA"/>
    <w:rsid w:val="00FA7B83"/>
    <w:rsid w:val="00FB6293"/>
    <w:rsid w:val="00FC09AD"/>
    <w:rsid w:val="00FC24B2"/>
    <w:rsid w:val="00FC2DB1"/>
    <w:rsid w:val="00FC6CCD"/>
    <w:rsid w:val="00FC6FA9"/>
    <w:rsid w:val="00FD2EEE"/>
    <w:rsid w:val="00FD6015"/>
    <w:rsid w:val="00FD7E3B"/>
    <w:rsid w:val="00FE0624"/>
    <w:rsid w:val="00FE14E3"/>
    <w:rsid w:val="00FE7797"/>
    <w:rsid w:val="00FF018F"/>
    <w:rsid w:val="00FF131C"/>
    <w:rsid w:val="00FF195B"/>
    <w:rsid w:val="00FF2BB2"/>
    <w:rsid w:val="00FF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3A2F5C6"/>
  <w15:docId w15:val="{E43F0E8C-6B04-4D6D-B26F-F9580B9CA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6D62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4C5FF6"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4C5FF6"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qFormat/>
    <w:rsid w:val="004C5FF6"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qFormat/>
    <w:rsid w:val="004C5FF6"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rsid w:val="004C5FF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C5FF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4C5FF6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4C5FF6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4C5FF6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F78C3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paragraph" w:styleId="Nagwek">
    <w:name w:val="header"/>
    <w:basedOn w:val="Normalny"/>
    <w:link w:val="NagwekZnak"/>
    <w:uiPriority w:val="99"/>
    <w:rsid w:val="007F78C3"/>
    <w:pPr>
      <w:tabs>
        <w:tab w:val="right" w:pos="8505"/>
      </w:tabs>
      <w:suppressAutoHyphens/>
      <w:spacing w:line="160" w:lineRule="exact"/>
    </w:pPr>
    <w:rPr>
      <w:sz w:val="12"/>
    </w:rPr>
  </w:style>
  <w:style w:type="paragraph" w:customStyle="1" w:styleId="tytul">
    <w:name w:val="tytul"/>
    <w:basedOn w:val="Normalny"/>
    <w:next w:val="Normalny"/>
    <w:semiHidden/>
    <w:rsid w:val="00F74D86"/>
    <w:pPr>
      <w:spacing w:line="400" w:lineRule="exact"/>
      <w:jc w:val="center"/>
    </w:pPr>
    <w:rPr>
      <w:sz w:val="32"/>
      <w:szCs w:val="20"/>
    </w:rPr>
  </w:style>
  <w:style w:type="character" w:styleId="Numerstrony">
    <w:name w:val="page number"/>
    <w:basedOn w:val="Domylnaczcionkaakapitu"/>
    <w:semiHidden/>
    <w:rsid w:val="00F74D86"/>
  </w:style>
  <w:style w:type="paragraph" w:customStyle="1" w:styleId="tytulbold">
    <w:name w:val="tytul_bold"/>
    <w:basedOn w:val="Normalny"/>
    <w:semiHidden/>
    <w:rsid w:val="00F74D86"/>
    <w:pPr>
      <w:spacing w:line="400" w:lineRule="exact"/>
      <w:jc w:val="center"/>
    </w:pPr>
    <w:rPr>
      <w:b/>
      <w:sz w:val="32"/>
      <w:szCs w:val="32"/>
    </w:rPr>
  </w:style>
  <w:style w:type="paragraph" w:styleId="Mapadokumentu">
    <w:name w:val="Document Map"/>
    <w:basedOn w:val="Normalny"/>
    <w:semiHidden/>
    <w:rsid w:val="00F34FB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7918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9180F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7D7C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D7C5D"/>
    <w:pPr>
      <w:spacing w:line="240" w:lineRule="auto"/>
      <w:jc w:val="left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7C5D"/>
    <w:rPr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rsid w:val="007D7C5D"/>
    <w:pPr>
      <w:jc w:val="both"/>
    </w:pPr>
    <w:rPr>
      <w:rFonts w:ascii="Arial" w:hAnsi="Arial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rsid w:val="007D7C5D"/>
    <w:rPr>
      <w:rFonts w:ascii="Arial" w:hAnsi="Arial"/>
      <w:b/>
      <w:bCs/>
      <w:lang w:val="en-GB" w:eastAsia="en-GB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CW_Lista"/>
    <w:basedOn w:val="Normalny"/>
    <w:link w:val="AkapitzlistZnak"/>
    <w:uiPriority w:val="34"/>
    <w:qFormat/>
    <w:rsid w:val="007D7C5D"/>
    <w:pPr>
      <w:ind w:left="720"/>
      <w:contextualSpacing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DF2D0C"/>
    <w:pPr>
      <w:spacing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DF2D0C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DF2D0C"/>
    <w:rPr>
      <w:vertAlign w:val="superscript"/>
    </w:rPr>
  </w:style>
  <w:style w:type="character" w:styleId="Hipercze">
    <w:name w:val="Hyperlink"/>
    <w:basedOn w:val="Domylnaczcionkaakapitu"/>
    <w:uiPriority w:val="99"/>
    <w:rsid w:val="009A355F"/>
    <w:rPr>
      <w:color w:val="0000FF" w:themeColor="hyperlink"/>
      <w:u w:val="single"/>
    </w:rPr>
  </w:style>
  <w:style w:type="character" w:customStyle="1" w:styleId="apple-tab-span">
    <w:name w:val="apple-tab-span"/>
    <w:basedOn w:val="Domylnaczcionkaakapitu"/>
    <w:rsid w:val="001E6FE6"/>
  </w:style>
  <w:style w:type="character" w:customStyle="1" w:styleId="apple-converted-space">
    <w:name w:val="apple-converted-space"/>
    <w:basedOn w:val="Domylnaczcionkaakapitu"/>
    <w:rsid w:val="001E6FE6"/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163B95"/>
    <w:rPr>
      <w:rFonts w:ascii="Arial" w:hAnsi="Arial"/>
      <w:sz w:val="22"/>
      <w:szCs w:val="24"/>
    </w:rPr>
  </w:style>
  <w:style w:type="character" w:customStyle="1" w:styleId="NagwekZnak">
    <w:name w:val="Nagłówek Znak"/>
    <w:link w:val="Nagwek"/>
    <w:uiPriority w:val="99"/>
    <w:locked/>
    <w:rsid w:val="00055E41"/>
    <w:rPr>
      <w:rFonts w:ascii="Arial" w:hAnsi="Arial"/>
      <w:sz w:val="12"/>
      <w:szCs w:val="24"/>
    </w:rPr>
  </w:style>
  <w:style w:type="paragraph" w:styleId="Tekstpodstawowy2">
    <w:name w:val="Body Text 2"/>
    <w:basedOn w:val="Normalny"/>
    <w:link w:val="Tekstpodstawowy2Znak"/>
    <w:rsid w:val="00087C7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87C7C"/>
    <w:rPr>
      <w:rFonts w:ascii="Arial" w:hAnsi="Arial"/>
      <w:sz w:val="22"/>
      <w:szCs w:val="24"/>
    </w:rPr>
  </w:style>
  <w:style w:type="character" w:customStyle="1" w:styleId="StopkaZnak">
    <w:name w:val="Stopka Znak"/>
    <w:link w:val="Stopka"/>
    <w:uiPriority w:val="99"/>
    <w:locked/>
    <w:rsid w:val="00087C7C"/>
    <w:rPr>
      <w:rFonts w:ascii="Arial" w:hAnsi="Arial"/>
      <w:sz w:val="12"/>
      <w:szCs w:val="16"/>
    </w:rPr>
  </w:style>
  <w:style w:type="paragraph" w:customStyle="1" w:styleId="xl30">
    <w:name w:val="xl30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rsid w:val="00087C7C"/>
    <w:pPr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87C7C"/>
    <w:rPr>
      <w:rFonts w:ascii="Calibri" w:eastAsia="Calibri" w:hAnsi="Calibri"/>
      <w:sz w:val="16"/>
      <w:szCs w:val="16"/>
      <w:lang w:eastAsia="en-US"/>
    </w:rPr>
  </w:style>
  <w:style w:type="paragraph" w:customStyle="1" w:styleId="DraftLineWC">
    <w:name w:val="DraftLineW&amp;C"/>
    <w:basedOn w:val="Normalny"/>
    <w:uiPriority w:val="99"/>
    <w:rsid w:val="00087C7C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customStyle="1" w:styleId="xl68">
    <w:name w:val="xl68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Arial Unicode MS" w:eastAsia="Arial Unicode MS" w:hAnsi="Times New Roman" w:cs="Arial Unicode MS"/>
      <w:sz w:val="24"/>
    </w:rPr>
  </w:style>
  <w:style w:type="paragraph" w:customStyle="1" w:styleId="xl114">
    <w:name w:val="xl114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FF0000"/>
      <w:sz w:val="24"/>
    </w:rPr>
  </w:style>
  <w:style w:type="character" w:customStyle="1" w:styleId="Bodytext">
    <w:name w:val="Body text_"/>
    <w:link w:val="Tekstpodstawowy1"/>
    <w:rsid w:val="00087C7C"/>
    <w:rPr>
      <w:rFonts w:ascii="Arial" w:eastAsia="Arial" w:hAnsi="Arial" w:cs="Arial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087C7C"/>
    <w:pPr>
      <w:shd w:val="clear" w:color="auto" w:fill="FFFFFF"/>
      <w:spacing w:after="660" w:line="0" w:lineRule="atLeast"/>
      <w:ind w:hanging="500"/>
      <w:jc w:val="right"/>
    </w:pPr>
    <w:rPr>
      <w:rFonts w:eastAsia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241B2D"/>
    <w:rPr>
      <w:rFonts w:ascii="Arial" w:hAnsi="Arial" w:cs="Arial"/>
      <w:bCs/>
      <w:iCs/>
      <w:sz w:val="22"/>
      <w:szCs w:val="28"/>
    </w:rPr>
  </w:style>
  <w:style w:type="character" w:customStyle="1" w:styleId="ng-binding">
    <w:name w:val="ng-binding"/>
    <w:basedOn w:val="Domylnaczcionkaakapitu"/>
    <w:rsid w:val="00936ECC"/>
  </w:style>
  <w:style w:type="paragraph" w:customStyle="1" w:styleId="LewaNormal">
    <w:name w:val="Lewa_Normal"/>
    <w:link w:val="LewaNormalZnak"/>
    <w:qFormat/>
    <w:rsid w:val="00F020A3"/>
    <w:pPr>
      <w:tabs>
        <w:tab w:val="left" w:pos="1134"/>
      </w:tabs>
      <w:spacing w:line="280" w:lineRule="exact"/>
    </w:pPr>
    <w:rPr>
      <w:rFonts w:ascii="Arial" w:eastAsiaTheme="minorHAnsi" w:hAnsi="Arial" w:cs="Arial"/>
      <w:lang w:eastAsia="en-US"/>
    </w:rPr>
  </w:style>
  <w:style w:type="character" w:customStyle="1" w:styleId="LewaNormalZnak">
    <w:name w:val="Lewa_Normal Znak"/>
    <w:basedOn w:val="Domylnaczcionkaakapitu"/>
    <w:link w:val="LewaNormal"/>
    <w:rsid w:val="00F020A3"/>
    <w:rPr>
      <w:rFonts w:ascii="Arial" w:eastAsiaTheme="minorHAnsi" w:hAnsi="Arial" w:cs="Arial"/>
      <w:lang w:eastAsia="en-US"/>
    </w:rPr>
  </w:style>
  <w:style w:type="paragraph" w:styleId="Tekstpodstawowy">
    <w:name w:val="Body Text"/>
    <w:basedOn w:val="Normalny"/>
    <w:link w:val="TekstpodstawowyZnak"/>
    <w:rsid w:val="009F16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F167E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AE195A"/>
    <w:rPr>
      <w:b/>
      <w:bCs/>
    </w:rPr>
  </w:style>
  <w:style w:type="paragraph" w:customStyle="1" w:styleId="Styl1">
    <w:name w:val="Styl 1"/>
    <w:basedOn w:val="Akapitzlist"/>
    <w:link w:val="Styl1Znak"/>
    <w:qFormat/>
    <w:rsid w:val="004F4CEF"/>
    <w:pPr>
      <w:keepNext/>
      <w:numPr>
        <w:numId w:val="13"/>
      </w:numPr>
      <w:shd w:val="clear" w:color="auto" w:fill="17365D" w:themeFill="text2" w:themeFillShade="BF"/>
      <w:spacing w:before="240" w:after="120" w:line="259" w:lineRule="auto"/>
      <w:ind w:left="357" w:hanging="357"/>
      <w:outlineLvl w:val="0"/>
    </w:pPr>
    <w:rPr>
      <w:rFonts w:eastAsiaTheme="minorHAnsi" w:cs="Arial"/>
      <w:b/>
      <w:color w:val="FFFFFF" w:themeColor="background1"/>
      <w:sz w:val="20"/>
      <w:szCs w:val="20"/>
      <w:lang w:eastAsia="en-US"/>
    </w:rPr>
  </w:style>
  <w:style w:type="character" w:customStyle="1" w:styleId="Styl1Znak">
    <w:name w:val="Styl 1 Znak"/>
    <w:basedOn w:val="Domylnaczcionkaakapitu"/>
    <w:link w:val="Styl1"/>
    <w:rsid w:val="004F4CEF"/>
    <w:rPr>
      <w:rFonts w:ascii="Arial" w:eastAsiaTheme="minorHAnsi" w:hAnsi="Arial" w:cs="Arial"/>
      <w:b/>
      <w:color w:val="FFFFFF" w:themeColor="background1"/>
      <w:shd w:val="clear" w:color="auto" w:fill="17365D" w:themeFill="text2" w:themeFillShade="BF"/>
      <w:lang w:eastAsia="en-US"/>
    </w:rPr>
  </w:style>
  <w:style w:type="paragraph" w:customStyle="1" w:styleId="Styl11">
    <w:name w:val="Styl 1.1."/>
    <w:basedOn w:val="Akapitzlist"/>
    <w:link w:val="Styl11Znak"/>
    <w:qFormat/>
    <w:rsid w:val="004F4CEF"/>
    <w:pPr>
      <w:numPr>
        <w:ilvl w:val="1"/>
        <w:numId w:val="13"/>
      </w:numPr>
      <w:spacing w:line="259" w:lineRule="auto"/>
      <w:ind w:left="709" w:hanging="709"/>
    </w:pPr>
    <w:rPr>
      <w:rFonts w:eastAsiaTheme="minorHAnsi" w:cs="Arial"/>
      <w:sz w:val="20"/>
      <w:szCs w:val="20"/>
      <w:lang w:eastAsia="en-US"/>
    </w:rPr>
  </w:style>
  <w:style w:type="paragraph" w:customStyle="1" w:styleId="Styl111">
    <w:name w:val="Styl 1.1.1."/>
    <w:basedOn w:val="Styl11"/>
    <w:link w:val="Styl111Znak"/>
    <w:qFormat/>
    <w:rsid w:val="004F4CEF"/>
    <w:pPr>
      <w:numPr>
        <w:ilvl w:val="2"/>
      </w:numPr>
    </w:pPr>
  </w:style>
  <w:style w:type="paragraph" w:customStyle="1" w:styleId="Styl1111">
    <w:name w:val="Styl 1.1.1.1."/>
    <w:basedOn w:val="Styl11"/>
    <w:link w:val="Styl1111Znak"/>
    <w:qFormat/>
    <w:rsid w:val="004F4CEF"/>
    <w:pPr>
      <w:numPr>
        <w:ilvl w:val="3"/>
      </w:numPr>
      <w:ind w:left="2268" w:hanging="850"/>
    </w:pPr>
  </w:style>
  <w:style w:type="character" w:customStyle="1" w:styleId="Styl11Znak">
    <w:name w:val="Styl 1.1. Znak"/>
    <w:basedOn w:val="Domylnaczcionkaakapitu"/>
    <w:link w:val="Styl11"/>
    <w:rsid w:val="00D877C6"/>
    <w:rPr>
      <w:rFonts w:ascii="Arial" w:eastAsiaTheme="minorHAnsi" w:hAnsi="Arial" w:cs="Arial"/>
      <w:lang w:eastAsia="en-US"/>
    </w:rPr>
  </w:style>
  <w:style w:type="character" w:customStyle="1" w:styleId="Styl111Znak">
    <w:name w:val="Styl 1.1.1. Znak"/>
    <w:basedOn w:val="Styl11Znak"/>
    <w:link w:val="Styl111"/>
    <w:rsid w:val="00D877C6"/>
    <w:rPr>
      <w:rFonts w:ascii="Arial" w:eastAsiaTheme="minorHAnsi" w:hAnsi="Arial" w:cs="Arial"/>
      <w:lang w:eastAsia="en-US"/>
    </w:rPr>
  </w:style>
  <w:style w:type="paragraph" w:customStyle="1" w:styleId="Styl1beznr">
    <w:name w:val="Styl 1. bez nr"/>
    <w:basedOn w:val="Styl11"/>
    <w:link w:val="Styl1beznrZnak"/>
    <w:qFormat/>
    <w:rsid w:val="00D877C6"/>
    <w:pPr>
      <w:numPr>
        <w:ilvl w:val="0"/>
        <w:numId w:val="0"/>
      </w:numPr>
      <w:ind w:left="426"/>
    </w:pPr>
  </w:style>
  <w:style w:type="character" w:customStyle="1" w:styleId="Styl1111Znak">
    <w:name w:val="Styl 1.1.1.1. Znak"/>
    <w:basedOn w:val="Styl11Znak"/>
    <w:link w:val="Styl1111"/>
    <w:rsid w:val="00D877C6"/>
    <w:rPr>
      <w:rFonts w:ascii="Arial" w:eastAsiaTheme="minorHAnsi" w:hAnsi="Arial" w:cs="Arial"/>
      <w:lang w:eastAsia="en-US"/>
    </w:rPr>
  </w:style>
  <w:style w:type="paragraph" w:customStyle="1" w:styleId="Styla0">
    <w:name w:val="Styl a."/>
    <w:basedOn w:val="Styl1beznr"/>
    <w:link w:val="StylaZnak"/>
    <w:qFormat/>
    <w:rsid w:val="00D877C6"/>
    <w:pPr>
      <w:numPr>
        <w:numId w:val="14"/>
      </w:numPr>
    </w:pPr>
  </w:style>
  <w:style w:type="character" w:customStyle="1" w:styleId="Styl1beznrZnak">
    <w:name w:val="Styl 1. bez nr Znak"/>
    <w:basedOn w:val="Styl11Znak"/>
    <w:link w:val="Styl1beznr"/>
    <w:rsid w:val="00D877C6"/>
    <w:rPr>
      <w:rFonts w:ascii="Arial" w:eastAsiaTheme="minorHAnsi" w:hAnsi="Arial" w:cs="Arial"/>
      <w:lang w:eastAsia="en-US"/>
    </w:rPr>
  </w:style>
  <w:style w:type="paragraph" w:customStyle="1" w:styleId="Stylkropka">
    <w:name w:val="Styl kropka"/>
    <w:basedOn w:val="Styla0"/>
    <w:link w:val="StylkropkaZnak"/>
    <w:qFormat/>
    <w:rsid w:val="00D877C6"/>
    <w:pPr>
      <w:numPr>
        <w:numId w:val="15"/>
      </w:numPr>
    </w:pPr>
  </w:style>
  <w:style w:type="character" w:customStyle="1" w:styleId="StylaZnak">
    <w:name w:val="Styl a. Znak"/>
    <w:basedOn w:val="Styl1beznrZnak"/>
    <w:link w:val="Styla0"/>
    <w:rsid w:val="00D877C6"/>
    <w:rPr>
      <w:rFonts w:ascii="Arial" w:eastAsiaTheme="minorHAnsi" w:hAnsi="Arial" w:cs="Arial"/>
      <w:lang w:eastAsia="en-US"/>
    </w:rPr>
  </w:style>
  <w:style w:type="paragraph" w:customStyle="1" w:styleId="Stylstrzaka">
    <w:name w:val="Styl strzałka"/>
    <w:basedOn w:val="Stylkropka"/>
    <w:link w:val="StylstrzakaZnak"/>
    <w:qFormat/>
    <w:rsid w:val="00D877C6"/>
    <w:pPr>
      <w:numPr>
        <w:numId w:val="16"/>
      </w:numPr>
    </w:pPr>
  </w:style>
  <w:style w:type="character" w:customStyle="1" w:styleId="StylkropkaZnak">
    <w:name w:val="Styl kropka Znak"/>
    <w:basedOn w:val="StylaZnak"/>
    <w:link w:val="Stylkropka"/>
    <w:rsid w:val="00D877C6"/>
    <w:rPr>
      <w:rFonts w:ascii="Arial" w:eastAsiaTheme="minorHAnsi" w:hAnsi="Arial" w:cs="Arial"/>
      <w:lang w:eastAsia="en-US"/>
    </w:rPr>
  </w:style>
  <w:style w:type="character" w:customStyle="1" w:styleId="StylstrzakaZnak">
    <w:name w:val="Styl strzałka Znak"/>
    <w:basedOn w:val="StylkropkaZnak"/>
    <w:link w:val="Stylstrzaka"/>
    <w:rsid w:val="00D877C6"/>
    <w:rPr>
      <w:rFonts w:ascii="Arial" w:eastAsiaTheme="minorHAnsi" w:hAnsi="Arial" w:cs="Arial"/>
      <w:lang w:eastAsia="en-US"/>
    </w:rPr>
  </w:style>
  <w:style w:type="paragraph" w:customStyle="1" w:styleId="Styla">
    <w:name w:val="Styl a)"/>
    <w:basedOn w:val="Styla0"/>
    <w:link w:val="StylaZnak0"/>
    <w:qFormat/>
    <w:rsid w:val="00D877C6"/>
    <w:pPr>
      <w:numPr>
        <w:numId w:val="17"/>
      </w:numPr>
      <w:spacing w:line="276" w:lineRule="auto"/>
    </w:pPr>
    <w:rPr>
      <w:rFonts w:eastAsia="Calibri" w:cs="Calibri"/>
    </w:rPr>
  </w:style>
  <w:style w:type="character" w:customStyle="1" w:styleId="StylaZnak0">
    <w:name w:val="Styl a) Znak"/>
    <w:basedOn w:val="StylaZnak"/>
    <w:link w:val="Styla"/>
    <w:rsid w:val="00D877C6"/>
    <w:rPr>
      <w:rFonts w:ascii="Arial" w:eastAsia="Calibri" w:hAnsi="Arial" w:cs="Calibri"/>
      <w:lang w:eastAsia="en-US"/>
    </w:rPr>
  </w:style>
  <w:style w:type="paragraph" w:customStyle="1" w:styleId="Stylb1">
    <w:name w:val="Styl b. 1."/>
    <w:basedOn w:val="Normalny"/>
    <w:link w:val="Stylb1Znak"/>
    <w:qFormat/>
    <w:rsid w:val="00D877C6"/>
    <w:pPr>
      <w:spacing w:line="276" w:lineRule="auto"/>
      <w:ind w:left="426"/>
    </w:pPr>
    <w:rPr>
      <w:rFonts w:eastAsia="Calibri" w:cs="Calibri"/>
      <w:sz w:val="20"/>
      <w:szCs w:val="22"/>
      <w:lang w:eastAsia="en-US"/>
    </w:rPr>
  </w:style>
  <w:style w:type="paragraph" w:customStyle="1" w:styleId="StylZa">
    <w:name w:val="Styl Zał."/>
    <w:basedOn w:val="Normalny"/>
    <w:link w:val="StylZaZnak"/>
    <w:qFormat/>
    <w:rsid w:val="00D877C6"/>
    <w:pPr>
      <w:spacing w:after="200" w:line="276" w:lineRule="auto"/>
      <w:jc w:val="right"/>
      <w:outlineLvl w:val="1"/>
    </w:pPr>
    <w:rPr>
      <w:rFonts w:cs="Calibri"/>
      <w:b/>
      <w:iCs/>
      <w:color w:val="000000"/>
      <w:sz w:val="20"/>
      <w:szCs w:val="22"/>
      <w:lang w:eastAsia="en-US"/>
    </w:rPr>
  </w:style>
  <w:style w:type="character" w:customStyle="1" w:styleId="Stylb1Znak">
    <w:name w:val="Styl b. 1. Znak"/>
    <w:basedOn w:val="Domylnaczcionkaakapitu"/>
    <w:link w:val="Stylb1"/>
    <w:rsid w:val="00D877C6"/>
    <w:rPr>
      <w:rFonts w:ascii="Arial" w:eastAsia="Calibri" w:hAnsi="Arial" w:cs="Calibri"/>
      <w:szCs w:val="22"/>
      <w:lang w:eastAsia="en-US"/>
    </w:rPr>
  </w:style>
  <w:style w:type="paragraph" w:customStyle="1" w:styleId="Styltytuza">
    <w:name w:val="Styl tytuł zał."/>
    <w:basedOn w:val="Normalny"/>
    <w:link w:val="StyltytuzaZnak"/>
    <w:qFormat/>
    <w:rsid w:val="00D877C6"/>
    <w:pPr>
      <w:spacing w:after="200" w:line="276" w:lineRule="auto"/>
      <w:jc w:val="center"/>
    </w:pPr>
    <w:rPr>
      <w:rFonts w:eastAsia="Calibri" w:cs="Calibri"/>
      <w:b/>
      <w:sz w:val="20"/>
      <w:szCs w:val="22"/>
      <w:lang w:eastAsia="en-US"/>
    </w:rPr>
  </w:style>
  <w:style w:type="character" w:customStyle="1" w:styleId="StylZaZnak">
    <w:name w:val="Styl Zał. Znak"/>
    <w:basedOn w:val="Domylnaczcionkaakapitu"/>
    <w:link w:val="StylZa"/>
    <w:rsid w:val="00D877C6"/>
    <w:rPr>
      <w:rFonts w:ascii="Arial" w:hAnsi="Arial" w:cs="Calibri"/>
      <w:b/>
      <w:iCs/>
      <w:color w:val="000000"/>
      <w:szCs w:val="22"/>
      <w:lang w:eastAsia="en-US"/>
    </w:rPr>
  </w:style>
  <w:style w:type="paragraph" w:customStyle="1" w:styleId="Styl1formularz">
    <w:name w:val="Styl 1. formularz"/>
    <w:basedOn w:val="Akapitzlist"/>
    <w:link w:val="Styl1formularzZnak"/>
    <w:qFormat/>
    <w:rsid w:val="00D877C6"/>
    <w:pPr>
      <w:numPr>
        <w:numId w:val="18"/>
      </w:numPr>
      <w:spacing w:before="120" w:line="240" w:lineRule="auto"/>
      <w:ind w:left="425" w:hanging="425"/>
      <w:contextualSpacing w:val="0"/>
    </w:pPr>
    <w:rPr>
      <w:rFonts w:cs="Arial"/>
      <w:color w:val="000000"/>
      <w:sz w:val="20"/>
      <w:szCs w:val="20"/>
    </w:rPr>
  </w:style>
  <w:style w:type="character" w:customStyle="1" w:styleId="StyltytuzaZnak">
    <w:name w:val="Styl tytuł zał. Znak"/>
    <w:basedOn w:val="Domylnaczcionkaakapitu"/>
    <w:link w:val="Styltytuza"/>
    <w:rsid w:val="00D877C6"/>
    <w:rPr>
      <w:rFonts w:ascii="Arial" w:eastAsia="Calibri" w:hAnsi="Arial" w:cs="Calibri"/>
      <w:b/>
      <w:szCs w:val="22"/>
      <w:lang w:eastAsia="en-US"/>
    </w:rPr>
  </w:style>
  <w:style w:type="character" w:customStyle="1" w:styleId="Styl1formularzZnak">
    <w:name w:val="Styl 1. formularz Znak"/>
    <w:basedOn w:val="Domylnaczcionkaakapitu"/>
    <w:link w:val="Styl1formularz"/>
    <w:rsid w:val="00D877C6"/>
    <w:rPr>
      <w:rFonts w:ascii="Arial" w:hAnsi="Arial" w:cs="Arial"/>
      <w:color w:val="000000"/>
    </w:rPr>
  </w:style>
  <w:style w:type="paragraph" w:customStyle="1" w:styleId="Dzia">
    <w:name w:val="Dział"/>
    <w:basedOn w:val="Normalny"/>
    <w:link w:val="DziaZnak"/>
    <w:qFormat/>
    <w:rsid w:val="001F74AF"/>
    <w:pPr>
      <w:keepNext/>
      <w:spacing w:before="400" w:after="320" w:line="276" w:lineRule="auto"/>
      <w:ind w:left="425" w:hanging="425"/>
      <w:contextualSpacing/>
      <w:jc w:val="center"/>
    </w:pPr>
    <w:rPr>
      <w:rFonts w:cs="Arial"/>
      <w:b/>
      <w:bCs/>
      <w:sz w:val="20"/>
      <w:szCs w:val="20"/>
    </w:rPr>
  </w:style>
  <w:style w:type="character" w:customStyle="1" w:styleId="DziaZnak">
    <w:name w:val="Dział Znak"/>
    <w:basedOn w:val="Domylnaczcionkaakapitu"/>
    <w:link w:val="Dzia"/>
    <w:rsid w:val="001F74AF"/>
    <w:rPr>
      <w:rFonts w:ascii="Arial" w:hAnsi="Arial" w:cs="Arial"/>
      <w:b/>
      <w:bCs/>
    </w:rPr>
  </w:style>
  <w:style w:type="paragraph" w:customStyle="1" w:styleId="Default">
    <w:name w:val="Default"/>
    <w:rsid w:val="006902B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CD0E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rzetargi.pgnig.p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zetargi.pgnig.p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orlen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mailto:daneosobowe@orlen.pl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rzetargi.pgnig.p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w4068\AppData\Local\Temp\Temp1_szablony%20centrali.zip\szablony%20centrali\SIWZ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EInstance xmlns="83cc594e-1913-4543-bb38-8a2f73b7f1c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9E88A9AD6B0A4EB8282040E624695E" ma:contentTypeVersion="4" ma:contentTypeDescription="Utwórz nowy dokument." ma:contentTypeScope="" ma:versionID="c049b4c55d200298c3b8c7f6e20021d4">
  <xsd:schema xmlns:xsd="http://www.w3.org/2001/XMLSchema" xmlns:xs="http://www.w3.org/2001/XMLSchema" xmlns:p="http://schemas.microsoft.com/office/2006/metadata/properties" xmlns:ns2="366bcbea-f306-49df-9fee-420df3f21ab2" xmlns:ns3="83cc594e-1913-4543-bb38-8a2f73b7f1c3" targetNamespace="http://schemas.microsoft.com/office/2006/metadata/properties" ma:root="true" ma:fieldsID="5900c8355f374d3a1807f2a5bcdacc78" ns2:_="" ns3:_="">
    <xsd:import namespace="366bcbea-f306-49df-9fee-420df3f21ab2"/>
    <xsd:import namespace="83cc594e-1913-4543-bb38-8a2f73b7f1c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WEInsta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c594e-1913-4543-bb38-8a2f73b7f1c3" elementFormDefault="qualified">
    <xsd:import namespace="http://schemas.microsoft.com/office/2006/documentManagement/types"/>
    <xsd:import namespace="http://schemas.microsoft.com/office/infopath/2007/PartnerControls"/>
    <xsd:element name="WEInstance" ma:index="10" nillable="true" ma:displayName="Akceptacja" ma:internalName="WEInstanc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00C51-55EF-4F05-96DF-05B091C3F7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80A08D-562E-4190-BEF5-850003374203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366bcbea-f306-49df-9fee-420df3f21ab2"/>
    <ds:schemaRef ds:uri="http://purl.org/dc/elements/1.1/"/>
    <ds:schemaRef ds:uri="http://schemas.microsoft.com/office/2006/metadata/properties"/>
    <ds:schemaRef ds:uri="http://schemas.microsoft.com/office/infopath/2007/PartnerControls"/>
    <ds:schemaRef ds:uri="83cc594e-1913-4543-bb38-8a2f73b7f1c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C73841E-9C88-4C58-A487-4440DC12C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83cc594e-1913-4543-bb38-8a2f73b7f1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F4CB4A-681C-433A-90D7-06F830825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</Template>
  <TotalTime>519</TotalTime>
  <Pages>27</Pages>
  <Words>9390</Words>
  <Characters>56342</Characters>
  <Application>Microsoft Office Word</Application>
  <DocSecurity>0</DocSecurity>
  <Lines>469</Lines>
  <Paragraphs>131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>Microsoft</Company>
  <LinksUpToDate>false</LinksUpToDate>
  <CharactersWithSpaces>65601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creator>PGNiG</dc:creator>
  <cp:lastModifiedBy>Wesołowski Kamil</cp:lastModifiedBy>
  <cp:revision>73</cp:revision>
  <cp:lastPrinted>2018-05-25T12:56:00Z</cp:lastPrinted>
  <dcterms:created xsi:type="dcterms:W3CDTF">2023-10-31T12:52:00Z</dcterms:created>
  <dcterms:modified xsi:type="dcterms:W3CDTF">2024-09-27T09:04:00Z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0x010100689E88A9AD6B0A4EB8282040E624695E</vt:lpwstr>
  </property>
</Properties>
</file>