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134E4E5A" w14:textId="77777777" w:rsidR="00841FCE"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841FCE" w:rsidRPr="00841FCE">
        <w:rPr>
          <w:rFonts w:cs="Arial"/>
          <w:sz w:val="20"/>
          <w:szCs w:val="20"/>
        </w:rPr>
        <w:t>Świadczenie usługi dostępu do In</w:t>
      </w:r>
      <w:r w:rsidR="00841FCE">
        <w:rPr>
          <w:rFonts w:cs="Arial"/>
          <w:sz w:val="20"/>
          <w:szCs w:val="20"/>
        </w:rPr>
        <w:t>ternetu dla obiektów terenowych</w:t>
      </w:r>
    </w:p>
    <w:p w14:paraId="22A81388" w14:textId="624F326C" w:rsidR="00F40506" w:rsidRDefault="00841FCE" w:rsidP="00F40506">
      <w:pPr>
        <w:spacing w:line="276" w:lineRule="auto"/>
        <w:jc w:val="center"/>
        <w:rPr>
          <w:rFonts w:cs="Arial"/>
          <w:sz w:val="20"/>
          <w:szCs w:val="20"/>
        </w:rPr>
      </w:pPr>
      <w:r w:rsidRPr="00841FCE">
        <w:rPr>
          <w:rFonts w:cs="Arial"/>
          <w:sz w:val="20"/>
          <w:szCs w:val="20"/>
        </w:rPr>
        <w:t>Oddziału PGNiG w Zielonej Górze</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D3EEB3A"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841FCE" w:rsidRPr="00841FCE">
        <w:rPr>
          <w:rFonts w:cs="Arial"/>
          <w:sz w:val="20"/>
          <w:szCs w:val="20"/>
        </w:rPr>
        <w:t>NP/PGNG/24/0945/OZ/EU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841FCE">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841FCE">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841FCE">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841FCE">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841FCE">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841FCE">
      <w:pPr>
        <w:spacing w:line="259" w:lineRule="auto"/>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841FCE" w:rsidRDefault="00AF5E90" w:rsidP="00841FCE">
      <w:pPr>
        <w:spacing w:line="259" w:lineRule="auto"/>
        <w:ind w:left="432"/>
        <w:rPr>
          <w:rFonts w:cs="Arial"/>
          <w:sz w:val="20"/>
          <w:szCs w:val="20"/>
        </w:rPr>
      </w:pPr>
    </w:p>
    <w:p w14:paraId="3A1107A5" w14:textId="77777777" w:rsidR="00AF5E90" w:rsidRPr="00841FCE" w:rsidRDefault="00AF5E90" w:rsidP="00841FCE">
      <w:pPr>
        <w:spacing w:line="259" w:lineRule="auto"/>
        <w:ind w:left="432"/>
        <w:rPr>
          <w:rStyle w:val="Hipercze"/>
          <w:rFonts w:cs="Arial"/>
          <w:color w:val="auto"/>
          <w:sz w:val="20"/>
          <w:szCs w:val="20"/>
          <w:u w:val="none"/>
        </w:rPr>
      </w:pPr>
      <w:r w:rsidRPr="00841FCE">
        <w:rPr>
          <w:rStyle w:val="Hipercze"/>
          <w:rFonts w:cs="Arial"/>
          <w:color w:val="auto"/>
          <w:sz w:val="20"/>
          <w:szCs w:val="20"/>
          <w:u w:val="none"/>
        </w:rPr>
        <w:t>Postępowanie prowadzane jest przez:</w:t>
      </w:r>
    </w:p>
    <w:p w14:paraId="3A5F0887" w14:textId="77777777" w:rsidR="00AF5E90" w:rsidRPr="00841FCE" w:rsidRDefault="00AF5E90" w:rsidP="00841FCE">
      <w:pPr>
        <w:spacing w:line="259" w:lineRule="auto"/>
        <w:ind w:left="432"/>
        <w:rPr>
          <w:rStyle w:val="Hipercze"/>
          <w:rFonts w:cs="Arial"/>
          <w:color w:val="auto"/>
          <w:sz w:val="20"/>
          <w:szCs w:val="20"/>
          <w:u w:val="none"/>
        </w:rPr>
      </w:pPr>
      <w:r w:rsidRPr="00841FCE">
        <w:rPr>
          <w:rStyle w:val="Hipercze"/>
          <w:rFonts w:cs="Arial"/>
          <w:color w:val="auto"/>
          <w:sz w:val="20"/>
          <w:szCs w:val="20"/>
          <w:u w:val="none"/>
        </w:rPr>
        <w:t>Oddział Centralny Polskie Górnictwo Naftowe i Gazownictwo w Warszawie</w:t>
      </w:r>
    </w:p>
    <w:p w14:paraId="6AD6F6BC" w14:textId="77777777" w:rsidR="00AF5E90" w:rsidRPr="00841FCE" w:rsidRDefault="00AF5E90" w:rsidP="00841FCE">
      <w:pPr>
        <w:spacing w:line="259" w:lineRule="auto"/>
        <w:ind w:left="432"/>
        <w:rPr>
          <w:rStyle w:val="Hipercze"/>
          <w:rFonts w:cs="Arial"/>
          <w:color w:val="auto"/>
          <w:sz w:val="20"/>
          <w:szCs w:val="20"/>
          <w:u w:val="none"/>
        </w:rPr>
      </w:pPr>
      <w:r w:rsidRPr="00841FCE">
        <w:rPr>
          <w:rStyle w:val="Hipercze"/>
          <w:rFonts w:cs="Arial"/>
          <w:color w:val="auto"/>
          <w:sz w:val="20"/>
          <w:szCs w:val="20"/>
          <w:u w:val="none"/>
        </w:rPr>
        <w:t>ul. Marcina Kasprzaka 25</w:t>
      </w:r>
    </w:p>
    <w:p w14:paraId="53C48661" w14:textId="77777777" w:rsidR="00AF5E90" w:rsidRPr="00841FCE" w:rsidRDefault="00AF5E90" w:rsidP="00841FCE">
      <w:pPr>
        <w:spacing w:line="259" w:lineRule="auto"/>
        <w:ind w:left="432"/>
        <w:rPr>
          <w:rStyle w:val="Hipercze"/>
          <w:rFonts w:cs="Arial"/>
          <w:color w:val="auto"/>
          <w:sz w:val="20"/>
          <w:szCs w:val="20"/>
          <w:u w:val="none"/>
        </w:rPr>
      </w:pPr>
      <w:r w:rsidRPr="00841FCE">
        <w:rPr>
          <w:rStyle w:val="Hipercze"/>
          <w:rFonts w:cs="Arial"/>
          <w:color w:val="auto"/>
          <w:sz w:val="20"/>
          <w:szCs w:val="20"/>
          <w:u w:val="none"/>
        </w:rPr>
        <w:t>01-224 Warszawa</w:t>
      </w:r>
    </w:p>
    <w:p w14:paraId="3E2FE2D8" w14:textId="77777777" w:rsidR="00AF5E90" w:rsidRPr="00841FCE" w:rsidRDefault="00AF5E90" w:rsidP="00841FCE">
      <w:pPr>
        <w:spacing w:line="259" w:lineRule="auto"/>
        <w:ind w:left="142"/>
        <w:jc w:val="left"/>
        <w:rPr>
          <w:rFonts w:cs="Arial"/>
          <w:sz w:val="20"/>
          <w:szCs w:val="20"/>
        </w:rPr>
      </w:pPr>
    </w:p>
    <w:p w14:paraId="3A960CC8" w14:textId="77777777" w:rsidR="00F40506" w:rsidRPr="00841FCE" w:rsidRDefault="00F40506" w:rsidP="00841FCE">
      <w:pPr>
        <w:spacing w:line="259" w:lineRule="auto"/>
        <w:ind w:left="426"/>
        <w:jc w:val="left"/>
        <w:rPr>
          <w:rFonts w:cs="Arial"/>
          <w:sz w:val="20"/>
          <w:szCs w:val="20"/>
        </w:rPr>
      </w:pPr>
      <w:r w:rsidRPr="00841FCE">
        <w:rPr>
          <w:rFonts w:cs="Arial"/>
          <w:sz w:val="20"/>
          <w:szCs w:val="20"/>
        </w:rPr>
        <w:t>Osoba uprawniona do kontaktu  z Wykonawcami:</w:t>
      </w:r>
    </w:p>
    <w:p w14:paraId="297520B6" w14:textId="55A92868" w:rsidR="00F40506" w:rsidRPr="00841FCE" w:rsidRDefault="00841FCE" w:rsidP="00841FCE">
      <w:pPr>
        <w:spacing w:line="259" w:lineRule="auto"/>
        <w:ind w:left="426"/>
        <w:jc w:val="left"/>
        <w:rPr>
          <w:rFonts w:cs="Arial"/>
          <w:sz w:val="20"/>
          <w:szCs w:val="20"/>
          <w:lang w:val="en-US"/>
        </w:rPr>
      </w:pPr>
      <w:r w:rsidRPr="00841FCE">
        <w:rPr>
          <w:rFonts w:cs="Arial"/>
          <w:sz w:val="20"/>
          <w:szCs w:val="20"/>
          <w:lang w:val="en-US"/>
        </w:rPr>
        <w:t>Marcin Reichel</w:t>
      </w:r>
    </w:p>
    <w:p w14:paraId="4F4EB5B5" w14:textId="3F036476" w:rsidR="00F40506" w:rsidRPr="00841FCE" w:rsidRDefault="00841FCE" w:rsidP="00841FCE">
      <w:pPr>
        <w:spacing w:line="259" w:lineRule="auto"/>
        <w:ind w:left="426"/>
        <w:jc w:val="left"/>
        <w:rPr>
          <w:rFonts w:cs="Arial"/>
          <w:color w:val="4F81BD" w:themeColor="accent1"/>
          <w:sz w:val="20"/>
          <w:szCs w:val="20"/>
          <w:lang w:val="en-US"/>
        </w:rPr>
      </w:pPr>
      <w:r w:rsidRPr="00841FCE">
        <w:rPr>
          <w:rFonts w:cs="Arial"/>
          <w:sz w:val="20"/>
          <w:szCs w:val="20"/>
          <w:lang w:val="en-US"/>
        </w:rPr>
        <w:t xml:space="preserve">e-mail: </w:t>
      </w:r>
      <w:hyperlink r:id="rId9" w:history="1">
        <w:r w:rsidRPr="00841FCE">
          <w:rPr>
            <w:rStyle w:val="Hipercze"/>
            <w:rFonts w:cs="Arial"/>
            <w:sz w:val="20"/>
            <w:szCs w:val="20"/>
            <w:lang w:val="en-US"/>
          </w:rPr>
          <w:t>marcin.reichel@pgnig.pl</w:t>
        </w:r>
      </w:hyperlink>
      <w:r w:rsidRPr="00841FCE">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841FCE" w:rsidRDefault="00085E9D" w:rsidP="00841FCE">
      <w:pPr>
        <w:pStyle w:val="Styla"/>
        <w:ind w:left="1418"/>
      </w:pPr>
      <w:r w:rsidRPr="00841FCE">
        <w:t>podniesienia efektywności przedmiotu zamówienia określonego w opisie przedmiotu zamówienia i projekcie umowy,</w:t>
      </w:r>
    </w:p>
    <w:p w14:paraId="7D388B41" w14:textId="5EC0DDAC" w:rsidR="00085E9D" w:rsidRPr="00841FCE" w:rsidRDefault="00085E9D" w:rsidP="00841FCE">
      <w:pPr>
        <w:pStyle w:val="Styla"/>
        <w:ind w:left="1418"/>
      </w:pPr>
      <w:r w:rsidRPr="00841FCE">
        <w:t>optymalizacji warunków handlowych.</w:t>
      </w:r>
    </w:p>
    <w:p w14:paraId="359B1FBB" w14:textId="6714BB38" w:rsidR="000464CE" w:rsidRPr="00841FCE" w:rsidRDefault="00085E9D" w:rsidP="00841FCE">
      <w:pPr>
        <w:pStyle w:val="Styl111"/>
        <w:ind w:left="1418" w:hanging="698"/>
      </w:pPr>
      <w:r w:rsidRPr="00841FCE">
        <w:t>W przypadku, o którym mowa w pkt. 2.</w:t>
      </w:r>
      <w:r w:rsidR="000464CE" w:rsidRPr="00841FCE">
        <w:t>2</w:t>
      </w:r>
      <w:r w:rsidR="005F4403" w:rsidRPr="00841FCE">
        <w:t>.</w:t>
      </w:r>
      <w:r w:rsidRPr="00841FCE">
        <w:t xml:space="preserve"> lit. </w:t>
      </w:r>
      <w:r w:rsidR="00841FCE" w:rsidRPr="00841FCE">
        <w:t>a</w:t>
      </w:r>
      <w:r w:rsidRPr="00841FCE">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7787DA93" w:rsidR="000464CE" w:rsidRPr="00841FCE" w:rsidRDefault="00085E9D" w:rsidP="00841FCE">
      <w:pPr>
        <w:pStyle w:val="Styl111"/>
        <w:ind w:left="1418" w:hanging="698"/>
      </w:pPr>
      <w:r w:rsidRPr="00841FCE">
        <w:t>W przypadku, o którym mowa w pkt. 2.</w:t>
      </w:r>
      <w:r w:rsidR="000464CE" w:rsidRPr="00841FCE">
        <w:t>2</w:t>
      </w:r>
      <w:r w:rsidR="005F4403" w:rsidRPr="00841FCE">
        <w:t>.</w:t>
      </w:r>
      <w:r w:rsidR="00841FCE" w:rsidRPr="00841FCE">
        <w:t xml:space="preserve"> lit. b</w:t>
      </w:r>
      <w:r w:rsidR="00D877C6" w:rsidRPr="00841FCE">
        <w:t>)</w:t>
      </w:r>
      <w:r w:rsidRPr="00841FCE">
        <w:t xml:space="preserve"> negocjacje treści oferty prowadzone są w celu optymalizacji warunków handlowych w zakresie ceny. Po zakończeniu negocjacji Zamawiający zaprasza Wykonawców do złożenia aktualizacji oferty.</w:t>
      </w:r>
      <w:r w:rsidRPr="00841FCE">
        <w:rPr>
          <w:bCs/>
        </w:rPr>
        <w:t xml:space="preserve"> </w:t>
      </w:r>
    </w:p>
    <w:p w14:paraId="6AEEBF93" w14:textId="29DC16EF" w:rsidR="000464CE" w:rsidRPr="00841FCE" w:rsidRDefault="00A86FA6" w:rsidP="00841FCE">
      <w:pPr>
        <w:pStyle w:val="Styl111"/>
        <w:ind w:left="1418" w:hanging="698"/>
      </w:pPr>
      <w:r w:rsidRPr="00841FCE">
        <w:rPr>
          <w:bCs/>
        </w:rPr>
        <w:t>N</w:t>
      </w:r>
      <w:r w:rsidR="00085E9D" w:rsidRPr="00841FCE">
        <w:rPr>
          <w:bCs/>
        </w:rPr>
        <w:t>egocjacje mogą być przeprowadzone ze wszystkimi Wykonawcami, którzy złożyli oferty w postępowaniu lub z Wykonawcą, który złożył najkorzystniejszą ofertę (lub jedyną ofertę)</w:t>
      </w:r>
      <w:r w:rsidRPr="00841FCE">
        <w:rPr>
          <w:bCs/>
        </w:rPr>
        <w:t>.</w:t>
      </w:r>
    </w:p>
    <w:p w14:paraId="741540D4" w14:textId="44DA8AD4" w:rsidR="000464CE" w:rsidRPr="00841FCE" w:rsidRDefault="00085E9D" w:rsidP="00841FCE">
      <w:pPr>
        <w:pStyle w:val="Styl111"/>
        <w:ind w:left="1418" w:hanging="698"/>
      </w:pPr>
      <w:r w:rsidRPr="00841FCE">
        <w:t>Zamawiający przekazuje</w:t>
      </w:r>
      <w:r w:rsidRPr="00841FCE" w:rsidDel="000D17E8">
        <w:t xml:space="preserve"> </w:t>
      </w:r>
      <w:r w:rsidRPr="00841FCE">
        <w:t>Wykonawcom zaproszenie do negocjacji informując ich o</w:t>
      </w:r>
      <w:r w:rsidR="00B01933" w:rsidRPr="00841FCE">
        <w:t> </w:t>
      </w:r>
      <w:r w:rsidRPr="00841FCE">
        <w:t>terminie, miejscu i formie prowadzonych negocjacji</w:t>
      </w:r>
      <w:r w:rsidR="00A86FA6" w:rsidRPr="00841FCE">
        <w:t>.</w:t>
      </w:r>
    </w:p>
    <w:p w14:paraId="0EB4678A" w14:textId="0F0CB2B2" w:rsidR="00085E9D" w:rsidRPr="00841FCE" w:rsidRDefault="00A86FA6" w:rsidP="00841FCE">
      <w:pPr>
        <w:pStyle w:val="Styl111"/>
        <w:ind w:left="1418" w:hanging="698"/>
      </w:pPr>
      <w:r w:rsidRPr="00841FCE">
        <w:t>N</w:t>
      </w:r>
      <w:r w:rsidR="00085E9D" w:rsidRPr="00841FCE">
        <w:t>egocjacje mogą zostać przeprowadzone w jednej lub kilku rundach negocjacyjnych,</w:t>
      </w:r>
    </w:p>
    <w:p w14:paraId="39F4DAEC" w14:textId="474E5837" w:rsidR="00085E9D" w:rsidRPr="00841FCE" w:rsidRDefault="00A86FA6" w:rsidP="00841FCE">
      <w:pPr>
        <w:pStyle w:val="Styl111"/>
        <w:ind w:left="1418" w:hanging="698"/>
      </w:pPr>
      <w:r w:rsidRPr="00841FCE">
        <w:t>O</w:t>
      </w:r>
      <w:r w:rsidR="00085E9D" w:rsidRPr="00841FCE">
        <w:t>ferta złożona w trakcie negocjacji w zakresie wskazanym w pkt. 2.</w:t>
      </w:r>
      <w:r w:rsidR="000464CE" w:rsidRPr="00841FCE">
        <w:t>2</w:t>
      </w:r>
      <w:r w:rsidR="00841FCE" w:rsidRPr="00841FCE">
        <w:t>. lit.</w:t>
      </w:r>
      <w:r w:rsidR="00085E9D" w:rsidRPr="00841FCE">
        <w:t xml:space="preserve"> </w:t>
      </w:r>
      <w:r w:rsidR="00841FCE" w:rsidRPr="00841FCE">
        <w:t>b</w:t>
      </w:r>
      <w:r w:rsidR="00085E9D" w:rsidRPr="00841FCE">
        <w:t>) nie może być mniej korzystna dla Zamawiającego niż oferta złożona w</w:t>
      </w:r>
      <w:r w:rsidR="00B01933" w:rsidRPr="00841FCE">
        <w:t> </w:t>
      </w:r>
      <w:r w:rsidR="00085E9D" w:rsidRPr="00841FCE">
        <w:t xml:space="preserve">postępowaniu. </w:t>
      </w:r>
    </w:p>
    <w:p w14:paraId="017F55A6" w14:textId="6F50987C" w:rsidR="00085E9D" w:rsidRPr="00841FCE" w:rsidRDefault="00A86FA6" w:rsidP="00841FCE">
      <w:pPr>
        <w:pStyle w:val="Styl111"/>
        <w:ind w:left="1418" w:hanging="698"/>
      </w:pPr>
      <w:r w:rsidRPr="00841FCE">
        <w:t>O</w:t>
      </w:r>
      <w:r w:rsidR="00085E9D" w:rsidRPr="00841FCE">
        <w:t>ferta złożona w trakcie negocjacji w zakresie wskazanym w pkt. 2.</w:t>
      </w:r>
      <w:r w:rsidR="000464CE" w:rsidRPr="00841FCE">
        <w:t>2</w:t>
      </w:r>
      <w:r w:rsidR="00085E9D" w:rsidRPr="00841FCE">
        <w:t>. lit</w:t>
      </w:r>
      <w:r w:rsidR="00841FCE" w:rsidRPr="00841FCE">
        <w:t>. a</w:t>
      </w:r>
      <w:r w:rsidR="00085E9D" w:rsidRPr="00841FCE">
        <w:t xml:space="preserve">) może być mniej korzystna dla Zamawiającego niż oferta złożona w postępowaniu. </w:t>
      </w:r>
    </w:p>
    <w:p w14:paraId="0D05607A" w14:textId="77777777" w:rsidR="00085E9D" w:rsidRPr="00841FCE" w:rsidRDefault="00085E9D" w:rsidP="00841FCE">
      <w:pPr>
        <w:pStyle w:val="Styl111"/>
        <w:ind w:left="1418" w:hanging="698"/>
      </w:pPr>
      <w:r w:rsidRPr="00841FCE">
        <w:t>Zamawiający może udzielić wyjaśnień do zmian wprowadzonych do dokumentacji Postępowania wskutek przeprowadzonych negocjacji.</w:t>
      </w:r>
    </w:p>
    <w:p w14:paraId="2252F161" w14:textId="77777777" w:rsidR="00085E9D" w:rsidRPr="00841FCE" w:rsidRDefault="00085E9D" w:rsidP="00841FCE">
      <w:pPr>
        <w:pStyle w:val="Styl111"/>
        <w:ind w:left="1418" w:hanging="698"/>
      </w:pPr>
      <w:r w:rsidRPr="00841FCE">
        <w:lastRenderedPageBreak/>
        <w:t xml:space="preserve">Zamawiający nie udziela podczas negocjacji informacji w sposób, który mógłby zapewnić niektórym Wykonawcom przewagę nad innymi Wykonawcami. </w:t>
      </w:r>
    </w:p>
    <w:p w14:paraId="6302D909" w14:textId="77777777" w:rsidR="00085E9D" w:rsidRPr="00841FCE" w:rsidRDefault="00085E9D" w:rsidP="00841FCE">
      <w:pPr>
        <w:pStyle w:val="Styl111"/>
        <w:ind w:left="1418" w:hanging="698"/>
      </w:pPr>
      <w:r w:rsidRPr="00841FCE">
        <w:t>Prowadzone negocjacje mają charakter poufny.</w:t>
      </w:r>
    </w:p>
    <w:p w14:paraId="0F89984B" w14:textId="76284918" w:rsidR="00270605" w:rsidRPr="00841FCE" w:rsidRDefault="00270605" w:rsidP="00D877C6">
      <w:pPr>
        <w:pStyle w:val="Styl11"/>
      </w:pPr>
      <w:r w:rsidRPr="00841FCE">
        <w:t>Zaproszenie do negocjacji nie oznacza wyboru oferty przez Zamawiającego.</w:t>
      </w:r>
    </w:p>
    <w:p w14:paraId="00AAF4A7" w14:textId="4373BE48" w:rsidR="00E02B12" w:rsidRDefault="00F40506" w:rsidP="00D877C6">
      <w:pPr>
        <w:pStyle w:val="Styl11"/>
      </w:pPr>
      <w:r w:rsidRPr="00841FCE">
        <w:t>W  ramach negocjacji Zamawiający może przeprowadzić np. aukcj</w:t>
      </w:r>
      <w:r w:rsidR="00AD55E2" w:rsidRPr="00841FCE">
        <w:t>e</w:t>
      </w:r>
      <w:r w:rsidRPr="00841FCE">
        <w:t xml:space="preserve"> elektroniczn</w:t>
      </w:r>
      <w:r w:rsidR="00AD55E2" w:rsidRPr="00841FCE">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841FCE">
      <w:pPr>
        <w:pStyle w:val="Styl111"/>
        <w:ind w:left="1418" w:hanging="698"/>
      </w:pPr>
      <w:r w:rsidRPr="00A843F5">
        <w:t>odwołania Postępowania do upływu terminu na składanie ofert, a w przypadku aukcji elektronicznej - do jej rozpoczęcia,</w:t>
      </w:r>
    </w:p>
    <w:p w14:paraId="17E27B15" w14:textId="6141E18E" w:rsidR="00A843F5" w:rsidRPr="008E41FB" w:rsidRDefault="00A843F5" w:rsidP="00841FCE">
      <w:pPr>
        <w:pStyle w:val="Styl111"/>
        <w:ind w:left="1418" w:hanging="698"/>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0"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1"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841FCE">
      <w:pPr>
        <w:pStyle w:val="Styl111"/>
        <w:ind w:left="1418" w:hanging="698"/>
      </w:pPr>
      <w:r w:rsidRPr="0081083D">
        <w:t>posiadanie przez Wykonawcę dostępu do Internetu;</w:t>
      </w:r>
    </w:p>
    <w:p w14:paraId="579E6E76" w14:textId="77777777" w:rsidR="00085E9D" w:rsidRPr="00546F12" w:rsidRDefault="00085E9D" w:rsidP="00841FCE">
      <w:pPr>
        <w:pStyle w:val="Styl111"/>
        <w:ind w:left="1418" w:hanging="698"/>
      </w:pPr>
      <w:r w:rsidRPr="0081083D">
        <w:t>posiadanie przez Wykonawcę dostępu do indywidualnego konta poczty elektronicznej e-mail;</w:t>
      </w:r>
    </w:p>
    <w:p w14:paraId="74008AD7" w14:textId="57018770" w:rsidR="00085E9D" w:rsidRPr="0081083D" w:rsidRDefault="00085E9D" w:rsidP="00841FCE">
      <w:pPr>
        <w:pStyle w:val="Styl111"/>
        <w:ind w:left="1418" w:hanging="698"/>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841FCE">
      <w:pPr>
        <w:pStyle w:val="Styl111"/>
        <w:ind w:left="1418" w:hanging="698"/>
      </w:pPr>
      <w:r w:rsidRPr="0081083D">
        <w:t>rejestracja konta Użytkownika, poprzedzona wypełnieniem elektronicznego formularza oraz złożeniem podpisanych kwalifikowanym podpisem elektronicznym</w:t>
      </w:r>
      <w:r w:rsidR="00F416BA">
        <w:t xml:space="preserve"> lub podpisem </w:t>
      </w:r>
      <w:r w:rsidR="00F416BA">
        <w:lastRenderedPageBreak/>
        <w:t xml:space="preserve">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841FCE">
      <w:pPr>
        <w:pStyle w:val="Styl111"/>
        <w:ind w:left="1418" w:hanging="698"/>
      </w:pPr>
      <w:r w:rsidRPr="0081083D">
        <w:t>stacja robocza z dostępem do sieci Internet;</w:t>
      </w:r>
    </w:p>
    <w:p w14:paraId="629EDD3E" w14:textId="77777777" w:rsidR="00085E9D" w:rsidRPr="0081083D" w:rsidRDefault="00085E9D" w:rsidP="00841FCE">
      <w:pPr>
        <w:pStyle w:val="Styl111"/>
        <w:ind w:left="1418" w:hanging="698"/>
      </w:pPr>
      <w:r w:rsidRPr="0081083D">
        <w:t>przeglądarka (aktualna wersja Mozilla Firefox lub Google Chrome) wspierająca komunikację po protokole HTTPS;</w:t>
      </w:r>
    </w:p>
    <w:p w14:paraId="039A857E" w14:textId="77777777" w:rsidR="00085E9D" w:rsidRPr="0081083D" w:rsidRDefault="00085E9D" w:rsidP="00841FCE">
      <w:pPr>
        <w:pStyle w:val="Styl111"/>
        <w:ind w:left="1418" w:hanging="698"/>
      </w:pPr>
      <w:r w:rsidRPr="0081083D">
        <w:t>przeglądarka plików w formacie PDF umożliwiająca weryfikację podpisów cyfrowych;</w:t>
      </w:r>
    </w:p>
    <w:p w14:paraId="59FFF0D0" w14:textId="77777777" w:rsidR="00085E9D" w:rsidRPr="0081083D" w:rsidRDefault="00085E9D" w:rsidP="00841FCE">
      <w:pPr>
        <w:pStyle w:val="Styl111"/>
        <w:ind w:left="1418" w:hanging="698"/>
      </w:pPr>
      <w:r w:rsidRPr="0081083D">
        <w:t>edytor plików w formacie DOCX;</w:t>
      </w:r>
    </w:p>
    <w:p w14:paraId="4AC644B0" w14:textId="77777777" w:rsidR="00085E9D" w:rsidRPr="0081083D" w:rsidRDefault="00085E9D" w:rsidP="00841FCE">
      <w:pPr>
        <w:pStyle w:val="Styl111"/>
        <w:ind w:left="1418" w:hanging="698"/>
      </w:pPr>
      <w:r w:rsidRPr="0081083D">
        <w:t>oprogramowanie umożliwiające podpisywanie dokumentów kwalifikowanym podpisem cyfrowym;</w:t>
      </w:r>
    </w:p>
    <w:p w14:paraId="3345E7B5" w14:textId="65FF052B" w:rsidR="00085E9D" w:rsidRPr="0081083D" w:rsidRDefault="00085E9D" w:rsidP="00841FCE">
      <w:pPr>
        <w:pStyle w:val="Styl111"/>
        <w:ind w:left="1418" w:hanging="698"/>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5628737A" w:rsidR="007D7C5D" w:rsidRPr="0036488B" w:rsidRDefault="00F40506" w:rsidP="00453ADC">
      <w:pPr>
        <w:pStyle w:val="Styl11"/>
      </w:pPr>
      <w:r w:rsidRPr="0036488B">
        <w:t xml:space="preserve">Przedmiotem zamówienia jest </w:t>
      </w:r>
      <w:r w:rsidR="00453ADC">
        <w:t>świadczenie usługi dostępu</w:t>
      </w:r>
      <w:r w:rsidR="00453ADC">
        <w:t xml:space="preserve"> </w:t>
      </w:r>
      <w:r w:rsidR="00453ADC">
        <w:t xml:space="preserve">do Internetu w technologii światłowodowej dla obiektów </w:t>
      </w:r>
      <w:r w:rsidR="00453ADC">
        <w:t xml:space="preserve">terenowych </w:t>
      </w:r>
      <w:r w:rsidR="00453ADC">
        <w:t>Oddziału PGNiG w Zielonej Górze (PMG</w:t>
      </w:r>
      <w:r w:rsidR="00453ADC">
        <w:t xml:space="preserve"> Wierzchowice, OK Grodzisk).</w:t>
      </w:r>
    </w:p>
    <w:p w14:paraId="66EB3E50" w14:textId="7061AACD" w:rsidR="00F40506" w:rsidRPr="0036488B" w:rsidRDefault="00F40506" w:rsidP="00841FCE">
      <w:pPr>
        <w:pStyle w:val="Styl11"/>
        <w:spacing w:after="120"/>
        <w:contextualSpacing w:val="0"/>
      </w:pPr>
      <w:r w:rsidRPr="0036488B">
        <w:t>Przedmiot zamówienia p</w:t>
      </w:r>
      <w:r w:rsidR="00841FCE">
        <w:t>odzielony został na 2</w:t>
      </w:r>
      <w:r w:rsidRPr="0036488B">
        <w:t xml:space="preserve"> części: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6940"/>
      </w:tblGrid>
      <w:tr w:rsidR="00453ADC" w:rsidRPr="00453ADC" w14:paraId="5DD8355B" w14:textId="77777777" w:rsidTr="00B57A67">
        <w:trPr>
          <w:trHeight w:hRule="exact" w:val="552"/>
        </w:trPr>
        <w:tc>
          <w:tcPr>
            <w:tcW w:w="1418" w:type="dxa"/>
            <w:shd w:val="clear" w:color="auto" w:fill="auto"/>
            <w:vAlign w:val="center"/>
          </w:tcPr>
          <w:p w14:paraId="69C27DB8" w14:textId="77777777" w:rsidR="00F40506" w:rsidRPr="00453ADC" w:rsidRDefault="00F40506" w:rsidP="00B57A67">
            <w:pPr>
              <w:spacing w:line="259" w:lineRule="auto"/>
              <w:jc w:val="center"/>
              <w:rPr>
                <w:rFonts w:cs="Arial"/>
                <w:sz w:val="20"/>
                <w:szCs w:val="20"/>
              </w:rPr>
            </w:pPr>
            <w:r w:rsidRPr="00453ADC">
              <w:rPr>
                <w:rFonts w:cs="Arial"/>
                <w:sz w:val="20"/>
                <w:szCs w:val="20"/>
              </w:rPr>
              <w:t>Nr części zamówienia</w:t>
            </w:r>
          </w:p>
        </w:tc>
        <w:tc>
          <w:tcPr>
            <w:tcW w:w="6940" w:type="dxa"/>
            <w:shd w:val="clear" w:color="auto" w:fill="auto"/>
            <w:vAlign w:val="center"/>
          </w:tcPr>
          <w:p w14:paraId="655DE2F1" w14:textId="77777777" w:rsidR="00F40506" w:rsidRPr="00453ADC" w:rsidRDefault="00F40506" w:rsidP="00B57A67">
            <w:pPr>
              <w:spacing w:line="259" w:lineRule="auto"/>
              <w:ind w:right="-113"/>
              <w:jc w:val="center"/>
              <w:rPr>
                <w:rFonts w:cs="Arial"/>
                <w:sz w:val="20"/>
                <w:szCs w:val="20"/>
              </w:rPr>
            </w:pPr>
            <w:r w:rsidRPr="00453ADC">
              <w:rPr>
                <w:rFonts w:cs="Arial"/>
                <w:sz w:val="20"/>
                <w:szCs w:val="20"/>
              </w:rPr>
              <w:t>nazwa</w:t>
            </w:r>
          </w:p>
        </w:tc>
      </w:tr>
      <w:tr w:rsidR="00453ADC" w:rsidRPr="00453ADC" w14:paraId="2D7E13E2" w14:textId="77777777" w:rsidTr="00B57A67">
        <w:trPr>
          <w:trHeight w:hRule="exact" w:val="397"/>
        </w:trPr>
        <w:tc>
          <w:tcPr>
            <w:tcW w:w="1418" w:type="dxa"/>
            <w:shd w:val="clear" w:color="auto" w:fill="auto"/>
            <w:vAlign w:val="center"/>
          </w:tcPr>
          <w:p w14:paraId="4A83BCEC" w14:textId="77777777" w:rsidR="00F40506" w:rsidRPr="00453ADC" w:rsidRDefault="00F40506" w:rsidP="00B57A67">
            <w:pPr>
              <w:spacing w:line="259" w:lineRule="auto"/>
              <w:jc w:val="center"/>
              <w:rPr>
                <w:rFonts w:cs="Arial"/>
                <w:sz w:val="20"/>
                <w:szCs w:val="20"/>
              </w:rPr>
            </w:pPr>
            <w:r w:rsidRPr="00453ADC">
              <w:rPr>
                <w:rFonts w:cs="Arial"/>
                <w:sz w:val="20"/>
                <w:szCs w:val="20"/>
              </w:rPr>
              <w:t>I</w:t>
            </w:r>
          </w:p>
        </w:tc>
        <w:tc>
          <w:tcPr>
            <w:tcW w:w="6940" w:type="dxa"/>
            <w:shd w:val="clear" w:color="auto" w:fill="auto"/>
            <w:vAlign w:val="center"/>
          </w:tcPr>
          <w:p w14:paraId="3AF393E9" w14:textId="400C746E" w:rsidR="00F40506" w:rsidRPr="00453ADC" w:rsidRDefault="00453ADC" w:rsidP="00B57A67">
            <w:pPr>
              <w:spacing w:line="259" w:lineRule="auto"/>
              <w:jc w:val="left"/>
              <w:rPr>
                <w:rFonts w:cs="Arial"/>
                <w:sz w:val="20"/>
                <w:szCs w:val="20"/>
              </w:rPr>
            </w:pPr>
            <w:r w:rsidRPr="00453ADC">
              <w:rPr>
                <w:rFonts w:cs="Arial"/>
                <w:sz w:val="20"/>
                <w:szCs w:val="20"/>
              </w:rPr>
              <w:t>Świadczenie usługi dostępu do Internetu dla OK Grodzisk</w:t>
            </w:r>
          </w:p>
        </w:tc>
      </w:tr>
      <w:tr w:rsidR="00453ADC" w:rsidRPr="00453ADC" w14:paraId="63EA4526" w14:textId="77777777" w:rsidTr="00B57A67">
        <w:trPr>
          <w:trHeight w:hRule="exact" w:val="397"/>
        </w:trPr>
        <w:tc>
          <w:tcPr>
            <w:tcW w:w="1418" w:type="dxa"/>
            <w:shd w:val="clear" w:color="auto" w:fill="auto"/>
            <w:vAlign w:val="center"/>
          </w:tcPr>
          <w:p w14:paraId="58CD8E75" w14:textId="77777777" w:rsidR="00F40506" w:rsidRPr="00453ADC" w:rsidRDefault="00F40506" w:rsidP="00B57A67">
            <w:pPr>
              <w:spacing w:line="259" w:lineRule="auto"/>
              <w:jc w:val="center"/>
              <w:rPr>
                <w:rFonts w:cs="Arial"/>
                <w:sz w:val="20"/>
                <w:szCs w:val="20"/>
              </w:rPr>
            </w:pPr>
            <w:r w:rsidRPr="00453ADC">
              <w:rPr>
                <w:rFonts w:cs="Arial"/>
                <w:sz w:val="20"/>
                <w:szCs w:val="20"/>
              </w:rPr>
              <w:t>II</w:t>
            </w:r>
          </w:p>
        </w:tc>
        <w:tc>
          <w:tcPr>
            <w:tcW w:w="6940" w:type="dxa"/>
            <w:shd w:val="clear" w:color="auto" w:fill="auto"/>
            <w:vAlign w:val="center"/>
          </w:tcPr>
          <w:p w14:paraId="60DEF1AC" w14:textId="54075328" w:rsidR="00F40506" w:rsidRPr="00453ADC" w:rsidRDefault="00453ADC" w:rsidP="00B57A67">
            <w:pPr>
              <w:spacing w:line="259" w:lineRule="auto"/>
              <w:jc w:val="left"/>
              <w:rPr>
                <w:rFonts w:cs="Arial"/>
                <w:sz w:val="20"/>
                <w:szCs w:val="20"/>
              </w:rPr>
            </w:pPr>
            <w:r w:rsidRPr="00453ADC">
              <w:rPr>
                <w:rFonts w:cs="Arial"/>
                <w:sz w:val="20"/>
                <w:szCs w:val="20"/>
              </w:rPr>
              <w:t>Świadczenie usługi dostępu do Internetu dla PMG Wierzchowice</w:t>
            </w:r>
          </w:p>
        </w:tc>
      </w:tr>
    </w:tbl>
    <w:p w14:paraId="2D874702" w14:textId="49C01179" w:rsidR="00CD6ADD" w:rsidRPr="00453ADC" w:rsidRDefault="00CD6ADD" w:rsidP="00453ADC">
      <w:pPr>
        <w:pStyle w:val="Styl11"/>
        <w:spacing w:before="120"/>
        <w:contextualSpacing w:val="0"/>
      </w:pPr>
      <w:r w:rsidRPr="009C6996">
        <w:t xml:space="preserve">Rodzaj </w:t>
      </w:r>
      <w:r w:rsidRPr="00453ADC">
        <w:t xml:space="preserve">zamówienia: </w:t>
      </w:r>
      <w:r w:rsidR="00841FCE" w:rsidRPr="00453ADC">
        <w:t>usługa.</w:t>
      </w:r>
    </w:p>
    <w:p w14:paraId="19CD0A70" w14:textId="599679C2" w:rsidR="00125875" w:rsidRPr="00453ADC" w:rsidRDefault="001919DB" w:rsidP="00B57A67">
      <w:pPr>
        <w:pStyle w:val="Styl11"/>
      </w:pPr>
      <w:r w:rsidRPr="00453ADC">
        <w:t>O</w:t>
      </w:r>
      <w:r w:rsidR="00F40506" w:rsidRPr="00453ADC">
        <w:t xml:space="preserve">pis przedmiotu zamówienia stanowi </w:t>
      </w:r>
      <w:r w:rsidR="00D02D33" w:rsidRPr="00453ADC">
        <w:rPr>
          <w:b/>
        </w:rPr>
        <w:t>Z</w:t>
      </w:r>
      <w:r w:rsidR="00EF5C9F" w:rsidRPr="00453ADC">
        <w:rPr>
          <w:b/>
          <w:iCs/>
        </w:rPr>
        <w:t>ałącznik</w:t>
      </w:r>
      <w:r w:rsidR="00F40506" w:rsidRPr="00453ADC">
        <w:rPr>
          <w:b/>
          <w:iCs/>
        </w:rPr>
        <w:t xml:space="preserve"> nr</w:t>
      </w:r>
      <w:r w:rsidR="00B57A67" w:rsidRPr="00453ADC">
        <w:rPr>
          <w:b/>
          <w:iCs/>
        </w:rPr>
        <w:t xml:space="preserve"> 2</w:t>
      </w:r>
      <w:r w:rsidR="00F40506" w:rsidRPr="00453ADC">
        <w:rPr>
          <w:b/>
          <w:iCs/>
        </w:rPr>
        <w:t xml:space="preserve"> </w:t>
      </w:r>
      <w:r w:rsidR="004E76F7" w:rsidRPr="00453ADC">
        <w:rPr>
          <w:b/>
          <w:iCs/>
        </w:rPr>
        <w:t xml:space="preserve">do </w:t>
      </w:r>
      <w:r w:rsidR="006C29FD" w:rsidRPr="00453ADC">
        <w:rPr>
          <w:b/>
          <w:iCs/>
        </w:rPr>
        <w:t>SWZ</w:t>
      </w:r>
      <w:r w:rsidR="00F40506" w:rsidRPr="00453ADC">
        <w:rPr>
          <w:b/>
          <w:iCs/>
        </w:rPr>
        <w:t>,</w:t>
      </w:r>
      <w:r w:rsidR="00F40506" w:rsidRPr="00453ADC">
        <w:rPr>
          <w:b/>
        </w:rPr>
        <w:t xml:space="preserve"> </w:t>
      </w:r>
      <w:r w:rsidR="00F40506" w:rsidRPr="00453ADC">
        <w:t>odpowiednio dla każdej części zamówienia.</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608D5B6C" w:rsidR="00F40506" w:rsidRPr="00F40506" w:rsidRDefault="00B57A67" w:rsidP="002A0400">
      <w:pPr>
        <w:spacing w:line="276" w:lineRule="auto"/>
        <w:rPr>
          <w:rFonts w:cs="Arial"/>
          <w:sz w:val="20"/>
          <w:szCs w:val="20"/>
          <w:lang w:eastAsia="en-US"/>
        </w:rPr>
      </w:pPr>
      <w:r w:rsidRPr="00BC1928">
        <w:rPr>
          <w:rFonts w:cs="Arial"/>
          <w:sz w:val="20"/>
          <w:szCs w:val="20"/>
          <w:lang w:eastAsia="en-US"/>
        </w:rPr>
        <w:t xml:space="preserve">Szczegółowe warunki realizacji zamówienia </w:t>
      </w:r>
      <w:r>
        <w:rPr>
          <w:rFonts w:cs="Arial"/>
          <w:sz w:val="20"/>
          <w:szCs w:val="20"/>
          <w:lang w:eastAsia="en-US"/>
        </w:rPr>
        <w:t>zostały określone w Istotnych</w:t>
      </w:r>
      <w:r w:rsidRPr="00BC1928">
        <w:rPr>
          <w:rFonts w:cs="Arial"/>
          <w:sz w:val="20"/>
          <w:szCs w:val="20"/>
          <w:lang w:eastAsia="en-US"/>
        </w:rPr>
        <w:t xml:space="preserve"> Postanowienia</w:t>
      </w:r>
      <w:r>
        <w:rPr>
          <w:rFonts w:cs="Arial"/>
          <w:sz w:val="20"/>
          <w:szCs w:val="20"/>
          <w:lang w:eastAsia="en-US"/>
        </w:rPr>
        <w:t>ch Umowy stanowiących</w:t>
      </w:r>
      <w:r w:rsidR="00931112" w:rsidRPr="00B57A67">
        <w:rPr>
          <w:rFonts w:cs="Arial"/>
          <w:b/>
          <w:sz w:val="20"/>
          <w:szCs w:val="20"/>
          <w:lang w:eastAsia="en-US"/>
        </w:rPr>
        <w:t xml:space="preserve"> </w:t>
      </w:r>
      <w:r w:rsidR="00D02D33" w:rsidRPr="00B57A67">
        <w:rPr>
          <w:rFonts w:cs="Arial"/>
          <w:b/>
          <w:sz w:val="20"/>
          <w:szCs w:val="20"/>
          <w:lang w:eastAsia="en-US"/>
        </w:rPr>
        <w:t>Z</w:t>
      </w:r>
      <w:r w:rsidR="00F40506" w:rsidRPr="00B57A67">
        <w:rPr>
          <w:rFonts w:cs="Arial"/>
          <w:b/>
          <w:sz w:val="20"/>
          <w:szCs w:val="20"/>
          <w:lang w:eastAsia="en-US"/>
        </w:rPr>
        <w:t>ałącznik</w:t>
      </w:r>
      <w:r w:rsidRPr="00B57A67">
        <w:rPr>
          <w:rFonts w:cs="Arial"/>
          <w:b/>
          <w:sz w:val="20"/>
          <w:szCs w:val="20"/>
          <w:lang w:eastAsia="en-US"/>
        </w:rPr>
        <w:t xml:space="preserve"> nr 3 </w:t>
      </w:r>
      <w:r w:rsidR="00F40506" w:rsidRPr="00F40506">
        <w:rPr>
          <w:rFonts w:cs="Arial"/>
          <w:b/>
          <w:sz w:val="20"/>
          <w:szCs w:val="20"/>
          <w:lang w:eastAsia="en-US"/>
        </w:rPr>
        <w:t xml:space="preserve">do </w:t>
      </w:r>
      <w:r w:rsidR="006C29FD">
        <w:rPr>
          <w:rFonts w:cs="Arial"/>
          <w:b/>
          <w:sz w:val="20"/>
          <w:szCs w:val="20"/>
          <w:lang w:eastAsia="en-US"/>
        </w:rPr>
        <w:t>SWZ</w:t>
      </w:r>
      <w:r w:rsidR="00F40506"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0EADCC3A" w:rsidR="00F40506" w:rsidRPr="00453ADC" w:rsidRDefault="00F40506" w:rsidP="00453ADC">
      <w:pPr>
        <w:spacing w:line="276" w:lineRule="auto"/>
        <w:rPr>
          <w:rFonts w:cs="Arial"/>
          <w:sz w:val="20"/>
          <w:szCs w:val="20"/>
        </w:rPr>
      </w:pPr>
      <w:r w:rsidRPr="00F40506">
        <w:rPr>
          <w:rFonts w:cs="Arial"/>
          <w:sz w:val="20"/>
          <w:szCs w:val="20"/>
        </w:rPr>
        <w:t>Zamówienie będzie zrealizowane</w:t>
      </w:r>
      <w:r w:rsidR="00453ADC">
        <w:rPr>
          <w:rFonts w:cs="Arial"/>
          <w:sz w:val="20"/>
          <w:szCs w:val="20"/>
        </w:rPr>
        <w:t xml:space="preserve">, </w:t>
      </w:r>
      <w:r w:rsidR="00453ADC" w:rsidRPr="00453ADC">
        <w:rPr>
          <w:rFonts w:cs="Arial"/>
          <w:sz w:val="20"/>
          <w:szCs w:val="20"/>
        </w:rPr>
        <w:t>odpowiednio każdej części zamówienia</w:t>
      </w:r>
      <w:r w:rsidR="00453ADC">
        <w:rPr>
          <w:rFonts w:cs="Arial"/>
          <w:sz w:val="20"/>
          <w:szCs w:val="20"/>
        </w:rPr>
        <w:t>,</w:t>
      </w:r>
      <w:r w:rsidRPr="00F40506">
        <w:rPr>
          <w:rFonts w:cs="Arial"/>
          <w:sz w:val="20"/>
          <w:szCs w:val="20"/>
        </w:rPr>
        <w:t xml:space="preserve"> w terminie </w:t>
      </w:r>
      <w:r w:rsidR="00453ADC">
        <w:rPr>
          <w:rFonts w:cs="Arial"/>
          <w:sz w:val="20"/>
          <w:szCs w:val="20"/>
        </w:rPr>
        <w:t xml:space="preserve">60 </w:t>
      </w:r>
      <w:r w:rsidR="00453ADC" w:rsidRPr="00453ADC">
        <w:rPr>
          <w:rFonts w:cs="Arial"/>
          <w:sz w:val="20"/>
          <w:szCs w:val="20"/>
        </w:rPr>
        <w:t xml:space="preserve">miesięcy </w:t>
      </w:r>
      <w:r w:rsidRPr="00453ADC">
        <w:rPr>
          <w:rFonts w:cs="Arial"/>
          <w:sz w:val="20"/>
          <w:szCs w:val="20"/>
        </w:rPr>
        <w:t xml:space="preserve">od dnia </w:t>
      </w:r>
      <w:r w:rsidR="00453ADC" w:rsidRPr="00453ADC">
        <w:rPr>
          <w:rFonts w:cs="Arial"/>
          <w:sz w:val="20"/>
          <w:szCs w:val="20"/>
        </w:rPr>
        <w:t>uruchomienia usługi</w:t>
      </w:r>
      <w:r w:rsidR="00453ADC">
        <w:rPr>
          <w:rFonts w:cs="Arial"/>
          <w:sz w:val="20"/>
          <w:szCs w:val="20"/>
        </w:rPr>
        <w:t xml:space="preserve"> </w:t>
      </w:r>
      <w:r w:rsidR="00453ADC" w:rsidRPr="00453ADC">
        <w:rPr>
          <w:rFonts w:cs="Arial"/>
          <w:sz w:val="20"/>
          <w:szCs w:val="20"/>
        </w:rPr>
        <w:t>z</w:t>
      </w:r>
      <w:r w:rsidR="00453ADC">
        <w:rPr>
          <w:rFonts w:cs="Arial"/>
          <w:sz w:val="20"/>
          <w:szCs w:val="20"/>
        </w:rPr>
        <w:t xml:space="preserve"> </w:t>
      </w:r>
      <w:r w:rsidR="00453ADC" w:rsidRPr="00453ADC">
        <w:rPr>
          <w:rFonts w:cs="Arial"/>
          <w:sz w:val="20"/>
          <w:szCs w:val="20"/>
        </w:rPr>
        <w:t>minimalnym czasem obowiązywania 36 miesięcy (po tym czasie jest możliwość</w:t>
      </w:r>
      <w:r w:rsidR="00453ADC">
        <w:rPr>
          <w:rFonts w:cs="Arial"/>
          <w:sz w:val="20"/>
          <w:szCs w:val="20"/>
        </w:rPr>
        <w:t xml:space="preserve"> rozwiązania umowy bez kar z 3-</w:t>
      </w:r>
      <w:r w:rsidR="00453ADC" w:rsidRPr="00453ADC">
        <w:rPr>
          <w:rFonts w:cs="Arial"/>
          <w:sz w:val="20"/>
          <w:szCs w:val="20"/>
        </w:rPr>
        <w:t>miesięcznym okresem wypowiedzenia).</w:t>
      </w:r>
      <w:r w:rsidR="00453ADC">
        <w:rPr>
          <w:rFonts w:cs="Arial"/>
          <w:sz w:val="20"/>
          <w:szCs w:val="20"/>
        </w:rPr>
        <w:t xml:space="preserve"> U</w:t>
      </w:r>
      <w:r w:rsidR="00453ADC" w:rsidRPr="00453ADC">
        <w:rPr>
          <w:rFonts w:cs="Arial"/>
          <w:sz w:val="20"/>
          <w:szCs w:val="20"/>
        </w:rPr>
        <w:t xml:space="preserve">ruchomienie </w:t>
      </w:r>
      <w:r w:rsidR="00453ADC" w:rsidRPr="00453ADC">
        <w:rPr>
          <w:rFonts w:cs="Arial"/>
          <w:sz w:val="20"/>
          <w:szCs w:val="20"/>
        </w:rPr>
        <w:t>usługi nastąpi nie</w:t>
      </w:r>
      <w:r w:rsidR="00453ADC" w:rsidRPr="00453ADC">
        <w:rPr>
          <w:rFonts w:cs="Arial"/>
          <w:sz w:val="20"/>
          <w:szCs w:val="20"/>
        </w:rPr>
        <w:t xml:space="preserve"> </w:t>
      </w:r>
      <w:r w:rsidR="00453ADC" w:rsidRPr="00453ADC">
        <w:rPr>
          <w:rFonts w:cs="Arial"/>
          <w:sz w:val="20"/>
          <w:szCs w:val="20"/>
        </w:rPr>
        <w:t>później niż w terminie do 120 dni od daty podpisania Umowy</w:t>
      </w:r>
      <w:r w:rsidR="00453ADC" w:rsidRPr="00453ADC">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601F3E4A" w:rsidR="00F40506" w:rsidRPr="007B5698" w:rsidRDefault="00F40506" w:rsidP="009C6996">
      <w:pPr>
        <w:pStyle w:val="Styl11"/>
      </w:pPr>
      <w:r w:rsidRPr="00453ADC">
        <w:t xml:space="preserve">Zamawiający </w:t>
      </w:r>
      <w:r w:rsidR="00453ADC" w:rsidRPr="00453ADC">
        <w:t xml:space="preserve">dopuszcza </w:t>
      </w:r>
      <w:r w:rsidRPr="00453ADC">
        <w:t xml:space="preserve">składania </w:t>
      </w:r>
      <w:r w:rsidRPr="007B5698">
        <w:t>ofert częściowych.</w:t>
      </w:r>
    </w:p>
    <w:p w14:paraId="560FA388" w14:textId="77777777" w:rsidR="00F40506" w:rsidRPr="00453ADC" w:rsidRDefault="00F40506" w:rsidP="009C6996">
      <w:pPr>
        <w:pStyle w:val="Styl11"/>
      </w:pPr>
      <w:r w:rsidRPr="00453ADC">
        <w:t>Zamawiający dopuszcza możliwość złożenia oferty, na jedną lub więcej części zamówienia.</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4F9C6117"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w:t>
      </w:r>
      <w:r w:rsidR="00453ADC">
        <w:rPr>
          <w:bCs/>
        </w:rPr>
        <w:t>ał się w trakcie postępowania o </w:t>
      </w:r>
      <w:r w:rsidRPr="00E47C88">
        <w:rPr>
          <w:bCs/>
        </w:rPr>
        <w:t>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074DEB3E" w:rsidR="00162E24" w:rsidRPr="0023620B" w:rsidRDefault="00F40506" w:rsidP="009C6996">
      <w:pPr>
        <w:pStyle w:val="Styl11"/>
      </w:pPr>
      <w:r w:rsidRPr="0023620B">
        <w:t>Zamawiający nie dopuszcza składania ofert wariantowych.</w:t>
      </w:r>
      <w:bookmarkStart w:id="1" w:name="_Toc165626656"/>
      <w:bookmarkStart w:id="2" w:name="_Toc479595442"/>
      <w:bookmarkStart w:id="3" w:name="_Toc139608600"/>
    </w:p>
    <w:p w14:paraId="1645CB9F" w14:textId="2B3078E2" w:rsidR="007D7C5D" w:rsidRPr="0023620B" w:rsidRDefault="007D7C5D" w:rsidP="009C6996">
      <w:pPr>
        <w:pStyle w:val="Styl11"/>
      </w:pPr>
      <w:r w:rsidRPr="0023620B">
        <w:t>Zamawiający informuje, że nie przewiduje udzielenia zamówień uzupełniających</w:t>
      </w:r>
      <w:r w:rsidR="00162E24" w:rsidRPr="0023620B">
        <w:t>.</w:t>
      </w:r>
    </w:p>
    <w:p w14:paraId="7D9A4DC4" w14:textId="6057237E" w:rsidR="007E4672" w:rsidRPr="00162E24" w:rsidRDefault="007E4672" w:rsidP="009C6996">
      <w:pPr>
        <w:pStyle w:val="Styl11"/>
      </w:pPr>
      <w:r w:rsidRPr="0023620B">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3620B">
      <w:pPr>
        <w:pStyle w:val="Styl111"/>
        <w:ind w:left="1418"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3620B">
      <w:pPr>
        <w:pStyle w:val="Styl111"/>
        <w:ind w:left="1418"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3620B">
      <w:pPr>
        <w:pStyle w:val="Styl111"/>
        <w:ind w:left="1418"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3620B">
      <w:pPr>
        <w:pStyle w:val="Styl111"/>
        <w:ind w:left="1560" w:hanging="851"/>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3620B">
      <w:pPr>
        <w:pStyle w:val="Styl111"/>
        <w:ind w:left="1560" w:hanging="851"/>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3620B">
      <w:pPr>
        <w:pStyle w:val="Styl111"/>
        <w:ind w:left="1560" w:hanging="851"/>
      </w:pPr>
      <w:r w:rsidRPr="00E06181">
        <w:lastRenderedPageBreak/>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3620B">
      <w:pPr>
        <w:pStyle w:val="Styl111"/>
        <w:ind w:left="1560" w:hanging="851"/>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3620B">
      <w:pPr>
        <w:pStyle w:val="Styl111"/>
        <w:ind w:left="1560" w:hanging="851"/>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3620B">
      <w:pPr>
        <w:pStyle w:val="Styl111"/>
        <w:ind w:left="1560" w:hanging="851"/>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3620B">
      <w:pPr>
        <w:pStyle w:val="Styl111"/>
        <w:ind w:left="1560" w:hanging="851"/>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3620B">
      <w:pPr>
        <w:pStyle w:val="Styl111"/>
        <w:ind w:left="1560" w:hanging="851"/>
      </w:pPr>
      <w:r w:rsidRPr="002B1AC9">
        <w:t>Wykonawców, o których osoby biorące udział w prowadzonym Postępowaniu mają wiedzę, że:</w:t>
      </w:r>
    </w:p>
    <w:p w14:paraId="108CC85B" w14:textId="15D3D9BC" w:rsidR="00C07E74" w:rsidRPr="00C07E74" w:rsidRDefault="00C07E74" w:rsidP="0023620B">
      <w:pPr>
        <w:pStyle w:val="Stylkropka"/>
        <w:ind w:left="1843" w:hanging="142"/>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3620B">
      <w:pPr>
        <w:pStyle w:val="Stylkropka"/>
        <w:ind w:left="1843" w:hanging="142"/>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3620B">
      <w:pPr>
        <w:pStyle w:val="Stylkropka"/>
        <w:ind w:left="1843" w:hanging="142"/>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3620B">
      <w:pPr>
        <w:pStyle w:val="Styl111"/>
        <w:ind w:left="1560" w:hanging="851"/>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23620B">
      <w:pPr>
        <w:pStyle w:val="Styl111"/>
        <w:ind w:left="1560" w:hanging="85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 xml:space="preserve">17.03.2014, str. 6, z późn. zm.) – zwane dalej: rozporządzenie 269/2014,  albo wpisanego na listę na podstawie decyzji w sprawie wpisu na listę  osób i podmiotów, wobec których są </w:t>
      </w:r>
      <w:r w:rsidRPr="00D96B65">
        <w:lastRenderedPageBreak/>
        <w:t>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3620B">
      <w:pPr>
        <w:pStyle w:val="Styl111"/>
        <w:ind w:left="1560" w:hanging="851"/>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3620B">
      <w:pPr>
        <w:pStyle w:val="Styl111"/>
        <w:ind w:left="1560" w:hanging="851"/>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3620B">
      <w:pPr>
        <w:pStyle w:val="Styl111"/>
        <w:ind w:left="1560" w:hanging="851"/>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E672E">
      <w:pPr>
        <w:pStyle w:val="Akapitzlist"/>
        <w:spacing w:line="276" w:lineRule="auto"/>
        <w:ind w:left="1843"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E672E">
      <w:pPr>
        <w:pStyle w:val="Akapitzlist"/>
        <w:spacing w:line="276" w:lineRule="auto"/>
        <w:ind w:left="1843"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E672E">
      <w:pPr>
        <w:pStyle w:val="Akapitzlist"/>
        <w:spacing w:line="276" w:lineRule="auto"/>
        <w:ind w:left="1843"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E672E">
      <w:pPr>
        <w:pStyle w:val="Akapitzlist"/>
        <w:spacing w:line="276" w:lineRule="auto"/>
        <w:ind w:left="1843"/>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E672E">
      <w:pPr>
        <w:pStyle w:val="Akapitzlist"/>
        <w:spacing w:line="276" w:lineRule="auto"/>
        <w:ind w:left="1985"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7E672E">
      <w:pPr>
        <w:pStyle w:val="Styl111"/>
        <w:ind w:left="1560"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7E672E">
      <w:pPr>
        <w:pStyle w:val="Styl111"/>
        <w:ind w:left="1560" w:hanging="850"/>
      </w:pPr>
      <w:r w:rsidRPr="0022385A">
        <w:t>zawiera błędy w obliczeniu ceny, z zastrzeżeniem § 34 ust. 2</w:t>
      </w:r>
      <w:r>
        <w:t xml:space="preserve"> Instrukcji</w:t>
      </w:r>
      <w:r w:rsidRPr="0022385A">
        <w:t>,</w:t>
      </w:r>
    </w:p>
    <w:p w14:paraId="0A0BEF1A" w14:textId="1893EA1D" w:rsidR="0022385A" w:rsidRPr="0022385A" w:rsidRDefault="0022385A" w:rsidP="007E672E">
      <w:pPr>
        <w:pStyle w:val="Styl111"/>
        <w:ind w:left="1560"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7E672E">
      <w:pPr>
        <w:pStyle w:val="Styl111"/>
        <w:ind w:left="1560"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7E672E">
      <w:pPr>
        <w:pStyle w:val="Styl111"/>
        <w:ind w:left="1560"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7E672E">
      <w:pPr>
        <w:pStyle w:val="Styl111"/>
        <w:ind w:left="1560" w:hanging="850"/>
      </w:pPr>
      <w:r w:rsidRPr="0022385A">
        <w:t>jest nieważna na podstawie odrębnych przepisów,</w:t>
      </w:r>
    </w:p>
    <w:p w14:paraId="00242CAB" w14:textId="77777777" w:rsidR="007564C8" w:rsidRDefault="0022385A" w:rsidP="007E672E">
      <w:pPr>
        <w:pStyle w:val="Styl111"/>
        <w:ind w:left="1560" w:hanging="850"/>
      </w:pPr>
      <w:r w:rsidRPr="0022385A">
        <w:lastRenderedPageBreak/>
        <w:t>została złożona przez Wykonawcę podlegającego wykluczeniu z postępowania,</w:t>
      </w:r>
    </w:p>
    <w:p w14:paraId="743346A2" w14:textId="0D54A840" w:rsidR="007564C8" w:rsidRPr="00D848D5" w:rsidRDefault="007564C8" w:rsidP="007E672E">
      <w:pPr>
        <w:pStyle w:val="Styl111"/>
        <w:ind w:left="1560"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7E672E">
      <w:pPr>
        <w:pStyle w:val="Styl111"/>
        <w:ind w:left="1560"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7E672E">
      <w:pPr>
        <w:pStyle w:val="Styl111"/>
        <w:ind w:left="1560" w:hanging="850"/>
      </w:pPr>
      <w:r w:rsidRPr="0022385A">
        <w:t>Wykonawca na wniosek Zamawiającego nie wyraził zgody na przedłużenie terminu związania ofertą,</w:t>
      </w:r>
    </w:p>
    <w:p w14:paraId="083D0649" w14:textId="77777777" w:rsidR="0022385A" w:rsidRDefault="0022385A" w:rsidP="007E672E">
      <w:pPr>
        <w:pStyle w:val="Styl111"/>
        <w:ind w:left="1560"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1755DCA1" w:rsidR="003D2127" w:rsidRPr="00C84803" w:rsidRDefault="00F40506" w:rsidP="00DD06A2">
      <w:pPr>
        <w:pStyle w:val="Styl11"/>
      </w:pPr>
      <w:bookmarkStart w:id="6" w:name="_Toc479595445"/>
      <w:bookmarkEnd w:id="3"/>
      <w:r w:rsidRPr="00C84803">
        <w:t xml:space="preserve">Zamawiający wymaga złożenia następujących </w:t>
      </w:r>
      <w:r w:rsidR="00A61DFC" w:rsidRPr="00C84803">
        <w:t>oświadczeń/</w:t>
      </w:r>
      <w:r w:rsidR="00DD06A2" w:rsidRPr="00C84803">
        <w:t>dokumentów (</w:t>
      </w:r>
      <w:r w:rsidR="00067A0C" w:rsidRPr="00C84803">
        <w:t>z</w:t>
      </w:r>
      <w:r w:rsidR="003D2127" w:rsidRPr="00C84803">
        <w:t>awartość oferty</w:t>
      </w:r>
      <w:r w:rsidR="00DD06A2" w:rsidRPr="00C84803">
        <w:t>)</w:t>
      </w:r>
      <w:r w:rsidR="007E672E" w:rsidRPr="00C84803">
        <w:t>, odpowiednio dla każdej części zamówienia</w:t>
      </w:r>
      <w:r w:rsidR="003D2127" w:rsidRPr="00C84803">
        <w:t>:</w:t>
      </w:r>
    </w:p>
    <w:p w14:paraId="2D845ED7" w14:textId="45AD8CC8" w:rsidR="00AB4A1C" w:rsidRPr="00C84803" w:rsidRDefault="003D2127" w:rsidP="007E672E">
      <w:pPr>
        <w:pStyle w:val="Akapitzlist"/>
        <w:numPr>
          <w:ilvl w:val="0"/>
          <w:numId w:val="10"/>
        </w:numPr>
        <w:spacing w:line="276" w:lineRule="auto"/>
        <w:ind w:left="1134" w:hanging="425"/>
        <w:contextualSpacing w:val="0"/>
        <w:rPr>
          <w:rFonts w:cs="Arial"/>
          <w:sz w:val="20"/>
          <w:szCs w:val="20"/>
        </w:rPr>
      </w:pPr>
      <w:r w:rsidRPr="00C84803">
        <w:rPr>
          <w:rFonts w:cs="Arial"/>
          <w:sz w:val="20"/>
          <w:szCs w:val="20"/>
        </w:rPr>
        <w:t>w</w:t>
      </w:r>
      <w:r w:rsidR="00AB4A1C" w:rsidRPr="00C84803">
        <w:rPr>
          <w:rFonts w:cs="Arial"/>
          <w:sz w:val="20"/>
          <w:szCs w:val="20"/>
        </w:rPr>
        <w:t xml:space="preserve">ypełniony Formularz </w:t>
      </w:r>
      <w:r w:rsidR="00C84803" w:rsidRPr="00C84803">
        <w:rPr>
          <w:rFonts w:cs="Arial"/>
          <w:sz w:val="20"/>
          <w:szCs w:val="20"/>
        </w:rPr>
        <w:t>ofertowy</w:t>
      </w:r>
      <w:r w:rsidR="00AB4A1C" w:rsidRPr="00C84803">
        <w:rPr>
          <w:rFonts w:cs="Arial"/>
          <w:sz w:val="20"/>
          <w:szCs w:val="20"/>
        </w:rPr>
        <w:t xml:space="preserve">  – Załącznik nr 1 do SWZ</w:t>
      </w:r>
      <w:r w:rsidR="00A61DFC" w:rsidRPr="00C84803">
        <w:rPr>
          <w:rFonts w:cs="Arial"/>
          <w:sz w:val="20"/>
          <w:szCs w:val="20"/>
        </w:rPr>
        <w:t>;</w:t>
      </w:r>
    </w:p>
    <w:p w14:paraId="5B984EDA" w14:textId="77777777" w:rsidR="003D2127" w:rsidRPr="00C84803" w:rsidRDefault="003D2127" w:rsidP="007E672E">
      <w:pPr>
        <w:pStyle w:val="Akapitzlist"/>
        <w:numPr>
          <w:ilvl w:val="0"/>
          <w:numId w:val="10"/>
        </w:numPr>
        <w:spacing w:line="276" w:lineRule="auto"/>
        <w:ind w:left="1134" w:hanging="425"/>
        <w:contextualSpacing w:val="0"/>
        <w:rPr>
          <w:rFonts w:cs="Arial"/>
          <w:sz w:val="20"/>
          <w:szCs w:val="20"/>
        </w:rPr>
      </w:pPr>
      <w:r w:rsidRPr="00C84803">
        <w:rPr>
          <w:rFonts w:cs="Arial"/>
          <w:sz w:val="20"/>
          <w:szCs w:val="20"/>
        </w:rPr>
        <w:t>oświadczenie o spełnianiu warunków udziału w postępowaniu;</w:t>
      </w:r>
    </w:p>
    <w:p w14:paraId="7D15FA93" w14:textId="77777777" w:rsidR="003D2127" w:rsidRPr="00C84803" w:rsidRDefault="003D2127" w:rsidP="007E672E">
      <w:pPr>
        <w:pStyle w:val="Akapitzlist"/>
        <w:numPr>
          <w:ilvl w:val="0"/>
          <w:numId w:val="10"/>
        </w:numPr>
        <w:spacing w:line="276" w:lineRule="auto"/>
        <w:ind w:left="1134" w:hanging="425"/>
        <w:contextualSpacing w:val="0"/>
        <w:rPr>
          <w:rFonts w:cs="Arial"/>
          <w:sz w:val="20"/>
          <w:szCs w:val="20"/>
        </w:rPr>
      </w:pPr>
      <w:r w:rsidRPr="00C84803">
        <w:rPr>
          <w:rFonts w:cs="Arial"/>
          <w:sz w:val="20"/>
          <w:szCs w:val="20"/>
        </w:rPr>
        <w:t>oświadczenie o niepodleganiu wykluczeniu z postępowania;</w:t>
      </w:r>
    </w:p>
    <w:p w14:paraId="4F3AE37F" w14:textId="2F8DDE24" w:rsidR="003D2127" w:rsidRPr="00C84803" w:rsidRDefault="003D2127" w:rsidP="007E672E">
      <w:pPr>
        <w:pStyle w:val="Akapitzlist"/>
        <w:numPr>
          <w:ilvl w:val="0"/>
          <w:numId w:val="10"/>
        </w:numPr>
        <w:spacing w:line="276" w:lineRule="auto"/>
        <w:ind w:left="1134" w:hanging="425"/>
        <w:contextualSpacing w:val="0"/>
        <w:rPr>
          <w:rFonts w:cs="Arial"/>
          <w:sz w:val="20"/>
          <w:szCs w:val="20"/>
        </w:rPr>
      </w:pPr>
      <w:r w:rsidRPr="00C84803">
        <w:rPr>
          <w:rFonts w:cs="Arial"/>
          <w:sz w:val="20"/>
          <w:szCs w:val="20"/>
        </w:rPr>
        <w:t>oświadczenie o niezgłaszaniu roszczeń w przypadku unieważnienia postępowania</w:t>
      </w:r>
      <w:r w:rsidR="00A61DFC" w:rsidRPr="00C84803">
        <w:rPr>
          <w:rFonts w:cs="Arial"/>
          <w:sz w:val="20"/>
          <w:szCs w:val="20"/>
        </w:rPr>
        <w:t>;</w:t>
      </w:r>
    </w:p>
    <w:p w14:paraId="467E5438" w14:textId="77777777" w:rsidR="00B32BB8" w:rsidRPr="00C84803" w:rsidRDefault="00B32BB8" w:rsidP="007E672E">
      <w:pPr>
        <w:pStyle w:val="Akapitzlist"/>
        <w:numPr>
          <w:ilvl w:val="0"/>
          <w:numId w:val="10"/>
        </w:numPr>
        <w:spacing w:line="276" w:lineRule="auto"/>
        <w:ind w:left="1134" w:hanging="425"/>
        <w:contextualSpacing w:val="0"/>
        <w:rPr>
          <w:rFonts w:cs="Arial"/>
          <w:sz w:val="20"/>
          <w:szCs w:val="20"/>
        </w:rPr>
      </w:pPr>
      <w:r w:rsidRPr="00C84803">
        <w:rPr>
          <w:rFonts w:cs="Arial"/>
          <w:sz w:val="20"/>
          <w:szCs w:val="20"/>
        </w:rPr>
        <w:t xml:space="preserve">dot. </w:t>
      </w:r>
      <w:r w:rsidRPr="00C84803">
        <w:rPr>
          <w:rFonts w:cs="Arial"/>
          <w:sz w:val="20"/>
          <w:szCs w:val="20"/>
          <w:u w:val="single"/>
        </w:rPr>
        <w:t>Wykonawcy z siedzibą lub miejscem zamieszkania za granicą</w:t>
      </w:r>
      <w:r w:rsidRPr="00C84803">
        <w:rPr>
          <w:rFonts w:cs="Arial"/>
          <w:sz w:val="20"/>
          <w:szCs w:val="20"/>
        </w:rPr>
        <w:t xml:space="preserve">: </w:t>
      </w:r>
    </w:p>
    <w:p w14:paraId="7771B272" w14:textId="1A43D7FF" w:rsidR="00B32BB8" w:rsidRPr="00C84803" w:rsidRDefault="00B32BB8" w:rsidP="007E672E">
      <w:pPr>
        <w:pStyle w:val="Akapitzlist"/>
        <w:spacing w:line="276" w:lineRule="auto"/>
        <w:ind w:left="1134"/>
        <w:contextualSpacing w:val="0"/>
        <w:rPr>
          <w:rFonts w:cs="Arial"/>
          <w:sz w:val="20"/>
          <w:szCs w:val="20"/>
        </w:rPr>
      </w:pPr>
      <w:r w:rsidRPr="00C84803">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C84803">
        <w:rPr>
          <w:rFonts w:cs="Arial"/>
          <w:sz w:val="20"/>
          <w:szCs w:val="20"/>
        </w:rPr>
        <w:t>;</w:t>
      </w:r>
    </w:p>
    <w:p w14:paraId="1CB55849" w14:textId="3AD2D23D" w:rsidR="003D2127" w:rsidRPr="00C84803" w:rsidRDefault="003D2127" w:rsidP="007E672E">
      <w:pPr>
        <w:pStyle w:val="Akapitzlist"/>
        <w:numPr>
          <w:ilvl w:val="0"/>
          <w:numId w:val="10"/>
        </w:numPr>
        <w:spacing w:line="276" w:lineRule="auto"/>
        <w:ind w:left="1134" w:hanging="425"/>
        <w:contextualSpacing w:val="0"/>
        <w:rPr>
          <w:rFonts w:cs="Arial"/>
          <w:sz w:val="20"/>
          <w:szCs w:val="20"/>
        </w:rPr>
      </w:pPr>
      <w:r w:rsidRPr="00C84803">
        <w:rPr>
          <w:rFonts w:cs="Arial"/>
          <w:sz w:val="20"/>
          <w:szCs w:val="20"/>
        </w:rPr>
        <w:t>pełnomocnictwo – jeżeli ofertę podpisują inne osoby niż wskazane w dokumencie rejestrowym (oryginał lub kopię poświadczoną</w:t>
      </w:r>
      <w:r w:rsidR="000E270B" w:rsidRPr="00C84803">
        <w:rPr>
          <w:rFonts w:cs="Arial"/>
          <w:sz w:val="20"/>
          <w:szCs w:val="20"/>
        </w:rPr>
        <w:t xml:space="preserve"> notarialni</w:t>
      </w:r>
      <w:r w:rsidR="00810441" w:rsidRPr="00C84803">
        <w:rPr>
          <w:rFonts w:cs="Arial"/>
          <w:sz w:val="20"/>
          <w:szCs w:val="20"/>
        </w:rPr>
        <w:t>e</w:t>
      </w:r>
      <w:r w:rsidRPr="00C84803">
        <w:rPr>
          <w:rFonts w:cs="Arial"/>
          <w:sz w:val="20"/>
          <w:szCs w:val="20"/>
        </w:rPr>
        <w:t>);</w:t>
      </w:r>
    </w:p>
    <w:p w14:paraId="112FBBD9" w14:textId="77777777" w:rsidR="00C105F8" w:rsidRPr="00C84803" w:rsidRDefault="00EC5317" w:rsidP="007E672E">
      <w:pPr>
        <w:pStyle w:val="Akapitzlist"/>
        <w:numPr>
          <w:ilvl w:val="0"/>
          <w:numId w:val="10"/>
        </w:numPr>
        <w:spacing w:line="276" w:lineRule="auto"/>
        <w:ind w:left="1134" w:hanging="425"/>
        <w:contextualSpacing w:val="0"/>
        <w:rPr>
          <w:rFonts w:cs="Arial"/>
          <w:sz w:val="20"/>
          <w:szCs w:val="20"/>
        </w:rPr>
      </w:pPr>
      <w:r w:rsidRPr="00C84803">
        <w:rPr>
          <w:rFonts w:cs="Arial"/>
          <w:sz w:val="20"/>
          <w:szCs w:val="20"/>
          <w:lang w:eastAsia="en-US"/>
        </w:rPr>
        <w:t>z</w:t>
      </w:r>
      <w:r w:rsidR="003D2127" w:rsidRPr="00C84803">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C84803">
        <w:rPr>
          <w:rFonts w:cs="Arial"/>
          <w:sz w:val="20"/>
          <w:szCs w:val="20"/>
          <w:lang w:eastAsia="en-US"/>
        </w:rPr>
        <w:t>;</w:t>
      </w:r>
    </w:p>
    <w:p w14:paraId="0A008FC1" w14:textId="5E286815" w:rsidR="007C45BA" w:rsidRPr="00C84803" w:rsidRDefault="00C84803" w:rsidP="007E672E">
      <w:pPr>
        <w:pStyle w:val="Akapitzlist"/>
        <w:numPr>
          <w:ilvl w:val="0"/>
          <w:numId w:val="10"/>
        </w:numPr>
        <w:spacing w:line="276" w:lineRule="auto"/>
        <w:ind w:left="1134" w:hanging="425"/>
        <w:contextualSpacing w:val="0"/>
        <w:rPr>
          <w:rFonts w:cs="Arial"/>
          <w:sz w:val="20"/>
          <w:szCs w:val="20"/>
        </w:rPr>
      </w:pPr>
      <w:r w:rsidRPr="00C84803">
        <w:rPr>
          <w:rFonts w:cs="Arial"/>
          <w:b/>
          <w:sz w:val="20"/>
          <w:szCs w:val="20"/>
        </w:rPr>
        <w:t>wzór umowy</w:t>
      </w:r>
      <w:r w:rsidRPr="00C84803">
        <w:rPr>
          <w:rFonts w:cs="Arial"/>
          <w:sz w:val="20"/>
          <w:szCs w:val="20"/>
        </w:rPr>
        <w:t xml:space="preserve"> sporządzony przez Wykonawcę z uwzględnieniem warunków realizacji zamówienia określonych w Opisie przedmiotu zamówienia </w:t>
      </w:r>
      <w:r w:rsidRPr="00C84803">
        <w:rPr>
          <w:rFonts w:cs="Arial"/>
          <w:sz w:val="20"/>
          <w:szCs w:val="20"/>
        </w:rPr>
        <w:t>stanowiący</w:t>
      </w:r>
      <w:r w:rsidRPr="00C84803">
        <w:rPr>
          <w:rFonts w:cs="Arial"/>
          <w:sz w:val="20"/>
          <w:szCs w:val="20"/>
        </w:rPr>
        <w:t>m</w:t>
      </w:r>
      <w:r w:rsidRPr="00C84803">
        <w:rPr>
          <w:rFonts w:cs="Arial"/>
          <w:sz w:val="20"/>
          <w:szCs w:val="20"/>
        </w:rPr>
        <w:t xml:space="preserve"> załącznik nr </w:t>
      </w:r>
      <w:r w:rsidRPr="00C84803">
        <w:rPr>
          <w:rFonts w:cs="Arial"/>
          <w:sz w:val="20"/>
          <w:szCs w:val="20"/>
        </w:rPr>
        <w:t>2</w:t>
      </w:r>
      <w:r w:rsidRPr="00C84803">
        <w:rPr>
          <w:rFonts w:cs="Arial"/>
          <w:sz w:val="20"/>
          <w:szCs w:val="20"/>
        </w:rPr>
        <w:t xml:space="preserve"> do SWZ</w:t>
      </w:r>
      <w:r w:rsidRPr="00C84803">
        <w:rPr>
          <w:rFonts w:cs="Arial"/>
          <w:sz w:val="20"/>
          <w:szCs w:val="20"/>
        </w:rPr>
        <w:t xml:space="preserve"> oraz Istotnych postanowieniach umowy stanowiących załącznik nr 3 do SWZ.</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lastRenderedPageBreak/>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339B6597" w:rsidR="00186A75" w:rsidRPr="007E672E"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w:t>
      </w:r>
      <w:r w:rsidRPr="007E672E">
        <w:t xml:space="preserve">technicznego, </w:t>
      </w:r>
      <w:r w:rsidR="00A61DFC" w:rsidRPr="007E672E">
        <w:t>W</w:t>
      </w:r>
      <w:r w:rsidRPr="007E672E">
        <w:t xml:space="preserve">ykonawcy mogą polegać na </w:t>
      </w:r>
      <w:r w:rsidR="00212856" w:rsidRPr="007E672E">
        <w:t>zasobach</w:t>
      </w:r>
      <w:r w:rsidRPr="007E672E">
        <w:t xml:space="preserve"> innych podmiotów, jeśli podmioty te zrealizują usługi, do realizacji których te zdolności są wymagane na zasadach podwykonawstwa. Podmiot udostępniający Wykonawcy swe zasoby ww. zakresie winien przedstawić </w:t>
      </w:r>
      <w:r w:rsidR="00B75C5E" w:rsidRPr="007E672E">
        <w:t xml:space="preserve">w </w:t>
      </w:r>
      <w:r w:rsidR="00447A46" w:rsidRPr="007E672E">
        <w:t>formie oryginału</w:t>
      </w:r>
      <w:r w:rsidR="00B75C5E" w:rsidRPr="007E672E">
        <w:t xml:space="preserve"> </w:t>
      </w:r>
      <w:r w:rsidRPr="007E672E">
        <w:t xml:space="preserve">dodatkowo Oświadczenie o niepodleganiu wykluczeniu – </w:t>
      </w:r>
      <w:r w:rsidR="00892855" w:rsidRPr="007E672E">
        <w:t>załącznik 4b</w:t>
      </w:r>
      <w:r w:rsidRPr="007E672E">
        <w:t xml:space="preserve"> do </w:t>
      </w:r>
      <w:r w:rsidR="006C29FD" w:rsidRPr="007E672E">
        <w:t>SWZ</w:t>
      </w:r>
      <w:r w:rsidR="009572AD" w:rsidRPr="007E672E">
        <w:t xml:space="preserve"> (podpisane kwalifikowanym podpisem elektronicznym). </w:t>
      </w:r>
    </w:p>
    <w:p w14:paraId="0AED799B" w14:textId="09A68A93" w:rsidR="00F40506" w:rsidRPr="007E672E" w:rsidRDefault="00F40506" w:rsidP="00E03A73">
      <w:pPr>
        <w:pStyle w:val="Styl11"/>
        <w:rPr>
          <w:b/>
          <w:i/>
        </w:rPr>
      </w:pPr>
      <w:r w:rsidRPr="007E672E">
        <w:rPr>
          <w:b/>
        </w:rPr>
        <w:t>Oferta</w:t>
      </w:r>
      <w:r w:rsidR="00326502" w:rsidRPr="007E672E">
        <w:rPr>
          <w:b/>
        </w:rPr>
        <w:t xml:space="preserve"> oraz oświadczenia złożone w postępowaniu </w:t>
      </w:r>
      <w:r w:rsidR="00212856" w:rsidRPr="007E672E">
        <w:rPr>
          <w:b/>
        </w:rPr>
        <w:t>winny</w:t>
      </w:r>
      <w:r w:rsidRPr="007E672E">
        <w:rPr>
          <w:b/>
        </w:rPr>
        <w:t xml:space="preserve"> </w:t>
      </w:r>
      <w:r w:rsidR="00326502" w:rsidRPr="007E672E">
        <w:rPr>
          <w:b/>
        </w:rPr>
        <w:t>być podpisane</w:t>
      </w:r>
      <w:r w:rsidRPr="007E672E">
        <w:rPr>
          <w:b/>
        </w:rPr>
        <w:t xml:space="preserve"> </w:t>
      </w:r>
      <w:r w:rsidR="00212856" w:rsidRPr="007E672E">
        <w:rPr>
          <w:b/>
        </w:rPr>
        <w:t>kwalifikowanym podpisem elektronicznym</w:t>
      </w:r>
      <w:r w:rsidR="00212856" w:rsidRPr="007E672E">
        <w:t xml:space="preserve"> </w:t>
      </w:r>
      <w:r w:rsidRPr="007E672E">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7E672E">
        <w:t xml:space="preserve"> </w:t>
      </w:r>
      <w:r w:rsidR="00D01E2F" w:rsidRPr="007E672E">
        <w:rPr>
          <w:b/>
        </w:rPr>
        <w:t xml:space="preserve">Zamawiający nie dopuszcza podpisania oferty podpisem zaufanym.  </w:t>
      </w:r>
    </w:p>
    <w:p w14:paraId="535ED79F" w14:textId="22FC7215" w:rsidR="00F40506" w:rsidRPr="007E672E" w:rsidRDefault="00F40506" w:rsidP="00E03A73">
      <w:pPr>
        <w:pStyle w:val="Styl11"/>
      </w:pPr>
      <w:r w:rsidRPr="007E672E">
        <w:t>Pozostałe wymagane dokumenty należy dołączyć do oferty w formie oryginału lub kserokopii potwierdzonej za zgodność z oryginałem przez Wykonawcę.</w:t>
      </w:r>
      <w:r w:rsidR="00212856" w:rsidRPr="007E672E">
        <w:t xml:space="preserve"> Poświadczenie za zgodność z</w:t>
      </w:r>
      <w:r w:rsidR="009C3104" w:rsidRPr="007E672E">
        <w:t> </w:t>
      </w:r>
      <w:r w:rsidR="00212856" w:rsidRPr="007E672E">
        <w:t>oryginałem następuje w formie elektronicznej</w:t>
      </w:r>
      <w:r w:rsidR="00880B26" w:rsidRPr="007E672E">
        <w:t xml:space="preserve"> przy użyciu kwalifikowanego podpisu elektronicznego</w:t>
      </w:r>
      <w:r w:rsidR="00212856" w:rsidRPr="007E672E">
        <w:t xml:space="preserve">. </w:t>
      </w:r>
    </w:p>
    <w:p w14:paraId="7882BDF5" w14:textId="77777777" w:rsidR="00186A75" w:rsidRPr="007E672E" w:rsidRDefault="00326502" w:rsidP="00E03A73">
      <w:pPr>
        <w:pStyle w:val="Styl11"/>
      </w:pPr>
      <w:r w:rsidRPr="007E672E">
        <w:t xml:space="preserve">Zamawiający dopuszcza wspólne ubieganie się Wykonawców o udzielenie zamówienia. Wykonawcy ubiegający się wspólnie o udzielenie zamówienia ustanawiają pełnomocnika </w:t>
      </w:r>
      <w:r w:rsidR="00802090" w:rsidRPr="007E672E">
        <w:br/>
      </w:r>
      <w:r w:rsidRPr="007E672E">
        <w:t xml:space="preserve">do reprezentowania ich w postępowaniu albo reprezentowania w postępowaniu i zawarcia umowy w sprawie zamówienia. W przypadku Wykonawców wspólnie ubiegających się </w:t>
      </w:r>
      <w:r w:rsidR="00802090" w:rsidRPr="007E672E">
        <w:br/>
      </w:r>
      <w:r w:rsidRPr="007E672E">
        <w:t>o udzielenie zamówienia, żaden z Wykonawców nie może podlegać wykluczeniu. Pozostałe warunki muszą być spełnione łącznie przez wszystkich Wykonawców składających ofertę.</w:t>
      </w:r>
    </w:p>
    <w:p w14:paraId="4ABE5FFB" w14:textId="77777777" w:rsidR="000225F7" w:rsidRPr="007E672E" w:rsidRDefault="00326502" w:rsidP="00E03A73">
      <w:pPr>
        <w:pStyle w:val="Styl11"/>
      </w:pPr>
      <w:r w:rsidRPr="007E672E">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7E672E">
        <w:br/>
      </w:r>
      <w:r w:rsidRPr="007E672E">
        <w:t>o udzielenie zamówienia. Pełnomocnictwo należy załączyć w formie oryginału lub kopii poświadczonej notarialnie</w:t>
      </w:r>
      <w:r w:rsidR="00451A2E" w:rsidRPr="007E672E">
        <w:t xml:space="preserve"> lub kopii potwierdzonej za zgodność z oryginałem przez Wykonawcę</w:t>
      </w:r>
      <w:r w:rsidR="003F1A3C" w:rsidRPr="007E672E">
        <w:t>.</w:t>
      </w:r>
    </w:p>
    <w:p w14:paraId="04750351" w14:textId="77777777" w:rsidR="003F1A3C" w:rsidRPr="00972FDC" w:rsidRDefault="003F1A3C" w:rsidP="00E03A73">
      <w:pPr>
        <w:pStyle w:val="Styl11"/>
        <w:rPr>
          <w:color w:val="4F81BD" w:themeColor="accent1"/>
        </w:rPr>
      </w:pPr>
      <w:r w:rsidRPr="007E672E">
        <w:t xml:space="preserve">W przypadku gdy zostanie wybrana oferta Wykonawców wspólnie ubiegających się </w:t>
      </w:r>
      <w:r w:rsidR="00772972" w:rsidRPr="007E672E">
        <w:br/>
      </w:r>
      <w:r w:rsidRPr="007E672E">
        <w:t>o udzielenie zamówienia, przed zawarciem umowy Zamawiający będzie żądał umowy regulującej współpracę tych Wykonawców</w:t>
      </w:r>
      <w:r w:rsidRPr="00972FDC">
        <w:rPr>
          <w:color w:val="4F81BD" w:themeColor="accent1"/>
        </w:rPr>
        <w:t>.</w:t>
      </w:r>
    </w:p>
    <w:p w14:paraId="44D89407" w14:textId="77777777" w:rsidR="00A441AC" w:rsidRPr="00A441AC" w:rsidRDefault="00A441AC" w:rsidP="004F4CEF">
      <w:pPr>
        <w:pStyle w:val="Styl1"/>
      </w:pPr>
      <w:r w:rsidRPr="00A441AC">
        <w:t>Wadium</w:t>
      </w:r>
    </w:p>
    <w:bookmarkEnd w:id="6"/>
    <w:p w14:paraId="781E825C" w14:textId="2F0C38C1" w:rsidR="00011FC0" w:rsidRPr="007E672E" w:rsidRDefault="00466ABA" w:rsidP="007E672E">
      <w:pPr>
        <w:pStyle w:val="Styl11"/>
      </w:pPr>
      <w:r w:rsidRPr="007E672E">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2A476845"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811A81">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 xml:space="preserve">Złożenie większej liczby ofert lub oferty zawierającej rozwiązania alternatywne lub oferty </w:t>
      </w:r>
      <w:r w:rsidRPr="00B61CA6">
        <w:lastRenderedPageBreak/>
        <w:t>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36EE9B7E"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w:t>
      </w:r>
      <w:r w:rsidR="00811A81">
        <w:rPr>
          <w:rFonts w:eastAsia="Calibri" w:cs="Arial"/>
          <w:color w:val="000000"/>
          <w:sz w:val="20"/>
          <w:szCs w:val="20"/>
        </w:rPr>
        <w:t>i,</w:t>
      </w:r>
    </w:p>
    <w:p w14:paraId="5F4DBD3B" w14:textId="669FC5DD" w:rsidR="00F40506" w:rsidRPr="00811A81" w:rsidRDefault="00A61DFC" w:rsidP="00FF131C">
      <w:pPr>
        <w:pStyle w:val="Tekstprzypisudolnego"/>
        <w:numPr>
          <w:ilvl w:val="4"/>
          <w:numId w:val="7"/>
        </w:numPr>
        <w:spacing w:line="276" w:lineRule="auto"/>
        <w:ind w:left="1134" w:hanging="425"/>
        <w:jc w:val="both"/>
        <w:rPr>
          <w:rFonts w:eastAsia="Calibri" w:cs="Arial"/>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811A81">
        <w:rPr>
          <w:rFonts w:ascii="Arial" w:eastAsia="Calibri" w:hAnsi="Arial" w:cs="Arial"/>
          <w:color w:val="000000"/>
          <w:lang w:eastAsia="pl-PL"/>
        </w:rPr>
        <w:t>z dnia 5 września 2016 r.</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 xml:space="preserve">przez osobę(-y) upoważnioną(-e) do reprezentowania zgodnie z formą reprezentacji </w:t>
      </w:r>
      <w:r w:rsidR="00F40506" w:rsidRPr="00811A81">
        <w:rPr>
          <w:rFonts w:ascii="Arial" w:eastAsia="Calibri" w:hAnsi="Arial" w:cs="Arial"/>
          <w:lang w:eastAsia="pl-PL"/>
        </w:rPr>
        <w:t>Wykonawcy określoną w dokumencie rejestrowym lub innym dokumencie, właściwym dla formy organizacyjnej</w:t>
      </w:r>
      <w:r w:rsidR="00DF2D0C" w:rsidRPr="00811A81">
        <w:rPr>
          <w:rFonts w:ascii="Arial" w:eastAsia="Calibri" w:hAnsi="Arial" w:cs="Arial"/>
          <w:lang w:eastAsia="pl-PL"/>
        </w:rPr>
        <w:t>,</w:t>
      </w:r>
    </w:p>
    <w:p w14:paraId="6C13BF82" w14:textId="6F80E303" w:rsidR="00B20F1B" w:rsidRPr="00811A81" w:rsidRDefault="00212856" w:rsidP="00811A81">
      <w:pPr>
        <w:numPr>
          <w:ilvl w:val="4"/>
          <w:numId w:val="7"/>
        </w:numPr>
        <w:spacing w:line="276" w:lineRule="auto"/>
        <w:ind w:left="1134" w:hanging="425"/>
        <w:rPr>
          <w:rFonts w:eastAsia="Calibri"/>
          <w:sz w:val="20"/>
        </w:rPr>
      </w:pPr>
      <w:r w:rsidRPr="00811A81">
        <w:rPr>
          <w:rFonts w:eastAsia="Calibri"/>
          <w:sz w:val="20"/>
        </w:rPr>
        <w:t>w przypadku, gdy Wykonawcę reprezentuje pełnomocnik</w:t>
      </w:r>
      <w:r w:rsidRPr="00811A81">
        <w:rPr>
          <w:rFonts w:eastAsia="Calibri"/>
          <w:sz w:val="20"/>
          <w:szCs w:val="20"/>
        </w:rPr>
        <w:t xml:space="preserve"> do oferty winno </w:t>
      </w:r>
      <w:r w:rsidR="00811A81" w:rsidRPr="00811A81">
        <w:rPr>
          <w:rFonts w:eastAsia="Calibri"/>
          <w:sz w:val="20"/>
          <w:szCs w:val="20"/>
        </w:rPr>
        <w:t xml:space="preserve">zostać załączone pełnomocnictwo </w:t>
      </w:r>
      <w:r w:rsidRPr="00811A81">
        <w:rPr>
          <w:rFonts w:eastAsia="Calibri"/>
          <w:sz w:val="20"/>
          <w:szCs w:val="20"/>
        </w:rPr>
        <w:t>w formie elektronicznej podpisanej kwalifikowanym podpisem elektronicznym przez</w:t>
      </w:r>
      <w:r w:rsidR="00B20F1B" w:rsidRPr="00811A81">
        <w:rPr>
          <w:rFonts w:eastAsia="Calibri"/>
          <w:sz w:val="20"/>
          <w:szCs w:val="20"/>
        </w:rPr>
        <w:t>:</w:t>
      </w:r>
      <w:r w:rsidRPr="00811A81">
        <w:rPr>
          <w:rFonts w:eastAsia="Calibri"/>
          <w:sz w:val="20"/>
          <w:szCs w:val="20"/>
        </w:rPr>
        <w:t xml:space="preserve"> </w:t>
      </w:r>
    </w:p>
    <w:p w14:paraId="361F07CE" w14:textId="442076B0" w:rsidR="00B20F1B" w:rsidRPr="00811A81" w:rsidRDefault="00B20F1B" w:rsidP="00811A81">
      <w:pPr>
        <w:spacing w:line="276" w:lineRule="auto"/>
        <w:ind w:left="1134"/>
        <w:rPr>
          <w:rFonts w:eastAsia="Calibri"/>
          <w:sz w:val="20"/>
          <w:szCs w:val="20"/>
        </w:rPr>
      </w:pPr>
      <w:r w:rsidRPr="00811A81">
        <w:rPr>
          <w:rFonts w:eastAsia="Calibri"/>
          <w:sz w:val="20"/>
          <w:szCs w:val="20"/>
        </w:rPr>
        <w:t xml:space="preserve">- </w:t>
      </w:r>
      <w:r w:rsidR="00212856" w:rsidRPr="00811A81">
        <w:rPr>
          <w:rFonts w:eastAsia="Calibri"/>
          <w:sz w:val="20"/>
          <w:szCs w:val="20"/>
        </w:rPr>
        <w:t>osoby uprawnione do reprezentacji Wykonawcy</w:t>
      </w:r>
      <w:r w:rsidRPr="00811A81">
        <w:rPr>
          <w:rFonts w:eastAsia="Calibri"/>
          <w:sz w:val="20"/>
          <w:szCs w:val="20"/>
        </w:rPr>
        <w:t>,</w:t>
      </w:r>
      <w:r w:rsidR="00212856" w:rsidRPr="00811A81">
        <w:rPr>
          <w:rFonts w:eastAsia="Calibri"/>
          <w:sz w:val="20"/>
          <w:szCs w:val="20"/>
        </w:rPr>
        <w:t xml:space="preserve"> </w:t>
      </w:r>
      <w:r w:rsidR="00A473A6" w:rsidRPr="00811A81">
        <w:rPr>
          <w:rFonts w:eastAsia="Calibri"/>
          <w:sz w:val="20"/>
          <w:szCs w:val="20"/>
        </w:rPr>
        <w:t xml:space="preserve">lub </w:t>
      </w:r>
    </w:p>
    <w:p w14:paraId="44A6BA3C" w14:textId="18C40EC2" w:rsidR="00B20F1B" w:rsidRPr="00811A81" w:rsidRDefault="00B20F1B" w:rsidP="00811A81">
      <w:pPr>
        <w:spacing w:line="276" w:lineRule="auto"/>
        <w:ind w:left="1134"/>
        <w:rPr>
          <w:rFonts w:eastAsia="Calibri"/>
          <w:sz w:val="20"/>
          <w:szCs w:val="20"/>
        </w:rPr>
      </w:pPr>
      <w:r w:rsidRPr="00811A81">
        <w:rPr>
          <w:rFonts w:eastAsia="Calibri"/>
          <w:sz w:val="20"/>
          <w:szCs w:val="20"/>
        </w:rPr>
        <w:t xml:space="preserve">- </w:t>
      </w:r>
      <w:r w:rsidR="00A473A6" w:rsidRPr="00811A81">
        <w:rPr>
          <w:rFonts w:eastAsia="Calibri"/>
          <w:sz w:val="20"/>
          <w:szCs w:val="20"/>
        </w:rPr>
        <w:t>kopia poświadczona notarialnie</w:t>
      </w:r>
      <w:r w:rsidR="00811A81" w:rsidRPr="00811A81">
        <w:rPr>
          <w:rFonts w:eastAsia="Calibri"/>
          <w:sz w:val="20"/>
          <w:szCs w:val="20"/>
        </w:rPr>
        <w:t>.</w:t>
      </w:r>
    </w:p>
    <w:p w14:paraId="352EE067" w14:textId="0D716B2C" w:rsidR="00F40506" w:rsidRPr="00811A81" w:rsidRDefault="00F40506" w:rsidP="00D2442C">
      <w:pPr>
        <w:pStyle w:val="Styl11"/>
      </w:pPr>
      <w:r w:rsidRPr="00811A81">
        <w:t xml:space="preserve">We wszystkich przypadkach, gdzie jest mowa o pieczątkach, Zamawiający dopuszcza złożenie czytelnego zapisu o treści pieczęci, np.: nazwa firmy, siedziba lub czytelnego podpisu </w:t>
      </w:r>
      <w:r w:rsidR="002A0400" w:rsidRPr="00811A81">
        <w:t>w </w:t>
      </w:r>
      <w:r w:rsidRPr="00811A81">
        <w:t>przypadku pieczęci imiennej.</w:t>
      </w:r>
    </w:p>
    <w:p w14:paraId="532928A9" w14:textId="4421F723" w:rsidR="00764011" w:rsidRPr="00811A81" w:rsidRDefault="00764011" w:rsidP="00D2442C">
      <w:pPr>
        <w:pStyle w:val="Styl11"/>
      </w:pPr>
      <w:r w:rsidRPr="00811A81">
        <w:t xml:space="preserve">Ofertę należy złożyć w jednej z form wskazanych w treści </w:t>
      </w:r>
      <w:r w:rsidR="00F6251F" w:rsidRPr="00811A81">
        <w:t>SWZ</w:t>
      </w:r>
      <w:r w:rsidRPr="00811A81">
        <w:t xml:space="preserve"> tj. </w:t>
      </w:r>
      <w:r w:rsidR="00811A81" w:rsidRPr="00811A81">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811A81">
        <w:rPr>
          <w:b/>
        </w:rPr>
        <w:t>3 dni robocze</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lastRenderedPageBreak/>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6B6E0263" w:rsidR="00703D6D" w:rsidRPr="00051AA8" w:rsidRDefault="00703D6D" w:rsidP="00811A81">
      <w:pPr>
        <w:pStyle w:val="Styl11"/>
        <w:spacing w:after="120"/>
        <w:contextualSpacing w:val="0"/>
      </w:pPr>
      <w:r w:rsidRPr="00051AA8">
        <w:t xml:space="preserve">Jedynym kryterium oceny jest cena podana w ofercie </w:t>
      </w:r>
      <w:r w:rsidRPr="00051AA8">
        <w:rPr>
          <w:i/>
        </w:rPr>
        <w:t>(odpowiednio dla każdej z części zamówienia)</w:t>
      </w:r>
      <w:r w:rsidRPr="00051AA8">
        <w:t>. Spośród ofert nieodrzuconych za najkorzystniejszą zostanie uznana oferta o najniższej cenie</w:t>
      </w:r>
      <w:r w:rsidR="00051AA8" w:rsidRPr="00051AA8">
        <w:t>.</w:t>
      </w:r>
    </w:p>
    <w:p w14:paraId="2D6F79E8" w14:textId="77777777" w:rsidR="00703D6D" w:rsidRPr="00051AA8" w:rsidRDefault="00703D6D" w:rsidP="00811A81">
      <w:pPr>
        <w:spacing w:after="120" w:line="259" w:lineRule="auto"/>
        <w:ind w:left="720"/>
        <w:rPr>
          <w:rFonts w:eastAsia="Calibri" w:cs="Arial"/>
          <w:sz w:val="20"/>
          <w:szCs w:val="20"/>
        </w:rPr>
      </w:pPr>
      <w:r w:rsidRPr="00051AA8">
        <w:rPr>
          <w:rFonts w:eastAsia="Calibri" w:cs="Arial"/>
          <w:sz w:val="20"/>
          <w:szCs w:val="20"/>
        </w:rPr>
        <w:t>Sposób obliczenia:</w:t>
      </w:r>
    </w:p>
    <w:tbl>
      <w:tblPr>
        <w:tblW w:w="8363" w:type="dxa"/>
        <w:tblInd w:w="701" w:type="dxa"/>
        <w:tblLayout w:type="fixed"/>
        <w:tblCellMar>
          <w:left w:w="40" w:type="dxa"/>
          <w:right w:w="40" w:type="dxa"/>
        </w:tblCellMar>
        <w:tblLook w:val="0000" w:firstRow="0" w:lastRow="0" w:firstColumn="0" w:lastColumn="0" w:noHBand="0" w:noVBand="0"/>
      </w:tblPr>
      <w:tblGrid>
        <w:gridCol w:w="425"/>
        <w:gridCol w:w="1843"/>
        <w:gridCol w:w="1134"/>
        <w:gridCol w:w="4961"/>
      </w:tblGrid>
      <w:tr w:rsidR="00811A81" w:rsidRPr="00124E94" w14:paraId="293651D1" w14:textId="77777777" w:rsidTr="002644C0">
        <w:trPr>
          <w:trHeight w:hRule="exact" w:val="737"/>
        </w:trPr>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A866F08" w14:textId="77777777" w:rsidR="00811A81" w:rsidRPr="00124E94" w:rsidRDefault="00811A81" w:rsidP="002644C0">
            <w:pPr>
              <w:shd w:val="clear" w:color="auto" w:fill="FFFFFF"/>
              <w:spacing w:line="276" w:lineRule="auto"/>
              <w:ind w:left="-41"/>
              <w:jc w:val="center"/>
              <w:rPr>
                <w:rFonts w:cs="Arial"/>
                <w:b/>
                <w:sz w:val="20"/>
                <w:szCs w:val="20"/>
              </w:rPr>
            </w:pPr>
            <w:r w:rsidRPr="00124E94">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5E6583" w14:textId="77777777" w:rsidR="00811A81" w:rsidRPr="00124E94" w:rsidRDefault="00811A81" w:rsidP="002644C0">
            <w:pPr>
              <w:shd w:val="clear" w:color="auto" w:fill="FFFFFF"/>
              <w:spacing w:line="276" w:lineRule="auto"/>
              <w:jc w:val="center"/>
              <w:rPr>
                <w:rFonts w:cs="Arial"/>
                <w:b/>
                <w:bCs/>
                <w:sz w:val="20"/>
                <w:szCs w:val="20"/>
              </w:rPr>
            </w:pPr>
            <w:r w:rsidRPr="00124E94">
              <w:rPr>
                <w:rFonts w:cs="Arial"/>
                <w:b/>
                <w:bCs/>
                <w:spacing w:val="-5"/>
                <w:sz w:val="20"/>
                <w:szCs w:val="20"/>
              </w:rPr>
              <w:t>Opis kryterium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A694A1A" w14:textId="77777777" w:rsidR="00811A81" w:rsidRPr="00124E94" w:rsidRDefault="00811A81" w:rsidP="002644C0">
            <w:pPr>
              <w:shd w:val="clear" w:color="auto" w:fill="FFFFFF"/>
              <w:spacing w:line="276" w:lineRule="auto"/>
              <w:ind w:left="29" w:right="34"/>
              <w:jc w:val="center"/>
              <w:rPr>
                <w:rFonts w:cs="Arial"/>
                <w:b/>
                <w:bCs/>
                <w:sz w:val="20"/>
                <w:szCs w:val="20"/>
              </w:rPr>
            </w:pPr>
            <w:r w:rsidRPr="00124E94">
              <w:rPr>
                <w:rFonts w:cs="Arial"/>
                <w:b/>
                <w:bCs/>
                <w:spacing w:val="-9"/>
                <w:sz w:val="20"/>
                <w:szCs w:val="20"/>
              </w:rPr>
              <w:t xml:space="preserve">Znaczenie, </w:t>
            </w:r>
            <w:r w:rsidRPr="00124E94">
              <w:rPr>
                <w:rFonts w:cs="Arial"/>
                <w:b/>
                <w:bCs/>
                <w:spacing w:val="-7"/>
                <w:sz w:val="20"/>
                <w:szCs w:val="20"/>
              </w:rPr>
              <w:t>waga</w:t>
            </w:r>
          </w:p>
        </w:tc>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244C967F" w14:textId="77777777" w:rsidR="00811A81" w:rsidRPr="00124E94" w:rsidRDefault="00811A81" w:rsidP="002644C0">
            <w:pPr>
              <w:shd w:val="clear" w:color="auto" w:fill="FFFFFF"/>
              <w:spacing w:line="276" w:lineRule="auto"/>
              <w:jc w:val="center"/>
              <w:rPr>
                <w:rFonts w:cs="Arial"/>
                <w:b/>
                <w:bCs/>
                <w:sz w:val="20"/>
                <w:szCs w:val="20"/>
              </w:rPr>
            </w:pPr>
            <w:r w:rsidRPr="00124E94">
              <w:rPr>
                <w:rFonts w:cs="Arial"/>
                <w:b/>
                <w:bCs/>
                <w:spacing w:val="-5"/>
                <w:sz w:val="20"/>
                <w:szCs w:val="20"/>
              </w:rPr>
              <w:t>Opis metody przyznawanych punktów</w:t>
            </w:r>
          </w:p>
        </w:tc>
      </w:tr>
      <w:tr w:rsidR="00811A81" w:rsidRPr="00124E94" w14:paraId="22E400BF" w14:textId="77777777" w:rsidTr="002644C0">
        <w:trPr>
          <w:trHeight w:val="823"/>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23ED83F0" w14:textId="77777777" w:rsidR="00811A81" w:rsidRPr="00124E94" w:rsidRDefault="00811A81" w:rsidP="002644C0">
            <w:pPr>
              <w:shd w:val="clear" w:color="auto" w:fill="FFFFFF"/>
              <w:spacing w:line="276" w:lineRule="auto"/>
              <w:ind w:left="-41"/>
              <w:jc w:val="center"/>
              <w:rPr>
                <w:rFonts w:cs="Arial"/>
                <w:sz w:val="18"/>
                <w:szCs w:val="20"/>
              </w:rPr>
            </w:pPr>
            <w:r w:rsidRPr="00124E94">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69EB4CD3" w14:textId="77777777" w:rsidR="00811A81" w:rsidRPr="00124E94" w:rsidRDefault="00811A81" w:rsidP="002644C0">
            <w:pPr>
              <w:shd w:val="clear" w:color="auto" w:fill="FFFFFF"/>
              <w:spacing w:line="276" w:lineRule="auto"/>
              <w:jc w:val="center"/>
              <w:rPr>
                <w:rFonts w:eastAsia="Calibri" w:cs="Arial"/>
                <w:sz w:val="18"/>
                <w:szCs w:val="20"/>
              </w:rPr>
            </w:pPr>
            <w:r w:rsidRPr="00124E94">
              <w:rPr>
                <w:rFonts w:eastAsia="Calibri" w:cs="Arial"/>
                <w:sz w:val="18"/>
                <w:szCs w:val="20"/>
              </w:rPr>
              <w:t>Cena brutto w PLN</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EF352A" w14:textId="77777777" w:rsidR="00811A81" w:rsidRPr="00124E94" w:rsidRDefault="00811A81" w:rsidP="002644C0">
            <w:pPr>
              <w:shd w:val="clear" w:color="auto" w:fill="FFFFFF"/>
              <w:tabs>
                <w:tab w:val="left" w:leader="dot" w:pos="605"/>
              </w:tabs>
              <w:spacing w:line="276" w:lineRule="auto"/>
              <w:jc w:val="center"/>
              <w:rPr>
                <w:rFonts w:cs="Arial"/>
                <w:sz w:val="18"/>
                <w:szCs w:val="20"/>
              </w:rPr>
            </w:pPr>
            <w:r w:rsidRPr="00124E94">
              <w:rPr>
                <w:rFonts w:cs="Arial"/>
                <w:sz w:val="18"/>
                <w:szCs w:val="20"/>
              </w:rPr>
              <w:t xml:space="preserve">100 </w:t>
            </w:r>
            <w:r w:rsidRPr="00124E94">
              <w:rPr>
                <w:rFonts w:cs="Arial"/>
                <w:bCs/>
                <w:sz w:val="18"/>
                <w:szCs w:val="20"/>
              </w:rPr>
              <w:t>%</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14:paraId="2DD73F10" w14:textId="77777777" w:rsidR="00811A81" w:rsidRPr="00124E94" w:rsidRDefault="00811A81" w:rsidP="002644C0">
            <w:pPr>
              <w:shd w:val="clear" w:color="auto" w:fill="FFFFFF"/>
              <w:spacing w:before="120" w:line="276" w:lineRule="auto"/>
              <w:ind w:left="204" w:hanging="142"/>
              <w:rPr>
                <w:rFonts w:cs="Arial"/>
                <w:bCs/>
                <w:spacing w:val="-1"/>
                <w:sz w:val="18"/>
                <w:szCs w:val="20"/>
              </w:rPr>
            </w:pPr>
            <w:r w:rsidRPr="00124E94">
              <w:rPr>
                <w:rFonts w:cs="Arial"/>
                <w:bCs/>
                <w:spacing w:val="-1"/>
                <w:sz w:val="18"/>
                <w:szCs w:val="20"/>
              </w:rPr>
              <w:t xml:space="preserve">najniższa cena brutto spośród badanych ofert </w:t>
            </w:r>
          </w:p>
          <w:p w14:paraId="359B0223" w14:textId="77777777" w:rsidR="00811A81" w:rsidRPr="00124E94" w:rsidRDefault="00811A81" w:rsidP="002644C0">
            <w:pPr>
              <w:shd w:val="clear" w:color="auto" w:fill="FFFFFF"/>
              <w:spacing w:line="276" w:lineRule="auto"/>
              <w:ind w:left="204" w:hanging="204"/>
              <w:rPr>
                <w:rFonts w:cs="Arial"/>
                <w:bCs/>
                <w:spacing w:val="-1"/>
                <w:sz w:val="18"/>
                <w:szCs w:val="20"/>
              </w:rPr>
            </w:pPr>
            <w:r w:rsidRPr="00124E94">
              <w:rPr>
                <w:rFonts w:cs="Arial"/>
                <w:bCs/>
                <w:noProof/>
                <w:spacing w:val="-1"/>
                <w:sz w:val="18"/>
                <w:szCs w:val="20"/>
              </w:rPr>
              <mc:AlternateContent>
                <mc:Choice Requires="wps">
                  <w:drawing>
                    <wp:anchor distT="0" distB="0" distL="114300" distR="114300" simplePos="0" relativeHeight="251666432" behindDoc="0" locked="0" layoutInCell="1" allowOverlap="1" wp14:anchorId="1FFD654C" wp14:editId="5723DA24">
                      <wp:simplePos x="0" y="0"/>
                      <wp:positionH relativeFrom="column">
                        <wp:posOffset>37465</wp:posOffset>
                      </wp:positionH>
                      <wp:positionV relativeFrom="paragraph">
                        <wp:posOffset>65405</wp:posOffset>
                      </wp:positionV>
                      <wp:extent cx="2428875" cy="0"/>
                      <wp:effectExtent l="0" t="0" r="28575" b="19050"/>
                      <wp:wrapNone/>
                      <wp:docPr id="2" name="Łącznik prosty 2"/>
                      <wp:cNvGraphicFramePr/>
                      <a:graphic xmlns:a="http://schemas.openxmlformats.org/drawingml/2006/main">
                        <a:graphicData uri="http://schemas.microsoft.com/office/word/2010/wordprocessingShape">
                          <wps:wsp>
                            <wps:cNvCnPr/>
                            <wps:spPr>
                              <a:xfrm>
                                <a:off x="0" y="0"/>
                                <a:ext cx="242887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79DC43" id="Łącznik prosty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5.15pt" to="194.2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" strokecolor="#002060"/>
                  </w:pict>
                </mc:Fallback>
              </mc:AlternateContent>
            </w:r>
            <w:r w:rsidRPr="00124E94">
              <w:rPr>
                <w:rFonts w:cs="Arial"/>
                <w:bCs/>
                <w:noProof/>
                <w:spacing w:val="-1"/>
                <w:sz w:val="18"/>
                <w:szCs w:val="20"/>
              </w:rPr>
              <w:t xml:space="preserve">                                                                                </w:t>
            </w:r>
            <w:r w:rsidRPr="00124E94">
              <w:rPr>
                <w:rFonts w:cs="Arial"/>
                <w:bCs/>
                <w:spacing w:val="-1"/>
                <w:sz w:val="18"/>
                <w:szCs w:val="20"/>
              </w:rPr>
              <w:t xml:space="preserve"> x 100 pkt</w:t>
            </w:r>
          </w:p>
          <w:p w14:paraId="16ADC179" w14:textId="77777777" w:rsidR="00811A81" w:rsidRPr="00124E94" w:rsidRDefault="00811A81" w:rsidP="002644C0">
            <w:pPr>
              <w:shd w:val="clear" w:color="auto" w:fill="FFFFFF"/>
              <w:spacing w:after="120" w:line="276" w:lineRule="auto"/>
              <w:ind w:left="204" w:hanging="142"/>
              <w:rPr>
                <w:rFonts w:cs="Arial"/>
                <w:bCs/>
                <w:spacing w:val="-3"/>
                <w:sz w:val="18"/>
                <w:szCs w:val="20"/>
              </w:rPr>
            </w:pPr>
            <w:r w:rsidRPr="00124E94">
              <w:rPr>
                <w:rFonts w:cs="Arial"/>
                <w:bCs/>
                <w:spacing w:val="-3"/>
                <w:sz w:val="18"/>
                <w:szCs w:val="20"/>
              </w:rPr>
              <w:t xml:space="preserve">cena brutto badanej oferty </w:t>
            </w:r>
          </w:p>
        </w:tc>
      </w:tr>
    </w:tbl>
    <w:p w14:paraId="2364E46A" w14:textId="77777777" w:rsidR="0018265F" w:rsidRPr="0018265F" w:rsidRDefault="00F40506" w:rsidP="00C84803">
      <w:pPr>
        <w:pStyle w:val="Styl11"/>
        <w:spacing w:before="120"/>
        <w:contextualSpacing w:val="0"/>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811A81">
      <w:pPr>
        <w:pStyle w:val="Styl11"/>
        <w:contextualSpacing w:val="0"/>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699CCDA1"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Zamawiają</w:t>
      </w:r>
      <w:r w:rsidRPr="00051AA8">
        <w:rPr>
          <w:rFonts w:eastAsia="Calibri" w:cs="Arial"/>
          <w:sz w:val="20"/>
          <w:szCs w:val="20"/>
        </w:rPr>
        <w:t>cy nie przewiduje możliwoś</w:t>
      </w:r>
      <w:r w:rsidRPr="00360633">
        <w:rPr>
          <w:rFonts w:eastAsia="Calibri" w:cs="Arial"/>
          <w:color w:val="000000"/>
          <w:sz w:val="20"/>
          <w:szCs w:val="20"/>
        </w:rPr>
        <w:t>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7AA02313" w14:textId="3DA7FB3A" w:rsidR="000D2460" w:rsidRPr="00731FA8" w:rsidRDefault="00513B82" w:rsidP="00C84803">
      <w:pPr>
        <w:pStyle w:val="Styl11"/>
        <w:rPr>
          <w:color w:val="4F81BD" w:themeColor="accent1"/>
        </w:rPr>
      </w:pPr>
      <w:r w:rsidRPr="00513B82">
        <w:lastRenderedPageBreak/>
        <w:t xml:space="preserve">Cena określona w ofercie uwzględnia wszelkie koszty wynagrodzenia Wykonawcy jakie Zamawiający zapłaci z tytułu realizacji przedmiotu zamówienia </w:t>
      </w:r>
    </w:p>
    <w:p w14:paraId="60D9FB26" w14:textId="291BFD64" w:rsidR="00513B82" w:rsidRDefault="00513B82" w:rsidP="00D2442C">
      <w:pPr>
        <w:pStyle w:val="Styl11"/>
      </w:pPr>
      <w:r w:rsidRPr="002A0400">
        <w:t xml:space="preserve">Wykonawca zobowiązany jest wypełnić wszystkie pozycje ujęte w </w:t>
      </w:r>
      <w:r w:rsidR="00882B39">
        <w:t>Formularzu ofertowym</w:t>
      </w:r>
      <w:r w:rsidR="00C84803">
        <w:rPr>
          <w:color w:val="4F81BD" w:themeColor="accent1"/>
        </w:rPr>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68230641"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3ACC00A"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2"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t</w:t>
      </w:r>
      <w:r w:rsidR="00C84803">
        <w:rPr>
          <w:b/>
        </w:rPr>
        <w:t>j. do dnia 30.09.2024 r. godz. 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389EA9C3" w14:textId="0045E18C" w:rsidR="00764011" w:rsidRPr="00C84803" w:rsidRDefault="00764011" w:rsidP="00D2442C">
      <w:pPr>
        <w:pStyle w:val="Styl11"/>
        <w:rPr>
          <w:b/>
        </w:rPr>
      </w:pPr>
      <w:r w:rsidRPr="00C84803">
        <w:rPr>
          <w:rFonts w:eastAsia="Calibri"/>
          <w:b/>
        </w:rPr>
        <w:t>Zamawiający nie dopuszcza możliwość złożenia oferty w formie dokum</w:t>
      </w:r>
      <w:r w:rsidR="002844DA" w:rsidRPr="00C84803">
        <w:rPr>
          <w:rFonts w:eastAsia="Calibri"/>
          <w:b/>
        </w:rPr>
        <w:t>entowej za pomocą poczty e-mail oraz za pośrednictwem Modu</w:t>
      </w:r>
      <w:r w:rsidR="00C84803">
        <w:rPr>
          <w:rFonts w:eastAsia="Calibri"/>
          <w:b/>
        </w:rPr>
        <w:t>łu Elektronicznej Komunikacji z </w:t>
      </w:r>
      <w:r w:rsidR="002844DA" w:rsidRPr="00C84803">
        <w:rPr>
          <w:rFonts w:eastAsia="Calibri"/>
          <w:b/>
        </w:rPr>
        <w:t>Dostawcami.</w:t>
      </w:r>
    </w:p>
    <w:p w14:paraId="41371835" w14:textId="77777777" w:rsidR="00515B52" w:rsidRPr="00966DA5" w:rsidRDefault="0069101D" w:rsidP="00D877C6">
      <w:pPr>
        <w:pStyle w:val="Styl1"/>
      </w:pPr>
      <w:r>
        <w:t>Otwarcie ofert</w:t>
      </w:r>
    </w:p>
    <w:p w14:paraId="4FA04E10" w14:textId="73C4EFB2" w:rsidR="00515B52" w:rsidRDefault="00F40506" w:rsidP="00D2442C">
      <w:pPr>
        <w:pStyle w:val="Styl11"/>
      </w:pPr>
      <w:r w:rsidRPr="00515B52">
        <w:t xml:space="preserve">Otwarcie ofert nastąpi w siedzibie Zamawiającego </w:t>
      </w:r>
      <w:r w:rsidR="00963156">
        <w:t xml:space="preserve">w dniu składania ofert </w:t>
      </w:r>
      <w:r w:rsidR="00C84803">
        <w:t>o godzinie 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lastRenderedPageBreak/>
        <w:t>Ochrona danych osobowych</w:t>
      </w:r>
    </w:p>
    <w:p w14:paraId="24046622" w14:textId="77777777" w:rsidR="00C84803" w:rsidRPr="009E2D93" w:rsidRDefault="00C84803" w:rsidP="00C84803">
      <w:pPr>
        <w:numPr>
          <w:ilvl w:val="1"/>
          <w:numId w:val="13"/>
        </w:numPr>
        <w:spacing w:line="259" w:lineRule="auto"/>
        <w:ind w:left="709" w:hanging="709"/>
        <w:contextualSpacing/>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57CED9AD" w14:textId="77777777" w:rsidR="00C84803" w:rsidRPr="009E2D93" w:rsidRDefault="00C84803" w:rsidP="00C84803">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3581ABF2" w14:textId="77777777" w:rsidR="00C84803" w:rsidRPr="009E2D93" w:rsidRDefault="00C84803" w:rsidP="00C84803">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4AAE448C" w14:textId="77777777" w:rsidR="00C84803" w:rsidRPr="009E2D93" w:rsidRDefault="00C84803" w:rsidP="00C84803">
      <w:pPr>
        <w:numPr>
          <w:ilvl w:val="0"/>
          <w:numId w:val="28"/>
        </w:numPr>
        <w:spacing w:line="259" w:lineRule="auto"/>
        <w:ind w:left="1843" w:hanging="283"/>
        <w:contextualSpacing/>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1A887C56" w14:textId="77777777" w:rsidR="00C84803" w:rsidRPr="009E2D93" w:rsidRDefault="00C84803" w:rsidP="00C84803">
      <w:pPr>
        <w:numPr>
          <w:ilvl w:val="0"/>
          <w:numId w:val="28"/>
        </w:numPr>
        <w:spacing w:line="259" w:lineRule="auto"/>
        <w:ind w:left="1843" w:hanging="283"/>
        <w:contextualSpacing/>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0116C20B" w14:textId="77777777" w:rsidR="00C84803" w:rsidRPr="009E2D93" w:rsidRDefault="00C84803" w:rsidP="00C84803">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hyperlink r:id="rId13" w:history="1">
        <w:r w:rsidRPr="009E2D93">
          <w:rPr>
            <w:rFonts w:eastAsiaTheme="minorHAnsi" w:cs="Arial"/>
            <w:i/>
            <w:iCs/>
            <w:color w:val="0000FF" w:themeColor="hyperlink"/>
            <w:sz w:val="20"/>
            <w:szCs w:val="20"/>
            <w:u w:val="single"/>
            <w:lang w:val="cs-CZ" w:eastAsia="en-US"/>
          </w:rPr>
          <w:t>daneosobowe@orlen.pl</w:t>
        </w:r>
      </w:hyperlink>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4"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611EC875" w14:textId="77777777" w:rsidR="00C84803" w:rsidRPr="009E2D93" w:rsidRDefault="00C84803" w:rsidP="00C84803">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74FD0DA3" w14:textId="77777777" w:rsidR="00C84803" w:rsidRPr="009E2D93" w:rsidRDefault="00C84803" w:rsidP="00C84803">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2B01296A" w14:textId="77777777" w:rsidR="00C84803" w:rsidRPr="009E2D93" w:rsidRDefault="00C84803" w:rsidP="00C84803">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669EA371" w14:textId="77777777" w:rsidR="00C84803" w:rsidRPr="009E2D93" w:rsidRDefault="00C84803" w:rsidP="00C84803">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6EF12161" w14:textId="77777777" w:rsidR="00C84803" w:rsidRPr="009E2D93" w:rsidRDefault="00C84803" w:rsidP="00C84803">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339A85B1" w14:textId="77777777" w:rsidR="00C84803" w:rsidRPr="009E2D93" w:rsidRDefault="00C84803" w:rsidP="00C84803">
      <w:pPr>
        <w:spacing w:line="280" w:lineRule="exact"/>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4A07B017" w14:textId="77777777" w:rsidR="00C84803" w:rsidRPr="009E2D93" w:rsidRDefault="00C84803" w:rsidP="00C84803">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23FB4590" w14:textId="77777777" w:rsidR="00C84803" w:rsidRPr="009E2D93" w:rsidRDefault="00C84803" w:rsidP="00C84803">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w:t>
      </w:r>
      <w:r w:rsidRPr="009E2D93">
        <w:rPr>
          <w:rFonts w:eastAsiaTheme="minorHAnsi" w:cs="Arial"/>
          <w:sz w:val="20"/>
          <w:szCs w:val="20"/>
          <w:lang w:eastAsia="en-US"/>
        </w:rPr>
        <w:lastRenderedPageBreak/>
        <w:t xml:space="preserve">roszczeniami przez  ORLEN S.A.. Po tym okresie Pani/Pana dane osobowe będą przetwarzane jedynie w zakresie i przez okres wynikający z przepisów prawa, w szczególności przepisów o rachunkowości. </w:t>
      </w:r>
    </w:p>
    <w:p w14:paraId="79A86BAB" w14:textId="77777777" w:rsidR="00C84803" w:rsidRPr="009E2D93" w:rsidRDefault="00C84803" w:rsidP="00C84803">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4D376E77" w14:textId="77777777" w:rsidR="00C84803" w:rsidRPr="009E2D93" w:rsidRDefault="00C84803" w:rsidP="00C84803">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6295A212" w14:textId="77777777" w:rsidR="00C84803" w:rsidRPr="009E2D93" w:rsidRDefault="00C84803" w:rsidP="00C84803">
      <w:pPr>
        <w:numPr>
          <w:ilvl w:val="2"/>
          <w:numId w:val="13"/>
        </w:numPr>
        <w:spacing w:line="259" w:lineRule="auto"/>
        <w:ind w:left="1560" w:hanging="851"/>
        <w:contextualSpacing/>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777A63" w14:textId="77777777" w:rsidR="00C84803" w:rsidRPr="009E2D93" w:rsidRDefault="00C84803" w:rsidP="00C84803">
      <w:pPr>
        <w:numPr>
          <w:ilvl w:val="2"/>
          <w:numId w:val="13"/>
        </w:numPr>
        <w:spacing w:line="259" w:lineRule="auto"/>
        <w:ind w:left="1560" w:hanging="851"/>
        <w:contextualSpacing/>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7F9EE660" w14:textId="77777777" w:rsidR="00C84803" w:rsidRPr="009E2D93" w:rsidRDefault="00C84803" w:rsidP="00C84803">
      <w:pPr>
        <w:numPr>
          <w:ilvl w:val="1"/>
          <w:numId w:val="13"/>
        </w:numPr>
        <w:spacing w:line="259" w:lineRule="auto"/>
        <w:ind w:left="709" w:hanging="709"/>
        <w:contextualSpacing/>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0DF8FCD8" w14:textId="77777777" w:rsidR="00C84803" w:rsidRPr="009E2D93" w:rsidRDefault="00C84803" w:rsidP="00C84803">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2408A9A3" w14:textId="77777777" w:rsidR="00C84803" w:rsidRPr="009E2D93" w:rsidRDefault="00C84803" w:rsidP="00C84803">
      <w:pPr>
        <w:numPr>
          <w:ilvl w:val="2"/>
          <w:numId w:val="13"/>
        </w:numPr>
        <w:spacing w:line="259" w:lineRule="auto"/>
        <w:ind w:left="1560" w:hanging="851"/>
        <w:contextualSpacing/>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7B608A68" w14:textId="77777777" w:rsidR="00C84803" w:rsidRPr="009E2D93" w:rsidRDefault="00C84803" w:rsidP="00C84803">
      <w:pPr>
        <w:numPr>
          <w:ilvl w:val="0"/>
          <w:numId w:val="29"/>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1AAC0D3" w14:textId="77777777" w:rsidR="00C84803" w:rsidRPr="009E2D93" w:rsidRDefault="00C84803" w:rsidP="00C84803">
      <w:pPr>
        <w:numPr>
          <w:ilvl w:val="0"/>
          <w:numId w:val="29"/>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t>przez e-mail: daneosobowe@orlen.pl.</w:t>
      </w:r>
    </w:p>
    <w:p w14:paraId="4EB44108" w14:textId="77777777" w:rsidR="00C84803" w:rsidRPr="009E2D93" w:rsidRDefault="00C84803" w:rsidP="00C84803">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742FBCB3" w14:textId="77777777" w:rsidR="00C84803" w:rsidRPr="009E2D93" w:rsidRDefault="00C84803" w:rsidP="00C84803">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66671556" w14:textId="77777777" w:rsidR="00C84803" w:rsidRPr="009E2D93" w:rsidRDefault="00C84803" w:rsidP="00C84803">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BAA7D41" w14:textId="77777777" w:rsidR="00C84803" w:rsidRPr="009E2D93" w:rsidRDefault="00C84803" w:rsidP="00C84803">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7693E780" w14:textId="77777777" w:rsidR="00C84803" w:rsidRPr="009E2D93" w:rsidRDefault="00C84803" w:rsidP="00C84803">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324FEE1" w14:textId="77777777" w:rsidR="00C84803" w:rsidRPr="009E2D93" w:rsidRDefault="00C84803" w:rsidP="00C84803">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5D52CE6F"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lastRenderedPageBreak/>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4CC66A37"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72E59D6A"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6DD4D8C0"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198C37A9"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33401640" w14:textId="77777777" w:rsidR="00C84803" w:rsidRPr="009E2D93" w:rsidRDefault="00C84803" w:rsidP="00C84803">
      <w:pPr>
        <w:numPr>
          <w:ilvl w:val="1"/>
          <w:numId w:val="13"/>
        </w:numPr>
        <w:spacing w:line="259" w:lineRule="auto"/>
        <w:ind w:left="709" w:hanging="709"/>
        <w:contextualSpacing/>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3CA27682" w14:textId="77777777" w:rsidR="00C84803" w:rsidRPr="009E2D93" w:rsidRDefault="00C84803" w:rsidP="00C84803">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3FA92A39" w14:textId="77777777" w:rsidR="00C84803" w:rsidRPr="009E2D93" w:rsidRDefault="00C84803" w:rsidP="00C84803">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7C5B41B" w14:textId="77777777" w:rsidR="00C84803" w:rsidRPr="009E2D93" w:rsidRDefault="00C84803" w:rsidP="00C84803">
      <w:pPr>
        <w:numPr>
          <w:ilvl w:val="0"/>
          <w:numId w:val="30"/>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69B631F" w14:textId="77777777" w:rsidR="00C84803" w:rsidRPr="009E2D93" w:rsidRDefault="00C84803" w:rsidP="00C84803">
      <w:pPr>
        <w:numPr>
          <w:ilvl w:val="0"/>
          <w:numId w:val="30"/>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t>przez e-mail: daneosobowe@orlen.pl.</w:t>
      </w:r>
    </w:p>
    <w:p w14:paraId="22368B02"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217F910A"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35EBE0C9"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351B42AE" w14:textId="77777777" w:rsidR="00C84803" w:rsidRPr="009E2D93" w:rsidRDefault="00C84803" w:rsidP="00C84803">
      <w:pPr>
        <w:shd w:val="clear" w:color="auto" w:fill="FFFFFF"/>
        <w:autoSpaceDE w:val="0"/>
        <w:autoSpaceDN w:val="0"/>
        <w:adjustRightInd w:val="0"/>
        <w:spacing w:line="276" w:lineRule="auto"/>
        <w:ind w:left="1560"/>
        <w:contextualSpacing/>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71D9E7DF"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4FA14DF9" w14:textId="77777777" w:rsidR="00C84803" w:rsidRPr="009E2D93" w:rsidRDefault="00C84803" w:rsidP="00C84803">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7A391BF3" w14:textId="77777777" w:rsidR="00C84803" w:rsidRPr="009E2D93" w:rsidRDefault="00C84803" w:rsidP="00C84803">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lastRenderedPageBreak/>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7BF238F4"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167FD643"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14B984A"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0C1E2175" w14:textId="77777777" w:rsidR="00C84803" w:rsidRPr="009E2D93" w:rsidRDefault="00C84803" w:rsidP="00C84803">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BB6E1FF" w14:textId="7AF63F6C" w:rsidR="00943722" w:rsidRPr="007343D8" w:rsidRDefault="00C84803" w:rsidP="00C84803">
      <w:pPr>
        <w:pStyle w:val="Styl111"/>
        <w:ind w:left="1560" w:hanging="851"/>
        <w:rPr>
          <w:b/>
        </w:rPr>
      </w:pPr>
      <w:r w:rsidRPr="009E2D93">
        <w:rPr>
          <w:rFonts w:eastAsia="Times New Roman" w:cs="Times New Roman"/>
          <w:lang w:eastAsia="pl-PL"/>
        </w:rPr>
        <w:t>Członkowi Personelu przysługuje ponadto prawo wniesienia sprzeciwu względem przetwarzania danych osobowych w celu określonym w pkt 26.3.6. powyżej, z przyczyn związanych z jej/jego szczególną sytuacją.</w:t>
      </w:r>
    </w:p>
    <w:p w14:paraId="0208AE9C" w14:textId="77777777" w:rsidR="00F40506" w:rsidRPr="00943722" w:rsidRDefault="008E698B" w:rsidP="00BE2C72">
      <w:pPr>
        <w:pStyle w:val="Styl1"/>
        <w:spacing w:after="240"/>
        <w:contextualSpacing w:val="0"/>
      </w:pPr>
      <w:r w:rsidRPr="00943722">
        <w:t>Wykaz załączników</w:t>
      </w:r>
    </w:p>
    <w:tbl>
      <w:tblPr>
        <w:tblW w:w="5000" w:type="pct"/>
        <w:jc w:val="center"/>
        <w:tblLook w:val="04A0" w:firstRow="1" w:lastRow="0" w:firstColumn="1" w:lastColumn="0" w:noHBand="0" w:noVBand="1"/>
      </w:tblPr>
      <w:tblGrid>
        <w:gridCol w:w="2240"/>
        <w:gridCol w:w="6822"/>
      </w:tblGrid>
      <w:tr w:rsidR="003C4F15" w:rsidRPr="00F40506" w14:paraId="5D2327C5" w14:textId="77777777" w:rsidTr="00BE2C72">
        <w:trPr>
          <w:trHeight w:val="248"/>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3764" w:type="pct"/>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BE2C72">
        <w:trPr>
          <w:trHeight w:val="248"/>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3764" w:type="pct"/>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BE2C72">
        <w:trPr>
          <w:trHeight w:val="248"/>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3764" w:type="pct"/>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BE2C72">
        <w:trPr>
          <w:trHeight w:val="283"/>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3764" w:type="pct"/>
            <w:tcBorders>
              <w:top w:val="single" w:sz="4" w:space="0" w:color="auto"/>
              <w:left w:val="single" w:sz="4" w:space="0" w:color="auto"/>
              <w:bottom w:val="single" w:sz="4" w:space="0" w:color="auto"/>
              <w:right w:val="single" w:sz="4" w:space="0" w:color="auto"/>
            </w:tcBorders>
            <w:shd w:val="clear" w:color="auto" w:fill="auto"/>
          </w:tcPr>
          <w:p w14:paraId="1DFDA88D" w14:textId="6CE81AE7" w:rsidR="00F40506" w:rsidRPr="00F40506" w:rsidRDefault="006B24BC" w:rsidP="00F40506">
            <w:pPr>
              <w:spacing w:line="276" w:lineRule="auto"/>
              <w:rPr>
                <w:rFonts w:cs="Arial"/>
                <w:sz w:val="20"/>
                <w:szCs w:val="20"/>
              </w:rPr>
            </w:pPr>
            <w:r>
              <w:rPr>
                <w:rFonts w:cs="Arial"/>
                <w:sz w:val="20"/>
                <w:szCs w:val="20"/>
              </w:rPr>
              <w:t>Istotne Postanowienia Umowy</w:t>
            </w:r>
          </w:p>
        </w:tc>
      </w:tr>
      <w:tr w:rsidR="00F40506" w:rsidRPr="00F40506" w14:paraId="2C3BFD86" w14:textId="77777777" w:rsidTr="00BE2C72">
        <w:trPr>
          <w:trHeight w:val="283"/>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3764" w:type="pct"/>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BE2C72">
        <w:trPr>
          <w:trHeight w:val="283"/>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3764" w:type="pct"/>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BE2C72">
        <w:trPr>
          <w:trHeight w:val="283"/>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3764" w:type="pct"/>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BE2C72">
        <w:trPr>
          <w:trHeight w:val="283"/>
          <w:jc w:val="center"/>
        </w:trPr>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3764" w:type="pct"/>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bl>
    <w:p w14:paraId="3F0014A0" w14:textId="122E6C5F" w:rsidR="006B24BC" w:rsidRDefault="006B24BC" w:rsidP="00F40506">
      <w:pPr>
        <w:widowControl w:val="0"/>
        <w:adjustRightInd w:val="0"/>
        <w:spacing w:line="276" w:lineRule="auto"/>
        <w:ind w:left="709"/>
        <w:textAlignment w:val="baseline"/>
        <w:rPr>
          <w:rFonts w:eastAsia="Calibri" w:cs="Arial"/>
          <w:sz w:val="20"/>
          <w:szCs w:val="20"/>
        </w:rPr>
      </w:pPr>
    </w:p>
    <w:p w14:paraId="1A00453E" w14:textId="77777777" w:rsidR="006B24BC" w:rsidRDefault="006B24BC">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bookmarkStart w:id="7" w:name="_GoBack"/>
      <w:bookmarkEnd w:id="7"/>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2B63D1">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2B63D1">
            <w:pPr>
              <w:spacing w:line="259" w:lineRule="auto"/>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vAlign w:val="center"/>
          </w:tcPr>
          <w:p w14:paraId="73619979" w14:textId="77777777" w:rsidR="00087C7C" w:rsidRPr="00F0054B" w:rsidRDefault="00087C7C" w:rsidP="002B63D1">
            <w:pPr>
              <w:spacing w:line="259" w:lineRule="auto"/>
              <w:rPr>
                <w:rFonts w:cs="Arial"/>
                <w:sz w:val="20"/>
                <w:szCs w:val="20"/>
              </w:rPr>
            </w:pPr>
          </w:p>
        </w:tc>
      </w:tr>
      <w:tr w:rsidR="00087C7C" w:rsidRPr="00F0054B" w14:paraId="6536396E" w14:textId="77777777" w:rsidTr="002B63D1">
        <w:trPr>
          <w:cantSplit/>
          <w:trHeight w:hRule="exact" w:val="868"/>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vAlign w:val="center"/>
          </w:tcPr>
          <w:p w14:paraId="106DF3FF" w14:textId="77777777" w:rsidR="00087C7C" w:rsidRPr="00F0054B" w:rsidRDefault="00087C7C" w:rsidP="002B63D1">
            <w:pPr>
              <w:spacing w:line="259" w:lineRule="auto"/>
              <w:ind w:right="1064"/>
              <w:rPr>
                <w:rFonts w:cs="Arial"/>
                <w:sz w:val="20"/>
                <w:szCs w:val="20"/>
              </w:rPr>
            </w:pPr>
          </w:p>
        </w:tc>
      </w:tr>
      <w:tr w:rsidR="00087C7C" w:rsidRPr="00F0054B" w14:paraId="2A099C2F" w14:textId="77777777" w:rsidTr="002B63D1">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2B63D1">
            <w:pPr>
              <w:spacing w:line="259" w:lineRule="auto"/>
              <w:rPr>
                <w:rFonts w:cs="Arial"/>
                <w:sz w:val="20"/>
                <w:szCs w:val="20"/>
              </w:rPr>
            </w:pPr>
          </w:p>
        </w:tc>
      </w:tr>
      <w:tr w:rsidR="00087C7C" w:rsidRPr="00F0054B" w14:paraId="6A0441B3" w14:textId="77777777" w:rsidTr="002B63D1">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2B63D1">
            <w:pPr>
              <w:spacing w:line="259" w:lineRule="auto"/>
              <w:rPr>
                <w:rFonts w:cs="Arial"/>
                <w:sz w:val="20"/>
                <w:szCs w:val="20"/>
              </w:rPr>
            </w:pPr>
          </w:p>
        </w:tc>
      </w:tr>
      <w:tr w:rsidR="00087C7C" w:rsidRPr="00F0054B" w14:paraId="6C8684B1" w14:textId="77777777" w:rsidTr="002B63D1">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2B63D1">
            <w:pPr>
              <w:spacing w:line="259" w:lineRule="auto"/>
              <w:rPr>
                <w:rFonts w:cs="Arial"/>
                <w:sz w:val="20"/>
                <w:szCs w:val="20"/>
              </w:rPr>
            </w:pPr>
          </w:p>
        </w:tc>
      </w:tr>
      <w:tr w:rsidR="00087C7C" w:rsidRPr="00F0054B" w14:paraId="3B5518AF" w14:textId="77777777" w:rsidTr="002B63D1">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2B63D1">
            <w:pPr>
              <w:spacing w:line="259" w:lineRule="auto"/>
              <w:rPr>
                <w:rFonts w:cs="Arial"/>
                <w:sz w:val="20"/>
                <w:szCs w:val="20"/>
              </w:rPr>
            </w:pPr>
          </w:p>
        </w:tc>
      </w:tr>
      <w:tr w:rsidR="00087C7C" w:rsidRPr="00F0054B" w14:paraId="66F54524" w14:textId="77777777" w:rsidTr="002B63D1">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2B63D1">
            <w:pPr>
              <w:spacing w:line="259" w:lineRule="auto"/>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2B63D1">
            <w:pPr>
              <w:spacing w:line="259" w:lineRule="auto"/>
              <w:rPr>
                <w:rFonts w:cs="Arial"/>
                <w:sz w:val="20"/>
                <w:szCs w:val="20"/>
              </w:rPr>
            </w:pPr>
          </w:p>
        </w:tc>
      </w:tr>
      <w:tr w:rsidR="00EA2309" w:rsidRPr="00F0054B" w14:paraId="11DE6103" w14:textId="77777777" w:rsidTr="002B63D1">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rsidP="002B63D1">
            <w:pPr>
              <w:spacing w:line="259"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63D1">
            <w:pPr>
              <w:spacing w:line="259"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2B63D1">
            <w:pPr>
              <w:spacing w:line="259" w:lineRule="auto"/>
              <w:rPr>
                <w:rFonts w:cs="Arial"/>
                <w:sz w:val="20"/>
                <w:szCs w:val="20"/>
              </w:rPr>
            </w:pPr>
          </w:p>
        </w:tc>
      </w:tr>
    </w:tbl>
    <w:p w14:paraId="4C5B93B6" w14:textId="09E5175C" w:rsidR="00FE14E3" w:rsidRPr="006B24BC" w:rsidRDefault="00087C7C" w:rsidP="006B24BC">
      <w:r w:rsidRPr="00123078">
        <w:tab/>
      </w:r>
      <w:r w:rsidRPr="00123078">
        <w:tab/>
      </w:r>
      <w:r w:rsidRPr="00123078">
        <w:tab/>
      </w:r>
      <w:r w:rsidRPr="00123078">
        <w:tab/>
      </w:r>
    </w:p>
    <w:p w14:paraId="6C22F6F5" w14:textId="2CF4D745" w:rsidR="00FE14E3" w:rsidRPr="002B63D1" w:rsidRDefault="006B24BC" w:rsidP="002B63D1">
      <w:pPr>
        <w:spacing w:line="259" w:lineRule="auto"/>
        <w:ind w:left="4678"/>
        <w:rPr>
          <w:rFonts w:cs="Arial"/>
          <w:b/>
          <w:sz w:val="20"/>
        </w:rPr>
      </w:pPr>
      <w:r w:rsidRPr="002B63D1">
        <w:rPr>
          <w:rFonts w:cs="Arial"/>
          <w:b/>
          <w:sz w:val="20"/>
        </w:rPr>
        <w:t>ORLEN Spółka Akcyjna</w:t>
      </w:r>
    </w:p>
    <w:p w14:paraId="146906E6" w14:textId="77777777" w:rsidR="00FE14E3" w:rsidRPr="002B63D1" w:rsidRDefault="00FE14E3" w:rsidP="002B63D1">
      <w:pPr>
        <w:pStyle w:val="Tekstpodstawowy"/>
        <w:tabs>
          <w:tab w:val="left" w:pos="851"/>
        </w:tabs>
        <w:spacing w:after="0" w:line="259" w:lineRule="auto"/>
        <w:ind w:left="4678"/>
        <w:rPr>
          <w:rFonts w:cs="Arial"/>
          <w:b/>
          <w:sz w:val="20"/>
        </w:rPr>
      </w:pPr>
      <w:r w:rsidRPr="002B63D1">
        <w:rPr>
          <w:rFonts w:cs="Arial"/>
          <w:b/>
          <w:sz w:val="20"/>
        </w:rPr>
        <w:t>Oddział Centralny Polskie Górnictwo Naftowe i Gazownictwo w Warszawie</w:t>
      </w:r>
    </w:p>
    <w:p w14:paraId="1C3A5CA1" w14:textId="77777777" w:rsidR="00FE14E3" w:rsidRPr="002B63D1" w:rsidRDefault="00FE14E3" w:rsidP="002B63D1">
      <w:pPr>
        <w:pStyle w:val="Tekstpodstawowy"/>
        <w:tabs>
          <w:tab w:val="left" w:pos="851"/>
        </w:tabs>
        <w:spacing w:after="0" w:line="259" w:lineRule="auto"/>
        <w:ind w:left="4678"/>
        <w:rPr>
          <w:rFonts w:cs="Arial"/>
          <w:b/>
          <w:sz w:val="20"/>
        </w:rPr>
      </w:pPr>
      <w:r w:rsidRPr="002B63D1">
        <w:rPr>
          <w:rFonts w:cs="Arial"/>
          <w:b/>
          <w:sz w:val="20"/>
        </w:rPr>
        <w:t>ul. Marcina Kasprzaka 25</w:t>
      </w:r>
    </w:p>
    <w:p w14:paraId="06005360" w14:textId="77777777" w:rsidR="00FE14E3" w:rsidRPr="002B63D1" w:rsidRDefault="00FE14E3" w:rsidP="002B63D1">
      <w:pPr>
        <w:pStyle w:val="Tekstpodstawowy"/>
        <w:tabs>
          <w:tab w:val="left" w:pos="851"/>
        </w:tabs>
        <w:spacing w:after="0" w:line="259" w:lineRule="auto"/>
        <w:ind w:left="4678"/>
        <w:rPr>
          <w:rFonts w:cs="Arial"/>
          <w:b/>
          <w:sz w:val="20"/>
        </w:rPr>
      </w:pPr>
      <w:r w:rsidRPr="002B63D1">
        <w:rPr>
          <w:rFonts w:cs="Arial"/>
          <w:b/>
          <w:sz w:val="20"/>
        </w:rPr>
        <w:t>01-224 Warszawa</w:t>
      </w:r>
    </w:p>
    <w:p w14:paraId="65CC1ECA" w14:textId="131D7520" w:rsidR="00087C7C" w:rsidRPr="00123078" w:rsidRDefault="00087C7C" w:rsidP="00373DAC"/>
    <w:p w14:paraId="62C60585" w14:textId="77777777" w:rsidR="00087C7C" w:rsidRPr="00123078" w:rsidRDefault="00087C7C" w:rsidP="004123AB">
      <w:pPr>
        <w:spacing w:after="200"/>
        <w:jc w:val="center"/>
      </w:pPr>
      <w:r w:rsidRPr="00123078">
        <w:t>O F E R T A</w:t>
      </w:r>
    </w:p>
    <w:p w14:paraId="25A18FE9" w14:textId="0744B377" w:rsidR="00161116" w:rsidRPr="00B65C31" w:rsidRDefault="00087C7C" w:rsidP="004123AB">
      <w:pPr>
        <w:autoSpaceDE w:val="0"/>
        <w:autoSpaceDN w:val="0"/>
        <w:adjustRightInd w:val="0"/>
        <w:spacing w:after="20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6B24BC" w:rsidRPr="006B24BC">
        <w:rPr>
          <w:rFonts w:cs="Arial"/>
          <w:b/>
          <w:sz w:val="20"/>
          <w:szCs w:val="20"/>
        </w:rPr>
        <w:t>Świadczenie usługi dostępu do Internetu dla obiektów terenowych Oddziału PGNiG w Zielon</w:t>
      </w:r>
      <w:r w:rsidR="006B24BC">
        <w:rPr>
          <w:rFonts w:cs="Arial"/>
          <w:b/>
          <w:sz w:val="20"/>
          <w:szCs w:val="20"/>
        </w:rPr>
        <w:t>ej Górze</w:t>
      </w:r>
      <w:r w:rsidR="00C3632C" w:rsidRPr="006B24BC">
        <w:rPr>
          <w:rFonts w:cs="Arial"/>
          <w:sz w:val="20"/>
          <w:szCs w:val="20"/>
        </w:rPr>
        <w:t>”</w:t>
      </w:r>
      <w:r w:rsidR="00161116" w:rsidRPr="00052764">
        <w:rPr>
          <w:rFonts w:cs="Arial"/>
          <w:sz w:val="20"/>
          <w:szCs w:val="20"/>
        </w:rPr>
        <w:t xml:space="preserve">, numer postępowania: </w:t>
      </w:r>
      <w:r w:rsidR="006B24BC" w:rsidRPr="006B24BC">
        <w:rPr>
          <w:rFonts w:cs="Arial"/>
          <w:b/>
          <w:sz w:val="20"/>
          <w:szCs w:val="20"/>
        </w:rPr>
        <w:t>NP/PGNG/24/0945/OZ/EU</w:t>
      </w:r>
    </w:p>
    <w:p w14:paraId="61DBB279" w14:textId="77777777" w:rsidR="00087C7C" w:rsidRPr="00123078" w:rsidRDefault="00087C7C" w:rsidP="004123AB">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6B24BC">
      <w:pPr>
        <w:adjustRightInd w:val="0"/>
        <w:spacing w:line="259" w:lineRule="auto"/>
        <w:rPr>
          <w:rFonts w:cs="Arial"/>
          <w:sz w:val="20"/>
          <w:szCs w:val="20"/>
        </w:rPr>
      </w:pPr>
    </w:p>
    <w:p w14:paraId="67D04FAA" w14:textId="77777777" w:rsidR="00087C7C" w:rsidRPr="00123078" w:rsidRDefault="00087C7C" w:rsidP="006B24BC">
      <w:pPr>
        <w:adjustRightInd w:val="0"/>
        <w:spacing w:line="259" w:lineRule="auto"/>
        <w:rPr>
          <w:rFonts w:cs="Arial"/>
          <w:sz w:val="20"/>
          <w:szCs w:val="20"/>
        </w:rPr>
      </w:pPr>
      <w:r w:rsidRPr="00123078">
        <w:rPr>
          <w:rFonts w:cs="Arial"/>
          <w:sz w:val="20"/>
          <w:szCs w:val="20"/>
        </w:rPr>
        <w:t>………………………………………………………………………………………………………………….……</w:t>
      </w:r>
    </w:p>
    <w:p w14:paraId="672BC2C7" w14:textId="77777777" w:rsidR="00087C7C" w:rsidRPr="002B63D1" w:rsidRDefault="00087C7C" w:rsidP="004123AB">
      <w:pPr>
        <w:adjustRightInd w:val="0"/>
        <w:spacing w:after="200" w:line="259" w:lineRule="auto"/>
        <w:jc w:val="center"/>
        <w:rPr>
          <w:rFonts w:cs="Arial"/>
          <w:i/>
          <w:iCs/>
          <w:sz w:val="18"/>
          <w:szCs w:val="20"/>
        </w:rPr>
      </w:pPr>
      <w:r w:rsidRPr="002B63D1">
        <w:rPr>
          <w:rFonts w:cs="Arial"/>
          <w:i/>
          <w:iCs/>
          <w:sz w:val="18"/>
          <w:szCs w:val="20"/>
        </w:rPr>
        <w:t>(nazwa firmy i dokładny adres Wykonawcy)</w:t>
      </w:r>
    </w:p>
    <w:p w14:paraId="271C9813" w14:textId="48C03463" w:rsidR="00087C7C" w:rsidRDefault="00087C7C" w:rsidP="004123AB">
      <w:pPr>
        <w:shd w:val="clear" w:color="auto" w:fill="FFFFFF"/>
        <w:spacing w:after="200"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r w:rsidR="002B63D1">
        <w:rPr>
          <w:sz w:val="20"/>
        </w:rPr>
        <w:t xml:space="preserve"> </w:t>
      </w:r>
      <w:r w:rsidR="002B63D1" w:rsidRPr="002B63D1">
        <w:rPr>
          <w:bCs/>
          <w:i/>
          <w:sz w:val="18"/>
        </w:rPr>
        <w:t>(należy wypełnić odpowiednio dla części, na którą składana jest oferta)</w:t>
      </w:r>
      <w:r w:rsidR="009B3A47">
        <w:rPr>
          <w:sz w:val="20"/>
        </w:rPr>
        <w:t>:</w:t>
      </w:r>
    </w:p>
    <w:p w14:paraId="2DAF545C" w14:textId="097EAA9B" w:rsidR="002B63D1" w:rsidRPr="004123AB" w:rsidRDefault="004123AB" w:rsidP="004123AB">
      <w:pPr>
        <w:shd w:val="clear" w:color="auto" w:fill="FFFFFF"/>
        <w:spacing w:after="200" w:line="259" w:lineRule="auto"/>
      </w:pPr>
      <w:r>
        <w:rPr>
          <w:rFonts w:cs="Arial"/>
          <w:b/>
          <w:sz w:val="20"/>
          <w:szCs w:val="18"/>
          <w:lang w:eastAsia="en-US"/>
        </w:rPr>
        <w:t>Część 1 –</w:t>
      </w:r>
      <w:r w:rsidRPr="006B24BC">
        <w:rPr>
          <w:rFonts w:cs="Arial"/>
          <w:b/>
          <w:sz w:val="20"/>
          <w:szCs w:val="18"/>
          <w:lang w:eastAsia="en-US"/>
        </w:rPr>
        <w:t xml:space="preserve"> Świadczenie</w:t>
      </w:r>
      <w:r>
        <w:rPr>
          <w:rFonts w:cs="Arial"/>
          <w:b/>
          <w:sz w:val="20"/>
          <w:szCs w:val="18"/>
          <w:lang w:eastAsia="en-US"/>
        </w:rPr>
        <w:t xml:space="preserve"> </w:t>
      </w:r>
      <w:r w:rsidRPr="006B24BC">
        <w:rPr>
          <w:rFonts w:cs="Arial"/>
          <w:b/>
          <w:sz w:val="20"/>
          <w:szCs w:val="18"/>
          <w:lang w:eastAsia="en-US"/>
        </w:rPr>
        <w:t>usługi dostępu do Internetu dla OK Grodzisk</w:t>
      </w:r>
      <w:r>
        <w:rPr>
          <w:rFonts w:cs="Arial"/>
          <w:b/>
          <w:sz w:val="20"/>
          <w:szCs w:val="18"/>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2B63D1" w:rsidRPr="002B63D1" w14:paraId="1DFA5CAC" w14:textId="77777777" w:rsidTr="002644C0">
        <w:trPr>
          <w:trHeight w:val="1340"/>
        </w:trPr>
        <w:tc>
          <w:tcPr>
            <w:tcW w:w="2418" w:type="pct"/>
            <w:tcBorders>
              <w:top w:val="single" w:sz="4" w:space="0" w:color="auto"/>
              <w:left w:val="single" w:sz="4" w:space="0" w:color="auto"/>
              <w:bottom w:val="single" w:sz="4" w:space="0" w:color="auto"/>
              <w:right w:val="single" w:sz="4" w:space="0" w:color="auto"/>
            </w:tcBorders>
            <w:vAlign w:val="center"/>
          </w:tcPr>
          <w:p w14:paraId="3256BAA0" w14:textId="77777777" w:rsidR="002B63D1" w:rsidRPr="0061732D" w:rsidRDefault="002B63D1" w:rsidP="002644C0">
            <w:pPr>
              <w:spacing w:line="240" w:lineRule="auto"/>
              <w:jc w:val="center"/>
              <w:rPr>
                <w:rFonts w:cs="Arial"/>
                <w:b/>
                <w:sz w:val="20"/>
                <w:szCs w:val="22"/>
              </w:rPr>
            </w:pPr>
          </w:p>
          <w:p w14:paraId="44424C57" w14:textId="77777777" w:rsidR="002B63D1" w:rsidRPr="0061732D" w:rsidRDefault="002B63D1" w:rsidP="002644C0">
            <w:pPr>
              <w:spacing w:line="240" w:lineRule="auto"/>
              <w:jc w:val="center"/>
              <w:rPr>
                <w:rFonts w:cs="Arial"/>
                <w:b/>
                <w:sz w:val="20"/>
              </w:rPr>
            </w:pPr>
            <w:r w:rsidRPr="0061732D">
              <w:rPr>
                <w:rFonts w:cs="Arial"/>
                <w:b/>
                <w:sz w:val="20"/>
              </w:rPr>
              <w:t>CENA</w:t>
            </w:r>
          </w:p>
          <w:p w14:paraId="3E7772A2" w14:textId="77777777" w:rsidR="002B63D1" w:rsidRPr="0061732D" w:rsidRDefault="002B63D1" w:rsidP="002644C0">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07758034" w14:textId="77777777" w:rsidR="002B63D1" w:rsidRPr="0061732D" w:rsidRDefault="002B63D1" w:rsidP="002644C0">
            <w:pPr>
              <w:spacing w:before="240" w:line="240" w:lineRule="auto"/>
              <w:rPr>
                <w:rFonts w:cs="Arial"/>
                <w:b/>
                <w:sz w:val="20"/>
                <w:lang w:val="en-US"/>
              </w:rPr>
            </w:pPr>
            <w:r w:rsidRPr="0061732D">
              <w:rPr>
                <w:rFonts w:cs="Arial"/>
                <w:b/>
                <w:sz w:val="20"/>
                <w:lang w:val="en-US"/>
              </w:rPr>
              <w:t>…………………………….. PLN NETTO</w:t>
            </w:r>
          </w:p>
          <w:p w14:paraId="41C40C14" w14:textId="77777777" w:rsidR="002B63D1" w:rsidRPr="0061732D" w:rsidRDefault="002B63D1" w:rsidP="002644C0">
            <w:pPr>
              <w:spacing w:before="240" w:after="240" w:line="240" w:lineRule="auto"/>
              <w:rPr>
                <w:rFonts w:cs="Arial"/>
                <w:b/>
                <w:sz w:val="20"/>
                <w:lang w:val="en-US"/>
              </w:rPr>
            </w:pPr>
            <w:r w:rsidRPr="0061732D">
              <w:rPr>
                <w:rFonts w:cs="Arial"/>
                <w:b/>
                <w:sz w:val="20"/>
                <w:lang w:val="en-US"/>
              </w:rPr>
              <w:t>VAT ........ %</w:t>
            </w:r>
          </w:p>
          <w:p w14:paraId="19103628" w14:textId="77777777" w:rsidR="002B63D1" w:rsidRPr="0061732D" w:rsidRDefault="002B63D1" w:rsidP="002644C0">
            <w:pPr>
              <w:spacing w:after="240" w:line="240" w:lineRule="auto"/>
              <w:rPr>
                <w:rFonts w:cs="Arial"/>
                <w:b/>
                <w:sz w:val="20"/>
                <w:szCs w:val="22"/>
                <w:lang w:val="en-US"/>
              </w:rPr>
            </w:pPr>
            <w:r w:rsidRPr="0061732D">
              <w:rPr>
                <w:rFonts w:cs="Arial"/>
                <w:b/>
                <w:sz w:val="20"/>
                <w:lang w:val="en-US"/>
              </w:rPr>
              <w:t>…………………………….. PLN BRUTTO</w:t>
            </w:r>
          </w:p>
        </w:tc>
      </w:tr>
    </w:tbl>
    <w:p w14:paraId="01E1080C" w14:textId="7175E65F" w:rsidR="002B63D1" w:rsidRDefault="002B63D1" w:rsidP="006B24BC">
      <w:pPr>
        <w:shd w:val="clear" w:color="auto" w:fill="FFFFFF"/>
        <w:spacing w:line="259" w:lineRule="auto"/>
        <w:rPr>
          <w:sz w:val="20"/>
          <w:lang w:val="en-US"/>
        </w:rPr>
      </w:pPr>
    </w:p>
    <w:p w14:paraId="5313AD1E" w14:textId="77777777" w:rsidR="004123AB" w:rsidRDefault="004123AB" w:rsidP="006B24BC">
      <w:pPr>
        <w:shd w:val="clear" w:color="auto" w:fill="FFFFFF"/>
        <w:spacing w:line="259" w:lineRule="auto"/>
        <w:rPr>
          <w:sz w:val="20"/>
          <w:lang w:val="en-US"/>
        </w:rPr>
      </w:pPr>
    </w:p>
    <w:p w14:paraId="7C6E3878" w14:textId="7F89424F" w:rsidR="004123AB" w:rsidRDefault="004123AB" w:rsidP="006B24BC">
      <w:pPr>
        <w:shd w:val="clear" w:color="auto" w:fill="FFFFFF"/>
        <w:spacing w:line="259" w:lineRule="auto"/>
        <w:rPr>
          <w:rFonts w:cs="Arial"/>
          <w:b/>
          <w:sz w:val="20"/>
          <w:szCs w:val="18"/>
          <w:lang w:eastAsia="en-US"/>
        </w:rPr>
      </w:pPr>
      <w:r w:rsidRPr="004123AB">
        <w:rPr>
          <w:rFonts w:cs="Arial"/>
          <w:b/>
          <w:sz w:val="20"/>
          <w:szCs w:val="18"/>
          <w:lang w:eastAsia="en-US"/>
        </w:rPr>
        <w:lastRenderedPageBreak/>
        <w:t xml:space="preserve">Część 2 – </w:t>
      </w:r>
      <w:r w:rsidRPr="006B24BC">
        <w:rPr>
          <w:rFonts w:cs="Arial"/>
          <w:b/>
          <w:sz w:val="20"/>
          <w:szCs w:val="18"/>
          <w:lang w:eastAsia="en-US"/>
        </w:rPr>
        <w:t>Świadczenie</w:t>
      </w:r>
      <w:r w:rsidRPr="004123AB">
        <w:rPr>
          <w:rFonts w:cs="Arial"/>
          <w:b/>
          <w:sz w:val="20"/>
          <w:szCs w:val="18"/>
          <w:lang w:eastAsia="en-US"/>
        </w:rPr>
        <w:t xml:space="preserve"> </w:t>
      </w:r>
      <w:r w:rsidRPr="006B24BC">
        <w:rPr>
          <w:rFonts w:cs="Arial"/>
          <w:b/>
          <w:sz w:val="20"/>
          <w:szCs w:val="18"/>
          <w:lang w:eastAsia="en-US"/>
        </w:rPr>
        <w:t>usługi dostępu do Internetu dla PMG Wierzchowice</w:t>
      </w:r>
      <w:r w:rsidRPr="004123AB">
        <w:rPr>
          <w:rFonts w:cs="Arial"/>
          <w:b/>
          <w:sz w:val="20"/>
          <w:szCs w:val="18"/>
          <w:lang w:eastAsia="en-US"/>
        </w:rPr>
        <w:t>:</w:t>
      </w:r>
    </w:p>
    <w:p w14:paraId="4FC1C1EA" w14:textId="37145DB9" w:rsidR="004123AB" w:rsidRPr="004123AB" w:rsidRDefault="004123AB" w:rsidP="006B24BC">
      <w:pPr>
        <w:shd w:val="clear" w:color="auto" w:fill="FFFFFF"/>
        <w:spacing w:line="259" w:lineRule="auto"/>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4123AB" w:rsidRPr="002B63D1" w14:paraId="10AA377C" w14:textId="77777777" w:rsidTr="002644C0">
        <w:trPr>
          <w:trHeight w:val="1340"/>
        </w:trPr>
        <w:tc>
          <w:tcPr>
            <w:tcW w:w="2418" w:type="pct"/>
            <w:tcBorders>
              <w:top w:val="single" w:sz="4" w:space="0" w:color="auto"/>
              <w:left w:val="single" w:sz="4" w:space="0" w:color="auto"/>
              <w:bottom w:val="single" w:sz="4" w:space="0" w:color="auto"/>
              <w:right w:val="single" w:sz="4" w:space="0" w:color="auto"/>
            </w:tcBorders>
            <w:vAlign w:val="center"/>
          </w:tcPr>
          <w:p w14:paraId="77FDD483" w14:textId="77777777" w:rsidR="004123AB" w:rsidRPr="0061732D" w:rsidRDefault="004123AB" w:rsidP="002644C0">
            <w:pPr>
              <w:spacing w:line="240" w:lineRule="auto"/>
              <w:jc w:val="center"/>
              <w:rPr>
                <w:rFonts w:cs="Arial"/>
                <w:b/>
                <w:sz w:val="20"/>
                <w:szCs w:val="22"/>
              </w:rPr>
            </w:pPr>
          </w:p>
          <w:p w14:paraId="5FCEA258" w14:textId="77777777" w:rsidR="004123AB" w:rsidRPr="0061732D" w:rsidRDefault="004123AB" w:rsidP="002644C0">
            <w:pPr>
              <w:spacing w:line="240" w:lineRule="auto"/>
              <w:jc w:val="center"/>
              <w:rPr>
                <w:rFonts w:cs="Arial"/>
                <w:b/>
                <w:sz w:val="20"/>
              </w:rPr>
            </w:pPr>
            <w:r w:rsidRPr="0061732D">
              <w:rPr>
                <w:rFonts w:cs="Arial"/>
                <w:b/>
                <w:sz w:val="20"/>
              </w:rPr>
              <w:t>CENA</w:t>
            </w:r>
          </w:p>
          <w:p w14:paraId="1536F472" w14:textId="77777777" w:rsidR="004123AB" w:rsidRPr="0061732D" w:rsidRDefault="004123AB" w:rsidP="002644C0">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784C7128" w14:textId="77777777" w:rsidR="004123AB" w:rsidRPr="0061732D" w:rsidRDefault="004123AB" w:rsidP="002644C0">
            <w:pPr>
              <w:spacing w:before="240" w:line="240" w:lineRule="auto"/>
              <w:rPr>
                <w:rFonts w:cs="Arial"/>
                <w:b/>
                <w:sz w:val="20"/>
                <w:lang w:val="en-US"/>
              </w:rPr>
            </w:pPr>
            <w:r w:rsidRPr="0061732D">
              <w:rPr>
                <w:rFonts w:cs="Arial"/>
                <w:b/>
                <w:sz w:val="20"/>
                <w:lang w:val="en-US"/>
              </w:rPr>
              <w:t>…………………………….. PLN NETTO</w:t>
            </w:r>
          </w:p>
          <w:p w14:paraId="279E1121" w14:textId="77777777" w:rsidR="004123AB" w:rsidRPr="0061732D" w:rsidRDefault="004123AB" w:rsidP="002644C0">
            <w:pPr>
              <w:spacing w:before="240" w:after="240" w:line="240" w:lineRule="auto"/>
              <w:rPr>
                <w:rFonts w:cs="Arial"/>
                <w:b/>
                <w:sz w:val="20"/>
                <w:lang w:val="en-US"/>
              </w:rPr>
            </w:pPr>
            <w:r w:rsidRPr="0061732D">
              <w:rPr>
                <w:rFonts w:cs="Arial"/>
                <w:b/>
                <w:sz w:val="20"/>
                <w:lang w:val="en-US"/>
              </w:rPr>
              <w:t>VAT ........ %</w:t>
            </w:r>
          </w:p>
          <w:p w14:paraId="7603F3BB" w14:textId="77777777" w:rsidR="004123AB" w:rsidRPr="0061732D" w:rsidRDefault="004123AB" w:rsidP="002644C0">
            <w:pPr>
              <w:spacing w:after="240" w:line="240" w:lineRule="auto"/>
              <w:rPr>
                <w:rFonts w:cs="Arial"/>
                <w:b/>
                <w:sz w:val="20"/>
                <w:szCs w:val="22"/>
                <w:lang w:val="en-US"/>
              </w:rPr>
            </w:pPr>
            <w:r w:rsidRPr="0061732D">
              <w:rPr>
                <w:rFonts w:cs="Arial"/>
                <w:b/>
                <w:sz w:val="20"/>
                <w:lang w:val="en-US"/>
              </w:rPr>
              <w:t>…………………………….. PLN BRUTTO</w:t>
            </w:r>
          </w:p>
        </w:tc>
      </w:tr>
    </w:tbl>
    <w:p w14:paraId="235C626B" w14:textId="77777777" w:rsidR="004123AB" w:rsidRPr="004123AB" w:rsidRDefault="004123AB" w:rsidP="006B24BC">
      <w:pPr>
        <w:shd w:val="clear" w:color="auto" w:fill="FFFFFF"/>
        <w:spacing w:line="259" w:lineRule="auto"/>
        <w:rPr>
          <w:lang w:val="en-US"/>
        </w:rPr>
      </w:pPr>
    </w:p>
    <w:p w14:paraId="0F02C9B4" w14:textId="5BADB75A" w:rsidR="009B3A47" w:rsidRPr="004123AB" w:rsidRDefault="009B3A47" w:rsidP="002B1AC9">
      <w:pPr>
        <w:shd w:val="clear" w:color="auto" w:fill="FFFFFF"/>
        <w:spacing w:line="240" w:lineRule="auto"/>
        <w:rPr>
          <w:bCs/>
          <w:sz w:val="20"/>
          <w:lang w:val="en-US"/>
        </w:rPr>
      </w:pPr>
    </w:p>
    <w:p w14:paraId="375FCC75" w14:textId="668242DB" w:rsidR="002B63D1" w:rsidRPr="002B63D1" w:rsidRDefault="002B63D1" w:rsidP="002B63D1">
      <w:pPr>
        <w:shd w:val="clear" w:color="auto" w:fill="FFFFFF"/>
        <w:spacing w:line="240" w:lineRule="auto"/>
        <w:jc w:val="center"/>
        <w:rPr>
          <w:bCs/>
          <w:sz w:val="20"/>
        </w:rPr>
      </w:pPr>
      <w:r w:rsidRPr="002B63D1">
        <w:rPr>
          <w:b/>
          <w:bCs/>
          <w:sz w:val="20"/>
        </w:rPr>
        <w:t>Formularz cenowy</w:t>
      </w:r>
      <w:r>
        <w:rPr>
          <w:bCs/>
          <w:sz w:val="20"/>
        </w:rPr>
        <w:t>:</w:t>
      </w:r>
    </w:p>
    <w:p w14:paraId="395B442B" w14:textId="77777777" w:rsidR="002B63D1" w:rsidRPr="009B0037" w:rsidRDefault="002B63D1" w:rsidP="002B1AC9">
      <w:pPr>
        <w:shd w:val="clear" w:color="auto" w:fill="FFFFFF"/>
        <w:spacing w:line="240" w:lineRule="auto"/>
        <w:rPr>
          <w:bCs/>
          <w:sz w:val="20"/>
        </w:rPr>
      </w:pPr>
    </w:p>
    <w:tbl>
      <w:tblPr>
        <w:tblW w:w="8784" w:type="dxa"/>
        <w:tblLook w:val="04A0" w:firstRow="1" w:lastRow="0" w:firstColumn="1" w:lastColumn="0" w:noHBand="0" w:noVBand="1"/>
      </w:tblPr>
      <w:tblGrid>
        <w:gridCol w:w="427"/>
        <w:gridCol w:w="2970"/>
        <w:gridCol w:w="1985"/>
        <w:gridCol w:w="1276"/>
        <w:gridCol w:w="2126"/>
      </w:tblGrid>
      <w:tr w:rsidR="006B24BC" w:rsidRPr="006B24BC" w14:paraId="7D02C4AC" w14:textId="77777777" w:rsidTr="006B24BC">
        <w:trPr>
          <w:trHeight w:val="470"/>
        </w:trPr>
        <w:tc>
          <w:tcPr>
            <w:tcW w:w="8784" w:type="dxa"/>
            <w:gridSpan w:val="5"/>
            <w:tcBorders>
              <w:top w:val="single" w:sz="4" w:space="0" w:color="auto"/>
              <w:left w:val="single" w:sz="4" w:space="0" w:color="auto"/>
              <w:bottom w:val="single" w:sz="4" w:space="0" w:color="auto"/>
              <w:right w:val="single" w:sz="4" w:space="0" w:color="auto"/>
            </w:tcBorders>
            <w:shd w:val="clear" w:color="auto" w:fill="E2EFD9"/>
            <w:tcMar>
              <w:top w:w="0" w:type="dxa"/>
              <w:left w:w="0" w:type="dxa"/>
              <w:bottom w:w="0" w:type="dxa"/>
              <w:right w:w="0" w:type="dxa"/>
            </w:tcMar>
            <w:vAlign w:val="center"/>
          </w:tcPr>
          <w:p w14:paraId="41B94E6F" w14:textId="77777777" w:rsidR="006B24BC" w:rsidRPr="006B24BC" w:rsidRDefault="006B24BC" w:rsidP="006B24BC">
            <w:pPr>
              <w:widowControl w:val="0"/>
              <w:autoSpaceDE w:val="0"/>
              <w:autoSpaceDN w:val="0"/>
              <w:adjustRightInd w:val="0"/>
              <w:spacing w:line="120" w:lineRule="atLeast"/>
              <w:jc w:val="center"/>
              <w:rPr>
                <w:rFonts w:cs="Arial"/>
                <w:b/>
                <w:sz w:val="18"/>
                <w:szCs w:val="18"/>
                <w:lang w:eastAsia="en-US"/>
              </w:rPr>
            </w:pPr>
            <w:r w:rsidRPr="006B24BC">
              <w:rPr>
                <w:rFonts w:cs="Arial"/>
                <w:b/>
                <w:sz w:val="18"/>
                <w:szCs w:val="18"/>
                <w:lang w:eastAsia="en-US"/>
              </w:rPr>
              <w:t>Część 1: Świadczenie usługi dostępu do Internetu dla OK Grodzisk</w:t>
            </w:r>
          </w:p>
        </w:tc>
      </w:tr>
      <w:tr w:rsidR="006B24BC" w:rsidRPr="006B24BC" w14:paraId="196E27E1" w14:textId="77777777" w:rsidTr="002644C0">
        <w:trPr>
          <w:trHeight w:val="786"/>
        </w:trPr>
        <w:tc>
          <w:tcPr>
            <w:tcW w:w="427" w:type="dxa"/>
            <w:tcBorders>
              <w:top w:val="single" w:sz="4" w:space="0" w:color="auto"/>
              <w:left w:val="single" w:sz="4" w:space="0" w:color="auto"/>
              <w:bottom w:val="single" w:sz="4" w:space="0" w:color="auto"/>
              <w:right w:val="single" w:sz="4" w:space="0" w:color="auto"/>
            </w:tcBorders>
            <w:shd w:val="clear" w:color="auto" w:fill="D9D9D9"/>
            <w:tcMar>
              <w:top w:w="0" w:type="dxa"/>
              <w:left w:w="0" w:type="dxa"/>
              <w:bottom w:w="0" w:type="dxa"/>
              <w:right w:w="0" w:type="dxa"/>
            </w:tcMar>
            <w:vAlign w:val="center"/>
            <w:hideMark/>
          </w:tcPr>
          <w:p w14:paraId="6E3FFE35" w14:textId="77777777" w:rsidR="006B24BC" w:rsidRPr="006B24BC" w:rsidRDefault="006B24BC" w:rsidP="006B24BC">
            <w:pPr>
              <w:widowControl w:val="0"/>
              <w:autoSpaceDE w:val="0"/>
              <w:autoSpaceDN w:val="0"/>
              <w:adjustRightInd w:val="0"/>
              <w:spacing w:line="240" w:lineRule="auto"/>
              <w:jc w:val="center"/>
              <w:rPr>
                <w:rFonts w:cs="Arial"/>
                <w:b/>
                <w:sz w:val="18"/>
                <w:szCs w:val="18"/>
              </w:rPr>
            </w:pPr>
            <w:r w:rsidRPr="006B24BC">
              <w:rPr>
                <w:rFonts w:cs="Arial"/>
                <w:b/>
                <w:sz w:val="18"/>
                <w:szCs w:val="18"/>
              </w:rPr>
              <w:t>Lp.</w:t>
            </w:r>
          </w:p>
        </w:tc>
        <w:tc>
          <w:tcPr>
            <w:tcW w:w="297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081DAF" w14:textId="77777777" w:rsidR="006B24BC" w:rsidRPr="006B24BC" w:rsidRDefault="006B24BC" w:rsidP="006B24BC">
            <w:pPr>
              <w:widowControl w:val="0"/>
              <w:autoSpaceDE w:val="0"/>
              <w:autoSpaceDN w:val="0"/>
              <w:adjustRightInd w:val="0"/>
              <w:spacing w:line="240" w:lineRule="auto"/>
              <w:jc w:val="center"/>
              <w:rPr>
                <w:rFonts w:cs="Arial"/>
                <w:b/>
                <w:sz w:val="18"/>
                <w:szCs w:val="18"/>
              </w:rPr>
            </w:pPr>
            <w:r w:rsidRPr="006B24BC">
              <w:rPr>
                <w:rFonts w:cs="Arial"/>
                <w:b/>
                <w:sz w:val="18"/>
                <w:szCs w:val="18"/>
              </w:rPr>
              <w:t>Opis</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A6781BD" w14:textId="77777777" w:rsidR="006B24BC" w:rsidRPr="006B24BC" w:rsidRDefault="006B24BC" w:rsidP="006B24BC">
            <w:pPr>
              <w:widowControl w:val="0"/>
              <w:autoSpaceDE w:val="0"/>
              <w:autoSpaceDN w:val="0"/>
              <w:adjustRightInd w:val="0"/>
              <w:spacing w:line="240" w:lineRule="auto"/>
              <w:jc w:val="center"/>
              <w:rPr>
                <w:rFonts w:cs="Arial"/>
                <w:b/>
                <w:sz w:val="18"/>
                <w:szCs w:val="18"/>
                <w:lang w:eastAsia="en-US"/>
              </w:rPr>
            </w:pPr>
            <w:r w:rsidRPr="006B24BC">
              <w:rPr>
                <w:rFonts w:cs="Arial"/>
                <w:b/>
                <w:sz w:val="18"/>
                <w:szCs w:val="18"/>
                <w:lang w:eastAsia="en-US"/>
              </w:rPr>
              <w:t>Wartość jednostkowa netto</w:t>
            </w:r>
          </w:p>
          <w:p w14:paraId="4FE90E38" w14:textId="77777777" w:rsidR="006B24BC" w:rsidRPr="006B24BC" w:rsidRDefault="006B24BC" w:rsidP="006B24BC">
            <w:pPr>
              <w:widowControl w:val="0"/>
              <w:autoSpaceDE w:val="0"/>
              <w:autoSpaceDN w:val="0"/>
              <w:adjustRightInd w:val="0"/>
              <w:spacing w:line="240" w:lineRule="auto"/>
              <w:jc w:val="center"/>
              <w:rPr>
                <w:rFonts w:cs="Arial"/>
                <w:b/>
                <w:sz w:val="18"/>
                <w:szCs w:val="18"/>
                <w:lang w:eastAsia="en-US"/>
              </w:rPr>
            </w:pPr>
            <w:r w:rsidRPr="006B24BC">
              <w:rPr>
                <w:rFonts w:cs="Arial"/>
                <w:b/>
                <w:sz w:val="18"/>
                <w:szCs w:val="18"/>
                <w:lang w:eastAsia="en-US"/>
              </w:rPr>
              <w:t>[PLN]</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D35D06" w14:textId="77777777" w:rsidR="006B24BC" w:rsidRPr="006B24BC" w:rsidRDefault="006B24BC" w:rsidP="006B24BC">
            <w:pPr>
              <w:widowControl w:val="0"/>
              <w:autoSpaceDE w:val="0"/>
              <w:autoSpaceDN w:val="0"/>
              <w:adjustRightInd w:val="0"/>
              <w:spacing w:line="240" w:lineRule="auto"/>
              <w:jc w:val="center"/>
              <w:rPr>
                <w:rFonts w:cs="Arial"/>
                <w:b/>
                <w:sz w:val="18"/>
                <w:szCs w:val="18"/>
              </w:rPr>
            </w:pPr>
            <w:r w:rsidRPr="006B24BC">
              <w:rPr>
                <w:rFonts w:cs="Arial"/>
                <w:b/>
                <w:sz w:val="18"/>
                <w:szCs w:val="18"/>
              </w:rPr>
              <w:t>Ilość miesięcy</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9A4917C" w14:textId="77777777" w:rsidR="006B24BC" w:rsidRPr="006B24BC" w:rsidRDefault="006B24BC" w:rsidP="006B24BC">
            <w:pPr>
              <w:widowControl w:val="0"/>
              <w:autoSpaceDE w:val="0"/>
              <w:autoSpaceDN w:val="0"/>
              <w:adjustRightInd w:val="0"/>
              <w:spacing w:line="240" w:lineRule="auto"/>
              <w:jc w:val="center"/>
              <w:rPr>
                <w:rFonts w:cs="Arial"/>
                <w:b/>
                <w:sz w:val="18"/>
                <w:szCs w:val="18"/>
                <w:lang w:eastAsia="en-US"/>
              </w:rPr>
            </w:pPr>
            <w:r w:rsidRPr="006B24BC">
              <w:rPr>
                <w:rFonts w:cs="Arial"/>
                <w:b/>
                <w:sz w:val="18"/>
                <w:szCs w:val="18"/>
                <w:lang w:eastAsia="en-US"/>
              </w:rPr>
              <w:t>Wartość netto usługi [PLN]</w:t>
            </w:r>
          </w:p>
        </w:tc>
      </w:tr>
      <w:tr w:rsidR="006B24BC" w:rsidRPr="006B24BC" w14:paraId="6C234A20" w14:textId="77777777" w:rsidTr="002644C0">
        <w:trPr>
          <w:trHeight w:val="266"/>
        </w:trPr>
        <w:tc>
          <w:tcPr>
            <w:tcW w:w="427" w:type="dxa"/>
            <w:tcBorders>
              <w:top w:val="single" w:sz="4" w:space="0" w:color="auto"/>
              <w:left w:val="single" w:sz="4" w:space="0" w:color="auto"/>
              <w:bottom w:val="single" w:sz="4" w:space="0" w:color="auto"/>
              <w:right w:val="single" w:sz="4" w:space="0" w:color="auto"/>
            </w:tcBorders>
            <w:shd w:val="clear" w:color="auto" w:fill="D9D9D9"/>
            <w:tcMar>
              <w:top w:w="0" w:type="dxa"/>
              <w:left w:w="0" w:type="dxa"/>
              <w:bottom w:w="0" w:type="dxa"/>
              <w:right w:w="0" w:type="dxa"/>
            </w:tcMar>
            <w:vAlign w:val="center"/>
          </w:tcPr>
          <w:p w14:paraId="31FC9072" w14:textId="77777777" w:rsidR="006B24BC" w:rsidRPr="006B24BC" w:rsidRDefault="006B24BC" w:rsidP="006B24BC">
            <w:pPr>
              <w:widowControl w:val="0"/>
              <w:autoSpaceDE w:val="0"/>
              <w:autoSpaceDN w:val="0"/>
              <w:adjustRightInd w:val="0"/>
              <w:spacing w:line="240" w:lineRule="auto"/>
              <w:jc w:val="center"/>
              <w:rPr>
                <w:rFonts w:cs="Arial"/>
                <w:b/>
                <w:sz w:val="14"/>
                <w:szCs w:val="18"/>
              </w:rPr>
            </w:pPr>
          </w:p>
        </w:tc>
        <w:tc>
          <w:tcPr>
            <w:tcW w:w="2970" w:type="dxa"/>
            <w:tcBorders>
              <w:top w:val="single" w:sz="4" w:space="0" w:color="auto"/>
              <w:left w:val="single" w:sz="4" w:space="0" w:color="auto"/>
              <w:bottom w:val="single" w:sz="4" w:space="0" w:color="auto"/>
              <w:right w:val="single" w:sz="4" w:space="0" w:color="auto"/>
            </w:tcBorders>
            <w:shd w:val="clear" w:color="auto" w:fill="D9D9D9"/>
            <w:vAlign w:val="center"/>
          </w:tcPr>
          <w:p w14:paraId="413E379C" w14:textId="77777777" w:rsidR="006B24BC" w:rsidRPr="006B24BC" w:rsidRDefault="006B24BC" w:rsidP="006B24BC">
            <w:pPr>
              <w:widowControl w:val="0"/>
              <w:autoSpaceDE w:val="0"/>
              <w:autoSpaceDN w:val="0"/>
              <w:adjustRightInd w:val="0"/>
              <w:spacing w:line="240" w:lineRule="auto"/>
              <w:jc w:val="center"/>
              <w:rPr>
                <w:rFonts w:cs="Arial"/>
                <w:b/>
                <w:sz w:val="14"/>
                <w:szCs w:val="18"/>
              </w:rPr>
            </w:pPr>
            <w:r w:rsidRPr="006B24BC">
              <w:rPr>
                <w:rFonts w:cs="Arial"/>
                <w:b/>
                <w:sz w:val="14"/>
                <w:szCs w:val="18"/>
              </w:rPr>
              <w:t>1</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0AE83F7B" w14:textId="77777777" w:rsidR="006B24BC" w:rsidRPr="006B24BC" w:rsidRDefault="006B24BC" w:rsidP="006B24BC">
            <w:pPr>
              <w:widowControl w:val="0"/>
              <w:autoSpaceDE w:val="0"/>
              <w:autoSpaceDN w:val="0"/>
              <w:adjustRightInd w:val="0"/>
              <w:spacing w:line="240" w:lineRule="auto"/>
              <w:jc w:val="center"/>
              <w:rPr>
                <w:rFonts w:cs="Arial"/>
                <w:b/>
                <w:sz w:val="14"/>
                <w:szCs w:val="18"/>
                <w:lang w:eastAsia="en-US"/>
              </w:rPr>
            </w:pPr>
            <w:r w:rsidRPr="006B24BC">
              <w:rPr>
                <w:rFonts w:cs="Arial"/>
                <w:b/>
                <w:sz w:val="14"/>
                <w:szCs w:val="18"/>
                <w:lang w:eastAsia="en-US"/>
              </w:rPr>
              <w:t>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AD80311" w14:textId="77777777" w:rsidR="006B24BC" w:rsidRPr="006B24BC" w:rsidRDefault="006B24BC" w:rsidP="006B24BC">
            <w:pPr>
              <w:widowControl w:val="0"/>
              <w:autoSpaceDE w:val="0"/>
              <w:autoSpaceDN w:val="0"/>
              <w:adjustRightInd w:val="0"/>
              <w:spacing w:line="240" w:lineRule="auto"/>
              <w:jc w:val="center"/>
              <w:rPr>
                <w:rFonts w:cs="Arial"/>
                <w:b/>
                <w:sz w:val="14"/>
                <w:szCs w:val="18"/>
              </w:rPr>
            </w:pPr>
            <w:r w:rsidRPr="006B24BC">
              <w:rPr>
                <w:rFonts w:cs="Arial"/>
                <w:b/>
                <w:sz w:val="14"/>
                <w:szCs w:val="18"/>
              </w:rPr>
              <w:t>3</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1BFA4B31" w14:textId="77777777" w:rsidR="006B24BC" w:rsidRPr="006B24BC" w:rsidRDefault="006B24BC" w:rsidP="006B24BC">
            <w:pPr>
              <w:widowControl w:val="0"/>
              <w:autoSpaceDE w:val="0"/>
              <w:autoSpaceDN w:val="0"/>
              <w:adjustRightInd w:val="0"/>
              <w:spacing w:line="240" w:lineRule="auto"/>
              <w:jc w:val="center"/>
              <w:rPr>
                <w:rFonts w:cs="Arial"/>
                <w:b/>
                <w:sz w:val="14"/>
                <w:szCs w:val="18"/>
                <w:lang w:eastAsia="en-US"/>
              </w:rPr>
            </w:pPr>
            <w:r w:rsidRPr="006B24BC">
              <w:rPr>
                <w:rFonts w:cs="Arial"/>
                <w:b/>
                <w:sz w:val="14"/>
                <w:szCs w:val="18"/>
                <w:lang w:eastAsia="en-US"/>
              </w:rPr>
              <w:t>4 = 2x3</w:t>
            </w:r>
          </w:p>
        </w:tc>
      </w:tr>
      <w:tr w:rsidR="006B24BC" w:rsidRPr="006B24BC" w14:paraId="1C5878DF" w14:textId="77777777" w:rsidTr="002644C0">
        <w:trPr>
          <w:trHeight w:val="470"/>
        </w:trPr>
        <w:tc>
          <w:tcPr>
            <w:tcW w:w="4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20DF97BA" w14:textId="77777777" w:rsidR="006B24BC" w:rsidRPr="006B24BC" w:rsidRDefault="006B24BC" w:rsidP="006B24BC">
            <w:pPr>
              <w:widowControl w:val="0"/>
              <w:autoSpaceDE w:val="0"/>
              <w:autoSpaceDN w:val="0"/>
              <w:adjustRightInd w:val="0"/>
              <w:spacing w:line="240" w:lineRule="auto"/>
              <w:jc w:val="center"/>
              <w:rPr>
                <w:rFonts w:cs="Arial"/>
                <w:bCs/>
                <w:sz w:val="18"/>
                <w:szCs w:val="18"/>
                <w:lang w:eastAsia="en-US"/>
              </w:rPr>
            </w:pPr>
            <w:r w:rsidRPr="006B24BC">
              <w:rPr>
                <w:rFonts w:cs="Arial"/>
                <w:bCs/>
                <w:sz w:val="18"/>
                <w:szCs w:val="18"/>
              </w:rPr>
              <w:t>1.</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CCC75D7" w14:textId="77777777" w:rsidR="006B24BC" w:rsidRPr="006B24BC" w:rsidRDefault="006B24BC" w:rsidP="006B24BC">
            <w:pPr>
              <w:widowControl w:val="0"/>
              <w:autoSpaceDE w:val="0"/>
              <w:autoSpaceDN w:val="0"/>
              <w:adjustRightInd w:val="0"/>
              <w:spacing w:line="240" w:lineRule="auto"/>
              <w:jc w:val="left"/>
              <w:rPr>
                <w:rFonts w:eastAsia="Calibri" w:cs="Arial"/>
                <w:sz w:val="18"/>
                <w:szCs w:val="18"/>
                <w:lang w:eastAsia="en-US"/>
              </w:rPr>
            </w:pPr>
            <w:r w:rsidRPr="006B24BC">
              <w:rPr>
                <w:rFonts w:eastAsia="Calibri" w:cs="Arial"/>
                <w:sz w:val="18"/>
                <w:szCs w:val="18"/>
                <w:lang w:eastAsia="en-US"/>
              </w:rPr>
              <w:t>Opłata miesięczna za usługę</w:t>
            </w:r>
          </w:p>
        </w:tc>
        <w:tc>
          <w:tcPr>
            <w:tcW w:w="1985" w:type="dxa"/>
            <w:tcBorders>
              <w:top w:val="single" w:sz="4" w:space="0" w:color="auto"/>
              <w:left w:val="single" w:sz="4" w:space="0" w:color="auto"/>
              <w:bottom w:val="single" w:sz="4" w:space="0" w:color="auto"/>
              <w:right w:val="single" w:sz="4" w:space="0" w:color="auto"/>
            </w:tcBorders>
            <w:vAlign w:val="center"/>
          </w:tcPr>
          <w:p w14:paraId="0AD18696" w14:textId="77777777" w:rsidR="006B24BC" w:rsidRPr="006B24BC" w:rsidRDefault="006B24BC" w:rsidP="006B24BC">
            <w:pPr>
              <w:widowControl w:val="0"/>
              <w:autoSpaceDE w:val="0"/>
              <w:autoSpaceDN w:val="0"/>
              <w:adjustRightInd w:val="0"/>
              <w:spacing w:line="240" w:lineRule="auto"/>
              <w:jc w:val="right"/>
              <w:rPr>
                <w:rFonts w:eastAsia="Calibri" w:cs="Arial"/>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324D4ED" w14:textId="77777777" w:rsidR="006B24BC" w:rsidRPr="006B24BC" w:rsidRDefault="006B24BC" w:rsidP="006B24BC">
            <w:pPr>
              <w:widowControl w:val="0"/>
              <w:autoSpaceDE w:val="0"/>
              <w:autoSpaceDN w:val="0"/>
              <w:adjustRightInd w:val="0"/>
              <w:spacing w:line="240" w:lineRule="auto"/>
              <w:jc w:val="center"/>
              <w:rPr>
                <w:rFonts w:cs="Arial"/>
                <w:sz w:val="18"/>
                <w:szCs w:val="18"/>
                <w:lang w:eastAsia="en-US"/>
              </w:rPr>
            </w:pPr>
            <w:r w:rsidRPr="006B24BC">
              <w:rPr>
                <w:rFonts w:cs="Arial"/>
                <w:sz w:val="18"/>
                <w:szCs w:val="18"/>
                <w:lang w:eastAsia="en-US"/>
              </w:rPr>
              <w:t>60</w:t>
            </w:r>
          </w:p>
        </w:tc>
        <w:tc>
          <w:tcPr>
            <w:tcW w:w="2126" w:type="dxa"/>
            <w:tcBorders>
              <w:top w:val="single" w:sz="4" w:space="0" w:color="auto"/>
              <w:left w:val="single" w:sz="4" w:space="0" w:color="auto"/>
              <w:bottom w:val="single" w:sz="4" w:space="0" w:color="auto"/>
              <w:right w:val="single" w:sz="4" w:space="0" w:color="auto"/>
            </w:tcBorders>
            <w:vAlign w:val="center"/>
          </w:tcPr>
          <w:p w14:paraId="570956EC" w14:textId="77777777" w:rsidR="006B24BC" w:rsidRPr="006B24BC" w:rsidRDefault="006B24BC" w:rsidP="006B24BC">
            <w:pPr>
              <w:widowControl w:val="0"/>
              <w:autoSpaceDE w:val="0"/>
              <w:autoSpaceDN w:val="0"/>
              <w:adjustRightInd w:val="0"/>
              <w:spacing w:line="240" w:lineRule="auto"/>
              <w:jc w:val="right"/>
              <w:rPr>
                <w:rFonts w:cs="Arial"/>
                <w:sz w:val="18"/>
                <w:szCs w:val="18"/>
                <w:lang w:eastAsia="en-US"/>
              </w:rPr>
            </w:pPr>
          </w:p>
        </w:tc>
      </w:tr>
      <w:tr w:rsidR="006B24BC" w:rsidRPr="006B24BC" w14:paraId="30EDFA66" w14:textId="77777777" w:rsidTr="002644C0">
        <w:trPr>
          <w:trHeight w:val="470"/>
        </w:trPr>
        <w:tc>
          <w:tcPr>
            <w:tcW w:w="4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921D463" w14:textId="77777777" w:rsidR="006B24BC" w:rsidRPr="006B24BC" w:rsidRDefault="006B24BC" w:rsidP="006B24BC">
            <w:pPr>
              <w:widowControl w:val="0"/>
              <w:autoSpaceDE w:val="0"/>
              <w:autoSpaceDN w:val="0"/>
              <w:adjustRightInd w:val="0"/>
              <w:spacing w:line="240" w:lineRule="auto"/>
              <w:jc w:val="center"/>
              <w:rPr>
                <w:rFonts w:cs="Arial"/>
                <w:bCs/>
                <w:sz w:val="18"/>
                <w:szCs w:val="18"/>
              </w:rPr>
            </w:pPr>
            <w:r w:rsidRPr="006B24BC">
              <w:rPr>
                <w:rFonts w:cs="Arial"/>
                <w:bCs/>
                <w:sz w:val="18"/>
                <w:szCs w:val="18"/>
              </w:rPr>
              <w:t>2.</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1DD977A" w14:textId="77777777" w:rsidR="006B24BC" w:rsidRPr="006B24BC" w:rsidRDefault="006B24BC" w:rsidP="006B24BC">
            <w:pPr>
              <w:widowControl w:val="0"/>
              <w:autoSpaceDE w:val="0"/>
              <w:autoSpaceDN w:val="0"/>
              <w:adjustRightInd w:val="0"/>
              <w:spacing w:line="240" w:lineRule="auto"/>
              <w:jc w:val="left"/>
              <w:rPr>
                <w:rFonts w:eastAsia="Calibri" w:cs="Arial"/>
                <w:sz w:val="18"/>
                <w:szCs w:val="18"/>
                <w:lang w:eastAsia="en-US"/>
              </w:rPr>
            </w:pPr>
            <w:r w:rsidRPr="006B24BC">
              <w:rPr>
                <w:rFonts w:eastAsia="Calibri" w:cs="Arial"/>
                <w:sz w:val="18"/>
                <w:szCs w:val="18"/>
                <w:lang w:eastAsia="en-US"/>
              </w:rPr>
              <w:t>Opłata instalacyjna</w:t>
            </w:r>
          </w:p>
        </w:tc>
        <w:tc>
          <w:tcPr>
            <w:tcW w:w="1985" w:type="dxa"/>
            <w:tcBorders>
              <w:top w:val="single" w:sz="4" w:space="0" w:color="auto"/>
              <w:left w:val="single" w:sz="4" w:space="0" w:color="auto"/>
              <w:bottom w:val="single" w:sz="4" w:space="0" w:color="auto"/>
              <w:right w:val="single" w:sz="4" w:space="0" w:color="auto"/>
            </w:tcBorders>
            <w:vAlign w:val="center"/>
          </w:tcPr>
          <w:p w14:paraId="5D092864" w14:textId="77777777" w:rsidR="006B24BC" w:rsidRPr="006B24BC" w:rsidRDefault="006B24BC" w:rsidP="006B24BC">
            <w:pPr>
              <w:widowControl w:val="0"/>
              <w:autoSpaceDE w:val="0"/>
              <w:autoSpaceDN w:val="0"/>
              <w:adjustRightInd w:val="0"/>
              <w:spacing w:line="240" w:lineRule="auto"/>
              <w:jc w:val="right"/>
              <w:rPr>
                <w:rFonts w:eastAsia="Calibri" w:cs="Arial"/>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35F74F2" w14:textId="77777777" w:rsidR="006B24BC" w:rsidRPr="006B24BC" w:rsidRDefault="006B24BC" w:rsidP="006B24BC">
            <w:pPr>
              <w:widowControl w:val="0"/>
              <w:autoSpaceDE w:val="0"/>
              <w:autoSpaceDN w:val="0"/>
              <w:adjustRightInd w:val="0"/>
              <w:spacing w:line="240" w:lineRule="auto"/>
              <w:jc w:val="center"/>
              <w:rPr>
                <w:rFonts w:cs="Arial"/>
                <w:sz w:val="18"/>
                <w:szCs w:val="18"/>
                <w:lang w:eastAsia="en-US"/>
              </w:rPr>
            </w:pPr>
            <w:r w:rsidRPr="006B24BC">
              <w:rPr>
                <w:rFonts w:cs="Arial"/>
                <w:sz w:val="18"/>
                <w:szCs w:val="18"/>
                <w:lang w:eastAsia="en-US"/>
              </w:rPr>
              <w:t>jednorazowa</w:t>
            </w:r>
          </w:p>
        </w:tc>
        <w:tc>
          <w:tcPr>
            <w:tcW w:w="2126" w:type="dxa"/>
            <w:tcBorders>
              <w:top w:val="single" w:sz="4" w:space="0" w:color="auto"/>
              <w:left w:val="single" w:sz="4" w:space="0" w:color="auto"/>
              <w:bottom w:val="single" w:sz="4" w:space="0" w:color="auto"/>
              <w:right w:val="single" w:sz="4" w:space="0" w:color="auto"/>
            </w:tcBorders>
            <w:vAlign w:val="center"/>
          </w:tcPr>
          <w:p w14:paraId="401641FA" w14:textId="77777777" w:rsidR="006B24BC" w:rsidRPr="006B24BC" w:rsidRDefault="006B24BC" w:rsidP="006B24BC">
            <w:pPr>
              <w:widowControl w:val="0"/>
              <w:autoSpaceDE w:val="0"/>
              <w:autoSpaceDN w:val="0"/>
              <w:adjustRightInd w:val="0"/>
              <w:spacing w:line="240" w:lineRule="auto"/>
              <w:jc w:val="right"/>
              <w:rPr>
                <w:rFonts w:cs="Arial"/>
                <w:sz w:val="18"/>
                <w:szCs w:val="18"/>
                <w:lang w:eastAsia="en-US"/>
              </w:rPr>
            </w:pPr>
          </w:p>
        </w:tc>
      </w:tr>
      <w:tr w:rsidR="006B24BC" w:rsidRPr="006B24BC" w14:paraId="2B772A5F" w14:textId="77777777" w:rsidTr="002644C0">
        <w:trPr>
          <w:trHeight w:val="470"/>
        </w:trPr>
        <w:tc>
          <w:tcPr>
            <w:tcW w:w="6658"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ABE815" w14:textId="77777777" w:rsidR="006B24BC" w:rsidRPr="006B24BC" w:rsidRDefault="006B24BC" w:rsidP="006B24BC">
            <w:pPr>
              <w:widowControl w:val="0"/>
              <w:autoSpaceDE w:val="0"/>
              <w:autoSpaceDN w:val="0"/>
              <w:adjustRightInd w:val="0"/>
              <w:spacing w:line="240" w:lineRule="auto"/>
              <w:ind w:right="139"/>
              <w:jc w:val="right"/>
              <w:rPr>
                <w:rFonts w:cs="Arial"/>
                <w:sz w:val="18"/>
                <w:szCs w:val="18"/>
                <w:lang w:eastAsia="en-US"/>
              </w:rPr>
            </w:pPr>
            <w:r w:rsidRPr="006B24BC">
              <w:rPr>
                <w:rFonts w:cs="Arial"/>
                <w:b/>
                <w:sz w:val="18"/>
                <w:szCs w:val="18"/>
              </w:rPr>
              <w:t>Suma netto:</w:t>
            </w:r>
          </w:p>
        </w:tc>
        <w:tc>
          <w:tcPr>
            <w:tcW w:w="2126" w:type="dxa"/>
            <w:tcBorders>
              <w:top w:val="single" w:sz="4" w:space="0" w:color="auto"/>
              <w:left w:val="single" w:sz="4" w:space="0" w:color="auto"/>
              <w:bottom w:val="single" w:sz="4" w:space="0" w:color="auto"/>
              <w:right w:val="single" w:sz="4" w:space="0" w:color="auto"/>
            </w:tcBorders>
            <w:vAlign w:val="center"/>
          </w:tcPr>
          <w:p w14:paraId="41F33CFA" w14:textId="77777777" w:rsidR="006B24BC" w:rsidRPr="006B24BC" w:rsidRDefault="006B24BC" w:rsidP="006B24BC">
            <w:pPr>
              <w:widowControl w:val="0"/>
              <w:autoSpaceDE w:val="0"/>
              <w:autoSpaceDN w:val="0"/>
              <w:adjustRightInd w:val="0"/>
              <w:spacing w:line="240" w:lineRule="auto"/>
              <w:jc w:val="right"/>
              <w:rPr>
                <w:rFonts w:cs="Arial"/>
                <w:sz w:val="18"/>
                <w:szCs w:val="18"/>
                <w:lang w:eastAsia="en-US"/>
              </w:rPr>
            </w:pPr>
          </w:p>
        </w:tc>
      </w:tr>
      <w:tr w:rsidR="006B24BC" w:rsidRPr="006B24BC" w14:paraId="69EF848E" w14:textId="77777777" w:rsidTr="006B24BC">
        <w:trPr>
          <w:trHeight w:val="397"/>
        </w:trPr>
        <w:tc>
          <w:tcPr>
            <w:tcW w:w="8784" w:type="dxa"/>
            <w:gridSpan w:val="5"/>
            <w:tcBorders>
              <w:top w:val="single" w:sz="4" w:space="0" w:color="auto"/>
              <w:left w:val="single" w:sz="4" w:space="0" w:color="auto"/>
              <w:bottom w:val="single" w:sz="4" w:space="0" w:color="auto"/>
              <w:right w:val="single" w:sz="4" w:space="0" w:color="auto"/>
            </w:tcBorders>
            <w:shd w:val="clear" w:color="auto" w:fill="E2EFD9"/>
            <w:tcMar>
              <w:top w:w="0" w:type="dxa"/>
              <w:left w:w="0" w:type="dxa"/>
              <w:bottom w:w="0" w:type="dxa"/>
              <w:right w:w="0" w:type="dxa"/>
            </w:tcMar>
            <w:vAlign w:val="center"/>
          </w:tcPr>
          <w:p w14:paraId="15A15967" w14:textId="77777777" w:rsidR="006B24BC" w:rsidRPr="006B24BC" w:rsidRDefault="006B24BC" w:rsidP="006B24BC">
            <w:pPr>
              <w:widowControl w:val="0"/>
              <w:autoSpaceDE w:val="0"/>
              <w:autoSpaceDN w:val="0"/>
              <w:adjustRightInd w:val="0"/>
              <w:spacing w:line="240" w:lineRule="auto"/>
              <w:jc w:val="center"/>
              <w:rPr>
                <w:rFonts w:cs="Arial"/>
                <w:b/>
                <w:sz w:val="18"/>
                <w:szCs w:val="18"/>
                <w:lang w:eastAsia="en-US"/>
              </w:rPr>
            </w:pPr>
            <w:r w:rsidRPr="006B24BC">
              <w:rPr>
                <w:rFonts w:cs="Arial"/>
                <w:b/>
                <w:sz w:val="18"/>
                <w:szCs w:val="18"/>
                <w:lang w:eastAsia="en-US"/>
              </w:rPr>
              <w:t>Część 2: Świadczenie usługi dostępu do Internetu dla PMG Wierzchowice</w:t>
            </w:r>
          </w:p>
        </w:tc>
      </w:tr>
      <w:tr w:rsidR="006B24BC" w:rsidRPr="006B24BC" w14:paraId="1D6DD633" w14:textId="77777777" w:rsidTr="002644C0">
        <w:trPr>
          <w:trHeight w:val="841"/>
        </w:trPr>
        <w:tc>
          <w:tcPr>
            <w:tcW w:w="427" w:type="dxa"/>
            <w:tcBorders>
              <w:top w:val="single" w:sz="4" w:space="0" w:color="auto"/>
              <w:left w:val="single" w:sz="4" w:space="0" w:color="auto"/>
              <w:bottom w:val="single" w:sz="4" w:space="0" w:color="auto"/>
              <w:right w:val="single" w:sz="4" w:space="0" w:color="auto"/>
            </w:tcBorders>
            <w:shd w:val="clear" w:color="auto" w:fill="D9D9D9"/>
            <w:tcMar>
              <w:top w:w="0" w:type="dxa"/>
              <w:left w:w="0" w:type="dxa"/>
              <w:bottom w:w="0" w:type="dxa"/>
              <w:right w:w="0" w:type="dxa"/>
            </w:tcMar>
            <w:vAlign w:val="center"/>
            <w:hideMark/>
          </w:tcPr>
          <w:p w14:paraId="24BD2802" w14:textId="77777777" w:rsidR="006B24BC" w:rsidRPr="006B24BC" w:rsidRDefault="006B24BC" w:rsidP="006B24BC">
            <w:pPr>
              <w:widowControl w:val="0"/>
              <w:autoSpaceDE w:val="0"/>
              <w:autoSpaceDN w:val="0"/>
              <w:adjustRightInd w:val="0"/>
              <w:spacing w:line="240" w:lineRule="auto"/>
              <w:jc w:val="center"/>
              <w:rPr>
                <w:rFonts w:cs="Arial"/>
                <w:b/>
                <w:sz w:val="18"/>
                <w:szCs w:val="18"/>
              </w:rPr>
            </w:pPr>
            <w:r w:rsidRPr="006B24BC">
              <w:rPr>
                <w:rFonts w:cs="Arial"/>
                <w:b/>
                <w:sz w:val="18"/>
                <w:szCs w:val="18"/>
              </w:rPr>
              <w:t>Lp.</w:t>
            </w:r>
          </w:p>
        </w:tc>
        <w:tc>
          <w:tcPr>
            <w:tcW w:w="297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B4A833" w14:textId="77777777" w:rsidR="006B24BC" w:rsidRPr="006B24BC" w:rsidRDefault="006B24BC" w:rsidP="006B24BC">
            <w:pPr>
              <w:widowControl w:val="0"/>
              <w:autoSpaceDE w:val="0"/>
              <w:autoSpaceDN w:val="0"/>
              <w:adjustRightInd w:val="0"/>
              <w:spacing w:line="240" w:lineRule="auto"/>
              <w:jc w:val="center"/>
              <w:rPr>
                <w:rFonts w:cs="Arial"/>
                <w:b/>
                <w:sz w:val="18"/>
                <w:szCs w:val="18"/>
              </w:rPr>
            </w:pPr>
            <w:r w:rsidRPr="006B24BC">
              <w:rPr>
                <w:rFonts w:cs="Arial"/>
                <w:b/>
                <w:sz w:val="18"/>
                <w:szCs w:val="18"/>
              </w:rPr>
              <w:t>Opis</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8A56D57" w14:textId="77777777" w:rsidR="006B24BC" w:rsidRPr="006B24BC" w:rsidRDefault="006B24BC" w:rsidP="006B24BC">
            <w:pPr>
              <w:widowControl w:val="0"/>
              <w:autoSpaceDE w:val="0"/>
              <w:autoSpaceDN w:val="0"/>
              <w:adjustRightInd w:val="0"/>
              <w:spacing w:line="240" w:lineRule="auto"/>
              <w:jc w:val="center"/>
              <w:rPr>
                <w:rFonts w:cs="Arial"/>
                <w:b/>
                <w:sz w:val="18"/>
                <w:szCs w:val="18"/>
                <w:lang w:eastAsia="en-US"/>
              </w:rPr>
            </w:pPr>
            <w:r w:rsidRPr="006B24BC">
              <w:rPr>
                <w:rFonts w:cs="Arial"/>
                <w:b/>
                <w:sz w:val="18"/>
                <w:szCs w:val="18"/>
                <w:lang w:eastAsia="en-US"/>
              </w:rPr>
              <w:t>Wartość jednostkowa netto</w:t>
            </w:r>
          </w:p>
          <w:p w14:paraId="3D608104" w14:textId="77777777" w:rsidR="006B24BC" w:rsidRPr="006B24BC" w:rsidRDefault="006B24BC" w:rsidP="006B24BC">
            <w:pPr>
              <w:widowControl w:val="0"/>
              <w:autoSpaceDE w:val="0"/>
              <w:autoSpaceDN w:val="0"/>
              <w:adjustRightInd w:val="0"/>
              <w:spacing w:line="240" w:lineRule="auto"/>
              <w:jc w:val="center"/>
              <w:rPr>
                <w:rFonts w:cs="Arial"/>
                <w:b/>
                <w:sz w:val="18"/>
                <w:szCs w:val="18"/>
                <w:lang w:eastAsia="en-US"/>
              </w:rPr>
            </w:pPr>
            <w:r w:rsidRPr="006B24BC">
              <w:rPr>
                <w:rFonts w:cs="Arial"/>
                <w:b/>
                <w:sz w:val="18"/>
                <w:szCs w:val="18"/>
                <w:lang w:eastAsia="en-US"/>
              </w:rPr>
              <w:t>[PLN]</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424B33" w14:textId="77777777" w:rsidR="006B24BC" w:rsidRPr="006B24BC" w:rsidRDefault="006B24BC" w:rsidP="006B24BC">
            <w:pPr>
              <w:widowControl w:val="0"/>
              <w:autoSpaceDE w:val="0"/>
              <w:autoSpaceDN w:val="0"/>
              <w:adjustRightInd w:val="0"/>
              <w:spacing w:line="240" w:lineRule="auto"/>
              <w:jc w:val="center"/>
              <w:rPr>
                <w:rFonts w:cs="Arial"/>
                <w:b/>
                <w:sz w:val="18"/>
                <w:szCs w:val="18"/>
              </w:rPr>
            </w:pPr>
            <w:r w:rsidRPr="006B24BC">
              <w:rPr>
                <w:rFonts w:cs="Arial"/>
                <w:b/>
                <w:sz w:val="18"/>
                <w:szCs w:val="18"/>
              </w:rPr>
              <w:t>Ilość miesięcy</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4BA7B7" w14:textId="77777777" w:rsidR="006B24BC" w:rsidRPr="006B24BC" w:rsidRDefault="006B24BC" w:rsidP="006B24BC">
            <w:pPr>
              <w:widowControl w:val="0"/>
              <w:autoSpaceDE w:val="0"/>
              <w:autoSpaceDN w:val="0"/>
              <w:adjustRightInd w:val="0"/>
              <w:spacing w:line="240" w:lineRule="auto"/>
              <w:jc w:val="center"/>
              <w:rPr>
                <w:rFonts w:cs="Arial"/>
                <w:b/>
                <w:sz w:val="18"/>
                <w:szCs w:val="18"/>
                <w:lang w:eastAsia="en-US"/>
              </w:rPr>
            </w:pPr>
            <w:r w:rsidRPr="006B24BC">
              <w:rPr>
                <w:rFonts w:cs="Arial"/>
                <w:b/>
                <w:sz w:val="18"/>
                <w:szCs w:val="18"/>
                <w:lang w:eastAsia="en-US"/>
              </w:rPr>
              <w:t>Wartość netto usługi [PLN]</w:t>
            </w:r>
          </w:p>
        </w:tc>
      </w:tr>
      <w:tr w:rsidR="006B24BC" w:rsidRPr="006B24BC" w14:paraId="0BE48158" w14:textId="77777777" w:rsidTr="002644C0">
        <w:trPr>
          <w:trHeight w:val="266"/>
        </w:trPr>
        <w:tc>
          <w:tcPr>
            <w:tcW w:w="427" w:type="dxa"/>
            <w:tcBorders>
              <w:top w:val="single" w:sz="4" w:space="0" w:color="auto"/>
              <w:left w:val="single" w:sz="4" w:space="0" w:color="auto"/>
              <w:bottom w:val="single" w:sz="4" w:space="0" w:color="auto"/>
              <w:right w:val="single" w:sz="4" w:space="0" w:color="auto"/>
            </w:tcBorders>
            <w:shd w:val="clear" w:color="auto" w:fill="D9D9D9"/>
            <w:tcMar>
              <w:top w:w="0" w:type="dxa"/>
              <w:left w:w="0" w:type="dxa"/>
              <w:bottom w:w="0" w:type="dxa"/>
              <w:right w:w="0" w:type="dxa"/>
            </w:tcMar>
            <w:vAlign w:val="center"/>
          </w:tcPr>
          <w:p w14:paraId="19BF1748" w14:textId="77777777" w:rsidR="006B24BC" w:rsidRPr="006B24BC" w:rsidRDefault="006B24BC" w:rsidP="006B24BC">
            <w:pPr>
              <w:widowControl w:val="0"/>
              <w:autoSpaceDE w:val="0"/>
              <w:autoSpaceDN w:val="0"/>
              <w:adjustRightInd w:val="0"/>
              <w:spacing w:line="240" w:lineRule="auto"/>
              <w:jc w:val="center"/>
              <w:rPr>
                <w:rFonts w:cs="Arial"/>
                <w:b/>
                <w:sz w:val="14"/>
                <w:szCs w:val="18"/>
              </w:rPr>
            </w:pPr>
          </w:p>
        </w:tc>
        <w:tc>
          <w:tcPr>
            <w:tcW w:w="2970" w:type="dxa"/>
            <w:tcBorders>
              <w:top w:val="single" w:sz="4" w:space="0" w:color="auto"/>
              <w:left w:val="single" w:sz="4" w:space="0" w:color="auto"/>
              <w:bottom w:val="single" w:sz="4" w:space="0" w:color="auto"/>
              <w:right w:val="single" w:sz="4" w:space="0" w:color="auto"/>
            </w:tcBorders>
            <w:shd w:val="clear" w:color="auto" w:fill="D9D9D9"/>
            <w:vAlign w:val="center"/>
          </w:tcPr>
          <w:p w14:paraId="52ECD3D6" w14:textId="77777777" w:rsidR="006B24BC" w:rsidRPr="006B24BC" w:rsidRDefault="006B24BC" w:rsidP="006B24BC">
            <w:pPr>
              <w:widowControl w:val="0"/>
              <w:autoSpaceDE w:val="0"/>
              <w:autoSpaceDN w:val="0"/>
              <w:adjustRightInd w:val="0"/>
              <w:spacing w:line="240" w:lineRule="auto"/>
              <w:jc w:val="center"/>
              <w:rPr>
                <w:rFonts w:cs="Arial"/>
                <w:b/>
                <w:sz w:val="14"/>
                <w:szCs w:val="18"/>
              </w:rPr>
            </w:pPr>
            <w:r w:rsidRPr="006B24BC">
              <w:rPr>
                <w:rFonts w:cs="Arial"/>
                <w:b/>
                <w:sz w:val="14"/>
                <w:szCs w:val="18"/>
              </w:rPr>
              <w:t>1</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628798CC" w14:textId="77777777" w:rsidR="006B24BC" w:rsidRPr="006B24BC" w:rsidRDefault="006B24BC" w:rsidP="006B24BC">
            <w:pPr>
              <w:widowControl w:val="0"/>
              <w:autoSpaceDE w:val="0"/>
              <w:autoSpaceDN w:val="0"/>
              <w:adjustRightInd w:val="0"/>
              <w:spacing w:line="240" w:lineRule="auto"/>
              <w:jc w:val="center"/>
              <w:rPr>
                <w:rFonts w:cs="Arial"/>
                <w:b/>
                <w:sz w:val="14"/>
                <w:szCs w:val="18"/>
                <w:lang w:eastAsia="en-US"/>
              </w:rPr>
            </w:pPr>
            <w:r w:rsidRPr="006B24BC">
              <w:rPr>
                <w:rFonts w:cs="Arial"/>
                <w:b/>
                <w:sz w:val="14"/>
                <w:szCs w:val="18"/>
                <w:lang w:eastAsia="en-US"/>
              </w:rPr>
              <w:t>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6FDC512" w14:textId="77777777" w:rsidR="006B24BC" w:rsidRPr="006B24BC" w:rsidRDefault="006B24BC" w:rsidP="006B24BC">
            <w:pPr>
              <w:widowControl w:val="0"/>
              <w:autoSpaceDE w:val="0"/>
              <w:autoSpaceDN w:val="0"/>
              <w:adjustRightInd w:val="0"/>
              <w:spacing w:line="240" w:lineRule="auto"/>
              <w:jc w:val="center"/>
              <w:rPr>
                <w:rFonts w:cs="Arial"/>
                <w:b/>
                <w:sz w:val="14"/>
                <w:szCs w:val="18"/>
              </w:rPr>
            </w:pPr>
            <w:r w:rsidRPr="006B24BC">
              <w:rPr>
                <w:rFonts w:cs="Arial"/>
                <w:b/>
                <w:sz w:val="14"/>
                <w:szCs w:val="18"/>
              </w:rPr>
              <w:t>3</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507DF9C9" w14:textId="77777777" w:rsidR="006B24BC" w:rsidRPr="006B24BC" w:rsidRDefault="006B24BC" w:rsidP="006B24BC">
            <w:pPr>
              <w:widowControl w:val="0"/>
              <w:autoSpaceDE w:val="0"/>
              <w:autoSpaceDN w:val="0"/>
              <w:adjustRightInd w:val="0"/>
              <w:spacing w:line="240" w:lineRule="auto"/>
              <w:jc w:val="center"/>
              <w:rPr>
                <w:rFonts w:cs="Arial"/>
                <w:b/>
                <w:sz w:val="14"/>
                <w:szCs w:val="18"/>
                <w:lang w:eastAsia="en-US"/>
              </w:rPr>
            </w:pPr>
            <w:r w:rsidRPr="006B24BC">
              <w:rPr>
                <w:rFonts w:cs="Arial"/>
                <w:b/>
                <w:sz w:val="14"/>
                <w:szCs w:val="18"/>
                <w:lang w:eastAsia="en-US"/>
              </w:rPr>
              <w:t>4 = 2x3</w:t>
            </w:r>
          </w:p>
        </w:tc>
      </w:tr>
      <w:tr w:rsidR="006B24BC" w:rsidRPr="006B24BC" w14:paraId="52C3AAE3" w14:textId="77777777" w:rsidTr="002644C0">
        <w:trPr>
          <w:trHeight w:val="397"/>
        </w:trPr>
        <w:tc>
          <w:tcPr>
            <w:tcW w:w="4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5842C0F8" w14:textId="77777777" w:rsidR="006B24BC" w:rsidRPr="006B24BC" w:rsidRDefault="006B24BC" w:rsidP="006B24BC">
            <w:pPr>
              <w:widowControl w:val="0"/>
              <w:autoSpaceDE w:val="0"/>
              <w:autoSpaceDN w:val="0"/>
              <w:adjustRightInd w:val="0"/>
              <w:spacing w:line="240" w:lineRule="auto"/>
              <w:jc w:val="center"/>
              <w:rPr>
                <w:rFonts w:cs="Arial"/>
                <w:bCs/>
                <w:sz w:val="18"/>
                <w:szCs w:val="18"/>
              </w:rPr>
            </w:pPr>
            <w:r w:rsidRPr="006B24BC">
              <w:rPr>
                <w:rFonts w:cs="Arial"/>
                <w:bCs/>
                <w:sz w:val="18"/>
                <w:szCs w:val="18"/>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3F1C62F" w14:textId="77777777" w:rsidR="006B24BC" w:rsidRPr="006B24BC" w:rsidRDefault="006B24BC" w:rsidP="006B24BC">
            <w:pPr>
              <w:widowControl w:val="0"/>
              <w:autoSpaceDE w:val="0"/>
              <w:autoSpaceDN w:val="0"/>
              <w:adjustRightInd w:val="0"/>
              <w:spacing w:line="240" w:lineRule="auto"/>
              <w:jc w:val="left"/>
              <w:rPr>
                <w:rFonts w:cs="Arial"/>
                <w:sz w:val="18"/>
                <w:szCs w:val="18"/>
              </w:rPr>
            </w:pPr>
            <w:r w:rsidRPr="006B24BC">
              <w:rPr>
                <w:rFonts w:eastAsia="Calibri" w:cs="Arial"/>
                <w:sz w:val="18"/>
                <w:szCs w:val="18"/>
                <w:lang w:eastAsia="en-US"/>
              </w:rPr>
              <w:t>Opłata miesięczna za usługę</w:t>
            </w:r>
          </w:p>
        </w:tc>
        <w:tc>
          <w:tcPr>
            <w:tcW w:w="1985" w:type="dxa"/>
            <w:tcBorders>
              <w:top w:val="single" w:sz="4" w:space="0" w:color="auto"/>
              <w:left w:val="single" w:sz="4" w:space="0" w:color="auto"/>
              <w:bottom w:val="single" w:sz="4" w:space="0" w:color="auto"/>
              <w:right w:val="single" w:sz="4" w:space="0" w:color="auto"/>
            </w:tcBorders>
            <w:vAlign w:val="center"/>
          </w:tcPr>
          <w:p w14:paraId="3D4CB59E" w14:textId="77777777" w:rsidR="006B24BC" w:rsidRPr="006B24BC" w:rsidRDefault="006B24BC" w:rsidP="006B24BC">
            <w:pPr>
              <w:widowControl w:val="0"/>
              <w:autoSpaceDE w:val="0"/>
              <w:autoSpaceDN w:val="0"/>
              <w:adjustRightInd w:val="0"/>
              <w:spacing w:line="240" w:lineRule="auto"/>
              <w:jc w:val="right"/>
              <w:rPr>
                <w:rFonts w:eastAsia="Calibri" w:cs="Arial"/>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2E03F3F" w14:textId="77777777" w:rsidR="006B24BC" w:rsidRPr="006B24BC" w:rsidRDefault="006B24BC" w:rsidP="006B24BC">
            <w:pPr>
              <w:widowControl w:val="0"/>
              <w:autoSpaceDE w:val="0"/>
              <w:autoSpaceDN w:val="0"/>
              <w:adjustRightInd w:val="0"/>
              <w:spacing w:line="240" w:lineRule="auto"/>
              <w:jc w:val="center"/>
              <w:rPr>
                <w:rFonts w:cs="Arial"/>
                <w:sz w:val="18"/>
                <w:szCs w:val="18"/>
                <w:lang w:eastAsia="en-US"/>
              </w:rPr>
            </w:pPr>
            <w:r w:rsidRPr="006B24BC">
              <w:rPr>
                <w:rFonts w:cs="Arial"/>
                <w:sz w:val="18"/>
                <w:szCs w:val="18"/>
                <w:lang w:eastAsia="en-US"/>
              </w:rPr>
              <w:t>60</w:t>
            </w:r>
          </w:p>
        </w:tc>
        <w:tc>
          <w:tcPr>
            <w:tcW w:w="2126" w:type="dxa"/>
            <w:tcBorders>
              <w:top w:val="single" w:sz="4" w:space="0" w:color="auto"/>
              <w:left w:val="single" w:sz="4" w:space="0" w:color="auto"/>
              <w:bottom w:val="single" w:sz="4" w:space="0" w:color="auto"/>
              <w:right w:val="single" w:sz="4" w:space="0" w:color="auto"/>
            </w:tcBorders>
            <w:vAlign w:val="center"/>
          </w:tcPr>
          <w:p w14:paraId="2FE72D5A" w14:textId="77777777" w:rsidR="006B24BC" w:rsidRPr="006B24BC" w:rsidRDefault="006B24BC" w:rsidP="006B24BC">
            <w:pPr>
              <w:widowControl w:val="0"/>
              <w:autoSpaceDE w:val="0"/>
              <w:autoSpaceDN w:val="0"/>
              <w:adjustRightInd w:val="0"/>
              <w:spacing w:line="240" w:lineRule="auto"/>
              <w:jc w:val="right"/>
              <w:rPr>
                <w:rFonts w:cs="Arial"/>
                <w:sz w:val="18"/>
                <w:szCs w:val="18"/>
                <w:lang w:eastAsia="en-US"/>
              </w:rPr>
            </w:pPr>
          </w:p>
        </w:tc>
      </w:tr>
      <w:tr w:rsidR="006B24BC" w:rsidRPr="006B24BC" w14:paraId="4EB4F30C" w14:textId="77777777" w:rsidTr="002644C0">
        <w:trPr>
          <w:trHeight w:val="397"/>
        </w:trPr>
        <w:tc>
          <w:tcPr>
            <w:tcW w:w="4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77FB476" w14:textId="77777777" w:rsidR="006B24BC" w:rsidRPr="006B24BC" w:rsidRDefault="006B24BC" w:rsidP="006B24BC">
            <w:pPr>
              <w:widowControl w:val="0"/>
              <w:autoSpaceDE w:val="0"/>
              <w:autoSpaceDN w:val="0"/>
              <w:adjustRightInd w:val="0"/>
              <w:spacing w:line="240" w:lineRule="auto"/>
              <w:jc w:val="center"/>
              <w:rPr>
                <w:rFonts w:cs="Arial"/>
                <w:bCs/>
                <w:sz w:val="18"/>
                <w:szCs w:val="18"/>
              </w:rPr>
            </w:pPr>
            <w:r w:rsidRPr="006B24BC">
              <w:rPr>
                <w:rFonts w:cs="Arial"/>
                <w:bCs/>
                <w:sz w:val="18"/>
                <w:szCs w:val="18"/>
              </w:rPr>
              <w:t>4.</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93ADF38" w14:textId="77777777" w:rsidR="006B24BC" w:rsidRPr="006B24BC" w:rsidRDefault="006B24BC" w:rsidP="006B24BC">
            <w:pPr>
              <w:widowControl w:val="0"/>
              <w:autoSpaceDE w:val="0"/>
              <w:autoSpaceDN w:val="0"/>
              <w:adjustRightInd w:val="0"/>
              <w:spacing w:line="240" w:lineRule="auto"/>
              <w:jc w:val="left"/>
              <w:rPr>
                <w:rFonts w:eastAsia="Calibri" w:cs="Arial"/>
                <w:sz w:val="18"/>
                <w:szCs w:val="18"/>
                <w:lang w:eastAsia="en-US"/>
              </w:rPr>
            </w:pPr>
            <w:r w:rsidRPr="006B24BC">
              <w:rPr>
                <w:rFonts w:eastAsia="Calibri" w:cs="Arial"/>
                <w:sz w:val="18"/>
                <w:szCs w:val="18"/>
                <w:lang w:eastAsia="en-US"/>
              </w:rPr>
              <w:t>Opłata instalacyjna</w:t>
            </w:r>
          </w:p>
        </w:tc>
        <w:tc>
          <w:tcPr>
            <w:tcW w:w="1985" w:type="dxa"/>
            <w:tcBorders>
              <w:top w:val="single" w:sz="4" w:space="0" w:color="auto"/>
              <w:left w:val="single" w:sz="4" w:space="0" w:color="auto"/>
              <w:bottom w:val="single" w:sz="4" w:space="0" w:color="auto"/>
              <w:right w:val="single" w:sz="4" w:space="0" w:color="auto"/>
            </w:tcBorders>
            <w:vAlign w:val="center"/>
          </w:tcPr>
          <w:p w14:paraId="229244B5" w14:textId="77777777" w:rsidR="006B24BC" w:rsidRPr="006B24BC" w:rsidRDefault="006B24BC" w:rsidP="006B24BC">
            <w:pPr>
              <w:widowControl w:val="0"/>
              <w:autoSpaceDE w:val="0"/>
              <w:autoSpaceDN w:val="0"/>
              <w:adjustRightInd w:val="0"/>
              <w:spacing w:line="240" w:lineRule="auto"/>
              <w:jc w:val="right"/>
              <w:rPr>
                <w:rFonts w:eastAsia="Calibri" w:cs="Arial"/>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06293AB" w14:textId="77777777" w:rsidR="006B24BC" w:rsidRPr="006B24BC" w:rsidRDefault="006B24BC" w:rsidP="006B24BC">
            <w:pPr>
              <w:widowControl w:val="0"/>
              <w:autoSpaceDE w:val="0"/>
              <w:autoSpaceDN w:val="0"/>
              <w:adjustRightInd w:val="0"/>
              <w:spacing w:line="240" w:lineRule="auto"/>
              <w:jc w:val="center"/>
              <w:rPr>
                <w:rFonts w:cs="Arial"/>
                <w:sz w:val="18"/>
                <w:szCs w:val="18"/>
                <w:lang w:eastAsia="en-US"/>
              </w:rPr>
            </w:pPr>
            <w:r w:rsidRPr="006B24BC">
              <w:rPr>
                <w:rFonts w:cs="Arial"/>
                <w:sz w:val="18"/>
                <w:szCs w:val="18"/>
                <w:lang w:eastAsia="en-US"/>
              </w:rPr>
              <w:t>jednorazowa</w:t>
            </w:r>
          </w:p>
        </w:tc>
        <w:tc>
          <w:tcPr>
            <w:tcW w:w="2126" w:type="dxa"/>
            <w:tcBorders>
              <w:top w:val="single" w:sz="4" w:space="0" w:color="auto"/>
              <w:left w:val="single" w:sz="4" w:space="0" w:color="auto"/>
              <w:bottom w:val="single" w:sz="4" w:space="0" w:color="auto"/>
              <w:right w:val="single" w:sz="4" w:space="0" w:color="auto"/>
            </w:tcBorders>
            <w:vAlign w:val="center"/>
          </w:tcPr>
          <w:p w14:paraId="40C7DEA3" w14:textId="77777777" w:rsidR="006B24BC" w:rsidRPr="006B24BC" w:rsidRDefault="006B24BC" w:rsidP="006B24BC">
            <w:pPr>
              <w:widowControl w:val="0"/>
              <w:autoSpaceDE w:val="0"/>
              <w:autoSpaceDN w:val="0"/>
              <w:adjustRightInd w:val="0"/>
              <w:spacing w:line="240" w:lineRule="auto"/>
              <w:jc w:val="right"/>
              <w:rPr>
                <w:rFonts w:cs="Arial"/>
                <w:sz w:val="18"/>
                <w:szCs w:val="18"/>
                <w:lang w:eastAsia="en-US"/>
              </w:rPr>
            </w:pPr>
          </w:p>
        </w:tc>
      </w:tr>
      <w:tr w:rsidR="006B24BC" w:rsidRPr="006B24BC" w14:paraId="4B4BDD18" w14:textId="77777777" w:rsidTr="002644C0">
        <w:trPr>
          <w:trHeight w:val="397"/>
        </w:trPr>
        <w:tc>
          <w:tcPr>
            <w:tcW w:w="6658"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EDCF96A" w14:textId="77777777" w:rsidR="006B24BC" w:rsidRPr="006B24BC" w:rsidRDefault="006B24BC" w:rsidP="006B24BC">
            <w:pPr>
              <w:widowControl w:val="0"/>
              <w:autoSpaceDE w:val="0"/>
              <w:autoSpaceDN w:val="0"/>
              <w:adjustRightInd w:val="0"/>
              <w:spacing w:line="240" w:lineRule="auto"/>
              <w:ind w:right="139"/>
              <w:jc w:val="right"/>
              <w:rPr>
                <w:rFonts w:cs="Arial"/>
                <w:sz w:val="18"/>
                <w:szCs w:val="18"/>
                <w:lang w:eastAsia="en-US"/>
              </w:rPr>
            </w:pPr>
            <w:r w:rsidRPr="006B24BC">
              <w:rPr>
                <w:rFonts w:cs="Arial"/>
                <w:b/>
                <w:sz w:val="18"/>
                <w:szCs w:val="18"/>
              </w:rPr>
              <w:t>Suma netto:</w:t>
            </w:r>
          </w:p>
        </w:tc>
        <w:tc>
          <w:tcPr>
            <w:tcW w:w="2126" w:type="dxa"/>
            <w:tcBorders>
              <w:top w:val="single" w:sz="4" w:space="0" w:color="auto"/>
              <w:left w:val="single" w:sz="4" w:space="0" w:color="auto"/>
              <w:bottom w:val="single" w:sz="4" w:space="0" w:color="auto"/>
              <w:right w:val="single" w:sz="4" w:space="0" w:color="auto"/>
            </w:tcBorders>
            <w:vAlign w:val="center"/>
          </w:tcPr>
          <w:p w14:paraId="4E591A1E" w14:textId="77777777" w:rsidR="006B24BC" w:rsidRPr="006B24BC" w:rsidRDefault="006B24BC" w:rsidP="006B24BC">
            <w:pPr>
              <w:widowControl w:val="0"/>
              <w:autoSpaceDE w:val="0"/>
              <w:autoSpaceDN w:val="0"/>
              <w:adjustRightInd w:val="0"/>
              <w:spacing w:line="240" w:lineRule="auto"/>
              <w:jc w:val="right"/>
              <w:rPr>
                <w:rFonts w:cs="Arial"/>
                <w:sz w:val="18"/>
                <w:szCs w:val="18"/>
                <w:lang w:eastAsia="en-US"/>
              </w:rPr>
            </w:pPr>
          </w:p>
        </w:tc>
      </w:tr>
    </w:tbl>
    <w:p w14:paraId="4FB21748" w14:textId="77777777" w:rsidR="00087C7C" w:rsidRPr="004F4CEF" w:rsidRDefault="00087C7C" w:rsidP="00087C7C">
      <w:pPr>
        <w:adjustRightInd w:val="0"/>
        <w:rPr>
          <w:rFonts w:cs="Arial"/>
          <w:sz w:val="2"/>
          <w:szCs w:val="20"/>
        </w:rPr>
      </w:pPr>
    </w:p>
    <w:p w14:paraId="2B548A9E" w14:textId="71022030" w:rsidR="00087C7C" w:rsidRPr="004123AB" w:rsidRDefault="00087C7C" w:rsidP="0026171A">
      <w:pPr>
        <w:pStyle w:val="DraftLineWC"/>
        <w:suppressAutoHyphens w:val="0"/>
        <w:spacing w:after="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26171A">
      <w:pPr>
        <w:pStyle w:val="Styl1formularz"/>
        <w:spacing w:before="200"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26171A">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26171A">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26171A">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26171A">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26171A">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26171A">
      <w:pPr>
        <w:pStyle w:val="Styl1formularz"/>
        <w:spacing w:line="259" w:lineRule="auto"/>
      </w:pPr>
      <w:r w:rsidRPr="00AF1D9B">
        <w:t>Zakres prac, który zamierzamy wykonać przy udziale podwykonawców:</w:t>
      </w:r>
    </w:p>
    <w:p w14:paraId="58C2A783" w14:textId="77777777" w:rsidR="00AF1D9B" w:rsidRPr="00AF1D9B" w:rsidRDefault="00AF1D9B" w:rsidP="0026171A">
      <w:pPr>
        <w:pStyle w:val="Styl1formularz"/>
        <w:numPr>
          <w:ilvl w:val="0"/>
          <w:numId w:val="23"/>
        </w:numPr>
        <w:spacing w:line="259" w:lineRule="auto"/>
        <w:ind w:left="851" w:hanging="425"/>
      </w:pPr>
      <w:r w:rsidRPr="00AF1D9B">
        <w:t>..................................................................................</w:t>
      </w:r>
    </w:p>
    <w:p w14:paraId="3EA128AD" w14:textId="77777777" w:rsidR="00AF1D9B" w:rsidRPr="004123AB" w:rsidRDefault="00AF1D9B" w:rsidP="0026171A">
      <w:pPr>
        <w:pStyle w:val="Styl1formularz"/>
        <w:numPr>
          <w:ilvl w:val="0"/>
          <w:numId w:val="0"/>
        </w:numPr>
        <w:spacing w:before="0" w:line="259" w:lineRule="auto"/>
        <w:ind w:left="851"/>
        <w:rPr>
          <w:sz w:val="18"/>
          <w:szCs w:val="18"/>
        </w:rPr>
      </w:pPr>
      <w:r w:rsidRPr="004123AB">
        <w:rPr>
          <w:i/>
          <w:iCs/>
          <w:sz w:val="18"/>
          <w:szCs w:val="18"/>
        </w:rPr>
        <w:t>(część zamówienia, nazwa podwykonawcy o ile jest znany)</w:t>
      </w:r>
    </w:p>
    <w:p w14:paraId="47A257C1" w14:textId="77777777" w:rsidR="00AF1D9B" w:rsidRPr="00AF1D9B" w:rsidRDefault="00AF1D9B" w:rsidP="0026171A">
      <w:pPr>
        <w:pStyle w:val="Styl1formularz"/>
        <w:numPr>
          <w:ilvl w:val="0"/>
          <w:numId w:val="23"/>
        </w:numPr>
        <w:spacing w:line="259" w:lineRule="auto"/>
        <w:ind w:left="851" w:hanging="425"/>
      </w:pPr>
      <w:r w:rsidRPr="00AF1D9B">
        <w:lastRenderedPageBreak/>
        <w:t xml:space="preserve"> ...................................................................................</w:t>
      </w:r>
    </w:p>
    <w:p w14:paraId="75688032" w14:textId="63268B53" w:rsidR="00AF1D9B" w:rsidRPr="004123AB" w:rsidRDefault="00AF1D9B" w:rsidP="0026171A">
      <w:pPr>
        <w:pStyle w:val="Styl1formularz"/>
        <w:numPr>
          <w:ilvl w:val="0"/>
          <w:numId w:val="0"/>
        </w:numPr>
        <w:spacing w:before="0" w:line="259" w:lineRule="auto"/>
        <w:ind w:left="851"/>
        <w:rPr>
          <w:i/>
        </w:rPr>
      </w:pPr>
      <w:r w:rsidRPr="004123AB">
        <w:rPr>
          <w:bCs/>
          <w:i/>
          <w:iCs/>
          <w:sz w:val="18"/>
        </w:rPr>
        <w:t>(część zamówienia, nazwa podwykonawcy o ile jest znany)</w:t>
      </w:r>
    </w:p>
    <w:p w14:paraId="08E09519" w14:textId="7C99C3C3" w:rsidR="00396670" w:rsidRPr="00C713EC" w:rsidRDefault="00396670" w:rsidP="0026171A">
      <w:pPr>
        <w:pStyle w:val="Styl1formularz"/>
        <w:spacing w:line="259" w:lineRule="auto"/>
      </w:pPr>
      <w:r w:rsidRPr="00C713EC">
        <w:t>Oświadczamy, że*</w:t>
      </w:r>
      <w:r w:rsidR="00B27AF6">
        <w:rPr>
          <w:i/>
        </w:rPr>
        <w:t>(wybrać właściwe)</w:t>
      </w:r>
      <w:r w:rsidRPr="00C713EC">
        <w:t>:</w:t>
      </w:r>
    </w:p>
    <w:p w14:paraId="2AC486E6" w14:textId="48DA3C68" w:rsidR="00396670" w:rsidRPr="004123AB" w:rsidRDefault="0026171A" w:rsidP="0026171A">
      <w:pPr>
        <w:spacing w:line="259" w:lineRule="auto"/>
        <w:ind w:left="142"/>
        <w:rPr>
          <w:rFonts w:cs="Arial"/>
          <w:color w:val="000000"/>
          <w:sz w:val="20"/>
          <w:szCs w:val="20"/>
        </w:rPr>
      </w:pPr>
      <w:sdt>
        <w:sdtPr>
          <w:rPr>
            <w:rFonts w:cs="Arial"/>
            <w:sz w:val="20"/>
            <w:szCs w:val="20"/>
            <w:lang w:eastAsia="en-US"/>
          </w:rPr>
          <w:id w:val="985284544"/>
          <w14:checkbox>
            <w14:checked w14:val="0"/>
            <w14:checkedState w14:val="2612" w14:font="MS Gothic"/>
            <w14:uncheckedState w14:val="2610" w14:font="MS Gothic"/>
          </w14:checkbox>
        </w:sdtPr>
        <w:sdtContent>
          <w:r>
            <w:rPr>
              <w:rFonts w:ascii="MS Gothic" w:eastAsia="MS Gothic" w:hAnsi="MS Gothic" w:cs="Arial" w:hint="eastAsia"/>
              <w:sz w:val="20"/>
              <w:szCs w:val="20"/>
              <w:lang w:eastAsia="en-US"/>
            </w:rPr>
            <w:t>☐</w:t>
          </w:r>
        </w:sdtContent>
      </w:sdt>
      <w:r>
        <w:rPr>
          <w:rFonts w:cs="Arial"/>
          <w:sz w:val="20"/>
          <w:szCs w:val="20"/>
          <w:lang w:eastAsia="en-US"/>
        </w:rPr>
        <w:t xml:space="preserve"> </w:t>
      </w:r>
      <w:r w:rsidR="00396670" w:rsidRPr="004123AB">
        <w:rPr>
          <w:rFonts w:cs="Arial"/>
          <w:sz w:val="20"/>
          <w:szCs w:val="20"/>
          <w:lang w:eastAsia="en-US"/>
        </w:rPr>
        <w:t>przekazujemy dane osobowe inne niż bezpośrednio nas dotyczące wobec czego:</w:t>
      </w:r>
    </w:p>
    <w:p w14:paraId="5077DC7A" w14:textId="50941FD4" w:rsidR="00396670" w:rsidRPr="007F6E2A" w:rsidRDefault="00396670" w:rsidP="0026171A">
      <w:pPr>
        <w:pStyle w:val="Styla"/>
        <w:numPr>
          <w:ilvl w:val="0"/>
          <w:numId w:val="21"/>
        </w:numPr>
        <w:spacing w:line="259" w:lineRule="auto"/>
        <w:ind w:left="709" w:hanging="283"/>
        <w:contextualSpacing w:val="0"/>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6171A">
      <w:pPr>
        <w:pStyle w:val="Styla"/>
        <w:spacing w:line="259" w:lineRule="auto"/>
        <w:ind w:left="709" w:hanging="283"/>
        <w:contextualSpacing w:val="0"/>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6171A">
      <w:pPr>
        <w:pStyle w:val="Styla"/>
        <w:spacing w:line="259" w:lineRule="auto"/>
        <w:ind w:left="709" w:hanging="283"/>
        <w:contextualSpacing w:val="0"/>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31061198" w:rsidR="000F2FE6" w:rsidRPr="00250971" w:rsidRDefault="0026171A" w:rsidP="0026171A">
      <w:pPr>
        <w:pStyle w:val="Akapitzlist"/>
        <w:autoSpaceDE w:val="0"/>
        <w:autoSpaceDN w:val="0"/>
        <w:spacing w:after="120" w:line="259" w:lineRule="auto"/>
        <w:ind w:left="426" w:hanging="284"/>
        <w:contextualSpacing w:val="0"/>
        <w:rPr>
          <w:rFonts w:eastAsia="Calibri" w:cs="Arial"/>
          <w:color w:val="000000"/>
          <w:sz w:val="20"/>
          <w:szCs w:val="20"/>
        </w:rPr>
      </w:pPr>
      <w:sdt>
        <w:sdtPr>
          <w:rPr>
            <w:rFonts w:cs="Arial"/>
            <w:sz w:val="20"/>
            <w:szCs w:val="20"/>
            <w:lang w:eastAsia="en-US"/>
          </w:rPr>
          <w:id w:val="-1157846001"/>
          <w14:checkbox>
            <w14:checked w14:val="0"/>
            <w14:checkedState w14:val="2612" w14:font="MS Gothic"/>
            <w14:uncheckedState w14:val="2610" w14:font="MS Gothic"/>
          </w14:checkbox>
        </w:sdtPr>
        <w:sdtContent>
          <w:r>
            <w:rPr>
              <w:rFonts w:ascii="MS Gothic" w:eastAsia="MS Gothic" w:hAnsi="MS Gothic" w:cs="Arial" w:hint="eastAsia"/>
              <w:sz w:val="20"/>
              <w:szCs w:val="20"/>
              <w:lang w:eastAsia="en-US"/>
            </w:rPr>
            <w:t>☐</w:t>
          </w:r>
        </w:sdtContent>
      </w:sdt>
      <w:r>
        <w:rPr>
          <w:rFonts w:cs="Arial"/>
          <w:sz w:val="20"/>
          <w:szCs w:val="20"/>
          <w:lang w:eastAsia="en-US"/>
        </w:rPr>
        <w:t xml:space="preserve"> </w:t>
      </w:r>
      <w:r w:rsidR="000F2FE6" w:rsidRPr="00C023E8">
        <w:rPr>
          <w:rFonts w:cs="Arial"/>
          <w:sz w:val="20"/>
          <w:szCs w:val="20"/>
          <w:lang w:eastAsia="en-US"/>
        </w:rPr>
        <w:t>nie przekazujemy danych osobowych innych niż bezpośr</w:t>
      </w:r>
      <w:r>
        <w:rPr>
          <w:rFonts w:cs="Arial"/>
          <w:sz w:val="20"/>
          <w:szCs w:val="20"/>
          <w:lang w:eastAsia="en-US"/>
        </w:rPr>
        <w:t xml:space="preserve">ednio nas dotyczących </w:t>
      </w:r>
      <w:r w:rsidR="000F2FE6" w:rsidRPr="00C023E8">
        <w:rPr>
          <w:rFonts w:cs="Arial"/>
          <w:sz w:val="20"/>
          <w:szCs w:val="20"/>
          <w:lang w:eastAsia="en-US"/>
        </w:rPr>
        <w:t>lub zachodzi wyłączenie stosowania obowiązku informacyjneg</w:t>
      </w:r>
      <w:r>
        <w:rPr>
          <w:rFonts w:cs="Arial"/>
          <w:sz w:val="20"/>
          <w:szCs w:val="20"/>
          <w:lang w:eastAsia="en-US"/>
        </w:rPr>
        <w:t xml:space="preserve">o, stosownie do art. 13 ust. 4 </w:t>
      </w:r>
      <w:r w:rsidR="000F2FE6" w:rsidRPr="00C023E8">
        <w:rPr>
          <w:rFonts w:cs="Arial"/>
          <w:sz w:val="20"/>
          <w:szCs w:val="20"/>
          <w:lang w:eastAsia="en-US"/>
        </w:rPr>
        <w:t>lub art. 14 ust. 5 RODO</w:t>
      </w:r>
      <w:r w:rsidR="00000287">
        <w:rPr>
          <w:rFonts w:cs="Arial"/>
          <w:sz w:val="20"/>
          <w:szCs w:val="20"/>
          <w:lang w:eastAsia="en-US"/>
        </w:rPr>
        <w:t>.</w:t>
      </w:r>
    </w:p>
    <w:p w14:paraId="441435AE" w14:textId="10CF12A8" w:rsidR="00087C7C" w:rsidRDefault="00992149" w:rsidP="0026171A">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26171A">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26171A">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26171A">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229"/>
      </w:tblGrid>
      <w:tr w:rsidR="00087C7C" w:rsidRPr="00F0054B" w14:paraId="11EBB526" w14:textId="77777777" w:rsidTr="0026171A">
        <w:trPr>
          <w:trHeight w:val="284"/>
          <w:jc w:val="right"/>
        </w:trPr>
        <w:tc>
          <w:tcPr>
            <w:tcW w:w="2405" w:type="dxa"/>
            <w:vAlign w:val="center"/>
          </w:tcPr>
          <w:p w14:paraId="72218706" w14:textId="77777777" w:rsidR="00087C7C" w:rsidRPr="00F0054B" w:rsidRDefault="00087C7C" w:rsidP="0026171A">
            <w:pPr>
              <w:spacing w:line="259" w:lineRule="auto"/>
              <w:rPr>
                <w:rFonts w:cs="Arial"/>
                <w:sz w:val="20"/>
                <w:szCs w:val="20"/>
              </w:rPr>
            </w:pPr>
            <w:r w:rsidRPr="00F0054B">
              <w:rPr>
                <w:rFonts w:cs="Arial"/>
                <w:sz w:val="20"/>
                <w:szCs w:val="20"/>
              </w:rPr>
              <w:t xml:space="preserve">Imię i nazwisko </w:t>
            </w:r>
          </w:p>
        </w:tc>
        <w:tc>
          <w:tcPr>
            <w:tcW w:w="6229" w:type="dxa"/>
            <w:vAlign w:val="center"/>
          </w:tcPr>
          <w:p w14:paraId="0B45DAE8" w14:textId="77777777" w:rsidR="00087C7C" w:rsidRPr="00F0054B" w:rsidRDefault="00087C7C" w:rsidP="0026171A">
            <w:pPr>
              <w:spacing w:line="259" w:lineRule="auto"/>
              <w:rPr>
                <w:rFonts w:cs="Arial"/>
                <w:sz w:val="20"/>
                <w:szCs w:val="20"/>
              </w:rPr>
            </w:pPr>
          </w:p>
        </w:tc>
      </w:tr>
      <w:tr w:rsidR="00087C7C" w:rsidRPr="00F0054B" w14:paraId="449CBB36" w14:textId="77777777" w:rsidTr="0026171A">
        <w:trPr>
          <w:trHeight w:val="284"/>
          <w:jc w:val="right"/>
        </w:trPr>
        <w:tc>
          <w:tcPr>
            <w:tcW w:w="2405" w:type="dxa"/>
            <w:vAlign w:val="center"/>
          </w:tcPr>
          <w:p w14:paraId="1A91357E" w14:textId="77777777" w:rsidR="00087C7C" w:rsidRPr="00F0054B" w:rsidRDefault="00087C7C" w:rsidP="0026171A">
            <w:pPr>
              <w:spacing w:line="259" w:lineRule="auto"/>
              <w:rPr>
                <w:rFonts w:cs="Arial"/>
                <w:sz w:val="20"/>
                <w:szCs w:val="20"/>
              </w:rPr>
            </w:pPr>
            <w:r w:rsidRPr="00F0054B">
              <w:rPr>
                <w:rFonts w:cs="Arial"/>
                <w:sz w:val="20"/>
                <w:szCs w:val="20"/>
              </w:rPr>
              <w:t xml:space="preserve">Instytucja </w:t>
            </w:r>
          </w:p>
        </w:tc>
        <w:tc>
          <w:tcPr>
            <w:tcW w:w="6229" w:type="dxa"/>
            <w:vAlign w:val="center"/>
          </w:tcPr>
          <w:p w14:paraId="4FBDEF93" w14:textId="77777777" w:rsidR="00087C7C" w:rsidRPr="00F0054B" w:rsidRDefault="00087C7C" w:rsidP="0026171A">
            <w:pPr>
              <w:spacing w:line="259" w:lineRule="auto"/>
              <w:rPr>
                <w:rFonts w:cs="Arial"/>
                <w:sz w:val="20"/>
                <w:szCs w:val="20"/>
              </w:rPr>
            </w:pPr>
          </w:p>
        </w:tc>
      </w:tr>
      <w:tr w:rsidR="00087C7C" w:rsidRPr="00F0054B" w14:paraId="43E053AB" w14:textId="77777777" w:rsidTr="0026171A">
        <w:trPr>
          <w:trHeight w:val="284"/>
          <w:jc w:val="right"/>
        </w:trPr>
        <w:tc>
          <w:tcPr>
            <w:tcW w:w="2405" w:type="dxa"/>
            <w:vAlign w:val="center"/>
          </w:tcPr>
          <w:p w14:paraId="4BC6D42B" w14:textId="77777777" w:rsidR="00087C7C" w:rsidRPr="00F0054B" w:rsidRDefault="00087C7C" w:rsidP="0026171A">
            <w:pPr>
              <w:spacing w:line="259" w:lineRule="auto"/>
              <w:rPr>
                <w:rFonts w:cs="Arial"/>
                <w:sz w:val="20"/>
                <w:szCs w:val="20"/>
              </w:rPr>
            </w:pPr>
            <w:r w:rsidRPr="00F0054B">
              <w:rPr>
                <w:rFonts w:cs="Arial"/>
                <w:sz w:val="20"/>
                <w:szCs w:val="20"/>
              </w:rPr>
              <w:t>Adres</w:t>
            </w:r>
          </w:p>
        </w:tc>
        <w:tc>
          <w:tcPr>
            <w:tcW w:w="6229" w:type="dxa"/>
            <w:vAlign w:val="center"/>
          </w:tcPr>
          <w:p w14:paraId="25C64F63" w14:textId="77777777" w:rsidR="00087C7C" w:rsidRPr="00F0054B" w:rsidRDefault="00087C7C" w:rsidP="0026171A">
            <w:pPr>
              <w:spacing w:line="259" w:lineRule="auto"/>
              <w:rPr>
                <w:rFonts w:cs="Arial"/>
                <w:sz w:val="20"/>
                <w:szCs w:val="20"/>
              </w:rPr>
            </w:pPr>
          </w:p>
        </w:tc>
      </w:tr>
      <w:tr w:rsidR="00087C7C" w:rsidRPr="00F0054B" w14:paraId="7452D0A9" w14:textId="77777777" w:rsidTr="0026171A">
        <w:trPr>
          <w:trHeight w:val="284"/>
          <w:jc w:val="right"/>
        </w:trPr>
        <w:tc>
          <w:tcPr>
            <w:tcW w:w="2405" w:type="dxa"/>
            <w:vAlign w:val="center"/>
          </w:tcPr>
          <w:p w14:paraId="0FF6A4A3" w14:textId="77777777" w:rsidR="00087C7C" w:rsidRPr="00F0054B" w:rsidRDefault="00087C7C" w:rsidP="0026171A">
            <w:pPr>
              <w:spacing w:line="259" w:lineRule="auto"/>
              <w:rPr>
                <w:rFonts w:cs="Arial"/>
                <w:sz w:val="20"/>
                <w:szCs w:val="20"/>
              </w:rPr>
            </w:pPr>
            <w:r w:rsidRPr="00F0054B">
              <w:rPr>
                <w:rFonts w:cs="Arial"/>
                <w:sz w:val="20"/>
                <w:szCs w:val="20"/>
              </w:rPr>
              <w:t>Nr telefonu</w:t>
            </w:r>
          </w:p>
        </w:tc>
        <w:tc>
          <w:tcPr>
            <w:tcW w:w="6229" w:type="dxa"/>
            <w:vAlign w:val="center"/>
          </w:tcPr>
          <w:p w14:paraId="0416A8B5" w14:textId="77777777" w:rsidR="00087C7C" w:rsidRPr="00F0054B" w:rsidRDefault="00087C7C" w:rsidP="0026171A">
            <w:pPr>
              <w:spacing w:line="259" w:lineRule="auto"/>
              <w:rPr>
                <w:rFonts w:cs="Arial"/>
                <w:sz w:val="20"/>
                <w:szCs w:val="20"/>
              </w:rPr>
            </w:pPr>
          </w:p>
        </w:tc>
      </w:tr>
      <w:tr w:rsidR="00087C7C" w:rsidRPr="00F0054B" w14:paraId="7FE74277" w14:textId="77777777" w:rsidTr="0026171A">
        <w:trPr>
          <w:trHeight w:val="284"/>
          <w:jc w:val="right"/>
        </w:trPr>
        <w:tc>
          <w:tcPr>
            <w:tcW w:w="2405" w:type="dxa"/>
            <w:vAlign w:val="center"/>
          </w:tcPr>
          <w:p w14:paraId="42BDD1BA" w14:textId="77777777" w:rsidR="00087C7C" w:rsidRPr="00F0054B" w:rsidRDefault="00087C7C" w:rsidP="0026171A">
            <w:pPr>
              <w:spacing w:line="259" w:lineRule="auto"/>
              <w:rPr>
                <w:rFonts w:cs="Arial"/>
                <w:sz w:val="20"/>
                <w:szCs w:val="20"/>
              </w:rPr>
            </w:pPr>
            <w:r w:rsidRPr="00F0054B">
              <w:rPr>
                <w:rFonts w:cs="Arial"/>
                <w:sz w:val="20"/>
                <w:szCs w:val="20"/>
              </w:rPr>
              <w:t>Adres e-mail</w:t>
            </w:r>
          </w:p>
        </w:tc>
        <w:tc>
          <w:tcPr>
            <w:tcW w:w="6229" w:type="dxa"/>
            <w:vAlign w:val="center"/>
          </w:tcPr>
          <w:p w14:paraId="0723B519" w14:textId="77777777" w:rsidR="00087C7C" w:rsidRPr="00F0054B" w:rsidRDefault="00087C7C" w:rsidP="0026171A">
            <w:pPr>
              <w:spacing w:line="259" w:lineRule="auto"/>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392B2D9D" w14:textId="77777777" w:rsidR="00087C7C" w:rsidRDefault="00087C7C" w:rsidP="0026171A">
      <w:pPr>
        <w:autoSpaceDE w:val="0"/>
        <w:autoSpaceDN w:val="0"/>
        <w:spacing w:line="259" w:lineRule="auto"/>
        <w:rPr>
          <w:rFonts w:cs="Arial"/>
          <w:sz w:val="20"/>
          <w:szCs w:val="20"/>
        </w:rPr>
      </w:pPr>
      <w:r w:rsidRPr="0026171A">
        <w:rPr>
          <w:rFonts w:cs="Arial"/>
          <w:sz w:val="20"/>
          <w:szCs w:val="20"/>
          <w:u w:val="single"/>
        </w:rPr>
        <w:t>Załączniki do niniejszej oferty</w:t>
      </w:r>
      <w:r w:rsidRPr="001F01E0">
        <w:rPr>
          <w:rFonts w:cs="Arial"/>
          <w:sz w:val="20"/>
          <w:szCs w:val="20"/>
        </w:rPr>
        <w:t xml:space="preserve">: </w:t>
      </w:r>
    </w:p>
    <w:p w14:paraId="4881C3C4" w14:textId="77777777" w:rsidR="00087C7C" w:rsidRDefault="00087C7C" w:rsidP="0026171A">
      <w:pPr>
        <w:pStyle w:val="Akapitzlist"/>
        <w:numPr>
          <w:ilvl w:val="0"/>
          <w:numId w:val="36"/>
        </w:numPr>
        <w:autoSpaceDE w:val="0"/>
        <w:autoSpaceDN w:val="0"/>
        <w:spacing w:line="259" w:lineRule="auto"/>
        <w:ind w:left="426" w:hanging="426"/>
        <w:contextualSpacing w:val="0"/>
        <w:rPr>
          <w:rFonts w:cs="Arial"/>
          <w:sz w:val="20"/>
          <w:szCs w:val="20"/>
        </w:rPr>
      </w:pPr>
      <w:r>
        <w:rPr>
          <w:rFonts w:cs="Arial"/>
          <w:sz w:val="20"/>
          <w:szCs w:val="20"/>
        </w:rPr>
        <w:t>………………………….</w:t>
      </w:r>
    </w:p>
    <w:p w14:paraId="354006FA" w14:textId="77777777" w:rsidR="00087C7C" w:rsidRPr="001F01E0" w:rsidRDefault="00087C7C" w:rsidP="0026171A">
      <w:pPr>
        <w:pStyle w:val="Akapitzlist"/>
        <w:numPr>
          <w:ilvl w:val="0"/>
          <w:numId w:val="36"/>
        </w:numPr>
        <w:autoSpaceDE w:val="0"/>
        <w:autoSpaceDN w:val="0"/>
        <w:spacing w:line="259" w:lineRule="auto"/>
        <w:ind w:left="426" w:hanging="426"/>
        <w:contextualSpacing w:val="0"/>
        <w:rPr>
          <w:rFonts w:cs="Arial"/>
          <w:sz w:val="20"/>
          <w:szCs w:val="20"/>
        </w:rPr>
      </w:pPr>
      <w:r>
        <w:rPr>
          <w:rFonts w:cs="Arial"/>
          <w:sz w:val="20"/>
          <w:szCs w:val="20"/>
        </w:rPr>
        <w:t>………………………….</w:t>
      </w:r>
    </w:p>
    <w:p w14:paraId="74587750" w14:textId="77777777" w:rsidR="00087C7C" w:rsidRPr="0026171A" w:rsidRDefault="00087C7C" w:rsidP="0026171A">
      <w:pPr>
        <w:autoSpaceDE w:val="0"/>
        <w:autoSpaceDN w:val="0"/>
        <w:spacing w:line="259" w:lineRule="auto"/>
        <w:rPr>
          <w:rFonts w:cs="Arial"/>
          <w:sz w:val="20"/>
          <w:szCs w:val="20"/>
        </w:rPr>
      </w:pPr>
    </w:p>
    <w:p w14:paraId="00E637BF" w14:textId="77777777" w:rsidR="00087C7C" w:rsidRPr="0026171A" w:rsidRDefault="00087C7C" w:rsidP="0026171A">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2338"/>
        <w:gridCol w:w="2262"/>
      </w:tblGrid>
      <w:tr w:rsidR="0026171A" w:rsidRPr="00F0054B" w14:paraId="5E2AA117" w14:textId="77777777" w:rsidTr="002644C0">
        <w:trPr>
          <w:cantSplit/>
          <w:trHeight w:val="703"/>
          <w:jc w:val="center"/>
        </w:trPr>
        <w:tc>
          <w:tcPr>
            <w:tcW w:w="289" w:type="pct"/>
            <w:vAlign w:val="center"/>
          </w:tcPr>
          <w:p w14:paraId="3714FF49" w14:textId="77777777" w:rsidR="0026171A" w:rsidRPr="00F0054B" w:rsidRDefault="0026171A" w:rsidP="002644C0">
            <w:pPr>
              <w:spacing w:line="240" w:lineRule="auto"/>
              <w:jc w:val="center"/>
              <w:rPr>
                <w:rFonts w:cs="Arial"/>
                <w:bCs/>
                <w:sz w:val="18"/>
                <w:szCs w:val="18"/>
              </w:rPr>
            </w:pPr>
            <w:r w:rsidRPr="00F0054B">
              <w:rPr>
                <w:rFonts w:cs="Arial"/>
                <w:bCs/>
                <w:sz w:val="18"/>
                <w:szCs w:val="18"/>
              </w:rPr>
              <w:t>Lp.</w:t>
            </w:r>
          </w:p>
        </w:tc>
        <w:tc>
          <w:tcPr>
            <w:tcW w:w="2173" w:type="pct"/>
            <w:vAlign w:val="center"/>
          </w:tcPr>
          <w:p w14:paraId="3B9276F3" w14:textId="77777777" w:rsidR="0026171A" w:rsidRPr="00F0054B" w:rsidRDefault="0026171A" w:rsidP="002644C0">
            <w:pPr>
              <w:spacing w:line="240" w:lineRule="auto"/>
              <w:jc w:val="center"/>
              <w:rPr>
                <w:rFonts w:cs="Arial"/>
                <w:bCs/>
                <w:sz w:val="18"/>
                <w:szCs w:val="18"/>
              </w:rPr>
            </w:pPr>
            <w:r w:rsidRPr="00F0054B">
              <w:rPr>
                <w:rFonts w:cs="Arial"/>
                <w:bCs/>
                <w:sz w:val="18"/>
                <w:szCs w:val="18"/>
              </w:rPr>
              <w:t>Nazwisko i imię osoby(osób) uprawnionej(ych) do występowania w obrocie prawnym lub posiadającej(ych) pełnomocnictwo</w:t>
            </w:r>
          </w:p>
        </w:tc>
        <w:tc>
          <w:tcPr>
            <w:tcW w:w="1290" w:type="pct"/>
            <w:vAlign w:val="center"/>
          </w:tcPr>
          <w:p w14:paraId="7CEA2389" w14:textId="77777777" w:rsidR="0026171A" w:rsidRPr="00F0054B" w:rsidRDefault="0026171A" w:rsidP="002644C0">
            <w:pPr>
              <w:spacing w:line="240" w:lineRule="auto"/>
              <w:jc w:val="center"/>
              <w:rPr>
                <w:rFonts w:cs="Arial"/>
                <w:bCs/>
                <w:sz w:val="18"/>
                <w:szCs w:val="18"/>
              </w:rPr>
            </w:pPr>
            <w:r w:rsidRPr="00F0054B">
              <w:rPr>
                <w:rFonts w:cs="Arial"/>
                <w:bCs/>
                <w:sz w:val="18"/>
                <w:szCs w:val="18"/>
              </w:rPr>
              <w:t xml:space="preserve">Podpis(y) osoby(osób) </w:t>
            </w:r>
          </w:p>
          <w:p w14:paraId="3D62481D" w14:textId="77777777" w:rsidR="0026171A" w:rsidRPr="00F0054B" w:rsidRDefault="0026171A" w:rsidP="002644C0">
            <w:pPr>
              <w:spacing w:line="240" w:lineRule="auto"/>
              <w:jc w:val="center"/>
              <w:rPr>
                <w:rFonts w:cs="Arial"/>
                <w:bCs/>
                <w:sz w:val="18"/>
                <w:szCs w:val="18"/>
              </w:rPr>
            </w:pPr>
            <w:r w:rsidRPr="00F0054B">
              <w:rPr>
                <w:rFonts w:cs="Arial"/>
                <w:bCs/>
                <w:sz w:val="18"/>
                <w:szCs w:val="18"/>
              </w:rPr>
              <w:t>Uprawnionej</w:t>
            </w:r>
            <w:r>
              <w:rPr>
                <w:rFonts w:cs="Arial"/>
                <w:bCs/>
                <w:sz w:val="18"/>
                <w:szCs w:val="18"/>
              </w:rPr>
              <w:t>(</w:t>
            </w:r>
            <w:r w:rsidRPr="00F0054B">
              <w:rPr>
                <w:rFonts w:cs="Arial"/>
                <w:bCs/>
                <w:sz w:val="18"/>
                <w:szCs w:val="18"/>
              </w:rPr>
              <w:t>ych)</w:t>
            </w:r>
          </w:p>
        </w:tc>
        <w:tc>
          <w:tcPr>
            <w:tcW w:w="1249" w:type="pct"/>
            <w:vAlign w:val="center"/>
          </w:tcPr>
          <w:p w14:paraId="7E75586C" w14:textId="77777777" w:rsidR="0026171A" w:rsidRPr="00F0054B" w:rsidRDefault="0026171A" w:rsidP="002644C0">
            <w:pPr>
              <w:spacing w:line="240" w:lineRule="auto"/>
              <w:jc w:val="center"/>
              <w:rPr>
                <w:rFonts w:cs="Arial"/>
                <w:bCs/>
                <w:sz w:val="18"/>
                <w:szCs w:val="18"/>
              </w:rPr>
            </w:pPr>
            <w:r w:rsidRPr="00F0054B">
              <w:rPr>
                <w:rFonts w:cs="Arial"/>
                <w:bCs/>
                <w:sz w:val="18"/>
                <w:szCs w:val="18"/>
              </w:rPr>
              <w:t>Miejscowość</w:t>
            </w:r>
          </w:p>
          <w:p w14:paraId="76CE29E8" w14:textId="77777777" w:rsidR="0026171A" w:rsidRPr="00F0054B" w:rsidRDefault="0026171A" w:rsidP="002644C0">
            <w:pPr>
              <w:spacing w:line="240" w:lineRule="auto"/>
              <w:jc w:val="center"/>
              <w:rPr>
                <w:rFonts w:cs="Arial"/>
                <w:bCs/>
                <w:sz w:val="18"/>
                <w:szCs w:val="18"/>
              </w:rPr>
            </w:pPr>
            <w:r w:rsidRPr="00F0054B">
              <w:rPr>
                <w:rFonts w:cs="Arial"/>
                <w:bCs/>
                <w:sz w:val="18"/>
                <w:szCs w:val="18"/>
              </w:rPr>
              <w:t xml:space="preserve"> i data</w:t>
            </w:r>
          </w:p>
        </w:tc>
      </w:tr>
      <w:tr w:rsidR="0026171A" w:rsidRPr="00F0054B" w14:paraId="677D7EA6" w14:textId="77777777" w:rsidTr="002644C0">
        <w:trPr>
          <w:cantSplit/>
          <w:trHeight w:val="674"/>
          <w:jc w:val="center"/>
        </w:trPr>
        <w:tc>
          <w:tcPr>
            <w:tcW w:w="289" w:type="pct"/>
            <w:vAlign w:val="center"/>
          </w:tcPr>
          <w:p w14:paraId="2472DA48" w14:textId="77777777" w:rsidR="0026171A" w:rsidRPr="00F0054B" w:rsidRDefault="0026171A" w:rsidP="002644C0">
            <w:pPr>
              <w:rPr>
                <w:rFonts w:cs="Arial"/>
                <w:b/>
                <w:sz w:val="18"/>
                <w:szCs w:val="18"/>
              </w:rPr>
            </w:pPr>
          </w:p>
        </w:tc>
        <w:tc>
          <w:tcPr>
            <w:tcW w:w="2173" w:type="pct"/>
            <w:vAlign w:val="center"/>
          </w:tcPr>
          <w:p w14:paraId="652CB759" w14:textId="77777777" w:rsidR="0026171A" w:rsidRPr="00F0054B" w:rsidRDefault="0026171A" w:rsidP="002644C0">
            <w:pPr>
              <w:rPr>
                <w:rFonts w:cs="Arial"/>
                <w:b/>
                <w:sz w:val="18"/>
                <w:szCs w:val="18"/>
              </w:rPr>
            </w:pPr>
          </w:p>
        </w:tc>
        <w:tc>
          <w:tcPr>
            <w:tcW w:w="1290" w:type="pct"/>
            <w:vAlign w:val="center"/>
          </w:tcPr>
          <w:p w14:paraId="7F82BE33" w14:textId="77777777" w:rsidR="0026171A" w:rsidRPr="00F0054B" w:rsidRDefault="0026171A" w:rsidP="002644C0">
            <w:pPr>
              <w:rPr>
                <w:rFonts w:cs="Arial"/>
                <w:b/>
                <w:sz w:val="18"/>
                <w:szCs w:val="18"/>
              </w:rPr>
            </w:pPr>
          </w:p>
        </w:tc>
        <w:tc>
          <w:tcPr>
            <w:tcW w:w="1249" w:type="pct"/>
            <w:vAlign w:val="center"/>
          </w:tcPr>
          <w:p w14:paraId="55C7A7CE" w14:textId="77777777" w:rsidR="0026171A" w:rsidRPr="00F0054B" w:rsidRDefault="0026171A" w:rsidP="002644C0">
            <w:pPr>
              <w:rPr>
                <w:rFonts w:cs="Arial"/>
                <w:b/>
                <w:sz w:val="18"/>
                <w:szCs w:val="18"/>
              </w:rPr>
            </w:pPr>
          </w:p>
        </w:tc>
      </w:tr>
    </w:tbl>
    <w:p w14:paraId="08A5CA8F" w14:textId="3EE2C8B0" w:rsidR="0026171A" w:rsidRDefault="0026171A" w:rsidP="0026171A">
      <w:pPr>
        <w:pStyle w:val="StylZa"/>
        <w:jc w:val="both"/>
        <w:rPr>
          <w:rFonts w:cs="Arial"/>
          <w:b w:val="0"/>
          <w:iCs w:val="0"/>
          <w:color w:val="auto"/>
          <w:szCs w:val="24"/>
          <w:lang w:eastAsia="pl-PL"/>
        </w:rPr>
      </w:pPr>
    </w:p>
    <w:p w14:paraId="1D39E1C7" w14:textId="77777777" w:rsidR="0026171A" w:rsidRDefault="0026171A">
      <w:pPr>
        <w:spacing w:line="240" w:lineRule="auto"/>
        <w:jc w:val="left"/>
        <w:rPr>
          <w:rFonts w:cs="Arial"/>
          <w:sz w:val="20"/>
        </w:rPr>
      </w:pPr>
      <w:r>
        <w:rPr>
          <w:rFonts w:cs="Arial"/>
          <w:b/>
          <w:iCs/>
        </w:rPr>
        <w:br w:type="page"/>
      </w: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29186FE6" w:rsidR="00087C7C" w:rsidRPr="007925EE" w:rsidRDefault="0026171A" w:rsidP="00FD7E3B">
      <w:pPr>
        <w:pStyle w:val="Styltytuza"/>
      </w:pPr>
      <w:r>
        <w:t>ISTOTNE POSTANOWIENIA</w:t>
      </w:r>
      <w:r w:rsidR="00CC2316">
        <w:t xml:space="preserve">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3E3331FB" w14:textId="77777777" w:rsidR="0026171A" w:rsidRDefault="0026171A" w:rsidP="0026171A">
      <w:pPr>
        <w:pStyle w:val="StylZa"/>
      </w:pPr>
      <w:r>
        <w:lastRenderedPageBreak/>
        <w:t xml:space="preserve">Załącznik nr 4a do SWZ </w:t>
      </w:r>
    </w:p>
    <w:p w14:paraId="4D114213" w14:textId="77777777" w:rsidR="0026171A" w:rsidRDefault="0026171A" w:rsidP="0026171A">
      <w:pPr>
        <w:pStyle w:val="Styltytuza"/>
      </w:pPr>
      <w:r>
        <w:rPr>
          <w:noProof/>
          <w:lang w:eastAsia="pl-PL"/>
        </w:rPr>
        <mc:AlternateContent>
          <mc:Choice Requires="wps">
            <w:drawing>
              <wp:anchor distT="4294967289" distB="4294967289" distL="114300" distR="114300" simplePos="0" relativeHeight="251668480" behindDoc="0" locked="0" layoutInCell="0" allowOverlap="1" wp14:anchorId="33A013DD" wp14:editId="1F26DE4D">
                <wp:simplePos x="0" y="0"/>
                <wp:positionH relativeFrom="margin">
                  <wp:align>right</wp:align>
                </wp:positionH>
                <wp:positionV relativeFrom="paragraph">
                  <wp:posOffset>304800</wp:posOffset>
                </wp:positionV>
                <wp:extent cx="5760085" cy="0"/>
                <wp:effectExtent l="0" t="0" r="31115" b="1905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B9795" id="Łącznik prosty 4" o:spid="_x0000_s1026" style="position:absolute;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2.35pt,24pt" to="855.9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" o:allowincell="f">
                <w10:wrap anchorx="margin"/>
              </v:line>
            </w:pict>
          </mc:Fallback>
        </mc:AlternateContent>
      </w:r>
      <w:r>
        <w:t xml:space="preserve">Oświadczenie o spełnianiu warunków udziału w postępowaniu </w:t>
      </w:r>
    </w:p>
    <w:p w14:paraId="2A20AF37" w14:textId="77777777" w:rsidR="0026171A" w:rsidRDefault="0026171A" w:rsidP="0026171A">
      <w:pPr>
        <w:pStyle w:val="xl114"/>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b w:val="0"/>
          <w:bCs w:val="0"/>
          <w:color w:val="auto"/>
          <w:sz w:val="20"/>
          <w:szCs w:val="20"/>
        </w:rPr>
      </w:pP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52"/>
        <w:gridCol w:w="5521"/>
      </w:tblGrid>
      <w:tr w:rsidR="0026171A" w14:paraId="65356200" w14:textId="77777777" w:rsidTr="002644C0">
        <w:trPr>
          <w:cantSplit/>
          <w:trHeight w:hRule="exact" w:val="931"/>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42EEA26D" w14:textId="77777777" w:rsidR="0026171A" w:rsidRDefault="0026171A" w:rsidP="002644C0">
            <w:pPr>
              <w:spacing w:line="240" w:lineRule="auto"/>
              <w:rPr>
                <w:rFonts w:cs="Arial"/>
                <w:b/>
                <w:color w:val="FFFFFF"/>
                <w:sz w:val="20"/>
                <w:szCs w:val="20"/>
              </w:rPr>
            </w:pPr>
            <w:r>
              <w:rPr>
                <w:rFonts w:cs="Arial"/>
                <w:b/>
                <w:color w:val="FFFFFF"/>
                <w:sz w:val="20"/>
                <w:szCs w:val="20"/>
              </w:rPr>
              <w:t>Dane Wykonawcy:</w:t>
            </w:r>
          </w:p>
        </w:tc>
        <w:tc>
          <w:tcPr>
            <w:tcW w:w="5521" w:type="dxa"/>
            <w:tcBorders>
              <w:top w:val="single" w:sz="6" w:space="0" w:color="auto"/>
              <w:left w:val="single" w:sz="6" w:space="0" w:color="auto"/>
              <w:bottom w:val="single" w:sz="6" w:space="0" w:color="auto"/>
              <w:right w:val="single" w:sz="6" w:space="0" w:color="auto"/>
            </w:tcBorders>
            <w:vAlign w:val="center"/>
          </w:tcPr>
          <w:p w14:paraId="57DA1A72" w14:textId="77777777" w:rsidR="0026171A" w:rsidRDefault="0026171A" w:rsidP="002644C0">
            <w:pPr>
              <w:spacing w:line="240" w:lineRule="auto"/>
              <w:rPr>
                <w:rFonts w:cs="Arial"/>
                <w:sz w:val="20"/>
                <w:szCs w:val="20"/>
              </w:rPr>
            </w:pPr>
          </w:p>
        </w:tc>
      </w:tr>
      <w:tr w:rsidR="0026171A" w14:paraId="325F573F" w14:textId="77777777" w:rsidTr="002644C0">
        <w:trPr>
          <w:cantSplit/>
          <w:trHeight w:hRule="exact" w:val="1253"/>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4BFD8AFE" w14:textId="77777777" w:rsidR="0026171A" w:rsidRDefault="0026171A" w:rsidP="002644C0">
            <w:pPr>
              <w:spacing w:line="240" w:lineRule="auto"/>
              <w:rPr>
                <w:rFonts w:cs="Arial"/>
                <w:b/>
                <w:color w:val="FFFFFF"/>
                <w:sz w:val="20"/>
                <w:szCs w:val="20"/>
              </w:rPr>
            </w:pPr>
            <w:r>
              <w:rPr>
                <w:rFonts w:cs="Arial"/>
                <w:b/>
                <w:color w:val="FFFFFF"/>
                <w:sz w:val="20"/>
                <w:szCs w:val="20"/>
              </w:rPr>
              <w:t xml:space="preserve">Adres Wykonawcy: </w:t>
            </w:r>
          </w:p>
          <w:p w14:paraId="58CA08D0" w14:textId="77777777" w:rsidR="0026171A" w:rsidRDefault="0026171A" w:rsidP="002644C0">
            <w:pPr>
              <w:spacing w:line="240" w:lineRule="auto"/>
              <w:rPr>
                <w:rFonts w:cs="Arial"/>
                <w:b/>
                <w:color w:val="FFFFFF"/>
                <w:sz w:val="20"/>
                <w:szCs w:val="20"/>
              </w:rPr>
            </w:pPr>
            <w:r>
              <w:rPr>
                <w:rFonts w:cs="Arial"/>
                <w:b/>
                <w:color w:val="FFFFFF"/>
                <w:sz w:val="20"/>
                <w:szCs w:val="20"/>
              </w:rPr>
              <w:t xml:space="preserve">kod, miejscowość </w:t>
            </w:r>
          </w:p>
          <w:p w14:paraId="59C10BE5" w14:textId="77777777" w:rsidR="0026171A" w:rsidRDefault="0026171A" w:rsidP="002644C0">
            <w:pPr>
              <w:spacing w:line="240" w:lineRule="auto"/>
              <w:rPr>
                <w:rFonts w:cs="Arial"/>
                <w:b/>
                <w:color w:val="FFFFFF"/>
                <w:sz w:val="20"/>
                <w:szCs w:val="20"/>
              </w:rPr>
            </w:pPr>
            <w:r>
              <w:rPr>
                <w:rFonts w:cs="Arial"/>
                <w:b/>
                <w:color w:val="FFFFFF"/>
                <w:sz w:val="20"/>
                <w:szCs w:val="20"/>
              </w:rPr>
              <w:t>ulica, nr lokalu</w:t>
            </w:r>
          </w:p>
        </w:tc>
        <w:tc>
          <w:tcPr>
            <w:tcW w:w="5521" w:type="dxa"/>
            <w:tcBorders>
              <w:top w:val="single" w:sz="6" w:space="0" w:color="auto"/>
              <w:left w:val="single" w:sz="6" w:space="0" w:color="auto"/>
              <w:bottom w:val="single" w:sz="6" w:space="0" w:color="auto"/>
              <w:right w:val="single" w:sz="6" w:space="0" w:color="auto"/>
            </w:tcBorders>
            <w:vAlign w:val="center"/>
          </w:tcPr>
          <w:p w14:paraId="5DF24574" w14:textId="77777777" w:rsidR="0026171A" w:rsidRDefault="0026171A" w:rsidP="002644C0">
            <w:pPr>
              <w:spacing w:line="240" w:lineRule="auto"/>
              <w:ind w:right="1064"/>
              <w:rPr>
                <w:rFonts w:cs="Arial"/>
                <w:sz w:val="20"/>
                <w:szCs w:val="20"/>
              </w:rPr>
            </w:pPr>
          </w:p>
        </w:tc>
      </w:tr>
    </w:tbl>
    <w:p w14:paraId="0EA2D924" w14:textId="77777777" w:rsidR="0026171A" w:rsidRDefault="0026171A" w:rsidP="0026171A">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870F7F9" w14:textId="7BCC7611" w:rsidR="0026171A" w:rsidRDefault="0026171A" w:rsidP="0026171A">
      <w:pPr>
        <w:pStyle w:val="Nagwek"/>
        <w:spacing w:line="276" w:lineRule="auto"/>
        <w:rPr>
          <w:rFonts w:cs="Arial"/>
          <w:sz w:val="20"/>
          <w:szCs w:val="20"/>
        </w:rPr>
      </w:pPr>
      <w:r>
        <w:rPr>
          <w:rFonts w:cs="Arial"/>
          <w:sz w:val="20"/>
          <w:szCs w:val="20"/>
        </w:rPr>
        <w:t xml:space="preserve">Składając ofertę w zamówieniu niepublicznym prowadzonym w trybie przetargu nieograniczonego pn. </w:t>
      </w:r>
      <w:r w:rsidR="00BE2C72">
        <w:rPr>
          <w:rFonts w:cs="Arial"/>
          <w:sz w:val="20"/>
          <w:szCs w:val="20"/>
        </w:rPr>
        <w:t>„</w:t>
      </w:r>
      <w:r w:rsidR="00BE2C72" w:rsidRPr="006B24BC">
        <w:rPr>
          <w:rFonts w:cs="Arial"/>
          <w:b/>
          <w:sz w:val="20"/>
          <w:szCs w:val="20"/>
        </w:rPr>
        <w:t>Świadczenie usługi dostępu do Internetu dla obiektów terenowych Oddziału PGNiG w Zielon</w:t>
      </w:r>
      <w:r w:rsidR="00BE2C72">
        <w:rPr>
          <w:rFonts w:cs="Arial"/>
          <w:b/>
          <w:sz w:val="20"/>
          <w:szCs w:val="20"/>
        </w:rPr>
        <w:t>ej Górze</w:t>
      </w:r>
      <w:r w:rsidR="00BE2C72" w:rsidRPr="006B24BC">
        <w:rPr>
          <w:rFonts w:cs="Arial"/>
          <w:sz w:val="20"/>
          <w:szCs w:val="20"/>
        </w:rPr>
        <w:t>”</w:t>
      </w:r>
      <w:r w:rsidR="00BE2C72" w:rsidRPr="00052764">
        <w:rPr>
          <w:rFonts w:cs="Arial"/>
          <w:sz w:val="20"/>
          <w:szCs w:val="20"/>
        </w:rPr>
        <w:t xml:space="preserve">, numer postępowania: </w:t>
      </w:r>
      <w:r w:rsidR="00BE2C72" w:rsidRPr="006B24BC">
        <w:rPr>
          <w:rFonts w:cs="Arial"/>
          <w:b/>
          <w:sz w:val="20"/>
          <w:szCs w:val="20"/>
        </w:rPr>
        <w:t>NP/PGNG/24/0945/OZ/EU</w:t>
      </w:r>
    </w:p>
    <w:p w14:paraId="40E5C048" w14:textId="77777777" w:rsidR="0026171A" w:rsidRDefault="0026171A" w:rsidP="0026171A">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oświadczamy że:</w:t>
      </w:r>
    </w:p>
    <w:p w14:paraId="490E662B" w14:textId="77777777" w:rsidR="0026171A" w:rsidRDefault="0026171A" w:rsidP="0026171A">
      <w:pPr>
        <w:pStyle w:val="xl114"/>
        <w:numPr>
          <w:ilvl w:val="0"/>
          <w:numId w:val="37"/>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Pr>
          <w:rFonts w:ascii="Arial" w:hAnsi="Arial" w:cs="Arial"/>
          <w:b w:val="0"/>
          <w:color w:val="auto"/>
          <w:sz w:val="20"/>
          <w:szCs w:val="20"/>
        </w:rPr>
        <w:t>posiadamy uprawnienia do wykonywania określonej działalności lub czynności, jeżeli przepisy prawa nakładają obowiązek posiadania takich uprawnień,</w:t>
      </w:r>
    </w:p>
    <w:p w14:paraId="48725B8F" w14:textId="77777777" w:rsidR="0026171A" w:rsidRDefault="0026171A" w:rsidP="0026171A">
      <w:pPr>
        <w:pStyle w:val="xl114"/>
        <w:numPr>
          <w:ilvl w:val="0"/>
          <w:numId w:val="37"/>
        </w:numPr>
        <w:spacing w:before="120" w:beforeAutospacing="0" w:after="0" w:afterAutospacing="0" w:line="276" w:lineRule="auto"/>
        <w:ind w:left="426" w:hanging="426"/>
        <w:jc w:val="both"/>
        <w:rPr>
          <w:rFonts w:ascii="Arial" w:hAnsi="Arial" w:cs="Arial"/>
          <w:b w:val="0"/>
          <w:bCs w:val="0"/>
          <w:color w:val="auto"/>
          <w:sz w:val="20"/>
          <w:szCs w:val="20"/>
        </w:rPr>
      </w:pPr>
      <w:r>
        <w:rPr>
          <w:rFonts w:ascii="Arial" w:hAnsi="Arial" w:cs="Arial"/>
          <w:b w:val="0"/>
          <w:iCs/>
          <w:color w:val="auto"/>
          <w:sz w:val="20"/>
          <w:szCs w:val="20"/>
        </w:rPr>
        <w:t>posiadamy zdolność techniczną lub zawodową tj. niezbędną wiedzę i doświadczenie</w:t>
      </w:r>
      <w:r>
        <w:rPr>
          <w:rFonts w:ascii="Arial" w:hAnsi="Arial" w:cs="Arial"/>
          <w:b w:val="0"/>
          <w:color w:val="auto"/>
          <w:sz w:val="20"/>
          <w:szCs w:val="20"/>
        </w:rPr>
        <w:t xml:space="preserve">, </w:t>
      </w:r>
      <w:r>
        <w:rPr>
          <w:rFonts w:ascii="Arial" w:hAnsi="Arial" w:cs="Arial"/>
          <w:b w:val="0"/>
          <w:iCs/>
          <w:color w:val="auto"/>
          <w:sz w:val="20"/>
          <w:szCs w:val="20"/>
        </w:rPr>
        <w:t>posiadamy potencjał techniczny, a także dysponujemy osobami zdolnymi do wykonania przedmiotu zamówienia,</w:t>
      </w:r>
    </w:p>
    <w:p w14:paraId="662F51EA" w14:textId="77777777" w:rsidR="0026171A" w:rsidRDefault="0026171A" w:rsidP="0026171A">
      <w:pPr>
        <w:pStyle w:val="xl114"/>
        <w:numPr>
          <w:ilvl w:val="0"/>
          <w:numId w:val="37"/>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Pr>
          <w:rFonts w:ascii="Arial" w:hAnsi="Arial" w:cs="Arial"/>
          <w:b w:val="0"/>
          <w:bCs w:val="0"/>
          <w:color w:val="auto"/>
          <w:sz w:val="20"/>
          <w:szCs w:val="20"/>
        </w:rPr>
        <w:t>znajdujemy się w sytuacji finansowej i ekonomicznej zapewniającej wykonanie zamówienia.</w:t>
      </w:r>
    </w:p>
    <w:p w14:paraId="40667D76" w14:textId="77777777" w:rsidR="0026171A" w:rsidRDefault="0026171A" w:rsidP="0026171A">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36E7F095" w14:textId="77777777" w:rsidR="0026171A" w:rsidRDefault="0026171A" w:rsidP="0026171A">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938"/>
        <w:gridCol w:w="2338"/>
        <w:gridCol w:w="2262"/>
      </w:tblGrid>
      <w:tr w:rsidR="0026171A" w14:paraId="6D674903" w14:textId="77777777" w:rsidTr="002644C0">
        <w:trPr>
          <w:cantSplit/>
          <w:trHeight w:val="70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7B05605D" w14:textId="77777777" w:rsidR="0026171A" w:rsidRDefault="0026171A" w:rsidP="002644C0">
            <w:pPr>
              <w:spacing w:line="240" w:lineRule="auto"/>
              <w:jc w:val="center"/>
              <w:rPr>
                <w:rFonts w:cs="Arial"/>
                <w:bCs/>
                <w:sz w:val="18"/>
                <w:szCs w:val="18"/>
              </w:rPr>
            </w:pPr>
            <w:r>
              <w:rPr>
                <w:rFonts w:cs="Arial"/>
                <w:bCs/>
                <w:sz w:val="18"/>
                <w:szCs w:val="18"/>
              </w:rPr>
              <w:t>Lp.</w:t>
            </w:r>
          </w:p>
        </w:tc>
        <w:tc>
          <w:tcPr>
            <w:tcW w:w="2173" w:type="pct"/>
            <w:tcBorders>
              <w:top w:val="single" w:sz="4" w:space="0" w:color="auto"/>
              <w:left w:val="single" w:sz="4" w:space="0" w:color="auto"/>
              <w:bottom w:val="single" w:sz="4" w:space="0" w:color="auto"/>
              <w:right w:val="single" w:sz="4" w:space="0" w:color="auto"/>
            </w:tcBorders>
            <w:vAlign w:val="center"/>
            <w:hideMark/>
          </w:tcPr>
          <w:p w14:paraId="184EC0A1" w14:textId="77777777" w:rsidR="0026171A" w:rsidRDefault="0026171A" w:rsidP="002644C0">
            <w:pPr>
              <w:spacing w:line="240" w:lineRule="auto"/>
              <w:jc w:val="center"/>
              <w:rPr>
                <w:rFonts w:cs="Arial"/>
                <w:bCs/>
                <w:sz w:val="18"/>
                <w:szCs w:val="18"/>
              </w:rPr>
            </w:pPr>
            <w:r>
              <w:rPr>
                <w:rFonts w:cs="Arial"/>
                <w:bCs/>
                <w:sz w:val="18"/>
                <w:szCs w:val="18"/>
              </w:rPr>
              <w:t>Nazwisko i imię osoby(osób) uprawnionej(ych) do występowania w obrocie prawnym lub posiadającej(ych) pełnomocnictwo</w:t>
            </w:r>
          </w:p>
        </w:tc>
        <w:tc>
          <w:tcPr>
            <w:tcW w:w="1290" w:type="pct"/>
            <w:tcBorders>
              <w:top w:val="single" w:sz="4" w:space="0" w:color="auto"/>
              <w:left w:val="single" w:sz="4" w:space="0" w:color="auto"/>
              <w:bottom w:val="single" w:sz="4" w:space="0" w:color="auto"/>
              <w:right w:val="single" w:sz="4" w:space="0" w:color="auto"/>
            </w:tcBorders>
            <w:vAlign w:val="center"/>
            <w:hideMark/>
          </w:tcPr>
          <w:p w14:paraId="2040A93F" w14:textId="77777777" w:rsidR="0026171A" w:rsidRDefault="0026171A" w:rsidP="002644C0">
            <w:pPr>
              <w:spacing w:line="240" w:lineRule="auto"/>
              <w:jc w:val="center"/>
              <w:rPr>
                <w:rFonts w:cs="Arial"/>
                <w:bCs/>
                <w:sz w:val="18"/>
                <w:szCs w:val="18"/>
              </w:rPr>
            </w:pPr>
            <w:r>
              <w:rPr>
                <w:rFonts w:cs="Arial"/>
                <w:bCs/>
                <w:sz w:val="18"/>
                <w:szCs w:val="18"/>
              </w:rPr>
              <w:t xml:space="preserve">Podpis(y) osoby(osób) </w:t>
            </w:r>
          </w:p>
          <w:p w14:paraId="6BA997AC" w14:textId="77777777" w:rsidR="0026171A" w:rsidRDefault="0026171A" w:rsidP="002644C0">
            <w:pPr>
              <w:spacing w:line="240" w:lineRule="auto"/>
              <w:jc w:val="center"/>
              <w:rPr>
                <w:rFonts w:cs="Arial"/>
                <w:bCs/>
                <w:sz w:val="18"/>
                <w:szCs w:val="18"/>
              </w:rPr>
            </w:pPr>
            <w:r>
              <w:rPr>
                <w:rFonts w:cs="Arial"/>
                <w:bCs/>
                <w:sz w:val="18"/>
                <w:szCs w:val="18"/>
              </w:rPr>
              <w:t>Uprawnionej(ych)</w:t>
            </w:r>
          </w:p>
        </w:tc>
        <w:tc>
          <w:tcPr>
            <w:tcW w:w="1249" w:type="pct"/>
            <w:tcBorders>
              <w:top w:val="single" w:sz="4" w:space="0" w:color="auto"/>
              <w:left w:val="single" w:sz="4" w:space="0" w:color="auto"/>
              <w:bottom w:val="single" w:sz="4" w:space="0" w:color="auto"/>
              <w:right w:val="single" w:sz="4" w:space="0" w:color="auto"/>
            </w:tcBorders>
            <w:vAlign w:val="center"/>
            <w:hideMark/>
          </w:tcPr>
          <w:p w14:paraId="642C8DC1" w14:textId="77777777" w:rsidR="0026171A" w:rsidRDefault="0026171A" w:rsidP="002644C0">
            <w:pPr>
              <w:spacing w:line="240" w:lineRule="auto"/>
              <w:jc w:val="center"/>
              <w:rPr>
                <w:rFonts w:cs="Arial"/>
                <w:bCs/>
                <w:sz w:val="18"/>
                <w:szCs w:val="18"/>
              </w:rPr>
            </w:pPr>
            <w:r>
              <w:rPr>
                <w:rFonts w:cs="Arial"/>
                <w:bCs/>
                <w:sz w:val="18"/>
                <w:szCs w:val="18"/>
              </w:rPr>
              <w:t>Miejscowość</w:t>
            </w:r>
          </w:p>
          <w:p w14:paraId="1C471116" w14:textId="77777777" w:rsidR="0026171A" w:rsidRDefault="0026171A" w:rsidP="002644C0">
            <w:pPr>
              <w:spacing w:line="240" w:lineRule="auto"/>
              <w:jc w:val="center"/>
              <w:rPr>
                <w:rFonts w:cs="Arial"/>
                <w:bCs/>
                <w:sz w:val="18"/>
                <w:szCs w:val="18"/>
              </w:rPr>
            </w:pPr>
            <w:r>
              <w:rPr>
                <w:rFonts w:cs="Arial"/>
                <w:bCs/>
                <w:sz w:val="18"/>
                <w:szCs w:val="18"/>
              </w:rPr>
              <w:t xml:space="preserve"> i data</w:t>
            </w:r>
          </w:p>
        </w:tc>
      </w:tr>
      <w:tr w:rsidR="0026171A" w14:paraId="5F9623A7" w14:textId="77777777" w:rsidTr="002644C0">
        <w:trPr>
          <w:cantSplit/>
          <w:trHeight w:val="674"/>
          <w:jc w:val="center"/>
        </w:trPr>
        <w:tc>
          <w:tcPr>
            <w:tcW w:w="289" w:type="pct"/>
            <w:tcBorders>
              <w:top w:val="single" w:sz="4" w:space="0" w:color="auto"/>
              <w:left w:val="single" w:sz="4" w:space="0" w:color="auto"/>
              <w:bottom w:val="single" w:sz="4" w:space="0" w:color="auto"/>
              <w:right w:val="single" w:sz="4" w:space="0" w:color="auto"/>
            </w:tcBorders>
            <w:vAlign w:val="center"/>
          </w:tcPr>
          <w:p w14:paraId="2E68F7FE" w14:textId="77777777" w:rsidR="0026171A" w:rsidRDefault="0026171A" w:rsidP="002644C0">
            <w:pPr>
              <w:rPr>
                <w:rFonts w:cs="Arial"/>
                <w:b/>
                <w:sz w:val="18"/>
                <w:szCs w:val="18"/>
              </w:rPr>
            </w:pPr>
          </w:p>
        </w:tc>
        <w:tc>
          <w:tcPr>
            <w:tcW w:w="2173" w:type="pct"/>
            <w:tcBorders>
              <w:top w:val="single" w:sz="4" w:space="0" w:color="auto"/>
              <w:left w:val="single" w:sz="4" w:space="0" w:color="auto"/>
              <w:bottom w:val="single" w:sz="4" w:space="0" w:color="auto"/>
              <w:right w:val="single" w:sz="4" w:space="0" w:color="auto"/>
            </w:tcBorders>
            <w:vAlign w:val="center"/>
          </w:tcPr>
          <w:p w14:paraId="0BFEA783" w14:textId="77777777" w:rsidR="0026171A" w:rsidRDefault="0026171A" w:rsidP="002644C0">
            <w:pPr>
              <w:rPr>
                <w:rFonts w:cs="Arial"/>
                <w:b/>
                <w:sz w:val="18"/>
                <w:szCs w:val="18"/>
              </w:rPr>
            </w:pPr>
          </w:p>
        </w:tc>
        <w:tc>
          <w:tcPr>
            <w:tcW w:w="1290" w:type="pct"/>
            <w:tcBorders>
              <w:top w:val="single" w:sz="4" w:space="0" w:color="auto"/>
              <w:left w:val="single" w:sz="4" w:space="0" w:color="auto"/>
              <w:bottom w:val="single" w:sz="4" w:space="0" w:color="auto"/>
              <w:right w:val="single" w:sz="4" w:space="0" w:color="auto"/>
            </w:tcBorders>
            <w:vAlign w:val="center"/>
          </w:tcPr>
          <w:p w14:paraId="436D1712" w14:textId="77777777" w:rsidR="0026171A" w:rsidRDefault="0026171A" w:rsidP="002644C0">
            <w:pPr>
              <w:rPr>
                <w:rFonts w:cs="Arial"/>
                <w:b/>
                <w:sz w:val="18"/>
                <w:szCs w:val="18"/>
              </w:rPr>
            </w:pPr>
          </w:p>
        </w:tc>
        <w:tc>
          <w:tcPr>
            <w:tcW w:w="1249" w:type="pct"/>
            <w:tcBorders>
              <w:top w:val="single" w:sz="4" w:space="0" w:color="auto"/>
              <w:left w:val="single" w:sz="4" w:space="0" w:color="auto"/>
              <w:bottom w:val="single" w:sz="4" w:space="0" w:color="auto"/>
              <w:right w:val="single" w:sz="4" w:space="0" w:color="auto"/>
            </w:tcBorders>
            <w:vAlign w:val="center"/>
          </w:tcPr>
          <w:p w14:paraId="4B1AD625" w14:textId="77777777" w:rsidR="0026171A" w:rsidRDefault="0026171A" w:rsidP="002644C0">
            <w:pPr>
              <w:rPr>
                <w:rFonts w:cs="Arial"/>
                <w:b/>
                <w:sz w:val="18"/>
                <w:szCs w:val="18"/>
              </w:rPr>
            </w:pPr>
          </w:p>
        </w:tc>
      </w:tr>
    </w:tbl>
    <w:p w14:paraId="1DE2B22F" w14:textId="77777777" w:rsidR="0026171A" w:rsidRDefault="0026171A" w:rsidP="0026171A">
      <w:pPr>
        <w:pStyle w:val="StylZa"/>
      </w:pPr>
      <w:r>
        <w:rPr>
          <w:b w:val="0"/>
          <w:iCs w:val="0"/>
        </w:rPr>
        <w:br w:type="page"/>
      </w:r>
      <w:r>
        <w:lastRenderedPageBreak/>
        <w:t xml:space="preserve">Załącznik nr 4b do SWZ </w:t>
      </w:r>
    </w:p>
    <w:p w14:paraId="1CDA79DC" w14:textId="77777777" w:rsidR="0026171A" w:rsidRDefault="0026171A" w:rsidP="0026171A">
      <w:pPr>
        <w:pStyle w:val="Styltytuza"/>
        <w:rPr>
          <w:caps/>
        </w:rPr>
      </w:pPr>
      <w:r>
        <w:rPr>
          <w:noProof/>
          <w:lang w:eastAsia="pl-PL"/>
        </w:rPr>
        <mc:AlternateContent>
          <mc:Choice Requires="wps">
            <w:drawing>
              <wp:anchor distT="4294967289" distB="4294967289" distL="114300" distR="114300" simplePos="0" relativeHeight="251669504" behindDoc="0" locked="0" layoutInCell="1" allowOverlap="1" wp14:anchorId="312B01B8" wp14:editId="59EDD033">
                <wp:simplePos x="0" y="0"/>
                <wp:positionH relativeFrom="margin">
                  <wp:align>right</wp:align>
                </wp:positionH>
                <wp:positionV relativeFrom="paragraph">
                  <wp:posOffset>284480</wp:posOffset>
                </wp:positionV>
                <wp:extent cx="5749290" cy="0"/>
                <wp:effectExtent l="0" t="0" r="22860" b="1905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8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F6AFA" id="Łącznik prosty 3" o:spid="_x0000_s1026" style="position:absolute;flip:y;z-index:251669504;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">
                <w10:wrap anchorx="margin"/>
              </v:line>
            </w:pict>
          </mc:Fallback>
        </mc:AlternateContent>
      </w:r>
      <w:r>
        <w:t>Oświadczenie o niepodleganiu wykluczeniu z postępowania</w:t>
      </w:r>
    </w:p>
    <w:p w14:paraId="0481BD06" w14:textId="77777777" w:rsidR="0026171A" w:rsidRDefault="0026171A" w:rsidP="0026171A">
      <w:pPr>
        <w:pStyle w:val="xl30"/>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sz w:val="20"/>
          <w:szCs w:val="20"/>
        </w:rPr>
      </w:pP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52"/>
        <w:gridCol w:w="5521"/>
      </w:tblGrid>
      <w:tr w:rsidR="0026171A" w14:paraId="19F6BB0E" w14:textId="77777777" w:rsidTr="002644C0">
        <w:trPr>
          <w:cantSplit/>
          <w:trHeight w:hRule="exact" w:val="931"/>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003D4954" w14:textId="77777777" w:rsidR="0026171A" w:rsidRDefault="0026171A" w:rsidP="002644C0">
            <w:pPr>
              <w:spacing w:line="240" w:lineRule="auto"/>
              <w:rPr>
                <w:rFonts w:cs="Arial"/>
                <w:b/>
                <w:color w:val="FFFFFF"/>
                <w:sz w:val="20"/>
                <w:szCs w:val="20"/>
              </w:rPr>
            </w:pPr>
            <w:r>
              <w:rPr>
                <w:rFonts w:cs="Arial"/>
                <w:b/>
                <w:color w:val="FFFFFF"/>
                <w:sz w:val="20"/>
                <w:szCs w:val="20"/>
              </w:rPr>
              <w:t>Dane Wykonawcy:</w:t>
            </w:r>
          </w:p>
        </w:tc>
        <w:tc>
          <w:tcPr>
            <w:tcW w:w="5521" w:type="dxa"/>
            <w:tcBorders>
              <w:top w:val="single" w:sz="6" w:space="0" w:color="auto"/>
              <w:left w:val="single" w:sz="6" w:space="0" w:color="auto"/>
              <w:bottom w:val="single" w:sz="6" w:space="0" w:color="auto"/>
              <w:right w:val="single" w:sz="6" w:space="0" w:color="auto"/>
            </w:tcBorders>
            <w:vAlign w:val="center"/>
          </w:tcPr>
          <w:p w14:paraId="4A32CD31" w14:textId="77777777" w:rsidR="0026171A" w:rsidRDefault="0026171A" w:rsidP="002644C0">
            <w:pPr>
              <w:spacing w:line="240" w:lineRule="auto"/>
              <w:rPr>
                <w:rFonts w:cs="Arial"/>
                <w:sz w:val="20"/>
                <w:szCs w:val="20"/>
              </w:rPr>
            </w:pPr>
          </w:p>
        </w:tc>
      </w:tr>
      <w:tr w:rsidR="0026171A" w14:paraId="139D2232" w14:textId="77777777" w:rsidTr="002644C0">
        <w:trPr>
          <w:cantSplit/>
          <w:trHeight w:hRule="exact" w:val="1253"/>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2972B951" w14:textId="77777777" w:rsidR="0026171A" w:rsidRDefault="0026171A" w:rsidP="002644C0">
            <w:pPr>
              <w:spacing w:line="240" w:lineRule="auto"/>
              <w:rPr>
                <w:rFonts w:cs="Arial"/>
                <w:b/>
                <w:color w:val="FFFFFF"/>
                <w:sz w:val="20"/>
                <w:szCs w:val="20"/>
              </w:rPr>
            </w:pPr>
            <w:r>
              <w:rPr>
                <w:rFonts w:cs="Arial"/>
                <w:b/>
                <w:color w:val="FFFFFF"/>
                <w:sz w:val="20"/>
                <w:szCs w:val="20"/>
              </w:rPr>
              <w:t xml:space="preserve">Adres Wykonawcy: </w:t>
            </w:r>
          </w:p>
          <w:p w14:paraId="313C18DE" w14:textId="77777777" w:rsidR="0026171A" w:rsidRDefault="0026171A" w:rsidP="002644C0">
            <w:pPr>
              <w:spacing w:line="240" w:lineRule="auto"/>
              <w:rPr>
                <w:rFonts w:cs="Arial"/>
                <w:b/>
                <w:color w:val="FFFFFF"/>
                <w:sz w:val="20"/>
                <w:szCs w:val="20"/>
              </w:rPr>
            </w:pPr>
            <w:r>
              <w:rPr>
                <w:rFonts w:cs="Arial"/>
                <w:b/>
                <w:color w:val="FFFFFF"/>
                <w:sz w:val="20"/>
                <w:szCs w:val="20"/>
              </w:rPr>
              <w:t xml:space="preserve">kod, miejscowość </w:t>
            </w:r>
          </w:p>
          <w:p w14:paraId="6992B837" w14:textId="77777777" w:rsidR="0026171A" w:rsidRDefault="0026171A" w:rsidP="002644C0">
            <w:pPr>
              <w:spacing w:line="240" w:lineRule="auto"/>
              <w:rPr>
                <w:rFonts w:cs="Arial"/>
                <w:b/>
                <w:color w:val="FFFFFF"/>
                <w:sz w:val="20"/>
                <w:szCs w:val="20"/>
              </w:rPr>
            </w:pPr>
            <w:r>
              <w:rPr>
                <w:rFonts w:cs="Arial"/>
                <w:b/>
                <w:color w:val="FFFFFF"/>
                <w:sz w:val="20"/>
                <w:szCs w:val="20"/>
              </w:rPr>
              <w:t>ulica, nr lokalu</w:t>
            </w:r>
          </w:p>
        </w:tc>
        <w:tc>
          <w:tcPr>
            <w:tcW w:w="5521" w:type="dxa"/>
            <w:tcBorders>
              <w:top w:val="single" w:sz="6" w:space="0" w:color="auto"/>
              <w:left w:val="single" w:sz="6" w:space="0" w:color="auto"/>
              <w:bottom w:val="single" w:sz="6" w:space="0" w:color="auto"/>
              <w:right w:val="single" w:sz="6" w:space="0" w:color="auto"/>
            </w:tcBorders>
            <w:vAlign w:val="center"/>
          </w:tcPr>
          <w:p w14:paraId="3CB1FF55" w14:textId="77777777" w:rsidR="0026171A" w:rsidRDefault="0026171A" w:rsidP="002644C0">
            <w:pPr>
              <w:spacing w:line="240" w:lineRule="auto"/>
              <w:ind w:right="1064"/>
              <w:rPr>
                <w:rFonts w:cs="Arial"/>
                <w:sz w:val="20"/>
                <w:szCs w:val="20"/>
              </w:rPr>
            </w:pPr>
          </w:p>
        </w:tc>
      </w:tr>
    </w:tbl>
    <w:p w14:paraId="0E358221" w14:textId="77777777" w:rsidR="0026171A" w:rsidRDefault="0026171A" w:rsidP="0026171A">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35CDD4AD" w14:textId="701AF83A" w:rsidR="0026171A" w:rsidRDefault="0026171A" w:rsidP="0026171A">
      <w:pPr>
        <w:pStyle w:val="Nagwek"/>
        <w:spacing w:line="276" w:lineRule="auto"/>
        <w:rPr>
          <w:rFonts w:cs="Arial"/>
          <w:sz w:val="20"/>
          <w:szCs w:val="20"/>
        </w:rPr>
      </w:pPr>
      <w:r>
        <w:rPr>
          <w:rFonts w:cs="Arial"/>
          <w:sz w:val="20"/>
          <w:szCs w:val="20"/>
        </w:rPr>
        <w:t xml:space="preserve">Składając ofertę w zamówieniu niepublicznym prowadzonym w trybie przetargu nieograniczonego pn.  </w:t>
      </w:r>
      <w:r w:rsidR="00BE2C72">
        <w:rPr>
          <w:rFonts w:cs="Arial"/>
          <w:sz w:val="20"/>
          <w:szCs w:val="20"/>
        </w:rPr>
        <w:t>„</w:t>
      </w:r>
      <w:r w:rsidR="00BE2C72" w:rsidRPr="006B24BC">
        <w:rPr>
          <w:rFonts w:cs="Arial"/>
          <w:b/>
          <w:sz w:val="20"/>
          <w:szCs w:val="20"/>
        </w:rPr>
        <w:t>Świadczenie usługi dostępu do Internetu dla obiektów terenowych Oddziału PGNiG w Zielon</w:t>
      </w:r>
      <w:r w:rsidR="00BE2C72">
        <w:rPr>
          <w:rFonts w:cs="Arial"/>
          <w:b/>
          <w:sz w:val="20"/>
          <w:szCs w:val="20"/>
        </w:rPr>
        <w:t>ej Górze</w:t>
      </w:r>
      <w:r w:rsidR="00BE2C72" w:rsidRPr="006B24BC">
        <w:rPr>
          <w:rFonts w:cs="Arial"/>
          <w:sz w:val="20"/>
          <w:szCs w:val="20"/>
        </w:rPr>
        <w:t>”</w:t>
      </w:r>
      <w:r w:rsidR="00BE2C72" w:rsidRPr="00052764">
        <w:rPr>
          <w:rFonts w:cs="Arial"/>
          <w:sz w:val="20"/>
          <w:szCs w:val="20"/>
        </w:rPr>
        <w:t xml:space="preserve">, numer postępowania: </w:t>
      </w:r>
      <w:r w:rsidR="00BE2C72" w:rsidRPr="006B24BC">
        <w:rPr>
          <w:rFonts w:cs="Arial"/>
          <w:b/>
          <w:sz w:val="20"/>
          <w:szCs w:val="20"/>
        </w:rPr>
        <w:t>NP/PGNG/24/0945/OZ/EU</w:t>
      </w:r>
    </w:p>
    <w:p w14:paraId="3464BC87" w14:textId="77777777" w:rsidR="0026171A" w:rsidRDefault="0026171A" w:rsidP="0026171A">
      <w:pPr>
        <w:pStyle w:val="Nagwek"/>
        <w:spacing w:line="276" w:lineRule="auto"/>
        <w:rPr>
          <w:rFonts w:cs="Arial"/>
          <w:b/>
          <w:sz w:val="20"/>
          <w:szCs w:val="20"/>
        </w:rPr>
      </w:pPr>
    </w:p>
    <w:p w14:paraId="17A14C0E" w14:textId="77777777" w:rsidR="0026171A" w:rsidRDefault="0026171A" w:rsidP="0026171A">
      <w:pPr>
        <w:rPr>
          <w:rFonts w:cs="Arial"/>
          <w:sz w:val="20"/>
          <w:szCs w:val="20"/>
        </w:rPr>
      </w:pPr>
      <w:r>
        <w:rPr>
          <w:rFonts w:cs="Arial"/>
          <w:sz w:val="20"/>
          <w:szCs w:val="20"/>
        </w:rPr>
        <w:t xml:space="preserve">oraz przyjmując do wiadomości, że z postępowania o udzielenie zamówienia </w:t>
      </w:r>
      <w:r>
        <w:rPr>
          <w:rFonts w:cs="Arial"/>
          <w:bCs/>
          <w:sz w:val="20"/>
          <w:szCs w:val="20"/>
        </w:rPr>
        <w:t>wyklucza się</w:t>
      </w:r>
      <w:r>
        <w:rPr>
          <w:rFonts w:cs="Arial"/>
          <w:sz w:val="20"/>
          <w:szCs w:val="20"/>
        </w:rPr>
        <w:t>:</w:t>
      </w:r>
    </w:p>
    <w:p w14:paraId="21EF73BA"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którzy w ciągu ostatnich trzech lat przed wszczęciem postępowania wyrządzili szkodę Zespołowi Oddziałów Polskie Górnictwo Naftowe i Gazownictwo  ORLEN Spółki Akcyjnej lub Spółce Zależnej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7A377AB6"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3D6B97A5"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63A574C6"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5D7DB5FB"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3ABB4729"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(self-cleaning).</w:t>
      </w:r>
    </w:p>
    <w:p w14:paraId="3DA5B5BA"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lastRenderedPageBreak/>
        <w:t>Wykonawców, będących adresatami lub zarządzanych przez adresatów lub powiązanych 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Grupy.</w:t>
      </w:r>
    </w:p>
    <w:p w14:paraId="19398580"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o których osoby biorące udział w prowadzonym Postępowaniu mają wiedzę, że:</w:t>
      </w:r>
    </w:p>
    <w:p w14:paraId="4EC34CAD" w14:textId="77777777" w:rsidR="0026171A" w:rsidRDefault="0026171A" w:rsidP="0026171A">
      <w:pPr>
        <w:pStyle w:val="Akapitzlist"/>
        <w:autoSpaceDE w:val="0"/>
        <w:autoSpaceDN w:val="0"/>
        <w:adjustRightInd w:val="0"/>
        <w:spacing w:line="276" w:lineRule="auto"/>
        <w:ind w:left="851" w:hanging="142"/>
        <w:rPr>
          <w:rFonts w:cs="Arial"/>
          <w:sz w:val="20"/>
          <w:szCs w:val="20"/>
        </w:rPr>
      </w:pPr>
      <w:r>
        <w:rPr>
          <w:rFonts w:cs="Arial"/>
          <w:sz w:val="20"/>
          <w:szCs w:val="20"/>
        </w:rPr>
        <w:t>- są pracownikami lub osobami najbliższymi pracowników Zespołu Oddziałów Polskie Górnictwo Naftowe i Gazownictwo  ORLEN Spółki Akcyjnej lub Spółki Zależnej, lub</w:t>
      </w:r>
    </w:p>
    <w:p w14:paraId="35616622" w14:textId="77777777" w:rsidR="0026171A" w:rsidRDefault="0026171A" w:rsidP="0026171A">
      <w:pPr>
        <w:pStyle w:val="Akapitzlist"/>
        <w:autoSpaceDE w:val="0"/>
        <w:autoSpaceDN w:val="0"/>
        <w:adjustRightInd w:val="0"/>
        <w:spacing w:line="276" w:lineRule="auto"/>
        <w:ind w:left="851" w:hanging="142"/>
        <w:rPr>
          <w:rFonts w:cs="Arial"/>
          <w:sz w:val="20"/>
          <w:szCs w:val="20"/>
        </w:rPr>
      </w:pPr>
      <w:r>
        <w:rPr>
          <w:rFonts w:cs="Arial"/>
          <w:sz w:val="20"/>
          <w:szCs w:val="20"/>
        </w:rPr>
        <w:t>- są podmiotami, w których pracownicy lub osoby najbliższe pracowników Zespołu Oddziałów Polskie Górnictwo Naftowe i Gazownictwo  ORLEN Spółki Akcyjnej lub Spółki Zależnej są właścicielami, udziałowcami lub członkami organów zarządzających, lub</w:t>
      </w:r>
    </w:p>
    <w:p w14:paraId="749805A8" w14:textId="77777777" w:rsidR="0026171A" w:rsidRDefault="0026171A" w:rsidP="0026171A">
      <w:pPr>
        <w:pStyle w:val="Akapitzlist"/>
        <w:autoSpaceDE w:val="0"/>
        <w:autoSpaceDN w:val="0"/>
        <w:adjustRightInd w:val="0"/>
        <w:spacing w:line="276" w:lineRule="auto"/>
        <w:ind w:left="851" w:hanging="142"/>
        <w:rPr>
          <w:rFonts w:cs="Arial"/>
          <w:sz w:val="20"/>
          <w:szCs w:val="20"/>
        </w:rPr>
      </w:pPr>
      <w:r>
        <w:rPr>
          <w:rFonts w:cs="Arial"/>
          <w:sz w:val="20"/>
          <w:szCs w:val="20"/>
        </w:rPr>
        <w:t>- są podmiotami, na rzecz których pracownicy lub osoby najbliższe pracowników Zespołu Oddziałów Polskie Górnictwo Naftowe i Gazownictwo  ORLEN Spółki Akcyjnej lub Spółki Zależnej świadczą pracę na podstawie umowy o pracę lub innego stosunku prawnego, jeśli fakt ten budzi uzasadnione wątpliwości co do bezstronności Postępowania.</w:t>
      </w:r>
    </w:p>
    <w:p w14:paraId="071E0009"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którzy nie złożyli wymaganych dokumentów, oświadczeń lub nie spełnili innych wymagań określonych w SWZ lub innym dokumencie, w którym określono wymogi udziału w postępowaniu, z zastrzeżeniem § 30 ust. 6 Instrukcji.</w:t>
      </w:r>
    </w:p>
    <w:p w14:paraId="24F41271"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Wykonawców, którzy złożyli nieprawdziwe informacje mające wpływ na wynik prowadzonego postępowania.</w:t>
      </w:r>
    </w:p>
    <w:p w14:paraId="4274433B"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sz w:val="20"/>
          <w:szCs w:val="20"/>
        </w:rPr>
        <w:t xml:space="preserve">Wykonawcę, </w:t>
      </w:r>
      <w:r>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2023 r., poz. 1497).</w:t>
      </w:r>
    </w:p>
    <w:p w14:paraId="01440189"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bCs/>
          <w:iCs/>
          <w:sz w:val="20"/>
          <w:szCs w:val="20"/>
        </w:rPr>
        <w:t>Wykonawcę,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8FB82BE"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bCs/>
          <w:iCs/>
          <w:sz w:val="20"/>
          <w:szCs w:val="20"/>
        </w:rPr>
        <w:t>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3D37FAD" w14:textId="77777777" w:rsidR="0026171A" w:rsidRDefault="0026171A" w:rsidP="0026171A">
      <w:pPr>
        <w:pStyle w:val="Akapitzlist"/>
        <w:numPr>
          <w:ilvl w:val="0"/>
          <w:numId w:val="38"/>
        </w:numPr>
        <w:autoSpaceDE w:val="0"/>
        <w:autoSpaceDN w:val="0"/>
        <w:adjustRightInd w:val="0"/>
        <w:spacing w:line="276" w:lineRule="auto"/>
        <w:rPr>
          <w:rFonts w:cs="Arial"/>
          <w:sz w:val="20"/>
          <w:szCs w:val="20"/>
        </w:rPr>
      </w:pPr>
      <w:r>
        <w:rPr>
          <w:rFonts w:cs="Arial"/>
          <w:bCs/>
          <w:iCs/>
          <w:sz w:val="20"/>
          <w:szCs w:val="20"/>
        </w:rPr>
        <w:t xml:space="preserve">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w:t>
      </w:r>
      <w:r>
        <w:rPr>
          <w:rFonts w:cs="Arial"/>
          <w:bCs/>
          <w:iCs/>
          <w:sz w:val="20"/>
          <w:szCs w:val="20"/>
        </w:rPr>
        <w:lastRenderedPageBreak/>
        <w:t xml:space="preserve">ust. 8, 9 i 10, art. 11, 12, 13 i 14 dyrektywy 2014/23/UE, art. 7 i 8, art. 10 lit. b)–f) i lit. h)–j) dyrektywy 2014/24/UE, art. 18, art. 21 lit. b)–e) i lit. g)–i), art. 29 i 30 dyrektywy 2014/25/UE oraz art. 13 lit. a)–d), lit. f)–h) i lit. j) dyrektywy 2009/81/WE na rzecz lub z udziałem: </w:t>
      </w:r>
    </w:p>
    <w:p w14:paraId="73D5EE38" w14:textId="77777777" w:rsidR="0026171A" w:rsidRDefault="0026171A" w:rsidP="0026171A">
      <w:pPr>
        <w:pStyle w:val="Akapitzlist"/>
        <w:spacing w:line="276" w:lineRule="auto"/>
        <w:ind w:left="1701" w:hanging="283"/>
        <w:rPr>
          <w:rFonts w:cs="Arial"/>
          <w:bCs/>
          <w:iCs/>
          <w:sz w:val="20"/>
          <w:szCs w:val="20"/>
        </w:rPr>
      </w:pPr>
      <w:r>
        <w:rPr>
          <w:rFonts w:cs="Arial"/>
          <w:bCs/>
          <w:iCs/>
          <w:sz w:val="20"/>
          <w:szCs w:val="20"/>
        </w:rPr>
        <w:t>a) obywateli rosyjskich lub osób fizycznych lub prawnych, podmiotów lub organów z siedzibą w Rosji;</w:t>
      </w:r>
    </w:p>
    <w:p w14:paraId="7120BEBF" w14:textId="77777777" w:rsidR="0026171A" w:rsidRDefault="0026171A" w:rsidP="0026171A">
      <w:pPr>
        <w:pStyle w:val="Akapitzlist"/>
        <w:spacing w:line="276" w:lineRule="auto"/>
        <w:ind w:left="1701" w:hanging="283"/>
        <w:rPr>
          <w:rFonts w:cs="Arial"/>
          <w:bCs/>
          <w:iCs/>
          <w:sz w:val="20"/>
          <w:szCs w:val="20"/>
        </w:rPr>
      </w:pPr>
      <w:r>
        <w:rPr>
          <w:rFonts w:cs="Arial"/>
          <w:bCs/>
          <w:iCs/>
          <w:sz w:val="20"/>
          <w:szCs w:val="20"/>
        </w:rPr>
        <w:t>b)  osób prawnych, podmiotów lub organów, do których prawa własności bezpośrednio lub pośrednio w ponad 50 % należą do podmiotu, o którym mowa w lit. a) niniejszego ustępu; lub</w:t>
      </w:r>
    </w:p>
    <w:p w14:paraId="10428E84" w14:textId="77777777" w:rsidR="0026171A" w:rsidRDefault="0026171A" w:rsidP="0026171A">
      <w:pPr>
        <w:pStyle w:val="Akapitzlist"/>
        <w:spacing w:line="276" w:lineRule="auto"/>
        <w:ind w:left="1701" w:hanging="283"/>
        <w:rPr>
          <w:rFonts w:cs="Arial"/>
          <w:bCs/>
          <w:iCs/>
          <w:sz w:val="20"/>
          <w:szCs w:val="20"/>
        </w:rPr>
      </w:pPr>
      <w:r>
        <w:rPr>
          <w:rFonts w:cs="Arial"/>
          <w:bCs/>
          <w:iCs/>
          <w:sz w:val="20"/>
          <w:szCs w:val="20"/>
        </w:rPr>
        <w:t>c)  osób fizycznych lub prawnych, podmiotów lub organów działających w imieniu lub pod kierunkiem podmiotu, o którym mowa w lit. a) lub b) niniejszego ustępu,</w:t>
      </w:r>
    </w:p>
    <w:p w14:paraId="64620B6F" w14:textId="77777777" w:rsidR="0026171A" w:rsidRDefault="0026171A" w:rsidP="0026171A">
      <w:pPr>
        <w:pStyle w:val="Akapitzlist"/>
        <w:spacing w:line="276" w:lineRule="auto"/>
        <w:ind w:left="1701"/>
        <w:rPr>
          <w:rFonts w:cs="Arial"/>
          <w:bCs/>
          <w:iCs/>
          <w:sz w:val="20"/>
          <w:szCs w:val="20"/>
        </w:rPr>
      </w:pPr>
      <w:r>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205D84FB" w14:textId="77777777" w:rsidR="0026171A" w:rsidRDefault="0026171A" w:rsidP="0026171A">
      <w:pPr>
        <w:pStyle w:val="Akapitzlist"/>
        <w:spacing w:line="276" w:lineRule="auto"/>
        <w:ind w:left="1843" w:hanging="142"/>
        <w:rPr>
          <w:rFonts w:cs="Arial"/>
          <w:bCs/>
          <w:iCs/>
          <w:sz w:val="20"/>
          <w:szCs w:val="20"/>
        </w:rPr>
      </w:pPr>
      <w:r>
        <w:rPr>
          <w:rFonts w:cs="Arial"/>
          <w:bCs/>
          <w:iCs/>
          <w:sz w:val="20"/>
          <w:szCs w:val="20"/>
        </w:rPr>
        <w:t>- chyba że zastosowanie ma odstępstwo, o którym mowa w art. 5k ust. 2 ww. rozporządzenia.</w:t>
      </w:r>
    </w:p>
    <w:p w14:paraId="3EC35AFD" w14:textId="77777777" w:rsidR="0026171A" w:rsidRDefault="0026171A" w:rsidP="0026171A">
      <w:pPr>
        <w:spacing w:line="276" w:lineRule="auto"/>
        <w:rPr>
          <w:rFonts w:cs="Arial"/>
          <w:sz w:val="20"/>
          <w:szCs w:val="20"/>
        </w:rPr>
      </w:pPr>
    </w:p>
    <w:p w14:paraId="67867286" w14:textId="77777777" w:rsidR="0026171A" w:rsidRDefault="0026171A" w:rsidP="0026171A">
      <w:pPr>
        <w:pStyle w:val="Styltytuza"/>
      </w:pPr>
      <w:r>
        <w:t>OŚWIADCZAMY, ŻE NIE PODLEGAMY WYKLUCZENIU Z POSTĘPOWANIA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938"/>
        <w:gridCol w:w="2338"/>
        <w:gridCol w:w="2262"/>
      </w:tblGrid>
      <w:tr w:rsidR="0026171A" w14:paraId="5DF85AAA" w14:textId="77777777" w:rsidTr="002644C0">
        <w:trPr>
          <w:cantSplit/>
          <w:trHeight w:val="70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2BE47DFC" w14:textId="77777777" w:rsidR="0026171A" w:rsidRDefault="0026171A" w:rsidP="002644C0">
            <w:pPr>
              <w:spacing w:line="240" w:lineRule="auto"/>
              <w:jc w:val="center"/>
              <w:rPr>
                <w:rFonts w:cs="Arial"/>
                <w:bCs/>
                <w:sz w:val="18"/>
                <w:szCs w:val="18"/>
              </w:rPr>
            </w:pPr>
            <w:r>
              <w:rPr>
                <w:rFonts w:cs="Arial"/>
                <w:bCs/>
                <w:sz w:val="18"/>
                <w:szCs w:val="18"/>
              </w:rPr>
              <w:t>Lp.</w:t>
            </w:r>
          </w:p>
        </w:tc>
        <w:tc>
          <w:tcPr>
            <w:tcW w:w="2173" w:type="pct"/>
            <w:tcBorders>
              <w:top w:val="single" w:sz="4" w:space="0" w:color="auto"/>
              <w:left w:val="single" w:sz="4" w:space="0" w:color="auto"/>
              <w:bottom w:val="single" w:sz="4" w:space="0" w:color="auto"/>
              <w:right w:val="single" w:sz="4" w:space="0" w:color="auto"/>
            </w:tcBorders>
            <w:vAlign w:val="center"/>
            <w:hideMark/>
          </w:tcPr>
          <w:p w14:paraId="77C1F752" w14:textId="77777777" w:rsidR="0026171A" w:rsidRDefault="0026171A" w:rsidP="002644C0">
            <w:pPr>
              <w:spacing w:line="240" w:lineRule="auto"/>
              <w:jc w:val="center"/>
              <w:rPr>
                <w:rFonts w:cs="Arial"/>
                <w:bCs/>
                <w:sz w:val="18"/>
                <w:szCs w:val="18"/>
              </w:rPr>
            </w:pPr>
            <w:r>
              <w:rPr>
                <w:rFonts w:cs="Arial"/>
                <w:bCs/>
                <w:sz w:val="18"/>
                <w:szCs w:val="18"/>
              </w:rPr>
              <w:t>Nazwisko i imię osoby(osób) uprawnionej(ych) do występowania w obrocie prawnym lub posiadającej(ych) pełnomocnictwo</w:t>
            </w:r>
          </w:p>
        </w:tc>
        <w:tc>
          <w:tcPr>
            <w:tcW w:w="1290" w:type="pct"/>
            <w:tcBorders>
              <w:top w:val="single" w:sz="4" w:space="0" w:color="auto"/>
              <w:left w:val="single" w:sz="4" w:space="0" w:color="auto"/>
              <w:bottom w:val="single" w:sz="4" w:space="0" w:color="auto"/>
              <w:right w:val="single" w:sz="4" w:space="0" w:color="auto"/>
            </w:tcBorders>
            <w:vAlign w:val="center"/>
            <w:hideMark/>
          </w:tcPr>
          <w:p w14:paraId="673A0FA1" w14:textId="77777777" w:rsidR="0026171A" w:rsidRDefault="0026171A" w:rsidP="002644C0">
            <w:pPr>
              <w:spacing w:line="240" w:lineRule="auto"/>
              <w:jc w:val="center"/>
              <w:rPr>
                <w:rFonts w:cs="Arial"/>
                <w:bCs/>
                <w:sz w:val="18"/>
                <w:szCs w:val="18"/>
              </w:rPr>
            </w:pPr>
            <w:r>
              <w:rPr>
                <w:rFonts w:cs="Arial"/>
                <w:bCs/>
                <w:sz w:val="18"/>
                <w:szCs w:val="18"/>
              </w:rPr>
              <w:t xml:space="preserve">Podpis(y) osoby(osób) </w:t>
            </w:r>
          </w:p>
          <w:p w14:paraId="397683A8" w14:textId="77777777" w:rsidR="0026171A" w:rsidRDefault="0026171A" w:rsidP="002644C0">
            <w:pPr>
              <w:spacing w:line="240" w:lineRule="auto"/>
              <w:jc w:val="center"/>
              <w:rPr>
                <w:rFonts w:cs="Arial"/>
                <w:bCs/>
                <w:sz w:val="18"/>
                <w:szCs w:val="18"/>
              </w:rPr>
            </w:pPr>
            <w:r>
              <w:rPr>
                <w:rFonts w:cs="Arial"/>
                <w:bCs/>
                <w:sz w:val="18"/>
                <w:szCs w:val="18"/>
              </w:rPr>
              <w:t>Uprawnionej(ych)</w:t>
            </w:r>
          </w:p>
        </w:tc>
        <w:tc>
          <w:tcPr>
            <w:tcW w:w="1249" w:type="pct"/>
            <w:tcBorders>
              <w:top w:val="single" w:sz="4" w:space="0" w:color="auto"/>
              <w:left w:val="single" w:sz="4" w:space="0" w:color="auto"/>
              <w:bottom w:val="single" w:sz="4" w:space="0" w:color="auto"/>
              <w:right w:val="single" w:sz="4" w:space="0" w:color="auto"/>
            </w:tcBorders>
            <w:vAlign w:val="center"/>
            <w:hideMark/>
          </w:tcPr>
          <w:p w14:paraId="12A59AA7" w14:textId="77777777" w:rsidR="0026171A" w:rsidRDefault="0026171A" w:rsidP="002644C0">
            <w:pPr>
              <w:spacing w:line="240" w:lineRule="auto"/>
              <w:jc w:val="center"/>
              <w:rPr>
                <w:rFonts w:cs="Arial"/>
                <w:bCs/>
                <w:sz w:val="18"/>
                <w:szCs w:val="18"/>
              </w:rPr>
            </w:pPr>
            <w:r>
              <w:rPr>
                <w:rFonts w:cs="Arial"/>
                <w:bCs/>
                <w:sz w:val="18"/>
                <w:szCs w:val="18"/>
              </w:rPr>
              <w:t>Miejscowość</w:t>
            </w:r>
          </w:p>
          <w:p w14:paraId="762AAB3E" w14:textId="77777777" w:rsidR="0026171A" w:rsidRDefault="0026171A" w:rsidP="002644C0">
            <w:pPr>
              <w:spacing w:line="240" w:lineRule="auto"/>
              <w:jc w:val="center"/>
              <w:rPr>
                <w:rFonts w:cs="Arial"/>
                <w:bCs/>
                <w:sz w:val="18"/>
                <w:szCs w:val="18"/>
              </w:rPr>
            </w:pPr>
            <w:r>
              <w:rPr>
                <w:rFonts w:cs="Arial"/>
                <w:bCs/>
                <w:sz w:val="18"/>
                <w:szCs w:val="18"/>
              </w:rPr>
              <w:t xml:space="preserve"> i data</w:t>
            </w:r>
          </w:p>
        </w:tc>
      </w:tr>
      <w:tr w:rsidR="0026171A" w14:paraId="1560749E" w14:textId="77777777" w:rsidTr="002644C0">
        <w:trPr>
          <w:cantSplit/>
          <w:trHeight w:val="674"/>
          <w:jc w:val="center"/>
        </w:trPr>
        <w:tc>
          <w:tcPr>
            <w:tcW w:w="289" w:type="pct"/>
            <w:tcBorders>
              <w:top w:val="single" w:sz="4" w:space="0" w:color="auto"/>
              <w:left w:val="single" w:sz="4" w:space="0" w:color="auto"/>
              <w:bottom w:val="single" w:sz="4" w:space="0" w:color="auto"/>
              <w:right w:val="single" w:sz="4" w:space="0" w:color="auto"/>
            </w:tcBorders>
            <w:vAlign w:val="center"/>
          </w:tcPr>
          <w:p w14:paraId="1BBB1064" w14:textId="77777777" w:rsidR="0026171A" w:rsidRDefault="0026171A" w:rsidP="002644C0">
            <w:pPr>
              <w:rPr>
                <w:rFonts w:cs="Arial"/>
                <w:b/>
                <w:sz w:val="18"/>
                <w:szCs w:val="18"/>
              </w:rPr>
            </w:pPr>
          </w:p>
        </w:tc>
        <w:tc>
          <w:tcPr>
            <w:tcW w:w="2173" w:type="pct"/>
            <w:tcBorders>
              <w:top w:val="single" w:sz="4" w:space="0" w:color="auto"/>
              <w:left w:val="single" w:sz="4" w:space="0" w:color="auto"/>
              <w:bottom w:val="single" w:sz="4" w:space="0" w:color="auto"/>
              <w:right w:val="single" w:sz="4" w:space="0" w:color="auto"/>
            </w:tcBorders>
            <w:vAlign w:val="center"/>
          </w:tcPr>
          <w:p w14:paraId="72707DA1" w14:textId="77777777" w:rsidR="0026171A" w:rsidRDefault="0026171A" w:rsidP="002644C0">
            <w:pPr>
              <w:rPr>
                <w:rFonts w:cs="Arial"/>
                <w:b/>
                <w:sz w:val="18"/>
                <w:szCs w:val="18"/>
              </w:rPr>
            </w:pPr>
          </w:p>
        </w:tc>
        <w:tc>
          <w:tcPr>
            <w:tcW w:w="1290" w:type="pct"/>
            <w:tcBorders>
              <w:top w:val="single" w:sz="4" w:space="0" w:color="auto"/>
              <w:left w:val="single" w:sz="4" w:space="0" w:color="auto"/>
              <w:bottom w:val="single" w:sz="4" w:space="0" w:color="auto"/>
              <w:right w:val="single" w:sz="4" w:space="0" w:color="auto"/>
            </w:tcBorders>
            <w:vAlign w:val="center"/>
          </w:tcPr>
          <w:p w14:paraId="60907742" w14:textId="77777777" w:rsidR="0026171A" w:rsidRDefault="0026171A" w:rsidP="002644C0">
            <w:pPr>
              <w:rPr>
                <w:rFonts w:cs="Arial"/>
                <w:b/>
                <w:sz w:val="18"/>
                <w:szCs w:val="18"/>
              </w:rPr>
            </w:pPr>
          </w:p>
        </w:tc>
        <w:tc>
          <w:tcPr>
            <w:tcW w:w="1249" w:type="pct"/>
            <w:tcBorders>
              <w:top w:val="single" w:sz="4" w:space="0" w:color="auto"/>
              <w:left w:val="single" w:sz="4" w:space="0" w:color="auto"/>
              <w:bottom w:val="single" w:sz="4" w:space="0" w:color="auto"/>
              <w:right w:val="single" w:sz="4" w:space="0" w:color="auto"/>
            </w:tcBorders>
            <w:vAlign w:val="center"/>
          </w:tcPr>
          <w:p w14:paraId="213BFCDD" w14:textId="77777777" w:rsidR="0026171A" w:rsidRDefault="0026171A" w:rsidP="002644C0">
            <w:pPr>
              <w:rPr>
                <w:rFonts w:cs="Arial"/>
                <w:b/>
                <w:sz w:val="18"/>
                <w:szCs w:val="18"/>
              </w:rPr>
            </w:pPr>
          </w:p>
        </w:tc>
      </w:tr>
    </w:tbl>
    <w:p w14:paraId="30668C12" w14:textId="77777777" w:rsidR="0026171A" w:rsidRDefault="0026171A" w:rsidP="0026171A"/>
    <w:p w14:paraId="69184AA1" w14:textId="77777777" w:rsidR="0026171A" w:rsidRDefault="0026171A" w:rsidP="0026171A">
      <w:pPr>
        <w:spacing w:line="240" w:lineRule="auto"/>
        <w:jc w:val="left"/>
        <w:rPr>
          <w:rFonts w:cs="Calibri"/>
          <w:b/>
          <w:iCs/>
          <w:color w:val="000000"/>
          <w:sz w:val="20"/>
          <w:szCs w:val="22"/>
          <w:lang w:eastAsia="en-US"/>
        </w:rPr>
      </w:pPr>
      <w:r>
        <w:br w:type="page"/>
      </w:r>
    </w:p>
    <w:p w14:paraId="63F3F640" w14:textId="77777777" w:rsidR="0026171A" w:rsidRDefault="0026171A" w:rsidP="0026171A">
      <w:pPr>
        <w:pStyle w:val="StylZa"/>
      </w:pPr>
      <w:r>
        <w:lastRenderedPageBreak/>
        <w:t xml:space="preserve">Załącznik nr 4c do SWZ </w:t>
      </w:r>
    </w:p>
    <w:p w14:paraId="213AE771" w14:textId="77777777" w:rsidR="0026171A" w:rsidRDefault="0026171A" w:rsidP="0026171A">
      <w:pPr>
        <w:pStyle w:val="Styltytuza"/>
      </w:pPr>
      <w:r>
        <w:t>Oświadczenie o niezgłaszaniu roszczeń wobec Zamawiającego</w:t>
      </w:r>
    </w:p>
    <w:p w14:paraId="6BCDACFE" w14:textId="77777777" w:rsidR="0026171A" w:rsidRDefault="0026171A" w:rsidP="0026171A">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135924FF" wp14:editId="5DED16C3">
                <wp:simplePos x="0" y="0"/>
                <wp:positionH relativeFrom="margin">
                  <wp:align>left</wp:align>
                </wp:positionH>
                <wp:positionV relativeFrom="paragraph">
                  <wp:posOffset>9525</wp:posOffset>
                </wp:positionV>
                <wp:extent cx="5749290" cy="0"/>
                <wp:effectExtent l="0" t="0" r="22860" b="19050"/>
                <wp:wrapNone/>
                <wp:docPr id="7"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8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A08D8" id="Łącznik prosty 7"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">
                <w10:wrap anchorx="margin"/>
              </v:line>
            </w:pict>
          </mc:Fallback>
        </mc:AlternateContent>
      </w: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52"/>
        <w:gridCol w:w="5521"/>
      </w:tblGrid>
      <w:tr w:rsidR="0026171A" w14:paraId="6B40CC23" w14:textId="77777777" w:rsidTr="002644C0">
        <w:trPr>
          <w:cantSplit/>
          <w:trHeight w:hRule="exact" w:val="931"/>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4C728F66" w14:textId="77777777" w:rsidR="0026171A" w:rsidRDefault="0026171A" w:rsidP="002644C0">
            <w:pPr>
              <w:spacing w:line="240" w:lineRule="auto"/>
              <w:rPr>
                <w:rFonts w:cs="Arial"/>
                <w:b/>
                <w:color w:val="FFFFFF"/>
                <w:sz w:val="20"/>
                <w:szCs w:val="20"/>
              </w:rPr>
            </w:pPr>
            <w:r>
              <w:rPr>
                <w:rFonts w:cs="Arial"/>
                <w:b/>
                <w:color w:val="FFFFFF"/>
                <w:sz w:val="20"/>
                <w:szCs w:val="20"/>
              </w:rPr>
              <w:t>Dane Wykonawcy:</w:t>
            </w:r>
          </w:p>
        </w:tc>
        <w:tc>
          <w:tcPr>
            <w:tcW w:w="5521" w:type="dxa"/>
            <w:tcBorders>
              <w:top w:val="single" w:sz="6" w:space="0" w:color="auto"/>
              <w:left w:val="single" w:sz="6" w:space="0" w:color="auto"/>
              <w:bottom w:val="single" w:sz="6" w:space="0" w:color="auto"/>
              <w:right w:val="single" w:sz="6" w:space="0" w:color="auto"/>
            </w:tcBorders>
            <w:vAlign w:val="center"/>
          </w:tcPr>
          <w:p w14:paraId="61F41119" w14:textId="77777777" w:rsidR="0026171A" w:rsidRDefault="0026171A" w:rsidP="002644C0">
            <w:pPr>
              <w:spacing w:line="240" w:lineRule="auto"/>
              <w:rPr>
                <w:rFonts w:cs="Arial"/>
                <w:sz w:val="20"/>
                <w:szCs w:val="20"/>
              </w:rPr>
            </w:pPr>
          </w:p>
        </w:tc>
      </w:tr>
      <w:tr w:rsidR="0026171A" w14:paraId="288881EE" w14:textId="77777777" w:rsidTr="002644C0">
        <w:trPr>
          <w:cantSplit/>
          <w:trHeight w:hRule="exact" w:val="1253"/>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2FE455AC" w14:textId="77777777" w:rsidR="0026171A" w:rsidRDefault="0026171A" w:rsidP="002644C0">
            <w:pPr>
              <w:spacing w:line="240" w:lineRule="auto"/>
              <w:rPr>
                <w:rFonts w:cs="Arial"/>
                <w:b/>
                <w:color w:val="FFFFFF"/>
                <w:sz w:val="20"/>
                <w:szCs w:val="20"/>
              </w:rPr>
            </w:pPr>
            <w:r>
              <w:rPr>
                <w:rFonts w:cs="Arial"/>
                <w:b/>
                <w:color w:val="FFFFFF"/>
                <w:sz w:val="20"/>
                <w:szCs w:val="20"/>
              </w:rPr>
              <w:t xml:space="preserve">Adres Wykonawcy: </w:t>
            </w:r>
          </w:p>
          <w:p w14:paraId="65B7842B" w14:textId="77777777" w:rsidR="0026171A" w:rsidRDefault="0026171A" w:rsidP="002644C0">
            <w:pPr>
              <w:spacing w:line="240" w:lineRule="auto"/>
              <w:rPr>
                <w:rFonts w:cs="Arial"/>
                <w:b/>
                <w:color w:val="FFFFFF"/>
                <w:sz w:val="20"/>
                <w:szCs w:val="20"/>
              </w:rPr>
            </w:pPr>
            <w:r>
              <w:rPr>
                <w:rFonts w:cs="Arial"/>
                <w:b/>
                <w:color w:val="FFFFFF"/>
                <w:sz w:val="20"/>
                <w:szCs w:val="20"/>
              </w:rPr>
              <w:t xml:space="preserve">kod, miejscowość </w:t>
            </w:r>
          </w:p>
          <w:p w14:paraId="4C5659E9" w14:textId="77777777" w:rsidR="0026171A" w:rsidRDefault="0026171A" w:rsidP="002644C0">
            <w:pPr>
              <w:spacing w:line="240" w:lineRule="auto"/>
              <w:rPr>
                <w:rFonts w:cs="Arial"/>
                <w:b/>
                <w:color w:val="FFFFFF"/>
                <w:sz w:val="20"/>
                <w:szCs w:val="20"/>
              </w:rPr>
            </w:pPr>
            <w:r>
              <w:rPr>
                <w:rFonts w:cs="Arial"/>
                <w:b/>
                <w:color w:val="FFFFFF"/>
                <w:sz w:val="20"/>
                <w:szCs w:val="20"/>
              </w:rPr>
              <w:t>ulica, nr lokalu</w:t>
            </w:r>
          </w:p>
        </w:tc>
        <w:tc>
          <w:tcPr>
            <w:tcW w:w="5521" w:type="dxa"/>
            <w:tcBorders>
              <w:top w:val="single" w:sz="6" w:space="0" w:color="auto"/>
              <w:left w:val="single" w:sz="6" w:space="0" w:color="auto"/>
              <w:bottom w:val="single" w:sz="6" w:space="0" w:color="auto"/>
              <w:right w:val="single" w:sz="6" w:space="0" w:color="auto"/>
            </w:tcBorders>
            <w:vAlign w:val="center"/>
          </w:tcPr>
          <w:p w14:paraId="27C415E4" w14:textId="77777777" w:rsidR="0026171A" w:rsidRDefault="0026171A" w:rsidP="002644C0">
            <w:pPr>
              <w:spacing w:line="240" w:lineRule="auto"/>
              <w:ind w:right="1064"/>
              <w:rPr>
                <w:rFonts w:cs="Arial"/>
                <w:sz w:val="20"/>
                <w:szCs w:val="20"/>
              </w:rPr>
            </w:pPr>
          </w:p>
        </w:tc>
      </w:tr>
    </w:tbl>
    <w:p w14:paraId="17ED407C" w14:textId="77777777" w:rsidR="0026171A" w:rsidRDefault="0026171A" w:rsidP="0026171A">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03CF914B" w14:textId="4A20D4E0" w:rsidR="0026171A" w:rsidRDefault="0026171A" w:rsidP="0026171A">
      <w:pPr>
        <w:pStyle w:val="Nagwek"/>
        <w:spacing w:line="276" w:lineRule="auto"/>
        <w:rPr>
          <w:rFonts w:cs="Arial"/>
          <w:sz w:val="20"/>
          <w:szCs w:val="20"/>
        </w:rPr>
      </w:pPr>
      <w:r>
        <w:rPr>
          <w:rFonts w:cs="Arial"/>
          <w:sz w:val="20"/>
          <w:szCs w:val="20"/>
        </w:rPr>
        <w:t xml:space="preserve">Składając ofertę w zamówieniu prowadzonym w trybie przetargu nieograniczonego pn. </w:t>
      </w:r>
      <w:r w:rsidR="00BE2C72">
        <w:rPr>
          <w:rFonts w:cs="Arial"/>
          <w:sz w:val="20"/>
          <w:szCs w:val="20"/>
        </w:rPr>
        <w:t>„</w:t>
      </w:r>
      <w:r w:rsidR="00BE2C72" w:rsidRPr="006B24BC">
        <w:rPr>
          <w:rFonts w:cs="Arial"/>
          <w:b/>
          <w:sz w:val="20"/>
          <w:szCs w:val="20"/>
        </w:rPr>
        <w:t>Świadczenie usługi dostępu do Internetu dla obiektów terenowych Oddziału PGNiG w Zielon</w:t>
      </w:r>
      <w:r w:rsidR="00BE2C72">
        <w:rPr>
          <w:rFonts w:cs="Arial"/>
          <w:b/>
          <w:sz w:val="20"/>
          <w:szCs w:val="20"/>
        </w:rPr>
        <w:t>ej Górze</w:t>
      </w:r>
      <w:r w:rsidR="00BE2C72" w:rsidRPr="006B24BC">
        <w:rPr>
          <w:rFonts w:cs="Arial"/>
          <w:sz w:val="20"/>
          <w:szCs w:val="20"/>
        </w:rPr>
        <w:t>”</w:t>
      </w:r>
      <w:r w:rsidR="00BE2C72" w:rsidRPr="00052764">
        <w:rPr>
          <w:rFonts w:cs="Arial"/>
          <w:sz w:val="20"/>
          <w:szCs w:val="20"/>
        </w:rPr>
        <w:t xml:space="preserve">, numer postępowania: </w:t>
      </w:r>
      <w:r w:rsidR="00BE2C72" w:rsidRPr="006B24BC">
        <w:rPr>
          <w:rFonts w:cs="Arial"/>
          <w:b/>
          <w:sz w:val="20"/>
          <w:szCs w:val="20"/>
        </w:rPr>
        <w:t>NP/PGNG/24/0945/OZ/EU</w:t>
      </w:r>
      <w:r>
        <w:rPr>
          <w:rFonts w:cs="Arial"/>
          <w:sz w:val="20"/>
          <w:szCs w:val="20"/>
        </w:rPr>
        <w:t xml:space="preserve"> oświadczamy, że nie będziemy zgłasz</w:t>
      </w:r>
      <w:r>
        <w:rPr>
          <w:rFonts w:cs="Arial"/>
          <w:bCs/>
          <w:spacing w:val="4"/>
          <w:sz w:val="20"/>
          <w:szCs w:val="20"/>
        </w:rPr>
        <w:t>ać żadnych roszczeń wobec Zamawiającego w przypadku unieważnienia niniejszego postępowania</w:t>
      </w:r>
      <w:r>
        <w:rPr>
          <w:rFonts w:cs="Arial"/>
          <w:bCs/>
          <w:sz w:val="20"/>
          <w:szCs w:val="20"/>
        </w:rPr>
        <w:t>.</w:t>
      </w:r>
    </w:p>
    <w:p w14:paraId="4D059F38" w14:textId="77777777" w:rsidR="0026171A" w:rsidRDefault="0026171A" w:rsidP="0026171A">
      <w:pPr>
        <w:shd w:val="clear" w:color="auto" w:fill="FFFFFF"/>
        <w:tabs>
          <w:tab w:val="left" w:pos="274"/>
        </w:tabs>
        <w:rPr>
          <w:rFonts w:cs="Arial"/>
          <w:spacing w:val="-10"/>
          <w:sz w:val="20"/>
          <w:szCs w:val="20"/>
        </w:rPr>
      </w:pPr>
    </w:p>
    <w:p w14:paraId="6BBA114A" w14:textId="77777777" w:rsidR="0026171A" w:rsidRDefault="0026171A" w:rsidP="0026171A">
      <w:pPr>
        <w:shd w:val="clear" w:color="auto" w:fill="FFFFFF"/>
        <w:tabs>
          <w:tab w:val="left" w:pos="274"/>
        </w:tabs>
        <w:ind w:left="10"/>
        <w:rPr>
          <w:rFonts w:cs="Arial"/>
          <w:spacing w:val="-10"/>
          <w:sz w:val="20"/>
          <w:szCs w:val="20"/>
        </w:rPr>
      </w:pPr>
    </w:p>
    <w:p w14:paraId="5C363DF1" w14:textId="77777777" w:rsidR="0026171A" w:rsidRDefault="0026171A" w:rsidP="0026171A">
      <w:pPr>
        <w:shd w:val="clear" w:color="auto" w:fill="FFFFFF"/>
        <w:tabs>
          <w:tab w:val="left" w:pos="274"/>
        </w:tabs>
        <w:ind w:left="10"/>
        <w:rPr>
          <w:rFonts w:cs="Arial"/>
          <w:spacing w:val="-10"/>
          <w:sz w:val="20"/>
          <w:szCs w:val="20"/>
        </w:rPr>
      </w:pPr>
    </w:p>
    <w:p w14:paraId="27F31C58" w14:textId="77777777" w:rsidR="0026171A" w:rsidRDefault="0026171A" w:rsidP="0026171A">
      <w:pPr>
        <w:shd w:val="clear" w:color="auto" w:fill="FFFFFF"/>
        <w:tabs>
          <w:tab w:val="left" w:pos="274"/>
        </w:tabs>
        <w:ind w:left="10"/>
        <w:rPr>
          <w:rFonts w:cs="Arial"/>
          <w:spacing w:val="-10"/>
          <w:sz w:val="20"/>
          <w:szCs w:val="20"/>
        </w:rPr>
      </w:pPr>
    </w:p>
    <w:p w14:paraId="349334FC" w14:textId="77777777" w:rsidR="0026171A" w:rsidRDefault="0026171A" w:rsidP="0026171A">
      <w:pPr>
        <w:shd w:val="clear" w:color="auto" w:fill="FFFFFF"/>
        <w:tabs>
          <w:tab w:val="left" w:pos="274"/>
        </w:tabs>
        <w:ind w:left="10"/>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938"/>
        <w:gridCol w:w="2338"/>
        <w:gridCol w:w="2262"/>
      </w:tblGrid>
      <w:tr w:rsidR="0026171A" w14:paraId="6C720A3B" w14:textId="77777777" w:rsidTr="002644C0">
        <w:trPr>
          <w:cantSplit/>
          <w:trHeight w:val="70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0E64794C" w14:textId="77777777" w:rsidR="0026171A" w:rsidRDefault="0026171A" w:rsidP="002644C0">
            <w:pPr>
              <w:spacing w:line="240" w:lineRule="auto"/>
              <w:jc w:val="center"/>
              <w:rPr>
                <w:rFonts w:cs="Arial"/>
                <w:bCs/>
                <w:sz w:val="18"/>
                <w:szCs w:val="18"/>
              </w:rPr>
            </w:pPr>
            <w:r>
              <w:rPr>
                <w:rFonts w:cs="Arial"/>
                <w:bCs/>
                <w:sz w:val="18"/>
                <w:szCs w:val="18"/>
              </w:rPr>
              <w:t>Lp.</w:t>
            </w:r>
          </w:p>
        </w:tc>
        <w:tc>
          <w:tcPr>
            <w:tcW w:w="2173" w:type="pct"/>
            <w:tcBorders>
              <w:top w:val="single" w:sz="4" w:space="0" w:color="auto"/>
              <w:left w:val="single" w:sz="4" w:space="0" w:color="auto"/>
              <w:bottom w:val="single" w:sz="4" w:space="0" w:color="auto"/>
              <w:right w:val="single" w:sz="4" w:space="0" w:color="auto"/>
            </w:tcBorders>
            <w:vAlign w:val="center"/>
            <w:hideMark/>
          </w:tcPr>
          <w:p w14:paraId="3F8E129B" w14:textId="77777777" w:rsidR="0026171A" w:rsidRDefault="0026171A" w:rsidP="002644C0">
            <w:pPr>
              <w:spacing w:line="240" w:lineRule="auto"/>
              <w:jc w:val="center"/>
              <w:rPr>
                <w:rFonts w:cs="Arial"/>
                <w:bCs/>
                <w:sz w:val="18"/>
                <w:szCs w:val="18"/>
              </w:rPr>
            </w:pPr>
            <w:r>
              <w:rPr>
                <w:rFonts w:cs="Arial"/>
                <w:bCs/>
                <w:sz w:val="18"/>
                <w:szCs w:val="18"/>
              </w:rPr>
              <w:t>Nazwisko i imię osoby(osób) uprawnionej(ych) do występowania w obrocie prawnym lub posiadającej(ych) pełnomocnictwo</w:t>
            </w:r>
          </w:p>
        </w:tc>
        <w:tc>
          <w:tcPr>
            <w:tcW w:w="1290" w:type="pct"/>
            <w:tcBorders>
              <w:top w:val="single" w:sz="4" w:space="0" w:color="auto"/>
              <w:left w:val="single" w:sz="4" w:space="0" w:color="auto"/>
              <w:bottom w:val="single" w:sz="4" w:space="0" w:color="auto"/>
              <w:right w:val="single" w:sz="4" w:space="0" w:color="auto"/>
            </w:tcBorders>
            <w:vAlign w:val="center"/>
            <w:hideMark/>
          </w:tcPr>
          <w:p w14:paraId="486C8E6A" w14:textId="77777777" w:rsidR="0026171A" w:rsidRDefault="0026171A" w:rsidP="002644C0">
            <w:pPr>
              <w:spacing w:line="240" w:lineRule="auto"/>
              <w:jc w:val="center"/>
              <w:rPr>
                <w:rFonts w:cs="Arial"/>
                <w:bCs/>
                <w:sz w:val="18"/>
                <w:szCs w:val="18"/>
              </w:rPr>
            </w:pPr>
            <w:r>
              <w:rPr>
                <w:rFonts w:cs="Arial"/>
                <w:bCs/>
                <w:sz w:val="18"/>
                <w:szCs w:val="18"/>
              </w:rPr>
              <w:t xml:space="preserve">Podpis(y) osoby(osób) </w:t>
            </w:r>
          </w:p>
          <w:p w14:paraId="07A044A4" w14:textId="77777777" w:rsidR="0026171A" w:rsidRDefault="0026171A" w:rsidP="002644C0">
            <w:pPr>
              <w:spacing w:line="240" w:lineRule="auto"/>
              <w:jc w:val="center"/>
              <w:rPr>
                <w:rFonts w:cs="Arial"/>
                <w:bCs/>
                <w:sz w:val="18"/>
                <w:szCs w:val="18"/>
              </w:rPr>
            </w:pPr>
            <w:r>
              <w:rPr>
                <w:rFonts w:cs="Arial"/>
                <w:bCs/>
                <w:sz w:val="18"/>
                <w:szCs w:val="18"/>
              </w:rPr>
              <w:t>Uprawnionej(ych)</w:t>
            </w:r>
          </w:p>
        </w:tc>
        <w:tc>
          <w:tcPr>
            <w:tcW w:w="1249" w:type="pct"/>
            <w:tcBorders>
              <w:top w:val="single" w:sz="4" w:space="0" w:color="auto"/>
              <w:left w:val="single" w:sz="4" w:space="0" w:color="auto"/>
              <w:bottom w:val="single" w:sz="4" w:space="0" w:color="auto"/>
              <w:right w:val="single" w:sz="4" w:space="0" w:color="auto"/>
            </w:tcBorders>
            <w:vAlign w:val="center"/>
            <w:hideMark/>
          </w:tcPr>
          <w:p w14:paraId="2A75E9AC" w14:textId="77777777" w:rsidR="0026171A" w:rsidRDefault="0026171A" w:rsidP="002644C0">
            <w:pPr>
              <w:spacing w:line="240" w:lineRule="auto"/>
              <w:jc w:val="center"/>
              <w:rPr>
                <w:rFonts w:cs="Arial"/>
                <w:bCs/>
                <w:sz w:val="18"/>
                <w:szCs w:val="18"/>
              </w:rPr>
            </w:pPr>
            <w:r>
              <w:rPr>
                <w:rFonts w:cs="Arial"/>
                <w:bCs/>
                <w:sz w:val="18"/>
                <w:szCs w:val="18"/>
              </w:rPr>
              <w:t>Miejscowość</w:t>
            </w:r>
          </w:p>
          <w:p w14:paraId="089237C4" w14:textId="77777777" w:rsidR="0026171A" w:rsidRDefault="0026171A" w:rsidP="002644C0">
            <w:pPr>
              <w:spacing w:line="240" w:lineRule="auto"/>
              <w:jc w:val="center"/>
              <w:rPr>
                <w:rFonts w:cs="Arial"/>
                <w:bCs/>
                <w:sz w:val="18"/>
                <w:szCs w:val="18"/>
              </w:rPr>
            </w:pPr>
            <w:r>
              <w:rPr>
                <w:rFonts w:cs="Arial"/>
                <w:bCs/>
                <w:sz w:val="18"/>
                <w:szCs w:val="18"/>
              </w:rPr>
              <w:t xml:space="preserve"> i data</w:t>
            </w:r>
          </w:p>
        </w:tc>
      </w:tr>
      <w:tr w:rsidR="0026171A" w14:paraId="6B2BAB27" w14:textId="77777777" w:rsidTr="002644C0">
        <w:trPr>
          <w:cantSplit/>
          <w:trHeight w:val="674"/>
          <w:jc w:val="center"/>
        </w:trPr>
        <w:tc>
          <w:tcPr>
            <w:tcW w:w="289" w:type="pct"/>
            <w:tcBorders>
              <w:top w:val="single" w:sz="4" w:space="0" w:color="auto"/>
              <w:left w:val="single" w:sz="4" w:space="0" w:color="auto"/>
              <w:bottom w:val="single" w:sz="4" w:space="0" w:color="auto"/>
              <w:right w:val="single" w:sz="4" w:space="0" w:color="auto"/>
            </w:tcBorders>
            <w:vAlign w:val="center"/>
          </w:tcPr>
          <w:p w14:paraId="6DFF63D4" w14:textId="77777777" w:rsidR="0026171A" w:rsidRDefault="0026171A" w:rsidP="002644C0">
            <w:pPr>
              <w:rPr>
                <w:rFonts w:cs="Arial"/>
                <w:b/>
                <w:sz w:val="18"/>
                <w:szCs w:val="18"/>
              </w:rPr>
            </w:pPr>
          </w:p>
        </w:tc>
        <w:tc>
          <w:tcPr>
            <w:tcW w:w="2173" w:type="pct"/>
            <w:tcBorders>
              <w:top w:val="single" w:sz="4" w:space="0" w:color="auto"/>
              <w:left w:val="single" w:sz="4" w:space="0" w:color="auto"/>
              <w:bottom w:val="single" w:sz="4" w:space="0" w:color="auto"/>
              <w:right w:val="single" w:sz="4" w:space="0" w:color="auto"/>
            </w:tcBorders>
            <w:vAlign w:val="center"/>
          </w:tcPr>
          <w:p w14:paraId="79A5B984" w14:textId="77777777" w:rsidR="0026171A" w:rsidRDefault="0026171A" w:rsidP="002644C0">
            <w:pPr>
              <w:rPr>
                <w:rFonts w:cs="Arial"/>
                <w:b/>
                <w:sz w:val="18"/>
                <w:szCs w:val="18"/>
              </w:rPr>
            </w:pPr>
          </w:p>
        </w:tc>
        <w:tc>
          <w:tcPr>
            <w:tcW w:w="1290" w:type="pct"/>
            <w:tcBorders>
              <w:top w:val="single" w:sz="4" w:space="0" w:color="auto"/>
              <w:left w:val="single" w:sz="4" w:space="0" w:color="auto"/>
              <w:bottom w:val="single" w:sz="4" w:space="0" w:color="auto"/>
              <w:right w:val="single" w:sz="4" w:space="0" w:color="auto"/>
            </w:tcBorders>
            <w:vAlign w:val="center"/>
          </w:tcPr>
          <w:p w14:paraId="65CB06BF" w14:textId="77777777" w:rsidR="0026171A" w:rsidRDefault="0026171A" w:rsidP="002644C0">
            <w:pPr>
              <w:rPr>
                <w:rFonts w:cs="Arial"/>
                <w:b/>
                <w:sz w:val="18"/>
                <w:szCs w:val="18"/>
              </w:rPr>
            </w:pPr>
          </w:p>
        </w:tc>
        <w:tc>
          <w:tcPr>
            <w:tcW w:w="1249" w:type="pct"/>
            <w:tcBorders>
              <w:top w:val="single" w:sz="4" w:space="0" w:color="auto"/>
              <w:left w:val="single" w:sz="4" w:space="0" w:color="auto"/>
              <w:bottom w:val="single" w:sz="4" w:space="0" w:color="auto"/>
              <w:right w:val="single" w:sz="4" w:space="0" w:color="auto"/>
            </w:tcBorders>
            <w:vAlign w:val="center"/>
          </w:tcPr>
          <w:p w14:paraId="38CEA8BA" w14:textId="77777777" w:rsidR="0026171A" w:rsidRDefault="0026171A" w:rsidP="002644C0">
            <w:pPr>
              <w:rPr>
                <w:rFonts w:cs="Arial"/>
                <w:b/>
                <w:sz w:val="18"/>
                <w:szCs w:val="18"/>
              </w:rPr>
            </w:pPr>
          </w:p>
        </w:tc>
      </w:tr>
    </w:tbl>
    <w:p w14:paraId="0551F13B" w14:textId="77777777" w:rsidR="0026171A" w:rsidRDefault="0026171A" w:rsidP="0026171A">
      <w:pPr>
        <w:spacing w:line="240" w:lineRule="auto"/>
        <w:rPr>
          <w:rFonts w:cs="Arial"/>
          <w:b/>
          <w:color w:val="000000"/>
          <w:sz w:val="20"/>
          <w:szCs w:val="20"/>
        </w:rPr>
      </w:pPr>
    </w:p>
    <w:p w14:paraId="51884445" w14:textId="77777777" w:rsidR="006902BF" w:rsidRDefault="006902BF" w:rsidP="0026171A">
      <w:pPr>
        <w:pStyle w:val="StylZa"/>
      </w:pPr>
    </w:p>
    <w:sectPr w:rsidR="006902BF" w:rsidSect="00D877C6">
      <w:headerReference w:type="default" r:id="rId15"/>
      <w:footerReference w:type="default" r:id="rId16"/>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208A" w14:textId="77777777" w:rsidR="00841FCE" w:rsidRDefault="00841FCE">
      <w:r>
        <w:separator/>
      </w:r>
    </w:p>
  </w:endnote>
  <w:endnote w:type="continuationSeparator" w:id="0">
    <w:p w14:paraId="0185FA40" w14:textId="77777777" w:rsidR="00841FCE" w:rsidRDefault="00841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1D919978" w:rsidR="00841FCE" w:rsidRPr="00872672" w:rsidRDefault="00841FCE">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BE2C72">
              <w:rPr>
                <w:rFonts w:cs="Arial"/>
                <w:b/>
                <w:bCs/>
                <w:noProof/>
                <w:sz w:val="16"/>
              </w:rPr>
              <w:t>21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BE2C72">
              <w:rPr>
                <w:rFonts w:cs="Arial"/>
                <w:b/>
                <w:bCs/>
                <w:noProof/>
                <w:sz w:val="16"/>
              </w:rPr>
              <w:t>26</w:t>
            </w:r>
            <w:r w:rsidRPr="00872672">
              <w:rPr>
                <w:rFonts w:cs="Arial"/>
                <w:b/>
                <w:bCs/>
                <w:sz w:val="16"/>
              </w:rPr>
              <w:fldChar w:fldCharType="end"/>
            </w:r>
          </w:p>
        </w:sdtContent>
      </w:sdt>
    </w:sdtContent>
  </w:sdt>
  <w:p w14:paraId="3A1AE1B1" w14:textId="77777777" w:rsidR="00841FCE" w:rsidRDefault="00841F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1638C" w14:textId="77777777" w:rsidR="00841FCE" w:rsidRDefault="00841FCE">
      <w:r>
        <w:separator/>
      </w:r>
    </w:p>
  </w:footnote>
  <w:footnote w:type="continuationSeparator" w:id="0">
    <w:p w14:paraId="4F3649E9" w14:textId="77777777" w:rsidR="00841FCE" w:rsidRDefault="00841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1AB02241" w:rsidR="00841FCE" w:rsidRPr="00872672" w:rsidRDefault="00841FCE" w:rsidP="00D877C6">
    <w:pPr>
      <w:tabs>
        <w:tab w:val="right" w:pos="8505"/>
      </w:tabs>
      <w:suppressAutoHyphens/>
      <w:spacing w:line="160" w:lineRule="exact"/>
      <w:rPr>
        <w:sz w:val="12"/>
      </w:rPr>
    </w:pPr>
    <w:r w:rsidRPr="00841FCE">
      <w:rPr>
        <w:sz w:val="12"/>
      </w:rPr>
      <w:t>NP/PGNG/24/0945/OZ/EU</w:t>
    </w:r>
    <w:r w:rsidRPr="004C2855">
      <w:rPr>
        <w:sz w:val="12"/>
      </w:rPr>
      <w:t>:</w:t>
    </w:r>
    <w:r>
      <w:rPr>
        <w:sz w:val="12"/>
      </w:rPr>
      <w:t xml:space="preserve"> </w:t>
    </w:r>
    <w:r w:rsidRPr="00841FCE">
      <w:rPr>
        <w:sz w:val="12"/>
      </w:rPr>
      <w:t>Świadczenie usługi dostępu do Internetu dla obiektów terenowych Oddziału PGNiG w Zielonej Górze</w:t>
    </w:r>
    <w:r>
      <w:rPr>
        <w:sz w:val="1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0BA045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FD0E89E0">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64E66C36"/>
    <w:lvl w:ilvl="0" w:tplc="DA6E5312">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54146C4"/>
    <w:multiLevelType w:val="hybridMultilevel"/>
    <w:tmpl w:val="2154EC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9"/>
  </w:num>
  <w:num w:numId="3">
    <w:abstractNumId w:val="4"/>
  </w:num>
  <w:num w:numId="4">
    <w:abstractNumId w:val="16"/>
  </w:num>
  <w:num w:numId="5">
    <w:abstractNumId w:val="17"/>
  </w:num>
  <w:num w:numId="6">
    <w:abstractNumId w:val="18"/>
  </w:num>
  <w:num w:numId="7">
    <w:abstractNumId w:val="2"/>
  </w:num>
  <w:num w:numId="8">
    <w:abstractNumId w:val="23"/>
  </w:num>
  <w:num w:numId="9">
    <w:abstractNumId w:val="8"/>
  </w:num>
  <w:num w:numId="10">
    <w:abstractNumId w:val="7"/>
  </w:num>
  <w:num w:numId="11">
    <w:abstractNumId w:val="21"/>
  </w:num>
  <w:num w:numId="12">
    <w:abstractNumId w:val="24"/>
  </w:num>
  <w:num w:numId="13">
    <w:abstractNumId w:val="20"/>
  </w:num>
  <w:num w:numId="14">
    <w:abstractNumId w:val="29"/>
  </w:num>
  <w:num w:numId="15">
    <w:abstractNumId w:val="3"/>
  </w:num>
  <w:num w:numId="16">
    <w:abstractNumId w:val="25"/>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6"/>
  </w:num>
  <w:num w:numId="26">
    <w:abstractNumId w:val="5"/>
  </w:num>
  <w:num w:numId="27">
    <w:abstractNumId w:val="14"/>
  </w:num>
  <w:num w:numId="28">
    <w:abstractNumId w:val="19"/>
  </w:num>
  <w:num w:numId="29">
    <w:abstractNumId w:val="11"/>
  </w:num>
  <w:num w:numId="30">
    <w:abstractNumId w:val="28"/>
  </w:num>
  <w:num w:numId="31">
    <w:abstractNumId w:val="27"/>
  </w:num>
  <w:num w:numId="32">
    <w:abstractNumId w:val="6"/>
  </w:num>
  <w:num w:numId="33">
    <w:abstractNumId w:val="12"/>
  </w:num>
  <w:num w:numId="34">
    <w:abstractNumId w:val="0"/>
  </w:num>
  <w:num w:numId="35">
    <w:abstractNumId w:val="22"/>
  </w:num>
  <w:num w:numId="36">
    <w:abstractNumId w:val="13"/>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1AA8"/>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3620B"/>
    <w:rsid w:val="00241B2D"/>
    <w:rsid w:val="00241CEC"/>
    <w:rsid w:val="00241D34"/>
    <w:rsid w:val="00244734"/>
    <w:rsid w:val="00246DCB"/>
    <w:rsid w:val="00250971"/>
    <w:rsid w:val="002540A2"/>
    <w:rsid w:val="00255F5A"/>
    <w:rsid w:val="0025777F"/>
    <w:rsid w:val="0026171A"/>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63D1"/>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23AB"/>
    <w:rsid w:val="00415BEF"/>
    <w:rsid w:val="00416556"/>
    <w:rsid w:val="004168FC"/>
    <w:rsid w:val="0042113D"/>
    <w:rsid w:val="00422792"/>
    <w:rsid w:val="004335C1"/>
    <w:rsid w:val="00434CDF"/>
    <w:rsid w:val="00436AB5"/>
    <w:rsid w:val="00441428"/>
    <w:rsid w:val="004423BA"/>
    <w:rsid w:val="00447A46"/>
    <w:rsid w:val="00451A2E"/>
    <w:rsid w:val="0045226F"/>
    <w:rsid w:val="00453ADC"/>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24BC"/>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E672E"/>
    <w:rsid w:val="007F6CF2"/>
    <w:rsid w:val="007F78C3"/>
    <w:rsid w:val="00800E66"/>
    <w:rsid w:val="00802090"/>
    <w:rsid w:val="00803908"/>
    <w:rsid w:val="008067B9"/>
    <w:rsid w:val="00810441"/>
    <w:rsid w:val="008113DB"/>
    <w:rsid w:val="00811A81"/>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1FCE"/>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57A67"/>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2C72"/>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803"/>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neosobowe@orle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zetargi.pgnig.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zetargi.pgnig.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rzetargi.pgnig.pl" TargetMode="External"/><Relationship Id="rId4" Type="http://schemas.openxmlformats.org/officeDocument/2006/relationships/settings" Target="settings.xml"/><Relationship Id="rId9" Type="http://schemas.openxmlformats.org/officeDocument/2006/relationships/hyperlink" Target="mailto:marcin.reichel@pgnig.pl" TargetMode="External"/><Relationship Id="rId14" Type="http://schemas.openxmlformats.org/officeDocument/2006/relationships/hyperlink" Target="http://www.orlen.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ECEF2-8C99-49A9-896D-5C530092D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404</TotalTime>
  <Pages>26</Pages>
  <Words>8656</Words>
  <Characters>56657</Characters>
  <Application>Microsoft Office Word</Application>
  <DocSecurity>0</DocSecurity>
  <Lines>472</Lines>
  <Paragraphs>130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Reichel Marcin</cp:lastModifiedBy>
  <cp:revision>67</cp:revision>
  <cp:lastPrinted>2018-05-25T12:56:00Z</cp:lastPrinted>
  <dcterms:created xsi:type="dcterms:W3CDTF">2023-10-31T12:52:00Z</dcterms:created>
  <dcterms:modified xsi:type="dcterms:W3CDTF">2024-09-17T08:26:00Z</dcterms:modified>
</cp:coreProperties>
</file>