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380E2740"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702223" w:rsidRPr="00702223">
        <w:rPr>
          <w:rFonts w:cs="Arial"/>
          <w:sz w:val="20"/>
          <w:szCs w:val="20"/>
        </w:rPr>
        <w:t>Remont pomieszczeń w budynku L1</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3BDEDF32"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6B0B6E">
        <w:rPr>
          <w:rFonts w:cs="Arial"/>
          <w:color w:val="000000"/>
          <w:sz w:val="18"/>
          <w:szCs w:val="18"/>
          <w:shd w:val="clear" w:color="auto" w:fill="FFFFFF"/>
        </w:rPr>
        <w:t>NP/PGNG/24/0834/OL/SWO</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089BB8"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CC2300">
        <w:rPr>
          <w:rFonts w:cs="Arial"/>
          <w:sz w:val="20"/>
          <w:szCs w:val="20"/>
        </w:rPr>
        <w:t>4</w:t>
      </w:r>
      <w:r w:rsidRPr="0036194A">
        <w:rPr>
          <w:rFonts w:cs="Arial"/>
          <w:sz w:val="20"/>
          <w:szCs w:val="20"/>
        </w:rPr>
        <w:t xml:space="preserve"> r.</w:t>
      </w:r>
    </w:p>
    <w:p w14:paraId="319D0E36" w14:textId="6EEBAD38" w:rsidR="00F40506" w:rsidRPr="00F40506" w:rsidRDefault="00F40506" w:rsidP="00586C79">
      <w:pPr>
        <w:pStyle w:val="Dzia"/>
        <w:spacing w:before="360"/>
      </w:pPr>
      <w:r w:rsidRPr="00F40506">
        <w:lastRenderedPageBreak/>
        <w:t>Dział I</w:t>
      </w:r>
    </w:p>
    <w:p w14:paraId="71370CC6" w14:textId="77777777" w:rsidR="00F40506" w:rsidRPr="00F40506" w:rsidRDefault="00F40506" w:rsidP="00586C79">
      <w:pPr>
        <w:pStyle w:val="Dzia"/>
        <w:spacing w:before="0" w:after="240"/>
        <w:contextualSpacing w:val="0"/>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456FC">
      <w:pPr>
        <w:autoSpaceDE w:val="0"/>
        <w:autoSpaceDN w:val="0"/>
        <w:adjustRightInd w:val="0"/>
        <w:spacing w:line="259"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456FC">
      <w:pPr>
        <w:spacing w:line="259" w:lineRule="auto"/>
        <w:ind w:left="432"/>
        <w:rPr>
          <w:rFonts w:cs="Arial"/>
          <w:sz w:val="20"/>
          <w:szCs w:val="20"/>
        </w:rPr>
      </w:pPr>
      <w:r w:rsidRPr="00275DFA">
        <w:rPr>
          <w:rFonts w:cs="Arial"/>
          <w:sz w:val="20"/>
          <w:szCs w:val="20"/>
        </w:rPr>
        <w:t>ul. Chemików 7</w:t>
      </w:r>
    </w:p>
    <w:p w14:paraId="070E32DD" w14:textId="0585F614" w:rsidR="00AF5E90" w:rsidRDefault="00AF5E90" w:rsidP="00A456FC">
      <w:pPr>
        <w:spacing w:line="259" w:lineRule="auto"/>
        <w:ind w:left="432"/>
        <w:rPr>
          <w:rFonts w:cs="Arial"/>
          <w:sz w:val="20"/>
          <w:szCs w:val="20"/>
        </w:rPr>
      </w:pPr>
      <w:r w:rsidRPr="00275DFA">
        <w:rPr>
          <w:rFonts w:cs="Arial"/>
          <w:sz w:val="20"/>
          <w:szCs w:val="20"/>
        </w:rPr>
        <w:t>09-411 Płock</w:t>
      </w:r>
    </w:p>
    <w:p w14:paraId="057868AE" w14:textId="77777777" w:rsidR="007B2C37" w:rsidRDefault="007B2C37" w:rsidP="00A456FC">
      <w:pPr>
        <w:spacing w:line="259"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A456FC">
      <w:pPr>
        <w:spacing w:line="259"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A456FC">
      <w:pPr>
        <w:spacing w:line="259" w:lineRule="auto"/>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456FC">
      <w:pPr>
        <w:spacing w:line="259" w:lineRule="auto"/>
        <w:ind w:left="432"/>
        <w:rPr>
          <w:rFonts w:cs="Arial"/>
          <w:color w:val="FF0000"/>
          <w:sz w:val="20"/>
          <w:szCs w:val="20"/>
        </w:rPr>
      </w:pPr>
    </w:p>
    <w:p w14:paraId="3A1107A5" w14:textId="77777777" w:rsidR="00AF5E90" w:rsidRPr="00A456FC" w:rsidRDefault="00AF5E90" w:rsidP="00A456FC">
      <w:pPr>
        <w:spacing w:line="259" w:lineRule="auto"/>
        <w:ind w:left="432"/>
        <w:rPr>
          <w:rStyle w:val="Hipercze"/>
          <w:rFonts w:cs="Arial"/>
          <w:color w:val="auto"/>
          <w:sz w:val="20"/>
          <w:szCs w:val="20"/>
          <w:u w:val="none"/>
        </w:rPr>
      </w:pPr>
      <w:r w:rsidRPr="00A456FC">
        <w:rPr>
          <w:rStyle w:val="Hipercze"/>
          <w:rFonts w:cs="Arial"/>
          <w:color w:val="auto"/>
          <w:sz w:val="20"/>
          <w:szCs w:val="20"/>
          <w:u w:val="none"/>
        </w:rPr>
        <w:t>Postępowanie prowadzane jest przez:</w:t>
      </w:r>
    </w:p>
    <w:p w14:paraId="3A5F0887" w14:textId="77777777" w:rsidR="00AF5E90" w:rsidRPr="00A456FC" w:rsidRDefault="00AF5E90" w:rsidP="00A456FC">
      <w:pPr>
        <w:spacing w:line="259" w:lineRule="auto"/>
        <w:ind w:left="432"/>
        <w:rPr>
          <w:rStyle w:val="Hipercze"/>
          <w:rFonts w:cs="Arial"/>
          <w:color w:val="auto"/>
          <w:sz w:val="20"/>
          <w:szCs w:val="20"/>
          <w:u w:val="none"/>
        </w:rPr>
      </w:pPr>
      <w:r w:rsidRPr="00A456FC">
        <w:rPr>
          <w:rStyle w:val="Hipercze"/>
          <w:rFonts w:cs="Arial"/>
          <w:color w:val="auto"/>
          <w:sz w:val="20"/>
          <w:szCs w:val="20"/>
          <w:u w:val="none"/>
        </w:rPr>
        <w:t>Oddział Centralny Polskie Górnictwo Naftowe i Gazownictwo w Warszawie</w:t>
      </w:r>
    </w:p>
    <w:p w14:paraId="6AD6F6BC" w14:textId="77777777" w:rsidR="00AF5E90" w:rsidRPr="00A456FC" w:rsidRDefault="00AF5E90" w:rsidP="00A456FC">
      <w:pPr>
        <w:spacing w:line="259" w:lineRule="auto"/>
        <w:ind w:left="432"/>
        <w:rPr>
          <w:rStyle w:val="Hipercze"/>
          <w:rFonts w:cs="Arial"/>
          <w:color w:val="auto"/>
          <w:sz w:val="20"/>
          <w:szCs w:val="20"/>
          <w:u w:val="none"/>
        </w:rPr>
      </w:pPr>
      <w:r w:rsidRPr="00A456FC">
        <w:rPr>
          <w:rStyle w:val="Hipercze"/>
          <w:rFonts w:cs="Arial"/>
          <w:color w:val="auto"/>
          <w:sz w:val="20"/>
          <w:szCs w:val="20"/>
          <w:u w:val="none"/>
        </w:rPr>
        <w:t>ul. Marcina Kasprzaka 25</w:t>
      </w:r>
    </w:p>
    <w:p w14:paraId="53C48661" w14:textId="77777777" w:rsidR="00AF5E90" w:rsidRPr="00A456FC" w:rsidRDefault="00AF5E90" w:rsidP="00A456FC">
      <w:pPr>
        <w:spacing w:line="259" w:lineRule="auto"/>
        <w:ind w:left="432"/>
        <w:rPr>
          <w:rStyle w:val="Hipercze"/>
          <w:rFonts w:cs="Arial"/>
          <w:color w:val="auto"/>
          <w:sz w:val="20"/>
          <w:szCs w:val="20"/>
          <w:u w:val="none"/>
        </w:rPr>
      </w:pPr>
      <w:r w:rsidRPr="00A456FC">
        <w:rPr>
          <w:rStyle w:val="Hipercze"/>
          <w:rFonts w:cs="Arial"/>
          <w:color w:val="auto"/>
          <w:sz w:val="20"/>
          <w:szCs w:val="20"/>
          <w:u w:val="none"/>
        </w:rPr>
        <w:t>01-224 Warszawa</w:t>
      </w:r>
    </w:p>
    <w:p w14:paraId="3E2FE2D8" w14:textId="77777777" w:rsidR="00AF5E90" w:rsidRPr="00A456FC" w:rsidRDefault="00AF5E90" w:rsidP="00A456FC">
      <w:pPr>
        <w:spacing w:line="259" w:lineRule="auto"/>
        <w:ind w:left="142"/>
        <w:jc w:val="left"/>
        <w:rPr>
          <w:rFonts w:cs="Arial"/>
          <w:sz w:val="20"/>
          <w:szCs w:val="20"/>
        </w:rPr>
      </w:pPr>
    </w:p>
    <w:p w14:paraId="3A960CC8" w14:textId="77777777" w:rsidR="00F40506" w:rsidRPr="00A456FC" w:rsidRDefault="00F40506" w:rsidP="00A456FC">
      <w:pPr>
        <w:spacing w:line="259" w:lineRule="auto"/>
        <w:ind w:left="426"/>
        <w:jc w:val="left"/>
        <w:rPr>
          <w:rFonts w:cs="Arial"/>
          <w:sz w:val="20"/>
          <w:szCs w:val="20"/>
        </w:rPr>
      </w:pPr>
      <w:r w:rsidRPr="00A456FC">
        <w:rPr>
          <w:rFonts w:cs="Arial"/>
          <w:sz w:val="20"/>
          <w:szCs w:val="20"/>
        </w:rPr>
        <w:t>Osoba uprawniona do kontaktu  z Wykonawcami:</w:t>
      </w:r>
    </w:p>
    <w:p w14:paraId="297520B6" w14:textId="4C6B6EE9" w:rsidR="00F40506" w:rsidRPr="00A456FC" w:rsidRDefault="00A456FC" w:rsidP="00A456FC">
      <w:pPr>
        <w:spacing w:line="259" w:lineRule="auto"/>
        <w:ind w:left="426"/>
        <w:jc w:val="left"/>
        <w:rPr>
          <w:rFonts w:cs="Arial"/>
          <w:sz w:val="20"/>
          <w:szCs w:val="20"/>
          <w:lang w:val="en-US"/>
        </w:rPr>
      </w:pPr>
      <w:r w:rsidRPr="00A456FC">
        <w:rPr>
          <w:rFonts w:cs="Arial"/>
          <w:sz w:val="20"/>
          <w:szCs w:val="20"/>
          <w:lang w:val="en-US"/>
        </w:rPr>
        <w:t>Marcin Reichel</w:t>
      </w:r>
    </w:p>
    <w:p w14:paraId="4F4EB5B5" w14:textId="29C28B59" w:rsidR="00F40506" w:rsidRPr="00AF5E90" w:rsidRDefault="00F40506" w:rsidP="00A456FC">
      <w:pPr>
        <w:spacing w:line="259" w:lineRule="auto"/>
        <w:ind w:left="426"/>
        <w:jc w:val="left"/>
        <w:rPr>
          <w:rFonts w:cs="Arial"/>
          <w:color w:val="4F81BD" w:themeColor="accent1"/>
          <w:sz w:val="20"/>
          <w:szCs w:val="20"/>
          <w:lang w:val="en-US"/>
        </w:rPr>
      </w:pPr>
      <w:r w:rsidRPr="00A456FC">
        <w:rPr>
          <w:rFonts w:cs="Arial"/>
          <w:sz w:val="20"/>
          <w:szCs w:val="20"/>
          <w:lang w:val="en-US"/>
        </w:rPr>
        <w:t xml:space="preserve">e-mail: </w:t>
      </w:r>
      <w:hyperlink r:id="rId9" w:history="1">
        <w:r w:rsidR="00A456FC" w:rsidRPr="00744FB6">
          <w:rPr>
            <w:rStyle w:val="Hipercze"/>
            <w:rFonts w:cs="Arial"/>
            <w:sz w:val="20"/>
            <w:szCs w:val="20"/>
            <w:lang w:val="en-US"/>
          </w:rPr>
          <w:t>marcin.reichel@pgnig.pl</w:t>
        </w:r>
      </w:hyperlink>
      <w:r w:rsidR="00A456FC">
        <w:rPr>
          <w:rFonts w:cs="Arial"/>
          <w:color w:val="4F81BD" w:themeColor="accent1"/>
          <w:sz w:val="20"/>
          <w:szCs w:val="20"/>
          <w:lang w:val="en-US"/>
        </w:rPr>
        <w:t>.</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ED5E0A" w:rsidRDefault="00085E9D" w:rsidP="00C33AC8">
      <w:pPr>
        <w:pStyle w:val="Styla"/>
        <w:ind w:left="993" w:hanging="284"/>
      </w:pPr>
      <w:r w:rsidRPr="00ED5E0A">
        <w:t>podniesienia efektywności przedmiotu zamówienia określonego w opisie przedmiotu zamówienia i projekcie umowy,</w:t>
      </w:r>
    </w:p>
    <w:p w14:paraId="7D388B41" w14:textId="694A44A3" w:rsidR="00085E9D" w:rsidRPr="00ED5E0A" w:rsidRDefault="00085E9D" w:rsidP="00C33AC8">
      <w:pPr>
        <w:pStyle w:val="Styla"/>
        <w:ind w:left="993" w:hanging="284"/>
      </w:pPr>
      <w:r w:rsidRPr="00ED5E0A">
        <w:t>optymalizacji warunków handlowych.</w:t>
      </w:r>
    </w:p>
    <w:p w14:paraId="359B1FBB" w14:textId="70516016" w:rsidR="000464CE" w:rsidRPr="00ED5E0A" w:rsidRDefault="00085E9D" w:rsidP="00C33AC8">
      <w:pPr>
        <w:pStyle w:val="Styl111"/>
        <w:ind w:left="1418" w:hanging="698"/>
      </w:pPr>
      <w:r w:rsidRPr="00ED5E0A">
        <w:t>W przypadku, o którym mowa w pkt. 2.</w:t>
      </w:r>
      <w:r w:rsidR="000464CE" w:rsidRPr="00ED5E0A">
        <w:t>2</w:t>
      </w:r>
      <w:r w:rsidR="005F4403" w:rsidRPr="00ED5E0A">
        <w:t>.</w:t>
      </w:r>
      <w:r w:rsidR="00A641B0">
        <w:t xml:space="preserve"> lit. a</w:t>
      </w:r>
      <w:r w:rsidRPr="00ED5E0A">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1132E00B" w:rsidR="000464CE" w:rsidRPr="00ED5E0A" w:rsidRDefault="00085E9D" w:rsidP="00C33AC8">
      <w:pPr>
        <w:pStyle w:val="Styl111"/>
        <w:ind w:left="1418" w:hanging="698"/>
      </w:pPr>
      <w:r w:rsidRPr="00ED5E0A">
        <w:t>W przypadku, o którym mowa w pkt. 2.</w:t>
      </w:r>
      <w:r w:rsidR="000464CE" w:rsidRPr="00ED5E0A">
        <w:t>2</w:t>
      </w:r>
      <w:r w:rsidR="005F4403" w:rsidRPr="00ED5E0A">
        <w:t>.</w:t>
      </w:r>
      <w:r w:rsidR="00A641B0">
        <w:t xml:space="preserve"> lit. b</w:t>
      </w:r>
      <w:r w:rsidR="00D877C6" w:rsidRPr="00ED5E0A">
        <w:t>)</w:t>
      </w:r>
      <w:r w:rsidRPr="00ED5E0A">
        <w:t xml:space="preserve"> negocjacje treści oferty prowadzone są w celu optymalizacji warunków handlowych w zakresie ceny. Po zakończeniu negocjacji Zamawiający zaprasza Wykonawców do złożenia aktualizacji oferty.</w:t>
      </w:r>
      <w:r w:rsidRPr="00ED5E0A">
        <w:rPr>
          <w:bCs/>
        </w:rPr>
        <w:t xml:space="preserve"> </w:t>
      </w:r>
    </w:p>
    <w:p w14:paraId="6AEEBF93" w14:textId="406BD68F" w:rsidR="000464CE" w:rsidRPr="00ED5E0A" w:rsidRDefault="00A86FA6" w:rsidP="00C33AC8">
      <w:pPr>
        <w:pStyle w:val="Styl111"/>
        <w:ind w:left="1418" w:hanging="698"/>
      </w:pPr>
      <w:r w:rsidRPr="00ED5E0A">
        <w:rPr>
          <w:bCs/>
        </w:rPr>
        <w:t>N</w:t>
      </w:r>
      <w:r w:rsidR="00085E9D" w:rsidRPr="00ED5E0A">
        <w:rPr>
          <w:bCs/>
        </w:rPr>
        <w:t>egocjacje mogą być przeprowadzone ze wszystkimi Wykonawcami, którzy złożyli oferty w postępowaniu lub z Wykonawcą, który złożył najkorzystniejszą ofertę (lub jedyną ofertę)</w:t>
      </w:r>
      <w:r w:rsidRPr="00ED5E0A">
        <w:rPr>
          <w:bCs/>
        </w:rPr>
        <w:t>.</w:t>
      </w:r>
    </w:p>
    <w:p w14:paraId="741540D4" w14:textId="44DA8AD4" w:rsidR="000464CE" w:rsidRPr="00ED5E0A" w:rsidRDefault="00085E9D" w:rsidP="00C33AC8">
      <w:pPr>
        <w:pStyle w:val="Styl111"/>
        <w:ind w:left="1418" w:hanging="698"/>
      </w:pPr>
      <w:r w:rsidRPr="00ED5E0A">
        <w:t>Zamawiający przekazuje</w:t>
      </w:r>
      <w:r w:rsidRPr="00ED5E0A" w:rsidDel="000D17E8">
        <w:t xml:space="preserve"> </w:t>
      </w:r>
      <w:r w:rsidRPr="00ED5E0A">
        <w:t>Wykonawcom zaproszenie do negocjacji informując ich o</w:t>
      </w:r>
      <w:r w:rsidR="00B01933" w:rsidRPr="00ED5E0A">
        <w:t> </w:t>
      </w:r>
      <w:r w:rsidRPr="00ED5E0A">
        <w:t>terminie, miejscu i formie prowadzonych negocjacji</w:t>
      </w:r>
      <w:r w:rsidR="00A86FA6" w:rsidRPr="00ED5E0A">
        <w:t>.</w:t>
      </w:r>
    </w:p>
    <w:p w14:paraId="0EB4678A" w14:textId="0F0CB2B2" w:rsidR="00085E9D" w:rsidRPr="00ED5E0A" w:rsidRDefault="00A86FA6" w:rsidP="00C33AC8">
      <w:pPr>
        <w:pStyle w:val="Styl111"/>
        <w:ind w:left="1418" w:hanging="698"/>
      </w:pPr>
      <w:r w:rsidRPr="00ED5E0A">
        <w:t>N</w:t>
      </w:r>
      <w:r w:rsidR="00085E9D" w:rsidRPr="00ED5E0A">
        <w:t>egocjacje mogą zostać przeprowadzone w jednej lub kilku rundach negocjacyjnych,</w:t>
      </w:r>
    </w:p>
    <w:p w14:paraId="39F4DAEC" w14:textId="4FC09DFF" w:rsidR="00085E9D" w:rsidRPr="00ED5E0A" w:rsidRDefault="00A86FA6" w:rsidP="00C33AC8">
      <w:pPr>
        <w:pStyle w:val="Styl111"/>
        <w:ind w:left="1418" w:hanging="698"/>
      </w:pPr>
      <w:r w:rsidRPr="00ED5E0A">
        <w:t>O</w:t>
      </w:r>
      <w:r w:rsidR="00085E9D" w:rsidRPr="00ED5E0A">
        <w:t>ferta złożona w trakcie negocjacji w zakresie wskazanym w pkt. 2.</w:t>
      </w:r>
      <w:r w:rsidR="000464CE" w:rsidRPr="00ED5E0A">
        <w:t>2</w:t>
      </w:r>
      <w:r w:rsidR="00A641B0">
        <w:t>. lit. b</w:t>
      </w:r>
      <w:r w:rsidR="00085E9D" w:rsidRPr="00ED5E0A">
        <w:t>) nie może być mniej korzystna dla Zamawiającego niż oferta złożona w</w:t>
      </w:r>
      <w:r w:rsidR="00B01933" w:rsidRPr="00ED5E0A">
        <w:t> </w:t>
      </w:r>
      <w:r w:rsidR="00085E9D" w:rsidRPr="00ED5E0A">
        <w:t xml:space="preserve">postępowaniu. </w:t>
      </w:r>
    </w:p>
    <w:p w14:paraId="017F55A6" w14:textId="62857B9D" w:rsidR="00085E9D" w:rsidRPr="00ED5E0A" w:rsidRDefault="00A86FA6" w:rsidP="00C33AC8">
      <w:pPr>
        <w:pStyle w:val="Styl111"/>
        <w:ind w:left="1418" w:hanging="698"/>
      </w:pPr>
      <w:r w:rsidRPr="00ED5E0A">
        <w:t>O</w:t>
      </w:r>
      <w:r w:rsidR="00085E9D" w:rsidRPr="00ED5E0A">
        <w:t>ferta złożona w trakcie negocjacji w zakresie wskazanym w pkt. 2.</w:t>
      </w:r>
      <w:r w:rsidR="000464CE" w:rsidRPr="00ED5E0A">
        <w:t>2</w:t>
      </w:r>
      <w:r w:rsidR="00A641B0">
        <w:t>. lit. a</w:t>
      </w:r>
      <w:r w:rsidR="00085E9D" w:rsidRPr="00ED5E0A">
        <w:t xml:space="preserve">) może być mniej korzystna dla Zamawiającego niż oferta złożona w postępowaniu. </w:t>
      </w:r>
    </w:p>
    <w:p w14:paraId="0D05607A" w14:textId="77777777" w:rsidR="00085E9D" w:rsidRPr="00ED5E0A" w:rsidRDefault="00085E9D" w:rsidP="00C33AC8">
      <w:pPr>
        <w:pStyle w:val="Styl111"/>
        <w:ind w:left="1418" w:hanging="698"/>
      </w:pPr>
      <w:r w:rsidRPr="00ED5E0A">
        <w:t>Zamawiający może udzielić wyjaśnień do zmian wprowadzonych do dokumentacji Postępowania wskutek przeprowadzonych negocjacji.</w:t>
      </w:r>
    </w:p>
    <w:p w14:paraId="2252F161" w14:textId="77777777" w:rsidR="00085E9D" w:rsidRPr="00ED5E0A" w:rsidRDefault="00085E9D" w:rsidP="00C33AC8">
      <w:pPr>
        <w:pStyle w:val="Styl111"/>
        <w:ind w:left="1418" w:hanging="698"/>
      </w:pPr>
      <w:r w:rsidRPr="00ED5E0A">
        <w:t xml:space="preserve">Zamawiający nie udziela podczas negocjacji informacji w sposób, który mógłby zapewnić niektórym Wykonawcom przewagę nad innymi Wykonawcami. </w:t>
      </w:r>
    </w:p>
    <w:p w14:paraId="6302D909" w14:textId="77777777" w:rsidR="00085E9D" w:rsidRPr="00ED5E0A" w:rsidRDefault="00085E9D" w:rsidP="00C33AC8">
      <w:pPr>
        <w:pStyle w:val="Styl111"/>
        <w:ind w:left="1418" w:hanging="698"/>
      </w:pPr>
      <w:r w:rsidRPr="00ED5E0A">
        <w:lastRenderedPageBreak/>
        <w:t>Prowadzone negocjacje mają charakter poufny.</w:t>
      </w:r>
    </w:p>
    <w:p w14:paraId="0F89984B" w14:textId="76284918" w:rsidR="00270605" w:rsidRPr="00ED5E0A" w:rsidRDefault="00270605" w:rsidP="00D877C6">
      <w:pPr>
        <w:pStyle w:val="Styl11"/>
      </w:pPr>
      <w:r w:rsidRPr="00ED5E0A">
        <w:t>Zaproszenie do negocjacji nie oznacza wyboru oferty przez Zamawiającego.</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C33AC8">
      <w:pPr>
        <w:pStyle w:val="Styl111"/>
        <w:ind w:left="1418" w:hanging="698"/>
      </w:pPr>
      <w:r w:rsidRPr="00A843F5">
        <w:t>odwołania Postępowania do upływu terminu na składanie ofert, a w przypadku aukcji elektronicznej - do jej rozpoczęcia,</w:t>
      </w:r>
    </w:p>
    <w:p w14:paraId="17E27B15" w14:textId="6141E18E" w:rsidR="00A843F5" w:rsidRPr="008E41FB" w:rsidRDefault="00A843F5" w:rsidP="00C33AC8">
      <w:pPr>
        <w:pStyle w:val="Styl111"/>
        <w:ind w:left="1418" w:hanging="698"/>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0"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1"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C33AC8">
      <w:pPr>
        <w:pStyle w:val="Styl111"/>
        <w:ind w:left="1418" w:hanging="698"/>
      </w:pPr>
      <w:r w:rsidRPr="0081083D">
        <w:t>posiadanie przez Wykonawcę dostępu do Internetu;</w:t>
      </w:r>
    </w:p>
    <w:p w14:paraId="579E6E76" w14:textId="77777777" w:rsidR="00085E9D" w:rsidRPr="00546F12" w:rsidRDefault="00085E9D" w:rsidP="00C33AC8">
      <w:pPr>
        <w:pStyle w:val="Styl111"/>
        <w:ind w:left="1418" w:hanging="698"/>
      </w:pPr>
      <w:r w:rsidRPr="0081083D">
        <w:t>posiadanie przez Wykonawcę dostępu do indywidualnego konta poczty elektronicznej e-mail;</w:t>
      </w:r>
    </w:p>
    <w:p w14:paraId="74008AD7" w14:textId="57018770" w:rsidR="00085E9D" w:rsidRPr="0081083D" w:rsidRDefault="00085E9D" w:rsidP="00C33AC8">
      <w:pPr>
        <w:pStyle w:val="Styl111"/>
        <w:ind w:left="1418" w:hanging="698"/>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C33AC8">
      <w:pPr>
        <w:pStyle w:val="Styl111"/>
        <w:ind w:left="1418" w:hanging="698"/>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C33AC8">
      <w:pPr>
        <w:pStyle w:val="Styl11"/>
        <w:ind w:left="1418" w:hanging="698"/>
      </w:pPr>
      <w:r w:rsidRPr="0081083D">
        <w:t>Techniczne warunki i specyfikacja połączenia:</w:t>
      </w:r>
    </w:p>
    <w:p w14:paraId="7EA6DDFB" w14:textId="77777777" w:rsidR="00085E9D" w:rsidRPr="0081083D" w:rsidRDefault="00085E9D" w:rsidP="00C33AC8">
      <w:pPr>
        <w:pStyle w:val="Styl111"/>
        <w:ind w:left="1418" w:hanging="698"/>
      </w:pPr>
      <w:r w:rsidRPr="0081083D">
        <w:lastRenderedPageBreak/>
        <w:t>stacja robocza z dostępem do sieci Internet;</w:t>
      </w:r>
    </w:p>
    <w:p w14:paraId="629EDD3E" w14:textId="77777777" w:rsidR="00085E9D" w:rsidRPr="0081083D" w:rsidRDefault="00085E9D" w:rsidP="00C33AC8">
      <w:pPr>
        <w:pStyle w:val="Styl111"/>
        <w:ind w:left="1418" w:hanging="698"/>
      </w:pPr>
      <w:r w:rsidRPr="0081083D">
        <w:t xml:space="preserve">przeglądarka (aktualna wersja Mozilla </w:t>
      </w:r>
      <w:proofErr w:type="spellStart"/>
      <w:r w:rsidRPr="0081083D">
        <w:t>Firefox</w:t>
      </w:r>
      <w:proofErr w:type="spellEnd"/>
      <w:r w:rsidRPr="0081083D">
        <w:t xml:space="preserve"> lub Google Chrome) wspierająca komunikację po protokole HTTPS;</w:t>
      </w:r>
    </w:p>
    <w:p w14:paraId="039A857E" w14:textId="77777777" w:rsidR="00085E9D" w:rsidRPr="0081083D" w:rsidRDefault="00085E9D" w:rsidP="00C33AC8">
      <w:pPr>
        <w:pStyle w:val="Styl111"/>
        <w:ind w:left="1418" w:hanging="698"/>
      </w:pPr>
      <w:r w:rsidRPr="0081083D">
        <w:t>przeglądarka plików w formacie PDF umożliwiająca weryfikację podpisów cyfrowych;</w:t>
      </w:r>
    </w:p>
    <w:p w14:paraId="59FFF0D0" w14:textId="77777777" w:rsidR="00085E9D" w:rsidRPr="0081083D" w:rsidRDefault="00085E9D" w:rsidP="00C33AC8">
      <w:pPr>
        <w:pStyle w:val="Styl111"/>
        <w:ind w:left="1418" w:hanging="698"/>
      </w:pPr>
      <w:r w:rsidRPr="0081083D">
        <w:t>edytor plików w formacie DOCX;</w:t>
      </w:r>
    </w:p>
    <w:p w14:paraId="4AC644B0" w14:textId="77777777" w:rsidR="00085E9D" w:rsidRPr="0081083D" w:rsidRDefault="00085E9D" w:rsidP="00C33AC8">
      <w:pPr>
        <w:pStyle w:val="Styl111"/>
        <w:ind w:left="1418" w:hanging="698"/>
      </w:pPr>
      <w:r w:rsidRPr="0081083D">
        <w:t>oprogramowanie umożliwiające podpisywanie dokumentów kwalifikowanym podpisem cyfrowym;</w:t>
      </w:r>
    </w:p>
    <w:p w14:paraId="3345E7B5" w14:textId="65FF052B" w:rsidR="00085E9D" w:rsidRPr="0081083D" w:rsidRDefault="00085E9D" w:rsidP="00C33AC8">
      <w:pPr>
        <w:pStyle w:val="Styl111"/>
        <w:ind w:left="1418" w:hanging="698"/>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w:t>
      </w:r>
      <w:proofErr w:type="spellStart"/>
      <w:r w:rsidRPr="0081083D">
        <w:t>doc</w:t>
      </w:r>
      <w:proofErr w:type="spellEnd"/>
      <w:r w:rsidRPr="0081083D">
        <w:t>, .</w:t>
      </w:r>
      <w:proofErr w:type="spellStart"/>
      <w:r w:rsidRPr="0081083D">
        <w:t>docx</w:t>
      </w:r>
      <w:proofErr w:type="spellEnd"/>
      <w:r w:rsidRPr="0081083D">
        <w:t>.</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7BDF96DC" w14:textId="77777777" w:rsidR="00F40506" w:rsidRPr="001F74AF" w:rsidRDefault="00F40506" w:rsidP="00586C79">
      <w:pPr>
        <w:pStyle w:val="Dzia"/>
        <w:spacing w:before="360"/>
        <w:rPr>
          <w:rFonts w:eastAsia="Arial Unicode MS"/>
        </w:rPr>
      </w:pPr>
      <w:r w:rsidRPr="001F74AF">
        <w:rPr>
          <w:rFonts w:eastAsia="Arial Unicode MS"/>
        </w:rPr>
        <w:t>Dział II</w:t>
      </w:r>
    </w:p>
    <w:p w14:paraId="4BAB6A0F" w14:textId="473C468B" w:rsidR="00F40506" w:rsidRDefault="00F40506" w:rsidP="00586C79">
      <w:pPr>
        <w:pStyle w:val="Dzia"/>
        <w:spacing w:before="0" w:after="240"/>
        <w:contextualSpacing w:val="0"/>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4252250E" w:rsidR="007D7C5D" w:rsidRPr="00BF1BDC" w:rsidRDefault="00F40506" w:rsidP="00702223">
      <w:pPr>
        <w:pStyle w:val="Styl11"/>
      </w:pPr>
      <w:r w:rsidRPr="0036488B">
        <w:t xml:space="preserve">Przedmiotem zamówienia jest </w:t>
      </w:r>
      <w:r w:rsidR="00702223">
        <w:t>remont pomieszczeń w budynku L1</w:t>
      </w:r>
      <w:r w:rsidR="00C33AC8" w:rsidRPr="00C33AC8">
        <w:t xml:space="preserve"> </w:t>
      </w:r>
      <w:r w:rsidR="00702223" w:rsidRPr="00702223">
        <w:t>Oddział</w:t>
      </w:r>
      <w:r w:rsidR="00702223">
        <w:t>u</w:t>
      </w:r>
      <w:r w:rsidR="00702223" w:rsidRPr="00702223">
        <w:t xml:space="preserve"> Laboratorium Pomiarowo-Badawcze PGNiG w Warszawie</w:t>
      </w:r>
      <w:r w:rsidR="00C33AC8" w:rsidRPr="00BF1BDC">
        <w:t xml:space="preserve"> ORLEN Spółki Akcyjnej</w:t>
      </w:r>
      <w:r w:rsidRPr="00BF1BDC">
        <w:t>.</w:t>
      </w:r>
      <w:r w:rsidR="007D7C5D" w:rsidRPr="00BF1BDC">
        <w:rPr>
          <w:rFonts w:ascii="Times New Roman" w:hAnsi="Times New Roman"/>
          <w:sz w:val="24"/>
          <w:szCs w:val="22"/>
        </w:rPr>
        <w:t xml:space="preserve"> </w:t>
      </w:r>
    </w:p>
    <w:p w14:paraId="2D874702" w14:textId="7EA11D0D" w:rsidR="00CD6ADD" w:rsidRPr="00BF1BDC" w:rsidRDefault="00CD6ADD" w:rsidP="009C6996">
      <w:pPr>
        <w:pStyle w:val="Styl11"/>
      </w:pPr>
      <w:r w:rsidRPr="00BF1BDC">
        <w:t>Rodzaj zamówienia: usługa</w:t>
      </w:r>
      <w:r w:rsidR="00C33AC8" w:rsidRPr="00BF1BDC">
        <w:t>.</w:t>
      </w:r>
    </w:p>
    <w:p w14:paraId="19CD0A70" w14:textId="4EE92335" w:rsidR="00125875" w:rsidRDefault="001919DB" w:rsidP="00C33AC8">
      <w:pPr>
        <w:pStyle w:val="Styl11"/>
      </w:pPr>
      <w:r w:rsidRPr="009C6996">
        <w:t>O</w:t>
      </w:r>
      <w:r w:rsidR="00F40506" w:rsidRPr="009C6996">
        <w:t xml:space="preserve">pis przedmiotu zamówienia stanowi </w:t>
      </w:r>
      <w:r w:rsidR="00D02D33">
        <w:rPr>
          <w:b/>
        </w:rPr>
        <w:t>Z</w:t>
      </w:r>
      <w:r w:rsidR="00EF5C9F" w:rsidRPr="009C6996">
        <w:rPr>
          <w:b/>
          <w:iCs/>
        </w:rPr>
        <w:t>ałącznik</w:t>
      </w:r>
      <w:r w:rsidR="00F40506" w:rsidRPr="009C6996">
        <w:rPr>
          <w:b/>
          <w:iCs/>
        </w:rPr>
        <w:t xml:space="preserve"> </w:t>
      </w:r>
      <w:r w:rsidR="00F40506" w:rsidRPr="00C33AC8">
        <w:rPr>
          <w:b/>
          <w:iCs/>
        </w:rPr>
        <w:t xml:space="preserve">nr </w:t>
      </w:r>
      <w:r w:rsidR="00C33AC8" w:rsidRPr="00C33AC8">
        <w:rPr>
          <w:b/>
          <w:iCs/>
        </w:rPr>
        <w:t>2</w:t>
      </w:r>
      <w:r w:rsidR="00F40506" w:rsidRPr="00C33AC8">
        <w:rPr>
          <w:b/>
          <w:iCs/>
        </w:rPr>
        <w:t xml:space="preserve"> </w:t>
      </w:r>
      <w:r w:rsidR="004E76F7" w:rsidRPr="00C33AC8">
        <w:rPr>
          <w:b/>
          <w:iCs/>
        </w:rPr>
        <w:t xml:space="preserve">do </w:t>
      </w:r>
      <w:r w:rsidR="006C29FD" w:rsidRPr="00C33AC8">
        <w:rPr>
          <w:b/>
          <w:iCs/>
        </w:rPr>
        <w:t>SWZ</w:t>
      </w:r>
      <w:r w:rsidR="00F40506" w:rsidRPr="009C6996">
        <w:t>.</w:t>
      </w:r>
    </w:p>
    <w:p w14:paraId="792FE859" w14:textId="6BDE74E8" w:rsidR="006B0B6E" w:rsidRPr="00F90957" w:rsidRDefault="006B0B6E" w:rsidP="006B0B6E">
      <w:pPr>
        <w:pStyle w:val="Styl11"/>
      </w:pPr>
      <w:r w:rsidRPr="00F90957">
        <w:t xml:space="preserve">Zamawiający </w:t>
      </w:r>
      <w:r>
        <w:rPr>
          <w:b/>
        </w:rPr>
        <w:t>umożliwia</w:t>
      </w:r>
      <w:r w:rsidRPr="00F90957">
        <w:rPr>
          <w:b/>
        </w:rPr>
        <w:t xml:space="preserve"> Wykonawc</w:t>
      </w:r>
      <w:r>
        <w:rPr>
          <w:b/>
        </w:rPr>
        <w:t>om</w:t>
      </w:r>
      <w:r w:rsidRPr="00F90957">
        <w:t xml:space="preserve"> prze</w:t>
      </w:r>
      <w:r>
        <w:t>d złożeniem oferty przeprowadzenie wizji lokalnej</w:t>
      </w:r>
      <w:r w:rsidRPr="00F90957">
        <w:t xml:space="preserve">. Wizję lokalną będzie mógł przeprowadzić Wykonawca, który co najmniej na </w:t>
      </w:r>
      <w:r w:rsidR="00A641B0">
        <w:rPr>
          <w:b/>
        </w:rPr>
        <w:t>3 dni robocze</w:t>
      </w:r>
      <w:r w:rsidRPr="00F90957">
        <w:t xml:space="preserve"> przed upływem terminu składania ofert, określonym w pkt. 22.1, zgłosi chęć jej przeprowadzenia. Wykonawca zobowiązany jest przed przeprowadzeniem wizji złożyć wniosek za pośrednictwem poczty elektronicznej na adresy e-mail:</w:t>
      </w:r>
      <w:r w:rsidR="00A641B0">
        <w:t xml:space="preserve"> </w:t>
      </w:r>
      <w:hyperlink r:id="rId12" w:history="1">
        <w:r w:rsidR="00A641B0" w:rsidRPr="009A6111">
          <w:rPr>
            <w:rStyle w:val="Hipercze"/>
          </w:rPr>
          <w:t>dariusz.pastuszka@pgnig.pl</w:t>
        </w:r>
      </w:hyperlink>
      <w:r w:rsidR="00A641B0">
        <w:t xml:space="preserve">. </w:t>
      </w:r>
    </w:p>
    <w:p w14:paraId="3DF190BF" w14:textId="0C4AB368" w:rsidR="006B0B6E" w:rsidRPr="00F90957" w:rsidRDefault="006B0B6E" w:rsidP="006B0B6E">
      <w:pPr>
        <w:pStyle w:val="Styl11"/>
        <w:numPr>
          <w:ilvl w:val="0"/>
          <w:numId w:val="0"/>
        </w:numPr>
        <w:ind w:left="851" w:hanging="142"/>
      </w:pPr>
      <w:r w:rsidRPr="00F90957">
        <w:t>Osoba do kontaktu w sprawie</w:t>
      </w:r>
      <w:r w:rsidR="00A641B0">
        <w:t xml:space="preserve"> przeprowadzenia wizji lokalnej jest Pan Dariusz Pastuszka.</w:t>
      </w:r>
    </w:p>
    <w:p w14:paraId="76182101" w14:textId="77777777" w:rsidR="006B0B6E" w:rsidRPr="00F90957" w:rsidRDefault="006B0B6E" w:rsidP="006B0B6E">
      <w:pPr>
        <w:pStyle w:val="Styl11"/>
        <w:numPr>
          <w:ilvl w:val="0"/>
          <w:numId w:val="38"/>
        </w:numPr>
        <w:ind w:left="993" w:hanging="284"/>
      </w:pPr>
      <w:r w:rsidRPr="00F90957">
        <w:t>Wykonawca do ww. wniosku musi załączyć następujące dokumenty:</w:t>
      </w:r>
    </w:p>
    <w:p w14:paraId="16B71F99" w14:textId="77777777" w:rsidR="006B0B6E" w:rsidRPr="00F90957" w:rsidRDefault="006B0B6E" w:rsidP="006B0B6E">
      <w:pPr>
        <w:pStyle w:val="Styl11"/>
        <w:numPr>
          <w:ilvl w:val="0"/>
          <w:numId w:val="31"/>
        </w:numPr>
        <w:ind w:left="1418" w:hanging="218"/>
      </w:pPr>
      <w:r w:rsidRPr="00F90957">
        <w:t xml:space="preserve">listę osób, które będą uczestniczyć w wizji lokalnej wraz ze wskazaniem danych osobowych: imię i  nazwisko. Informacja ta powinna być podpisana przez osoby umocowane do reprezentacji Wykonawcy. Wykonawca jest zobowiązany do poinformowania osób biorących udział w wizji lokalnej o ochronie danych osobowych, określonych w pkt 26 SWZ. </w:t>
      </w:r>
    </w:p>
    <w:p w14:paraId="0A43EA5B" w14:textId="2FFDD0E8" w:rsidR="006B0B6E" w:rsidRPr="00F90957" w:rsidRDefault="006B0B6E" w:rsidP="006B0B6E">
      <w:pPr>
        <w:pStyle w:val="Styl11"/>
        <w:numPr>
          <w:ilvl w:val="0"/>
          <w:numId w:val="31"/>
        </w:numPr>
        <w:ind w:left="1418" w:hanging="218"/>
      </w:pPr>
      <w:r w:rsidRPr="00F90957">
        <w:t xml:space="preserve">podpisane zgodnie z reprezentacją Wykonawcy oświadczenie o zachowaniu poufności </w:t>
      </w:r>
      <w:r w:rsidRPr="00F90957">
        <w:br/>
        <w:t xml:space="preserve">w wersji zgodnej z </w:t>
      </w:r>
      <w:r w:rsidR="00A641B0">
        <w:rPr>
          <w:b/>
        </w:rPr>
        <w:t>Załącznikiem nr 6</w:t>
      </w:r>
      <w:r w:rsidRPr="00F90957">
        <w:rPr>
          <w:b/>
        </w:rPr>
        <w:t xml:space="preserve"> do SWZ.</w:t>
      </w:r>
      <w:r w:rsidRPr="00F90957">
        <w:t xml:space="preserve"> Oświadczenie musi być podpisane przez osoby wskazane w dokumencie uprawniającym do występowania w obrocie prawnym (np. KRS) lub posiadające pełnomocnictwo. W przypadku posiadania pełnomocnictwa - należy je dołączyć do ww. Oświadczenia.</w:t>
      </w:r>
    </w:p>
    <w:p w14:paraId="60F87D5F" w14:textId="6A825A41" w:rsidR="006B0B6E" w:rsidRDefault="006B0B6E" w:rsidP="006B0B6E">
      <w:pPr>
        <w:pStyle w:val="Styl11"/>
      </w:pPr>
      <w:r w:rsidRPr="00F90957">
        <w:t>Osoba wskazana do umówienia terminu wizji lokalnej nie będzie udzielała Wykonawcom odpowiedzi na pytania dotyczące treści SWZ lub procedury przetargowej.</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5FFFDECD"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C33AC8">
        <w:rPr>
          <w:rFonts w:cs="Arial"/>
          <w:b/>
          <w:sz w:val="20"/>
          <w:szCs w:val="20"/>
          <w:lang w:eastAsia="en-US"/>
        </w:rPr>
        <w:t>Z</w:t>
      </w:r>
      <w:r w:rsidRPr="00C33AC8">
        <w:rPr>
          <w:rFonts w:cs="Arial"/>
          <w:b/>
          <w:sz w:val="20"/>
          <w:szCs w:val="20"/>
          <w:lang w:eastAsia="en-US"/>
        </w:rPr>
        <w:t xml:space="preserve">ałącznik </w:t>
      </w:r>
      <w:r w:rsidR="00C33AC8">
        <w:rPr>
          <w:rFonts w:cs="Arial"/>
          <w:b/>
          <w:sz w:val="20"/>
          <w:szCs w:val="20"/>
          <w:lang w:eastAsia="en-US"/>
        </w:rPr>
        <w:t>nr 3</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6C013D24" w:rsidR="00F40506" w:rsidRPr="00702223" w:rsidRDefault="00F40506" w:rsidP="002A0400">
      <w:pPr>
        <w:spacing w:line="276" w:lineRule="auto"/>
        <w:rPr>
          <w:rFonts w:cs="Arial"/>
          <w:sz w:val="20"/>
          <w:szCs w:val="20"/>
        </w:rPr>
      </w:pPr>
      <w:r w:rsidRPr="00F40506">
        <w:rPr>
          <w:rFonts w:cs="Arial"/>
          <w:sz w:val="20"/>
          <w:szCs w:val="20"/>
        </w:rPr>
        <w:t xml:space="preserve">Zamówienie będzie zrealizowane w terminie </w:t>
      </w:r>
      <w:r w:rsidR="00702223">
        <w:rPr>
          <w:rFonts w:cs="Arial"/>
          <w:sz w:val="20"/>
          <w:szCs w:val="20"/>
        </w:rPr>
        <w:t>30 dni roboczych od daty rozpoczęcia prac. Rozpoczęcie prac nastąpi nie później niż 30 dni od daty podpisania Umowy</w:t>
      </w:r>
      <w:r w:rsidR="00BF1BDC">
        <w:rPr>
          <w:rFonts w:cs="Arial"/>
          <w:sz w:val="20"/>
          <w:szCs w:val="20"/>
        </w:rPr>
        <w:t>.</w:t>
      </w:r>
    </w:p>
    <w:p w14:paraId="123C9B23" w14:textId="77777777" w:rsidR="007B5698" w:rsidRPr="007B5698" w:rsidRDefault="007B5698" w:rsidP="004F4CEF">
      <w:pPr>
        <w:pStyle w:val="Styl1"/>
      </w:pPr>
      <w:r w:rsidRPr="007B5698">
        <w:t>Zamówienia częściowe</w:t>
      </w:r>
    </w:p>
    <w:p w14:paraId="4F50490F" w14:textId="63D25BBB" w:rsidR="00F40506" w:rsidRPr="007B5698" w:rsidRDefault="00F40506" w:rsidP="00C33AC8">
      <w:pPr>
        <w:pStyle w:val="Styl11"/>
        <w:numPr>
          <w:ilvl w:val="0"/>
          <w:numId w:val="0"/>
        </w:numPr>
        <w:ind w:left="709" w:hanging="709"/>
      </w:pPr>
      <w:r w:rsidRPr="00C33AC8">
        <w:t xml:space="preserve">Zamawiający nie dopuszcza składania </w:t>
      </w:r>
      <w:r w:rsidRPr="007B5698">
        <w:t>ofert częściowych.</w:t>
      </w:r>
    </w:p>
    <w:p w14:paraId="226B6B53" w14:textId="77777777" w:rsidR="00E47C88" w:rsidRPr="0051451B" w:rsidRDefault="00886DAD" w:rsidP="004F4CEF">
      <w:pPr>
        <w:pStyle w:val="Styl1"/>
      </w:pPr>
      <w:r w:rsidRPr="0051451B">
        <w:lastRenderedPageBreak/>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2A8E1C78"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w:t>
      </w:r>
      <w:r w:rsidR="00702223">
        <w:rPr>
          <w:bCs/>
        </w:rPr>
        <w:t>ał się w trakcie postępowania o </w:t>
      </w:r>
      <w:r w:rsidRPr="00E47C88">
        <w:rPr>
          <w:bCs/>
        </w:rPr>
        <w:t>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2D5A7A51" w:rsidR="00162E24" w:rsidRPr="00BF1BDC" w:rsidRDefault="00F40506" w:rsidP="009C6996">
      <w:pPr>
        <w:pStyle w:val="Styl11"/>
      </w:pPr>
      <w:r w:rsidRPr="00BF1BDC">
        <w:t>Zamawiający nie dopuszcza składania ofert wariantowych.</w:t>
      </w:r>
      <w:bookmarkStart w:id="1" w:name="_Toc165626656"/>
      <w:bookmarkStart w:id="2" w:name="_Toc479595442"/>
      <w:bookmarkStart w:id="3" w:name="_Toc139608600"/>
    </w:p>
    <w:p w14:paraId="1645CB9F" w14:textId="2B3078E2" w:rsidR="007D7C5D" w:rsidRPr="00BF1BDC" w:rsidRDefault="007D7C5D" w:rsidP="009C6996">
      <w:pPr>
        <w:pStyle w:val="Styl11"/>
      </w:pPr>
      <w:r w:rsidRPr="00BF1BDC">
        <w:t>Zamawiający informuje, że nie przewiduje udzielenia zamówień uzupełniających</w:t>
      </w:r>
      <w:r w:rsidR="00162E24" w:rsidRPr="00BF1BDC">
        <w:t>.</w:t>
      </w:r>
    </w:p>
    <w:p w14:paraId="7D9A4DC4" w14:textId="246E4D77" w:rsidR="007E4672" w:rsidRPr="00BF1BDC" w:rsidRDefault="007E4672" w:rsidP="009C6996">
      <w:pPr>
        <w:pStyle w:val="Styl11"/>
      </w:pPr>
      <w:r w:rsidRPr="00BF1BDC">
        <w:t>Zamawiający nie dopuszcza składania ofert warunkowych.</w:t>
      </w:r>
    </w:p>
    <w:p w14:paraId="1340FE13" w14:textId="77777777" w:rsidR="00F40506" w:rsidRPr="00F40506" w:rsidRDefault="00F40506" w:rsidP="00586C79">
      <w:pPr>
        <w:pStyle w:val="Dzia"/>
        <w:spacing w:before="360"/>
        <w:rPr>
          <w:lang w:eastAsia="en-US"/>
        </w:rPr>
      </w:pPr>
      <w:r w:rsidRPr="00F40506">
        <w:rPr>
          <w:lang w:eastAsia="en-US"/>
        </w:rPr>
        <w:t>Dział III</w:t>
      </w:r>
    </w:p>
    <w:p w14:paraId="3F5FC87D" w14:textId="77777777" w:rsidR="00F40506" w:rsidRDefault="00F40506" w:rsidP="00586C79">
      <w:pPr>
        <w:pStyle w:val="Dzia"/>
        <w:spacing w:before="0" w:after="240"/>
        <w:contextualSpacing w:val="0"/>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BF1BDC">
      <w:pPr>
        <w:pStyle w:val="Styl111"/>
        <w:ind w:left="1418"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BF1BDC">
      <w:pPr>
        <w:pStyle w:val="Styl111"/>
        <w:ind w:left="1418"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BF1BDC">
      <w:pPr>
        <w:pStyle w:val="Styl111"/>
        <w:ind w:left="1418"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3171E46B" w14:textId="77777777" w:rsidR="00C05C6A" w:rsidRPr="003A6E22" w:rsidRDefault="00C05C6A" w:rsidP="00C05C6A">
      <w:pPr>
        <w:pStyle w:val="Styl11"/>
        <w:rPr>
          <w:rFonts w:eastAsia="Calibri"/>
          <w:b/>
          <w:iCs/>
        </w:rPr>
      </w:pPr>
      <w:r w:rsidRPr="003A6E22">
        <w:rPr>
          <w:b/>
        </w:rPr>
        <w:t>Warunki szczególne udziału w postępowaniu:</w:t>
      </w:r>
    </w:p>
    <w:p w14:paraId="4E2112D6" w14:textId="15C8C6B1" w:rsidR="00C05C6A" w:rsidRDefault="00C05C6A" w:rsidP="00304D07">
      <w:pPr>
        <w:pStyle w:val="Styl111"/>
        <w:ind w:left="1418" w:hanging="698"/>
      </w:pPr>
      <w:r w:rsidRPr="00A641B0">
        <w:t xml:space="preserve">za spełniających warunki udziału w postępowaniu Zamawiający uzna </w:t>
      </w:r>
      <w:r w:rsidR="00304D07" w:rsidRPr="00A641B0">
        <w:t xml:space="preserve">Wykonawców, którzy </w:t>
      </w:r>
      <w:r w:rsidRPr="00A641B0">
        <w:t xml:space="preserve">wykażą, że </w:t>
      </w:r>
      <w:r w:rsidR="00304D07" w:rsidRPr="00A641B0">
        <w:t>w okresie ostatnich 3 lat przed upł</w:t>
      </w:r>
      <w:r w:rsidR="00A641B0">
        <w:t>ywem terminu składania ofert, a </w:t>
      </w:r>
      <w:r w:rsidR="00304D07" w:rsidRPr="00A641B0">
        <w:t xml:space="preserve">jeżeli okres prowadzenia działalności jest krótszy – w tym okresie zrealizowali co najmniej 1 (jedną) </w:t>
      </w:r>
      <w:r w:rsidR="003A6E22" w:rsidRPr="00A641B0">
        <w:t>usługę</w:t>
      </w:r>
      <w:r w:rsidR="00304D07" w:rsidRPr="00A641B0">
        <w:t xml:space="preserve"> polegającą na remoncie pomieszczeń biurowych na kwotę nie mniejszą niż 100 000,00 zł netto</w:t>
      </w:r>
      <w:r w:rsidR="00304D07" w:rsidRPr="00304D07">
        <w:t>.</w:t>
      </w:r>
    </w:p>
    <w:p w14:paraId="1ECED734" w14:textId="7DC37309"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03631AF2" w:rsidR="00825DA8" w:rsidRDefault="00825DA8" w:rsidP="00BF1BDC">
      <w:pPr>
        <w:pStyle w:val="Styl111"/>
        <w:ind w:left="1560" w:hanging="851"/>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wykonując Zamówienia l</w:t>
      </w:r>
      <w:r w:rsidR="00A641B0">
        <w:t>ub wykonując je nienależycie, a </w:t>
      </w:r>
      <w:r w:rsidRPr="00E06181">
        <w:t xml:space="preserve">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BF1BDC">
      <w:pPr>
        <w:pStyle w:val="Styl111"/>
        <w:ind w:left="1560" w:hanging="851"/>
      </w:pPr>
      <w:r w:rsidRPr="00A843F5">
        <w:lastRenderedPageBreak/>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BF1BDC">
      <w:pPr>
        <w:pStyle w:val="Styl111"/>
        <w:ind w:left="1560" w:hanging="851"/>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BF1BDC">
      <w:pPr>
        <w:pStyle w:val="Styl111"/>
        <w:ind w:left="1560" w:hanging="851"/>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BF1BDC">
      <w:pPr>
        <w:pStyle w:val="Styl111"/>
        <w:ind w:left="1560" w:hanging="851"/>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BF1BDC">
      <w:pPr>
        <w:pStyle w:val="Styl111"/>
        <w:ind w:left="1560" w:hanging="851"/>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w:t>
      </w:r>
      <w:proofErr w:type="spellStart"/>
      <w:r w:rsidRPr="002B1AC9">
        <w:t>self-cleaning</w:t>
      </w:r>
      <w:proofErr w:type="spellEnd"/>
      <w:r w:rsidRPr="002B1AC9">
        <w:t>),</w:t>
      </w:r>
    </w:p>
    <w:p w14:paraId="6367B7E1" w14:textId="60CA0E73" w:rsidR="00C07E74" w:rsidRDefault="00C07E74" w:rsidP="00BF1BDC">
      <w:pPr>
        <w:pStyle w:val="Styl111"/>
        <w:ind w:left="1560" w:hanging="851"/>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w:t>
      </w:r>
      <w:r w:rsidR="00A641B0">
        <w:t>ustali się, iż zawarcie umowy z </w:t>
      </w:r>
      <w:r w:rsidRPr="002B1AC9">
        <w:t xml:space="preserve">danym Wykonawcą nie będzie mieć negatywnego wpływu na interesy </w:t>
      </w:r>
      <w:r w:rsidR="00CD0535">
        <w:t>Grupy</w:t>
      </w:r>
      <w:r w:rsidRPr="002B1AC9">
        <w:t>,</w:t>
      </w:r>
    </w:p>
    <w:p w14:paraId="1D062A2D" w14:textId="77777777" w:rsidR="00C07E74" w:rsidRPr="002B1AC9" w:rsidRDefault="00C07E74" w:rsidP="00BF1BDC">
      <w:pPr>
        <w:pStyle w:val="Styl111"/>
        <w:ind w:left="1560" w:hanging="851"/>
      </w:pPr>
      <w:r w:rsidRPr="002B1AC9">
        <w:t>Wykonawców, o których osoby biorące udział w prowadzonym Postępowaniu mają wiedzę, że:</w:t>
      </w:r>
    </w:p>
    <w:p w14:paraId="108CC85B" w14:textId="15D3D9BC" w:rsidR="00C07E74" w:rsidRPr="00C07E74" w:rsidRDefault="00C07E74" w:rsidP="00BF1BDC">
      <w:pPr>
        <w:pStyle w:val="Stylkropka"/>
        <w:ind w:left="1985" w:hanging="241"/>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BF1BDC">
      <w:pPr>
        <w:pStyle w:val="Stylkropka"/>
        <w:ind w:left="1985" w:hanging="24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BF1BDC">
      <w:pPr>
        <w:pStyle w:val="Stylkropka"/>
        <w:ind w:left="1985" w:hanging="24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BF1BDC">
      <w:pPr>
        <w:pStyle w:val="Styl111"/>
        <w:ind w:left="1560" w:hanging="851"/>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758BCE19" w:rsidR="0058618F" w:rsidRPr="00D96B65" w:rsidRDefault="0058618F" w:rsidP="00BF1BDC">
      <w:pPr>
        <w:pStyle w:val="Styl111"/>
        <w:ind w:left="1560" w:hanging="840"/>
      </w:pPr>
      <w:r w:rsidRPr="00D96B65">
        <w:t>wymienionego w wykazach określonych w rozporzą</w:t>
      </w:r>
      <w:r w:rsidR="00A641B0">
        <w:t>dzeniu  Rady (WE) nr 765/2006 z </w:t>
      </w:r>
      <w:r w:rsidRPr="00D96B65">
        <w:t>dnia 18 maja 2006 r. dotyczącego środków ograniczających w związku z sytuacją na Białorusi i udziałem Białorusi w agresji Rosji wobec Ukrainy (Dz. Urz. UE L 134 z</w:t>
      </w:r>
      <w:r w:rsidR="007C0FAA">
        <w:t> </w:t>
      </w:r>
      <w:r w:rsidRPr="00D96B65">
        <w:t xml:space="preserve">20.05.2006, str. 1, z </w:t>
      </w:r>
      <w:proofErr w:type="spellStart"/>
      <w:r w:rsidRPr="00D96B65">
        <w:t>późn</w:t>
      </w:r>
      <w:proofErr w:type="spellEnd"/>
      <w:r w:rsidRPr="00D96B65">
        <w:t>. zm.) – da</w:t>
      </w:r>
      <w:r w:rsidR="00B03307">
        <w:t xml:space="preserve">lej: „rozporządzenie 765/2006” </w:t>
      </w:r>
      <w:r w:rsidRPr="00D96B65">
        <w:t>i</w:t>
      </w:r>
      <w:r w:rsidR="00B03307">
        <w:t> </w:t>
      </w:r>
      <w:r w:rsidRPr="00D96B65">
        <w:t xml:space="preserve">rozporządzeniu </w:t>
      </w:r>
      <w:r w:rsidRPr="00D96B65">
        <w:lastRenderedPageBreak/>
        <w:t>Rady (UE) nr 269/2014 z dnia 17 marca 2014 r. w sprawie środków ograniczających w odniesieniu do działań podważających integralność terytorialn</w:t>
      </w:r>
      <w:r w:rsidR="00A641B0">
        <w:t>ą, suwerenność i </w:t>
      </w:r>
      <w:r w:rsidRPr="00D96B65">
        <w:t>niezależność Ukrainy lub im zagrażających (Dz. Urz. UE L 78 z</w:t>
      </w:r>
      <w:r w:rsidR="00B03307">
        <w:t> </w:t>
      </w:r>
      <w:r w:rsidR="00A641B0">
        <w:t>17.03.2014, str. 6, z </w:t>
      </w:r>
      <w:proofErr w:type="spellStart"/>
      <w:r w:rsidRPr="00D96B65">
        <w:t>późn</w:t>
      </w:r>
      <w:proofErr w:type="spellEnd"/>
      <w:r w:rsidRPr="00D96B65">
        <w:t>. zm.) – zwane dalej: rozporządzenie 269/2014,  albo wpisanego na listę na podstawie decyzji w sprawie wpisu na listę  osób i podmiotów, wobec których są stosowane środki, o których mowa w art. 1 pkt 3 usta</w:t>
      </w:r>
      <w:r w:rsidR="00A641B0">
        <w:t>wy z dnia 13 kwietnia 2022 r. o </w:t>
      </w:r>
      <w:r w:rsidRPr="00D96B65">
        <w:t>szczególnych rozwiązaniach w zakresie przeciwdziałania wspieraniu agresji na Ukrainę oraz służących ochronie bezpiecz</w:t>
      </w:r>
      <w:r w:rsidR="0025777F">
        <w:t xml:space="preserve">eństwa narodowego </w:t>
      </w:r>
      <w:r w:rsidR="00762F10" w:rsidRPr="00762F10">
        <w:t>(tj. Dz. U.2024 poz. 507)</w:t>
      </w:r>
      <w:r w:rsidR="00E932D9">
        <w:t>,</w:t>
      </w:r>
    </w:p>
    <w:p w14:paraId="185B6278" w14:textId="65E7A337" w:rsidR="0058618F" w:rsidRPr="00D96B65" w:rsidRDefault="0058618F" w:rsidP="00BF1BDC">
      <w:pPr>
        <w:pStyle w:val="Styl111"/>
        <w:ind w:left="1560" w:hanging="840"/>
      </w:pPr>
      <w:r w:rsidRPr="00D96B65">
        <w:t>którego beneficjentem rzeczywistym w rozumieniu ustawy z dnia 1 marca 2018 r. o</w:t>
      </w:r>
      <w:r w:rsidR="00B03307">
        <w:t> </w:t>
      </w:r>
      <w:r w:rsidRPr="00D96B65">
        <w:t>przeciwdziałaniu praniu pieniędzy oraz finans</w:t>
      </w:r>
      <w:r w:rsidR="00992D4C">
        <w:t>owaniu terroryzmu (Dz. U. z 2023</w:t>
      </w:r>
      <w:r w:rsidRPr="00D96B65">
        <w:t xml:space="preserve"> r</w:t>
      </w:r>
      <w:r w:rsidR="00992D4C">
        <w:t>. poz. 1124</w:t>
      </w:r>
      <w:r w:rsidRPr="00D96B65">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1FAC060A" w:rsidR="0058618F" w:rsidRPr="00D96B65" w:rsidRDefault="0058618F" w:rsidP="00BF1BDC">
      <w:pPr>
        <w:pStyle w:val="Styl111"/>
        <w:ind w:left="1560" w:hanging="840"/>
      </w:pPr>
      <w:r w:rsidRPr="00D96B65">
        <w:t>którego jednostką dominującą w rozumieniu art. 3 ust. 1 pkt 37 ustawy z dnia 29 września 1994 r</w:t>
      </w:r>
      <w:r w:rsidR="00992D4C">
        <w:t>. o rachunkowości (Dz. U. z 2023 r. poz. 120</w:t>
      </w:r>
      <w:r w:rsidRPr="00D96B65">
        <w:t>) jest podmiot wymieniony w wykazach określonych w rozporządzeniu 765/2006 i</w:t>
      </w:r>
      <w:r w:rsidR="00B03307">
        <w:t> </w:t>
      </w:r>
      <w:r w:rsidRPr="00D96B65">
        <w:t>rozporządzeniu 269/2014 albo wpisany na listę lub będący taką jednostką dominują</w:t>
      </w:r>
      <w:r w:rsidR="003549ED">
        <w:t>cą od dnia 24 lutego 2022 r., o </w:t>
      </w:r>
      <w:r w:rsidRPr="00D96B65">
        <w:t>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BF1BDC">
      <w:pPr>
        <w:pStyle w:val="Styl111"/>
        <w:ind w:left="1560" w:hanging="840"/>
      </w:pPr>
      <w:r w:rsidRPr="00D96B65">
        <w:t>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Pr="00D96B65">
        <w:t>Dz.Urz.UE.L</w:t>
      </w:r>
      <w:proofErr w:type="spellEnd"/>
      <w:r w:rsidRPr="00D96B65">
        <w:t xml:space="preserve">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BF1BDC">
      <w:pPr>
        <w:pStyle w:val="Akapitzlist"/>
        <w:spacing w:line="276" w:lineRule="auto"/>
        <w:ind w:left="1985"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BF1BDC">
      <w:pPr>
        <w:pStyle w:val="Akapitzlist"/>
        <w:spacing w:line="276" w:lineRule="auto"/>
        <w:ind w:left="1985"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BF1BDC">
      <w:pPr>
        <w:pStyle w:val="Akapitzlist"/>
        <w:spacing w:line="276" w:lineRule="auto"/>
        <w:ind w:left="1985"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BF1BDC">
      <w:pPr>
        <w:pStyle w:val="Akapitzlist"/>
        <w:spacing w:line="276" w:lineRule="auto"/>
        <w:ind w:left="1985"/>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BF1BDC">
      <w:pPr>
        <w:pStyle w:val="Akapitzlist"/>
        <w:spacing w:line="276" w:lineRule="auto"/>
        <w:ind w:left="2127" w:hanging="142"/>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BF1BDC">
      <w:pPr>
        <w:pStyle w:val="Styl111"/>
        <w:ind w:left="1560"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BF1BDC">
      <w:pPr>
        <w:pStyle w:val="Styl111"/>
        <w:ind w:left="1560" w:hanging="850"/>
      </w:pPr>
      <w:r w:rsidRPr="0022385A">
        <w:t>zawiera błędy w obliczeniu ceny, z zastrzeżeniem § 34 ust. 2</w:t>
      </w:r>
      <w:r>
        <w:t xml:space="preserve"> Instrukcji</w:t>
      </w:r>
      <w:r w:rsidRPr="0022385A">
        <w:t>,</w:t>
      </w:r>
    </w:p>
    <w:p w14:paraId="0A0BEF1A" w14:textId="1893EA1D" w:rsidR="0022385A" w:rsidRPr="0022385A" w:rsidRDefault="0022385A" w:rsidP="00BF1BDC">
      <w:pPr>
        <w:pStyle w:val="Styl111"/>
        <w:ind w:left="1560"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BF1BDC">
      <w:pPr>
        <w:pStyle w:val="Styl111"/>
        <w:ind w:left="1560" w:hanging="850"/>
      </w:pPr>
      <w:r w:rsidRPr="0022385A">
        <w:lastRenderedPageBreak/>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BF1BDC">
      <w:pPr>
        <w:pStyle w:val="Styl111"/>
        <w:ind w:left="1560"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BF1BDC">
      <w:pPr>
        <w:pStyle w:val="Styl111"/>
        <w:ind w:left="1560" w:hanging="850"/>
      </w:pPr>
      <w:r w:rsidRPr="0022385A">
        <w:t>jest nieważna na podstawie odrębnych przepisów,</w:t>
      </w:r>
    </w:p>
    <w:p w14:paraId="00242CAB" w14:textId="77777777" w:rsidR="007564C8" w:rsidRDefault="0022385A" w:rsidP="00BF1BDC">
      <w:pPr>
        <w:pStyle w:val="Styl111"/>
        <w:ind w:left="1560" w:hanging="850"/>
      </w:pPr>
      <w:r w:rsidRPr="0022385A">
        <w:t>została złożona przez Wykonawcę podlegającego wykluczeniu z postępowania,</w:t>
      </w:r>
    </w:p>
    <w:p w14:paraId="743346A2" w14:textId="0D54A840" w:rsidR="007564C8" w:rsidRPr="00D848D5" w:rsidRDefault="007564C8" w:rsidP="00BF1BDC">
      <w:pPr>
        <w:pStyle w:val="Styl111"/>
        <w:ind w:left="1560"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BF1BDC">
      <w:pPr>
        <w:pStyle w:val="Styl111"/>
        <w:ind w:left="1560"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BF1BDC">
      <w:pPr>
        <w:pStyle w:val="Styl111"/>
        <w:ind w:left="1560" w:hanging="850"/>
      </w:pPr>
      <w:r w:rsidRPr="0022385A">
        <w:t>Wykonawca na wniosek Zamawiającego nie wyraził zgody na przedłużenie terminu związania ofertą,</w:t>
      </w:r>
    </w:p>
    <w:p w14:paraId="083D0649" w14:textId="77777777" w:rsidR="0022385A" w:rsidRDefault="0022385A" w:rsidP="00BF1BDC">
      <w:pPr>
        <w:pStyle w:val="Styl111"/>
        <w:ind w:left="1560"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141D37" w:rsidRDefault="00F40506" w:rsidP="00DD06A2">
      <w:pPr>
        <w:pStyle w:val="Styl11"/>
      </w:pPr>
      <w:bookmarkStart w:id="6" w:name="_Toc479595445"/>
      <w:bookmarkEnd w:id="3"/>
      <w:r w:rsidRPr="00141D37">
        <w:t xml:space="preserve">Zamawiający wymaga złożenia następujących </w:t>
      </w:r>
      <w:r w:rsidR="00A61DFC" w:rsidRPr="00141D37">
        <w:t>oświadczeń/</w:t>
      </w:r>
      <w:r w:rsidR="00DD06A2" w:rsidRPr="00141D37">
        <w:t>dokumentów (</w:t>
      </w:r>
      <w:r w:rsidR="00067A0C" w:rsidRPr="00141D37">
        <w:t>z</w:t>
      </w:r>
      <w:r w:rsidR="003D2127" w:rsidRPr="00141D37">
        <w:t>awartość oferty</w:t>
      </w:r>
      <w:r w:rsidR="00DD06A2" w:rsidRPr="00141D37">
        <w:t>)</w:t>
      </w:r>
      <w:r w:rsidR="003D2127" w:rsidRPr="00141D37">
        <w:t>:</w:t>
      </w:r>
    </w:p>
    <w:p w14:paraId="2D845ED7" w14:textId="03321648" w:rsidR="00AB4A1C" w:rsidRPr="00ED5E0A" w:rsidRDefault="003D2127" w:rsidP="00BF1BDC">
      <w:pPr>
        <w:pStyle w:val="Akapitzlist"/>
        <w:numPr>
          <w:ilvl w:val="0"/>
          <w:numId w:val="10"/>
        </w:numPr>
        <w:spacing w:line="276" w:lineRule="auto"/>
        <w:ind w:left="1134" w:hanging="425"/>
        <w:contextualSpacing w:val="0"/>
        <w:rPr>
          <w:rFonts w:cs="Arial"/>
          <w:sz w:val="20"/>
          <w:szCs w:val="20"/>
        </w:rPr>
      </w:pPr>
      <w:r w:rsidRPr="00ED5E0A">
        <w:rPr>
          <w:rFonts w:cs="Arial"/>
          <w:sz w:val="20"/>
          <w:szCs w:val="20"/>
        </w:rPr>
        <w:t>w</w:t>
      </w:r>
      <w:r w:rsidR="00AB4A1C" w:rsidRPr="00ED5E0A">
        <w:rPr>
          <w:rFonts w:cs="Arial"/>
          <w:sz w:val="20"/>
          <w:szCs w:val="20"/>
        </w:rPr>
        <w:t>ypełniony Formularz ofertowy</w:t>
      </w:r>
      <w:r w:rsidR="00BF1BDC" w:rsidRPr="00ED5E0A">
        <w:rPr>
          <w:rFonts w:cs="Arial"/>
          <w:sz w:val="20"/>
          <w:szCs w:val="20"/>
        </w:rPr>
        <w:t xml:space="preserve"> </w:t>
      </w:r>
      <w:r w:rsidR="00AB4A1C" w:rsidRPr="00ED5E0A">
        <w:rPr>
          <w:rFonts w:cs="Arial"/>
          <w:sz w:val="20"/>
          <w:szCs w:val="20"/>
        </w:rPr>
        <w:t>– Załącznik nr 1 do SWZ</w:t>
      </w:r>
      <w:r w:rsidR="00A61DFC" w:rsidRPr="00ED5E0A">
        <w:rPr>
          <w:rFonts w:cs="Arial"/>
          <w:sz w:val="20"/>
          <w:szCs w:val="20"/>
        </w:rPr>
        <w:t>;</w:t>
      </w:r>
    </w:p>
    <w:p w14:paraId="5B984EDA" w14:textId="77777777" w:rsidR="003D2127" w:rsidRPr="00141D37" w:rsidRDefault="003D2127" w:rsidP="00BF1BDC">
      <w:pPr>
        <w:pStyle w:val="Akapitzlist"/>
        <w:numPr>
          <w:ilvl w:val="0"/>
          <w:numId w:val="10"/>
        </w:numPr>
        <w:spacing w:line="276" w:lineRule="auto"/>
        <w:ind w:left="1134" w:hanging="425"/>
        <w:contextualSpacing w:val="0"/>
        <w:rPr>
          <w:rFonts w:cs="Arial"/>
          <w:sz w:val="20"/>
          <w:szCs w:val="20"/>
        </w:rPr>
      </w:pPr>
      <w:r w:rsidRPr="00141D37">
        <w:rPr>
          <w:rFonts w:cs="Arial"/>
          <w:sz w:val="20"/>
          <w:szCs w:val="20"/>
        </w:rPr>
        <w:t>oświadczenie o spełnianiu warunków udziału w postępowaniu;</w:t>
      </w:r>
    </w:p>
    <w:p w14:paraId="7D15FA93" w14:textId="77777777" w:rsidR="003D2127" w:rsidRPr="00141D37" w:rsidRDefault="003D2127" w:rsidP="00BF1BDC">
      <w:pPr>
        <w:pStyle w:val="Akapitzlist"/>
        <w:numPr>
          <w:ilvl w:val="0"/>
          <w:numId w:val="10"/>
        </w:numPr>
        <w:spacing w:line="276" w:lineRule="auto"/>
        <w:ind w:left="1134" w:hanging="425"/>
        <w:contextualSpacing w:val="0"/>
        <w:rPr>
          <w:rFonts w:cs="Arial"/>
          <w:sz w:val="20"/>
          <w:szCs w:val="20"/>
        </w:rPr>
      </w:pPr>
      <w:r w:rsidRPr="00141D37">
        <w:rPr>
          <w:rFonts w:cs="Arial"/>
          <w:sz w:val="20"/>
          <w:szCs w:val="20"/>
        </w:rPr>
        <w:t>oświadczenie o niepodleganiu wykluczeniu z postępowania;</w:t>
      </w:r>
    </w:p>
    <w:p w14:paraId="4F3AE37F" w14:textId="2F8DDE24" w:rsidR="003D2127" w:rsidRPr="00141D37" w:rsidRDefault="003D2127" w:rsidP="00BF1BDC">
      <w:pPr>
        <w:pStyle w:val="Akapitzlist"/>
        <w:numPr>
          <w:ilvl w:val="0"/>
          <w:numId w:val="10"/>
        </w:numPr>
        <w:spacing w:line="276" w:lineRule="auto"/>
        <w:ind w:left="1134" w:hanging="425"/>
        <w:contextualSpacing w:val="0"/>
        <w:rPr>
          <w:rFonts w:cs="Arial"/>
          <w:sz w:val="20"/>
          <w:szCs w:val="20"/>
        </w:rPr>
      </w:pPr>
      <w:r w:rsidRPr="00141D37">
        <w:rPr>
          <w:rFonts w:cs="Arial"/>
          <w:sz w:val="20"/>
          <w:szCs w:val="20"/>
        </w:rPr>
        <w:t>oświadczenie o niezgłaszaniu roszczeń w przypadku unieważnienia postępowania</w:t>
      </w:r>
      <w:r w:rsidR="00A61DFC" w:rsidRPr="00141D37">
        <w:rPr>
          <w:rFonts w:cs="Arial"/>
          <w:sz w:val="20"/>
          <w:szCs w:val="20"/>
        </w:rPr>
        <w:t>;</w:t>
      </w:r>
    </w:p>
    <w:p w14:paraId="467E5438" w14:textId="77777777" w:rsidR="00B32BB8" w:rsidRPr="00141D37" w:rsidRDefault="00B32BB8" w:rsidP="00BF1BDC">
      <w:pPr>
        <w:pStyle w:val="Akapitzlist"/>
        <w:numPr>
          <w:ilvl w:val="0"/>
          <w:numId w:val="10"/>
        </w:numPr>
        <w:spacing w:line="276" w:lineRule="auto"/>
        <w:ind w:left="1134" w:hanging="425"/>
        <w:contextualSpacing w:val="0"/>
        <w:rPr>
          <w:rFonts w:cs="Arial"/>
          <w:sz w:val="20"/>
          <w:szCs w:val="20"/>
        </w:rPr>
      </w:pPr>
      <w:r w:rsidRPr="00141D37">
        <w:rPr>
          <w:rFonts w:cs="Arial"/>
          <w:sz w:val="20"/>
          <w:szCs w:val="20"/>
        </w:rPr>
        <w:t xml:space="preserve">dot. </w:t>
      </w:r>
      <w:r w:rsidRPr="00141D37">
        <w:rPr>
          <w:rFonts w:cs="Arial"/>
          <w:sz w:val="20"/>
          <w:szCs w:val="20"/>
          <w:u w:val="single"/>
        </w:rPr>
        <w:t>Wykonawcy z siedzibą lub miejscem zamieszkania za granicą</w:t>
      </w:r>
      <w:r w:rsidRPr="00141D37">
        <w:rPr>
          <w:rFonts w:cs="Arial"/>
          <w:sz w:val="20"/>
          <w:szCs w:val="20"/>
        </w:rPr>
        <w:t xml:space="preserve">: </w:t>
      </w:r>
    </w:p>
    <w:p w14:paraId="7771B272" w14:textId="1A43D7FF" w:rsidR="00B32BB8" w:rsidRPr="00141D37" w:rsidRDefault="00B32BB8" w:rsidP="00141D37">
      <w:pPr>
        <w:pStyle w:val="Akapitzlist"/>
        <w:spacing w:line="276" w:lineRule="auto"/>
        <w:ind w:left="1134"/>
        <w:contextualSpacing w:val="0"/>
        <w:rPr>
          <w:rFonts w:cs="Arial"/>
          <w:sz w:val="20"/>
          <w:szCs w:val="20"/>
        </w:rPr>
      </w:pPr>
      <w:r w:rsidRPr="00141D37">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141D37">
        <w:rPr>
          <w:rFonts w:cs="Arial"/>
          <w:sz w:val="20"/>
          <w:szCs w:val="20"/>
        </w:rPr>
        <w:t>;</w:t>
      </w:r>
    </w:p>
    <w:p w14:paraId="1CB55849" w14:textId="3AD2D23D" w:rsidR="003D2127" w:rsidRPr="00141D37" w:rsidRDefault="003D2127" w:rsidP="00BF1BDC">
      <w:pPr>
        <w:pStyle w:val="Akapitzlist"/>
        <w:numPr>
          <w:ilvl w:val="0"/>
          <w:numId w:val="10"/>
        </w:numPr>
        <w:spacing w:line="276" w:lineRule="auto"/>
        <w:ind w:left="1134" w:hanging="425"/>
        <w:contextualSpacing w:val="0"/>
        <w:rPr>
          <w:rFonts w:cs="Arial"/>
          <w:sz w:val="20"/>
          <w:szCs w:val="20"/>
        </w:rPr>
      </w:pPr>
      <w:r w:rsidRPr="00141D37">
        <w:rPr>
          <w:rFonts w:cs="Arial"/>
          <w:sz w:val="20"/>
          <w:szCs w:val="20"/>
        </w:rPr>
        <w:t>pełnomocnictwo – jeżeli ofertę podpisują inne osoby niż wskazane w dokumencie rejestrowym (oryginał lub kopię poświadczoną</w:t>
      </w:r>
      <w:r w:rsidR="000E270B" w:rsidRPr="00141D37">
        <w:rPr>
          <w:rFonts w:cs="Arial"/>
          <w:sz w:val="20"/>
          <w:szCs w:val="20"/>
        </w:rPr>
        <w:t xml:space="preserve"> notarialni</w:t>
      </w:r>
      <w:r w:rsidR="00810441" w:rsidRPr="00141D37">
        <w:rPr>
          <w:rFonts w:cs="Arial"/>
          <w:sz w:val="20"/>
          <w:szCs w:val="20"/>
        </w:rPr>
        <w:t>e</w:t>
      </w:r>
      <w:r w:rsidRPr="00141D37">
        <w:rPr>
          <w:rFonts w:cs="Arial"/>
          <w:sz w:val="20"/>
          <w:szCs w:val="20"/>
        </w:rPr>
        <w:t>);</w:t>
      </w:r>
    </w:p>
    <w:p w14:paraId="112FBBD9" w14:textId="1276CA97" w:rsidR="00C105F8" w:rsidRDefault="00EC5317" w:rsidP="00BF1BDC">
      <w:pPr>
        <w:pStyle w:val="Akapitzlist"/>
        <w:numPr>
          <w:ilvl w:val="0"/>
          <w:numId w:val="10"/>
        </w:numPr>
        <w:spacing w:line="276" w:lineRule="auto"/>
        <w:ind w:left="1134" w:hanging="425"/>
        <w:contextualSpacing w:val="0"/>
        <w:rPr>
          <w:rFonts w:cs="Arial"/>
          <w:sz w:val="20"/>
          <w:szCs w:val="20"/>
        </w:rPr>
      </w:pPr>
      <w:r w:rsidRPr="00141D37">
        <w:rPr>
          <w:rFonts w:cs="Arial"/>
          <w:sz w:val="20"/>
          <w:szCs w:val="20"/>
          <w:lang w:eastAsia="en-US"/>
        </w:rPr>
        <w:t>z</w:t>
      </w:r>
      <w:r w:rsidR="003D2127" w:rsidRPr="00141D37">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A61DFC" w:rsidRPr="00141D37">
        <w:rPr>
          <w:rFonts w:cs="Arial"/>
          <w:sz w:val="20"/>
          <w:szCs w:val="20"/>
          <w:lang w:eastAsia="en-US"/>
        </w:rPr>
        <w:t>;</w:t>
      </w:r>
    </w:p>
    <w:p w14:paraId="7FBBCC8B" w14:textId="386B47E8" w:rsidR="003A6E22" w:rsidRPr="009B1F09" w:rsidRDefault="003A6E22" w:rsidP="003A6E22">
      <w:pPr>
        <w:pStyle w:val="Akapitzlist"/>
        <w:numPr>
          <w:ilvl w:val="0"/>
          <w:numId w:val="10"/>
        </w:numPr>
        <w:spacing w:line="276" w:lineRule="auto"/>
        <w:ind w:left="1134" w:hanging="425"/>
        <w:rPr>
          <w:rFonts w:cs="Arial"/>
          <w:sz w:val="20"/>
          <w:szCs w:val="20"/>
        </w:rPr>
      </w:pPr>
      <w:r w:rsidRPr="009B1F09">
        <w:rPr>
          <w:rFonts w:cs="Arial"/>
          <w:b/>
          <w:sz w:val="20"/>
          <w:szCs w:val="20"/>
        </w:rPr>
        <w:t xml:space="preserve">Wykaz </w:t>
      </w:r>
      <w:r>
        <w:rPr>
          <w:rFonts w:cs="Arial"/>
          <w:b/>
          <w:sz w:val="20"/>
          <w:szCs w:val="20"/>
        </w:rPr>
        <w:t>u</w:t>
      </w:r>
      <w:r w:rsidR="00A468D3">
        <w:rPr>
          <w:rFonts w:cs="Arial"/>
          <w:b/>
          <w:sz w:val="20"/>
          <w:szCs w:val="20"/>
        </w:rPr>
        <w:t>s</w:t>
      </w:r>
      <w:r>
        <w:rPr>
          <w:rFonts w:cs="Arial"/>
          <w:b/>
          <w:sz w:val="20"/>
          <w:szCs w:val="20"/>
        </w:rPr>
        <w:t>ług</w:t>
      </w:r>
      <w:r w:rsidRPr="009B1F09">
        <w:rPr>
          <w:rFonts w:cs="Arial"/>
          <w:sz w:val="20"/>
          <w:szCs w:val="20"/>
        </w:rPr>
        <w:t>,</w:t>
      </w:r>
      <w:r>
        <w:rPr>
          <w:rFonts w:cs="Arial"/>
          <w:sz w:val="20"/>
          <w:szCs w:val="20"/>
        </w:rPr>
        <w:t xml:space="preserve"> w okresie ostatnich 3</w:t>
      </w:r>
      <w:r w:rsidRPr="009B1F09">
        <w:rPr>
          <w:rFonts w:cs="Arial"/>
          <w:sz w:val="20"/>
          <w:szCs w:val="20"/>
        </w:rPr>
        <w:t xml:space="preserve"> lat przed upływem terminu składania ofert, a jeżeli okres prowadzenia działalności jest krótszy - w tym okresie wraz z podaniem ich wartości, przedmiotu, dat wykonania, oraz odbiorców, dla których </w:t>
      </w:r>
      <w:r>
        <w:rPr>
          <w:rFonts w:cs="Arial"/>
          <w:sz w:val="20"/>
          <w:szCs w:val="20"/>
        </w:rPr>
        <w:t xml:space="preserve">usługi </w:t>
      </w:r>
      <w:r w:rsidRPr="009B1F09">
        <w:rPr>
          <w:rFonts w:cs="Arial"/>
          <w:sz w:val="20"/>
          <w:szCs w:val="20"/>
        </w:rPr>
        <w:t>były wykonane – Załącznik nr 5 do SWZ.</w:t>
      </w:r>
    </w:p>
    <w:p w14:paraId="62A2DFEA" w14:textId="618BCCFB" w:rsidR="003A6E22" w:rsidRPr="009B1F09" w:rsidRDefault="003A6E22" w:rsidP="003A6E22">
      <w:pPr>
        <w:pStyle w:val="Akapitzlist"/>
        <w:spacing w:line="276" w:lineRule="auto"/>
        <w:ind w:left="1134"/>
        <w:rPr>
          <w:rFonts w:cs="Arial"/>
          <w:sz w:val="20"/>
          <w:szCs w:val="20"/>
        </w:rPr>
      </w:pPr>
      <w:r w:rsidRPr="009B1F09">
        <w:rPr>
          <w:rFonts w:cs="Arial"/>
          <w:sz w:val="20"/>
          <w:szCs w:val="20"/>
        </w:rPr>
        <w:t xml:space="preserve">Jeżeli Wykonawca powołuje się na doświadczenie w realizacji </w:t>
      </w:r>
      <w:r>
        <w:rPr>
          <w:rFonts w:cs="Arial"/>
          <w:sz w:val="20"/>
          <w:szCs w:val="20"/>
        </w:rPr>
        <w:t>usług</w:t>
      </w:r>
      <w:r w:rsidRPr="009B1F09">
        <w:rPr>
          <w:rFonts w:cs="Arial"/>
          <w:sz w:val="20"/>
          <w:szCs w:val="20"/>
        </w:rPr>
        <w:t xml:space="preserve">, wykonywanych wspólnie z innymi Wykonawcami, wykaz o którym mowa powyżej, dotyczy </w:t>
      </w:r>
      <w:r>
        <w:rPr>
          <w:rFonts w:cs="Arial"/>
          <w:sz w:val="20"/>
          <w:szCs w:val="20"/>
        </w:rPr>
        <w:t>usług</w:t>
      </w:r>
      <w:r w:rsidRPr="009B1F09">
        <w:rPr>
          <w:rFonts w:cs="Arial"/>
          <w:sz w:val="20"/>
          <w:szCs w:val="20"/>
        </w:rPr>
        <w:t>, w których wykonaniu Wykonawca ten bezpośrednio uczestniczył.</w:t>
      </w:r>
    </w:p>
    <w:p w14:paraId="1D74F1BF" w14:textId="0AFF1A11" w:rsidR="003A6E22" w:rsidRPr="009B1F09" w:rsidRDefault="003A6E22" w:rsidP="003A6E22">
      <w:pPr>
        <w:pStyle w:val="Akapitzlist"/>
        <w:numPr>
          <w:ilvl w:val="0"/>
          <w:numId w:val="10"/>
        </w:numPr>
        <w:spacing w:line="276" w:lineRule="auto"/>
        <w:ind w:left="1134" w:hanging="425"/>
        <w:rPr>
          <w:rFonts w:cs="Arial"/>
          <w:sz w:val="20"/>
          <w:szCs w:val="20"/>
        </w:rPr>
      </w:pPr>
      <w:r w:rsidRPr="009B1F09">
        <w:rPr>
          <w:rFonts w:cs="Arial"/>
          <w:b/>
          <w:sz w:val="20"/>
          <w:szCs w:val="20"/>
        </w:rPr>
        <w:t>Dowodów</w:t>
      </w:r>
      <w:r w:rsidRPr="009B1F09">
        <w:rPr>
          <w:rFonts w:cs="Arial"/>
          <w:sz w:val="20"/>
          <w:szCs w:val="20"/>
        </w:rPr>
        <w:t xml:space="preserve">, że </w:t>
      </w:r>
      <w:r w:rsidR="00A468D3">
        <w:rPr>
          <w:rFonts w:cs="Arial"/>
          <w:sz w:val="20"/>
          <w:szCs w:val="20"/>
        </w:rPr>
        <w:t xml:space="preserve">usług </w:t>
      </w:r>
      <w:r w:rsidRPr="009B1F09">
        <w:rPr>
          <w:rFonts w:cs="Arial"/>
          <w:sz w:val="20"/>
          <w:szCs w:val="20"/>
        </w:rPr>
        <w:t>wymienione w wykazie zostały wykonane należycie, w tym:</w:t>
      </w:r>
    </w:p>
    <w:p w14:paraId="2A6AE8C8" w14:textId="26AE6E30" w:rsidR="003A6E22" w:rsidRPr="009B1F09" w:rsidRDefault="003A6E22" w:rsidP="003A6E22">
      <w:pPr>
        <w:pStyle w:val="Akapitzlist"/>
        <w:numPr>
          <w:ilvl w:val="0"/>
          <w:numId w:val="25"/>
        </w:numPr>
        <w:spacing w:line="276" w:lineRule="auto"/>
        <w:ind w:left="1418" w:hanging="141"/>
        <w:rPr>
          <w:rFonts w:cs="Arial"/>
          <w:sz w:val="20"/>
          <w:szCs w:val="20"/>
        </w:rPr>
      </w:pPr>
      <w:r w:rsidRPr="009B1F09">
        <w:rPr>
          <w:rFonts w:cs="Arial"/>
          <w:sz w:val="20"/>
          <w:szCs w:val="20"/>
        </w:rPr>
        <w:t xml:space="preserve">referencje bądź inne dokumenty sporządzone przez podmiot, na rzecz którego </w:t>
      </w:r>
      <w:r w:rsidR="00A468D3">
        <w:rPr>
          <w:rFonts w:cs="Arial"/>
          <w:sz w:val="20"/>
          <w:szCs w:val="20"/>
        </w:rPr>
        <w:t>usługi</w:t>
      </w:r>
      <w:r w:rsidRPr="009B1F09">
        <w:rPr>
          <w:rFonts w:cs="Arial"/>
          <w:sz w:val="20"/>
          <w:szCs w:val="20"/>
        </w:rPr>
        <w:t xml:space="preserve"> wskazane w wykazie, o którym mowa w pkt 11.1. lit. j) SWZ</w:t>
      </w:r>
      <w:r w:rsidR="00A468D3">
        <w:rPr>
          <w:rFonts w:cs="Arial"/>
          <w:sz w:val="20"/>
          <w:szCs w:val="20"/>
        </w:rPr>
        <w:t xml:space="preserve"> </w:t>
      </w:r>
      <w:r w:rsidR="00A468D3" w:rsidRPr="009B1F09">
        <w:rPr>
          <w:rFonts w:cs="Arial"/>
          <w:sz w:val="20"/>
          <w:szCs w:val="20"/>
        </w:rPr>
        <w:t>zostały wykonane</w:t>
      </w:r>
      <w:r w:rsidRPr="009B1F09">
        <w:rPr>
          <w:rFonts w:cs="Arial"/>
          <w:sz w:val="20"/>
          <w:szCs w:val="20"/>
        </w:rPr>
        <w:t>;</w:t>
      </w:r>
    </w:p>
    <w:p w14:paraId="62710391" w14:textId="3ED27E2C" w:rsidR="003A6E22" w:rsidRPr="009B1F09" w:rsidRDefault="003A6E22" w:rsidP="003A6E22">
      <w:pPr>
        <w:pStyle w:val="Akapitzlist"/>
        <w:numPr>
          <w:ilvl w:val="0"/>
          <w:numId w:val="25"/>
        </w:numPr>
        <w:spacing w:line="276" w:lineRule="auto"/>
        <w:ind w:left="1418" w:hanging="141"/>
        <w:rPr>
          <w:rFonts w:cs="Arial"/>
          <w:sz w:val="20"/>
          <w:szCs w:val="20"/>
        </w:rPr>
      </w:pPr>
      <w:r w:rsidRPr="009B1F09">
        <w:rPr>
          <w:rFonts w:cs="Arial"/>
          <w:sz w:val="20"/>
          <w:szCs w:val="20"/>
        </w:rPr>
        <w:t xml:space="preserve">w przypadku, gdy </w:t>
      </w:r>
      <w:r w:rsidRPr="009B1F09">
        <w:rPr>
          <w:rFonts w:cs="Arial"/>
          <w:i/>
          <w:sz w:val="20"/>
          <w:szCs w:val="20"/>
        </w:rPr>
        <w:t>PGNiG S.A. lub</w:t>
      </w:r>
      <w:r w:rsidRPr="009B1F09">
        <w:rPr>
          <w:rFonts w:cs="Arial"/>
          <w:sz w:val="20"/>
          <w:szCs w:val="20"/>
        </w:rPr>
        <w:t xml:space="preserve"> </w:t>
      </w:r>
      <w:r w:rsidRPr="009B1F09">
        <w:rPr>
          <w:rFonts w:cs="Arial"/>
          <w:i/>
          <w:sz w:val="20"/>
          <w:szCs w:val="20"/>
        </w:rPr>
        <w:t>ORLEN S.A. – Oddział Centralny PGNiG w</w:t>
      </w:r>
      <w:r>
        <w:rPr>
          <w:rFonts w:cs="Arial"/>
          <w:i/>
          <w:sz w:val="20"/>
          <w:szCs w:val="20"/>
        </w:rPr>
        <w:t> </w:t>
      </w:r>
      <w:r w:rsidRPr="009B1F09">
        <w:rPr>
          <w:rFonts w:cs="Arial"/>
          <w:i/>
          <w:sz w:val="20"/>
          <w:szCs w:val="20"/>
        </w:rPr>
        <w:t xml:space="preserve">Warszawie, ORLEN S.A. – Oddział PGNiG w Sanoku, ORLEN S.A. – Oddział PGNiG w Zielonej Górze, ORLEN S.A. – Oddział PGNiG w Odolanowie, ORLEN S.A. – Oddział Laboratorium Pomiarowo-Badawcze PGNiG w Warszawie, ORLEN S.A. – Oddział Ratownicza Stacja Górnictwa Otworowego PGNiG w Krakowie, ORLEN S.A. – Oddział Geologii i Eksploatacji PGNiG w Warszawie </w:t>
      </w:r>
      <w:r w:rsidRPr="009B1F09">
        <w:rPr>
          <w:rFonts w:cs="Arial"/>
          <w:sz w:val="20"/>
          <w:szCs w:val="20"/>
        </w:rPr>
        <w:t xml:space="preserve">jest podmiotem, na rzecz którego </w:t>
      </w:r>
      <w:r w:rsidR="00A468D3">
        <w:rPr>
          <w:rFonts w:cs="Arial"/>
          <w:sz w:val="20"/>
          <w:szCs w:val="20"/>
        </w:rPr>
        <w:t>usługi</w:t>
      </w:r>
      <w:r w:rsidRPr="009B1F09">
        <w:rPr>
          <w:rFonts w:cs="Arial"/>
          <w:sz w:val="20"/>
          <w:szCs w:val="20"/>
        </w:rPr>
        <w:t xml:space="preserve"> </w:t>
      </w:r>
      <w:r w:rsidRPr="009B1F09">
        <w:rPr>
          <w:rFonts w:cs="Arial"/>
          <w:sz w:val="20"/>
          <w:szCs w:val="20"/>
        </w:rPr>
        <w:lastRenderedPageBreak/>
        <w:t xml:space="preserve">wskazane w w/w wykazie zostały wcześniej wykonane, Wykonawca nie ma obowiązku przedkładania ww. dowodów; </w:t>
      </w:r>
    </w:p>
    <w:p w14:paraId="24A2B362" w14:textId="77777777" w:rsidR="003A6E22" w:rsidRPr="009B1F09" w:rsidRDefault="003A6E22" w:rsidP="003A6E22">
      <w:pPr>
        <w:pStyle w:val="Akapitzlist"/>
        <w:numPr>
          <w:ilvl w:val="0"/>
          <w:numId w:val="25"/>
        </w:numPr>
        <w:spacing w:line="276" w:lineRule="auto"/>
        <w:ind w:left="1418" w:hanging="141"/>
        <w:rPr>
          <w:rFonts w:cs="Arial"/>
          <w:sz w:val="20"/>
          <w:szCs w:val="20"/>
        </w:rPr>
      </w:pPr>
      <w:r w:rsidRPr="009B1F09">
        <w:rPr>
          <w:rFonts w:cs="Arial"/>
          <w:sz w:val="20"/>
          <w:szCs w:val="20"/>
        </w:rPr>
        <w:t>oświadczenie Wykonawcy składającego ofertę – jeżeli z przyczyn niezależnych od niego nie jest w stanie uzyskać referencji, o których mowa powyżej;</w:t>
      </w:r>
    </w:p>
    <w:p w14:paraId="10C88B0D" w14:textId="77777777" w:rsidR="003A6E22" w:rsidRPr="009B1F09" w:rsidRDefault="003A6E22" w:rsidP="003A6E22">
      <w:pPr>
        <w:pStyle w:val="Akapitzlist"/>
        <w:spacing w:line="276" w:lineRule="auto"/>
        <w:ind w:left="1134"/>
        <w:rPr>
          <w:rFonts w:cs="Arial"/>
          <w:sz w:val="20"/>
          <w:szCs w:val="20"/>
        </w:rPr>
      </w:pPr>
      <w:r w:rsidRPr="009B1F09">
        <w:rPr>
          <w:rFonts w:cs="Arial"/>
          <w:b/>
          <w:sz w:val="20"/>
          <w:szCs w:val="20"/>
        </w:rPr>
        <w:t>Uwaga!</w:t>
      </w:r>
      <w:r w:rsidRPr="009B1F09">
        <w:rPr>
          <w:rFonts w:cs="Arial"/>
          <w:sz w:val="20"/>
          <w:szCs w:val="20"/>
        </w:rPr>
        <w:t xml:space="preserve"> Zamawiający nie uzna, jako dowodu faktur itp. dokumentów, z uwagi na fakt, iż ich treść nie potwierdza należytego wykonania zamówienia.</w:t>
      </w: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 xml:space="preserve">dokumentu lub dokumentów, z których wynika, że osoba lub osoby, które podpisały pisemne zobowiązanie, o którym mowa w </w:t>
      </w:r>
      <w:proofErr w:type="spellStart"/>
      <w:r w:rsidRPr="00F40506">
        <w:rPr>
          <w:rFonts w:cs="Arial"/>
          <w:sz w:val="20"/>
          <w:szCs w:val="20"/>
        </w:rPr>
        <w:t>ppkt</w:t>
      </w:r>
      <w:proofErr w:type="spellEnd"/>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76365FD7" w:rsidR="00F40506" w:rsidRPr="00F40506" w:rsidRDefault="00F40506" w:rsidP="00EE13B1">
      <w:pPr>
        <w:pStyle w:val="Styl11"/>
      </w:pPr>
      <w:r w:rsidRPr="00F40506">
        <w:t>UWAGA: W celu oceny, czy Wykonawca będzie dyspono</w:t>
      </w:r>
      <w:r w:rsidR="003549ED">
        <w:t>wał zasobami innych podmiotów w </w:t>
      </w:r>
      <w:r w:rsidRPr="00F40506">
        <w:t>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nadzorze, udostępnieniu know-how, szkolenia</w:t>
      </w:r>
      <w:r w:rsidR="003549ED">
        <w:t>ch, itp. Zamawiający żąda, by z </w:t>
      </w:r>
      <w:r w:rsidRPr="00F40506">
        <w:t xml:space="preserve">pisemnego zobowiązania lub innych dokumentów składanych wraz z </w:t>
      </w:r>
      <w:r w:rsidR="00212856">
        <w:t>ofertą</w:t>
      </w:r>
      <w:r w:rsidRPr="00F40506">
        <w:t xml:space="preserve"> wynikał:</w:t>
      </w:r>
    </w:p>
    <w:p w14:paraId="68364618" w14:textId="04CDED50" w:rsidR="00F40506" w:rsidRPr="00EE13B1" w:rsidRDefault="00F40506" w:rsidP="000B1D13">
      <w:pPr>
        <w:pStyle w:val="Akapitzlist"/>
        <w:numPr>
          <w:ilvl w:val="0"/>
          <w:numId w:val="3"/>
        </w:numPr>
        <w:spacing w:line="276" w:lineRule="auto"/>
        <w:ind w:left="1134" w:hanging="284"/>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0B1D13">
      <w:pPr>
        <w:numPr>
          <w:ilvl w:val="0"/>
          <w:numId w:val="3"/>
        </w:numPr>
        <w:spacing w:line="276" w:lineRule="auto"/>
        <w:ind w:left="1134" w:hanging="284"/>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0B1D13">
      <w:pPr>
        <w:numPr>
          <w:ilvl w:val="0"/>
          <w:numId w:val="3"/>
        </w:numPr>
        <w:spacing w:line="276" w:lineRule="auto"/>
        <w:ind w:left="1134" w:hanging="284"/>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0B1D13">
      <w:pPr>
        <w:numPr>
          <w:ilvl w:val="0"/>
          <w:numId w:val="3"/>
        </w:numPr>
        <w:spacing w:line="276" w:lineRule="auto"/>
        <w:ind w:left="1134" w:hanging="284"/>
        <w:jc w:val="left"/>
        <w:rPr>
          <w:rFonts w:cs="Arial"/>
          <w:sz w:val="20"/>
          <w:szCs w:val="20"/>
        </w:rPr>
      </w:pPr>
      <w:r w:rsidRPr="00F40506">
        <w:rPr>
          <w:rFonts w:cs="Arial"/>
          <w:sz w:val="20"/>
          <w:szCs w:val="20"/>
        </w:rPr>
        <w:t>zakres i okres udziału innego podmiotu przy wykonywaniu zamówienia.</w:t>
      </w:r>
    </w:p>
    <w:p w14:paraId="20B99748" w14:textId="45F30A71" w:rsidR="00186A75" w:rsidRPr="00141D37"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w:t>
      </w:r>
      <w:r w:rsidRPr="00141D37">
        <w:t xml:space="preserve">zamówienia lub potencjału technicznego, </w:t>
      </w:r>
      <w:r w:rsidR="00A61DFC" w:rsidRPr="00141D37">
        <w:t>W</w:t>
      </w:r>
      <w:r w:rsidRPr="00141D37">
        <w:t xml:space="preserve">ykonawcy mogą polegać na </w:t>
      </w:r>
      <w:r w:rsidR="00212856" w:rsidRPr="00141D37">
        <w:t>zasobach</w:t>
      </w:r>
      <w:r w:rsidRPr="00141D37">
        <w:t xml:space="preserve"> innych podmiotów, jeśli podmioty te zrealizują usługi, do realizacji których te zdolności są wymagane na zasadach podwykonawstwa. Podmiot udostępniający Wykonawcy swe zasoby ww. zakresie winien przedstawić </w:t>
      </w:r>
      <w:r w:rsidR="00B75C5E" w:rsidRPr="00141D37">
        <w:t xml:space="preserve">w </w:t>
      </w:r>
      <w:r w:rsidR="00447A46" w:rsidRPr="00141D37">
        <w:t>formie oryginału</w:t>
      </w:r>
      <w:r w:rsidR="00B75C5E" w:rsidRPr="00141D37">
        <w:t xml:space="preserve"> </w:t>
      </w:r>
      <w:r w:rsidR="003549ED">
        <w:t>dodatkowo Oświadczenie o </w:t>
      </w:r>
      <w:r w:rsidRPr="00141D37">
        <w:t xml:space="preserve">niepodleganiu wykluczeniu – </w:t>
      </w:r>
      <w:r w:rsidR="00892855" w:rsidRPr="00141D37">
        <w:t>załącznik 4b</w:t>
      </w:r>
      <w:r w:rsidRPr="00141D37">
        <w:t xml:space="preserve"> do </w:t>
      </w:r>
      <w:r w:rsidR="006C29FD" w:rsidRPr="00141D37">
        <w:t>SWZ</w:t>
      </w:r>
      <w:r w:rsidR="009572AD" w:rsidRPr="00141D37">
        <w:t xml:space="preserve"> (podpisane kwalifikowanym podpisem elektronicznym). </w:t>
      </w:r>
    </w:p>
    <w:p w14:paraId="0AED799B" w14:textId="0F3CD4BB" w:rsidR="00F40506" w:rsidRPr="00141D37" w:rsidRDefault="00F40506" w:rsidP="00E03A73">
      <w:pPr>
        <w:pStyle w:val="Styl11"/>
        <w:rPr>
          <w:b/>
          <w:i/>
        </w:rPr>
      </w:pPr>
      <w:r w:rsidRPr="00141D37">
        <w:rPr>
          <w:b/>
        </w:rPr>
        <w:t>Oferta</w:t>
      </w:r>
      <w:r w:rsidR="00326502" w:rsidRPr="00141D37">
        <w:rPr>
          <w:b/>
        </w:rPr>
        <w:t xml:space="preserve"> oraz oświadczenia złożone w postępowaniu </w:t>
      </w:r>
      <w:r w:rsidR="00212856" w:rsidRPr="00141D37">
        <w:rPr>
          <w:b/>
        </w:rPr>
        <w:t>winny</w:t>
      </w:r>
      <w:r w:rsidRPr="00141D37">
        <w:rPr>
          <w:b/>
        </w:rPr>
        <w:t xml:space="preserve"> </w:t>
      </w:r>
      <w:r w:rsidR="00326502" w:rsidRPr="00141D37">
        <w:rPr>
          <w:b/>
        </w:rPr>
        <w:t>być podpisane</w:t>
      </w:r>
      <w:r w:rsidRPr="00141D37">
        <w:rPr>
          <w:b/>
        </w:rPr>
        <w:t xml:space="preserve"> </w:t>
      </w:r>
      <w:r w:rsidR="00212856" w:rsidRPr="00141D37">
        <w:rPr>
          <w:b/>
        </w:rPr>
        <w:t>kwalifikowanym podpisem elektronicznym</w:t>
      </w:r>
      <w:r w:rsidR="00212856" w:rsidRPr="00141D37">
        <w:t xml:space="preserve"> </w:t>
      </w:r>
      <w:r w:rsidRPr="00141D37">
        <w:t>przez umocowanego/</w:t>
      </w:r>
      <w:proofErr w:type="spellStart"/>
      <w:r w:rsidRPr="00141D37">
        <w:t>ych</w:t>
      </w:r>
      <w:proofErr w:type="spellEnd"/>
      <w:r w:rsidRPr="00141D37">
        <w:t xml:space="preserve"> prawnie przedstawiciela/i wykonawcy, upoważnionego/</w:t>
      </w:r>
      <w:proofErr w:type="spellStart"/>
      <w:r w:rsidRPr="00141D37">
        <w:t>ych</w:t>
      </w:r>
      <w:proofErr w:type="spellEnd"/>
      <w:r w:rsidRPr="00141D37">
        <w:t xml:space="preserve"> do podejmowania zobowiązań w j</w:t>
      </w:r>
      <w:r w:rsidR="003549ED">
        <w:t>ego imieniu, zgodnie z wpisem o </w:t>
      </w:r>
      <w:r w:rsidRPr="00141D37">
        <w:t>reprezentacji w stosownym dokumencie uprawniającym do występowania w obrocie prawnym lub z udzielonym pełnomocnictwem.</w:t>
      </w:r>
      <w:r w:rsidR="00D01E2F" w:rsidRPr="00141D37">
        <w:t xml:space="preserve"> </w:t>
      </w:r>
      <w:r w:rsidR="00D01E2F" w:rsidRPr="00141D37">
        <w:rPr>
          <w:b/>
        </w:rPr>
        <w:t xml:space="preserve">Zamawiający nie dopuszcza podpisania oferty podpisem zaufanym.  </w:t>
      </w:r>
    </w:p>
    <w:p w14:paraId="535ED79F" w14:textId="5AAD73C5" w:rsidR="00F40506" w:rsidRPr="00141D37" w:rsidRDefault="00F40506" w:rsidP="00E03A73">
      <w:pPr>
        <w:pStyle w:val="Styl11"/>
      </w:pPr>
      <w:r w:rsidRPr="00141D37">
        <w:t>Pozostałe wymagane dokumenty należy dołączyć do oferty w formie oryginału lub kserokopii potwierdzonej za zgodność z oryginałem przez Wykonawcę.</w:t>
      </w:r>
      <w:r w:rsidR="00212856" w:rsidRPr="00141D37">
        <w:t xml:space="preserve"> Poświadczenie za zgodność z</w:t>
      </w:r>
      <w:r w:rsidR="009C3104" w:rsidRPr="00141D37">
        <w:t> </w:t>
      </w:r>
      <w:r w:rsidR="00212856" w:rsidRPr="00141D37">
        <w:t>oryginałem następuje w formie elektronicznej</w:t>
      </w:r>
      <w:r w:rsidR="00880B26" w:rsidRPr="00141D37">
        <w:t xml:space="preserve"> przy użyciu kwalifikowanego podpisu elektronicznego</w:t>
      </w:r>
      <w:r w:rsidR="00212856" w:rsidRPr="00141D37">
        <w:t xml:space="preserve">. </w:t>
      </w:r>
    </w:p>
    <w:p w14:paraId="7882BDF5" w14:textId="77777777" w:rsidR="00186A75" w:rsidRPr="00141D37" w:rsidRDefault="00326502" w:rsidP="00E03A73">
      <w:pPr>
        <w:pStyle w:val="Styl11"/>
      </w:pPr>
      <w:r w:rsidRPr="00141D37">
        <w:lastRenderedPageBreak/>
        <w:t xml:space="preserve">Zamawiający dopuszcza wspólne ubieganie się Wykonawców o udzielenie zamówienia. Wykonawcy ubiegający się wspólnie o udzielenie zamówienia ustanawiają pełnomocnika </w:t>
      </w:r>
      <w:r w:rsidR="00802090" w:rsidRPr="00141D37">
        <w:br/>
      </w:r>
      <w:r w:rsidRPr="00141D37">
        <w:t xml:space="preserve">do reprezentowania ich w postępowaniu albo reprezentowania w postępowaniu i zawarcia umowy w sprawie zamówienia. W przypadku Wykonawców wspólnie ubiegających się </w:t>
      </w:r>
      <w:r w:rsidR="00802090" w:rsidRPr="00141D37">
        <w:br/>
      </w:r>
      <w:r w:rsidRPr="00141D37">
        <w:t>o udzielenie zamówienia, żaden z Wykonawców nie może podlegać wykluczeniu. Pozostałe warunki muszą być spełnione łącznie przez wszystkich Wykonawców składających ofertę.</w:t>
      </w:r>
    </w:p>
    <w:p w14:paraId="4ABE5FFB" w14:textId="77777777" w:rsidR="000225F7" w:rsidRPr="00141D37" w:rsidRDefault="00326502" w:rsidP="00E03A73">
      <w:pPr>
        <w:pStyle w:val="Styl11"/>
      </w:pPr>
      <w:r w:rsidRPr="00141D37">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141D37">
        <w:br/>
      </w:r>
      <w:r w:rsidRPr="00141D37">
        <w:t>o udzielenie zamówienia. Pełnomocnictwo należy załączyć w formie oryginału lub kopii poświadczonej notarialnie</w:t>
      </w:r>
      <w:r w:rsidR="00451A2E" w:rsidRPr="00141D37">
        <w:t xml:space="preserve"> lub kopii potwierdzonej za zgodność z oryginałem przez Wykonawcę</w:t>
      </w:r>
      <w:r w:rsidR="003F1A3C" w:rsidRPr="00141D37">
        <w:t>.</w:t>
      </w:r>
    </w:p>
    <w:p w14:paraId="04750351" w14:textId="77777777" w:rsidR="003F1A3C" w:rsidRPr="00141D37" w:rsidRDefault="003F1A3C" w:rsidP="00E03A73">
      <w:pPr>
        <w:pStyle w:val="Styl11"/>
      </w:pPr>
      <w:r w:rsidRPr="00141D37">
        <w:t xml:space="preserve">W przypadku gdy zostanie wybrana oferta Wykonawców wspólnie ubiegających się </w:t>
      </w:r>
      <w:r w:rsidR="00772972" w:rsidRPr="00141D37">
        <w:br/>
      </w:r>
      <w:r w:rsidRPr="00141D37">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Pr="00141D37" w:rsidRDefault="00466ABA" w:rsidP="00141D37">
      <w:pPr>
        <w:pStyle w:val="Styl11"/>
        <w:numPr>
          <w:ilvl w:val="0"/>
          <w:numId w:val="0"/>
        </w:numPr>
        <w:ind w:left="709" w:hanging="709"/>
      </w:pPr>
      <w:r w:rsidRPr="00141D37">
        <w:t>Zamawiający nie wymaga wniesienia wadium w postępowaniu.</w:t>
      </w:r>
    </w:p>
    <w:p w14:paraId="14E27D9D" w14:textId="77777777" w:rsidR="00F40506" w:rsidRPr="00F40506" w:rsidRDefault="00F40506" w:rsidP="00586C79">
      <w:pPr>
        <w:pStyle w:val="Dzia"/>
        <w:spacing w:before="360"/>
        <w:rPr>
          <w:rFonts w:eastAsia="Calibri"/>
        </w:rPr>
      </w:pPr>
      <w:r w:rsidRPr="00F40506">
        <w:rPr>
          <w:rFonts w:eastAsia="Calibri"/>
        </w:rPr>
        <w:t>Dział IV</w:t>
      </w:r>
    </w:p>
    <w:p w14:paraId="4FF9A9A8" w14:textId="77777777" w:rsidR="00F40506" w:rsidRDefault="00F40506" w:rsidP="00586C79">
      <w:pPr>
        <w:pStyle w:val="Dzia"/>
        <w:spacing w:before="0" w:after="240"/>
        <w:contextualSpacing w:val="0"/>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0998AB85" w:rsidR="00B61CA6" w:rsidRPr="002D1CD7" w:rsidRDefault="0070672D" w:rsidP="00E03A73">
      <w:pPr>
        <w:pStyle w:val="Styl11"/>
        <w:rPr>
          <w:color w:val="4F81BD" w:themeColor="accent1"/>
        </w:rPr>
      </w:pPr>
      <w:r w:rsidRPr="00B61CA6">
        <w:t>Ofertę składa się pod rygorem nieważności w formie ele</w:t>
      </w:r>
      <w:r w:rsidR="00D733B3" w:rsidRPr="00B61CA6">
        <w:t>k</w:t>
      </w:r>
      <w:r w:rsidRPr="00B61CA6">
        <w:t>tronicznej</w:t>
      </w:r>
      <w:r w:rsidR="00141D37">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2F5EEC7E" w:rsidR="00F40506" w:rsidRPr="00141D37" w:rsidRDefault="00F40506" w:rsidP="00FF131C">
      <w:pPr>
        <w:pStyle w:val="Akapitzlist"/>
        <w:numPr>
          <w:ilvl w:val="4"/>
          <w:numId w:val="7"/>
        </w:numPr>
        <w:spacing w:line="276" w:lineRule="auto"/>
        <w:ind w:left="1134" w:hanging="425"/>
        <w:contextualSpacing w:val="0"/>
        <w:rPr>
          <w:rFonts w:eastAsia="Calibri" w:cs="Arial"/>
          <w:sz w:val="20"/>
          <w:szCs w:val="20"/>
        </w:rPr>
      </w:pPr>
      <w:r w:rsidRPr="00141D37">
        <w:rPr>
          <w:rFonts w:eastAsia="Calibri" w:cs="Arial"/>
          <w:sz w:val="20"/>
          <w:szCs w:val="20"/>
        </w:rPr>
        <w:t>oferta musi zostać sporządzona w języku polskim. Dokumenty sporządzone w języku obcym należy złożyć wraz z tłumaczeniem na język polski</w:t>
      </w:r>
    </w:p>
    <w:p w14:paraId="5F4DBD3B" w14:textId="5A122952" w:rsidR="00F40506" w:rsidRPr="00141D37" w:rsidRDefault="00A61DFC" w:rsidP="00FF131C">
      <w:pPr>
        <w:pStyle w:val="Tekstprzypisudolnego"/>
        <w:numPr>
          <w:ilvl w:val="4"/>
          <w:numId w:val="7"/>
        </w:numPr>
        <w:spacing w:line="276" w:lineRule="auto"/>
        <w:ind w:left="1134" w:hanging="425"/>
        <w:jc w:val="both"/>
        <w:rPr>
          <w:rFonts w:eastAsia="Calibri" w:cs="Arial"/>
        </w:rPr>
      </w:pPr>
      <w:r w:rsidRPr="00141D37">
        <w:rPr>
          <w:rFonts w:ascii="Arial" w:eastAsia="Calibri" w:hAnsi="Arial" w:cs="Arial"/>
          <w:lang w:eastAsia="pl-PL"/>
        </w:rPr>
        <w:t>F</w:t>
      </w:r>
      <w:r w:rsidR="00F40506" w:rsidRPr="00141D37">
        <w:rPr>
          <w:rFonts w:ascii="Arial" w:eastAsia="Calibri" w:hAnsi="Arial" w:cs="Arial"/>
          <w:lang w:eastAsia="pl-PL"/>
        </w:rPr>
        <w:t>ormularz ofert</w:t>
      </w:r>
      <w:r w:rsidR="00CB520B" w:rsidRPr="00141D37">
        <w:rPr>
          <w:rFonts w:ascii="Arial" w:eastAsia="Calibri" w:hAnsi="Arial" w:cs="Arial"/>
          <w:lang w:eastAsia="pl-PL"/>
        </w:rPr>
        <w:t>owy</w:t>
      </w:r>
      <w:r w:rsidR="00F40506" w:rsidRPr="00141D37">
        <w:rPr>
          <w:rFonts w:ascii="Arial" w:eastAsia="Calibri" w:hAnsi="Arial" w:cs="Arial"/>
          <w:lang w:eastAsia="pl-PL"/>
        </w:rPr>
        <w:t xml:space="preserve"> i wszystkie dokumenty sporządzone przez Wykonawcę muszą być podpisane: za podpisanie uznaje się </w:t>
      </w:r>
      <w:r w:rsidR="00DF2D0C" w:rsidRPr="00141D37">
        <w:rPr>
          <w:rFonts w:ascii="Arial" w:eastAsia="Calibri" w:hAnsi="Arial" w:cs="Arial"/>
          <w:lang w:eastAsia="pl-PL"/>
        </w:rPr>
        <w:t xml:space="preserve">kwalifikowany podpis elektroniczny, wystawiony przez dostawcę kwalifikowanej usługi zaufania, będącego podmiotem świadczącym usługi certyfikacyjne - podpis elektroniczny, </w:t>
      </w:r>
      <w:r w:rsidR="004C511E" w:rsidRPr="00141D37">
        <w:rPr>
          <w:rFonts w:ascii="Arial" w:eastAsia="Calibri" w:hAnsi="Arial" w:cs="Arial"/>
          <w:lang w:eastAsia="pl-PL"/>
        </w:rPr>
        <w:t>spełniający</w:t>
      </w:r>
      <w:r w:rsidR="00DF2D0C" w:rsidRPr="00141D37">
        <w:rPr>
          <w:rFonts w:ascii="Arial" w:eastAsia="Calibri" w:hAnsi="Arial" w:cs="Arial"/>
          <w:lang w:eastAsia="pl-PL"/>
        </w:rPr>
        <w:t xml:space="preserve"> wy</w:t>
      </w:r>
      <w:r w:rsidR="003549ED">
        <w:rPr>
          <w:rFonts w:ascii="Arial" w:eastAsia="Calibri" w:hAnsi="Arial" w:cs="Arial"/>
          <w:lang w:eastAsia="pl-PL"/>
        </w:rPr>
        <w:t>mogi bezpieczeństwa określone w </w:t>
      </w:r>
      <w:r w:rsidR="00DF2D0C" w:rsidRPr="00141D37">
        <w:rPr>
          <w:rFonts w:ascii="Arial" w:eastAsia="Calibri" w:hAnsi="Arial" w:cs="Arial"/>
          <w:lang w:eastAsia="pl-PL"/>
        </w:rPr>
        <w:t xml:space="preserve">Ustawie z dnia 5 września 2016 r. – </w:t>
      </w:r>
      <w:r w:rsidR="002A0400" w:rsidRPr="00141D37">
        <w:rPr>
          <w:rFonts w:ascii="Arial" w:eastAsia="Calibri" w:hAnsi="Arial" w:cs="Arial"/>
          <w:lang w:eastAsia="pl-PL"/>
        </w:rPr>
        <w:t>o</w:t>
      </w:r>
      <w:r w:rsidR="002A0400" w:rsidRPr="00141D37">
        <w:t> </w:t>
      </w:r>
      <w:r w:rsidR="00DF2D0C" w:rsidRPr="00141D37">
        <w:rPr>
          <w:rFonts w:ascii="Arial" w:eastAsia="Calibri" w:hAnsi="Arial" w:cs="Arial"/>
          <w:lang w:eastAsia="pl-PL"/>
        </w:rPr>
        <w:t>usługach zaufania oraz identyfikac</w:t>
      </w:r>
      <w:r w:rsidR="009123C8" w:rsidRPr="00141D37">
        <w:rPr>
          <w:rFonts w:ascii="Arial" w:eastAsia="Calibri" w:hAnsi="Arial" w:cs="Arial"/>
          <w:lang w:eastAsia="pl-PL"/>
        </w:rPr>
        <w:t>ji elektronicznej (</w:t>
      </w:r>
      <w:r w:rsidR="00764011" w:rsidRPr="00141D37">
        <w:rPr>
          <w:rFonts w:ascii="Arial" w:eastAsia="Calibri" w:hAnsi="Arial" w:cs="Arial"/>
          <w:lang w:eastAsia="pl-PL"/>
        </w:rPr>
        <w:t>Dz. U. z 2021 r. poz. 1797</w:t>
      </w:r>
      <w:r w:rsidR="00DF2D0C" w:rsidRPr="00141D37">
        <w:rPr>
          <w:rFonts w:ascii="Arial" w:eastAsia="Calibri" w:hAnsi="Arial" w:cs="Arial"/>
          <w:lang w:eastAsia="pl-PL"/>
        </w:rPr>
        <w:t>)</w:t>
      </w:r>
      <w:r w:rsidR="004C511E" w:rsidRPr="00141D37">
        <w:rPr>
          <w:rFonts w:ascii="Arial" w:eastAsia="Calibri" w:hAnsi="Arial" w:cs="Arial"/>
          <w:lang w:eastAsia="pl-PL"/>
        </w:rPr>
        <w:t xml:space="preserve"> </w:t>
      </w:r>
      <w:r w:rsidR="00F40506" w:rsidRPr="00141D37">
        <w:rPr>
          <w:rFonts w:ascii="Arial" w:eastAsia="Calibri" w:hAnsi="Arial" w:cs="Arial"/>
          <w:lang w:eastAsia="pl-PL"/>
        </w:rPr>
        <w:t>przez osobę(-y) upoważnioną(-e) do reprezentowania zgodnie z formą reprezentacji Wykonawcy określoną w dokumencie rejestrowym lub innym dokumencie, właściwym dla formy organizacyjnej</w:t>
      </w:r>
      <w:r w:rsidR="00DF2D0C" w:rsidRPr="00141D37">
        <w:rPr>
          <w:rFonts w:ascii="Arial" w:eastAsia="Calibri" w:hAnsi="Arial" w:cs="Arial"/>
          <w:lang w:eastAsia="pl-PL"/>
        </w:rPr>
        <w:t>,</w:t>
      </w:r>
    </w:p>
    <w:p w14:paraId="6C13BF82" w14:textId="6E33171D" w:rsidR="00B20F1B" w:rsidRPr="00141D37" w:rsidRDefault="00212856" w:rsidP="00141D37">
      <w:pPr>
        <w:numPr>
          <w:ilvl w:val="4"/>
          <w:numId w:val="7"/>
        </w:numPr>
        <w:spacing w:line="276" w:lineRule="auto"/>
        <w:ind w:left="1134" w:hanging="425"/>
        <w:rPr>
          <w:rFonts w:eastAsia="Calibri"/>
          <w:sz w:val="20"/>
        </w:rPr>
      </w:pPr>
      <w:r w:rsidRPr="00141D37">
        <w:rPr>
          <w:rFonts w:eastAsia="Calibri"/>
          <w:sz w:val="20"/>
        </w:rPr>
        <w:t>w przypadku, gdy Wykonawcę reprezentuje pełnomocnik</w:t>
      </w:r>
      <w:r w:rsidRPr="00141D37">
        <w:rPr>
          <w:rFonts w:eastAsia="Calibri"/>
          <w:sz w:val="20"/>
          <w:szCs w:val="20"/>
        </w:rPr>
        <w:t xml:space="preserve"> do oferty winno </w:t>
      </w:r>
      <w:r w:rsidR="00141D37" w:rsidRPr="00141D37">
        <w:rPr>
          <w:rFonts w:eastAsia="Calibri"/>
          <w:sz w:val="20"/>
          <w:szCs w:val="20"/>
        </w:rPr>
        <w:t xml:space="preserve">zostać załączone pełnomocnictwo </w:t>
      </w:r>
      <w:r w:rsidRPr="00141D37">
        <w:rPr>
          <w:rFonts w:eastAsia="Calibri"/>
          <w:sz w:val="20"/>
          <w:szCs w:val="20"/>
        </w:rPr>
        <w:t>w formie elektronicznej podpisanej kwalifikowanym podpisem elektronicznym przez</w:t>
      </w:r>
      <w:r w:rsidR="00B20F1B" w:rsidRPr="00141D37">
        <w:rPr>
          <w:rFonts w:eastAsia="Calibri"/>
          <w:sz w:val="20"/>
          <w:szCs w:val="20"/>
        </w:rPr>
        <w:t>:</w:t>
      </w:r>
      <w:r w:rsidRPr="00141D37">
        <w:rPr>
          <w:rFonts w:eastAsia="Calibri"/>
          <w:sz w:val="20"/>
          <w:szCs w:val="20"/>
        </w:rPr>
        <w:t xml:space="preserve"> </w:t>
      </w:r>
    </w:p>
    <w:p w14:paraId="361F07CE" w14:textId="442076B0" w:rsidR="00B20F1B" w:rsidRPr="00141D37" w:rsidRDefault="00B20F1B" w:rsidP="00141D37">
      <w:pPr>
        <w:spacing w:line="276" w:lineRule="auto"/>
        <w:ind w:left="1134"/>
        <w:rPr>
          <w:rFonts w:eastAsia="Calibri"/>
          <w:sz w:val="20"/>
          <w:szCs w:val="20"/>
        </w:rPr>
      </w:pPr>
      <w:r w:rsidRPr="00141D37">
        <w:rPr>
          <w:rFonts w:eastAsia="Calibri"/>
          <w:sz w:val="20"/>
          <w:szCs w:val="20"/>
        </w:rPr>
        <w:t xml:space="preserve">- </w:t>
      </w:r>
      <w:r w:rsidR="00212856" w:rsidRPr="00141D37">
        <w:rPr>
          <w:rFonts w:eastAsia="Calibri"/>
          <w:sz w:val="20"/>
          <w:szCs w:val="20"/>
        </w:rPr>
        <w:t>osoby uprawnione do reprezentacji Wykonawcy</w:t>
      </w:r>
      <w:r w:rsidRPr="00141D37">
        <w:rPr>
          <w:rFonts w:eastAsia="Calibri"/>
          <w:sz w:val="20"/>
          <w:szCs w:val="20"/>
        </w:rPr>
        <w:t>,</w:t>
      </w:r>
      <w:r w:rsidR="00212856" w:rsidRPr="00141D37">
        <w:rPr>
          <w:rFonts w:eastAsia="Calibri"/>
          <w:sz w:val="20"/>
          <w:szCs w:val="20"/>
        </w:rPr>
        <w:t xml:space="preserve"> </w:t>
      </w:r>
      <w:r w:rsidR="00A473A6" w:rsidRPr="00141D37">
        <w:rPr>
          <w:rFonts w:eastAsia="Calibri"/>
          <w:sz w:val="20"/>
          <w:szCs w:val="20"/>
        </w:rPr>
        <w:t xml:space="preserve">lub </w:t>
      </w:r>
    </w:p>
    <w:p w14:paraId="1D888A4D" w14:textId="212BC5FF" w:rsidR="00F40506" w:rsidRPr="00141D37" w:rsidRDefault="00B20F1B" w:rsidP="00141D37">
      <w:pPr>
        <w:spacing w:line="276" w:lineRule="auto"/>
        <w:ind w:left="1134"/>
        <w:rPr>
          <w:rFonts w:eastAsia="Calibri"/>
          <w:sz w:val="20"/>
          <w:szCs w:val="20"/>
        </w:rPr>
      </w:pPr>
      <w:r w:rsidRPr="00141D37">
        <w:rPr>
          <w:rFonts w:eastAsia="Calibri"/>
          <w:sz w:val="20"/>
          <w:szCs w:val="20"/>
        </w:rPr>
        <w:t xml:space="preserve">- </w:t>
      </w:r>
      <w:r w:rsidR="00A473A6" w:rsidRPr="00141D37">
        <w:rPr>
          <w:rFonts w:eastAsia="Calibri"/>
          <w:sz w:val="20"/>
          <w:szCs w:val="20"/>
        </w:rPr>
        <w:t>kopia poświadczona notarialnie</w:t>
      </w:r>
      <w:r w:rsidR="00141D37" w:rsidRPr="00141D37">
        <w:rPr>
          <w:rFonts w:eastAsia="Calibri"/>
          <w:sz w:val="20"/>
          <w:szCs w:val="20"/>
        </w:rPr>
        <w:t>.</w:t>
      </w:r>
    </w:p>
    <w:p w14:paraId="352EE067" w14:textId="0D716B2C" w:rsidR="00F40506" w:rsidRPr="00141D37" w:rsidRDefault="00F40506" w:rsidP="00D2442C">
      <w:pPr>
        <w:pStyle w:val="Styl11"/>
      </w:pPr>
      <w:r w:rsidRPr="00141D37">
        <w:t xml:space="preserve">We wszystkich przypadkach, gdzie jest mowa o pieczątkach, Zamawiający dopuszcza złożenie czytelnego zapisu o treści pieczęci, np.: nazwa firmy, siedziba lub czytelnego podpisu </w:t>
      </w:r>
      <w:r w:rsidR="002A0400" w:rsidRPr="00141D37">
        <w:t>w </w:t>
      </w:r>
      <w:r w:rsidRPr="00141D37">
        <w:t>przypadku pieczęci imiennej.</w:t>
      </w:r>
    </w:p>
    <w:p w14:paraId="532928A9" w14:textId="5A2A8DCF" w:rsidR="00764011" w:rsidRPr="00141D37" w:rsidRDefault="00764011" w:rsidP="00D2442C">
      <w:pPr>
        <w:pStyle w:val="Styl11"/>
      </w:pPr>
      <w:r w:rsidRPr="00141D37">
        <w:t xml:space="preserve">Ofertę należy złożyć w jednej z form wskazanych w treści </w:t>
      </w:r>
      <w:r w:rsidR="00F6251F" w:rsidRPr="00141D37">
        <w:t>SWZ</w:t>
      </w:r>
      <w:r w:rsidRPr="00141D37">
        <w:t xml:space="preserve"> tj. </w:t>
      </w:r>
      <w:r w:rsidR="00141D37" w:rsidRPr="00141D37">
        <w:t>elektronicznej.</w:t>
      </w:r>
    </w:p>
    <w:p w14:paraId="675117D5" w14:textId="799194ED" w:rsidR="001222CB" w:rsidRPr="00141D37" w:rsidRDefault="001222CB" w:rsidP="00D2442C">
      <w:pPr>
        <w:pStyle w:val="Styl11"/>
      </w:pPr>
      <w:r w:rsidRPr="00141D37">
        <w:t>Zamawiający zastrzega sobie możliwość wezwania Wykonawcy do uzupełnienia  przetłumaczonych na język polski</w:t>
      </w:r>
      <w:r w:rsidR="004113E4" w:rsidRPr="00141D37">
        <w:t>,</w:t>
      </w:r>
      <w:r w:rsidRPr="00141D37">
        <w:t xml:space="preserve"> wybranych dokumentów sporządzonych w języku obcym</w:t>
      </w:r>
      <w:r w:rsidR="004113E4" w:rsidRPr="00141D37">
        <w:t>,</w:t>
      </w:r>
      <w:r w:rsidR="00B40BB3" w:rsidRPr="00141D37">
        <w:t xml:space="preserve"> złożonych wraz z ofertą</w:t>
      </w:r>
      <w:r w:rsidR="00BC27D2" w:rsidRPr="00141D37">
        <w:t xml:space="preserve"> przez Wykonawcę</w:t>
      </w:r>
      <w:r w:rsidRPr="00141D37">
        <w:t xml:space="preserve">. </w:t>
      </w:r>
    </w:p>
    <w:p w14:paraId="24AEB729" w14:textId="77777777" w:rsidR="006A2FC0" w:rsidRPr="006A2FC0" w:rsidRDefault="006A2FC0" w:rsidP="004F4CEF">
      <w:pPr>
        <w:pStyle w:val="Styl1"/>
      </w:pPr>
      <w:r w:rsidRPr="006A2FC0">
        <w:lastRenderedPageBreak/>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141D37">
        <w:rPr>
          <w:b/>
        </w:rPr>
        <w:t>3</w:t>
      </w:r>
      <w:r w:rsidRPr="001F6240">
        <w:t xml:space="preserve"> 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00F2270F" w14:textId="77777777" w:rsidR="009A626C" w:rsidRPr="00FA2F18" w:rsidRDefault="009A626C" w:rsidP="009A626C">
      <w:pPr>
        <w:pStyle w:val="Styl11"/>
        <w:spacing w:after="120"/>
        <w:contextualSpacing w:val="0"/>
      </w:pPr>
      <w:r w:rsidRPr="00FA2F18">
        <w:t>Jedynym kryterium oceny jest cena podana w ofercie. Spośród ofert nieodrzuconych za najkorzystniejszą zostanie uznana oferta o najniższej cenie.</w:t>
      </w:r>
    </w:p>
    <w:p w14:paraId="64D10832" w14:textId="77777777" w:rsidR="009A626C" w:rsidRPr="00FA2F18" w:rsidRDefault="009A626C" w:rsidP="009A626C">
      <w:pPr>
        <w:spacing w:after="120" w:line="259" w:lineRule="auto"/>
        <w:ind w:left="720"/>
        <w:rPr>
          <w:rFonts w:eastAsia="Calibri" w:cs="Arial"/>
          <w:sz w:val="20"/>
          <w:szCs w:val="20"/>
        </w:rPr>
      </w:pPr>
      <w:r w:rsidRPr="00FA2F18">
        <w:rPr>
          <w:rFonts w:eastAsia="Calibri" w:cs="Arial"/>
          <w:sz w:val="20"/>
          <w:szCs w:val="20"/>
        </w:rPr>
        <w:t>Sposób obliczenia:</w:t>
      </w:r>
    </w:p>
    <w:tbl>
      <w:tblPr>
        <w:tblW w:w="8363" w:type="dxa"/>
        <w:tblInd w:w="701" w:type="dxa"/>
        <w:tblLayout w:type="fixed"/>
        <w:tblCellMar>
          <w:left w:w="40" w:type="dxa"/>
          <w:right w:w="40" w:type="dxa"/>
        </w:tblCellMar>
        <w:tblLook w:val="0000" w:firstRow="0" w:lastRow="0" w:firstColumn="0" w:lastColumn="0" w:noHBand="0" w:noVBand="0"/>
      </w:tblPr>
      <w:tblGrid>
        <w:gridCol w:w="425"/>
        <w:gridCol w:w="1843"/>
        <w:gridCol w:w="1134"/>
        <w:gridCol w:w="4961"/>
      </w:tblGrid>
      <w:tr w:rsidR="009A626C" w:rsidRPr="00124E94" w14:paraId="3DC8D992" w14:textId="77777777" w:rsidTr="006B0B6E">
        <w:trPr>
          <w:trHeight w:hRule="exact" w:val="737"/>
        </w:trPr>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42344446" w14:textId="77777777" w:rsidR="009A626C" w:rsidRPr="00124E94" w:rsidRDefault="009A626C" w:rsidP="006B0B6E">
            <w:pPr>
              <w:shd w:val="clear" w:color="auto" w:fill="FFFFFF"/>
              <w:spacing w:line="276" w:lineRule="auto"/>
              <w:ind w:left="-41"/>
              <w:jc w:val="center"/>
              <w:rPr>
                <w:rFonts w:cs="Arial"/>
                <w:b/>
                <w:sz w:val="20"/>
                <w:szCs w:val="20"/>
              </w:rPr>
            </w:pPr>
            <w:r w:rsidRPr="00124E94">
              <w:rPr>
                <w:rFonts w:cs="Arial"/>
                <w:b/>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A2C1C20" w14:textId="77777777" w:rsidR="009A626C" w:rsidRPr="00124E94" w:rsidRDefault="009A626C" w:rsidP="006B0B6E">
            <w:pPr>
              <w:shd w:val="clear" w:color="auto" w:fill="FFFFFF"/>
              <w:spacing w:line="276" w:lineRule="auto"/>
              <w:jc w:val="center"/>
              <w:rPr>
                <w:rFonts w:cs="Arial"/>
                <w:b/>
                <w:bCs/>
                <w:sz w:val="20"/>
                <w:szCs w:val="20"/>
              </w:rPr>
            </w:pPr>
            <w:r w:rsidRPr="00124E94">
              <w:rPr>
                <w:rFonts w:cs="Arial"/>
                <w:b/>
                <w:bCs/>
                <w:spacing w:val="-5"/>
                <w:sz w:val="20"/>
                <w:szCs w:val="20"/>
              </w:rPr>
              <w:t>Opis kryterium</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393FEAA4" w14:textId="77777777" w:rsidR="009A626C" w:rsidRPr="00124E94" w:rsidRDefault="009A626C" w:rsidP="006B0B6E">
            <w:pPr>
              <w:shd w:val="clear" w:color="auto" w:fill="FFFFFF"/>
              <w:spacing w:line="276" w:lineRule="auto"/>
              <w:ind w:left="29" w:right="34"/>
              <w:jc w:val="center"/>
              <w:rPr>
                <w:rFonts w:cs="Arial"/>
                <w:b/>
                <w:bCs/>
                <w:sz w:val="20"/>
                <w:szCs w:val="20"/>
              </w:rPr>
            </w:pPr>
            <w:r w:rsidRPr="00124E94">
              <w:rPr>
                <w:rFonts w:cs="Arial"/>
                <w:b/>
                <w:bCs/>
                <w:spacing w:val="-9"/>
                <w:sz w:val="20"/>
                <w:szCs w:val="20"/>
              </w:rPr>
              <w:t xml:space="preserve">Znaczenie, </w:t>
            </w:r>
            <w:r w:rsidRPr="00124E94">
              <w:rPr>
                <w:rFonts w:cs="Arial"/>
                <w:b/>
                <w:bCs/>
                <w:spacing w:val="-7"/>
                <w:sz w:val="20"/>
                <w:szCs w:val="20"/>
              </w:rPr>
              <w:t>waga</w:t>
            </w:r>
          </w:p>
        </w:tc>
        <w:tc>
          <w:tcPr>
            <w:tcW w:w="4961" w:type="dxa"/>
            <w:tcBorders>
              <w:top w:val="single" w:sz="6" w:space="0" w:color="auto"/>
              <w:left w:val="single" w:sz="6" w:space="0" w:color="auto"/>
              <w:bottom w:val="single" w:sz="6" w:space="0" w:color="auto"/>
              <w:right w:val="single" w:sz="6" w:space="0" w:color="auto"/>
            </w:tcBorders>
            <w:shd w:val="clear" w:color="auto" w:fill="auto"/>
            <w:vAlign w:val="center"/>
          </w:tcPr>
          <w:p w14:paraId="64196872" w14:textId="77777777" w:rsidR="009A626C" w:rsidRPr="00124E94" w:rsidRDefault="009A626C" w:rsidP="006B0B6E">
            <w:pPr>
              <w:shd w:val="clear" w:color="auto" w:fill="FFFFFF"/>
              <w:spacing w:line="276" w:lineRule="auto"/>
              <w:jc w:val="center"/>
              <w:rPr>
                <w:rFonts w:cs="Arial"/>
                <w:b/>
                <w:bCs/>
                <w:sz w:val="20"/>
                <w:szCs w:val="20"/>
              </w:rPr>
            </w:pPr>
            <w:r w:rsidRPr="00124E94">
              <w:rPr>
                <w:rFonts w:cs="Arial"/>
                <w:b/>
                <w:bCs/>
                <w:spacing w:val="-5"/>
                <w:sz w:val="20"/>
                <w:szCs w:val="20"/>
              </w:rPr>
              <w:t>Opis metody przyznawanych punktów</w:t>
            </w:r>
          </w:p>
        </w:tc>
      </w:tr>
      <w:tr w:rsidR="009A626C" w:rsidRPr="00124E94" w14:paraId="2F7FA385" w14:textId="77777777" w:rsidTr="006B0B6E">
        <w:trPr>
          <w:trHeight w:val="823"/>
        </w:trPr>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14:paraId="5D4F8F0D" w14:textId="77777777" w:rsidR="009A626C" w:rsidRPr="00124E94" w:rsidRDefault="009A626C" w:rsidP="006B0B6E">
            <w:pPr>
              <w:shd w:val="clear" w:color="auto" w:fill="FFFFFF"/>
              <w:spacing w:line="276" w:lineRule="auto"/>
              <w:ind w:left="-41"/>
              <w:jc w:val="center"/>
              <w:rPr>
                <w:rFonts w:cs="Arial"/>
                <w:sz w:val="18"/>
                <w:szCs w:val="20"/>
              </w:rPr>
            </w:pPr>
            <w:r w:rsidRPr="00124E94">
              <w:rPr>
                <w:rFonts w:cs="Arial"/>
                <w:sz w:val="18"/>
                <w:szCs w:val="20"/>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502FDDD5" w14:textId="77777777" w:rsidR="009A626C" w:rsidRPr="00124E94" w:rsidRDefault="009A626C" w:rsidP="006B0B6E">
            <w:pPr>
              <w:shd w:val="clear" w:color="auto" w:fill="FFFFFF"/>
              <w:spacing w:line="276" w:lineRule="auto"/>
              <w:jc w:val="center"/>
              <w:rPr>
                <w:rFonts w:eastAsia="Calibri" w:cs="Arial"/>
                <w:sz w:val="18"/>
                <w:szCs w:val="20"/>
              </w:rPr>
            </w:pPr>
            <w:r w:rsidRPr="00124E94">
              <w:rPr>
                <w:rFonts w:eastAsia="Calibri" w:cs="Arial"/>
                <w:sz w:val="18"/>
                <w:szCs w:val="20"/>
              </w:rPr>
              <w:t>Cena brutto w PLN</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575E14BC" w14:textId="77777777" w:rsidR="009A626C" w:rsidRPr="00124E94" w:rsidRDefault="009A626C" w:rsidP="006B0B6E">
            <w:pPr>
              <w:shd w:val="clear" w:color="auto" w:fill="FFFFFF"/>
              <w:tabs>
                <w:tab w:val="left" w:leader="dot" w:pos="605"/>
              </w:tabs>
              <w:spacing w:line="276" w:lineRule="auto"/>
              <w:jc w:val="center"/>
              <w:rPr>
                <w:rFonts w:cs="Arial"/>
                <w:sz w:val="18"/>
                <w:szCs w:val="20"/>
              </w:rPr>
            </w:pPr>
            <w:r w:rsidRPr="00124E94">
              <w:rPr>
                <w:rFonts w:cs="Arial"/>
                <w:sz w:val="18"/>
                <w:szCs w:val="20"/>
              </w:rPr>
              <w:t xml:space="preserve">100 </w:t>
            </w:r>
            <w:r w:rsidRPr="00124E94">
              <w:rPr>
                <w:rFonts w:cs="Arial"/>
                <w:bCs/>
                <w:sz w:val="18"/>
                <w:szCs w:val="20"/>
              </w:rPr>
              <w:t>%</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14:paraId="4F4E60C3" w14:textId="77777777" w:rsidR="009A626C" w:rsidRPr="00124E94" w:rsidRDefault="009A626C" w:rsidP="006B0B6E">
            <w:pPr>
              <w:shd w:val="clear" w:color="auto" w:fill="FFFFFF"/>
              <w:spacing w:before="120" w:line="276" w:lineRule="auto"/>
              <w:ind w:left="204" w:hanging="142"/>
              <w:rPr>
                <w:rFonts w:cs="Arial"/>
                <w:bCs/>
                <w:spacing w:val="-1"/>
                <w:sz w:val="18"/>
                <w:szCs w:val="20"/>
              </w:rPr>
            </w:pPr>
            <w:r w:rsidRPr="00124E94">
              <w:rPr>
                <w:rFonts w:cs="Arial"/>
                <w:bCs/>
                <w:spacing w:val="-1"/>
                <w:sz w:val="18"/>
                <w:szCs w:val="20"/>
              </w:rPr>
              <w:t xml:space="preserve">najniższa cena brutto spośród badanych ofert </w:t>
            </w:r>
          </w:p>
          <w:p w14:paraId="0CE30B55" w14:textId="77777777" w:rsidR="009A626C" w:rsidRPr="00124E94" w:rsidRDefault="009A626C" w:rsidP="006B0B6E">
            <w:pPr>
              <w:shd w:val="clear" w:color="auto" w:fill="FFFFFF"/>
              <w:spacing w:line="276" w:lineRule="auto"/>
              <w:ind w:left="204" w:hanging="204"/>
              <w:rPr>
                <w:rFonts w:cs="Arial"/>
                <w:bCs/>
                <w:spacing w:val="-1"/>
                <w:sz w:val="18"/>
                <w:szCs w:val="20"/>
              </w:rPr>
            </w:pPr>
            <w:r w:rsidRPr="00124E94">
              <w:rPr>
                <w:rFonts w:cs="Arial"/>
                <w:bCs/>
                <w:noProof/>
                <w:spacing w:val="-1"/>
                <w:sz w:val="18"/>
                <w:szCs w:val="20"/>
              </w:rPr>
              <mc:AlternateContent>
                <mc:Choice Requires="wps">
                  <w:drawing>
                    <wp:anchor distT="0" distB="0" distL="114300" distR="114300" simplePos="0" relativeHeight="251670528" behindDoc="0" locked="0" layoutInCell="1" allowOverlap="1" wp14:anchorId="4EB0FBDC" wp14:editId="76BAF8E4">
                      <wp:simplePos x="0" y="0"/>
                      <wp:positionH relativeFrom="column">
                        <wp:posOffset>37465</wp:posOffset>
                      </wp:positionH>
                      <wp:positionV relativeFrom="paragraph">
                        <wp:posOffset>65405</wp:posOffset>
                      </wp:positionV>
                      <wp:extent cx="2428875" cy="0"/>
                      <wp:effectExtent l="0" t="0" r="28575" b="19050"/>
                      <wp:wrapNone/>
                      <wp:docPr id="5" name="Łącznik prosty 5"/>
                      <wp:cNvGraphicFramePr/>
                      <a:graphic xmlns:a="http://schemas.openxmlformats.org/drawingml/2006/main">
                        <a:graphicData uri="http://schemas.microsoft.com/office/word/2010/wordprocessingShape">
                          <wps:wsp>
                            <wps:cNvCnPr/>
                            <wps:spPr>
                              <a:xfrm>
                                <a:off x="0" y="0"/>
                                <a:ext cx="2428875"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BEEA89" id="Łącznik prosty 5"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pt,5.15pt" to="194.2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" strokecolor="#002060"/>
                  </w:pict>
                </mc:Fallback>
              </mc:AlternateContent>
            </w:r>
            <w:r w:rsidRPr="00124E94">
              <w:rPr>
                <w:rFonts w:cs="Arial"/>
                <w:bCs/>
                <w:noProof/>
                <w:spacing w:val="-1"/>
                <w:sz w:val="18"/>
                <w:szCs w:val="20"/>
              </w:rPr>
              <w:t xml:space="preserve">                                                                                </w:t>
            </w:r>
            <w:r w:rsidRPr="00124E94">
              <w:rPr>
                <w:rFonts w:cs="Arial"/>
                <w:bCs/>
                <w:spacing w:val="-1"/>
                <w:sz w:val="18"/>
                <w:szCs w:val="20"/>
              </w:rPr>
              <w:t xml:space="preserve"> x 100 pkt</w:t>
            </w:r>
          </w:p>
          <w:p w14:paraId="7D368455" w14:textId="77777777" w:rsidR="009A626C" w:rsidRPr="00124E94" w:rsidRDefault="009A626C" w:rsidP="006B0B6E">
            <w:pPr>
              <w:shd w:val="clear" w:color="auto" w:fill="FFFFFF"/>
              <w:spacing w:after="120" w:line="276" w:lineRule="auto"/>
              <w:ind w:left="204" w:hanging="142"/>
              <w:rPr>
                <w:rFonts w:cs="Arial"/>
                <w:bCs/>
                <w:spacing w:val="-3"/>
                <w:sz w:val="18"/>
                <w:szCs w:val="20"/>
              </w:rPr>
            </w:pPr>
            <w:r w:rsidRPr="00124E94">
              <w:rPr>
                <w:rFonts w:cs="Arial"/>
                <w:bCs/>
                <w:spacing w:val="-3"/>
                <w:sz w:val="18"/>
                <w:szCs w:val="20"/>
              </w:rPr>
              <w:t xml:space="preserve">cena brutto badanej oferty </w:t>
            </w:r>
          </w:p>
        </w:tc>
      </w:tr>
    </w:tbl>
    <w:p w14:paraId="314C3FA1" w14:textId="3CB3AABC" w:rsidR="00703D6D" w:rsidRDefault="00703D6D" w:rsidP="009C25D2">
      <w:pPr>
        <w:spacing w:line="276" w:lineRule="auto"/>
        <w:ind w:left="709"/>
        <w:rPr>
          <w:rFonts w:eastAsia="Calibri" w:cs="Arial"/>
          <w:i/>
          <w:color w:val="4F81BD" w:themeColor="accent1"/>
          <w:sz w:val="20"/>
          <w:szCs w:val="20"/>
        </w:rPr>
      </w:pPr>
    </w:p>
    <w:p w14:paraId="478DBBA8" w14:textId="178D9BF4" w:rsidR="0018265F" w:rsidRPr="00E35F58" w:rsidRDefault="00E35F58" w:rsidP="00E35F58">
      <w:pPr>
        <w:pStyle w:val="Styl11"/>
        <w:rPr>
          <w:i/>
        </w:rPr>
      </w:pPr>
      <w:r>
        <w:t>Zamawiający</w:t>
      </w:r>
      <w:r w:rsidRPr="00E35F58">
        <w:t xml:space="preserve"> będzie rozliczał się z Wyk</w:t>
      </w:r>
      <w:r w:rsidR="009A626C">
        <w:t>onawcą na podstawie §4</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022ACBD9" w:rsidR="00F40506" w:rsidRPr="00360633" w:rsidRDefault="00F40506" w:rsidP="00360633">
      <w:pPr>
        <w:spacing w:line="276" w:lineRule="auto"/>
        <w:rPr>
          <w:rFonts w:eastAsia="Calibri" w:cs="Arial"/>
          <w:color w:val="000000"/>
          <w:sz w:val="20"/>
          <w:szCs w:val="20"/>
        </w:rPr>
      </w:pPr>
      <w:r w:rsidRPr="005A169E">
        <w:rPr>
          <w:rFonts w:eastAsia="Calibri" w:cs="Arial"/>
          <w:sz w:val="20"/>
          <w:szCs w:val="20"/>
        </w:rPr>
        <w:t xml:space="preserve">Zamawiający nie przewiduje możliwości rozliczenia </w:t>
      </w:r>
      <w:r w:rsidRPr="00360633">
        <w:rPr>
          <w:rFonts w:eastAsia="Calibri" w:cs="Arial"/>
          <w:color w:val="000000"/>
          <w:sz w:val="20"/>
          <w:szCs w:val="20"/>
        </w:rPr>
        <w:t>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A169E" w:rsidRDefault="00513B82" w:rsidP="00D2442C">
      <w:pPr>
        <w:pStyle w:val="Styl11"/>
      </w:pPr>
      <w:r w:rsidRPr="00513B82">
        <w:t>Zaoferowaną cenę całkowitą (brutto) należy przedstawić w Formularzu ofert</w:t>
      </w:r>
      <w:r w:rsidR="00D51457">
        <w:t>owym</w:t>
      </w:r>
      <w:r w:rsidRPr="00513B82">
        <w:t xml:space="preserve"> zgodnym </w:t>
      </w:r>
      <w:r w:rsidRPr="005A169E">
        <w:t>z</w:t>
      </w:r>
      <w:r w:rsidR="002A0400" w:rsidRPr="005A169E">
        <w:t> </w:t>
      </w:r>
      <w:r w:rsidRPr="005A169E">
        <w:t>wzorem stanowiącym Załącznik nr 1 do SWZ.</w:t>
      </w:r>
    </w:p>
    <w:p w14:paraId="02CBD5E9" w14:textId="23A768C9" w:rsidR="002A0400" w:rsidRPr="005A169E" w:rsidRDefault="00513B82" w:rsidP="00D2442C">
      <w:pPr>
        <w:pStyle w:val="Styl11"/>
      </w:pPr>
      <w:r w:rsidRPr="005A169E">
        <w:t xml:space="preserve">Cena określona w ofercie uwzględnia wszelkie koszty wynagrodzenia Wykonawcy jakie Zamawiający zapłaci z tytułu realizacji przedmiotu zamówienia. </w:t>
      </w:r>
    </w:p>
    <w:p w14:paraId="60D9FB26" w14:textId="5DA02B67" w:rsidR="00513B82" w:rsidRPr="005A169E" w:rsidRDefault="00513B82" w:rsidP="00D2442C">
      <w:pPr>
        <w:pStyle w:val="Styl11"/>
      </w:pPr>
      <w:r w:rsidRPr="005A169E">
        <w:t xml:space="preserve">Wykonawca zobowiązany jest wypełnić wszystkie pozycje ujęte w </w:t>
      </w:r>
      <w:r w:rsidR="00882B39" w:rsidRPr="005A169E">
        <w:t>Formularzu ofertowym</w:t>
      </w:r>
      <w:r w:rsidRPr="005A169E">
        <w:t>.</w:t>
      </w:r>
    </w:p>
    <w:p w14:paraId="22966B02" w14:textId="2AF937A5" w:rsidR="00C24F8F" w:rsidRPr="005A169E" w:rsidRDefault="00C24F8F" w:rsidP="00C24F8F">
      <w:pPr>
        <w:pStyle w:val="Styl11"/>
      </w:pPr>
      <w:r w:rsidRPr="005A169E">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w:t>
      </w:r>
      <w:r w:rsidR="00864C9A" w:rsidRPr="005A169E">
        <w:t xml:space="preserve">ug (tekst jednolity: Dz. U. </w:t>
      </w:r>
      <w:r w:rsidR="008B2B4B" w:rsidRPr="005A169E">
        <w:t xml:space="preserve">z </w:t>
      </w:r>
      <w:r w:rsidR="00864C9A" w:rsidRPr="005A169E">
        <w:t>2023 r., poz. 1570</w:t>
      </w:r>
      <w:r w:rsidRPr="005A169E">
        <w:t>).</w:t>
      </w:r>
    </w:p>
    <w:p w14:paraId="6F1D2140" w14:textId="112D0612" w:rsidR="00C24F8F" w:rsidRPr="005A169E" w:rsidRDefault="00C24F8F" w:rsidP="00C24F8F">
      <w:pPr>
        <w:pStyle w:val="Styl11"/>
      </w:pPr>
      <w:r w:rsidRPr="005A169E">
        <w:t>Zamawiający zastrzega, że cena za realizację przedmiotu zamówienia wskazana przez Wykonawcę w Formularzu ofertowym nie może mieć wartości 0,00 złotych.</w:t>
      </w:r>
    </w:p>
    <w:p w14:paraId="18F24CC2" w14:textId="45F850E2" w:rsidR="00F40506" w:rsidRPr="00F40506" w:rsidRDefault="00F40506" w:rsidP="00586C79">
      <w:pPr>
        <w:pStyle w:val="Dzia"/>
        <w:spacing w:before="360"/>
        <w:rPr>
          <w:rFonts w:eastAsia="Calibri"/>
        </w:rPr>
      </w:pPr>
      <w:r w:rsidRPr="00F40506">
        <w:rPr>
          <w:rFonts w:eastAsia="Calibri"/>
        </w:rPr>
        <w:t>Dział V</w:t>
      </w:r>
    </w:p>
    <w:p w14:paraId="22777609" w14:textId="77777777" w:rsidR="00F40506" w:rsidRDefault="00F40506" w:rsidP="00586C79">
      <w:pPr>
        <w:pStyle w:val="Dzia"/>
        <w:spacing w:before="0" w:after="240"/>
        <w:contextualSpacing w:val="0"/>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0B4D855C"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3"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9A626C">
        <w:rPr>
          <w:b/>
        </w:rPr>
        <w:t>29</w:t>
      </w:r>
      <w:r w:rsidR="005A169E">
        <w:rPr>
          <w:b/>
        </w:rPr>
        <w:t xml:space="preserve">.08.2024 </w:t>
      </w:r>
      <w:r w:rsidR="001046F8" w:rsidRPr="001046F8">
        <w:rPr>
          <w:b/>
        </w:rPr>
        <w:t>r.</w:t>
      </w:r>
      <w:r w:rsidR="005A169E">
        <w:rPr>
          <w:b/>
        </w:rPr>
        <w:t>,</w:t>
      </w:r>
      <w:r w:rsidR="001046F8" w:rsidRPr="001046F8">
        <w:rPr>
          <w:b/>
        </w:rPr>
        <w:t xml:space="preserve"> godz. </w:t>
      </w:r>
      <w:r w:rsidR="005A169E">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lastRenderedPageBreak/>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389EA9C3" w14:textId="78085F5A" w:rsidR="00764011" w:rsidRPr="005A169E" w:rsidRDefault="00764011" w:rsidP="00D2442C">
      <w:pPr>
        <w:pStyle w:val="Styl11"/>
      </w:pPr>
      <w:r w:rsidRPr="005A169E">
        <w:rPr>
          <w:rFonts w:eastAsia="Calibri"/>
          <w:b/>
        </w:rPr>
        <w:t>Zamawiający nie dopuszcza możliwość złożenia oferty w formie dokum</w:t>
      </w:r>
      <w:r w:rsidR="002844DA" w:rsidRPr="005A169E">
        <w:rPr>
          <w:rFonts w:eastAsia="Calibri"/>
          <w:b/>
        </w:rPr>
        <w:t>entowej za pomocą poczty e-mail</w:t>
      </w:r>
      <w:r w:rsidR="005A169E" w:rsidRPr="005A169E">
        <w:rPr>
          <w:rFonts w:eastAsia="Calibri"/>
          <w:b/>
        </w:rPr>
        <w:t>.</w:t>
      </w:r>
    </w:p>
    <w:p w14:paraId="41371835" w14:textId="77777777" w:rsidR="00515B52" w:rsidRPr="00966DA5" w:rsidRDefault="0069101D" w:rsidP="00D877C6">
      <w:pPr>
        <w:pStyle w:val="Styl1"/>
      </w:pPr>
      <w:r>
        <w:t>Otwarcie ofert</w:t>
      </w:r>
    </w:p>
    <w:p w14:paraId="4FA04E10" w14:textId="7C11D4A6"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CC6AE3">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CC6AE3">
      <w:pPr>
        <w:pStyle w:val="Styl1beznr"/>
        <w:ind w:left="0"/>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CC6AE3">
      <w:pPr>
        <w:pStyle w:val="Styl1beznr"/>
        <w:ind w:left="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253B649D" w14:textId="77777777" w:rsidR="00D83058" w:rsidRPr="009E2D93" w:rsidRDefault="00D83058" w:rsidP="00D83058">
      <w:pPr>
        <w:numPr>
          <w:ilvl w:val="1"/>
          <w:numId w:val="13"/>
        </w:numPr>
        <w:spacing w:line="259" w:lineRule="auto"/>
        <w:ind w:left="709" w:hanging="709"/>
        <w:contextualSpacing/>
        <w:rPr>
          <w:rFonts w:eastAsiaTheme="minorHAnsi" w:cs="Arial"/>
          <w:sz w:val="20"/>
          <w:szCs w:val="20"/>
          <w:lang w:eastAsia="en-US"/>
        </w:rPr>
      </w:pPr>
      <w:r w:rsidRPr="009E2D93">
        <w:rPr>
          <w:rFonts w:eastAsiaTheme="minorHAnsi" w:cs="Arial"/>
          <w:sz w:val="20"/>
          <w:szCs w:val="20"/>
          <w:u w:val="single"/>
          <w:lang w:eastAsia="en-US"/>
        </w:rPr>
        <w:t>Wykonawca będący osobą fizyczną</w:t>
      </w:r>
      <w:r w:rsidRPr="009E2D93">
        <w:rPr>
          <w:rFonts w:eastAsiaTheme="minorHAnsi" w:cs="Arial"/>
          <w:sz w:val="20"/>
          <w:szCs w:val="20"/>
          <w:lang w:eastAsia="en-US"/>
        </w:rPr>
        <w:t>, przystępując do postępowania potwierdza, że jest świadomy tego, że:</w:t>
      </w:r>
    </w:p>
    <w:p w14:paraId="728FA489" w14:textId="77777777" w:rsidR="00D83058" w:rsidRPr="009E2D93" w:rsidRDefault="00D83058" w:rsidP="00D83058">
      <w:pPr>
        <w:numPr>
          <w:ilvl w:val="2"/>
          <w:numId w:val="13"/>
        </w:numPr>
        <w:spacing w:line="259" w:lineRule="auto"/>
        <w:ind w:left="1560" w:hanging="840"/>
        <w:contextualSpacing/>
        <w:rPr>
          <w:rFonts w:eastAsiaTheme="minorHAnsi" w:cs="Arial"/>
          <w:sz w:val="20"/>
          <w:szCs w:val="20"/>
          <w:lang w:eastAsia="en-US"/>
        </w:rPr>
      </w:pPr>
      <w:r w:rsidRPr="009E2D93">
        <w:rPr>
          <w:rFonts w:eastAsiaTheme="minorHAnsi" w:cs="Arial"/>
          <w:sz w:val="20"/>
          <w:szCs w:val="20"/>
          <w:lang w:val="cs-CZ" w:eastAsia="en-US"/>
        </w:rPr>
        <w:t>Administratorem Państwa danych osobowych jest  ORLEN S.A. z siedzibą w Płocku, ul. Chemików 7 (dalej:  ORLEN S.A.).</w:t>
      </w:r>
    </w:p>
    <w:p w14:paraId="0BA8233E" w14:textId="77777777" w:rsidR="00D83058" w:rsidRPr="009E2D93" w:rsidRDefault="00D83058" w:rsidP="00D83058">
      <w:pPr>
        <w:numPr>
          <w:ilvl w:val="2"/>
          <w:numId w:val="13"/>
        </w:numPr>
        <w:spacing w:line="259" w:lineRule="auto"/>
        <w:ind w:left="1560" w:hanging="840"/>
        <w:contextualSpacing/>
        <w:rPr>
          <w:rFonts w:eastAsiaTheme="minorHAnsi" w:cs="Arial"/>
          <w:sz w:val="20"/>
          <w:szCs w:val="20"/>
          <w:lang w:eastAsia="en-US"/>
        </w:rPr>
      </w:pPr>
      <w:r w:rsidRPr="009E2D93">
        <w:rPr>
          <w:rFonts w:eastAsiaTheme="minorHAnsi" w:cs="Arial"/>
          <w:sz w:val="20"/>
          <w:szCs w:val="20"/>
          <w:lang w:val="cs-CZ" w:eastAsia="en-US"/>
        </w:rPr>
        <w:t>Kontaktowe numery telefonów do administratora danych: (24) 256 00 00, (24) 365 00 00, (22) 778 00 00. Z Administratorem danych możecie Państwo skontaktować się także: </w:t>
      </w:r>
    </w:p>
    <w:p w14:paraId="4C5CC495" w14:textId="77777777" w:rsidR="00D83058" w:rsidRPr="009E2D93" w:rsidRDefault="00D83058" w:rsidP="00D83058">
      <w:pPr>
        <w:numPr>
          <w:ilvl w:val="0"/>
          <w:numId w:val="28"/>
        </w:numPr>
        <w:spacing w:line="259" w:lineRule="auto"/>
        <w:ind w:left="1843" w:hanging="283"/>
        <w:contextualSpacing/>
        <w:rPr>
          <w:rFonts w:eastAsiaTheme="minorHAnsi" w:cs="Arial"/>
          <w:sz w:val="20"/>
          <w:szCs w:val="20"/>
          <w:lang w:val="cs-CZ" w:eastAsia="en-US"/>
        </w:rPr>
      </w:pPr>
      <w:r w:rsidRPr="009E2D93">
        <w:rPr>
          <w:rFonts w:eastAsiaTheme="minorHAnsi" w:cs="Arial"/>
          <w:sz w:val="20"/>
          <w:szCs w:val="20"/>
          <w:lang w:val="cs-CZ" w:eastAsia="en-US"/>
        </w:rPr>
        <w:t>listownie na adres: ul. Chemików 7; 09-411 Płock,</w:t>
      </w:r>
    </w:p>
    <w:p w14:paraId="1DEE77C6" w14:textId="77777777" w:rsidR="00D83058" w:rsidRPr="009E2D93" w:rsidRDefault="00D83058" w:rsidP="00D83058">
      <w:pPr>
        <w:numPr>
          <w:ilvl w:val="0"/>
          <w:numId w:val="28"/>
        </w:numPr>
        <w:spacing w:line="259" w:lineRule="auto"/>
        <w:ind w:left="1843" w:hanging="283"/>
        <w:contextualSpacing/>
        <w:rPr>
          <w:rFonts w:eastAsiaTheme="minorHAnsi" w:cs="Arial"/>
          <w:sz w:val="20"/>
          <w:szCs w:val="20"/>
          <w:lang w:val="cs-CZ" w:eastAsia="en-US"/>
        </w:rPr>
      </w:pPr>
      <w:r w:rsidRPr="009E2D93">
        <w:rPr>
          <w:rFonts w:eastAsiaTheme="minorHAnsi" w:cs="Arial"/>
          <w:sz w:val="20"/>
          <w:szCs w:val="20"/>
          <w:lang w:val="cs-CZ" w:eastAsia="en-US"/>
        </w:rPr>
        <w:t>przez e-mail: daneosobowe@orlen.pl.</w:t>
      </w:r>
    </w:p>
    <w:p w14:paraId="6075B321" w14:textId="77777777" w:rsidR="00D83058" w:rsidRPr="009E2D93" w:rsidRDefault="00D83058" w:rsidP="00D83058">
      <w:pPr>
        <w:numPr>
          <w:ilvl w:val="2"/>
          <w:numId w:val="13"/>
        </w:numPr>
        <w:spacing w:line="259" w:lineRule="auto"/>
        <w:ind w:left="1560" w:hanging="840"/>
        <w:contextualSpacing/>
        <w:rPr>
          <w:rFonts w:eastAsiaTheme="minorHAnsi" w:cs="Arial"/>
          <w:sz w:val="20"/>
          <w:szCs w:val="20"/>
          <w:lang w:eastAsia="en-US"/>
        </w:rPr>
      </w:pPr>
      <w:r w:rsidRPr="009E2D93">
        <w:rPr>
          <w:rFonts w:eastAsiaTheme="minorHAnsi" w:cs="Arial"/>
          <w:sz w:val="20"/>
          <w:szCs w:val="20"/>
          <w:lang w:val="cs-CZ" w:eastAsia="en-US"/>
        </w:rPr>
        <w:t xml:space="preserve">Do kontaktu z Inspektorem ochrony danych w  ORLEN S.A. służy następujący adres email: </w:t>
      </w:r>
      <w:r w:rsidR="000125D6">
        <w:fldChar w:fldCharType="begin"/>
      </w:r>
      <w:r w:rsidR="000125D6">
        <w:instrText xml:space="preserve"> HYPERLINK "mailto:daneosobowe@orlen.pl" </w:instrText>
      </w:r>
      <w:r w:rsidR="000125D6">
        <w:fldChar w:fldCharType="separate"/>
      </w:r>
      <w:r w:rsidRPr="009E2D93">
        <w:rPr>
          <w:rFonts w:eastAsiaTheme="minorHAnsi" w:cs="Arial"/>
          <w:i/>
          <w:iCs/>
          <w:color w:val="0000FF" w:themeColor="hyperlink"/>
          <w:sz w:val="20"/>
          <w:szCs w:val="20"/>
          <w:u w:val="single"/>
          <w:lang w:val="cs-CZ" w:eastAsia="en-US"/>
        </w:rPr>
        <w:t>daneosobowe@orlen.pl</w:t>
      </w:r>
      <w:r w:rsidR="000125D6">
        <w:rPr>
          <w:rFonts w:eastAsiaTheme="minorHAnsi" w:cs="Arial"/>
          <w:i/>
          <w:iCs/>
          <w:color w:val="0000FF" w:themeColor="hyperlink"/>
          <w:sz w:val="20"/>
          <w:szCs w:val="20"/>
          <w:u w:val="single"/>
          <w:lang w:val="cs-CZ" w:eastAsia="en-US"/>
        </w:rPr>
        <w:fldChar w:fldCharType="end"/>
      </w:r>
      <w:r w:rsidRPr="009E2D93">
        <w:rPr>
          <w:rFonts w:eastAsiaTheme="minorHAnsi" w:cs="Arial"/>
          <w:sz w:val="20"/>
          <w:szCs w:val="20"/>
          <w:lang w:val="cs-CZ" w:eastAsia="en-US"/>
        </w:rPr>
        <w:t xml:space="preserve">. </w:t>
      </w:r>
      <w:r w:rsidRPr="009E2D93">
        <w:rPr>
          <w:rFonts w:eastAsiaTheme="minorHAnsi" w:cs="Arial"/>
          <w:sz w:val="20"/>
          <w:szCs w:val="20"/>
          <w:lang w:eastAsia="en-US"/>
        </w:rPr>
        <w:t xml:space="preserve">Z Inspektorem ochrony danych można skontaktować się także pisemnie na adres siedziby  ORLEN S.A., wskazany w pkt 1, z dopiskiem „Inspektor Ochrony Danych“. Dane dot. Inspektora Ochrony Danych dostępne są również na stronie </w:t>
      </w:r>
      <w:hyperlink r:id="rId14" w:history="1">
        <w:r w:rsidRPr="009E2D93">
          <w:rPr>
            <w:rFonts w:eastAsiaTheme="minorHAnsi" w:cs="Arial"/>
            <w:i/>
            <w:iCs/>
            <w:color w:val="0000FF" w:themeColor="hyperlink"/>
            <w:sz w:val="20"/>
            <w:szCs w:val="20"/>
            <w:u w:val="single"/>
            <w:lang w:eastAsia="en-US"/>
          </w:rPr>
          <w:t>www.orlen.pl</w:t>
        </w:r>
      </w:hyperlink>
      <w:r w:rsidRPr="009E2D93">
        <w:rPr>
          <w:rFonts w:eastAsiaTheme="minorHAnsi" w:cs="Arial"/>
          <w:sz w:val="20"/>
          <w:szCs w:val="20"/>
          <w:lang w:eastAsia="en-US"/>
        </w:rPr>
        <w:t xml:space="preserve"> w zakładce „Kontakt”.</w:t>
      </w:r>
    </w:p>
    <w:p w14:paraId="1E65EEC7" w14:textId="77777777" w:rsidR="00D83058" w:rsidRPr="009E2D93" w:rsidRDefault="00D83058" w:rsidP="00D83058">
      <w:pPr>
        <w:numPr>
          <w:ilvl w:val="2"/>
          <w:numId w:val="13"/>
        </w:numPr>
        <w:spacing w:line="259" w:lineRule="auto"/>
        <w:ind w:left="1560" w:hanging="840"/>
        <w:contextualSpacing/>
        <w:rPr>
          <w:rFonts w:eastAsiaTheme="minorHAnsi" w:cs="Arial"/>
          <w:sz w:val="20"/>
          <w:szCs w:val="20"/>
          <w:lang w:eastAsia="en-US"/>
        </w:rPr>
      </w:pPr>
      <w:r w:rsidRPr="009E2D93">
        <w:rPr>
          <w:rFonts w:eastAsiaTheme="minorHAnsi" w:cs="Arial"/>
          <w:sz w:val="20"/>
          <w:szCs w:val="20"/>
          <w:lang w:eastAsia="en-US"/>
        </w:rPr>
        <w:t>Pani/Pana dane osobowe w niezbędnym zakresie będą przetwarzane:</w:t>
      </w:r>
    </w:p>
    <w:p w14:paraId="47861073" w14:textId="77777777" w:rsidR="00D83058" w:rsidRPr="009E2D93" w:rsidRDefault="00D83058" w:rsidP="00D83058">
      <w:pPr>
        <w:numPr>
          <w:ilvl w:val="3"/>
          <w:numId w:val="13"/>
        </w:numPr>
        <w:spacing w:line="259" w:lineRule="auto"/>
        <w:ind w:left="2552" w:hanging="992"/>
        <w:contextualSpacing/>
        <w:rPr>
          <w:rFonts w:eastAsiaTheme="minorHAnsi" w:cs="Arial"/>
          <w:sz w:val="20"/>
          <w:szCs w:val="20"/>
          <w:lang w:eastAsia="en-US"/>
        </w:rPr>
      </w:pPr>
      <w:r w:rsidRPr="009E2D93">
        <w:rPr>
          <w:rFonts w:eastAsiaTheme="minorHAnsi" w:cs="Arial"/>
          <w:sz w:val="20"/>
          <w:szCs w:val="20"/>
          <w:lang w:eastAsia="en-US"/>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7D31E28A" w14:textId="77777777" w:rsidR="00D83058" w:rsidRPr="009E2D93" w:rsidRDefault="00D83058" w:rsidP="00D83058">
      <w:pPr>
        <w:numPr>
          <w:ilvl w:val="3"/>
          <w:numId w:val="13"/>
        </w:numPr>
        <w:spacing w:line="259" w:lineRule="auto"/>
        <w:ind w:left="2552" w:hanging="992"/>
        <w:contextualSpacing/>
        <w:rPr>
          <w:rFonts w:eastAsiaTheme="minorHAnsi" w:cs="Arial"/>
          <w:sz w:val="20"/>
          <w:szCs w:val="20"/>
          <w:lang w:eastAsia="en-US"/>
        </w:rPr>
      </w:pPr>
      <w:r w:rsidRPr="009E2D93">
        <w:rPr>
          <w:rFonts w:eastAsiaTheme="minorHAnsi" w:cs="Arial"/>
          <w:sz w:val="20"/>
          <w:szCs w:val="20"/>
          <w:lang w:eastAsia="en-US"/>
        </w:rPr>
        <w:t>dla celów wypełnienia obowiązków prawnych ciążących na  ORLEN S.A. na podstawie powszechnie obowiązujących przepisów prawa, w tym w szczególności przepisów z zakresu rachunkowości i prawa podatkowego – podstawą prawną przetwarzania jest art. 6 ust. 1 lit. c RODO;</w:t>
      </w:r>
    </w:p>
    <w:p w14:paraId="7DCCD55F" w14:textId="77777777" w:rsidR="00D83058" w:rsidRPr="009E2D93" w:rsidRDefault="00D83058" w:rsidP="00D83058">
      <w:pPr>
        <w:numPr>
          <w:ilvl w:val="3"/>
          <w:numId w:val="13"/>
        </w:numPr>
        <w:spacing w:line="259" w:lineRule="auto"/>
        <w:ind w:left="2552" w:hanging="992"/>
        <w:contextualSpacing/>
        <w:rPr>
          <w:rFonts w:eastAsiaTheme="minorHAnsi" w:cs="Arial"/>
          <w:sz w:val="20"/>
          <w:szCs w:val="20"/>
          <w:lang w:eastAsia="en-US"/>
        </w:rPr>
      </w:pPr>
      <w:r w:rsidRPr="009E2D93">
        <w:rPr>
          <w:rFonts w:eastAsiaTheme="minorHAnsi" w:cs="Arial"/>
          <w:sz w:val="20"/>
          <w:szCs w:val="20"/>
          <w:lang w:eastAsia="en-US"/>
        </w:rPr>
        <w:lastRenderedPageBreak/>
        <w:t>w celu dokonania oceny współpracy na podstawie zawartej z Panią/Panem umowy (w przypadku jej zawarcia)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p>
    <w:p w14:paraId="3622867D" w14:textId="77777777" w:rsidR="00D83058" w:rsidRPr="009E2D93" w:rsidRDefault="00D83058" w:rsidP="00D83058">
      <w:pPr>
        <w:numPr>
          <w:ilvl w:val="3"/>
          <w:numId w:val="13"/>
        </w:numPr>
        <w:spacing w:line="259" w:lineRule="auto"/>
        <w:ind w:left="2552" w:hanging="992"/>
        <w:contextualSpacing/>
        <w:rPr>
          <w:rFonts w:eastAsiaTheme="minorHAnsi" w:cs="Arial"/>
          <w:sz w:val="20"/>
          <w:szCs w:val="20"/>
          <w:lang w:eastAsia="en-US"/>
        </w:rPr>
      </w:pPr>
      <w:r w:rsidRPr="009E2D93">
        <w:rPr>
          <w:rFonts w:eastAsiaTheme="minorHAnsi" w:cs="Arial"/>
          <w:sz w:val="20"/>
          <w:szCs w:val="20"/>
          <w:lang w:eastAsia="en-US"/>
        </w:rPr>
        <w:t>w celu ewentualnego ustalenia lub dochodzenia roszczeń lub obrony przed roszczeniami – podstawą prawną przetwarzania jest prawnie uzasadniony interes  ORLEN S.A. (art. 6 ust. 1 lit. f RODO); prawnie uzasadniony interes polega na umożliwieniu  ORLEN S.A. dochodzenia lub obrony przed roszczeniami związanymi z prowadzonym postępowaniem o udzielenie zamówienia i wykonaniem umowy.</w:t>
      </w:r>
    </w:p>
    <w:p w14:paraId="658E2F51" w14:textId="77777777" w:rsidR="00D83058" w:rsidRPr="009E2D93" w:rsidRDefault="00D83058" w:rsidP="00D83058">
      <w:pPr>
        <w:spacing w:line="280" w:lineRule="exact"/>
        <w:ind w:left="1560"/>
        <w:rPr>
          <w:rFonts w:eastAsiaTheme="minorHAnsi" w:cs="Arial"/>
          <w:sz w:val="20"/>
          <w:szCs w:val="20"/>
          <w:lang w:eastAsia="en-US"/>
        </w:rPr>
      </w:pPr>
      <w:r w:rsidRPr="009E2D93">
        <w:rPr>
          <w:rFonts w:cs="Arial"/>
          <w:sz w:val="20"/>
          <w:szCs w:val="20"/>
        </w:rPr>
        <w:t>W przypadku przesyłania przez Wykonawcę dokumentów elektronicznych do Zamawiającego za pośrednictwem Platformy Elektronicznego Fakturowania, Zamawiający otrzyma z tej platformy dane osobowe Wykonawcy zawarte w przesyłanych dokumentach.</w:t>
      </w:r>
    </w:p>
    <w:p w14:paraId="1ABA2253" w14:textId="77777777" w:rsidR="00D83058" w:rsidRPr="009E2D93" w:rsidRDefault="00D83058" w:rsidP="00D83058">
      <w:pPr>
        <w:numPr>
          <w:ilvl w:val="2"/>
          <w:numId w:val="13"/>
        </w:numPr>
        <w:spacing w:line="259" w:lineRule="auto"/>
        <w:ind w:left="1560" w:hanging="851"/>
        <w:contextualSpacing/>
        <w:rPr>
          <w:rFonts w:eastAsiaTheme="minorHAnsi" w:cs="Arial"/>
          <w:b/>
          <w:bCs/>
          <w:sz w:val="20"/>
          <w:szCs w:val="20"/>
          <w:lang w:eastAsia="en-US"/>
        </w:rPr>
      </w:pPr>
      <w:r w:rsidRPr="009E2D93">
        <w:rPr>
          <w:rFonts w:eastAsiaTheme="minorHAnsi" w:cs="Arial"/>
          <w:sz w:val="20"/>
          <w:szCs w:val="20"/>
          <w:lang w:eastAsia="en-US"/>
        </w:rPr>
        <w:t>Pani/Pana dane osobowe będą przekazywane dostawcom systemów informatycznych i usług IT, podmiotom świadczącym na rzecz  ORLEN S.A.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71C39334" w14:textId="468E36ED" w:rsidR="00D83058" w:rsidRPr="009E2D93" w:rsidRDefault="00D83058" w:rsidP="00D83058">
      <w:pPr>
        <w:numPr>
          <w:ilvl w:val="2"/>
          <w:numId w:val="13"/>
        </w:numPr>
        <w:spacing w:line="259" w:lineRule="auto"/>
        <w:ind w:left="1560" w:hanging="851"/>
        <w:contextualSpacing/>
        <w:rPr>
          <w:rFonts w:eastAsiaTheme="minorHAnsi" w:cs="Arial"/>
          <w:b/>
          <w:bCs/>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w:t>
      </w:r>
      <w:r w:rsidR="003549ED">
        <w:rPr>
          <w:rFonts w:eastAsiaTheme="minorHAnsi" w:cs="Arial"/>
          <w:sz w:val="20"/>
          <w:szCs w:val="20"/>
          <w:lang w:eastAsia="en-US"/>
        </w:rPr>
        <w:t>azie wyboru złożonej oferty), a </w:t>
      </w:r>
      <w:r w:rsidRPr="009E2D93">
        <w:rPr>
          <w:rFonts w:eastAsiaTheme="minorHAnsi" w:cs="Arial"/>
          <w:sz w:val="20"/>
          <w:szCs w:val="20"/>
          <w:lang w:eastAsia="en-US"/>
        </w:rPr>
        <w:t xml:space="preserve">także o okres przedawnienia roszczeń, jeżeli przetwarzanie danych osobowych będzie niezbędne dla dochodzenia ewentualnych roszczeń lub obrony przed takimi roszczeniami przez  ORLEN S.A.. Po tym okresie Pani/Pana dane osobowe będą przetwarzane jedynie w zakresie i przez okres wynikający z przepisów prawa, w szczególności przepisów o rachunkowości. </w:t>
      </w:r>
    </w:p>
    <w:p w14:paraId="76F335E9" w14:textId="77777777" w:rsidR="00D83058" w:rsidRPr="009E2D93" w:rsidRDefault="00D83058" w:rsidP="00D83058">
      <w:pPr>
        <w:numPr>
          <w:ilvl w:val="2"/>
          <w:numId w:val="13"/>
        </w:numPr>
        <w:spacing w:line="259" w:lineRule="auto"/>
        <w:ind w:left="1560" w:hanging="851"/>
        <w:contextualSpacing/>
        <w:rPr>
          <w:rFonts w:eastAsiaTheme="minorHAnsi" w:cs="Arial"/>
          <w:b/>
          <w:bCs/>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6B682DF1" w14:textId="77777777" w:rsidR="00D83058" w:rsidRPr="009E2D93" w:rsidRDefault="00D83058" w:rsidP="00D83058">
      <w:pPr>
        <w:numPr>
          <w:ilvl w:val="2"/>
          <w:numId w:val="13"/>
        </w:numPr>
        <w:spacing w:line="259" w:lineRule="auto"/>
        <w:ind w:left="1560" w:hanging="851"/>
        <w:contextualSpacing/>
        <w:rPr>
          <w:rFonts w:eastAsiaTheme="minorHAnsi" w:cs="Arial"/>
          <w:b/>
          <w:bCs/>
          <w:sz w:val="20"/>
          <w:szCs w:val="20"/>
          <w:lang w:eastAsia="en-US"/>
        </w:rPr>
      </w:pPr>
      <w:r w:rsidRPr="009E2D93">
        <w:rPr>
          <w:rFonts w:eastAsiaTheme="minorHAnsi" w:cs="Arial"/>
          <w:sz w:val="20"/>
          <w:szCs w:val="20"/>
          <w:lang w:eastAsia="en-US"/>
        </w:rPr>
        <w:t xml:space="preserve">Przysługuje Pani/Panu prawo wniesienia sprzeciwu względem przetwarzania danych osobowych w celach określonych w pkt 26.1.4.3. – 26.1.4.4. powyżej, z przyczyn związanych z Pani/Pana szczególną sytuacją. </w:t>
      </w:r>
    </w:p>
    <w:p w14:paraId="16B771F6" w14:textId="77777777" w:rsidR="00D83058" w:rsidRPr="009E2D93" w:rsidRDefault="00D83058" w:rsidP="00D83058">
      <w:pPr>
        <w:numPr>
          <w:ilvl w:val="2"/>
          <w:numId w:val="13"/>
        </w:numPr>
        <w:spacing w:line="259" w:lineRule="auto"/>
        <w:ind w:left="1560" w:hanging="851"/>
        <w:contextualSpacing/>
        <w:rPr>
          <w:rFonts w:eastAsiaTheme="minorHAnsi" w:cs="Arial"/>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169BA424" w14:textId="77777777" w:rsidR="00D83058" w:rsidRPr="009E2D93" w:rsidRDefault="00D83058" w:rsidP="00D83058">
      <w:pPr>
        <w:numPr>
          <w:ilvl w:val="2"/>
          <w:numId w:val="13"/>
        </w:numPr>
        <w:spacing w:line="259" w:lineRule="auto"/>
        <w:ind w:left="1560" w:hanging="851"/>
        <w:contextualSpacing/>
        <w:rPr>
          <w:rFonts w:eastAsiaTheme="minorHAnsi" w:cs="Arial"/>
          <w:sz w:val="20"/>
          <w:szCs w:val="20"/>
          <w:lang w:eastAsia="en-US"/>
        </w:rPr>
      </w:pPr>
      <w:r w:rsidRPr="009E2D93">
        <w:rPr>
          <w:rFonts w:eastAsiaTheme="minorHAnsi" w:cs="Arial"/>
          <w:sz w:val="20"/>
          <w:szCs w:val="20"/>
          <w:lang w:eastAsia="en-US"/>
        </w:rPr>
        <w:t>Podanie danych jest wymagane przez  ORLEN S.A. w celu rozpatrzenia oferty oraz zawarcia i wykonania umowy. Brak podania danych będzie skutkował niemożliwością zawarcia i wykonania umowy</w:t>
      </w:r>
    </w:p>
    <w:p w14:paraId="6BF4AE46" w14:textId="3D64B868" w:rsidR="00D83058" w:rsidRPr="009E2D93" w:rsidRDefault="00D83058" w:rsidP="00D83058">
      <w:pPr>
        <w:numPr>
          <w:ilvl w:val="1"/>
          <w:numId w:val="13"/>
        </w:numPr>
        <w:spacing w:line="259" w:lineRule="auto"/>
        <w:ind w:left="709" w:hanging="709"/>
        <w:contextualSpacing/>
        <w:rPr>
          <w:rFonts w:eastAsiaTheme="minorHAnsi" w:cs="Arial"/>
          <w:sz w:val="20"/>
          <w:szCs w:val="20"/>
          <w:lang w:eastAsia="en-US"/>
        </w:rPr>
      </w:pPr>
      <w:r w:rsidRPr="009E2D93">
        <w:rPr>
          <w:rFonts w:eastAsiaTheme="minorHAnsi" w:cs="Arial"/>
          <w:sz w:val="20"/>
          <w:szCs w:val="20"/>
          <w:lang w:eastAsia="en-US"/>
        </w:rPr>
        <w:t>Wykonawca zobowiązany jest do poinformowania osób uprawnionych do jego reprezentacji, których dane osobowe zawarte są w jakimkolwiek załącz</w:t>
      </w:r>
      <w:r w:rsidR="003549ED">
        <w:rPr>
          <w:rFonts w:eastAsiaTheme="minorHAnsi" w:cs="Arial"/>
          <w:sz w:val="20"/>
          <w:szCs w:val="20"/>
          <w:lang w:eastAsia="en-US"/>
        </w:rPr>
        <w:t>niku lub dokumencie składanym w </w:t>
      </w:r>
      <w:r w:rsidRPr="009E2D93">
        <w:rPr>
          <w:rFonts w:eastAsiaTheme="minorHAnsi" w:cs="Arial"/>
          <w:sz w:val="20"/>
          <w:szCs w:val="20"/>
          <w:lang w:eastAsia="en-US"/>
        </w:rPr>
        <w:t>postępowaniu (w szczególności w pełnomocnictwie), o przetwarzaniu ich danych osobowych przez Zamawiającego („</w:t>
      </w:r>
      <w:r w:rsidRPr="009E2D93">
        <w:rPr>
          <w:rFonts w:eastAsiaTheme="minorHAnsi" w:cs="Arial"/>
          <w:sz w:val="20"/>
          <w:szCs w:val="20"/>
          <w:u w:val="single"/>
          <w:lang w:eastAsia="en-US"/>
        </w:rPr>
        <w:t>Osoby uprawnione do reprezentacji Wykonawcy</w:t>
      </w:r>
      <w:r w:rsidRPr="009E2D93">
        <w:rPr>
          <w:rFonts w:eastAsiaTheme="minorHAnsi" w:cs="Arial"/>
          <w:sz w:val="20"/>
          <w:szCs w:val="20"/>
          <w:lang w:eastAsia="en-US"/>
        </w:rPr>
        <w:t>”). Wykonawca informuje te osoby, że:</w:t>
      </w:r>
    </w:p>
    <w:p w14:paraId="24CEB249" w14:textId="77777777" w:rsidR="00D83058" w:rsidRPr="009E2D93" w:rsidRDefault="00D83058" w:rsidP="00D83058">
      <w:pPr>
        <w:numPr>
          <w:ilvl w:val="2"/>
          <w:numId w:val="13"/>
        </w:numPr>
        <w:spacing w:line="259" w:lineRule="auto"/>
        <w:ind w:left="1560" w:hanging="851"/>
        <w:contextualSpacing/>
        <w:rPr>
          <w:rFonts w:eastAsiaTheme="minorHAnsi" w:cs="Arial"/>
          <w:b/>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289A61EE" w14:textId="77777777" w:rsidR="00D83058" w:rsidRPr="009E2D93" w:rsidRDefault="00D83058" w:rsidP="00D83058">
      <w:pPr>
        <w:numPr>
          <w:ilvl w:val="2"/>
          <w:numId w:val="13"/>
        </w:numPr>
        <w:spacing w:line="259" w:lineRule="auto"/>
        <w:ind w:left="1560" w:hanging="851"/>
        <w:contextualSpacing/>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45AB9EE8" w14:textId="77777777" w:rsidR="00D83058" w:rsidRPr="009E2D93" w:rsidRDefault="00D83058" w:rsidP="00D83058">
      <w:pPr>
        <w:numPr>
          <w:ilvl w:val="0"/>
          <w:numId w:val="29"/>
        </w:numPr>
        <w:spacing w:line="259" w:lineRule="auto"/>
        <w:ind w:left="1843" w:hanging="283"/>
        <w:contextualSpacing/>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63FC1401" w14:textId="77777777" w:rsidR="00D83058" w:rsidRPr="009E2D93" w:rsidRDefault="00D83058" w:rsidP="00D83058">
      <w:pPr>
        <w:numPr>
          <w:ilvl w:val="0"/>
          <w:numId w:val="29"/>
        </w:numPr>
        <w:spacing w:line="259" w:lineRule="auto"/>
        <w:ind w:left="1843" w:hanging="283"/>
        <w:contextualSpacing/>
        <w:rPr>
          <w:rFonts w:eastAsiaTheme="minorHAnsi" w:cs="Arial"/>
          <w:sz w:val="20"/>
          <w:szCs w:val="20"/>
          <w:lang w:eastAsia="en-US"/>
        </w:rPr>
      </w:pPr>
      <w:r w:rsidRPr="009E2D93">
        <w:rPr>
          <w:rFonts w:eastAsiaTheme="minorHAnsi" w:cs="Arial"/>
          <w:sz w:val="20"/>
          <w:szCs w:val="20"/>
          <w:lang w:eastAsia="en-US"/>
        </w:rPr>
        <w:lastRenderedPageBreak/>
        <w:t>przez e-mail: daneosobowe@orlen.pl.</w:t>
      </w:r>
    </w:p>
    <w:p w14:paraId="58984F84" w14:textId="77777777" w:rsidR="00D83058" w:rsidRPr="009E2D93" w:rsidRDefault="00D83058" w:rsidP="00D83058">
      <w:pPr>
        <w:numPr>
          <w:ilvl w:val="2"/>
          <w:numId w:val="13"/>
        </w:numPr>
        <w:spacing w:line="259" w:lineRule="auto"/>
        <w:ind w:left="1560" w:hanging="851"/>
        <w:contextualSpacing/>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662F5D08" w14:textId="77777777" w:rsidR="00D83058" w:rsidRPr="009E2D93" w:rsidRDefault="00D83058" w:rsidP="00D83058">
      <w:pPr>
        <w:numPr>
          <w:ilvl w:val="2"/>
          <w:numId w:val="13"/>
        </w:numPr>
        <w:spacing w:line="259" w:lineRule="auto"/>
        <w:ind w:left="1560" w:hanging="851"/>
        <w:contextualSpacing/>
        <w:rPr>
          <w:rFonts w:eastAsiaTheme="minorHAnsi" w:cs="Arial"/>
          <w:b/>
          <w:sz w:val="20"/>
          <w:szCs w:val="20"/>
          <w:lang w:eastAsia="en-US"/>
        </w:rPr>
      </w:pPr>
      <w:r w:rsidRPr="009E2D93">
        <w:rPr>
          <w:rFonts w:eastAsiaTheme="minorHAnsi" w:cs="Arial"/>
          <w:sz w:val="20"/>
          <w:szCs w:val="20"/>
          <w:lang w:eastAsia="en-US"/>
        </w:rPr>
        <w:t xml:space="preserve">Pani/Pana dane osobowe zostały udostępnione przez reprezentowany przez Panią/Pana podmiot uczestniczący w postępowaniu o udzielenie zamówienia oraz pozyskane przez Administratora z rejestrów publicznych (KRS, CEIDG). </w:t>
      </w:r>
    </w:p>
    <w:p w14:paraId="4210F331" w14:textId="77777777" w:rsidR="00D83058" w:rsidRPr="009E2D93" w:rsidRDefault="00D83058" w:rsidP="00D83058">
      <w:pPr>
        <w:numPr>
          <w:ilvl w:val="2"/>
          <w:numId w:val="13"/>
        </w:numPr>
        <w:spacing w:line="259" w:lineRule="auto"/>
        <w:ind w:left="1560" w:hanging="851"/>
        <w:contextualSpacing/>
        <w:rPr>
          <w:rFonts w:eastAsiaTheme="minorHAnsi" w:cs="Arial"/>
          <w:b/>
          <w:sz w:val="20"/>
          <w:szCs w:val="20"/>
          <w:lang w:eastAsia="en-US"/>
        </w:rPr>
      </w:pPr>
      <w:r w:rsidRPr="009E2D93">
        <w:rPr>
          <w:rFonts w:eastAsiaTheme="minorHAnsi" w:cs="Arial"/>
          <w:sz w:val="20"/>
          <w:szCs w:val="20"/>
          <w:lang w:eastAsia="en-US"/>
        </w:rPr>
        <w:t xml:space="preserve">Zakres Pani/Pana danych osobowych przetwarzanych przez  ORLEN S.A. obejmuje: imię, nazwisko, stanowisko, reprezentowany podmiot, dane ujawnione w jawnych rejestrach, dane ujawnione w treści pełnomocnictwa (jeśli zostało ono Pani/Panu udzielone). </w:t>
      </w:r>
    </w:p>
    <w:p w14:paraId="1F4E7F3C" w14:textId="77777777" w:rsidR="00D83058" w:rsidRPr="009E2D93" w:rsidRDefault="00D83058" w:rsidP="00D83058">
      <w:pPr>
        <w:numPr>
          <w:ilvl w:val="2"/>
          <w:numId w:val="13"/>
        </w:numPr>
        <w:spacing w:line="259" w:lineRule="auto"/>
        <w:ind w:left="1560" w:hanging="851"/>
        <w:contextualSpacing/>
        <w:rPr>
          <w:rFonts w:eastAsiaTheme="minorHAnsi" w:cs="Arial"/>
          <w:b/>
          <w:sz w:val="20"/>
          <w:szCs w:val="20"/>
          <w:lang w:eastAsia="en-US"/>
        </w:rPr>
      </w:pPr>
      <w:r w:rsidRPr="009E2D93">
        <w:rPr>
          <w:rFonts w:eastAsiaTheme="minorHAnsi" w:cs="Arial"/>
          <w:sz w:val="20"/>
          <w:szCs w:val="20"/>
          <w:lang w:eastAsia="en-US"/>
        </w:rPr>
        <w:t>Pani/Pana dane osobowe będą przetwarzane w celu:</w:t>
      </w:r>
    </w:p>
    <w:p w14:paraId="2173F1DF" w14:textId="77777777" w:rsidR="00D83058" w:rsidRPr="009E2D93" w:rsidRDefault="00D83058" w:rsidP="00D83058">
      <w:pPr>
        <w:numPr>
          <w:ilvl w:val="3"/>
          <w:numId w:val="13"/>
        </w:numPr>
        <w:spacing w:line="259" w:lineRule="auto"/>
        <w:ind w:left="2410" w:hanging="850"/>
        <w:contextualSpacing/>
        <w:rPr>
          <w:rFonts w:eastAsiaTheme="minorHAnsi" w:cs="Arial"/>
          <w:b/>
          <w:sz w:val="20"/>
          <w:szCs w:val="20"/>
          <w:lang w:eastAsia="en-US"/>
        </w:rPr>
      </w:pPr>
      <w:r w:rsidRPr="009E2D93">
        <w:rPr>
          <w:rFonts w:eastAsiaTheme="minorHAnsi" w:cs="Arial"/>
          <w:sz w:val="20"/>
          <w:szCs w:val="20"/>
          <w:lang w:eastAsia="en-US"/>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9E2D93">
        <w:rPr>
          <w:rFonts w:eastAsiaTheme="minorHAnsi" w:cs="Arial"/>
          <w:sz w:val="20"/>
          <w:szCs w:val="20"/>
          <w:lang w:eastAsia="en-US"/>
        </w:rPr>
        <w:t>ych</w:t>
      </w:r>
      <w:proofErr w:type="spellEnd"/>
      <w:r w:rsidRPr="009E2D93">
        <w:rPr>
          <w:rFonts w:eastAsiaTheme="minorHAnsi" w:cs="Arial"/>
          <w:sz w:val="20"/>
          <w:szCs w:val="20"/>
          <w:lang w:eastAsia="en-US"/>
        </w:rPr>
        <w:t xml:space="preserve"> ten podmiot osoby/osób;</w:t>
      </w:r>
    </w:p>
    <w:p w14:paraId="7812C004" w14:textId="77777777" w:rsidR="00D83058" w:rsidRPr="009E2D93" w:rsidRDefault="00D83058" w:rsidP="00D83058">
      <w:pPr>
        <w:numPr>
          <w:ilvl w:val="3"/>
          <w:numId w:val="13"/>
        </w:numPr>
        <w:spacing w:line="259" w:lineRule="auto"/>
        <w:ind w:left="2410" w:hanging="850"/>
        <w:contextualSpacing/>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025D48A7" w14:textId="77777777" w:rsidR="00D83058" w:rsidRPr="009E2D93" w:rsidRDefault="00D83058" w:rsidP="00D83058">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4FB8D10F" w14:textId="1CB80765" w:rsidR="00D83058" w:rsidRPr="009E2D93" w:rsidRDefault="00D83058" w:rsidP="00D83058">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razie wyboru złożonej o</w:t>
      </w:r>
      <w:r w:rsidR="003549ED">
        <w:rPr>
          <w:rFonts w:eastAsiaTheme="minorHAnsi" w:cs="Arial"/>
          <w:sz w:val="20"/>
          <w:szCs w:val="20"/>
          <w:lang w:eastAsia="en-US"/>
        </w:rPr>
        <w:t>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0039149B" w14:textId="77777777" w:rsidR="00D83058" w:rsidRPr="009E2D93" w:rsidRDefault="00D83058" w:rsidP="00D83058">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oraz prawo wniesienia sprzeciwu względem przetwarzania danych.</w:t>
      </w:r>
    </w:p>
    <w:p w14:paraId="28D834DC" w14:textId="77777777" w:rsidR="00D83058" w:rsidRPr="009E2D93" w:rsidRDefault="00D83058" w:rsidP="00D83058">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09709865" w14:textId="333E9FD9" w:rsidR="00D83058" w:rsidRPr="009E2D93" w:rsidRDefault="00D83058" w:rsidP="00D83058">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Przysługuje Pani/Panu prawo wniesienia sprzeciwu względem przetwarzania danych osobowych w celu określonym w pkt. 26.2.6 powyżej, z przyczyn zwi</w:t>
      </w:r>
      <w:r w:rsidR="003549ED">
        <w:rPr>
          <w:rFonts w:eastAsiaTheme="minorHAnsi" w:cs="Arial"/>
          <w:sz w:val="20"/>
          <w:szCs w:val="20"/>
          <w:lang w:eastAsia="en-US"/>
        </w:rPr>
        <w:t>ązanych z </w:t>
      </w:r>
      <w:r w:rsidRPr="009E2D93">
        <w:rPr>
          <w:rFonts w:eastAsiaTheme="minorHAnsi" w:cs="Arial"/>
          <w:sz w:val="20"/>
          <w:szCs w:val="20"/>
          <w:lang w:eastAsia="en-US"/>
        </w:rPr>
        <w:t>Pani/Pana szczególną sytuacją.</w:t>
      </w:r>
    </w:p>
    <w:p w14:paraId="3F930C98" w14:textId="77777777" w:rsidR="00D83058" w:rsidRPr="009E2D93" w:rsidRDefault="00D83058" w:rsidP="00D83058">
      <w:pPr>
        <w:numPr>
          <w:ilvl w:val="1"/>
          <w:numId w:val="13"/>
        </w:numPr>
        <w:spacing w:line="259" w:lineRule="auto"/>
        <w:ind w:left="709" w:hanging="709"/>
        <w:contextualSpacing/>
        <w:rPr>
          <w:rFonts w:eastAsiaTheme="minorHAnsi" w:cs="Arial"/>
          <w:b/>
          <w:sz w:val="20"/>
          <w:szCs w:val="20"/>
          <w:lang w:eastAsia="en-US"/>
        </w:rPr>
      </w:pPr>
      <w:r w:rsidRPr="009E2D93">
        <w:rPr>
          <w:rFonts w:eastAsiaTheme="minorHAnsi" w:cs="Arial"/>
          <w:b/>
          <w:sz w:val="20"/>
          <w:szCs w:val="20"/>
          <w:lang w:eastAsia="en-US"/>
        </w:rPr>
        <w:t>Wykonawca zobowiązany jest do poinformowania osób, których dane osobowe zawarte są w jakimkolwiek załączniku lub dokumencie składanym w postępowaniu, o przetwarzaniu ich danych osobowych przez Zamawiającego („</w:t>
      </w:r>
      <w:r w:rsidRPr="009E2D93">
        <w:rPr>
          <w:rFonts w:eastAsiaTheme="minorHAnsi" w:cs="Arial"/>
          <w:b/>
          <w:sz w:val="20"/>
          <w:szCs w:val="20"/>
          <w:u w:val="single"/>
          <w:lang w:eastAsia="en-US"/>
        </w:rPr>
        <w:t>Członkowie Personelu</w:t>
      </w:r>
      <w:r w:rsidRPr="009E2D93">
        <w:rPr>
          <w:rFonts w:eastAsiaTheme="minorHAnsi" w:cs="Arial"/>
          <w:b/>
          <w:sz w:val="20"/>
          <w:szCs w:val="20"/>
          <w:lang w:eastAsia="en-US"/>
        </w:rPr>
        <w:t>”). Wykonawca informuje te osoby, że:</w:t>
      </w:r>
    </w:p>
    <w:p w14:paraId="0756FC03" w14:textId="77777777" w:rsidR="00D83058" w:rsidRPr="009E2D93" w:rsidRDefault="00D83058" w:rsidP="00D83058">
      <w:pPr>
        <w:numPr>
          <w:ilvl w:val="2"/>
          <w:numId w:val="13"/>
        </w:numPr>
        <w:spacing w:line="259" w:lineRule="auto"/>
        <w:ind w:left="1560" w:hanging="840"/>
        <w:contextualSpacing/>
        <w:rPr>
          <w:rFonts w:eastAsiaTheme="minorHAnsi" w:cs="Arial"/>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2F0EBBEF" w14:textId="77777777" w:rsidR="00D83058" w:rsidRPr="009E2D93" w:rsidRDefault="00D83058" w:rsidP="00D83058">
      <w:pPr>
        <w:numPr>
          <w:ilvl w:val="2"/>
          <w:numId w:val="13"/>
        </w:numPr>
        <w:spacing w:line="259" w:lineRule="auto"/>
        <w:ind w:left="1560" w:hanging="840"/>
        <w:contextualSpacing/>
        <w:rPr>
          <w:rFonts w:eastAsiaTheme="minorHAnsi" w:cs="Arial"/>
          <w:sz w:val="20"/>
          <w:szCs w:val="20"/>
          <w:lang w:eastAsia="en-US"/>
        </w:rPr>
      </w:pPr>
      <w:r w:rsidRPr="009E2D93">
        <w:rPr>
          <w:rFonts w:eastAsiaTheme="minorHAnsi" w:cs="Arial"/>
          <w:sz w:val="20"/>
          <w:szCs w:val="20"/>
          <w:lang w:eastAsia="en-US"/>
        </w:rPr>
        <w:lastRenderedPageBreak/>
        <w:t>Kontaktowe numery telefonów do administratora danych: (24) 256 00 00, (24) 365 00 00, (22) 778 00 00. Z Administratorem danych możecie Państwo skontaktować się także:</w:t>
      </w:r>
    </w:p>
    <w:p w14:paraId="634C862E" w14:textId="77777777" w:rsidR="00D83058" w:rsidRPr="009E2D93" w:rsidRDefault="00D83058" w:rsidP="00D83058">
      <w:pPr>
        <w:numPr>
          <w:ilvl w:val="0"/>
          <w:numId w:val="30"/>
        </w:numPr>
        <w:spacing w:line="259" w:lineRule="auto"/>
        <w:ind w:left="1843" w:hanging="283"/>
        <w:contextualSpacing/>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09C4820F" w14:textId="77777777" w:rsidR="00D83058" w:rsidRPr="009E2D93" w:rsidRDefault="00D83058" w:rsidP="00D83058">
      <w:pPr>
        <w:numPr>
          <w:ilvl w:val="0"/>
          <w:numId w:val="30"/>
        </w:numPr>
        <w:spacing w:line="259" w:lineRule="auto"/>
        <w:ind w:left="1843" w:hanging="283"/>
        <w:contextualSpacing/>
        <w:rPr>
          <w:rFonts w:eastAsiaTheme="minorHAnsi" w:cs="Arial"/>
          <w:sz w:val="20"/>
          <w:szCs w:val="20"/>
          <w:lang w:eastAsia="en-US"/>
        </w:rPr>
      </w:pPr>
      <w:r w:rsidRPr="009E2D93">
        <w:rPr>
          <w:rFonts w:eastAsiaTheme="minorHAnsi" w:cs="Arial"/>
          <w:sz w:val="20"/>
          <w:szCs w:val="20"/>
          <w:lang w:eastAsia="en-US"/>
        </w:rPr>
        <w:t>przez e-mail: daneosobowe@orlen.pl.</w:t>
      </w:r>
    </w:p>
    <w:p w14:paraId="52BE29C7" w14:textId="77777777" w:rsidR="00D83058" w:rsidRPr="009E2D93" w:rsidRDefault="00D83058" w:rsidP="00D83058">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64559733" w14:textId="77777777" w:rsidR="00D83058" w:rsidRPr="009E2D93" w:rsidRDefault="00D83058" w:rsidP="00D83058">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 xml:space="preserve">Dane osobowe Członka Personelu zostały udostępnione Zamawiającemu przez pracodawcę (podmiot zatrudniający) Członka Personelu, w związku z ubieganiem się o udzielenie zamówienia. </w:t>
      </w:r>
    </w:p>
    <w:p w14:paraId="42966C8C" w14:textId="77777777" w:rsidR="00D83058" w:rsidRPr="009E2D93" w:rsidRDefault="00D83058" w:rsidP="00D83058">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 xml:space="preserve">Zakres przetwarzanych danych osobowych obejmuje: </w:t>
      </w:r>
      <w:r w:rsidRPr="009E2D93">
        <w:rPr>
          <w:rFonts w:eastAsiaTheme="minorHAnsi" w:cs="Arial"/>
          <w:b/>
          <w:sz w:val="20"/>
          <w:szCs w:val="20"/>
          <w:lang w:eastAsia="en-US"/>
        </w:rPr>
        <w:t xml:space="preserve">………………….………………. </w:t>
      </w:r>
    </w:p>
    <w:p w14:paraId="1FCF1BB7" w14:textId="77777777" w:rsidR="00D83058" w:rsidRPr="009E2D93" w:rsidRDefault="00D83058" w:rsidP="00D83058">
      <w:pPr>
        <w:shd w:val="clear" w:color="auto" w:fill="FFFFFF"/>
        <w:autoSpaceDE w:val="0"/>
        <w:autoSpaceDN w:val="0"/>
        <w:adjustRightInd w:val="0"/>
        <w:spacing w:line="276" w:lineRule="auto"/>
        <w:ind w:left="1560"/>
        <w:contextualSpacing/>
        <w:rPr>
          <w:rFonts w:cs="Arial"/>
          <w:sz w:val="20"/>
          <w:szCs w:val="20"/>
        </w:rPr>
      </w:pPr>
      <w:r w:rsidRPr="009E2D93">
        <w:rPr>
          <w:rFonts w:cs="Arial"/>
          <w:sz w:val="20"/>
          <w:szCs w:val="20"/>
        </w:rPr>
        <w:t>[</w:t>
      </w:r>
      <w:r w:rsidRPr="009E2D93">
        <w:rPr>
          <w:rFonts w:cs="Arial"/>
          <w:i/>
          <w:sz w:val="20"/>
          <w:szCs w:val="20"/>
        </w:rPr>
        <w:t>pole uzupełnia Wykonawca wskazując kategorie danych osobowych Członka Personelu, które zostały przekazane Zamawiającemu, np. „imię, nazwisko, stanowisko, służbowe dane kontaktowe</w:t>
      </w:r>
      <w:r w:rsidRPr="009E2D93">
        <w:rPr>
          <w:rFonts w:cs="Arial"/>
          <w:sz w:val="20"/>
          <w:szCs w:val="20"/>
        </w:rPr>
        <w:t>”].</w:t>
      </w:r>
    </w:p>
    <w:p w14:paraId="676701B0" w14:textId="77777777" w:rsidR="00D83058" w:rsidRPr="009E2D93" w:rsidRDefault="00D83058" w:rsidP="00D83058">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Dane osobowe Członka Personelu będą przetwarzane w celu:</w:t>
      </w:r>
    </w:p>
    <w:p w14:paraId="75B89E57" w14:textId="77777777" w:rsidR="00D83058" w:rsidRPr="009E2D93" w:rsidRDefault="00D83058" w:rsidP="00D83058">
      <w:pPr>
        <w:numPr>
          <w:ilvl w:val="3"/>
          <w:numId w:val="13"/>
        </w:numPr>
        <w:spacing w:line="259" w:lineRule="auto"/>
        <w:ind w:left="2410" w:hanging="850"/>
        <w:contextualSpacing/>
        <w:rPr>
          <w:rFonts w:eastAsiaTheme="minorHAnsi" w:cs="Arial"/>
          <w:b/>
          <w:sz w:val="20"/>
          <w:szCs w:val="20"/>
          <w:lang w:eastAsia="en-US"/>
        </w:rPr>
      </w:pPr>
      <w:r w:rsidRPr="009E2D93">
        <w:rPr>
          <w:rFonts w:eastAsiaTheme="minorHAnsi" w:cs="Arial"/>
          <w:sz w:val="20"/>
          <w:szCs w:val="20"/>
          <w:lang w:eastAsia="en-US"/>
        </w:rPr>
        <w:t>prowadzenia postępowania o udzielenie zamówienia, w 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 przeprowadzenia postępowania i wykonania zawartej umowy;</w:t>
      </w:r>
    </w:p>
    <w:p w14:paraId="469F74E7" w14:textId="77777777" w:rsidR="00D83058" w:rsidRPr="009E2D93" w:rsidRDefault="00D83058" w:rsidP="00D83058">
      <w:pPr>
        <w:numPr>
          <w:ilvl w:val="3"/>
          <w:numId w:val="13"/>
        </w:numPr>
        <w:spacing w:line="259" w:lineRule="auto"/>
        <w:ind w:left="2410" w:hanging="850"/>
        <w:contextualSpacing/>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6E54A126" w14:textId="77777777" w:rsidR="00D83058" w:rsidRPr="009E2D93" w:rsidRDefault="00D83058" w:rsidP="00D83058">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3FB729D6" w14:textId="77777777" w:rsidR="00D83058" w:rsidRPr="009E2D93" w:rsidRDefault="00D83058" w:rsidP="00D83058">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 okres przetwarzania może zostać przedłużony o okres wykonywania umowy (w razie wybor</w:t>
      </w:r>
      <w:r>
        <w:rPr>
          <w:rFonts w:eastAsiaTheme="minorHAnsi" w:cs="Arial"/>
          <w:sz w:val="20"/>
          <w:szCs w:val="20"/>
          <w:lang w:eastAsia="en-US"/>
        </w:rPr>
        <w:t>u złożonej oferty),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70CCDA78" w14:textId="77777777" w:rsidR="00D83058" w:rsidRPr="009E2D93" w:rsidRDefault="00D83058" w:rsidP="00D83058">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 xml:space="preserve">Członkowi Personelu przysługuje prawo dostępu do treści danych oraz żądania ich sprostowania, usunięcia, ograniczenia przetwarzania oraz prawo wniesienia sprzeciwu względem przetwarzania danych. </w:t>
      </w:r>
    </w:p>
    <w:p w14:paraId="7DE624BA" w14:textId="77777777" w:rsidR="00D83058" w:rsidRPr="009E2D93" w:rsidRDefault="00D83058" w:rsidP="00D83058">
      <w:pPr>
        <w:numPr>
          <w:ilvl w:val="2"/>
          <w:numId w:val="13"/>
        </w:numPr>
        <w:spacing w:line="259" w:lineRule="auto"/>
        <w:ind w:left="1560" w:hanging="840"/>
        <w:contextualSpacing/>
        <w:rPr>
          <w:rFonts w:eastAsiaTheme="minorHAnsi" w:cs="Arial"/>
          <w:b/>
          <w:sz w:val="20"/>
          <w:szCs w:val="20"/>
          <w:lang w:eastAsia="en-US"/>
        </w:rPr>
      </w:pPr>
      <w:r w:rsidRPr="009E2D93">
        <w:rPr>
          <w:rFonts w:eastAsiaTheme="minorHAnsi" w:cs="Arial"/>
          <w:sz w:val="20"/>
          <w:szCs w:val="20"/>
          <w:lang w:eastAsia="en-US"/>
        </w:rPr>
        <w:t>Członkowi Personelu przysługuje także prawo wniesienia skargi do organu nadzorczego zajmującego się ochroną danych osobowych (Prezes Urzędu Ochrony Danych Osobowych), w razie uznania, że przetwarzanie danych osobowych narusza przepisy RODO.</w:t>
      </w:r>
    </w:p>
    <w:p w14:paraId="011BEC95" w14:textId="77777777" w:rsidR="00D83058" w:rsidRPr="009E2D93" w:rsidRDefault="00D83058" w:rsidP="00D83058">
      <w:pPr>
        <w:pStyle w:val="Styl111"/>
        <w:ind w:left="1560" w:hanging="851"/>
        <w:rPr>
          <w:b/>
        </w:rPr>
      </w:pPr>
      <w:r w:rsidRPr="009E2D93">
        <w:rPr>
          <w:rFonts w:eastAsia="Times New Roman" w:cs="Times New Roman"/>
          <w:lang w:eastAsia="pl-PL"/>
        </w:rPr>
        <w:t>Członkowi Personelu przysługuje ponadto prawo wniesienia sprzeciwu względem przetwarzania danych osobowych w celu określonym w pkt 26.3.6. powyżej, z przyczyn związanych z jej/jego szczególną sytuacją.</w:t>
      </w:r>
    </w:p>
    <w:p w14:paraId="0208AE9C" w14:textId="77777777" w:rsidR="00F40506" w:rsidRPr="00943722" w:rsidRDefault="008E698B" w:rsidP="00D877C6">
      <w:pPr>
        <w:pStyle w:val="Styl1"/>
      </w:pPr>
      <w:r w:rsidRPr="00943722">
        <w:lastRenderedPageBreak/>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0B1D13">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0B1D13">
            <w:pPr>
              <w:spacing w:line="240"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0B1D13">
            <w:pPr>
              <w:spacing w:line="240" w:lineRule="auto"/>
              <w:jc w:val="left"/>
              <w:rPr>
                <w:rFonts w:cs="Arial"/>
                <w:b/>
                <w:sz w:val="20"/>
                <w:szCs w:val="20"/>
              </w:rPr>
            </w:pPr>
            <w:r w:rsidRPr="00F40506">
              <w:rPr>
                <w:rFonts w:cs="Arial"/>
                <w:b/>
                <w:sz w:val="20"/>
                <w:szCs w:val="20"/>
              </w:rPr>
              <w:t>Nazwa załącznika</w:t>
            </w:r>
          </w:p>
        </w:tc>
      </w:tr>
      <w:tr w:rsidR="003C4F15" w:rsidRPr="00F40506" w14:paraId="644E74CB" w14:textId="77777777" w:rsidTr="000B1D13">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0B1D13">
            <w:pPr>
              <w:spacing w:line="240"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757D55B8" w14:textId="77777777" w:rsidR="003C4F15" w:rsidRPr="00F40506" w:rsidRDefault="00087C7C" w:rsidP="000B1D13">
            <w:pPr>
              <w:spacing w:line="240"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0B1D13">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0B1D13">
            <w:pPr>
              <w:spacing w:line="240"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22D18913" w14:textId="77777777" w:rsidR="00F40506" w:rsidRPr="00F40506" w:rsidRDefault="00087C7C" w:rsidP="000B1D13">
            <w:pPr>
              <w:spacing w:line="240" w:lineRule="auto"/>
              <w:rPr>
                <w:rFonts w:cs="Arial"/>
                <w:sz w:val="20"/>
                <w:szCs w:val="20"/>
              </w:rPr>
            </w:pPr>
            <w:r w:rsidRPr="00F40506">
              <w:rPr>
                <w:rFonts w:cs="Arial"/>
                <w:sz w:val="20"/>
                <w:szCs w:val="20"/>
              </w:rPr>
              <w:t>Opis przedmiotu zamówienia</w:t>
            </w:r>
          </w:p>
        </w:tc>
      </w:tr>
      <w:tr w:rsidR="00F40506" w:rsidRPr="00F40506" w14:paraId="2737E1DF" w14:textId="77777777" w:rsidTr="000B1D13">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0B1D13">
            <w:pPr>
              <w:spacing w:line="240"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DFDA88D" w14:textId="2FE87975" w:rsidR="00F40506" w:rsidRPr="00F40506" w:rsidRDefault="00CC2316" w:rsidP="000B1D13">
            <w:pPr>
              <w:spacing w:line="240"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0B1D13">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0B1D13">
            <w:pPr>
              <w:spacing w:line="240"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439AFF2B" w14:textId="77777777" w:rsidR="00F40506" w:rsidRPr="00F40506" w:rsidRDefault="00F40506" w:rsidP="000B1D13">
            <w:pPr>
              <w:spacing w:line="240" w:lineRule="auto"/>
              <w:rPr>
                <w:rFonts w:cs="Arial"/>
                <w:sz w:val="20"/>
                <w:szCs w:val="20"/>
              </w:rPr>
            </w:pPr>
            <w:r w:rsidRPr="00F40506">
              <w:rPr>
                <w:rFonts w:cs="Arial"/>
                <w:sz w:val="20"/>
                <w:szCs w:val="20"/>
              </w:rPr>
              <w:t>Oświadczenia:</w:t>
            </w:r>
          </w:p>
        </w:tc>
      </w:tr>
      <w:tr w:rsidR="00F40506" w:rsidRPr="00F40506" w14:paraId="2FD20CAA" w14:textId="77777777" w:rsidTr="000B1D13">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0B1D13">
            <w:pPr>
              <w:spacing w:line="240"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D43098C" w14:textId="77777777" w:rsidR="00F40506" w:rsidRPr="00F40506" w:rsidRDefault="00F40506" w:rsidP="000B1D13">
            <w:pPr>
              <w:spacing w:line="240"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0B1D13">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0B1D13">
            <w:pPr>
              <w:spacing w:line="240"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3674E871" w14:textId="77777777" w:rsidR="00F40506" w:rsidRPr="00F40506" w:rsidRDefault="00F40506" w:rsidP="000B1D13">
            <w:pPr>
              <w:spacing w:line="240"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0B1D13">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0B1D13">
            <w:pPr>
              <w:spacing w:line="240"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22E5BA00" w14:textId="38042DD8" w:rsidR="00F40506" w:rsidRPr="00F40506" w:rsidRDefault="00F40506" w:rsidP="000B1D13">
            <w:pPr>
              <w:spacing w:line="240"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A641B0" w:rsidRPr="00F40506" w14:paraId="4B90B557" w14:textId="77777777" w:rsidTr="000B1D13">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06E3BE6" w14:textId="2F3F8508" w:rsidR="00A641B0" w:rsidRPr="00F40506" w:rsidRDefault="00A641B0" w:rsidP="00A641B0">
            <w:pPr>
              <w:spacing w:line="240" w:lineRule="auto"/>
              <w:jc w:val="left"/>
              <w:rPr>
                <w:rFonts w:cs="Arial"/>
                <w:sz w:val="20"/>
                <w:szCs w:val="20"/>
              </w:rPr>
            </w:pPr>
            <w:r>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6FFCAD49" w14:textId="77736B21" w:rsidR="00A641B0" w:rsidRPr="00F40506" w:rsidRDefault="00A641B0" w:rsidP="000B1D13">
            <w:pPr>
              <w:spacing w:line="240" w:lineRule="auto"/>
              <w:rPr>
                <w:rFonts w:cs="Arial"/>
                <w:sz w:val="20"/>
                <w:szCs w:val="20"/>
              </w:rPr>
            </w:pPr>
            <w:r>
              <w:rPr>
                <w:rFonts w:cs="Arial"/>
                <w:sz w:val="20"/>
                <w:szCs w:val="20"/>
              </w:rPr>
              <w:t>Wykaz usług</w:t>
            </w:r>
          </w:p>
        </w:tc>
      </w:tr>
      <w:tr w:rsidR="00A641B0" w:rsidRPr="00F40506" w14:paraId="693C0812" w14:textId="77777777" w:rsidTr="000B1D13">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66413B3" w14:textId="29484550" w:rsidR="00A641B0" w:rsidRPr="00F40506" w:rsidRDefault="00A641B0" w:rsidP="00A641B0">
            <w:pPr>
              <w:spacing w:line="240" w:lineRule="auto"/>
              <w:jc w:val="left"/>
              <w:rPr>
                <w:rFonts w:cs="Arial"/>
                <w:sz w:val="20"/>
                <w:szCs w:val="20"/>
              </w:rPr>
            </w:pPr>
            <w:r>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4854688F" w14:textId="276164EC" w:rsidR="00A641B0" w:rsidRPr="00F40506" w:rsidRDefault="00A641B0" w:rsidP="000B1D13">
            <w:pPr>
              <w:spacing w:line="240" w:lineRule="auto"/>
              <w:rPr>
                <w:rFonts w:cs="Arial"/>
                <w:sz w:val="20"/>
                <w:szCs w:val="20"/>
              </w:rPr>
            </w:pPr>
            <w:r w:rsidRPr="00A641B0">
              <w:rPr>
                <w:rFonts w:cs="Arial"/>
                <w:sz w:val="20"/>
                <w:szCs w:val="20"/>
              </w:rPr>
              <w:t>Oświadczenie o zachowaniu poufnośc</w:t>
            </w:r>
            <w:r>
              <w:rPr>
                <w:rFonts w:cs="Arial"/>
                <w:sz w:val="20"/>
                <w:szCs w:val="20"/>
              </w:rPr>
              <w:t>i</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4C12F445" w14:textId="5C3B2978" w:rsidR="00D83058" w:rsidRDefault="00D83058">
      <w:pPr>
        <w:spacing w:line="240" w:lineRule="auto"/>
        <w:jc w:val="left"/>
        <w:rPr>
          <w:rFonts w:cs="Calibri"/>
          <w:b/>
          <w:iCs/>
          <w:color w:val="000000"/>
          <w:sz w:val="20"/>
          <w:szCs w:val="22"/>
          <w:lang w:eastAsia="en-US"/>
        </w:rPr>
      </w:pPr>
      <w:r>
        <w:br w:type="page"/>
      </w:r>
    </w:p>
    <w:p w14:paraId="5E092F4F" w14:textId="4E403898" w:rsidR="00087C7C" w:rsidRPr="00123078" w:rsidRDefault="00D83058" w:rsidP="008F3D9B">
      <w:pPr>
        <w:pStyle w:val="StylZa"/>
      </w:pPr>
      <w:r>
        <w:lastRenderedPageBreak/>
        <w:t>Z</w:t>
      </w:r>
      <w:r w:rsidR="006902BF">
        <w:t>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24C0FADF" w14:textId="77777777" w:rsidR="00D83058" w:rsidRPr="00D45E03" w:rsidRDefault="00D83058" w:rsidP="00D83058">
      <w:pPr>
        <w:spacing w:line="276" w:lineRule="auto"/>
        <w:ind w:left="4678"/>
        <w:rPr>
          <w:rFonts w:cs="Arial"/>
          <w:sz w:val="20"/>
        </w:rPr>
      </w:pPr>
      <w:r w:rsidRPr="00D45E03">
        <w:rPr>
          <w:rFonts w:cs="Arial"/>
          <w:b/>
          <w:sz w:val="20"/>
        </w:rPr>
        <w:t>ORLEN Spółki Akcyjnej</w:t>
      </w:r>
    </w:p>
    <w:p w14:paraId="1A64F2AA" w14:textId="77777777" w:rsidR="00D83058" w:rsidRPr="00D45E03" w:rsidRDefault="00D83058" w:rsidP="00D83058">
      <w:pPr>
        <w:pStyle w:val="Tekstpodstawowy"/>
        <w:tabs>
          <w:tab w:val="left" w:pos="851"/>
        </w:tabs>
        <w:spacing w:after="0" w:line="276" w:lineRule="auto"/>
        <w:ind w:left="4678"/>
        <w:rPr>
          <w:rFonts w:cs="Arial"/>
          <w:b/>
          <w:sz w:val="20"/>
        </w:rPr>
      </w:pPr>
      <w:r w:rsidRPr="00D45E03">
        <w:rPr>
          <w:rFonts w:cs="Arial"/>
          <w:b/>
          <w:sz w:val="20"/>
        </w:rPr>
        <w:t>Oddział Centralny Polskie Górnictwo Naftowe i Gazownictwo w Warszawie</w:t>
      </w:r>
    </w:p>
    <w:p w14:paraId="2DBE1955" w14:textId="77777777" w:rsidR="00D83058" w:rsidRPr="00D45E03" w:rsidRDefault="00D83058" w:rsidP="00D83058">
      <w:pPr>
        <w:pStyle w:val="Tekstpodstawowy"/>
        <w:tabs>
          <w:tab w:val="left" w:pos="851"/>
        </w:tabs>
        <w:spacing w:after="0" w:line="276" w:lineRule="auto"/>
        <w:ind w:left="4678"/>
        <w:rPr>
          <w:rFonts w:cs="Arial"/>
          <w:b/>
          <w:sz w:val="20"/>
        </w:rPr>
      </w:pPr>
      <w:r w:rsidRPr="00D45E03">
        <w:rPr>
          <w:rFonts w:cs="Arial"/>
          <w:b/>
          <w:sz w:val="20"/>
        </w:rPr>
        <w:t>ul. Marcina Kasprzaka 25</w:t>
      </w:r>
    </w:p>
    <w:p w14:paraId="70DEA6D8" w14:textId="77777777" w:rsidR="00D83058" w:rsidRPr="00D45E03" w:rsidRDefault="00D83058" w:rsidP="00D83058">
      <w:pPr>
        <w:pStyle w:val="Tekstpodstawowy"/>
        <w:tabs>
          <w:tab w:val="left" w:pos="851"/>
        </w:tabs>
        <w:spacing w:after="0" w:line="276" w:lineRule="auto"/>
        <w:ind w:left="4678"/>
        <w:rPr>
          <w:rFonts w:cs="Arial"/>
          <w:b/>
          <w:sz w:val="20"/>
        </w:rPr>
      </w:pPr>
      <w:r w:rsidRPr="00D45E03">
        <w:rPr>
          <w:rFonts w:cs="Arial"/>
          <w:b/>
          <w:sz w:val="20"/>
        </w:rPr>
        <w:t>01-224 Warszawa</w:t>
      </w:r>
    </w:p>
    <w:p w14:paraId="28B3ABEC" w14:textId="77777777" w:rsidR="00D83058" w:rsidRPr="00123078" w:rsidRDefault="00D83058" w:rsidP="00D83058">
      <w:pPr>
        <w:spacing w:after="120" w:line="276" w:lineRule="auto"/>
      </w:pPr>
    </w:p>
    <w:p w14:paraId="0FD75587" w14:textId="77777777" w:rsidR="00D83058" w:rsidRPr="00123078" w:rsidRDefault="00D83058" w:rsidP="00D83058">
      <w:pPr>
        <w:spacing w:after="200" w:line="276" w:lineRule="auto"/>
        <w:jc w:val="center"/>
      </w:pPr>
      <w:r w:rsidRPr="00123078">
        <w:t>O F E R T A</w:t>
      </w:r>
    </w:p>
    <w:p w14:paraId="52F8D8E2" w14:textId="4D0D6BD5" w:rsidR="00D83058" w:rsidRPr="00B65C31" w:rsidRDefault="00D83058" w:rsidP="00D83058">
      <w:pPr>
        <w:autoSpaceDE w:val="0"/>
        <w:autoSpaceDN w:val="0"/>
        <w:adjustRightInd w:val="0"/>
        <w:spacing w:after="200" w:line="276" w:lineRule="auto"/>
        <w:rPr>
          <w:rFonts w:cs="Arial"/>
          <w:sz w:val="20"/>
          <w:szCs w:val="20"/>
        </w:rPr>
      </w:pPr>
      <w:r w:rsidRPr="00C24A40">
        <w:rPr>
          <w:rFonts w:cs="Arial"/>
          <w:sz w:val="20"/>
          <w:szCs w:val="20"/>
        </w:rPr>
        <w:t>W odpowiedzi na ogłoszenie o zamówieniu w postępowaniu</w:t>
      </w:r>
      <w:r>
        <w:rPr>
          <w:rFonts w:cs="Arial"/>
          <w:sz w:val="20"/>
          <w:szCs w:val="20"/>
        </w:rPr>
        <w:t xml:space="preserve"> </w:t>
      </w:r>
      <w:r w:rsidRPr="00A3351C">
        <w:rPr>
          <w:rFonts w:cs="Arial"/>
          <w:sz w:val="20"/>
          <w:szCs w:val="20"/>
        </w:rPr>
        <w:t xml:space="preserve">niepublicznym prowadzonym </w:t>
      </w:r>
      <w:r w:rsidRPr="00A3351C">
        <w:rPr>
          <w:rFonts w:cs="Arial"/>
          <w:sz w:val="20"/>
          <w:szCs w:val="20"/>
        </w:rPr>
        <w:br/>
        <w:t xml:space="preserve">w trybie </w:t>
      </w:r>
      <w:r>
        <w:rPr>
          <w:rFonts w:cs="Arial"/>
          <w:sz w:val="20"/>
          <w:szCs w:val="20"/>
        </w:rPr>
        <w:t>przetargu nieograniczonego</w:t>
      </w:r>
      <w:r w:rsidRPr="00A3351C">
        <w:rPr>
          <w:rFonts w:cs="Arial"/>
          <w:sz w:val="20"/>
          <w:szCs w:val="20"/>
        </w:rPr>
        <w:t xml:space="preserve"> pn. </w:t>
      </w:r>
      <w:r>
        <w:rPr>
          <w:rFonts w:cs="Arial"/>
          <w:sz w:val="20"/>
          <w:szCs w:val="20"/>
        </w:rPr>
        <w:t>„</w:t>
      </w:r>
      <w:r w:rsidR="006B0B6E" w:rsidRPr="006B0B6E">
        <w:rPr>
          <w:rFonts w:cs="Arial"/>
          <w:b/>
          <w:sz w:val="20"/>
          <w:szCs w:val="20"/>
        </w:rPr>
        <w:t>Remont pomieszczeń w budynku L1</w:t>
      </w:r>
      <w:r w:rsidRPr="00D45E03">
        <w:rPr>
          <w:rFonts w:cs="Arial"/>
          <w:sz w:val="20"/>
          <w:szCs w:val="20"/>
        </w:rPr>
        <w:t>”</w:t>
      </w:r>
      <w:r w:rsidRPr="00052764">
        <w:rPr>
          <w:rFonts w:cs="Arial"/>
          <w:sz w:val="20"/>
          <w:szCs w:val="20"/>
        </w:rPr>
        <w:t xml:space="preserve">, numer postępowania: </w:t>
      </w:r>
      <w:r w:rsidR="006B0B6E" w:rsidRPr="006B0B6E">
        <w:rPr>
          <w:rFonts w:cs="Arial"/>
          <w:b/>
          <w:sz w:val="20"/>
          <w:szCs w:val="20"/>
        </w:rPr>
        <w:t>NP/PGNG/24/0834/OL/SWO</w:t>
      </w:r>
    </w:p>
    <w:p w14:paraId="2FA542D3" w14:textId="77777777" w:rsidR="00D83058" w:rsidRPr="00123078" w:rsidRDefault="00D83058" w:rsidP="00D83058">
      <w:pPr>
        <w:adjustRightInd w:val="0"/>
        <w:spacing w:after="120" w:line="276" w:lineRule="auto"/>
        <w:rPr>
          <w:rFonts w:cs="Arial"/>
          <w:sz w:val="20"/>
          <w:szCs w:val="20"/>
        </w:rPr>
      </w:pPr>
      <w:r w:rsidRPr="00123078">
        <w:rPr>
          <w:rFonts w:cs="Arial"/>
          <w:sz w:val="20"/>
          <w:szCs w:val="20"/>
        </w:rPr>
        <w:t>My niżej podpisani działając w imieniu i na rzecz:</w:t>
      </w:r>
    </w:p>
    <w:p w14:paraId="720161A1" w14:textId="77777777" w:rsidR="00D83058" w:rsidRDefault="00D83058" w:rsidP="00D83058">
      <w:pPr>
        <w:adjustRightInd w:val="0"/>
        <w:spacing w:line="276" w:lineRule="auto"/>
        <w:rPr>
          <w:rFonts w:cs="Arial"/>
          <w:sz w:val="20"/>
          <w:szCs w:val="20"/>
        </w:rPr>
      </w:pPr>
    </w:p>
    <w:p w14:paraId="3A0B5A8B" w14:textId="77777777" w:rsidR="00D83058" w:rsidRPr="00123078" w:rsidRDefault="00D83058" w:rsidP="00D83058">
      <w:pPr>
        <w:adjustRightInd w:val="0"/>
        <w:spacing w:line="276" w:lineRule="auto"/>
        <w:rPr>
          <w:rFonts w:cs="Arial"/>
          <w:sz w:val="20"/>
          <w:szCs w:val="20"/>
        </w:rPr>
      </w:pPr>
      <w:r w:rsidRPr="00123078">
        <w:rPr>
          <w:rFonts w:cs="Arial"/>
          <w:sz w:val="20"/>
          <w:szCs w:val="20"/>
        </w:rPr>
        <w:t>………………………………………………………………………………………………………………….……</w:t>
      </w:r>
    </w:p>
    <w:p w14:paraId="609D667A" w14:textId="77777777" w:rsidR="00D83058" w:rsidRPr="004E38E7" w:rsidRDefault="00D83058" w:rsidP="00D83058">
      <w:pPr>
        <w:adjustRightInd w:val="0"/>
        <w:spacing w:after="200" w:line="276" w:lineRule="auto"/>
        <w:jc w:val="center"/>
        <w:rPr>
          <w:rFonts w:cs="Arial"/>
          <w:i/>
          <w:iCs/>
          <w:sz w:val="18"/>
          <w:szCs w:val="20"/>
        </w:rPr>
      </w:pPr>
      <w:r w:rsidRPr="004E38E7">
        <w:rPr>
          <w:rFonts w:cs="Arial"/>
          <w:i/>
          <w:iCs/>
          <w:sz w:val="18"/>
          <w:szCs w:val="20"/>
        </w:rPr>
        <w:t>(nazwa firmy i dokładny adres Wykonawcy)</w:t>
      </w:r>
    </w:p>
    <w:p w14:paraId="11714A50" w14:textId="77777777" w:rsidR="00D83058" w:rsidRDefault="00D83058" w:rsidP="00392BDC">
      <w:pPr>
        <w:shd w:val="clear" w:color="auto" w:fill="FFFFFF"/>
        <w:spacing w:after="200" w:line="276" w:lineRule="auto"/>
        <w:rPr>
          <w:sz w:val="20"/>
        </w:rPr>
      </w:pPr>
      <w:r w:rsidRPr="009B0037">
        <w:rPr>
          <w:sz w:val="20"/>
        </w:rPr>
        <w:t>Ubiegając się o zamówienie oświadczamy, że oferujemy</w:t>
      </w:r>
      <w:r>
        <w:rPr>
          <w:sz w:val="20"/>
        </w:rPr>
        <w:t xml:space="preserve"> następującą cenę za wykonanie przedmiotu zamówienia na warunkach określonych w SWZ: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4680"/>
      </w:tblGrid>
      <w:tr w:rsidR="00D83058" w:rsidRPr="006B0B6E" w14:paraId="2FF48615" w14:textId="77777777" w:rsidTr="00392BDC">
        <w:trPr>
          <w:trHeight w:val="1340"/>
        </w:trPr>
        <w:tc>
          <w:tcPr>
            <w:tcW w:w="2418" w:type="pct"/>
            <w:tcBorders>
              <w:top w:val="single" w:sz="4" w:space="0" w:color="auto"/>
              <w:left w:val="single" w:sz="4" w:space="0" w:color="auto"/>
              <w:bottom w:val="single" w:sz="4" w:space="0" w:color="auto"/>
              <w:right w:val="single" w:sz="4" w:space="0" w:color="auto"/>
            </w:tcBorders>
            <w:vAlign w:val="center"/>
          </w:tcPr>
          <w:p w14:paraId="423C996F" w14:textId="77777777" w:rsidR="00D83058" w:rsidRPr="0061732D" w:rsidRDefault="00D83058" w:rsidP="000125D6">
            <w:pPr>
              <w:spacing w:line="240" w:lineRule="auto"/>
              <w:jc w:val="center"/>
              <w:rPr>
                <w:rFonts w:cs="Arial"/>
                <w:b/>
                <w:sz w:val="20"/>
                <w:szCs w:val="22"/>
              </w:rPr>
            </w:pPr>
          </w:p>
          <w:p w14:paraId="29D6FDE9" w14:textId="3AB3819A" w:rsidR="00D83058" w:rsidRPr="0061732D" w:rsidRDefault="00D83058" w:rsidP="000125D6">
            <w:pPr>
              <w:spacing w:line="240" w:lineRule="auto"/>
              <w:jc w:val="center"/>
              <w:rPr>
                <w:rFonts w:cs="Arial"/>
                <w:b/>
                <w:sz w:val="20"/>
              </w:rPr>
            </w:pPr>
            <w:r w:rsidRPr="0061732D">
              <w:rPr>
                <w:rFonts w:cs="Arial"/>
                <w:b/>
                <w:sz w:val="20"/>
              </w:rPr>
              <w:t>CENA</w:t>
            </w:r>
          </w:p>
          <w:p w14:paraId="37D78B2B" w14:textId="77777777" w:rsidR="00D83058" w:rsidRPr="0061732D" w:rsidRDefault="00D83058" w:rsidP="000125D6">
            <w:pPr>
              <w:spacing w:line="240" w:lineRule="auto"/>
              <w:jc w:val="center"/>
              <w:rPr>
                <w:rFonts w:cs="Arial"/>
                <w:b/>
                <w:sz w:val="20"/>
                <w:szCs w:val="22"/>
              </w:rPr>
            </w:pPr>
          </w:p>
        </w:tc>
        <w:tc>
          <w:tcPr>
            <w:tcW w:w="2582" w:type="pct"/>
            <w:tcBorders>
              <w:top w:val="single" w:sz="4" w:space="0" w:color="auto"/>
              <w:left w:val="single" w:sz="4" w:space="0" w:color="auto"/>
              <w:bottom w:val="single" w:sz="4" w:space="0" w:color="auto"/>
              <w:right w:val="single" w:sz="4" w:space="0" w:color="auto"/>
            </w:tcBorders>
            <w:vAlign w:val="center"/>
          </w:tcPr>
          <w:p w14:paraId="44F973FC" w14:textId="77777777" w:rsidR="009A626C" w:rsidRPr="0061732D" w:rsidRDefault="009A626C" w:rsidP="006B0B6E">
            <w:pPr>
              <w:spacing w:before="240" w:line="240" w:lineRule="auto"/>
              <w:rPr>
                <w:rFonts w:cs="Arial"/>
                <w:b/>
                <w:sz w:val="20"/>
                <w:lang w:val="en-US"/>
              </w:rPr>
            </w:pPr>
            <w:r w:rsidRPr="0061732D">
              <w:rPr>
                <w:rFonts w:cs="Arial"/>
                <w:b/>
                <w:sz w:val="20"/>
                <w:lang w:val="en-US"/>
              </w:rPr>
              <w:t>…………………………….. PLN NETTO</w:t>
            </w:r>
          </w:p>
          <w:p w14:paraId="30E370D3" w14:textId="77777777" w:rsidR="009A626C" w:rsidRPr="0061732D" w:rsidRDefault="009A626C" w:rsidP="006B0B6E">
            <w:pPr>
              <w:spacing w:before="240" w:after="240" w:line="240" w:lineRule="auto"/>
              <w:rPr>
                <w:rFonts w:cs="Arial"/>
                <w:b/>
                <w:sz w:val="20"/>
                <w:lang w:val="en-US"/>
              </w:rPr>
            </w:pPr>
            <w:r w:rsidRPr="0061732D">
              <w:rPr>
                <w:rFonts w:cs="Arial"/>
                <w:b/>
                <w:sz w:val="20"/>
                <w:lang w:val="en-US"/>
              </w:rPr>
              <w:t>VAT ........ %</w:t>
            </w:r>
          </w:p>
          <w:p w14:paraId="53990227" w14:textId="206C262C" w:rsidR="00D83058" w:rsidRPr="0061732D" w:rsidRDefault="009A626C" w:rsidP="006B0B6E">
            <w:pPr>
              <w:spacing w:after="240" w:line="240" w:lineRule="auto"/>
              <w:rPr>
                <w:rFonts w:cs="Arial"/>
                <w:b/>
                <w:sz w:val="20"/>
                <w:szCs w:val="22"/>
                <w:lang w:val="en-US"/>
              </w:rPr>
            </w:pPr>
            <w:r w:rsidRPr="0061732D">
              <w:rPr>
                <w:rFonts w:cs="Arial"/>
                <w:b/>
                <w:sz w:val="20"/>
                <w:lang w:val="en-US"/>
              </w:rPr>
              <w:t>…………………………….. PLN BRUTTO</w:t>
            </w:r>
          </w:p>
        </w:tc>
      </w:tr>
    </w:tbl>
    <w:p w14:paraId="2B5885F0" w14:textId="0E768910" w:rsidR="009A626C" w:rsidRPr="006B0B6E" w:rsidRDefault="009A626C" w:rsidP="00D83058">
      <w:pPr>
        <w:pStyle w:val="DraftLineWC"/>
        <w:suppressAutoHyphens w:val="0"/>
        <w:spacing w:after="120" w:line="276" w:lineRule="auto"/>
        <w:ind w:firstLine="0"/>
        <w:jc w:val="both"/>
        <w:rPr>
          <w:rFonts w:ascii="Arial" w:hAnsi="Arial" w:cs="Arial"/>
          <w:b/>
          <w:lang w:val="en-US"/>
        </w:rPr>
      </w:pPr>
    </w:p>
    <w:p w14:paraId="2129B754" w14:textId="77777777" w:rsidR="009A626C" w:rsidRPr="006B0B6E" w:rsidRDefault="009A626C" w:rsidP="00D83058">
      <w:pPr>
        <w:pStyle w:val="DraftLineWC"/>
        <w:suppressAutoHyphens w:val="0"/>
        <w:spacing w:after="120" w:line="276" w:lineRule="auto"/>
        <w:ind w:firstLine="0"/>
        <w:jc w:val="both"/>
        <w:rPr>
          <w:rFonts w:ascii="Arial" w:hAnsi="Arial" w:cs="Arial"/>
          <w:b/>
          <w:lang w:val="en-US"/>
        </w:rPr>
      </w:pPr>
    </w:p>
    <w:p w14:paraId="77B0C664" w14:textId="63D220C3" w:rsidR="00D83058" w:rsidRPr="00123078" w:rsidRDefault="00D83058" w:rsidP="00D83058">
      <w:pPr>
        <w:pStyle w:val="DraftLineWC"/>
        <w:suppressAutoHyphens w:val="0"/>
        <w:spacing w:after="120" w:line="276" w:lineRule="auto"/>
        <w:ind w:firstLine="0"/>
        <w:jc w:val="both"/>
        <w:rPr>
          <w:rFonts w:ascii="Arial" w:hAnsi="Arial" w:cs="Arial"/>
          <w:b/>
        </w:rPr>
      </w:pPr>
      <w:r w:rsidRPr="00123078">
        <w:rPr>
          <w:rFonts w:ascii="Arial" w:hAnsi="Arial" w:cs="Arial"/>
          <w:b/>
        </w:rPr>
        <w:lastRenderedPageBreak/>
        <w:t>Oświadczamy, że:</w:t>
      </w:r>
    </w:p>
    <w:p w14:paraId="53B7EE33" w14:textId="77777777" w:rsidR="00D83058" w:rsidRDefault="00D83058" w:rsidP="00D83058">
      <w:pPr>
        <w:pStyle w:val="Styl1formularz"/>
      </w:pPr>
      <w:r>
        <w:t>Z</w:t>
      </w:r>
      <w:r w:rsidRPr="00B22C3E">
        <w:t xml:space="preserve">apoznaliśmy się z treścią </w:t>
      </w:r>
      <w:r>
        <w:t>specyfikacji warunków zamówienia,</w:t>
      </w:r>
      <w:r w:rsidRPr="00B22C3E">
        <w:t xml:space="preserve"> </w:t>
      </w:r>
      <w:r w:rsidRPr="00587480">
        <w:t>a w szczególności z opisem przedmio</w:t>
      </w:r>
      <w:r>
        <w:t xml:space="preserve">tu zamówienia oraz wzorem umowy </w:t>
      </w:r>
      <w:r w:rsidRPr="00B22C3E">
        <w:t>i przyjmujemy je bez zastrzeżeń</w:t>
      </w:r>
      <w:r>
        <w:t>.</w:t>
      </w:r>
    </w:p>
    <w:p w14:paraId="523A0EBE" w14:textId="77777777" w:rsidR="00D83058" w:rsidRDefault="00D83058" w:rsidP="00D83058">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18545E4D" w14:textId="77777777" w:rsidR="00D83058" w:rsidRPr="00B22C3E" w:rsidRDefault="00D83058" w:rsidP="00D83058">
      <w:pPr>
        <w:pStyle w:val="Styl1formularz"/>
      </w:pPr>
      <w:r>
        <w:t>Z</w:t>
      </w:r>
      <w:r w:rsidRPr="00B22C3E">
        <w:t>dobyliśmy konieczne informacje potrzebne do prawidłowego przygotowania oferty</w:t>
      </w:r>
      <w:r>
        <w:t>.</w:t>
      </w:r>
    </w:p>
    <w:p w14:paraId="77B26A30" w14:textId="77777777" w:rsidR="00D83058" w:rsidRPr="00B22C3E" w:rsidRDefault="00D83058" w:rsidP="00D83058">
      <w:pPr>
        <w:pStyle w:val="Styl1formularz"/>
      </w:pPr>
      <w:r>
        <w:t>Z</w:t>
      </w:r>
      <w:r w:rsidRPr="00B22C3E">
        <w:t xml:space="preserve">obowiązujemy się do wykonania zamówienia na warunkach i zasadach określonych </w:t>
      </w:r>
      <w:r>
        <w:br/>
      </w:r>
      <w:r w:rsidRPr="00D940AE">
        <w:t xml:space="preserve">przez Zamawiającego </w:t>
      </w:r>
      <w:r w:rsidRPr="00B22C3E">
        <w:t xml:space="preserve">w </w:t>
      </w:r>
      <w:r>
        <w:t>specyfikacji warunków zamówienia.</w:t>
      </w:r>
    </w:p>
    <w:p w14:paraId="12A0B8D0" w14:textId="77777777" w:rsidR="00D83058" w:rsidRDefault="00D83058" w:rsidP="00D83058">
      <w:pPr>
        <w:pStyle w:val="Styl1formularz"/>
      </w:pPr>
      <w:r>
        <w:t>A</w:t>
      </w:r>
      <w:r w:rsidRPr="00123078">
        <w:t>kceptujemy wskazany w </w:t>
      </w:r>
      <w:r>
        <w:t>SWZ</w:t>
      </w:r>
      <w:r w:rsidRPr="00123078">
        <w:t xml:space="preserve"> termin związania ofertą</w:t>
      </w:r>
      <w:r>
        <w:t>.</w:t>
      </w:r>
    </w:p>
    <w:p w14:paraId="3ADEC354" w14:textId="77777777" w:rsidR="00D83058" w:rsidRDefault="00D83058" w:rsidP="00D83058">
      <w:pPr>
        <w:pStyle w:val="Styl1formularz"/>
      </w:pPr>
      <w:r>
        <w:t>O</w:t>
      </w:r>
      <w:r w:rsidRPr="00042E1C">
        <w:t>świadczamy, że w przypadku, gdy realizacja prac będzie wymagała udziału Podwykonawców, będziemy w pełni odpowiedzialni za działania lub uchybienia każdego Podwykonawcy, tak jakby to były nasze działania lub uchybienia</w:t>
      </w:r>
      <w:r>
        <w:t>.</w:t>
      </w:r>
    </w:p>
    <w:p w14:paraId="0EF83719" w14:textId="77777777" w:rsidR="00D83058" w:rsidRPr="00AF1D9B" w:rsidRDefault="00D83058" w:rsidP="00D83058">
      <w:pPr>
        <w:pStyle w:val="Styl1formularz"/>
      </w:pPr>
      <w:r w:rsidRPr="00AF1D9B">
        <w:t>Zakres prac, który zamierzamy wykonać przy udziale podwykonawców:</w:t>
      </w:r>
    </w:p>
    <w:p w14:paraId="63667BCB" w14:textId="77777777" w:rsidR="00D83058" w:rsidRPr="00AF1D9B" w:rsidRDefault="00D83058" w:rsidP="00D83058">
      <w:pPr>
        <w:pStyle w:val="Styl1formularz"/>
        <w:numPr>
          <w:ilvl w:val="0"/>
          <w:numId w:val="23"/>
        </w:numPr>
      </w:pPr>
      <w:r w:rsidRPr="00AF1D9B">
        <w:t>.......................................................................</w:t>
      </w:r>
      <w:r>
        <w:t>...</w:t>
      </w:r>
      <w:r w:rsidRPr="00AF1D9B">
        <w:t>...........</w:t>
      </w:r>
    </w:p>
    <w:p w14:paraId="6DA8000C" w14:textId="77777777" w:rsidR="00D83058" w:rsidRPr="002A07EC" w:rsidRDefault="00D83058" w:rsidP="00D83058">
      <w:pPr>
        <w:pStyle w:val="Styl1formularz"/>
        <w:numPr>
          <w:ilvl w:val="0"/>
          <w:numId w:val="0"/>
        </w:numPr>
        <w:spacing w:before="0"/>
        <w:ind w:left="709"/>
        <w:rPr>
          <w:sz w:val="18"/>
        </w:rPr>
      </w:pPr>
      <w:r w:rsidRPr="002A07EC">
        <w:rPr>
          <w:i/>
          <w:iCs/>
          <w:sz w:val="18"/>
        </w:rPr>
        <w:t>(część zamówienia, nazwa podwykonawcy o ile jest znany)</w:t>
      </w:r>
    </w:p>
    <w:p w14:paraId="6116BC60" w14:textId="77777777" w:rsidR="00D83058" w:rsidRPr="00AF1D9B" w:rsidRDefault="00D83058" w:rsidP="00D83058">
      <w:pPr>
        <w:pStyle w:val="Styl1formularz"/>
        <w:numPr>
          <w:ilvl w:val="0"/>
          <w:numId w:val="23"/>
        </w:numPr>
      </w:pPr>
      <w:r w:rsidRPr="00AF1D9B">
        <w:t>..........................................................................</w:t>
      </w:r>
      <w:r>
        <w:t>..</w:t>
      </w:r>
      <w:r w:rsidRPr="00AF1D9B">
        <w:t>.........</w:t>
      </w:r>
    </w:p>
    <w:p w14:paraId="40459DFE" w14:textId="77777777" w:rsidR="00D83058" w:rsidRPr="002A07EC" w:rsidRDefault="00D83058" w:rsidP="00D83058">
      <w:pPr>
        <w:pStyle w:val="Styl1formularz"/>
        <w:numPr>
          <w:ilvl w:val="0"/>
          <w:numId w:val="0"/>
        </w:numPr>
        <w:spacing w:before="0"/>
        <w:ind w:left="709"/>
        <w:rPr>
          <w:i/>
        </w:rPr>
      </w:pPr>
      <w:r w:rsidRPr="002A07EC">
        <w:rPr>
          <w:bCs/>
          <w:i/>
          <w:iCs/>
          <w:sz w:val="18"/>
        </w:rPr>
        <w:t>(część zamówienia, nazwa podwykonawcy o ile jest znany)</w:t>
      </w:r>
    </w:p>
    <w:p w14:paraId="49CB016C" w14:textId="77777777" w:rsidR="00D83058" w:rsidRPr="00C713EC" w:rsidRDefault="00D83058" w:rsidP="00D83058">
      <w:pPr>
        <w:pStyle w:val="Styl1formularz"/>
      </w:pPr>
      <w:r w:rsidRPr="00C713EC">
        <w:t>Oświadczamy, że*</w:t>
      </w:r>
      <w:r>
        <w:rPr>
          <w:i/>
        </w:rPr>
        <w:t>(wybrać właściwe)</w:t>
      </w:r>
      <w:r w:rsidRPr="00C713EC">
        <w:t>:</w:t>
      </w:r>
    </w:p>
    <w:p w14:paraId="0C027882" w14:textId="6F63890D" w:rsidR="00D83058" w:rsidRPr="002A07EC" w:rsidRDefault="006B0B6E" w:rsidP="00ED5E0A">
      <w:pPr>
        <w:ind w:left="142"/>
        <w:rPr>
          <w:rFonts w:cs="Arial"/>
          <w:color w:val="000000"/>
          <w:sz w:val="20"/>
          <w:szCs w:val="20"/>
        </w:rPr>
      </w:pPr>
      <w:sdt>
        <w:sdtPr>
          <w:rPr>
            <w:rFonts w:cs="Arial"/>
            <w:sz w:val="20"/>
            <w:szCs w:val="20"/>
            <w:lang w:eastAsia="en-US"/>
          </w:rPr>
          <w:id w:val="174159785"/>
          <w14:checkbox>
            <w14:checked w14:val="0"/>
            <w14:checkedState w14:val="2612" w14:font="MS Gothic"/>
            <w14:uncheckedState w14:val="2610" w14:font="MS Gothic"/>
          </w14:checkbox>
        </w:sdtPr>
        <w:sdtContent>
          <w:r w:rsidR="00ED5E0A">
            <w:rPr>
              <w:rFonts w:ascii="MS Gothic" w:eastAsia="MS Gothic" w:hAnsi="MS Gothic" w:cs="Arial" w:hint="eastAsia"/>
              <w:sz w:val="20"/>
              <w:szCs w:val="20"/>
              <w:lang w:eastAsia="en-US"/>
            </w:rPr>
            <w:t>☐</w:t>
          </w:r>
        </w:sdtContent>
      </w:sdt>
      <w:r w:rsidR="00D83058">
        <w:rPr>
          <w:rFonts w:cs="Arial"/>
          <w:sz w:val="20"/>
          <w:szCs w:val="20"/>
          <w:lang w:eastAsia="en-US"/>
        </w:rPr>
        <w:t xml:space="preserve"> </w:t>
      </w:r>
      <w:r w:rsidR="00D83058" w:rsidRPr="002A07EC">
        <w:rPr>
          <w:rFonts w:cs="Arial"/>
          <w:sz w:val="20"/>
          <w:szCs w:val="20"/>
          <w:lang w:eastAsia="en-US"/>
        </w:rPr>
        <w:t>przekazujemy dane osobowe inne niż bezpośrednio nas dotyczące wobec czego:</w:t>
      </w:r>
    </w:p>
    <w:p w14:paraId="55D5D8C2" w14:textId="77777777" w:rsidR="00D83058" w:rsidRPr="007F6E2A" w:rsidRDefault="00D83058" w:rsidP="00D83058">
      <w:pPr>
        <w:pStyle w:val="Styla"/>
        <w:numPr>
          <w:ilvl w:val="0"/>
          <w:numId w:val="19"/>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t>niepublicznego</w:t>
      </w:r>
      <w:r w:rsidRPr="007F6E2A">
        <w:t xml:space="preserve"> w niniejszym post</w:t>
      </w:r>
      <w:r>
        <w:t>ę</w:t>
      </w:r>
      <w:r w:rsidRPr="007F6E2A">
        <w:t>powaniu;</w:t>
      </w:r>
    </w:p>
    <w:p w14:paraId="07E979E6" w14:textId="77777777" w:rsidR="00D83058" w:rsidRPr="007F6E2A" w:rsidRDefault="00D83058" w:rsidP="00D83058">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t>6</w:t>
      </w:r>
      <w:r w:rsidRPr="007F6E2A">
        <w:t xml:space="preserve"> </w:t>
      </w:r>
      <w:r>
        <w:t>SWZ</w:t>
      </w:r>
      <w:r w:rsidRPr="007F6E2A">
        <w:t>;</w:t>
      </w:r>
    </w:p>
    <w:p w14:paraId="22F623DB" w14:textId="77777777" w:rsidR="00D83058" w:rsidRDefault="00D83058" w:rsidP="00D83058">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t>;</w:t>
      </w:r>
    </w:p>
    <w:p w14:paraId="57CA3DFB" w14:textId="34C947BA" w:rsidR="00D83058" w:rsidRPr="002A07EC" w:rsidRDefault="006B0B6E" w:rsidP="00ED5E0A">
      <w:pPr>
        <w:autoSpaceDE w:val="0"/>
        <w:autoSpaceDN w:val="0"/>
        <w:spacing w:after="120" w:line="276" w:lineRule="auto"/>
        <w:ind w:left="426" w:hanging="283"/>
        <w:rPr>
          <w:rFonts w:eastAsia="Calibri" w:cs="Arial"/>
          <w:color w:val="000000"/>
          <w:sz w:val="20"/>
          <w:szCs w:val="20"/>
        </w:rPr>
      </w:pPr>
      <w:sdt>
        <w:sdtPr>
          <w:rPr>
            <w:rFonts w:cs="Arial"/>
            <w:sz w:val="20"/>
            <w:szCs w:val="20"/>
            <w:lang w:eastAsia="en-US"/>
          </w:rPr>
          <w:id w:val="-1342546319"/>
          <w14:checkbox>
            <w14:checked w14:val="0"/>
            <w14:checkedState w14:val="2612" w14:font="MS Gothic"/>
            <w14:uncheckedState w14:val="2610" w14:font="MS Gothic"/>
          </w14:checkbox>
        </w:sdtPr>
        <w:sdtContent>
          <w:r w:rsidR="00ED5E0A">
            <w:rPr>
              <w:rFonts w:ascii="MS Gothic" w:eastAsia="MS Gothic" w:hAnsi="MS Gothic" w:cs="Arial" w:hint="eastAsia"/>
              <w:sz w:val="20"/>
              <w:szCs w:val="20"/>
              <w:lang w:eastAsia="en-US"/>
            </w:rPr>
            <w:t>☐</w:t>
          </w:r>
        </w:sdtContent>
      </w:sdt>
      <w:r w:rsidR="00D83058">
        <w:rPr>
          <w:rFonts w:cs="Arial"/>
          <w:sz w:val="20"/>
          <w:szCs w:val="20"/>
          <w:lang w:eastAsia="en-US"/>
        </w:rPr>
        <w:t xml:space="preserve"> </w:t>
      </w:r>
      <w:r w:rsidR="00D83058" w:rsidRPr="002A07EC">
        <w:rPr>
          <w:rFonts w:cs="Arial"/>
          <w:sz w:val="20"/>
          <w:szCs w:val="20"/>
          <w:lang w:eastAsia="en-US"/>
        </w:rPr>
        <w:t>nie przekazujemy danych osobowych innych ni</w:t>
      </w:r>
      <w:r w:rsidR="00D83058">
        <w:rPr>
          <w:rFonts w:cs="Arial"/>
          <w:sz w:val="20"/>
          <w:szCs w:val="20"/>
          <w:lang w:eastAsia="en-US"/>
        </w:rPr>
        <w:t xml:space="preserve">ż bezpośrednio nas dotyczących  </w:t>
      </w:r>
      <w:r w:rsidR="00D83058" w:rsidRPr="002A07EC">
        <w:rPr>
          <w:rFonts w:cs="Arial"/>
          <w:sz w:val="20"/>
          <w:szCs w:val="20"/>
          <w:lang w:eastAsia="en-US"/>
        </w:rPr>
        <w:t>lub zachodzi wyłączenie stosowania obowiązku informacyjneg</w:t>
      </w:r>
      <w:r w:rsidR="00D83058">
        <w:rPr>
          <w:rFonts w:cs="Arial"/>
          <w:sz w:val="20"/>
          <w:szCs w:val="20"/>
          <w:lang w:eastAsia="en-US"/>
        </w:rPr>
        <w:t xml:space="preserve">o, stosownie do art. 13 ust. 4  </w:t>
      </w:r>
      <w:r w:rsidR="00D83058" w:rsidRPr="002A07EC">
        <w:rPr>
          <w:rFonts w:cs="Arial"/>
          <w:sz w:val="20"/>
          <w:szCs w:val="20"/>
          <w:lang w:eastAsia="en-US"/>
        </w:rPr>
        <w:t>lub art. 14 ust. 5 RODO.</w:t>
      </w:r>
    </w:p>
    <w:p w14:paraId="04B8B395" w14:textId="77777777" w:rsidR="00D83058" w:rsidRDefault="00D83058" w:rsidP="00D83058">
      <w:pPr>
        <w:pStyle w:val="Styl1formularz"/>
      </w:pPr>
      <w:r w:rsidRPr="00AE4C01">
        <w:t>Zachowamy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t>.</w:t>
      </w:r>
    </w:p>
    <w:p w14:paraId="3CCE1619" w14:textId="5F89FC7E" w:rsidR="00D83058" w:rsidRPr="003549ED" w:rsidRDefault="00D83058" w:rsidP="00D83058">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 xml:space="preserve">Informacje takie zawarte są na stronach od**……..  do** ……… w pliku/plikach o nazwie ….** </w:t>
      </w:r>
      <w:r w:rsidRPr="00AE4C01">
        <w:rPr>
          <w:i/>
          <w:color w:val="auto"/>
        </w:rPr>
        <w:t>(**wypełnić jeśli dotyczy).</w:t>
      </w:r>
    </w:p>
    <w:p w14:paraId="4BA8565F" w14:textId="253A9EA1" w:rsidR="003549ED" w:rsidRPr="00AE4C01" w:rsidRDefault="003549ED" w:rsidP="00D83058">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48CD0A4" w14:textId="77777777" w:rsidR="00D83058" w:rsidRPr="00536C32" w:rsidRDefault="00D83058" w:rsidP="00D83058">
      <w:pPr>
        <w:pStyle w:val="Styl1formularz"/>
        <w:spacing w:after="120"/>
        <w:rPr>
          <w:color w:val="auto"/>
        </w:rPr>
      </w:pPr>
      <w:r w:rsidRPr="00536C32">
        <w:rPr>
          <w:color w:val="auto"/>
        </w:rPr>
        <w:t>Wszelką korespondencję  dotyczącą niniejszego postępowania należy kierować na: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5674"/>
      </w:tblGrid>
      <w:tr w:rsidR="00D83058" w:rsidRPr="00ED5E0A" w14:paraId="0B257126" w14:textId="77777777" w:rsidTr="003549ED">
        <w:trPr>
          <w:trHeight w:val="284"/>
          <w:jc w:val="right"/>
        </w:trPr>
        <w:tc>
          <w:tcPr>
            <w:tcW w:w="2968" w:type="dxa"/>
            <w:vAlign w:val="center"/>
          </w:tcPr>
          <w:p w14:paraId="192CF0E8" w14:textId="77777777" w:rsidR="00D83058" w:rsidRPr="00ED5E0A" w:rsidRDefault="00D83058" w:rsidP="00ED5E0A">
            <w:pPr>
              <w:spacing w:line="240" w:lineRule="auto"/>
              <w:rPr>
                <w:rFonts w:cs="Arial"/>
                <w:sz w:val="18"/>
                <w:szCs w:val="20"/>
              </w:rPr>
            </w:pPr>
            <w:r w:rsidRPr="00ED5E0A">
              <w:rPr>
                <w:rFonts w:cs="Arial"/>
                <w:sz w:val="18"/>
                <w:szCs w:val="20"/>
              </w:rPr>
              <w:t xml:space="preserve">Imię i nazwisko </w:t>
            </w:r>
          </w:p>
        </w:tc>
        <w:tc>
          <w:tcPr>
            <w:tcW w:w="5674" w:type="dxa"/>
            <w:vAlign w:val="center"/>
          </w:tcPr>
          <w:p w14:paraId="6C22B923" w14:textId="77777777" w:rsidR="00D83058" w:rsidRPr="00ED5E0A" w:rsidRDefault="00D83058" w:rsidP="00ED5E0A">
            <w:pPr>
              <w:spacing w:line="240" w:lineRule="auto"/>
              <w:rPr>
                <w:rFonts w:cs="Arial"/>
                <w:sz w:val="18"/>
                <w:szCs w:val="20"/>
              </w:rPr>
            </w:pPr>
          </w:p>
        </w:tc>
      </w:tr>
      <w:tr w:rsidR="00D83058" w:rsidRPr="00ED5E0A" w14:paraId="41AE5378" w14:textId="77777777" w:rsidTr="003549ED">
        <w:trPr>
          <w:trHeight w:val="284"/>
          <w:jc w:val="right"/>
        </w:trPr>
        <w:tc>
          <w:tcPr>
            <w:tcW w:w="2968" w:type="dxa"/>
            <w:vAlign w:val="center"/>
          </w:tcPr>
          <w:p w14:paraId="367274FB" w14:textId="77777777" w:rsidR="00D83058" w:rsidRPr="00ED5E0A" w:rsidRDefault="00D83058" w:rsidP="00ED5E0A">
            <w:pPr>
              <w:spacing w:line="240" w:lineRule="auto"/>
              <w:rPr>
                <w:rFonts w:cs="Arial"/>
                <w:sz w:val="18"/>
                <w:szCs w:val="20"/>
              </w:rPr>
            </w:pPr>
            <w:r w:rsidRPr="00ED5E0A">
              <w:rPr>
                <w:rFonts w:cs="Arial"/>
                <w:sz w:val="18"/>
                <w:szCs w:val="20"/>
              </w:rPr>
              <w:t xml:space="preserve">Instytucja </w:t>
            </w:r>
          </w:p>
        </w:tc>
        <w:tc>
          <w:tcPr>
            <w:tcW w:w="5674" w:type="dxa"/>
            <w:vAlign w:val="center"/>
          </w:tcPr>
          <w:p w14:paraId="5FFE812C" w14:textId="77777777" w:rsidR="00D83058" w:rsidRPr="00ED5E0A" w:rsidRDefault="00D83058" w:rsidP="00ED5E0A">
            <w:pPr>
              <w:spacing w:line="240" w:lineRule="auto"/>
              <w:rPr>
                <w:rFonts w:cs="Arial"/>
                <w:sz w:val="18"/>
                <w:szCs w:val="20"/>
              </w:rPr>
            </w:pPr>
          </w:p>
        </w:tc>
      </w:tr>
      <w:tr w:rsidR="00D83058" w:rsidRPr="00ED5E0A" w14:paraId="748E0A4A" w14:textId="77777777" w:rsidTr="003549ED">
        <w:trPr>
          <w:trHeight w:val="284"/>
          <w:jc w:val="right"/>
        </w:trPr>
        <w:tc>
          <w:tcPr>
            <w:tcW w:w="2968" w:type="dxa"/>
            <w:vAlign w:val="center"/>
          </w:tcPr>
          <w:p w14:paraId="57C4FE4E" w14:textId="77777777" w:rsidR="00D83058" w:rsidRPr="00ED5E0A" w:rsidRDefault="00D83058" w:rsidP="00ED5E0A">
            <w:pPr>
              <w:spacing w:line="240" w:lineRule="auto"/>
              <w:rPr>
                <w:rFonts w:cs="Arial"/>
                <w:sz w:val="18"/>
                <w:szCs w:val="20"/>
              </w:rPr>
            </w:pPr>
            <w:r w:rsidRPr="00ED5E0A">
              <w:rPr>
                <w:rFonts w:cs="Arial"/>
                <w:sz w:val="18"/>
                <w:szCs w:val="20"/>
              </w:rPr>
              <w:t>Adres</w:t>
            </w:r>
          </w:p>
        </w:tc>
        <w:tc>
          <w:tcPr>
            <w:tcW w:w="5674" w:type="dxa"/>
            <w:vAlign w:val="center"/>
          </w:tcPr>
          <w:p w14:paraId="3B5CDCC3" w14:textId="77777777" w:rsidR="00D83058" w:rsidRPr="00ED5E0A" w:rsidRDefault="00D83058" w:rsidP="00ED5E0A">
            <w:pPr>
              <w:spacing w:line="240" w:lineRule="auto"/>
              <w:rPr>
                <w:rFonts w:cs="Arial"/>
                <w:sz w:val="18"/>
                <w:szCs w:val="20"/>
              </w:rPr>
            </w:pPr>
          </w:p>
        </w:tc>
      </w:tr>
      <w:tr w:rsidR="00D83058" w:rsidRPr="00ED5E0A" w14:paraId="1C8C944D" w14:textId="77777777" w:rsidTr="003549ED">
        <w:trPr>
          <w:trHeight w:val="284"/>
          <w:jc w:val="right"/>
        </w:trPr>
        <w:tc>
          <w:tcPr>
            <w:tcW w:w="2968" w:type="dxa"/>
            <w:vAlign w:val="center"/>
          </w:tcPr>
          <w:p w14:paraId="082DB6D7" w14:textId="77777777" w:rsidR="00D83058" w:rsidRPr="00ED5E0A" w:rsidRDefault="00D83058" w:rsidP="00ED5E0A">
            <w:pPr>
              <w:spacing w:line="240" w:lineRule="auto"/>
              <w:rPr>
                <w:rFonts w:cs="Arial"/>
                <w:sz w:val="18"/>
                <w:szCs w:val="20"/>
              </w:rPr>
            </w:pPr>
            <w:r w:rsidRPr="00ED5E0A">
              <w:rPr>
                <w:rFonts w:cs="Arial"/>
                <w:sz w:val="18"/>
                <w:szCs w:val="20"/>
              </w:rPr>
              <w:t>Nr telefonu</w:t>
            </w:r>
          </w:p>
        </w:tc>
        <w:tc>
          <w:tcPr>
            <w:tcW w:w="5674" w:type="dxa"/>
            <w:vAlign w:val="center"/>
          </w:tcPr>
          <w:p w14:paraId="5CCC169E" w14:textId="77777777" w:rsidR="00D83058" w:rsidRPr="00ED5E0A" w:rsidRDefault="00D83058" w:rsidP="00ED5E0A">
            <w:pPr>
              <w:spacing w:line="240" w:lineRule="auto"/>
              <w:rPr>
                <w:rFonts w:cs="Arial"/>
                <w:sz w:val="18"/>
                <w:szCs w:val="20"/>
              </w:rPr>
            </w:pPr>
          </w:p>
        </w:tc>
      </w:tr>
      <w:tr w:rsidR="00D83058" w:rsidRPr="00ED5E0A" w14:paraId="7135768B" w14:textId="77777777" w:rsidTr="003549ED">
        <w:trPr>
          <w:trHeight w:val="284"/>
          <w:jc w:val="right"/>
        </w:trPr>
        <w:tc>
          <w:tcPr>
            <w:tcW w:w="2968" w:type="dxa"/>
            <w:vAlign w:val="center"/>
          </w:tcPr>
          <w:p w14:paraId="58220CD6" w14:textId="77777777" w:rsidR="00D83058" w:rsidRPr="00ED5E0A" w:rsidRDefault="00D83058" w:rsidP="00ED5E0A">
            <w:pPr>
              <w:spacing w:line="240" w:lineRule="auto"/>
              <w:rPr>
                <w:rFonts w:cs="Arial"/>
                <w:sz w:val="18"/>
                <w:szCs w:val="20"/>
              </w:rPr>
            </w:pPr>
            <w:r w:rsidRPr="00ED5E0A">
              <w:rPr>
                <w:rFonts w:cs="Arial"/>
                <w:sz w:val="18"/>
                <w:szCs w:val="20"/>
              </w:rPr>
              <w:t>Nr faksu</w:t>
            </w:r>
          </w:p>
        </w:tc>
        <w:tc>
          <w:tcPr>
            <w:tcW w:w="5674" w:type="dxa"/>
            <w:vAlign w:val="center"/>
          </w:tcPr>
          <w:p w14:paraId="2D5356CB" w14:textId="77777777" w:rsidR="00D83058" w:rsidRPr="00ED5E0A" w:rsidRDefault="00D83058" w:rsidP="00ED5E0A">
            <w:pPr>
              <w:spacing w:line="240" w:lineRule="auto"/>
              <w:rPr>
                <w:rFonts w:cs="Arial"/>
                <w:sz w:val="18"/>
                <w:szCs w:val="20"/>
              </w:rPr>
            </w:pPr>
          </w:p>
        </w:tc>
      </w:tr>
      <w:tr w:rsidR="00D83058" w:rsidRPr="00ED5E0A" w14:paraId="19C97A40" w14:textId="77777777" w:rsidTr="003549ED">
        <w:trPr>
          <w:trHeight w:val="284"/>
          <w:jc w:val="right"/>
        </w:trPr>
        <w:tc>
          <w:tcPr>
            <w:tcW w:w="2968" w:type="dxa"/>
            <w:vAlign w:val="center"/>
          </w:tcPr>
          <w:p w14:paraId="2B11B9AB" w14:textId="77777777" w:rsidR="00D83058" w:rsidRPr="00ED5E0A" w:rsidRDefault="00D83058" w:rsidP="00ED5E0A">
            <w:pPr>
              <w:spacing w:line="240" w:lineRule="auto"/>
              <w:rPr>
                <w:rFonts w:cs="Arial"/>
                <w:sz w:val="18"/>
                <w:szCs w:val="20"/>
              </w:rPr>
            </w:pPr>
            <w:r w:rsidRPr="00ED5E0A">
              <w:rPr>
                <w:rFonts w:cs="Arial"/>
                <w:sz w:val="18"/>
                <w:szCs w:val="20"/>
              </w:rPr>
              <w:t>Adres e-mail</w:t>
            </w:r>
          </w:p>
        </w:tc>
        <w:tc>
          <w:tcPr>
            <w:tcW w:w="5674" w:type="dxa"/>
            <w:vAlign w:val="center"/>
          </w:tcPr>
          <w:p w14:paraId="620CA2AC" w14:textId="77777777" w:rsidR="00D83058" w:rsidRPr="00ED5E0A" w:rsidRDefault="00D83058" w:rsidP="00ED5E0A">
            <w:pPr>
              <w:spacing w:line="240" w:lineRule="auto"/>
              <w:rPr>
                <w:rFonts w:cs="Arial"/>
                <w:sz w:val="18"/>
                <w:szCs w:val="20"/>
              </w:rPr>
            </w:pPr>
          </w:p>
        </w:tc>
      </w:tr>
    </w:tbl>
    <w:p w14:paraId="09B3347E" w14:textId="7C776A9D" w:rsidR="00ED5E0A" w:rsidRDefault="00ED5E0A" w:rsidP="00D83058">
      <w:pPr>
        <w:autoSpaceDE w:val="0"/>
        <w:autoSpaceDN w:val="0"/>
        <w:spacing w:after="120" w:line="240" w:lineRule="auto"/>
        <w:rPr>
          <w:rFonts w:cs="Arial"/>
          <w:sz w:val="20"/>
          <w:szCs w:val="20"/>
          <w:u w:val="single"/>
        </w:rPr>
      </w:pPr>
    </w:p>
    <w:p w14:paraId="0C420E1C" w14:textId="77777777" w:rsidR="00ED5E0A" w:rsidRDefault="00ED5E0A" w:rsidP="00D83058">
      <w:pPr>
        <w:autoSpaceDE w:val="0"/>
        <w:autoSpaceDN w:val="0"/>
        <w:spacing w:after="120" w:line="240" w:lineRule="auto"/>
        <w:rPr>
          <w:rFonts w:cs="Arial"/>
          <w:sz w:val="20"/>
          <w:szCs w:val="20"/>
          <w:u w:val="single"/>
        </w:rPr>
      </w:pPr>
    </w:p>
    <w:p w14:paraId="48FB7527" w14:textId="1DE8DEAC" w:rsidR="00D83058" w:rsidRDefault="00D83058" w:rsidP="00D83058">
      <w:pPr>
        <w:autoSpaceDE w:val="0"/>
        <w:autoSpaceDN w:val="0"/>
        <w:spacing w:after="120" w:line="240" w:lineRule="auto"/>
        <w:rPr>
          <w:rFonts w:cs="Arial"/>
          <w:sz w:val="20"/>
          <w:szCs w:val="20"/>
        </w:rPr>
      </w:pPr>
      <w:r w:rsidRPr="002A07EC">
        <w:rPr>
          <w:rFonts w:cs="Arial"/>
          <w:sz w:val="20"/>
          <w:szCs w:val="20"/>
          <w:u w:val="single"/>
        </w:rPr>
        <w:t>Załączniki do niniejszej oferty</w:t>
      </w:r>
      <w:r w:rsidRPr="001F01E0">
        <w:rPr>
          <w:rFonts w:cs="Arial"/>
          <w:sz w:val="20"/>
          <w:szCs w:val="20"/>
        </w:rPr>
        <w:t xml:space="preserve">: </w:t>
      </w:r>
    </w:p>
    <w:p w14:paraId="71CA2704" w14:textId="77777777" w:rsidR="00D83058" w:rsidRDefault="00D83058" w:rsidP="00D83058">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7347BA16" w14:textId="77777777" w:rsidR="00D83058" w:rsidRPr="001F01E0" w:rsidRDefault="00D83058" w:rsidP="00D83058">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21BAE517" w14:textId="77777777" w:rsidR="00D83058" w:rsidRDefault="00D83058" w:rsidP="00D83058">
      <w:pPr>
        <w:autoSpaceDE w:val="0"/>
        <w:autoSpaceDN w:val="0"/>
        <w:rPr>
          <w:rFonts w:cs="Arial"/>
          <w:sz w:val="8"/>
          <w:szCs w:val="20"/>
        </w:rPr>
      </w:pPr>
    </w:p>
    <w:p w14:paraId="19F36A04" w14:textId="77777777" w:rsidR="00D83058" w:rsidRPr="00EC622F" w:rsidRDefault="00D83058" w:rsidP="00D83058">
      <w:pPr>
        <w:autoSpaceDE w:val="0"/>
        <w:autoSpaceDN w:val="0"/>
        <w:rPr>
          <w:rFonts w:cs="Arial"/>
          <w:sz w:val="8"/>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
        <w:gridCol w:w="3938"/>
        <w:gridCol w:w="2338"/>
        <w:gridCol w:w="2262"/>
      </w:tblGrid>
      <w:tr w:rsidR="00D83058" w:rsidRPr="00F0054B" w14:paraId="29DEF432" w14:textId="77777777" w:rsidTr="000125D6">
        <w:trPr>
          <w:cantSplit/>
          <w:trHeight w:val="703"/>
          <w:jc w:val="center"/>
        </w:trPr>
        <w:tc>
          <w:tcPr>
            <w:tcW w:w="289" w:type="pct"/>
            <w:vAlign w:val="center"/>
          </w:tcPr>
          <w:p w14:paraId="2A36D9F2" w14:textId="77777777" w:rsidR="00D83058" w:rsidRPr="00F0054B" w:rsidRDefault="00D83058" w:rsidP="000125D6">
            <w:pPr>
              <w:spacing w:line="240" w:lineRule="auto"/>
              <w:jc w:val="center"/>
              <w:rPr>
                <w:rFonts w:cs="Arial"/>
                <w:bCs/>
                <w:sz w:val="18"/>
                <w:szCs w:val="18"/>
              </w:rPr>
            </w:pPr>
            <w:r w:rsidRPr="00F0054B">
              <w:rPr>
                <w:rFonts w:cs="Arial"/>
                <w:bCs/>
                <w:sz w:val="18"/>
                <w:szCs w:val="18"/>
              </w:rPr>
              <w:t>Lp.</w:t>
            </w:r>
          </w:p>
        </w:tc>
        <w:tc>
          <w:tcPr>
            <w:tcW w:w="2173" w:type="pct"/>
            <w:vAlign w:val="center"/>
          </w:tcPr>
          <w:p w14:paraId="1553DF20" w14:textId="77777777" w:rsidR="00D83058" w:rsidRPr="00F0054B" w:rsidRDefault="00D83058" w:rsidP="000125D6">
            <w:pPr>
              <w:spacing w:line="240" w:lineRule="auto"/>
              <w:jc w:val="center"/>
              <w:rPr>
                <w:rFonts w:cs="Arial"/>
                <w:bCs/>
                <w:sz w:val="18"/>
                <w:szCs w:val="18"/>
              </w:rPr>
            </w:pPr>
            <w:r w:rsidRPr="00F0054B">
              <w:rPr>
                <w:rFonts w:cs="Arial"/>
                <w:bCs/>
                <w:sz w:val="18"/>
                <w:szCs w:val="18"/>
              </w:rPr>
              <w:t>Nazwisko i imię osoby(osób)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w:t>
            </w:r>
            <w:proofErr w:type="spellStart"/>
            <w:r w:rsidRPr="00F0054B">
              <w:rPr>
                <w:rFonts w:cs="Arial"/>
                <w:bCs/>
                <w:sz w:val="18"/>
                <w:szCs w:val="18"/>
              </w:rPr>
              <w:t>ych</w:t>
            </w:r>
            <w:proofErr w:type="spellEnd"/>
            <w:r w:rsidRPr="00F0054B">
              <w:rPr>
                <w:rFonts w:cs="Arial"/>
                <w:bCs/>
                <w:sz w:val="18"/>
                <w:szCs w:val="18"/>
              </w:rPr>
              <w:t>) pełnomocnictwo</w:t>
            </w:r>
          </w:p>
        </w:tc>
        <w:tc>
          <w:tcPr>
            <w:tcW w:w="1290" w:type="pct"/>
            <w:vAlign w:val="center"/>
          </w:tcPr>
          <w:p w14:paraId="4DA389AB" w14:textId="77777777" w:rsidR="00D83058" w:rsidRPr="00F0054B" w:rsidRDefault="00D83058" w:rsidP="000125D6">
            <w:pPr>
              <w:spacing w:line="240" w:lineRule="auto"/>
              <w:jc w:val="center"/>
              <w:rPr>
                <w:rFonts w:cs="Arial"/>
                <w:bCs/>
                <w:sz w:val="18"/>
                <w:szCs w:val="18"/>
              </w:rPr>
            </w:pPr>
            <w:r w:rsidRPr="00F0054B">
              <w:rPr>
                <w:rFonts w:cs="Arial"/>
                <w:bCs/>
                <w:sz w:val="18"/>
                <w:szCs w:val="18"/>
              </w:rPr>
              <w:t xml:space="preserve">Podpis(y) osoby(osób) </w:t>
            </w:r>
          </w:p>
          <w:p w14:paraId="15E5440F" w14:textId="77777777" w:rsidR="00D83058" w:rsidRPr="00F0054B" w:rsidRDefault="00D83058" w:rsidP="000125D6">
            <w:pPr>
              <w:spacing w:line="240" w:lineRule="auto"/>
              <w:jc w:val="center"/>
              <w:rPr>
                <w:rFonts w:cs="Arial"/>
                <w:bCs/>
                <w:sz w:val="18"/>
                <w:szCs w:val="18"/>
              </w:rPr>
            </w:pPr>
            <w:r w:rsidRPr="00F0054B">
              <w:rPr>
                <w:rFonts w:cs="Arial"/>
                <w:bCs/>
                <w:sz w:val="18"/>
                <w:szCs w:val="18"/>
              </w:rPr>
              <w:t>Uprawnionej</w:t>
            </w:r>
            <w:r>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249" w:type="pct"/>
            <w:vAlign w:val="center"/>
          </w:tcPr>
          <w:p w14:paraId="1770AC3F" w14:textId="77777777" w:rsidR="00D83058" w:rsidRPr="00F0054B" w:rsidRDefault="00D83058" w:rsidP="000125D6">
            <w:pPr>
              <w:spacing w:line="240" w:lineRule="auto"/>
              <w:jc w:val="center"/>
              <w:rPr>
                <w:rFonts w:cs="Arial"/>
                <w:bCs/>
                <w:sz w:val="18"/>
                <w:szCs w:val="18"/>
              </w:rPr>
            </w:pPr>
            <w:r w:rsidRPr="00F0054B">
              <w:rPr>
                <w:rFonts w:cs="Arial"/>
                <w:bCs/>
                <w:sz w:val="18"/>
                <w:szCs w:val="18"/>
              </w:rPr>
              <w:t>Miejscowość</w:t>
            </w:r>
          </w:p>
          <w:p w14:paraId="588CBA96" w14:textId="77777777" w:rsidR="00D83058" w:rsidRPr="00F0054B" w:rsidRDefault="00D83058" w:rsidP="000125D6">
            <w:pPr>
              <w:spacing w:line="240" w:lineRule="auto"/>
              <w:jc w:val="center"/>
              <w:rPr>
                <w:rFonts w:cs="Arial"/>
                <w:bCs/>
                <w:sz w:val="18"/>
                <w:szCs w:val="18"/>
              </w:rPr>
            </w:pPr>
            <w:r w:rsidRPr="00F0054B">
              <w:rPr>
                <w:rFonts w:cs="Arial"/>
                <w:bCs/>
                <w:sz w:val="18"/>
                <w:szCs w:val="18"/>
              </w:rPr>
              <w:t xml:space="preserve"> i data</w:t>
            </w:r>
          </w:p>
        </w:tc>
      </w:tr>
      <w:tr w:rsidR="00D83058" w:rsidRPr="00F0054B" w14:paraId="468CD743" w14:textId="77777777" w:rsidTr="000125D6">
        <w:trPr>
          <w:cantSplit/>
          <w:trHeight w:val="674"/>
          <w:jc w:val="center"/>
        </w:trPr>
        <w:tc>
          <w:tcPr>
            <w:tcW w:w="289" w:type="pct"/>
            <w:vAlign w:val="center"/>
          </w:tcPr>
          <w:p w14:paraId="694AE4A0" w14:textId="77777777" w:rsidR="00D83058" w:rsidRPr="00F0054B" w:rsidRDefault="00D83058" w:rsidP="000125D6">
            <w:pPr>
              <w:rPr>
                <w:rFonts w:cs="Arial"/>
                <w:b/>
                <w:sz w:val="18"/>
                <w:szCs w:val="18"/>
              </w:rPr>
            </w:pPr>
          </w:p>
        </w:tc>
        <w:tc>
          <w:tcPr>
            <w:tcW w:w="2173" w:type="pct"/>
            <w:vAlign w:val="center"/>
          </w:tcPr>
          <w:p w14:paraId="7931AC62" w14:textId="77777777" w:rsidR="00D83058" w:rsidRPr="00F0054B" w:rsidRDefault="00D83058" w:rsidP="000125D6">
            <w:pPr>
              <w:rPr>
                <w:rFonts w:cs="Arial"/>
                <w:b/>
                <w:sz w:val="18"/>
                <w:szCs w:val="18"/>
              </w:rPr>
            </w:pPr>
          </w:p>
        </w:tc>
        <w:tc>
          <w:tcPr>
            <w:tcW w:w="1290" w:type="pct"/>
            <w:vAlign w:val="center"/>
          </w:tcPr>
          <w:p w14:paraId="01AF18C7" w14:textId="77777777" w:rsidR="00D83058" w:rsidRPr="00F0054B" w:rsidRDefault="00D83058" w:rsidP="000125D6">
            <w:pPr>
              <w:rPr>
                <w:rFonts w:cs="Arial"/>
                <w:b/>
                <w:sz w:val="18"/>
                <w:szCs w:val="18"/>
              </w:rPr>
            </w:pPr>
          </w:p>
        </w:tc>
        <w:tc>
          <w:tcPr>
            <w:tcW w:w="1249" w:type="pct"/>
            <w:vAlign w:val="center"/>
          </w:tcPr>
          <w:p w14:paraId="3556306F" w14:textId="77777777" w:rsidR="00D83058" w:rsidRPr="00F0054B" w:rsidRDefault="00D83058" w:rsidP="000125D6">
            <w:pPr>
              <w:rPr>
                <w:rFonts w:cs="Arial"/>
                <w:b/>
                <w:sz w:val="18"/>
                <w:szCs w:val="18"/>
              </w:rPr>
            </w:pPr>
          </w:p>
        </w:tc>
      </w:tr>
    </w:tbl>
    <w:p w14:paraId="1021CF63" w14:textId="7F6F5143" w:rsidR="000125D6" w:rsidRDefault="000125D6" w:rsidP="008F3D9B">
      <w:pPr>
        <w:pStyle w:val="StylZa"/>
      </w:pPr>
    </w:p>
    <w:p w14:paraId="6C8D6389" w14:textId="77777777" w:rsidR="000125D6" w:rsidRDefault="000125D6">
      <w:pPr>
        <w:spacing w:line="240" w:lineRule="auto"/>
        <w:jc w:val="left"/>
        <w:rPr>
          <w:rFonts w:cs="Calibri"/>
          <w:b/>
          <w:iCs/>
          <w:color w:val="000000"/>
          <w:sz w:val="20"/>
          <w:szCs w:val="22"/>
          <w:lang w:eastAsia="en-US"/>
        </w:rPr>
      </w:pPr>
      <w:r>
        <w:br w:type="page"/>
      </w:r>
    </w:p>
    <w:p w14:paraId="298DBC87" w14:textId="741CCE43" w:rsidR="00087C7C" w:rsidRPr="006116C4" w:rsidRDefault="00087C7C" w:rsidP="008F3D9B">
      <w:pPr>
        <w:pStyle w:val="StylZa"/>
      </w:pPr>
      <w:r w:rsidRPr="006116C4">
        <w:lastRenderedPageBreak/>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2C97C005" w14:textId="77777777" w:rsidR="000125D6" w:rsidRDefault="000125D6" w:rsidP="000125D6">
      <w:pPr>
        <w:pStyle w:val="StylZa"/>
      </w:pPr>
      <w:r>
        <w:lastRenderedPageBreak/>
        <w:t xml:space="preserve">Załącznik nr 4a do SWZ </w:t>
      </w:r>
    </w:p>
    <w:p w14:paraId="54AE4413" w14:textId="34D84A03" w:rsidR="000125D6" w:rsidRDefault="000125D6" w:rsidP="000125D6">
      <w:pPr>
        <w:pStyle w:val="Styltytuza"/>
      </w:pPr>
      <w:r>
        <w:rPr>
          <w:noProof/>
          <w:lang w:eastAsia="pl-PL"/>
        </w:rPr>
        <mc:AlternateContent>
          <mc:Choice Requires="wps">
            <w:drawing>
              <wp:anchor distT="4294967289" distB="4294967289" distL="114300" distR="114300" simplePos="0" relativeHeight="251666432" behindDoc="0" locked="0" layoutInCell="0" allowOverlap="1" wp14:anchorId="22D41D3F" wp14:editId="19358266">
                <wp:simplePos x="0" y="0"/>
                <wp:positionH relativeFrom="margin">
                  <wp:align>right</wp:align>
                </wp:positionH>
                <wp:positionV relativeFrom="paragraph">
                  <wp:posOffset>304800</wp:posOffset>
                </wp:positionV>
                <wp:extent cx="5760085" cy="0"/>
                <wp:effectExtent l="0" t="0" r="31115" b="19050"/>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7179B3" id="Łącznik prosty 4" o:spid="_x0000_s1026" style="position:absolute;z-index:251666432;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from="402.35pt,24pt" to="855.9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" o:allowincell="f">
                <w10:wrap anchorx="margin"/>
              </v:line>
            </w:pict>
          </mc:Fallback>
        </mc:AlternateContent>
      </w:r>
      <w:r>
        <w:t xml:space="preserve">Oświadczenie o spełnianiu warunków udziału w postępowaniu </w:t>
      </w:r>
    </w:p>
    <w:p w14:paraId="3C7678F3" w14:textId="77777777" w:rsidR="000125D6" w:rsidRDefault="000125D6" w:rsidP="000125D6">
      <w:pPr>
        <w:pStyle w:val="xl114"/>
        <w:tabs>
          <w:tab w:val="left" w:pos="9160"/>
          <w:tab w:val="left" w:pos="10076"/>
          <w:tab w:val="left" w:pos="10992"/>
          <w:tab w:val="left" w:pos="11908"/>
          <w:tab w:val="left" w:pos="12824"/>
          <w:tab w:val="left" w:pos="13740"/>
          <w:tab w:val="left" w:pos="14656"/>
        </w:tabs>
        <w:spacing w:before="0" w:beforeAutospacing="0" w:after="120" w:afterAutospacing="0" w:line="276" w:lineRule="auto"/>
        <w:jc w:val="both"/>
        <w:rPr>
          <w:rFonts w:ascii="Arial" w:hAnsi="Arial" w:cs="Arial"/>
          <w:b w:val="0"/>
          <w:bCs w:val="0"/>
          <w:color w:val="auto"/>
          <w:sz w:val="20"/>
          <w:szCs w:val="20"/>
        </w:rPr>
      </w:pPr>
    </w:p>
    <w:tbl>
      <w:tblPr>
        <w:tblW w:w="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552"/>
        <w:gridCol w:w="5521"/>
      </w:tblGrid>
      <w:tr w:rsidR="000125D6" w14:paraId="3CCBCE95" w14:textId="77777777" w:rsidTr="000125D6">
        <w:trPr>
          <w:cantSplit/>
          <w:trHeight w:hRule="exact" w:val="931"/>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hideMark/>
          </w:tcPr>
          <w:p w14:paraId="280AD945" w14:textId="77777777" w:rsidR="000125D6" w:rsidRDefault="000125D6">
            <w:pPr>
              <w:spacing w:line="240" w:lineRule="auto"/>
              <w:rPr>
                <w:rFonts w:cs="Arial"/>
                <w:b/>
                <w:color w:val="FFFFFF"/>
                <w:sz w:val="20"/>
                <w:szCs w:val="20"/>
              </w:rPr>
            </w:pPr>
            <w:r>
              <w:rPr>
                <w:rFonts w:cs="Arial"/>
                <w:b/>
                <w:color w:val="FFFFFF"/>
                <w:sz w:val="20"/>
                <w:szCs w:val="20"/>
              </w:rPr>
              <w:t>Dane Wykonawcy:</w:t>
            </w:r>
          </w:p>
        </w:tc>
        <w:tc>
          <w:tcPr>
            <w:tcW w:w="5521" w:type="dxa"/>
            <w:tcBorders>
              <w:top w:val="single" w:sz="6" w:space="0" w:color="auto"/>
              <w:left w:val="single" w:sz="6" w:space="0" w:color="auto"/>
              <w:bottom w:val="single" w:sz="6" w:space="0" w:color="auto"/>
              <w:right w:val="single" w:sz="6" w:space="0" w:color="auto"/>
            </w:tcBorders>
            <w:vAlign w:val="center"/>
          </w:tcPr>
          <w:p w14:paraId="433E017C" w14:textId="77777777" w:rsidR="000125D6" w:rsidRDefault="000125D6">
            <w:pPr>
              <w:spacing w:line="240" w:lineRule="auto"/>
              <w:rPr>
                <w:rFonts w:cs="Arial"/>
                <w:sz w:val="20"/>
                <w:szCs w:val="20"/>
              </w:rPr>
            </w:pPr>
          </w:p>
        </w:tc>
      </w:tr>
      <w:tr w:rsidR="000125D6" w14:paraId="23B43CAE" w14:textId="77777777" w:rsidTr="000125D6">
        <w:trPr>
          <w:cantSplit/>
          <w:trHeight w:hRule="exact" w:val="1253"/>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hideMark/>
          </w:tcPr>
          <w:p w14:paraId="71C1107A" w14:textId="77777777" w:rsidR="000125D6" w:rsidRDefault="000125D6">
            <w:pPr>
              <w:spacing w:line="240" w:lineRule="auto"/>
              <w:rPr>
                <w:rFonts w:cs="Arial"/>
                <w:b/>
                <w:color w:val="FFFFFF"/>
                <w:sz w:val="20"/>
                <w:szCs w:val="20"/>
              </w:rPr>
            </w:pPr>
            <w:r>
              <w:rPr>
                <w:rFonts w:cs="Arial"/>
                <w:b/>
                <w:color w:val="FFFFFF"/>
                <w:sz w:val="20"/>
                <w:szCs w:val="20"/>
              </w:rPr>
              <w:t xml:space="preserve">Adres Wykonawcy: </w:t>
            </w:r>
          </w:p>
          <w:p w14:paraId="16A21D2C" w14:textId="77777777" w:rsidR="000125D6" w:rsidRDefault="000125D6">
            <w:pPr>
              <w:spacing w:line="240" w:lineRule="auto"/>
              <w:rPr>
                <w:rFonts w:cs="Arial"/>
                <w:b/>
                <w:color w:val="FFFFFF"/>
                <w:sz w:val="20"/>
                <w:szCs w:val="20"/>
              </w:rPr>
            </w:pPr>
            <w:r>
              <w:rPr>
                <w:rFonts w:cs="Arial"/>
                <w:b/>
                <w:color w:val="FFFFFF"/>
                <w:sz w:val="20"/>
                <w:szCs w:val="20"/>
              </w:rPr>
              <w:t xml:space="preserve">kod, miejscowość </w:t>
            </w:r>
          </w:p>
          <w:p w14:paraId="6445D668" w14:textId="77777777" w:rsidR="000125D6" w:rsidRDefault="000125D6">
            <w:pPr>
              <w:spacing w:line="240" w:lineRule="auto"/>
              <w:rPr>
                <w:rFonts w:cs="Arial"/>
                <w:b/>
                <w:color w:val="FFFFFF"/>
                <w:sz w:val="20"/>
                <w:szCs w:val="20"/>
              </w:rPr>
            </w:pPr>
            <w:r>
              <w:rPr>
                <w:rFonts w:cs="Arial"/>
                <w:b/>
                <w:color w:val="FFFFFF"/>
                <w:sz w:val="20"/>
                <w:szCs w:val="20"/>
              </w:rPr>
              <w:t>ulica, nr lokalu</w:t>
            </w:r>
          </w:p>
        </w:tc>
        <w:tc>
          <w:tcPr>
            <w:tcW w:w="5521" w:type="dxa"/>
            <w:tcBorders>
              <w:top w:val="single" w:sz="6" w:space="0" w:color="auto"/>
              <w:left w:val="single" w:sz="6" w:space="0" w:color="auto"/>
              <w:bottom w:val="single" w:sz="6" w:space="0" w:color="auto"/>
              <w:right w:val="single" w:sz="6" w:space="0" w:color="auto"/>
            </w:tcBorders>
            <w:vAlign w:val="center"/>
          </w:tcPr>
          <w:p w14:paraId="663F412D" w14:textId="77777777" w:rsidR="000125D6" w:rsidRDefault="000125D6">
            <w:pPr>
              <w:spacing w:line="240" w:lineRule="auto"/>
              <w:ind w:right="1064"/>
              <w:rPr>
                <w:rFonts w:cs="Arial"/>
                <w:sz w:val="20"/>
                <w:szCs w:val="20"/>
              </w:rPr>
            </w:pPr>
          </w:p>
        </w:tc>
      </w:tr>
    </w:tbl>
    <w:p w14:paraId="5488B72D" w14:textId="77777777" w:rsidR="000125D6" w:rsidRDefault="000125D6" w:rsidP="000125D6">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BE81CA1" w14:textId="7344D9E4" w:rsidR="000125D6" w:rsidRDefault="000125D6" w:rsidP="000125D6">
      <w:pPr>
        <w:pStyle w:val="Nagwek"/>
        <w:spacing w:line="276" w:lineRule="auto"/>
        <w:rPr>
          <w:rFonts w:cs="Arial"/>
          <w:sz w:val="20"/>
          <w:szCs w:val="20"/>
        </w:rPr>
      </w:pPr>
      <w:r>
        <w:rPr>
          <w:rFonts w:cs="Arial"/>
          <w:sz w:val="20"/>
          <w:szCs w:val="20"/>
        </w:rPr>
        <w:t xml:space="preserve">Składając ofertę w zamówieniu niepublicznym prowadzonym w trybie przetargu nieograniczonego pn. </w:t>
      </w:r>
      <w:r w:rsidR="006B0B6E">
        <w:rPr>
          <w:rFonts w:cs="Arial"/>
          <w:sz w:val="20"/>
          <w:szCs w:val="20"/>
        </w:rPr>
        <w:t>„</w:t>
      </w:r>
      <w:r w:rsidR="006B0B6E" w:rsidRPr="006B0B6E">
        <w:rPr>
          <w:rFonts w:cs="Arial"/>
          <w:b/>
          <w:sz w:val="20"/>
          <w:szCs w:val="20"/>
        </w:rPr>
        <w:t>Remont pomieszczeń w budynku L1</w:t>
      </w:r>
      <w:r w:rsidR="006B0B6E" w:rsidRPr="00D45E03">
        <w:rPr>
          <w:rFonts w:cs="Arial"/>
          <w:sz w:val="20"/>
          <w:szCs w:val="20"/>
        </w:rPr>
        <w:t>”</w:t>
      </w:r>
      <w:r w:rsidR="006B0B6E" w:rsidRPr="00052764">
        <w:rPr>
          <w:rFonts w:cs="Arial"/>
          <w:sz w:val="20"/>
          <w:szCs w:val="20"/>
        </w:rPr>
        <w:t xml:space="preserve">, numer postępowania: </w:t>
      </w:r>
      <w:r w:rsidR="006B0B6E" w:rsidRPr="006B0B6E">
        <w:rPr>
          <w:rFonts w:cs="Arial"/>
          <w:b/>
          <w:sz w:val="20"/>
          <w:szCs w:val="20"/>
        </w:rPr>
        <w:t>NP/PGNG/24/0834/OL/SWO</w:t>
      </w:r>
    </w:p>
    <w:p w14:paraId="329F19D1" w14:textId="77777777" w:rsidR="000125D6" w:rsidRDefault="000125D6" w:rsidP="000125D6">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oświadczamy że:</w:t>
      </w:r>
    </w:p>
    <w:p w14:paraId="1CAE2BCA" w14:textId="77777777" w:rsidR="000125D6" w:rsidRDefault="000125D6" w:rsidP="000125D6">
      <w:pPr>
        <w:pStyle w:val="xl114"/>
        <w:numPr>
          <w:ilvl w:val="0"/>
          <w:numId w:val="36"/>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Pr>
          <w:rFonts w:ascii="Arial" w:hAnsi="Arial" w:cs="Arial"/>
          <w:b w:val="0"/>
          <w:color w:val="auto"/>
          <w:sz w:val="20"/>
          <w:szCs w:val="20"/>
        </w:rPr>
        <w:t>posiadamy uprawnienia do wykonywania określonej działalności lub czynności, jeżeli przepisy prawa nakładają obowiązek posiadania takich uprawnień,</w:t>
      </w:r>
    </w:p>
    <w:p w14:paraId="60D29516" w14:textId="77777777" w:rsidR="000125D6" w:rsidRDefault="000125D6" w:rsidP="000125D6">
      <w:pPr>
        <w:pStyle w:val="xl114"/>
        <w:numPr>
          <w:ilvl w:val="0"/>
          <w:numId w:val="36"/>
        </w:numPr>
        <w:spacing w:before="120" w:beforeAutospacing="0" w:after="0" w:afterAutospacing="0" w:line="276" w:lineRule="auto"/>
        <w:ind w:left="426" w:hanging="426"/>
        <w:jc w:val="both"/>
        <w:rPr>
          <w:rFonts w:ascii="Arial" w:hAnsi="Arial" w:cs="Arial"/>
          <w:b w:val="0"/>
          <w:bCs w:val="0"/>
          <w:color w:val="auto"/>
          <w:sz w:val="20"/>
          <w:szCs w:val="20"/>
        </w:rPr>
      </w:pPr>
      <w:r>
        <w:rPr>
          <w:rFonts w:ascii="Arial" w:hAnsi="Arial" w:cs="Arial"/>
          <w:b w:val="0"/>
          <w:iCs/>
          <w:color w:val="auto"/>
          <w:sz w:val="20"/>
          <w:szCs w:val="20"/>
        </w:rPr>
        <w:t>posiadamy zdolność techniczną lub zawodową tj. niezbędną wiedzę i doświadczenie</w:t>
      </w:r>
      <w:r>
        <w:rPr>
          <w:rFonts w:ascii="Arial" w:hAnsi="Arial" w:cs="Arial"/>
          <w:b w:val="0"/>
          <w:color w:val="auto"/>
          <w:sz w:val="20"/>
          <w:szCs w:val="20"/>
        </w:rPr>
        <w:t xml:space="preserve">, </w:t>
      </w:r>
      <w:r>
        <w:rPr>
          <w:rFonts w:ascii="Arial" w:hAnsi="Arial" w:cs="Arial"/>
          <w:b w:val="0"/>
          <w:iCs/>
          <w:color w:val="auto"/>
          <w:sz w:val="20"/>
          <w:szCs w:val="20"/>
        </w:rPr>
        <w:t>posiadamy potencjał techniczny, a także dysponujemy osobami zdolnymi do wykonania przedmiotu zamówienia,</w:t>
      </w:r>
    </w:p>
    <w:p w14:paraId="09AE4962" w14:textId="77777777" w:rsidR="000125D6" w:rsidRDefault="000125D6" w:rsidP="000125D6">
      <w:pPr>
        <w:pStyle w:val="xl114"/>
        <w:numPr>
          <w:ilvl w:val="0"/>
          <w:numId w:val="36"/>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Pr>
          <w:rFonts w:ascii="Arial" w:hAnsi="Arial" w:cs="Arial"/>
          <w:b w:val="0"/>
          <w:bCs w:val="0"/>
          <w:color w:val="auto"/>
          <w:sz w:val="20"/>
          <w:szCs w:val="20"/>
        </w:rPr>
        <w:t>znajdujemy się w sytuacji finansowej i ekonomicznej zapewniającej wykonanie zamówienia.</w:t>
      </w:r>
    </w:p>
    <w:p w14:paraId="7E41E6A6" w14:textId="77777777" w:rsidR="000125D6" w:rsidRDefault="000125D6" w:rsidP="000125D6">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413A7B65" w14:textId="77777777" w:rsidR="000125D6" w:rsidRDefault="000125D6" w:rsidP="000125D6">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4"/>
        <w:gridCol w:w="3938"/>
        <w:gridCol w:w="2338"/>
        <w:gridCol w:w="2262"/>
      </w:tblGrid>
      <w:tr w:rsidR="000125D6" w14:paraId="45B3F9BC" w14:textId="77777777" w:rsidTr="000125D6">
        <w:trPr>
          <w:cantSplit/>
          <w:trHeight w:val="703"/>
          <w:jc w:val="center"/>
        </w:trPr>
        <w:tc>
          <w:tcPr>
            <w:tcW w:w="289" w:type="pct"/>
            <w:tcBorders>
              <w:top w:val="single" w:sz="4" w:space="0" w:color="auto"/>
              <w:left w:val="single" w:sz="4" w:space="0" w:color="auto"/>
              <w:bottom w:val="single" w:sz="4" w:space="0" w:color="auto"/>
              <w:right w:val="single" w:sz="4" w:space="0" w:color="auto"/>
            </w:tcBorders>
            <w:vAlign w:val="center"/>
            <w:hideMark/>
          </w:tcPr>
          <w:p w14:paraId="7B9CACBA" w14:textId="77777777" w:rsidR="000125D6" w:rsidRDefault="000125D6">
            <w:pPr>
              <w:spacing w:line="240" w:lineRule="auto"/>
              <w:jc w:val="center"/>
              <w:rPr>
                <w:rFonts w:cs="Arial"/>
                <w:bCs/>
                <w:sz w:val="18"/>
                <w:szCs w:val="18"/>
              </w:rPr>
            </w:pPr>
            <w:r>
              <w:rPr>
                <w:rFonts w:cs="Arial"/>
                <w:bCs/>
                <w:sz w:val="18"/>
                <w:szCs w:val="18"/>
              </w:rPr>
              <w:t>Lp.</w:t>
            </w:r>
          </w:p>
        </w:tc>
        <w:tc>
          <w:tcPr>
            <w:tcW w:w="2173" w:type="pct"/>
            <w:tcBorders>
              <w:top w:val="single" w:sz="4" w:space="0" w:color="auto"/>
              <w:left w:val="single" w:sz="4" w:space="0" w:color="auto"/>
              <w:bottom w:val="single" w:sz="4" w:space="0" w:color="auto"/>
              <w:right w:val="single" w:sz="4" w:space="0" w:color="auto"/>
            </w:tcBorders>
            <w:vAlign w:val="center"/>
            <w:hideMark/>
          </w:tcPr>
          <w:p w14:paraId="449B5002" w14:textId="77777777" w:rsidR="000125D6" w:rsidRDefault="000125D6">
            <w:pPr>
              <w:spacing w:line="240" w:lineRule="auto"/>
              <w:jc w:val="center"/>
              <w:rPr>
                <w:rFonts w:cs="Arial"/>
                <w:bCs/>
                <w:sz w:val="18"/>
                <w:szCs w:val="18"/>
              </w:rPr>
            </w:pPr>
            <w:r>
              <w:rPr>
                <w:rFonts w:cs="Arial"/>
                <w:bCs/>
                <w:sz w:val="18"/>
                <w:szCs w:val="18"/>
              </w:rPr>
              <w:t>Nazwisko i imię osoby(osób) uprawnionej(</w:t>
            </w:r>
            <w:proofErr w:type="spellStart"/>
            <w:r>
              <w:rPr>
                <w:rFonts w:cs="Arial"/>
                <w:bCs/>
                <w:sz w:val="18"/>
                <w:szCs w:val="18"/>
              </w:rPr>
              <w:t>ych</w:t>
            </w:r>
            <w:proofErr w:type="spellEnd"/>
            <w:r>
              <w:rPr>
                <w:rFonts w:cs="Arial"/>
                <w:bCs/>
                <w:sz w:val="18"/>
                <w:szCs w:val="18"/>
              </w:rPr>
              <w:t>) do występowania w obrocie prawnym lub posiadającej(</w:t>
            </w:r>
            <w:proofErr w:type="spellStart"/>
            <w:r>
              <w:rPr>
                <w:rFonts w:cs="Arial"/>
                <w:bCs/>
                <w:sz w:val="18"/>
                <w:szCs w:val="18"/>
              </w:rPr>
              <w:t>ych</w:t>
            </w:r>
            <w:proofErr w:type="spellEnd"/>
            <w:r>
              <w:rPr>
                <w:rFonts w:cs="Arial"/>
                <w:bCs/>
                <w:sz w:val="18"/>
                <w:szCs w:val="18"/>
              </w:rPr>
              <w:t>) pełnomocnictwo</w:t>
            </w:r>
          </w:p>
        </w:tc>
        <w:tc>
          <w:tcPr>
            <w:tcW w:w="1290" w:type="pct"/>
            <w:tcBorders>
              <w:top w:val="single" w:sz="4" w:space="0" w:color="auto"/>
              <w:left w:val="single" w:sz="4" w:space="0" w:color="auto"/>
              <w:bottom w:val="single" w:sz="4" w:space="0" w:color="auto"/>
              <w:right w:val="single" w:sz="4" w:space="0" w:color="auto"/>
            </w:tcBorders>
            <w:vAlign w:val="center"/>
            <w:hideMark/>
          </w:tcPr>
          <w:p w14:paraId="1559410F" w14:textId="77777777" w:rsidR="000125D6" w:rsidRDefault="000125D6">
            <w:pPr>
              <w:spacing w:line="240" w:lineRule="auto"/>
              <w:jc w:val="center"/>
              <w:rPr>
                <w:rFonts w:cs="Arial"/>
                <w:bCs/>
                <w:sz w:val="18"/>
                <w:szCs w:val="18"/>
              </w:rPr>
            </w:pPr>
            <w:r>
              <w:rPr>
                <w:rFonts w:cs="Arial"/>
                <w:bCs/>
                <w:sz w:val="18"/>
                <w:szCs w:val="18"/>
              </w:rPr>
              <w:t xml:space="preserve">Podpis(y) osoby(osób) </w:t>
            </w:r>
          </w:p>
          <w:p w14:paraId="1C21983F" w14:textId="77777777" w:rsidR="000125D6" w:rsidRDefault="000125D6">
            <w:pPr>
              <w:spacing w:line="240" w:lineRule="auto"/>
              <w:jc w:val="center"/>
              <w:rPr>
                <w:rFonts w:cs="Arial"/>
                <w:bCs/>
                <w:sz w:val="18"/>
                <w:szCs w:val="18"/>
              </w:rPr>
            </w:pPr>
            <w:r>
              <w:rPr>
                <w:rFonts w:cs="Arial"/>
                <w:bCs/>
                <w:sz w:val="18"/>
                <w:szCs w:val="18"/>
              </w:rPr>
              <w:t>Uprawnionej(</w:t>
            </w:r>
            <w:proofErr w:type="spellStart"/>
            <w:r>
              <w:rPr>
                <w:rFonts w:cs="Arial"/>
                <w:bCs/>
                <w:sz w:val="18"/>
                <w:szCs w:val="18"/>
              </w:rPr>
              <w:t>ych</w:t>
            </w:r>
            <w:proofErr w:type="spellEnd"/>
            <w:r>
              <w:rPr>
                <w:rFonts w:cs="Arial"/>
                <w:bCs/>
                <w:sz w:val="18"/>
                <w:szCs w:val="18"/>
              </w:rPr>
              <w:t>)</w:t>
            </w:r>
          </w:p>
        </w:tc>
        <w:tc>
          <w:tcPr>
            <w:tcW w:w="1249" w:type="pct"/>
            <w:tcBorders>
              <w:top w:val="single" w:sz="4" w:space="0" w:color="auto"/>
              <w:left w:val="single" w:sz="4" w:space="0" w:color="auto"/>
              <w:bottom w:val="single" w:sz="4" w:space="0" w:color="auto"/>
              <w:right w:val="single" w:sz="4" w:space="0" w:color="auto"/>
            </w:tcBorders>
            <w:vAlign w:val="center"/>
            <w:hideMark/>
          </w:tcPr>
          <w:p w14:paraId="4FDA5A6A" w14:textId="77777777" w:rsidR="000125D6" w:rsidRDefault="000125D6">
            <w:pPr>
              <w:spacing w:line="240" w:lineRule="auto"/>
              <w:jc w:val="center"/>
              <w:rPr>
                <w:rFonts w:cs="Arial"/>
                <w:bCs/>
                <w:sz w:val="18"/>
                <w:szCs w:val="18"/>
              </w:rPr>
            </w:pPr>
            <w:r>
              <w:rPr>
                <w:rFonts w:cs="Arial"/>
                <w:bCs/>
                <w:sz w:val="18"/>
                <w:szCs w:val="18"/>
              </w:rPr>
              <w:t>Miejscowość</w:t>
            </w:r>
          </w:p>
          <w:p w14:paraId="06CB70D3" w14:textId="77777777" w:rsidR="000125D6" w:rsidRDefault="000125D6">
            <w:pPr>
              <w:spacing w:line="240" w:lineRule="auto"/>
              <w:jc w:val="center"/>
              <w:rPr>
                <w:rFonts w:cs="Arial"/>
                <w:bCs/>
                <w:sz w:val="18"/>
                <w:szCs w:val="18"/>
              </w:rPr>
            </w:pPr>
            <w:r>
              <w:rPr>
                <w:rFonts w:cs="Arial"/>
                <w:bCs/>
                <w:sz w:val="18"/>
                <w:szCs w:val="18"/>
              </w:rPr>
              <w:t xml:space="preserve"> i data</w:t>
            </w:r>
          </w:p>
        </w:tc>
      </w:tr>
      <w:tr w:rsidR="000125D6" w14:paraId="3D42E409" w14:textId="77777777" w:rsidTr="000125D6">
        <w:trPr>
          <w:cantSplit/>
          <w:trHeight w:val="674"/>
          <w:jc w:val="center"/>
        </w:trPr>
        <w:tc>
          <w:tcPr>
            <w:tcW w:w="289" w:type="pct"/>
            <w:tcBorders>
              <w:top w:val="single" w:sz="4" w:space="0" w:color="auto"/>
              <w:left w:val="single" w:sz="4" w:space="0" w:color="auto"/>
              <w:bottom w:val="single" w:sz="4" w:space="0" w:color="auto"/>
              <w:right w:val="single" w:sz="4" w:space="0" w:color="auto"/>
            </w:tcBorders>
            <w:vAlign w:val="center"/>
          </w:tcPr>
          <w:p w14:paraId="24808C26" w14:textId="77777777" w:rsidR="000125D6" w:rsidRDefault="000125D6">
            <w:pPr>
              <w:rPr>
                <w:rFonts w:cs="Arial"/>
                <w:b/>
                <w:sz w:val="18"/>
                <w:szCs w:val="18"/>
              </w:rPr>
            </w:pPr>
          </w:p>
        </w:tc>
        <w:tc>
          <w:tcPr>
            <w:tcW w:w="2173" w:type="pct"/>
            <w:tcBorders>
              <w:top w:val="single" w:sz="4" w:space="0" w:color="auto"/>
              <w:left w:val="single" w:sz="4" w:space="0" w:color="auto"/>
              <w:bottom w:val="single" w:sz="4" w:space="0" w:color="auto"/>
              <w:right w:val="single" w:sz="4" w:space="0" w:color="auto"/>
            </w:tcBorders>
            <w:vAlign w:val="center"/>
          </w:tcPr>
          <w:p w14:paraId="728D4207" w14:textId="77777777" w:rsidR="000125D6" w:rsidRDefault="000125D6">
            <w:pPr>
              <w:rPr>
                <w:rFonts w:cs="Arial"/>
                <w:b/>
                <w:sz w:val="18"/>
                <w:szCs w:val="18"/>
              </w:rPr>
            </w:pPr>
          </w:p>
        </w:tc>
        <w:tc>
          <w:tcPr>
            <w:tcW w:w="1290" w:type="pct"/>
            <w:tcBorders>
              <w:top w:val="single" w:sz="4" w:space="0" w:color="auto"/>
              <w:left w:val="single" w:sz="4" w:space="0" w:color="auto"/>
              <w:bottom w:val="single" w:sz="4" w:space="0" w:color="auto"/>
              <w:right w:val="single" w:sz="4" w:space="0" w:color="auto"/>
            </w:tcBorders>
            <w:vAlign w:val="center"/>
          </w:tcPr>
          <w:p w14:paraId="302AF789" w14:textId="77777777" w:rsidR="000125D6" w:rsidRDefault="000125D6">
            <w:pPr>
              <w:rPr>
                <w:rFonts w:cs="Arial"/>
                <w:b/>
                <w:sz w:val="18"/>
                <w:szCs w:val="18"/>
              </w:rPr>
            </w:pPr>
          </w:p>
        </w:tc>
        <w:tc>
          <w:tcPr>
            <w:tcW w:w="1249" w:type="pct"/>
            <w:tcBorders>
              <w:top w:val="single" w:sz="4" w:space="0" w:color="auto"/>
              <w:left w:val="single" w:sz="4" w:space="0" w:color="auto"/>
              <w:bottom w:val="single" w:sz="4" w:space="0" w:color="auto"/>
              <w:right w:val="single" w:sz="4" w:space="0" w:color="auto"/>
            </w:tcBorders>
            <w:vAlign w:val="center"/>
          </w:tcPr>
          <w:p w14:paraId="7B67194F" w14:textId="77777777" w:rsidR="000125D6" w:rsidRDefault="000125D6">
            <w:pPr>
              <w:rPr>
                <w:rFonts w:cs="Arial"/>
                <w:b/>
                <w:sz w:val="18"/>
                <w:szCs w:val="18"/>
              </w:rPr>
            </w:pPr>
          </w:p>
        </w:tc>
      </w:tr>
    </w:tbl>
    <w:p w14:paraId="4A32FC52" w14:textId="77777777" w:rsidR="000125D6" w:rsidRDefault="000125D6" w:rsidP="000125D6">
      <w:pPr>
        <w:pStyle w:val="StylZa"/>
      </w:pPr>
      <w:r>
        <w:rPr>
          <w:b w:val="0"/>
          <w:iCs w:val="0"/>
        </w:rPr>
        <w:br w:type="page"/>
      </w:r>
      <w:r>
        <w:lastRenderedPageBreak/>
        <w:t xml:space="preserve">Załącznik nr 4b do SWZ </w:t>
      </w:r>
    </w:p>
    <w:p w14:paraId="2106A178" w14:textId="4CED9923" w:rsidR="000125D6" w:rsidRDefault="000125D6" w:rsidP="000125D6">
      <w:pPr>
        <w:pStyle w:val="Styltytuza"/>
        <w:rPr>
          <w:caps/>
        </w:rPr>
      </w:pPr>
      <w:r>
        <w:rPr>
          <w:noProof/>
          <w:lang w:eastAsia="pl-PL"/>
        </w:rPr>
        <mc:AlternateContent>
          <mc:Choice Requires="wps">
            <w:drawing>
              <wp:anchor distT="4294967289" distB="4294967289" distL="114300" distR="114300" simplePos="0" relativeHeight="251667456" behindDoc="0" locked="0" layoutInCell="1" allowOverlap="1" wp14:anchorId="3E72CA0F" wp14:editId="356709BE">
                <wp:simplePos x="0" y="0"/>
                <wp:positionH relativeFrom="margin">
                  <wp:align>right</wp:align>
                </wp:positionH>
                <wp:positionV relativeFrom="paragraph">
                  <wp:posOffset>284480</wp:posOffset>
                </wp:positionV>
                <wp:extent cx="5749290" cy="0"/>
                <wp:effectExtent l="0" t="0" r="22860" b="1905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86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7E8825" id="Łącznik prosty 3" o:spid="_x0000_s1026" style="position:absolute;flip:y;z-index:251667456;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from="401.5pt,22.4pt" to="854.2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">
                <w10:wrap anchorx="margin"/>
              </v:line>
            </w:pict>
          </mc:Fallback>
        </mc:AlternateContent>
      </w:r>
      <w:r>
        <w:t>Oświadczenie o niepodleganiu wykluczeniu z postępowania</w:t>
      </w:r>
    </w:p>
    <w:p w14:paraId="166D3D9B" w14:textId="77777777" w:rsidR="000125D6" w:rsidRDefault="000125D6" w:rsidP="000125D6">
      <w:pPr>
        <w:pStyle w:val="xl30"/>
        <w:tabs>
          <w:tab w:val="left" w:pos="9160"/>
          <w:tab w:val="left" w:pos="10076"/>
          <w:tab w:val="left" w:pos="10992"/>
          <w:tab w:val="left" w:pos="11908"/>
          <w:tab w:val="left" w:pos="12824"/>
          <w:tab w:val="left" w:pos="13740"/>
          <w:tab w:val="left" w:pos="14656"/>
        </w:tabs>
        <w:spacing w:before="0" w:beforeAutospacing="0" w:after="120" w:afterAutospacing="0" w:line="276" w:lineRule="auto"/>
        <w:jc w:val="both"/>
        <w:rPr>
          <w:rFonts w:ascii="Arial" w:hAnsi="Arial" w:cs="Arial"/>
          <w:sz w:val="20"/>
          <w:szCs w:val="20"/>
        </w:rPr>
      </w:pPr>
    </w:p>
    <w:tbl>
      <w:tblPr>
        <w:tblW w:w="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552"/>
        <w:gridCol w:w="5521"/>
      </w:tblGrid>
      <w:tr w:rsidR="000125D6" w14:paraId="3F547779" w14:textId="77777777" w:rsidTr="000125D6">
        <w:trPr>
          <w:cantSplit/>
          <w:trHeight w:hRule="exact" w:val="931"/>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hideMark/>
          </w:tcPr>
          <w:p w14:paraId="77E121F2" w14:textId="77777777" w:rsidR="000125D6" w:rsidRDefault="000125D6">
            <w:pPr>
              <w:spacing w:line="240" w:lineRule="auto"/>
              <w:rPr>
                <w:rFonts w:cs="Arial"/>
                <w:b/>
                <w:color w:val="FFFFFF"/>
                <w:sz w:val="20"/>
                <w:szCs w:val="20"/>
              </w:rPr>
            </w:pPr>
            <w:r>
              <w:rPr>
                <w:rFonts w:cs="Arial"/>
                <w:b/>
                <w:color w:val="FFFFFF"/>
                <w:sz w:val="20"/>
                <w:szCs w:val="20"/>
              </w:rPr>
              <w:t>Dane Wykonawcy:</w:t>
            </w:r>
          </w:p>
        </w:tc>
        <w:tc>
          <w:tcPr>
            <w:tcW w:w="5521" w:type="dxa"/>
            <w:tcBorders>
              <w:top w:val="single" w:sz="6" w:space="0" w:color="auto"/>
              <w:left w:val="single" w:sz="6" w:space="0" w:color="auto"/>
              <w:bottom w:val="single" w:sz="6" w:space="0" w:color="auto"/>
              <w:right w:val="single" w:sz="6" w:space="0" w:color="auto"/>
            </w:tcBorders>
            <w:vAlign w:val="center"/>
          </w:tcPr>
          <w:p w14:paraId="12E03B6D" w14:textId="77777777" w:rsidR="000125D6" w:rsidRDefault="000125D6">
            <w:pPr>
              <w:spacing w:line="240" w:lineRule="auto"/>
              <w:rPr>
                <w:rFonts w:cs="Arial"/>
                <w:sz w:val="20"/>
                <w:szCs w:val="20"/>
              </w:rPr>
            </w:pPr>
          </w:p>
        </w:tc>
      </w:tr>
      <w:tr w:rsidR="000125D6" w14:paraId="3374FB58" w14:textId="77777777" w:rsidTr="000125D6">
        <w:trPr>
          <w:cantSplit/>
          <w:trHeight w:hRule="exact" w:val="1253"/>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hideMark/>
          </w:tcPr>
          <w:p w14:paraId="2678439C" w14:textId="77777777" w:rsidR="000125D6" w:rsidRDefault="000125D6">
            <w:pPr>
              <w:spacing w:line="240" w:lineRule="auto"/>
              <w:rPr>
                <w:rFonts w:cs="Arial"/>
                <w:b/>
                <w:color w:val="FFFFFF"/>
                <w:sz w:val="20"/>
                <w:szCs w:val="20"/>
              </w:rPr>
            </w:pPr>
            <w:r>
              <w:rPr>
                <w:rFonts w:cs="Arial"/>
                <w:b/>
                <w:color w:val="FFFFFF"/>
                <w:sz w:val="20"/>
                <w:szCs w:val="20"/>
              </w:rPr>
              <w:t xml:space="preserve">Adres Wykonawcy: </w:t>
            </w:r>
          </w:p>
          <w:p w14:paraId="6EC68BAA" w14:textId="77777777" w:rsidR="000125D6" w:rsidRDefault="000125D6">
            <w:pPr>
              <w:spacing w:line="240" w:lineRule="auto"/>
              <w:rPr>
                <w:rFonts w:cs="Arial"/>
                <w:b/>
                <w:color w:val="FFFFFF"/>
                <w:sz w:val="20"/>
                <w:szCs w:val="20"/>
              </w:rPr>
            </w:pPr>
            <w:r>
              <w:rPr>
                <w:rFonts w:cs="Arial"/>
                <w:b/>
                <w:color w:val="FFFFFF"/>
                <w:sz w:val="20"/>
                <w:szCs w:val="20"/>
              </w:rPr>
              <w:t xml:space="preserve">kod, miejscowość </w:t>
            </w:r>
          </w:p>
          <w:p w14:paraId="51E8EA59" w14:textId="77777777" w:rsidR="000125D6" w:rsidRDefault="000125D6">
            <w:pPr>
              <w:spacing w:line="240" w:lineRule="auto"/>
              <w:rPr>
                <w:rFonts w:cs="Arial"/>
                <w:b/>
                <w:color w:val="FFFFFF"/>
                <w:sz w:val="20"/>
                <w:szCs w:val="20"/>
              </w:rPr>
            </w:pPr>
            <w:r>
              <w:rPr>
                <w:rFonts w:cs="Arial"/>
                <w:b/>
                <w:color w:val="FFFFFF"/>
                <w:sz w:val="20"/>
                <w:szCs w:val="20"/>
              </w:rPr>
              <w:t>ulica, nr lokalu</w:t>
            </w:r>
          </w:p>
        </w:tc>
        <w:tc>
          <w:tcPr>
            <w:tcW w:w="5521" w:type="dxa"/>
            <w:tcBorders>
              <w:top w:val="single" w:sz="6" w:space="0" w:color="auto"/>
              <w:left w:val="single" w:sz="6" w:space="0" w:color="auto"/>
              <w:bottom w:val="single" w:sz="6" w:space="0" w:color="auto"/>
              <w:right w:val="single" w:sz="6" w:space="0" w:color="auto"/>
            </w:tcBorders>
            <w:vAlign w:val="center"/>
          </w:tcPr>
          <w:p w14:paraId="6F734041" w14:textId="77777777" w:rsidR="000125D6" w:rsidRDefault="000125D6">
            <w:pPr>
              <w:spacing w:line="240" w:lineRule="auto"/>
              <w:ind w:right="1064"/>
              <w:rPr>
                <w:rFonts w:cs="Arial"/>
                <w:sz w:val="20"/>
                <w:szCs w:val="20"/>
              </w:rPr>
            </w:pPr>
          </w:p>
        </w:tc>
      </w:tr>
    </w:tbl>
    <w:p w14:paraId="29DB3104" w14:textId="77777777" w:rsidR="000125D6" w:rsidRDefault="000125D6" w:rsidP="000125D6">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8F43C52" w14:textId="0C023A18" w:rsidR="000125D6" w:rsidRDefault="000125D6" w:rsidP="000125D6">
      <w:pPr>
        <w:pStyle w:val="Nagwek"/>
        <w:spacing w:line="276" w:lineRule="auto"/>
        <w:rPr>
          <w:rFonts w:cs="Arial"/>
          <w:sz w:val="20"/>
          <w:szCs w:val="20"/>
        </w:rPr>
      </w:pPr>
      <w:r>
        <w:rPr>
          <w:rFonts w:cs="Arial"/>
          <w:sz w:val="20"/>
          <w:szCs w:val="20"/>
        </w:rPr>
        <w:t xml:space="preserve">Składając ofertę w zamówieniu niepublicznym prowadzonym w trybie przetargu nieograniczonego pn.  </w:t>
      </w:r>
      <w:r w:rsidR="006B0B6E">
        <w:rPr>
          <w:rFonts w:cs="Arial"/>
          <w:sz w:val="20"/>
          <w:szCs w:val="20"/>
        </w:rPr>
        <w:t>„</w:t>
      </w:r>
      <w:r w:rsidR="006B0B6E" w:rsidRPr="006B0B6E">
        <w:rPr>
          <w:rFonts w:cs="Arial"/>
          <w:b/>
          <w:sz w:val="20"/>
          <w:szCs w:val="20"/>
        </w:rPr>
        <w:t>Remont pomieszczeń w budynku L1</w:t>
      </w:r>
      <w:r w:rsidR="006B0B6E" w:rsidRPr="00D45E03">
        <w:rPr>
          <w:rFonts w:cs="Arial"/>
          <w:sz w:val="20"/>
          <w:szCs w:val="20"/>
        </w:rPr>
        <w:t>”</w:t>
      </w:r>
      <w:r w:rsidR="006B0B6E" w:rsidRPr="00052764">
        <w:rPr>
          <w:rFonts w:cs="Arial"/>
          <w:sz w:val="20"/>
          <w:szCs w:val="20"/>
        </w:rPr>
        <w:t xml:space="preserve">, numer postępowania: </w:t>
      </w:r>
      <w:r w:rsidR="006B0B6E" w:rsidRPr="006B0B6E">
        <w:rPr>
          <w:rFonts w:cs="Arial"/>
          <w:b/>
          <w:sz w:val="20"/>
          <w:szCs w:val="20"/>
        </w:rPr>
        <w:t>NP/PGNG/24/0834/OL/SWO</w:t>
      </w:r>
    </w:p>
    <w:p w14:paraId="2CBAF5C6" w14:textId="77777777" w:rsidR="000125D6" w:rsidRDefault="000125D6" w:rsidP="000125D6">
      <w:pPr>
        <w:pStyle w:val="Nagwek"/>
        <w:spacing w:line="276" w:lineRule="auto"/>
        <w:rPr>
          <w:rFonts w:cs="Arial"/>
          <w:b/>
          <w:sz w:val="20"/>
          <w:szCs w:val="20"/>
        </w:rPr>
      </w:pPr>
    </w:p>
    <w:p w14:paraId="1B737A8F" w14:textId="77777777" w:rsidR="000125D6" w:rsidRDefault="000125D6" w:rsidP="000125D6">
      <w:pPr>
        <w:rPr>
          <w:rFonts w:cs="Arial"/>
          <w:sz w:val="20"/>
          <w:szCs w:val="20"/>
        </w:rPr>
      </w:pPr>
      <w:r>
        <w:rPr>
          <w:rFonts w:cs="Arial"/>
          <w:sz w:val="20"/>
          <w:szCs w:val="20"/>
        </w:rPr>
        <w:t xml:space="preserve">oraz przyjmując do wiadomości, że z postępowania o udzielenie zamówienia </w:t>
      </w:r>
      <w:r>
        <w:rPr>
          <w:rFonts w:cs="Arial"/>
          <w:bCs/>
          <w:sz w:val="20"/>
          <w:szCs w:val="20"/>
        </w:rPr>
        <w:t>wyklucza się</w:t>
      </w:r>
      <w:r>
        <w:rPr>
          <w:rFonts w:cs="Arial"/>
          <w:sz w:val="20"/>
          <w:szCs w:val="20"/>
        </w:rPr>
        <w:t>:</w:t>
      </w:r>
    </w:p>
    <w:p w14:paraId="38317A52" w14:textId="77777777" w:rsidR="000125D6" w:rsidRDefault="000125D6" w:rsidP="000125D6">
      <w:pPr>
        <w:pStyle w:val="Akapitzlist"/>
        <w:numPr>
          <w:ilvl w:val="0"/>
          <w:numId w:val="37"/>
        </w:numPr>
        <w:autoSpaceDE w:val="0"/>
        <w:autoSpaceDN w:val="0"/>
        <w:adjustRightInd w:val="0"/>
        <w:spacing w:line="276" w:lineRule="auto"/>
        <w:rPr>
          <w:rFonts w:cs="Arial"/>
          <w:sz w:val="20"/>
          <w:szCs w:val="20"/>
        </w:rPr>
      </w:pPr>
      <w:r>
        <w:rPr>
          <w:rFonts w:cs="Arial"/>
          <w:sz w:val="20"/>
          <w:szCs w:val="20"/>
        </w:rPr>
        <w:t>Wykonawców, którzy w ciągu ostatnich trzech lat przed wszczęciem postępowania wyrządzili szkodę Zespołowi Oddziałów Polskie Górnictwo Naftowe i Gazownictwo  ORLEN Spółki Akcyjnej lub Spółce Zależnej (status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p>
    <w:p w14:paraId="5D2E625F" w14:textId="77777777" w:rsidR="000125D6" w:rsidRDefault="000125D6" w:rsidP="000125D6">
      <w:pPr>
        <w:pStyle w:val="Akapitzlist"/>
        <w:numPr>
          <w:ilvl w:val="0"/>
          <w:numId w:val="37"/>
        </w:numPr>
        <w:autoSpaceDE w:val="0"/>
        <w:autoSpaceDN w:val="0"/>
        <w:adjustRightInd w:val="0"/>
        <w:spacing w:line="276" w:lineRule="auto"/>
        <w:rPr>
          <w:rFonts w:cs="Arial"/>
          <w:sz w:val="20"/>
          <w:szCs w:val="20"/>
        </w:rPr>
      </w:pPr>
      <w:r>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p>
    <w:p w14:paraId="5780B465" w14:textId="77777777" w:rsidR="000125D6" w:rsidRDefault="000125D6" w:rsidP="000125D6">
      <w:pPr>
        <w:pStyle w:val="Akapitzlist"/>
        <w:numPr>
          <w:ilvl w:val="0"/>
          <w:numId w:val="37"/>
        </w:numPr>
        <w:autoSpaceDE w:val="0"/>
        <w:autoSpaceDN w:val="0"/>
        <w:adjustRightInd w:val="0"/>
        <w:spacing w:line="276" w:lineRule="auto"/>
        <w:rPr>
          <w:rFonts w:cs="Arial"/>
          <w:sz w:val="20"/>
          <w:szCs w:val="20"/>
        </w:rPr>
      </w:pPr>
      <w:r>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p>
    <w:p w14:paraId="7F957761" w14:textId="77777777" w:rsidR="000125D6" w:rsidRDefault="000125D6" w:rsidP="000125D6">
      <w:pPr>
        <w:pStyle w:val="Akapitzlist"/>
        <w:numPr>
          <w:ilvl w:val="0"/>
          <w:numId w:val="37"/>
        </w:numPr>
        <w:autoSpaceDE w:val="0"/>
        <w:autoSpaceDN w:val="0"/>
        <w:adjustRightInd w:val="0"/>
        <w:spacing w:line="276" w:lineRule="auto"/>
        <w:rPr>
          <w:rFonts w:cs="Arial"/>
          <w:sz w:val="20"/>
          <w:szCs w:val="20"/>
        </w:rPr>
      </w:pPr>
      <w:r>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p>
    <w:p w14:paraId="2411CBA3" w14:textId="77777777" w:rsidR="000125D6" w:rsidRDefault="000125D6" w:rsidP="000125D6">
      <w:pPr>
        <w:pStyle w:val="Akapitzlist"/>
        <w:numPr>
          <w:ilvl w:val="0"/>
          <w:numId w:val="37"/>
        </w:numPr>
        <w:autoSpaceDE w:val="0"/>
        <w:autoSpaceDN w:val="0"/>
        <w:adjustRightInd w:val="0"/>
        <w:spacing w:line="276" w:lineRule="auto"/>
        <w:rPr>
          <w:rFonts w:cs="Arial"/>
          <w:sz w:val="20"/>
          <w:szCs w:val="20"/>
        </w:rPr>
      </w:pPr>
      <w:r>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p>
    <w:p w14:paraId="59BDE862" w14:textId="77777777" w:rsidR="000125D6" w:rsidRDefault="000125D6" w:rsidP="000125D6">
      <w:pPr>
        <w:pStyle w:val="Akapitzlist"/>
        <w:numPr>
          <w:ilvl w:val="0"/>
          <w:numId w:val="37"/>
        </w:numPr>
        <w:autoSpaceDE w:val="0"/>
        <w:autoSpaceDN w:val="0"/>
        <w:adjustRightInd w:val="0"/>
        <w:spacing w:line="276" w:lineRule="auto"/>
        <w:rPr>
          <w:rFonts w:cs="Arial"/>
          <w:sz w:val="20"/>
          <w:szCs w:val="20"/>
        </w:rPr>
      </w:pPr>
      <w:r>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5, jeżeli podmiot zbiorowy nie wdrożył środków naprawczych i prewencyjnych (</w:t>
      </w:r>
      <w:proofErr w:type="spellStart"/>
      <w:r>
        <w:rPr>
          <w:rFonts w:cs="Arial"/>
          <w:sz w:val="20"/>
          <w:szCs w:val="20"/>
        </w:rPr>
        <w:t>self-cleaning</w:t>
      </w:r>
      <w:proofErr w:type="spellEnd"/>
      <w:r>
        <w:rPr>
          <w:rFonts w:cs="Arial"/>
          <w:sz w:val="20"/>
          <w:szCs w:val="20"/>
        </w:rPr>
        <w:t>).</w:t>
      </w:r>
    </w:p>
    <w:p w14:paraId="6588CBF8" w14:textId="77777777" w:rsidR="000125D6" w:rsidRDefault="000125D6" w:rsidP="000125D6">
      <w:pPr>
        <w:pStyle w:val="Akapitzlist"/>
        <w:numPr>
          <w:ilvl w:val="0"/>
          <w:numId w:val="37"/>
        </w:numPr>
        <w:autoSpaceDE w:val="0"/>
        <w:autoSpaceDN w:val="0"/>
        <w:adjustRightInd w:val="0"/>
        <w:spacing w:line="276" w:lineRule="auto"/>
        <w:rPr>
          <w:rFonts w:cs="Arial"/>
          <w:sz w:val="20"/>
          <w:szCs w:val="20"/>
        </w:rPr>
      </w:pPr>
      <w:r>
        <w:rPr>
          <w:rFonts w:cs="Arial"/>
          <w:sz w:val="20"/>
          <w:szCs w:val="20"/>
        </w:rPr>
        <w:lastRenderedPageBreak/>
        <w:t>Wykonawców, będących adresatami lub zarządzanych przez adresatów lub powiązanych z 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Grupy.</w:t>
      </w:r>
    </w:p>
    <w:p w14:paraId="4C05D72A" w14:textId="77777777" w:rsidR="000125D6" w:rsidRDefault="000125D6" w:rsidP="000125D6">
      <w:pPr>
        <w:pStyle w:val="Akapitzlist"/>
        <w:numPr>
          <w:ilvl w:val="0"/>
          <w:numId w:val="37"/>
        </w:numPr>
        <w:autoSpaceDE w:val="0"/>
        <w:autoSpaceDN w:val="0"/>
        <w:adjustRightInd w:val="0"/>
        <w:spacing w:line="276" w:lineRule="auto"/>
        <w:rPr>
          <w:rFonts w:cs="Arial"/>
          <w:sz w:val="20"/>
          <w:szCs w:val="20"/>
        </w:rPr>
      </w:pPr>
      <w:r>
        <w:rPr>
          <w:rFonts w:cs="Arial"/>
          <w:sz w:val="20"/>
          <w:szCs w:val="20"/>
        </w:rPr>
        <w:t>Wykonawców, o których osoby biorące udział w prowadzonym Postępowaniu mają wiedzę, że:</w:t>
      </w:r>
    </w:p>
    <w:p w14:paraId="171C3995" w14:textId="77777777" w:rsidR="000125D6" w:rsidRDefault="000125D6" w:rsidP="000125D6">
      <w:pPr>
        <w:pStyle w:val="Akapitzlist"/>
        <w:autoSpaceDE w:val="0"/>
        <w:autoSpaceDN w:val="0"/>
        <w:adjustRightInd w:val="0"/>
        <w:spacing w:line="276" w:lineRule="auto"/>
        <w:ind w:left="851" w:hanging="142"/>
        <w:rPr>
          <w:rFonts w:cs="Arial"/>
          <w:sz w:val="20"/>
          <w:szCs w:val="20"/>
        </w:rPr>
      </w:pPr>
      <w:r>
        <w:rPr>
          <w:rFonts w:cs="Arial"/>
          <w:sz w:val="20"/>
          <w:szCs w:val="20"/>
        </w:rPr>
        <w:t>- są pracownikami lub osobami najbliższymi pracowników Zespołu Oddziałów Polskie Górnictwo Naftowe i Gazownictwo  ORLEN Spółki Akcyjnej lub Spółki Zależnej, lub</w:t>
      </w:r>
    </w:p>
    <w:p w14:paraId="30D9BC02" w14:textId="77777777" w:rsidR="000125D6" w:rsidRDefault="000125D6" w:rsidP="000125D6">
      <w:pPr>
        <w:pStyle w:val="Akapitzlist"/>
        <w:autoSpaceDE w:val="0"/>
        <w:autoSpaceDN w:val="0"/>
        <w:adjustRightInd w:val="0"/>
        <w:spacing w:line="276" w:lineRule="auto"/>
        <w:ind w:left="851" w:hanging="142"/>
        <w:rPr>
          <w:rFonts w:cs="Arial"/>
          <w:sz w:val="20"/>
          <w:szCs w:val="20"/>
        </w:rPr>
      </w:pPr>
      <w:r>
        <w:rPr>
          <w:rFonts w:cs="Arial"/>
          <w:sz w:val="20"/>
          <w:szCs w:val="20"/>
        </w:rPr>
        <w:t>- są podmiotami, w których pracownicy lub osoby najbliższe pracowników Zespołu Oddziałów Polskie Górnictwo Naftowe i Gazownictwo  ORLEN Spółki Akcyjnej lub Spółki Zależnej są właścicielami, udziałowcami lub członkami organów zarządzających, lub</w:t>
      </w:r>
    </w:p>
    <w:p w14:paraId="2C0E5904" w14:textId="77777777" w:rsidR="000125D6" w:rsidRDefault="000125D6" w:rsidP="000125D6">
      <w:pPr>
        <w:pStyle w:val="Akapitzlist"/>
        <w:autoSpaceDE w:val="0"/>
        <w:autoSpaceDN w:val="0"/>
        <w:adjustRightInd w:val="0"/>
        <w:spacing w:line="276" w:lineRule="auto"/>
        <w:ind w:left="851" w:hanging="142"/>
        <w:rPr>
          <w:rFonts w:cs="Arial"/>
          <w:sz w:val="20"/>
          <w:szCs w:val="20"/>
        </w:rPr>
      </w:pPr>
      <w:r>
        <w:rPr>
          <w:rFonts w:cs="Arial"/>
          <w:sz w:val="20"/>
          <w:szCs w:val="20"/>
        </w:rPr>
        <w:t>- są podmiotami, na rzecz których pracownicy lub osoby najbliższe pracowników Zespołu Oddziałów Polskie Górnictwo Naftowe i Gazownictwo  ORLEN Spółki Akcyjnej lub Spółki Zależnej świadczą pracę na podstawie umowy o pracę lub innego stosunku prawnego, jeśli fakt ten budzi uzasadnione wątpliwości co do bezstronności Postępowania.</w:t>
      </w:r>
    </w:p>
    <w:p w14:paraId="3D79C273" w14:textId="77777777" w:rsidR="000125D6" w:rsidRDefault="000125D6" w:rsidP="000125D6">
      <w:pPr>
        <w:pStyle w:val="Akapitzlist"/>
        <w:numPr>
          <w:ilvl w:val="0"/>
          <w:numId w:val="37"/>
        </w:numPr>
        <w:autoSpaceDE w:val="0"/>
        <w:autoSpaceDN w:val="0"/>
        <w:adjustRightInd w:val="0"/>
        <w:spacing w:line="276" w:lineRule="auto"/>
        <w:rPr>
          <w:rFonts w:cs="Arial"/>
          <w:sz w:val="20"/>
          <w:szCs w:val="20"/>
        </w:rPr>
      </w:pPr>
      <w:r>
        <w:rPr>
          <w:rFonts w:cs="Arial"/>
          <w:sz w:val="20"/>
          <w:szCs w:val="20"/>
        </w:rPr>
        <w:t>Wykonawców, którzy nie złożyli wymaganych dokumentów, oświadczeń lub nie spełnili innych wymagań określonych w SWZ lub innym dokumencie, w którym określono wymogi udziału w postępowaniu, z zastrzeżeniem § 30 ust. 6 Instrukcji.</w:t>
      </w:r>
    </w:p>
    <w:p w14:paraId="03258102" w14:textId="77777777" w:rsidR="000125D6" w:rsidRDefault="000125D6" w:rsidP="000125D6">
      <w:pPr>
        <w:pStyle w:val="Akapitzlist"/>
        <w:numPr>
          <w:ilvl w:val="0"/>
          <w:numId w:val="37"/>
        </w:numPr>
        <w:autoSpaceDE w:val="0"/>
        <w:autoSpaceDN w:val="0"/>
        <w:adjustRightInd w:val="0"/>
        <w:spacing w:line="276" w:lineRule="auto"/>
        <w:rPr>
          <w:rFonts w:cs="Arial"/>
          <w:sz w:val="20"/>
          <w:szCs w:val="20"/>
        </w:rPr>
      </w:pPr>
      <w:r>
        <w:rPr>
          <w:rFonts w:cs="Arial"/>
          <w:sz w:val="20"/>
          <w:szCs w:val="20"/>
        </w:rPr>
        <w:t>Wykonawców, którzy złożyli nieprawdziwe informacje mające wpływ na wynik prowadzonego postępowania.</w:t>
      </w:r>
    </w:p>
    <w:p w14:paraId="50D2EB4A" w14:textId="77777777" w:rsidR="000125D6" w:rsidRDefault="000125D6" w:rsidP="000125D6">
      <w:pPr>
        <w:pStyle w:val="Akapitzlist"/>
        <w:numPr>
          <w:ilvl w:val="0"/>
          <w:numId w:val="37"/>
        </w:numPr>
        <w:autoSpaceDE w:val="0"/>
        <w:autoSpaceDN w:val="0"/>
        <w:adjustRightInd w:val="0"/>
        <w:spacing w:line="276" w:lineRule="auto"/>
        <w:rPr>
          <w:rFonts w:cs="Arial"/>
          <w:sz w:val="20"/>
          <w:szCs w:val="20"/>
        </w:rPr>
      </w:pPr>
      <w:r>
        <w:rPr>
          <w:rFonts w:cs="Arial"/>
          <w:sz w:val="20"/>
          <w:szCs w:val="20"/>
        </w:rPr>
        <w:t xml:space="preserve">Wykonawcę, </w:t>
      </w:r>
      <w:r>
        <w:rPr>
          <w:rFonts w:cs="Arial"/>
          <w:bCs/>
          <w:iCs/>
          <w:sz w:val="20"/>
          <w:szCs w:val="20"/>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Pr>
          <w:rFonts w:cs="Arial"/>
          <w:bCs/>
          <w:iCs/>
          <w:sz w:val="20"/>
          <w:szCs w:val="20"/>
        </w:rPr>
        <w:t>późn</w:t>
      </w:r>
      <w:proofErr w:type="spellEnd"/>
      <w:r>
        <w:rPr>
          <w:rFonts w:cs="Arial"/>
          <w:bCs/>
          <w:iCs/>
          <w:sz w:val="20"/>
          <w:szCs w:val="20"/>
        </w:rPr>
        <w:t xml:space="preserve">.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cs="Arial"/>
          <w:bCs/>
          <w:iCs/>
          <w:sz w:val="20"/>
          <w:szCs w:val="20"/>
        </w:rPr>
        <w:t>późn</w:t>
      </w:r>
      <w:proofErr w:type="spellEnd"/>
      <w:r>
        <w:rPr>
          <w:rFonts w:cs="Arial"/>
          <w:bCs/>
          <w:iCs/>
          <w:sz w:val="20"/>
          <w:szCs w:val="20"/>
        </w:rPr>
        <w:t>.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 2023 r., poz. 1497).</w:t>
      </w:r>
    </w:p>
    <w:p w14:paraId="46994D40" w14:textId="77777777" w:rsidR="000125D6" w:rsidRDefault="000125D6" w:rsidP="000125D6">
      <w:pPr>
        <w:pStyle w:val="Akapitzlist"/>
        <w:numPr>
          <w:ilvl w:val="0"/>
          <w:numId w:val="37"/>
        </w:numPr>
        <w:autoSpaceDE w:val="0"/>
        <w:autoSpaceDN w:val="0"/>
        <w:adjustRightInd w:val="0"/>
        <w:spacing w:line="276" w:lineRule="auto"/>
        <w:rPr>
          <w:rFonts w:cs="Arial"/>
          <w:sz w:val="20"/>
          <w:szCs w:val="20"/>
        </w:rPr>
      </w:pPr>
      <w:r>
        <w:rPr>
          <w:rFonts w:cs="Arial"/>
          <w:bCs/>
          <w:iCs/>
          <w:sz w:val="20"/>
          <w:szCs w:val="20"/>
        </w:rPr>
        <w:t>Wykonawcę, którego beneficjentem rzeczywistym w rozumieniu ustawy z dnia 1 marca 2018 r. o przeciwdziałaniu praniu pieniędzy oraz finansowaniu terroryzmu (Dz. U. z 2023 r. poz. 1124)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02357927" w14:textId="77777777" w:rsidR="000125D6" w:rsidRDefault="000125D6" w:rsidP="000125D6">
      <w:pPr>
        <w:pStyle w:val="Akapitzlist"/>
        <w:numPr>
          <w:ilvl w:val="0"/>
          <w:numId w:val="37"/>
        </w:numPr>
        <w:autoSpaceDE w:val="0"/>
        <w:autoSpaceDN w:val="0"/>
        <w:adjustRightInd w:val="0"/>
        <w:spacing w:line="276" w:lineRule="auto"/>
        <w:rPr>
          <w:rFonts w:cs="Arial"/>
          <w:sz w:val="20"/>
          <w:szCs w:val="20"/>
        </w:rPr>
      </w:pPr>
      <w:r>
        <w:rPr>
          <w:rFonts w:cs="Arial"/>
          <w:bCs/>
          <w:iCs/>
          <w:sz w:val="20"/>
          <w:szCs w:val="20"/>
        </w:rPr>
        <w:t>Wykonawcę, którego jednostką dominującą w rozumieniu art. 3 ust. 1 pkt 37 ustawy z dnia 29 września 1994 r. o rachunkowości (Dz. U. z 2023 r. poz. 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58758C08" w14:textId="77777777" w:rsidR="000125D6" w:rsidRDefault="000125D6" w:rsidP="000125D6">
      <w:pPr>
        <w:pStyle w:val="Akapitzlist"/>
        <w:numPr>
          <w:ilvl w:val="0"/>
          <w:numId w:val="37"/>
        </w:numPr>
        <w:autoSpaceDE w:val="0"/>
        <w:autoSpaceDN w:val="0"/>
        <w:adjustRightInd w:val="0"/>
        <w:spacing w:line="276" w:lineRule="auto"/>
        <w:rPr>
          <w:rFonts w:cs="Arial"/>
          <w:sz w:val="20"/>
          <w:szCs w:val="20"/>
        </w:rPr>
      </w:pPr>
      <w:r>
        <w:rPr>
          <w:rFonts w:cs="Arial"/>
          <w:bCs/>
          <w:iCs/>
          <w:sz w:val="20"/>
          <w:szCs w:val="20"/>
        </w:rPr>
        <w:t>Wykonawcę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Pr>
          <w:rFonts w:cs="Arial"/>
          <w:bCs/>
          <w:iCs/>
          <w:sz w:val="20"/>
          <w:szCs w:val="20"/>
        </w:rPr>
        <w:t>Dz.Urz.UE.L</w:t>
      </w:r>
      <w:proofErr w:type="spellEnd"/>
      <w:r>
        <w:rPr>
          <w:rFonts w:cs="Arial"/>
          <w:bCs/>
          <w:iCs/>
          <w:sz w:val="20"/>
          <w:szCs w:val="20"/>
        </w:rPr>
        <w:t xml:space="preserve"> Nr 111, str. 1), zgodnie z którym zakazuje się udzielania lub dalszego wykonywania wszelkich zamówień publicznych lub koncesji objętych zakresem dyrektyw w sprawie zamówień publicznych, a także zakresem art. 10 ust. 1, 3, ust. 6 lit. a)–e), </w:t>
      </w:r>
      <w:r>
        <w:rPr>
          <w:rFonts w:cs="Arial"/>
          <w:bCs/>
          <w:iCs/>
          <w:sz w:val="20"/>
          <w:szCs w:val="20"/>
        </w:rPr>
        <w:lastRenderedPageBreak/>
        <w:t xml:space="preserve">ust. 8, 9 i 10, art. 11, 12, 13 i 14 dyrektywy 2014/23/UE, art. 7 i 8, art. 10 lit. b)–f) i lit. h)–j) dyrektywy 2014/24/UE, art. 18, art. 21 lit. b)–e) i lit. g)–i), art. 29 i 30 dyrektywy 2014/25/UE oraz art. 13 lit. a)–d), lit. f)–h) i lit. j) dyrektywy 2009/81/WE na rzecz lub z udziałem: </w:t>
      </w:r>
    </w:p>
    <w:p w14:paraId="3089F7F6" w14:textId="77777777" w:rsidR="000125D6" w:rsidRDefault="000125D6" w:rsidP="000125D6">
      <w:pPr>
        <w:pStyle w:val="Akapitzlist"/>
        <w:spacing w:line="276" w:lineRule="auto"/>
        <w:ind w:left="1701" w:hanging="283"/>
        <w:rPr>
          <w:rFonts w:cs="Arial"/>
          <w:bCs/>
          <w:iCs/>
          <w:sz w:val="20"/>
          <w:szCs w:val="20"/>
        </w:rPr>
      </w:pPr>
      <w:r>
        <w:rPr>
          <w:rFonts w:cs="Arial"/>
          <w:bCs/>
          <w:iCs/>
          <w:sz w:val="20"/>
          <w:szCs w:val="20"/>
        </w:rPr>
        <w:t>a) obywateli rosyjskich lub osób fizycznych lub prawnych, podmiotów lub organów z siedzibą w Rosji;</w:t>
      </w:r>
    </w:p>
    <w:p w14:paraId="37FA55CF" w14:textId="77777777" w:rsidR="000125D6" w:rsidRDefault="000125D6" w:rsidP="000125D6">
      <w:pPr>
        <w:pStyle w:val="Akapitzlist"/>
        <w:spacing w:line="276" w:lineRule="auto"/>
        <w:ind w:left="1701" w:hanging="283"/>
        <w:rPr>
          <w:rFonts w:cs="Arial"/>
          <w:bCs/>
          <w:iCs/>
          <w:sz w:val="20"/>
          <w:szCs w:val="20"/>
        </w:rPr>
      </w:pPr>
      <w:r>
        <w:rPr>
          <w:rFonts w:cs="Arial"/>
          <w:bCs/>
          <w:iCs/>
          <w:sz w:val="20"/>
          <w:szCs w:val="20"/>
        </w:rPr>
        <w:t>b)  osób prawnych, podmiotów lub organów, do których prawa własności bezpośrednio lub pośrednio w ponad 50 % należą do podmiotu, o którym mowa w lit. a) niniejszego ustępu; lub</w:t>
      </w:r>
    </w:p>
    <w:p w14:paraId="19BABDF1" w14:textId="77777777" w:rsidR="000125D6" w:rsidRDefault="000125D6" w:rsidP="000125D6">
      <w:pPr>
        <w:pStyle w:val="Akapitzlist"/>
        <w:spacing w:line="276" w:lineRule="auto"/>
        <w:ind w:left="1701" w:hanging="283"/>
        <w:rPr>
          <w:rFonts w:cs="Arial"/>
          <w:bCs/>
          <w:iCs/>
          <w:sz w:val="20"/>
          <w:szCs w:val="20"/>
        </w:rPr>
      </w:pPr>
      <w:r>
        <w:rPr>
          <w:rFonts w:cs="Arial"/>
          <w:bCs/>
          <w:iCs/>
          <w:sz w:val="20"/>
          <w:szCs w:val="20"/>
        </w:rPr>
        <w:t>c)  osób fizycznych lub prawnych, podmiotów lub organów działających w imieniu lub pod kierunkiem podmiotu, o którym mowa w lit. a) lub b) niniejszego ustępu,</w:t>
      </w:r>
    </w:p>
    <w:p w14:paraId="2C1594ED" w14:textId="77777777" w:rsidR="000125D6" w:rsidRDefault="000125D6" w:rsidP="000125D6">
      <w:pPr>
        <w:pStyle w:val="Akapitzlist"/>
        <w:spacing w:line="276" w:lineRule="auto"/>
        <w:ind w:left="1701"/>
        <w:rPr>
          <w:rFonts w:cs="Arial"/>
          <w:bCs/>
          <w:iCs/>
          <w:sz w:val="20"/>
          <w:szCs w:val="20"/>
        </w:rPr>
      </w:pPr>
      <w:r>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52FF21C9" w14:textId="77777777" w:rsidR="000125D6" w:rsidRDefault="000125D6" w:rsidP="000125D6">
      <w:pPr>
        <w:pStyle w:val="Akapitzlist"/>
        <w:spacing w:line="276" w:lineRule="auto"/>
        <w:ind w:left="1843" w:hanging="142"/>
        <w:rPr>
          <w:rFonts w:cs="Arial"/>
          <w:bCs/>
          <w:iCs/>
          <w:sz w:val="20"/>
          <w:szCs w:val="20"/>
        </w:rPr>
      </w:pPr>
      <w:r>
        <w:rPr>
          <w:rFonts w:cs="Arial"/>
          <w:bCs/>
          <w:iCs/>
          <w:sz w:val="20"/>
          <w:szCs w:val="20"/>
        </w:rPr>
        <w:t>- chyba że zastosowanie ma odstępstwo, o którym mowa w art. 5k ust. 2 ww. rozporządzenia.</w:t>
      </w:r>
    </w:p>
    <w:p w14:paraId="20C0061F" w14:textId="77777777" w:rsidR="000125D6" w:rsidRDefault="000125D6" w:rsidP="000125D6">
      <w:pPr>
        <w:spacing w:line="276" w:lineRule="auto"/>
        <w:rPr>
          <w:rFonts w:cs="Arial"/>
          <w:sz w:val="20"/>
          <w:szCs w:val="20"/>
        </w:rPr>
      </w:pPr>
    </w:p>
    <w:p w14:paraId="01B78E89" w14:textId="77777777" w:rsidR="000125D6" w:rsidRDefault="000125D6" w:rsidP="000125D6">
      <w:pPr>
        <w:pStyle w:val="Styltytuza"/>
      </w:pPr>
      <w:r>
        <w:t>OŚWIADCZAMY, ŻE NIE PODLEGAMY WYKLUCZENIU Z POSTĘPOWANIA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4"/>
        <w:gridCol w:w="3938"/>
        <w:gridCol w:w="2338"/>
        <w:gridCol w:w="2262"/>
      </w:tblGrid>
      <w:tr w:rsidR="000125D6" w14:paraId="370C3974" w14:textId="77777777" w:rsidTr="000125D6">
        <w:trPr>
          <w:cantSplit/>
          <w:trHeight w:val="703"/>
          <w:jc w:val="center"/>
        </w:trPr>
        <w:tc>
          <w:tcPr>
            <w:tcW w:w="289" w:type="pct"/>
            <w:tcBorders>
              <w:top w:val="single" w:sz="4" w:space="0" w:color="auto"/>
              <w:left w:val="single" w:sz="4" w:space="0" w:color="auto"/>
              <w:bottom w:val="single" w:sz="4" w:space="0" w:color="auto"/>
              <w:right w:val="single" w:sz="4" w:space="0" w:color="auto"/>
            </w:tcBorders>
            <w:vAlign w:val="center"/>
            <w:hideMark/>
          </w:tcPr>
          <w:p w14:paraId="79E3C4E1" w14:textId="77777777" w:rsidR="000125D6" w:rsidRDefault="000125D6">
            <w:pPr>
              <w:spacing w:line="240" w:lineRule="auto"/>
              <w:jc w:val="center"/>
              <w:rPr>
                <w:rFonts w:cs="Arial"/>
                <w:bCs/>
                <w:sz w:val="18"/>
                <w:szCs w:val="18"/>
              </w:rPr>
            </w:pPr>
            <w:r>
              <w:rPr>
                <w:rFonts w:cs="Arial"/>
                <w:bCs/>
                <w:sz w:val="18"/>
                <w:szCs w:val="18"/>
              </w:rPr>
              <w:t>Lp.</w:t>
            </w:r>
          </w:p>
        </w:tc>
        <w:tc>
          <w:tcPr>
            <w:tcW w:w="2173" w:type="pct"/>
            <w:tcBorders>
              <w:top w:val="single" w:sz="4" w:space="0" w:color="auto"/>
              <w:left w:val="single" w:sz="4" w:space="0" w:color="auto"/>
              <w:bottom w:val="single" w:sz="4" w:space="0" w:color="auto"/>
              <w:right w:val="single" w:sz="4" w:space="0" w:color="auto"/>
            </w:tcBorders>
            <w:vAlign w:val="center"/>
            <w:hideMark/>
          </w:tcPr>
          <w:p w14:paraId="3204E4E7" w14:textId="77777777" w:rsidR="000125D6" w:rsidRDefault="000125D6">
            <w:pPr>
              <w:spacing w:line="240" w:lineRule="auto"/>
              <w:jc w:val="center"/>
              <w:rPr>
                <w:rFonts w:cs="Arial"/>
                <w:bCs/>
                <w:sz w:val="18"/>
                <w:szCs w:val="18"/>
              </w:rPr>
            </w:pPr>
            <w:r>
              <w:rPr>
                <w:rFonts w:cs="Arial"/>
                <w:bCs/>
                <w:sz w:val="18"/>
                <w:szCs w:val="18"/>
              </w:rPr>
              <w:t>Nazwisko i imię osoby(osób) uprawnionej(</w:t>
            </w:r>
            <w:proofErr w:type="spellStart"/>
            <w:r>
              <w:rPr>
                <w:rFonts w:cs="Arial"/>
                <w:bCs/>
                <w:sz w:val="18"/>
                <w:szCs w:val="18"/>
              </w:rPr>
              <w:t>ych</w:t>
            </w:r>
            <w:proofErr w:type="spellEnd"/>
            <w:r>
              <w:rPr>
                <w:rFonts w:cs="Arial"/>
                <w:bCs/>
                <w:sz w:val="18"/>
                <w:szCs w:val="18"/>
              </w:rPr>
              <w:t>) do występowania w obrocie prawnym lub posiadającej(</w:t>
            </w:r>
            <w:proofErr w:type="spellStart"/>
            <w:r>
              <w:rPr>
                <w:rFonts w:cs="Arial"/>
                <w:bCs/>
                <w:sz w:val="18"/>
                <w:szCs w:val="18"/>
              </w:rPr>
              <w:t>ych</w:t>
            </w:r>
            <w:proofErr w:type="spellEnd"/>
            <w:r>
              <w:rPr>
                <w:rFonts w:cs="Arial"/>
                <w:bCs/>
                <w:sz w:val="18"/>
                <w:szCs w:val="18"/>
              </w:rPr>
              <w:t>) pełnomocnictwo</w:t>
            </w:r>
          </w:p>
        </w:tc>
        <w:tc>
          <w:tcPr>
            <w:tcW w:w="1290" w:type="pct"/>
            <w:tcBorders>
              <w:top w:val="single" w:sz="4" w:space="0" w:color="auto"/>
              <w:left w:val="single" w:sz="4" w:space="0" w:color="auto"/>
              <w:bottom w:val="single" w:sz="4" w:space="0" w:color="auto"/>
              <w:right w:val="single" w:sz="4" w:space="0" w:color="auto"/>
            </w:tcBorders>
            <w:vAlign w:val="center"/>
            <w:hideMark/>
          </w:tcPr>
          <w:p w14:paraId="00CE3163" w14:textId="77777777" w:rsidR="000125D6" w:rsidRDefault="000125D6">
            <w:pPr>
              <w:spacing w:line="240" w:lineRule="auto"/>
              <w:jc w:val="center"/>
              <w:rPr>
                <w:rFonts w:cs="Arial"/>
                <w:bCs/>
                <w:sz w:val="18"/>
                <w:szCs w:val="18"/>
              </w:rPr>
            </w:pPr>
            <w:r>
              <w:rPr>
                <w:rFonts w:cs="Arial"/>
                <w:bCs/>
                <w:sz w:val="18"/>
                <w:szCs w:val="18"/>
              </w:rPr>
              <w:t xml:space="preserve">Podpis(y) osoby(osób) </w:t>
            </w:r>
          </w:p>
          <w:p w14:paraId="014950AD" w14:textId="77777777" w:rsidR="000125D6" w:rsidRDefault="000125D6">
            <w:pPr>
              <w:spacing w:line="240" w:lineRule="auto"/>
              <w:jc w:val="center"/>
              <w:rPr>
                <w:rFonts w:cs="Arial"/>
                <w:bCs/>
                <w:sz w:val="18"/>
                <w:szCs w:val="18"/>
              </w:rPr>
            </w:pPr>
            <w:r>
              <w:rPr>
                <w:rFonts w:cs="Arial"/>
                <w:bCs/>
                <w:sz w:val="18"/>
                <w:szCs w:val="18"/>
              </w:rPr>
              <w:t>Uprawnionej(</w:t>
            </w:r>
            <w:proofErr w:type="spellStart"/>
            <w:r>
              <w:rPr>
                <w:rFonts w:cs="Arial"/>
                <w:bCs/>
                <w:sz w:val="18"/>
                <w:szCs w:val="18"/>
              </w:rPr>
              <w:t>ych</w:t>
            </w:r>
            <w:proofErr w:type="spellEnd"/>
            <w:r>
              <w:rPr>
                <w:rFonts w:cs="Arial"/>
                <w:bCs/>
                <w:sz w:val="18"/>
                <w:szCs w:val="18"/>
              </w:rPr>
              <w:t>)</w:t>
            </w:r>
          </w:p>
        </w:tc>
        <w:tc>
          <w:tcPr>
            <w:tcW w:w="1249" w:type="pct"/>
            <w:tcBorders>
              <w:top w:val="single" w:sz="4" w:space="0" w:color="auto"/>
              <w:left w:val="single" w:sz="4" w:space="0" w:color="auto"/>
              <w:bottom w:val="single" w:sz="4" w:space="0" w:color="auto"/>
              <w:right w:val="single" w:sz="4" w:space="0" w:color="auto"/>
            </w:tcBorders>
            <w:vAlign w:val="center"/>
            <w:hideMark/>
          </w:tcPr>
          <w:p w14:paraId="74A8A8AE" w14:textId="77777777" w:rsidR="000125D6" w:rsidRDefault="000125D6">
            <w:pPr>
              <w:spacing w:line="240" w:lineRule="auto"/>
              <w:jc w:val="center"/>
              <w:rPr>
                <w:rFonts w:cs="Arial"/>
                <w:bCs/>
                <w:sz w:val="18"/>
                <w:szCs w:val="18"/>
              </w:rPr>
            </w:pPr>
            <w:r>
              <w:rPr>
                <w:rFonts w:cs="Arial"/>
                <w:bCs/>
                <w:sz w:val="18"/>
                <w:szCs w:val="18"/>
              </w:rPr>
              <w:t>Miejscowość</w:t>
            </w:r>
          </w:p>
          <w:p w14:paraId="055C0A85" w14:textId="77777777" w:rsidR="000125D6" w:rsidRDefault="000125D6">
            <w:pPr>
              <w:spacing w:line="240" w:lineRule="auto"/>
              <w:jc w:val="center"/>
              <w:rPr>
                <w:rFonts w:cs="Arial"/>
                <w:bCs/>
                <w:sz w:val="18"/>
                <w:szCs w:val="18"/>
              </w:rPr>
            </w:pPr>
            <w:r>
              <w:rPr>
                <w:rFonts w:cs="Arial"/>
                <w:bCs/>
                <w:sz w:val="18"/>
                <w:szCs w:val="18"/>
              </w:rPr>
              <w:t xml:space="preserve"> i data</w:t>
            </w:r>
          </w:p>
        </w:tc>
      </w:tr>
      <w:tr w:rsidR="000125D6" w14:paraId="5BA024BD" w14:textId="77777777" w:rsidTr="000125D6">
        <w:trPr>
          <w:cantSplit/>
          <w:trHeight w:val="674"/>
          <w:jc w:val="center"/>
        </w:trPr>
        <w:tc>
          <w:tcPr>
            <w:tcW w:w="289" w:type="pct"/>
            <w:tcBorders>
              <w:top w:val="single" w:sz="4" w:space="0" w:color="auto"/>
              <w:left w:val="single" w:sz="4" w:space="0" w:color="auto"/>
              <w:bottom w:val="single" w:sz="4" w:space="0" w:color="auto"/>
              <w:right w:val="single" w:sz="4" w:space="0" w:color="auto"/>
            </w:tcBorders>
            <w:vAlign w:val="center"/>
          </w:tcPr>
          <w:p w14:paraId="6B04E643" w14:textId="77777777" w:rsidR="000125D6" w:rsidRDefault="000125D6">
            <w:pPr>
              <w:rPr>
                <w:rFonts w:cs="Arial"/>
                <w:b/>
                <w:sz w:val="18"/>
                <w:szCs w:val="18"/>
              </w:rPr>
            </w:pPr>
          </w:p>
        </w:tc>
        <w:tc>
          <w:tcPr>
            <w:tcW w:w="2173" w:type="pct"/>
            <w:tcBorders>
              <w:top w:val="single" w:sz="4" w:space="0" w:color="auto"/>
              <w:left w:val="single" w:sz="4" w:space="0" w:color="auto"/>
              <w:bottom w:val="single" w:sz="4" w:space="0" w:color="auto"/>
              <w:right w:val="single" w:sz="4" w:space="0" w:color="auto"/>
            </w:tcBorders>
            <w:vAlign w:val="center"/>
          </w:tcPr>
          <w:p w14:paraId="3602915A" w14:textId="77777777" w:rsidR="000125D6" w:rsidRDefault="000125D6">
            <w:pPr>
              <w:rPr>
                <w:rFonts w:cs="Arial"/>
                <w:b/>
                <w:sz w:val="18"/>
                <w:szCs w:val="18"/>
              </w:rPr>
            </w:pPr>
          </w:p>
        </w:tc>
        <w:tc>
          <w:tcPr>
            <w:tcW w:w="1290" w:type="pct"/>
            <w:tcBorders>
              <w:top w:val="single" w:sz="4" w:space="0" w:color="auto"/>
              <w:left w:val="single" w:sz="4" w:space="0" w:color="auto"/>
              <w:bottom w:val="single" w:sz="4" w:space="0" w:color="auto"/>
              <w:right w:val="single" w:sz="4" w:space="0" w:color="auto"/>
            </w:tcBorders>
            <w:vAlign w:val="center"/>
          </w:tcPr>
          <w:p w14:paraId="1B8EEAA9" w14:textId="77777777" w:rsidR="000125D6" w:rsidRDefault="000125D6">
            <w:pPr>
              <w:rPr>
                <w:rFonts w:cs="Arial"/>
                <w:b/>
                <w:sz w:val="18"/>
                <w:szCs w:val="18"/>
              </w:rPr>
            </w:pPr>
          </w:p>
        </w:tc>
        <w:tc>
          <w:tcPr>
            <w:tcW w:w="1249" w:type="pct"/>
            <w:tcBorders>
              <w:top w:val="single" w:sz="4" w:space="0" w:color="auto"/>
              <w:left w:val="single" w:sz="4" w:space="0" w:color="auto"/>
              <w:bottom w:val="single" w:sz="4" w:space="0" w:color="auto"/>
              <w:right w:val="single" w:sz="4" w:space="0" w:color="auto"/>
            </w:tcBorders>
            <w:vAlign w:val="center"/>
          </w:tcPr>
          <w:p w14:paraId="54CD1B60" w14:textId="77777777" w:rsidR="000125D6" w:rsidRDefault="000125D6">
            <w:pPr>
              <w:rPr>
                <w:rFonts w:cs="Arial"/>
                <w:b/>
                <w:sz w:val="18"/>
                <w:szCs w:val="18"/>
              </w:rPr>
            </w:pPr>
          </w:p>
        </w:tc>
      </w:tr>
    </w:tbl>
    <w:p w14:paraId="29AE51F6" w14:textId="77777777" w:rsidR="000125D6" w:rsidRDefault="000125D6" w:rsidP="000125D6"/>
    <w:p w14:paraId="1F8B020B" w14:textId="77777777" w:rsidR="000125D6" w:rsidRDefault="000125D6" w:rsidP="000125D6">
      <w:pPr>
        <w:spacing w:line="240" w:lineRule="auto"/>
        <w:jc w:val="left"/>
        <w:rPr>
          <w:rFonts w:cs="Calibri"/>
          <w:b/>
          <w:iCs/>
          <w:color w:val="000000"/>
          <w:sz w:val="20"/>
          <w:szCs w:val="22"/>
          <w:lang w:eastAsia="en-US"/>
        </w:rPr>
      </w:pPr>
      <w:r>
        <w:br w:type="page"/>
      </w:r>
    </w:p>
    <w:p w14:paraId="32DA11E6" w14:textId="77777777" w:rsidR="000125D6" w:rsidRDefault="000125D6" w:rsidP="000125D6">
      <w:pPr>
        <w:pStyle w:val="StylZa"/>
      </w:pPr>
      <w:r>
        <w:lastRenderedPageBreak/>
        <w:t xml:space="preserve">Załącznik nr 4c do SWZ </w:t>
      </w:r>
    </w:p>
    <w:p w14:paraId="72ED7D58" w14:textId="77777777" w:rsidR="000125D6" w:rsidRDefault="000125D6" w:rsidP="000125D6">
      <w:pPr>
        <w:pStyle w:val="Styltytuza"/>
      </w:pPr>
      <w:r>
        <w:t>Oświadczenie o niezgłaszaniu roszczeń wobec Zamawiającego</w:t>
      </w:r>
    </w:p>
    <w:p w14:paraId="1BEE7C2D" w14:textId="4F4B9723" w:rsidR="000125D6" w:rsidRDefault="000125D6" w:rsidP="000125D6">
      <w:pPr>
        <w:tabs>
          <w:tab w:val="left" w:pos="9160"/>
          <w:tab w:val="left" w:pos="10076"/>
          <w:tab w:val="left" w:pos="10992"/>
          <w:tab w:val="left" w:pos="11908"/>
          <w:tab w:val="left" w:pos="12824"/>
          <w:tab w:val="left" w:pos="13740"/>
          <w:tab w:val="left" w:pos="14656"/>
        </w:tabs>
        <w:spacing w:after="120"/>
        <w:rPr>
          <w:rFonts w:cs="Arial"/>
          <w:b/>
          <w:bCs/>
          <w:sz w:val="20"/>
          <w:szCs w:val="20"/>
        </w:rPr>
      </w:pPr>
      <w:r>
        <w:rPr>
          <w:noProof/>
        </w:rPr>
        <mc:AlternateContent>
          <mc:Choice Requires="wps">
            <w:drawing>
              <wp:anchor distT="4294967289" distB="4294967289" distL="114300" distR="114300" simplePos="0" relativeHeight="251668480" behindDoc="0" locked="0" layoutInCell="1" allowOverlap="1" wp14:anchorId="54BE88ED" wp14:editId="071BC46F">
                <wp:simplePos x="0" y="0"/>
                <wp:positionH relativeFrom="margin">
                  <wp:align>left</wp:align>
                </wp:positionH>
                <wp:positionV relativeFrom="paragraph">
                  <wp:posOffset>9525</wp:posOffset>
                </wp:positionV>
                <wp:extent cx="5749290" cy="0"/>
                <wp:effectExtent l="0" t="0" r="22860" b="1905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86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DE114B" id="Łącznik prosty 2" o:spid="_x0000_s1026" style="position:absolute;flip:y;z-index:251668480;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">
                <w10:wrap anchorx="margin"/>
              </v:line>
            </w:pict>
          </mc:Fallback>
        </mc:AlternateContent>
      </w:r>
    </w:p>
    <w:tbl>
      <w:tblPr>
        <w:tblW w:w="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552"/>
        <w:gridCol w:w="5521"/>
      </w:tblGrid>
      <w:tr w:rsidR="000125D6" w14:paraId="1C675AFE" w14:textId="77777777" w:rsidTr="000125D6">
        <w:trPr>
          <w:cantSplit/>
          <w:trHeight w:hRule="exact" w:val="931"/>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hideMark/>
          </w:tcPr>
          <w:p w14:paraId="271E90B5" w14:textId="77777777" w:rsidR="000125D6" w:rsidRDefault="000125D6">
            <w:pPr>
              <w:spacing w:line="240" w:lineRule="auto"/>
              <w:rPr>
                <w:rFonts w:cs="Arial"/>
                <w:b/>
                <w:color w:val="FFFFFF"/>
                <w:sz w:val="20"/>
                <w:szCs w:val="20"/>
              </w:rPr>
            </w:pPr>
            <w:r>
              <w:rPr>
                <w:rFonts w:cs="Arial"/>
                <w:b/>
                <w:color w:val="FFFFFF"/>
                <w:sz w:val="20"/>
                <w:szCs w:val="20"/>
              </w:rPr>
              <w:t>Dane Wykonawcy:</w:t>
            </w:r>
          </w:p>
        </w:tc>
        <w:tc>
          <w:tcPr>
            <w:tcW w:w="5521" w:type="dxa"/>
            <w:tcBorders>
              <w:top w:val="single" w:sz="6" w:space="0" w:color="auto"/>
              <w:left w:val="single" w:sz="6" w:space="0" w:color="auto"/>
              <w:bottom w:val="single" w:sz="6" w:space="0" w:color="auto"/>
              <w:right w:val="single" w:sz="6" w:space="0" w:color="auto"/>
            </w:tcBorders>
            <w:vAlign w:val="center"/>
          </w:tcPr>
          <w:p w14:paraId="5AA238BC" w14:textId="77777777" w:rsidR="000125D6" w:rsidRDefault="000125D6">
            <w:pPr>
              <w:spacing w:line="240" w:lineRule="auto"/>
              <w:rPr>
                <w:rFonts w:cs="Arial"/>
                <w:sz w:val="20"/>
                <w:szCs w:val="20"/>
              </w:rPr>
            </w:pPr>
          </w:p>
        </w:tc>
      </w:tr>
      <w:tr w:rsidR="000125D6" w14:paraId="1032D557" w14:textId="77777777" w:rsidTr="000125D6">
        <w:trPr>
          <w:cantSplit/>
          <w:trHeight w:hRule="exact" w:val="1253"/>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hideMark/>
          </w:tcPr>
          <w:p w14:paraId="441A7BD2" w14:textId="77777777" w:rsidR="000125D6" w:rsidRDefault="000125D6">
            <w:pPr>
              <w:spacing w:line="240" w:lineRule="auto"/>
              <w:rPr>
                <w:rFonts w:cs="Arial"/>
                <w:b/>
                <w:color w:val="FFFFFF"/>
                <w:sz w:val="20"/>
                <w:szCs w:val="20"/>
              </w:rPr>
            </w:pPr>
            <w:r>
              <w:rPr>
                <w:rFonts w:cs="Arial"/>
                <w:b/>
                <w:color w:val="FFFFFF"/>
                <w:sz w:val="20"/>
                <w:szCs w:val="20"/>
              </w:rPr>
              <w:t xml:space="preserve">Adres Wykonawcy: </w:t>
            </w:r>
          </w:p>
          <w:p w14:paraId="470CEDF2" w14:textId="77777777" w:rsidR="000125D6" w:rsidRDefault="000125D6">
            <w:pPr>
              <w:spacing w:line="240" w:lineRule="auto"/>
              <w:rPr>
                <w:rFonts w:cs="Arial"/>
                <w:b/>
                <w:color w:val="FFFFFF"/>
                <w:sz w:val="20"/>
                <w:szCs w:val="20"/>
              </w:rPr>
            </w:pPr>
            <w:r>
              <w:rPr>
                <w:rFonts w:cs="Arial"/>
                <w:b/>
                <w:color w:val="FFFFFF"/>
                <w:sz w:val="20"/>
                <w:szCs w:val="20"/>
              </w:rPr>
              <w:t xml:space="preserve">kod, miejscowość </w:t>
            </w:r>
          </w:p>
          <w:p w14:paraId="561141C4" w14:textId="77777777" w:rsidR="000125D6" w:rsidRDefault="000125D6">
            <w:pPr>
              <w:spacing w:line="240" w:lineRule="auto"/>
              <w:rPr>
                <w:rFonts w:cs="Arial"/>
                <w:b/>
                <w:color w:val="FFFFFF"/>
                <w:sz w:val="20"/>
                <w:szCs w:val="20"/>
              </w:rPr>
            </w:pPr>
            <w:r>
              <w:rPr>
                <w:rFonts w:cs="Arial"/>
                <w:b/>
                <w:color w:val="FFFFFF"/>
                <w:sz w:val="20"/>
                <w:szCs w:val="20"/>
              </w:rPr>
              <w:t>ulica, nr lokalu</w:t>
            </w:r>
          </w:p>
        </w:tc>
        <w:tc>
          <w:tcPr>
            <w:tcW w:w="5521" w:type="dxa"/>
            <w:tcBorders>
              <w:top w:val="single" w:sz="6" w:space="0" w:color="auto"/>
              <w:left w:val="single" w:sz="6" w:space="0" w:color="auto"/>
              <w:bottom w:val="single" w:sz="6" w:space="0" w:color="auto"/>
              <w:right w:val="single" w:sz="6" w:space="0" w:color="auto"/>
            </w:tcBorders>
            <w:vAlign w:val="center"/>
          </w:tcPr>
          <w:p w14:paraId="6F14E8C6" w14:textId="77777777" w:rsidR="000125D6" w:rsidRDefault="000125D6">
            <w:pPr>
              <w:spacing w:line="240" w:lineRule="auto"/>
              <w:ind w:right="1064"/>
              <w:rPr>
                <w:rFonts w:cs="Arial"/>
                <w:sz w:val="20"/>
                <w:szCs w:val="20"/>
              </w:rPr>
            </w:pPr>
          </w:p>
        </w:tc>
      </w:tr>
    </w:tbl>
    <w:p w14:paraId="092F232E" w14:textId="77777777" w:rsidR="000125D6" w:rsidRDefault="000125D6" w:rsidP="000125D6">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0655481" w14:textId="316AFA2F" w:rsidR="000125D6" w:rsidRDefault="000125D6" w:rsidP="000125D6">
      <w:pPr>
        <w:pStyle w:val="Nagwek"/>
        <w:spacing w:line="276" w:lineRule="auto"/>
        <w:rPr>
          <w:rFonts w:cs="Arial"/>
          <w:sz w:val="20"/>
          <w:szCs w:val="20"/>
        </w:rPr>
      </w:pPr>
      <w:r>
        <w:rPr>
          <w:rFonts w:cs="Arial"/>
          <w:sz w:val="20"/>
          <w:szCs w:val="20"/>
        </w:rPr>
        <w:t xml:space="preserve">Składając ofertę w zamówieniu prowadzonym w trybie przetargu nieograniczonego pn. </w:t>
      </w:r>
      <w:r w:rsidR="006B0B6E">
        <w:rPr>
          <w:rFonts w:cs="Arial"/>
          <w:sz w:val="20"/>
          <w:szCs w:val="20"/>
        </w:rPr>
        <w:t>„</w:t>
      </w:r>
      <w:r w:rsidR="006B0B6E" w:rsidRPr="006B0B6E">
        <w:rPr>
          <w:rFonts w:cs="Arial"/>
          <w:b/>
          <w:sz w:val="20"/>
          <w:szCs w:val="20"/>
        </w:rPr>
        <w:t>Remont pomieszczeń w budynku L1</w:t>
      </w:r>
      <w:r w:rsidR="006B0B6E" w:rsidRPr="00D45E03">
        <w:rPr>
          <w:rFonts w:cs="Arial"/>
          <w:sz w:val="20"/>
          <w:szCs w:val="20"/>
        </w:rPr>
        <w:t>”</w:t>
      </w:r>
      <w:r w:rsidR="006B0B6E" w:rsidRPr="00052764">
        <w:rPr>
          <w:rFonts w:cs="Arial"/>
          <w:sz w:val="20"/>
          <w:szCs w:val="20"/>
        </w:rPr>
        <w:t xml:space="preserve">, numer postępowania: </w:t>
      </w:r>
      <w:r w:rsidR="006B0B6E" w:rsidRPr="006B0B6E">
        <w:rPr>
          <w:rFonts w:cs="Arial"/>
          <w:b/>
          <w:sz w:val="20"/>
          <w:szCs w:val="20"/>
        </w:rPr>
        <w:t>NP/PGNG/24/0834/OL/SWO</w:t>
      </w:r>
      <w:r>
        <w:rPr>
          <w:rFonts w:cs="Arial"/>
          <w:sz w:val="20"/>
          <w:szCs w:val="20"/>
        </w:rPr>
        <w:t xml:space="preserve"> oświadczamy, że nie będziemy zgłasz</w:t>
      </w:r>
      <w:r>
        <w:rPr>
          <w:rFonts w:cs="Arial"/>
          <w:bCs/>
          <w:spacing w:val="4"/>
          <w:sz w:val="20"/>
          <w:szCs w:val="20"/>
        </w:rPr>
        <w:t>ać żadnych roszczeń wobec Zamawiającego w przypadku unieważnienia niniejszego postępowania</w:t>
      </w:r>
      <w:r>
        <w:rPr>
          <w:rFonts w:cs="Arial"/>
          <w:bCs/>
          <w:sz w:val="20"/>
          <w:szCs w:val="20"/>
        </w:rPr>
        <w:t>.</w:t>
      </w:r>
    </w:p>
    <w:p w14:paraId="7A67CCED" w14:textId="77777777" w:rsidR="000125D6" w:rsidRDefault="000125D6" w:rsidP="000125D6">
      <w:pPr>
        <w:shd w:val="clear" w:color="auto" w:fill="FFFFFF"/>
        <w:tabs>
          <w:tab w:val="left" w:pos="274"/>
        </w:tabs>
        <w:rPr>
          <w:rFonts w:cs="Arial"/>
          <w:spacing w:val="-10"/>
          <w:sz w:val="20"/>
          <w:szCs w:val="20"/>
        </w:rPr>
      </w:pPr>
    </w:p>
    <w:p w14:paraId="7B2D87DF" w14:textId="77777777" w:rsidR="000125D6" w:rsidRDefault="000125D6" w:rsidP="000125D6">
      <w:pPr>
        <w:shd w:val="clear" w:color="auto" w:fill="FFFFFF"/>
        <w:tabs>
          <w:tab w:val="left" w:pos="274"/>
        </w:tabs>
        <w:ind w:left="10"/>
        <w:rPr>
          <w:rFonts w:cs="Arial"/>
          <w:spacing w:val="-10"/>
          <w:sz w:val="20"/>
          <w:szCs w:val="20"/>
        </w:rPr>
      </w:pPr>
    </w:p>
    <w:p w14:paraId="1CC265E2" w14:textId="77777777" w:rsidR="000125D6" w:rsidRDefault="000125D6" w:rsidP="000125D6">
      <w:pPr>
        <w:shd w:val="clear" w:color="auto" w:fill="FFFFFF"/>
        <w:tabs>
          <w:tab w:val="left" w:pos="274"/>
        </w:tabs>
        <w:ind w:left="10"/>
        <w:rPr>
          <w:rFonts w:cs="Arial"/>
          <w:spacing w:val="-10"/>
          <w:sz w:val="20"/>
          <w:szCs w:val="20"/>
        </w:rPr>
      </w:pPr>
    </w:p>
    <w:p w14:paraId="68CB49EB" w14:textId="77777777" w:rsidR="000125D6" w:rsidRDefault="000125D6" w:rsidP="000125D6">
      <w:pPr>
        <w:shd w:val="clear" w:color="auto" w:fill="FFFFFF"/>
        <w:tabs>
          <w:tab w:val="left" w:pos="274"/>
        </w:tabs>
        <w:ind w:left="10"/>
        <w:rPr>
          <w:rFonts w:cs="Arial"/>
          <w:spacing w:val="-10"/>
          <w:sz w:val="20"/>
          <w:szCs w:val="20"/>
        </w:rPr>
      </w:pPr>
    </w:p>
    <w:p w14:paraId="59DFACC3" w14:textId="77777777" w:rsidR="000125D6" w:rsidRDefault="000125D6" w:rsidP="000125D6">
      <w:pPr>
        <w:shd w:val="clear" w:color="auto" w:fill="FFFFFF"/>
        <w:tabs>
          <w:tab w:val="left" w:pos="274"/>
        </w:tabs>
        <w:ind w:left="10"/>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4"/>
        <w:gridCol w:w="3938"/>
        <w:gridCol w:w="2338"/>
        <w:gridCol w:w="2262"/>
      </w:tblGrid>
      <w:tr w:rsidR="000125D6" w14:paraId="24DEFE36" w14:textId="77777777" w:rsidTr="000125D6">
        <w:trPr>
          <w:cantSplit/>
          <w:trHeight w:val="703"/>
          <w:jc w:val="center"/>
        </w:trPr>
        <w:tc>
          <w:tcPr>
            <w:tcW w:w="289" w:type="pct"/>
            <w:tcBorders>
              <w:top w:val="single" w:sz="4" w:space="0" w:color="auto"/>
              <w:left w:val="single" w:sz="4" w:space="0" w:color="auto"/>
              <w:bottom w:val="single" w:sz="4" w:space="0" w:color="auto"/>
              <w:right w:val="single" w:sz="4" w:space="0" w:color="auto"/>
            </w:tcBorders>
            <w:vAlign w:val="center"/>
            <w:hideMark/>
          </w:tcPr>
          <w:p w14:paraId="74F3A05C" w14:textId="77777777" w:rsidR="000125D6" w:rsidRDefault="000125D6">
            <w:pPr>
              <w:spacing w:line="240" w:lineRule="auto"/>
              <w:jc w:val="center"/>
              <w:rPr>
                <w:rFonts w:cs="Arial"/>
                <w:bCs/>
                <w:sz w:val="18"/>
                <w:szCs w:val="18"/>
              </w:rPr>
            </w:pPr>
            <w:r>
              <w:rPr>
                <w:rFonts w:cs="Arial"/>
                <w:bCs/>
                <w:sz w:val="18"/>
                <w:szCs w:val="18"/>
              </w:rPr>
              <w:t>Lp.</w:t>
            </w:r>
          </w:p>
        </w:tc>
        <w:tc>
          <w:tcPr>
            <w:tcW w:w="2173" w:type="pct"/>
            <w:tcBorders>
              <w:top w:val="single" w:sz="4" w:space="0" w:color="auto"/>
              <w:left w:val="single" w:sz="4" w:space="0" w:color="auto"/>
              <w:bottom w:val="single" w:sz="4" w:space="0" w:color="auto"/>
              <w:right w:val="single" w:sz="4" w:space="0" w:color="auto"/>
            </w:tcBorders>
            <w:vAlign w:val="center"/>
            <w:hideMark/>
          </w:tcPr>
          <w:p w14:paraId="415BDC5D" w14:textId="77777777" w:rsidR="000125D6" w:rsidRDefault="000125D6">
            <w:pPr>
              <w:spacing w:line="240" w:lineRule="auto"/>
              <w:jc w:val="center"/>
              <w:rPr>
                <w:rFonts w:cs="Arial"/>
                <w:bCs/>
                <w:sz w:val="18"/>
                <w:szCs w:val="18"/>
              </w:rPr>
            </w:pPr>
            <w:r>
              <w:rPr>
                <w:rFonts w:cs="Arial"/>
                <w:bCs/>
                <w:sz w:val="18"/>
                <w:szCs w:val="18"/>
              </w:rPr>
              <w:t>Nazwisko i imię osoby(osób) uprawnionej(</w:t>
            </w:r>
            <w:proofErr w:type="spellStart"/>
            <w:r>
              <w:rPr>
                <w:rFonts w:cs="Arial"/>
                <w:bCs/>
                <w:sz w:val="18"/>
                <w:szCs w:val="18"/>
              </w:rPr>
              <w:t>ych</w:t>
            </w:r>
            <w:proofErr w:type="spellEnd"/>
            <w:r>
              <w:rPr>
                <w:rFonts w:cs="Arial"/>
                <w:bCs/>
                <w:sz w:val="18"/>
                <w:szCs w:val="18"/>
              </w:rPr>
              <w:t>) do występowania w obrocie prawnym lub posiadającej(</w:t>
            </w:r>
            <w:proofErr w:type="spellStart"/>
            <w:r>
              <w:rPr>
                <w:rFonts w:cs="Arial"/>
                <w:bCs/>
                <w:sz w:val="18"/>
                <w:szCs w:val="18"/>
              </w:rPr>
              <w:t>ych</w:t>
            </w:r>
            <w:proofErr w:type="spellEnd"/>
            <w:r>
              <w:rPr>
                <w:rFonts w:cs="Arial"/>
                <w:bCs/>
                <w:sz w:val="18"/>
                <w:szCs w:val="18"/>
              </w:rPr>
              <w:t>) pełnomocnictwo</w:t>
            </w:r>
          </w:p>
        </w:tc>
        <w:tc>
          <w:tcPr>
            <w:tcW w:w="1290" w:type="pct"/>
            <w:tcBorders>
              <w:top w:val="single" w:sz="4" w:space="0" w:color="auto"/>
              <w:left w:val="single" w:sz="4" w:space="0" w:color="auto"/>
              <w:bottom w:val="single" w:sz="4" w:space="0" w:color="auto"/>
              <w:right w:val="single" w:sz="4" w:space="0" w:color="auto"/>
            </w:tcBorders>
            <w:vAlign w:val="center"/>
            <w:hideMark/>
          </w:tcPr>
          <w:p w14:paraId="7C21A7D6" w14:textId="77777777" w:rsidR="000125D6" w:rsidRDefault="000125D6">
            <w:pPr>
              <w:spacing w:line="240" w:lineRule="auto"/>
              <w:jc w:val="center"/>
              <w:rPr>
                <w:rFonts w:cs="Arial"/>
                <w:bCs/>
                <w:sz w:val="18"/>
                <w:szCs w:val="18"/>
              </w:rPr>
            </w:pPr>
            <w:r>
              <w:rPr>
                <w:rFonts w:cs="Arial"/>
                <w:bCs/>
                <w:sz w:val="18"/>
                <w:szCs w:val="18"/>
              </w:rPr>
              <w:t xml:space="preserve">Podpis(y) osoby(osób) </w:t>
            </w:r>
          </w:p>
          <w:p w14:paraId="3230A498" w14:textId="77777777" w:rsidR="000125D6" w:rsidRDefault="000125D6">
            <w:pPr>
              <w:spacing w:line="240" w:lineRule="auto"/>
              <w:jc w:val="center"/>
              <w:rPr>
                <w:rFonts w:cs="Arial"/>
                <w:bCs/>
                <w:sz w:val="18"/>
                <w:szCs w:val="18"/>
              </w:rPr>
            </w:pPr>
            <w:r>
              <w:rPr>
                <w:rFonts w:cs="Arial"/>
                <w:bCs/>
                <w:sz w:val="18"/>
                <w:szCs w:val="18"/>
              </w:rPr>
              <w:t>Uprawnionej(</w:t>
            </w:r>
            <w:proofErr w:type="spellStart"/>
            <w:r>
              <w:rPr>
                <w:rFonts w:cs="Arial"/>
                <w:bCs/>
                <w:sz w:val="18"/>
                <w:szCs w:val="18"/>
              </w:rPr>
              <w:t>ych</w:t>
            </w:r>
            <w:proofErr w:type="spellEnd"/>
            <w:r>
              <w:rPr>
                <w:rFonts w:cs="Arial"/>
                <w:bCs/>
                <w:sz w:val="18"/>
                <w:szCs w:val="18"/>
              </w:rPr>
              <w:t>)</w:t>
            </w:r>
          </w:p>
        </w:tc>
        <w:tc>
          <w:tcPr>
            <w:tcW w:w="1249" w:type="pct"/>
            <w:tcBorders>
              <w:top w:val="single" w:sz="4" w:space="0" w:color="auto"/>
              <w:left w:val="single" w:sz="4" w:space="0" w:color="auto"/>
              <w:bottom w:val="single" w:sz="4" w:space="0" w:color="auto"/>
              <w:right w:val="single" w:sz="4" w:space="0" w:color="auto"/>
            </w:tcBorders>
            <w:vAlign w:val="center"/>
            <w:hideMark/>
          </w:tcPr>
          <w:p w14:paraId="0F272BC5" w14:textId="77777777" w:rsidR="000125D6" w:rsidRDefault="000125D6">
            <w:pPr>
              <w:spacing w:line="240" w:lineRule="auto"/>
              <w:jc w:val="center"/>
              <w:rPr>
                <w:rFonts w:cs="Arial"/>
                <w:bCs/>
                <w:sz w:val="18"/>
                <w:szCs w:val="18"/>
              </w:rPr>
            </w:pPr>
            <w:r>
              <w:rPr>
                <w:rFonts w:cs="Arial"/>
                <w:bCs/>
                <w:sz w:val="18"/>
                <w:szCs w:val="18"/>
              </w:rPr>
              <w:t>Miejscowość</w:t>
            </w:r>
          </w:p>
          <w:p w14:paraId="6CC6E228" w14:textId="77777777" w:rsidR="000125D6" w:rsidRDefault="000125D6">
            <w:pPr>
              <w:spacing w:line="240" w:lineRule="auto"/>
              <w:jc w:val="center"/>
              <w:rPr>
                <w:rFonts w:cs="Arial"/>
                <w:bCs/>
                <w:sz w:val="18"/>
                <w:szCs w:val="18"/>
              </w:rPr>
            </w:pPr>
            <w:r>
              <w:rPr>
                <w:rFonts w:cs="Arial"/>
                <w:bCs/>
                <w:sz w:val="18"/>
                <w:szCs w:val="18"/>
              </w:rPr>
              <w:t xml:space="preserve"> i data</w:t>
            </w:r>
          </w:p>
        </w:tc>
      </w:tr>
      <w:tr w:rsidR="000125D6" w14:paraId="4B103DB1" w14:textId="77777777" w:rsidTr="000125D6">
        <w:trPr>
          <w:cantSplit/>
          <w:trHeight w:val="674"/>
          <w:jc w:val="center"/>
        </w:trPr>
        <w:tc>
          <w:tcPr>
            <w:tcW w:w="289" w:type="pct"/>
            <w:tcBorders>
              <w:top w:val="single" w:sz="4" w:space="0" w:color="auto"/>
              <w:left w:val="single" w:sz="4" w:space="0" w:color="auto"/>
              <w:bottom w:val="single" w:sz="4" w:space="0" w:color="auto"/>
              <w:right w:val="single" w:sz="4" w:space="0" w:color="auto"/>
            </w:tcBorders>
            <w:vAlign w:val="center"/>
          </w:tcPr>
          <w:p w14:paraId="19CB23D4" w14:textId="77777777" w:rsidR="000125D6" w:rsidRDefault="000125D6">
            <w:pPr>
              <w:rPr>
                <w:rFonts w:cs="Arial"/>
                <w:b/>
                <w:sz w:val="18"/>
                <w:szCs w:val="18"/>
              </w:rPr>
            </w:pPr>
          </w:p>
        </w:tc>
        <w:tc>
          <w:tcPr>
            <w:tcW w:w="2173" w:type="pct"/>
            <w:tcBorders>
              <w:top w:val="single" w:sz="4" w:space="0" w:color="auto"/>
              <w:left w:val="single" w:sz="4" w:space="0" w:color="auto"/>
              <w:bottom w:val="single" w:sz="4" w:space="0" w:color="auto"/>
              <w:right w:val="single" w:sz="4" w:space="0" w:color="auto"/>
            </w:tcBorders>
            <w:vAlign w:val="center"/>
          </w:tcPr>
          <w:p w14:paraId="212A3710" w14:textId="77777777" w:rsidR="000125D6" w:rsidRDefault="000125D6">
            <w:pPr>
              <w:rPr>
                <w:rFonts w:cs="Arial"/>
                <w:b/>
                <w:sz w:val="18"/>
                <w:szCs w:val="18"/>
              </w:rPr>
            </w:pPr>
          </w:p>
        </w:tc>
        <w:tc>
          <w:tcPr>
            <w:tcW w:w="1290" w:type="pct"/>
            <w:tcBorders>
              <w:top w:val="single" w:sz="4" w:space="0" w:color="auto"/>
              <w:left w:val="single" w:sz="4" w:space="0" w:color="auto"/>
              <w:bottom w:val="single" w:sz="4" w:space="0" w:color="auto"/>
              <w:right w:val="single" w:sz="4" w:space="0" w:color="auto"/>
            </w:tcBorders>
            <w:vAlign w:val="center"/>
          </w:tcPr>
          <w:p w14:paraId="6B8F1962" w14:textId="77777777" w:rsidR="000125D6" w:rsidRDefault="000125D6">
            <w:pPr>
              <w:rPr>
                <w:rFonts w:cs="Arial"/>
                <w:b/>
                <w:sz w:val="18"/>
                <w:szCs w:val="18"/>
              </w:rPr>
            </w:pPr>
          </w:p>
        </w:tc>
        <w:tc>
          <w:tcPr>
            <w:tcW w:w="1249" w:type="pct"/>
            <w:tcBorders>
              <w:top w:val="single" w:sz="4" w:space="0" w:color="auto"/>
              <w:left w:val="single" w:sz="4" w:space="0" w:color="auto"/>
              <w:bottom w:val="single" w:sz="4" w:space="0" w:color="auto"/>
              <w:right w:val="single" w:sz="4" w:space="0" w:color="auto"/>
            </w:tcBorders>
            <w:vAlign w:val="center"/>
          </w:tcPr>
          <w:p w14:paraId="6BCDA3C2" w14:textId="77777777" w:rsidR="000125D6" w:rsidRDefault="000125D6">
            <w:pPr>
              <w:rPr>
                <w:rFonts w:cs="Arial"/>
                <w:b/>
                <w:sz w:val="18"/>
                <w:szCs w:val="18"/>
              </w:rPr>
            </w:pPr>
          </w:p>
        </w:tc>
      </w:tr>
    </w:tbl>
    <w:p w14:paraId="491B7EA6" w14:textId="77777777" w:rsidR="000125D6" w:rsidRDefault="000125D6" w:rsidP="000125D6">
      <w:pPr>
        <w:spacing w:line="240" w:lineRule="auto"/>
        <w:rPr>
          <w:rFonts w:cs="Arial"/>
          <w:b/>
          <w:color w:val="000000"/>
          <w:sz w:val="20"/>
          <w:szCs w:val="20"/>
        </w:rPr>
      </w:pPr>
    </w:p>
    <w:p w14:paraId="51884445" w14:textId="2E0F1391" w:rsidR="00F36E42" w:rsidRDefault="00F36E42">
      <w:pPr>
        <w:spacing w:line="240" w:lineRule="auto"/>
        <w:jc w:val="left"/>
        <w:rPr>
          <w:rFonts w:cs="Calibri"/>
          <w:b/>
          <w:iCs/>
          <w:color w:val="000000"/>
          <w:sz w:val="20"/>
          <w:szCs w:val="22"/>
          <w:lang w:eastAsia="en-US"/>
        </w:rPr>
      </w:pPr>
      <w:r>
        <w:rPr>
          <w:rFonts w:cs="Calibri"/>
          <w:b/>
          <w:iCs/>
          <w:color w:val="000000"/>
          <w:sz w:val="20"/>
          <w:szCs w:val="22"/>
          <w:lang w:eastAsia="en-US"/>
        </w:rPr>
        <w:br w:type="page"/>
      </w:r>
    </w:p>
    <w:p w14:paraId="2B65A5A5" w14:textId="77777777" w:rsidR="00F36E42" w:rsidRPr="009C47E0" w:rsidRDefault="00F36E42" w:rsidP="00F36E42">
      <w:pPr>
        <w:pStyle w:val="StylZa"/>
      </w:pPr>
      <w:r>
        <w:lastRenderedPageBreak/>
        <w:t xml:space="preserve">Załącznik nr 5 do SWZ </w:t>
      </w:r>
    </w:p>
    <w:p w14:paraId="7590763E" w14:textId="47F23157" w:rsidR="00F36E42" w:rsidRPr="002A44D0" w:rsidRDefault="00F36E42" w:rsidP="00F36E42">
      <w:pPr>
        <w:pStyle w:val="Styltytuza"/>
      </w:pPr>
      <w:r>
        <w:t xml:space="preserve">Wykaz </w:t>
      </w:r>
      <w:r w:rsidR="00A641B0">
        <w:t>usług</w:t>
      </w:r>
    </w:p>
    <w:p w14:paraId="4215176B" w14:textId="77777777" w:rsidR="00F36E42" w:rsidRPr="002A44D0" w:rsidRDefault="00F36E42" w:rsidP="00F36E42">
      <w:pPr>
        <w:tabs>
          <w:tab w:val="left" w:pos="9160"/>
          <w:tab w:val="left" w:pos="10076"/>
          <w:tab w:val="left" w:pos="10992"/>
          <w:tab w:val="left" w:pos="11908"/>
          <w:tab w:val="left" w:pos="12824"/>
          <w:tab w:val="left" w:pos="13740"/>
          <w:tab w:val="left" w:pos="14656"/>
        </w:tabs>
        <w:spacing w:after="120"/>
        <w:rPr>
          <w:rFonts w:cs="Arial"/>
          <w:b/>
          <w:bCs/>
          <w:sz w:val="20"/>
          <w:szCs w:val="20"/>
        </w:rPr>
      </w:pPr>
      <w:r>
        <w:rPr>
          <w:noProof/>
        </w:rPr>
        <mc:AlternateContent>
          <mc:Choice Requires="wps">
            <w:drawing>
              <wp:anchor distT="4294967289" distB="4294967289" distL="114300" distR="114300" simplePos="0" relativeHeight="251672576" behindDoc="0" locked="0" layoutInCell="1" allowOverlap="1" wp14:anchorId="5629D82C" wp14:editId="1E56F54A">
                <wp:simplePos x="0" y="0"/>
                <wp:positionH relativeFrom="margin">
                  <wp:align>left</wp:align>
                </wp:positionH>
                <wp:positionV relativeFrom="paragraph">
                  <wp:posOffset>9525</wp:posOffset>
                </wp:positionV>
                <wp:extent cx="5749200" cy="0"/>
                <wp:effectExtent l="0" t="0" r="23495" b="19050"/>
                <wp:wrapNone/>
                <wp:docPr id="6"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1AA0C4" id="Łącznik prostoliniowy 12" o:spid="_x0000_s1026" style="position:absolute;flip:y;z-index:251672576;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Cd8Ndk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F36E42" w:rsidRPr="00686709" w14:paraId="77D9F864" w14:textId="77777777" w:rsidTr="006B0B6E">
        <w:trPr>
          <w:cantSplit/>
          <w:trHeight w:hRule="exact" w:val="931"/>
          <w:jc w:val="center"/>
        </w:trPr>
        <w:tc>
          <w:tcPr>
            <w:tcW w:w="3552" w:type="dxa"/>
            <w:shd w:val="clear" w:color="auto" w:fill="002060"/>
            <w:vAlign w:val="center"/>
          </w:tcPr>
          <w:p w14:paraId="3E30371E" w14:textId="77777777" w:rsidR="00F36E42" w:rsidRPr="004375BC" w:rsidRDefault="00F36E42" w:rsidP="006B0B6E">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5ABF4C2B" w14:textId="77777777" w:rsidR="00F36E42" w:rsidRPr="00686709" w:rsidRDefault="00F36E42" w:rsidP="006B0B6E">
            <w:pPr>
              <w:spacing w:line="240" w:lineRule="auto"/>
              <w:rPr>
                <w:rFonts w:cs="Arial"/>
                <w:sz w:val="20"/>
                <w:szCs w:val="20"/>
              </w:rPr>
            </w:pPr>
          </w:p>
        </w:tc>
      </w:tr>
      <w:tr w:rsidR="00F36E42" w:rsidRPr="00686709" w14:paraId="0CB4DD46" w14:textId="77777777" w:rsidTr="006B0B6E">
        <w:trPr>
          <w:cantSplit/>
          <w:trHeight w:hRule="exact" w:val="1253"/>
          <w:jc w:val="center"/>
        </w:trPr>
        <w:tc>
          <w:tcPr>
            <w:tcW w:w="3552" w:type="dxa"/>
            <w:shd w:val="clear" w:color="auto" w:fill="002060"/>
            <w:vAlign w:val="center"/>
          </w:tcPr>
          <w:p w14:paraId="001B0E51" w14:textId="77777777" w:rsidR="00F36E42" w:rsidRPr="004375BC" w:rsidRDefault="00F36E42" w:rsidP="006B0B6E">
            <w:pPr>
              <w:spacing w:line="240" w:lineRule="auto"/>
              <w:rPr>
                <w:rFonts w:cs="Arial"/>
                <w:b/>
                <w:color w:val="FFFFFF"/>
                <w:sz w:val="20"/>
                <w:szCs w:val="20"/>
              </w:rPr>
            </w:pPr>
            <w:r w:rsidRPr="004375BC">
              <w:rPr>
                <w:rFonts w:cs="Arial"/>
                <w:b/>
                <w:color w:val="FFFFFF"/>
                <w:sz w:val="20"/>
                <w:szCs w:val="20"/>
              </w:rPr>
              <w:t xml:space="preserve">Adres Wykonawcy: </w:t>
            </w:r>
          </w:p>
          <w:p w14:paraId="2900E1D0" w14:textId="77777777" w:rsidR="00F36E42" w:rsidRPr="004375BC" w:rsidRDefault="00F36E42" w:rsidP="006B0B6E">
            <w:pPr>
              <w:spacing w:line="240" w:lineRule="auto"/>
              <w:rPr>
                <w:rFonts w:cs="Arial"/>
                <w:b/>
                <w:color w:val="FFFFFF"/>
                <w:sz w:val="20"/>
                <w:szCs w:val="20"/>
              </w:rPr>
            </w:pPr>
            <w:r w:rsidRPr="004375BC">
              <w:rPr>
                <w:rFonts w:cs="Arial"/>
                <w:b/>
                <w:color w:val="FFFFFF"/>
                <w:sz w:val="20"/>
                <w:szCs w:val="20"/>
              </w:rPr>
              <w:t xml:space="preserve">kod, miejscowość </w:t>
            </w:r>
          </w:p>
          <w:p w14:paraId="21E3BEBC" w14:textId="77777777" w:rsidR="00F36E42" w:rsidRPr="004375BC" w:rsidRDefault="00F36E42" w:rsidP="006B0B6E">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3918EFD0" w14:textId="77777777" w:rsidR="00F36E42" w:rsidRPr="00686709" w:rsidRDefault="00F36E42" w:rsidP="006B0B6E">
            <w:pPr>
              <w:spacing w:line="240" w:lineRule="auto"/>
              <w:ind w:right="1064"/>
              <w:rPr>
                <w:rFonts w:cs="Arial"/>
                <w:sz w:val="20"/>
                <w:szCs w:val="20"/>
              </w:rPr>
            </w:pPr>
          </w:p>
        </w:tc>
      </w:tr>
    </w:tbl>
    <w:p w14:paraId="119990B0" w14:textId="77777777" w:rsidR="00F36E42" w:rsidRDefault="00F36E42" w:rsidP="00F36E42">
      <w:pPr>
        <w:spacing w:line="240" w:lineRule="auto"/>
        <w:rPr>
          <w:rFonts w:cs="Arial"/>
          <w:b/>
          <w:color w:val="000000"/>
          <w:sz w:val="20"/>
          <w:szCs w:val="20"/>
        </w:rPr>
      </w:pPr>
    </w:p>
    <w:p w14:paraId="4B5063A3" w14:textId="77777777" w:rsidR="00F36E42" w:rsidRDefault="00F36E42" w:rsidP="00F36E42">
      <w:pPr>
        <w:spacing w:line="240" w:lineRule="auto"/>
        <w:rPr>
          <w:rFonts w:cs="Arial"/>
          <w:b/>
          <w:color w:val="000000"/>
          <w:sz w:val="20"/>
          <w:szCs w:val="20"/>
        </w:rPr>
      </w:pPr>
    </w:p>
    <w:p w14:paraId="660B4ACA" w14:textId="4FC28B75" w:rsidR="00F36E42" w:rsidRPr="00A55018" w:rsidRDefault="00F36E42" w:rsidP="00F36E42">
      <w:pPr>
        <w:tabs>
          <w:tab w:val="right" w:pos="8505"/>
        </w:tabs>
        <w:suppressAutoHyphens/>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Pr>
          <w:rFonts w:cs="Arial"/>
          <w:sz w:val="20"/>
          <w:szCs w:val="20"/>
        </w:rPr>
        <w:t>przetargu nieograniczonego</w:t>
      </w:r>
      <w:r w:rsidRPr="00C1339B">
        <w:rPr>
          <w:rFonts w:cs="Arial"/>
          <w:sz w:val="20"/>
          <w:szCs w:val="20"/>
        </w:rPr>
        <w:t xml:space="preserve"> pn. </w:t>
      </w:r>
      <w:r w:rsidR="006B0B6E">
        <w:rPr>
          <w:rFonts w:cs="Arial"/>
          <w:sz w:val="20"/>
          <w:szCs w:val="20"/>
        </w:rPr>
        <w:t>„</w:t>
      </w:r>
      <w:r w:rsidR="006B0B6E" w:rsidRPr="006B0B6E">
        <w:rPr>
          <w:rFonts w:cs="Arial"/>
          <w:b/>
          <w:sz w:val="20"/>
          <w:szCs w:val="20"/>
        </w:rPr>
        <w:t>Remont pomieszczeń w budynku L1</w:t>
      </w:r>
      <w:r w:rsidR="006B0B6E" w:rsidRPr="00D45E03">
        <w:rPr>
          <w:rFonts w:cs="Arial"/>
          <w:sz w:val="20"/>
          <w:szCs w:val="20"/>
        </w:rPr>
        <w:t>”</w:t>
      </w:r>
      <w:r w:rsidR="006B0B6E" w:rsidRPr="00052764">
        <w:rPr>
          <w:rFonts w:cs="Arial"/>
          <w:sz w:val="20"/>
          <w:szCs w:val="20"/>
        </w:rPr>
        <w:t xml:space="preserve">, numer postępowania: </w:t>
      </w:r>
      <w:r w:rsidR="006B0B6E" w:rsidRPr="006B0B6E">
        <w:rPr>
          <w:rFonts w:cs="Arial"/>
          <w:b/>
          <w:sz w:val="20"/>
          <w:szCs w:val="20"/>
        </w:rPr>
        <w:t>NP/PGNG/24/0834/OL/SWO</w:t>
      </w:r>
      <w:r>
        <w:rPr>
          <w:rFonts w:cs="Arial"/>
          <w:b/>
          <w:sz w:val="20"/>
          <w:szCs w:val="20"/>
        </w:rPr>
        <w:t xml:space="preserve"> </w:t>
      </w:r>
      <w:r w:rsidRPr="00A55018">
        <w:rPr>
          <w:rFonts w:cs="Arial"/>
          <w:sz w:val="20"/>
          <w:szCs w:val="20"/>
        </w:rPr>
        <w:t>przedkładamy, wykaz usług na potwierdzanie spełnienia warunku udziału w postępowaniu określonego w punkcie 10.2.1.</w:t>
      </w:r>
      <w:r>
        <w:rPr>
          <w:rFonts w:cs="Arial"/>
          <w:sz w:val="20"/>
          <w:szCs w:val="20"/>
        </w:rPr>
        <w:t xml:space="preserve"> </w:t>
      </w:r>
      <w:r w:rsidRPr="00A55018">
        <w:rPr>
          <w:rFonts w:cs="Arial"/>
          <w:sz w:val="20"/>
          <w:szCs w:val="20"/>
        </w:rPr>
        <w:t>SWZ:</w:t>
      </w:r>
    </w:p>
    <w:p w14:paraId="5A411AC5" w14:textId="77777777" w:rsidR="00F36E42" w:rsidRPr="00A55018" w:rsidRDefault="00F36E42" w:rsidP="00F36E42">
      <w:pPr>
        <w:tabs>
          <w:tab w:val="right" w:pos="8505"/>
        </w:tabs>
        <w:suppressAutoHyphens/>
        <w:spacing w:line="276" w:lineRule="auto"/>
        <w:rPr>
          <w:rFonts w:cs="Arial"/>
          <w:sz w:val="20"/>
          <w:szCs w:val="20"/>
        </w:rPr>
      </w:pPr>
    </w:p>
    <w:tbl>
      <w:tblPr>
        <w:tblpPr w:leftFromText="141" w:rightFromText="141" w:vertAnchor="text" w:horzAnchor="margin" w:tblpXSpec="center" w:tblpY="31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4"/>
        <w:gridCol w:w="1725"/>
        <w:gridCol w:w="2726"/>
        <w:gridCol w:w="1167"/>
        <w:gridCol w:w="1057"/>
        <w:gridCol w:w="1104"/>
        <w:gridCol w:w="919"/>
      </w:tblGrid>
      <w:tr w:rsidR="00F36E42" w:rsidRPr="00A55018" w14:paraId="5183BA55" w14:textId="77777777" w:rsidTr="006B0B6E">
        <w:trPr>
          <w:trHeight w:val="281"/>
        </w:trPr>
        <w:tc>
          <w:tcPr>
            <w:tcW w:w="201" w:type="pct"/>
            <w:vMerge w:val="restart"/>
            <w:shd w:val="clear" w:color="auto" w:fill="auto"/>
            <w:vAlign w:val="center"/>
          </w:tcPr>
          <w:p w14:paraId="0EACED48" w14:textId="77777777" w:rsidR="00F36E42" w:rsidRPr="00A55018" w:rsidRDefault="00F36E42" w:rsidP="006B0B6E">
            <w:pPr>
              <w:spacing w:line="240" w:lineRule="auto"/>
              <w:jc w:val="left"/>
              <w:rPr>
                <w:rFonts w:eastAsia="Calibri" w:cs="Arial"/>
                <w:sz w:val="16"/>
                <w:szCs w:val="16"/>
                <w:lang w:eastAsia="en-US"/>
              </w:rPr>
            </w:pPr>
            <w:r w:rsidRPr="00A55018">
              <w:rPr>
                <w:rFonts w:eastAsia="Calibri" w:cs="Arial"/>
                <w:sz w:val="16"/>
                <w:szCs w:val="16"/>
                <w:lang w:eastAsia="en-US"/>
              </w:rPr>
              <w:t>Lp.</w:t>
            </w:r>
          </w:p>
        </w:tc>
        <w:tc>
          <w:tcPr>
            <w:tcW w:w="952" w:type="pct"/>
            <w:vMerge w:val="restart"/>
            <w:shd w:val="clear" w:color="auto" w:fill="auto"/>
            <w:vAlign w:val="center"/>
          </w:tcPr>
          <w:p w14:paraId="1B17A459" w14:textId="4FC691D4" w:rsidR="00F36E42" w:rsidRPr="00A55018" w:rsidRDefault="00F36E42" w:rsidP="006B0B6E">
            <w:pPr>
              <w:spacing w:line="240" w:lineRule="auto"/>
              <w:jc w:val="center"/>
              <w:rPr>
                <w:rFonts w:cs="Arial"/>
                <w:sz w:val="16"/>
                <w:szCs w:val="16"/>
              </w:rPr>
            </w:pPr>
            <w:r w:rsidRPr="00A55018">
              <w:rPr>
                <w:rFonts w:cs="Arial"/>
                <w:sz w:val="16"/>
                <w:szCs w:val="16"/>
              </w:rPr>
              <w:t xml:space="preserve">Nazwa podmiotu, na rzecz którego </w:t>
            </w:r>
            <w:r w:rsidR="003549ED">
              <w:rPr>
                <w:rFonts w:cs="Arial"/>
                <w:sz w:val="16"/>
                <w:szCs w:val="16"/>
              </w:rPr>
              <w:t>usługa</w:t>
            </w:r>
            <w:bookmarkStart w:id="7" w:name="_GoBack"/>
            <w:bookmarkEnd w:id="7"/>
            <w:r w:rsidRPr="00A55018">
              <w:rPr>
                <w:rFonts w:cs="Arial"/>
                <w:sz w:val="16"/>
                <w:szCs w:val="16"/>
              </w:rPr>
              <w:t xml:space="preserve"> została wykonana</w:t>
            </w:r>
          </w:p>
        </w:tc>
        <w:tc>
          <w:tcPr>
            <w:tcW w:w="1504" w:type="pct"/>
            <w:vMerge w:val="restart"/>
            <w:vAlign w:val="center"/>
          </w:tcPr>
          <w:p w14:paraId="75089EDB" w14:textId="77777777" w:rsidR="00F36E42" w:rsidRPr="00A55018" w:rsidRDefault="00F36E42" w:rsidP="006B0B6E">
            <w:pPr>
              <w:widowControl w:val="0"/>
              <w:spacing w:line="240" w:lineRule="auto"/>
              <w:jc w:val="center"/>
              <w:rPr>
                <w:rFonts w:eastAsia="Calibri" w:cs="Arial"/>
                <w:sz w:val="16"/>
                <w:szCs w:val="16"/>
                <w:lang w:eastAsia="en-US"/>
              </w:rPr>
            </w:pPr>
            <w:r w:rsidRPr="00A55018">
              <w:rPr>
                <w:rFonts w:eastAsia="Calibri" w:cs="Arial"/>
                <w:sz w:val="16"/>
                <w:szCs w:val="16"/>
                <w:lang w:eastAsia="en-US"/>
              </w:rPr>
              <w:t>Przedmiot zamówienia</w:t>
            </w:r>
          </w:p>
        </w:tc>
        <w:tc>
          <w:tcPr>
            <w:tcW w:w="644" w:type="pct"/>
            <w:vMerge w:val="restart"/>
            <w:vAlign w:val="center"/>
          </w:tcPr>
          <w:p w14:paraId="66C31E0F" w14:textId="77777777" w:rsidR="00F36E42" w:rsidRDefault="00F36E42" w:rsidP="006B0B6E">
            <w:pPr>
              <w:spacing w:line="240" w:lineRule="auto"/>
              <w:jc w:val="center"/>
              <w:rPr>
                <w:rFonts w:cs="Arial"/>
                <w:sz w:val="16"/>
                <w:szCs w:val="16"/>
              </w:rPr>
            </w:pPr>
            <w:r>
              <w:rPr>
                <w:rFonts w:cs="Arial"/>
                <w:sz w:val="16"/>
                <w:szCs w:val="16"/>
              </w:rPr>
              <w:t>Wartość</w:t>
            </w:r>
          </w:p>
          <w:p w14:paraId="666511DE" w14:textId="77777777" w:rsidR="00F36E42" w:rsidRPr="00A55018" w:rsidRDefault="00F36E42" w:rsidP="006B0B6E">
            <w:pPr>
              <w:spacing w:line="240" w:lineRule="auto"/>
              <w:jc w:val="center"/>
              <w:rPr>
                <w:rFonts w:cs="Arial"/>
                <w:sz w:val="16"/>
                <w:szCs w:val="16"/>
              </w:rPr>
            </w:pPr>
            <w:r>
              <w:rPr>
                <w:rFonts w:cs="Arial"/>
                <w:sz w:val="16"/>
                <w:szCs w:val="16"/>
              </w:rPr>
              <w:t>netto</w:t>
            </w:r>
          </w:p>
        </w:tc>
        <w:tc>
          <w:tcPr>
            <w:tcW w:w="1192" w:type="pct"/>
            <w:gridSpan w:val="2"/>
            <w:shd w:val="clear" w:color="auto" w:fill="auto"/>
            <w:vAlign w:val="center"/>
          </w:tcPr>
          <w:p w14:paraId="4E6B6B7B" w14:textId="77777777" w:rsidR="00F36E42" w:rsidRPr="00A55018" w:rsidRDefault="00F36E42" w:rsidP="006B0B6E">
            <w:pPr>
              <w:spacing w:line="240" w:lineRule="auto"/>
              <w:jc w:val="center"/>
              <w:rPr>
                <w:rFonts w:eastAsia="Calibri" w:cs="Arial"/>
                <w:sz w:val="16"/>
                <w:szCs w:val="16"/>
                <w:lang w:eastAsia="en-US"/>
              </w:rPr>
            </w:pPr>
            <w:r w:rsidRPr="00A55018">
              <w:rPr>
                <w:rFonts w:cs="Arial"/>
                <w:sz w:val="16"/>
                <w:szCs w:val="16"/>
              </w:rPr>
              <w:t>Termin realizacji usługi</w:t>
            </w:r>
          </w:p>
        </w:tc>
        <w:tc>
          <w:tcPr>
            <w:tcW w:w="507" w:type="pct"/>
            <w:vMerge w:val="restart"/>
            <w:vAlign w:val="center"/>
          </w:tcPr>
          <w:p w14:paraId="0A0734DD" w14:textId="77777777" w:rsidR="00F36E42" w:rsidRPr="00A55018" w:rsidRDefault="00F36E42" w:rsidP="006B0B6E">
            <w:pPr>
              <w:spacing w:line="240" w:lineRule="auto"/>
              <w:jc w:val="center"/>
              <w:rPr>
                <w:rFonts w:cs="Arial"/>
                <w:sz w:val="16"/>
                <w:szCs w:val="16"/>
              </w:rPr>
            </w:pPr>
            <w:r w:rsidRPr="00A55018">
              <w:rPr>
                <w:rFonts w:cs="Arial"/>
                <w:sz w:val="16"/>
                <w:szCs w:val="16"/>
              </w:rPr>
              <w:t>Uwagi</w:t>
            </w:r>
          </w:p>
        </w:tc>
      </w:tr>
      <w:tr w:rsidR="00F36E42" w:rsidRPr="00A55018" w14:paraId="6F2A5DBA" w14:textId="77777777" w:rsidTr="006B0B6E">
        <w:trPr>
          <w:trHeight w:val="501"/>
        </w:trPr>
        <w:tc>
          <w:tcPr>
            <w:tcW w:w="201" w:type="pct"/>
            <w:vMerge/>
            <w:shd w:val="clear" w:color="auto" w:fill="auto"/>
            <w:vAlign w:val="center"/>
          </w:tcPr>
          <w:p w14:paraId="4590239F" w14:textId="77777777" w:rsidR="00F36E42" w:rsidRPr="00A55018" w:rsidRDefault="00F36E42" w:rsidP="006B0B6E">
            <w:pPr>
              <w:spacing w:line="240" w:lineRule="auto"/>
              <w:jc w:val="center"/>
              <w:rPr>
                <w:rFonts w:eastAsia="Calibri" w:cs="Arial"/>
                <w:sz w:val="16"/>
                <w:szCs w:val="16"/>
                <w:lang w:eastAsia="en-US"/>
              </w:rPr>
            </w:pPr>
          </w:p>
        </w:tc>
        <w:tc>
          <w:tcPr>
            <w:tcW w:w="952" w:type="pct"/>
            <w:vMerge/>
            <w:shd w:val="clear" w:color="auto" w:fill="auto"/>
            <w:vAlign w:val="center"/>
          </w:tcPr>
          <w:p w14:paraId="45B3754F" w14:textId="77777777" w:rsidR="00F36E42" w:rsidRPr="00A55018" w:rsidRDefault="00F36E42" w:rsidP="006B0B6E">
            <w:pPr>
              <w:spacing w:line="240" w:lineRule="auto"/>
              <w:jc w:val="center"/>
              <w:rPr>
                <w:rFonts w:eastAsia="Calibri" w:cs="Arial"/>
                <w:sz w:val="16"/>
                <w:szCs w:val="16"/>
                <w:lang w:eastAsia="en-US"/>
              </w:rPr>
            </w:pPr>
          </w:p>
        </w:tc>
        <w:tc>
          <w:tcPr>
            <w:tcW w:w="1504" w:type="pct"/>
            <w:vMerge/>
            <w:vAlign w:val="center"/>
          </w:tcPr>
          <w:p w14:paraId="10A83CC8" w14:textId="77777777" w:rsidR="00F36E42" w:rsidRPr="00A55018" w:rsidRDefault="00F36E42" w:rsidP="006B0B6E">
            <w:pPr>
              <w:spacing w:line="240" w:lineRule="auto"/>
              <w:jc w:val="left"/>
              <w:rPr>
                <w:rFonts w:eastAsia="Calibri" w:cs="Arial"/>
                <w:sz w:val="16"/>
                <w:szCs w:val="16"/>
                <w:lang w:eastAsia="en-US"/>
              </w:rPr>
            </w:pPr>
          </w:p>
        </w:tc>
        <w:tc>
          <w:tcPr>
            <w:tcW w:w="644" w:type="pct"/>
            <w:vMerge/>
            <w:vAlign w:val="center"/>
          </w:tcPr>
          <w:p w14:paraId="21307968" w14:textId="77777777" w:rsidR="00F36E42" w:rsidRPr="00A55018" w:rsidRDefault="00F36E42" w:rsidP="006B0B6E">
            <w:pPr>
              <w:spacing w:line="240" w:lineRule="auto"/>
              <w:jc w:val="center"/>
              <w:rPr>
                <w:rFonts w:cs="Arial"/>
                <w:sz w:val="16"/>
                <w:szCs w:val="16"/>
              </w:rPr>
            </w:pPr>
          </w:p>
        </w:tc>
        <w:tc>
          <w:tcPr>
            <w:tcW w:w="583" w:type="pct"/>
            <w:shd w:val="clear" w:color="auto" w:fill="auto"/>
            <w:vAlign w:val="center"/>
          </w:tcPr>
          <w:p w14:paraId="5BAE5FD3" w14:textId="77777777" w:rsidR="00F36E42" w:rsidRPr="00A55018" w:rsidRDefault="00F36E42" w:rsidP="006B0B6E">
            <w:pPr>
              <w:spacing w:line="240" w:lineRule="auto"/>
              <w:jc w:val="center"/>
              <w:rPr>
                <w:rFonts w:eastAsia="Calibri" w:cs="Arial"/>
                <w:sz w:val="16"/>
                <w:szCs w:val="16"/>
                <w:lang w:eastAsia="en-US"/>
              </w:rPr>
            </w:pPr>
            <w:r w:rsidRPr="00A55018">
              <w:rPr>
                <w:rFonts w:cs="Arial"/>
                <w:sz w:val="16"/>
                <w:szCs w:val="16"/>
              </w:rPr>
              <w:t>Rozpoczęcie</w:t>
            </w:r>
            <w:r w:rsidRPr="00A55018">
              <w:rPr>
                <w:rFonts w:cs="Arial"/>
                <w:sz w:val="16"/>
                <w:szCs w:val="16"/>
              </w:rPr>
              <w:br/>
              <w:t>[miesiąc i rok]</w:t>
            </w:r>
          </w:p>
        </w:tc>
        <w:tc>
          <w:tcPr>
            <w:tcW w:w="609" w:type="pct"/>
            <w:vAlign w:val="center"/>
          </w:tcPr>
          <w:p w14:paraId="4B9F01B6" w14:textId="77777777" w:rsidR="00F36E42" w:rsidRPr="00A55018" w:rsidRDefault="00F36E42" w:rsidP="006B0B6E">
            <w:pPr>
              <w:spacing w:line="240" w:lineRule="auto"/>
              <w:jc w:val="center"/>
              <w:rPr>
                <w:rFonts w:eastAsia="Calibri" w:cs="Arial"/>
                <w:sz w:val="16"/>
                <w:szCs w:val="16"/>
                <w:lang w:eastAsia="en-US"/>
              </w:rPr>
            </w:pPr>
            <w:r w:rsidRPr="00A55018">
              <w:rPr>
                <w:rFonts w:cs="Arial"/>
                <w:sz w:val="16"/>
                <w:szCs w:val="16"/>
              </w:rPr>
              <w:t>Zakończenie</w:t>
            </w:r>
            <w:r w:rsidRPr="00A55018">
              <w:rPr>
                <w:rFonts w:cs="Arial"/>
                <w:sz w:val="16"/>
                <w:szCs w:val="16"/>
              </w:rPr>
              <w:br/>
              <w:t>[miesiąc i rok]</w:t>
            </w:r>
          </w:p>
        </w:tc>
        <w:tc>
          <w:tcPr>
            <w:tcW w:w="507" w:type="pct"/>
            <w:vMerge/>
            <w:vAlign w:val="center"/>
          </w:tcPr>
          <w:p w14:paraId="2E1177B6" w14:textId="77777777" w:rsidR="00F36E42" w:rsidRPr="00A55018" w:rsidRDefault="00F36E42" w:rsidP="006B0B6E">
            <w:pPr>
              <w:spacing w:line="240" w:lineRule="auto"/>
              <w:jc w:val="center"/>
              <w:rPr>
                <w:rFonts w:cs="Arial"/>
                <w:sz w:val="16"/>
                <w:szCs w:val="16"/>
              </w:rPr>
            </w:pPr>
          </w:p>
        </w:tc>
      </w:tr>
      <w:tr w:rsidR="00F36E42" w:rsidRPr="00A55018" w14:paraId="6C5D55EB" w14:textId="77777777" w:rsidTr="006B0B6E">
        <w:trPr>
          <w:trHeight w:val="284"/>
        </w:trPr>
        <w:tc>
          <w:tcPr>
            <w:tcW w:w="201" w:type="pct"/>
            <w:vAlign w:val="center"/>
          </w:tcPr>
          <w:p w14:paraId="475A95E4" w14:textId="77777777" w:rsidR="00F36E42" w:rsidRPr="00A55018" w:rsidRDefault="00F36E42" w:rsidP="006B0B6E">
            <w:pPr>
              <w:spacing w:line="240" w:lineRule="auto"/>
              <w:jc w:val="center"/>
              <w:rPr>
                <w:rFonts w:eastAsia="Calibri" w:cs="Arial"/>
                <w:color w:val="000000"/>
                <w:sz w:val="16"/>
                <w:szCs w:val="16"/>
                <w:lang w:eastAsia="en-US"/>
              </w:rPr>
            </w:pPr>
            <w:r w:rsidRPr="00A55018">
              <w:rPr>
                <w:rFonts w:eastAsia="Calibri" w:cs="Arial"/>
                <w:color w:val="000000"/>
                <w:sz w:val="16"/>
                <w:szCs w:val="16"/>
                <w:lang w:eastAsia="en-US"/>
              </w:rPr>
              <w:t>1.</w:t>
            </w:r>
          </w:p>
        </w:tc>
        <w:tc>
          <w:tcPr>
            <w:tcW w:w="952" w:type="pct"/>
            <w:vAlign w:val="center"/>
          </w:tcPr>
          <w:p w14:paraId="79352643" w14:textId="77777777" w:rsidR="00F36E42" w:rsidRPr="00A55018" w:rsidRDefault="00F36E42" w:rsidP="006B0B6E">
            <w:pPr>
              <w:tabs>
                <w:tab w:val="left" w:pos="353"/>
              </w:tabs>
              <w:autoSpaceDE w:val="0"/>
              <w:autoSpaceDN w:val="0"/>
              <w:spacing w:line="240" w:lineRule="auto"/>
              <w:jc w:val="left"/>
              <w:rPr>
                <w:rFonts w:eastAsia="Calibri" w:cs="Arial"/>
                <w:color w:val="000000"/>
                <w:sz w:val="18"/>
                <w:szCs w:val="18"/>
                <w:lang w:eastAsia="en-US"/>
              </w:rPr>
            </w:pPr>
          </w:p>
        </w:tc>
        <w:tc>
          <w:tcPr>
            <w:tcW w:w="1504" w:type="pct"/>
            <w:vAlign w:val="center"/>
          </w:tcPr>
          <w:p w14:paraId="0709E1C3" w14:textId="77777777" w:rsidR="00F36E42" w:rsidRPr="00A55018" w:rsidRDefault="00F36E42" w:rsidP="006B0B6E">
            <w:pPr>
              <w:spacing w:line="240" w:lineRule="auto"/>
              <w:jc w:val="left"/>
              <w:rPr>
                <w:rFonts w:eastAsia="Calibri" w:cs="Arial"/>
                <w:color w:val="000000"/>
                <w:sz w:val="18"/>
                <w:szCs w:val="18"/>
                <w:lang w:eastAsia="en-US"/>
              </w:rPr>
            </w:pPr>
          </w:p>
        </w:tc>
        <w:tc>
          <w:tcPr>
            <w:tcW w:w="644" w:type="pct"/>
            <w:vAlign w:val="center"/>
          </w:tcPr>
          <w:p w14:paraId="2126AE6A" w14:textId="77777777" w:rsidR="00F36E42" w:rsidRPr="00A55018" w:rsidRDefault="00F36E42" w:rsidP="006B0B6E">
            <w:pPr>
              <w:spacing w:line="240" w:lineRule="auto"/>
              <w:jc w:val="center"/>
              <w:rPr>
                <w:rFonts w:eastAsia="Calibri" w:cs="Arial"/>
                <w:color w:val="000000"/>
                <w:sz w:val="18"/>
                <w:szCs w:val="18"/>
                <w:lang w:eastAsia="en-US"/>
              </w:rPr>
            </w:pPr>
          </w:p>
        </w:tc>
        <w:tc>
          <w:tcPr>
            <w:tcW w:w="583" w:type="pct"/>
            <w:vAlign w:val="center"/>
          </w:tcPr>
          <w:p w14:paraId="63FDD14D" w14:textId="77777777" w:rsidR="00F36E42" w:rsidRPr="00A55018" w:rsidRDefault="00F36E42" w:rsidP="006B0B6E">
            <w:pPr>
              <w:spacing w:line="240" w:lineRule="auto"/>
              <w:jc w:val="center"/>
              <w:rPr>
                <w:rFonts w:eastAsia="Calibri" w:cs="Arial"/>
                <w:color w:val="000000"/>
                <w:sz w:val="18"/>
                <w:szCs w:val="18"/>
                <w:lang w:eastAsia="en-US"/>
              </w:rPr>
            </w:pPr>
          </w:p>
        </w:tc>
        <w:tc>
          <w:tcPr>
            <w:tcW w:w="609" w:type="pct"/>
            <w:vAlign w:val="center"/>
          </w:tcPr>
          <w:p w14:paraId="1B536B0A" w14:textId="77777777" w:rsidR="00F36E42" w:rsidRPr="00A55018" w:rsidRDefault="00F36E42" w:rsidP="006B0B6E">
            <w:pPr>
              <w:spacing w:line="240" w:lineRule="auto"/>
              <w:jc w:val="center"/>
              <w:rPr>
                <w:rFonts w:eastAsia="Calibri" w:cs="Arial"/>
                <w:color w:val="000000"/>
                <w:sz w:val="18"/>
                <w:szCs w:val="18"/>
                <w:lang w:eastAsia="en-US"/>
              </w:rPr>
            </w:pPr>
          </w:p>
        </w:tc>
        <w:tc>
          <w:tcPr>
            <w:tcW w:w="507" w:type="pct"/>
            <w:vAlign w:val="center"/>
          </w:tcPr>
          <w:p w14:paraId="6A3E1FF8" w14:textId="77777777" w:rsidR="00F36E42" w:rsidRPr="00A55018" w:rsidRDefault="00F36E42" w:rsidP="006B0B6E">
            <w:pPr>
              <w:spacing w:line="240" w:lineRule="auto"/>
              <w:jc w:val="center"/>
              <w:rPr>
                <w:rFonts w:eastAsia="Calibri" w:cs="Arial"/>
                <w:color w:val="000000"/>
                <w:sz w:val="18"/>
                <w:szCs w:val="18"/>
                <w:lang w:eastAsia="en-US"/>
              </w:rPr>
            </w:pPr>
          </w:p>
        </w:tc>
      </w:tr>
      <w:tr w:rsidR="00F36E42" w:rsidRPr="00A55018" w14:paraId="6162109B" w14:textId="77777777" w:rsidTr="006B0B6E">
        <w:trPr>
          <w:trHeight w:val="284"/>
        </w:trPr>
        <w:tc>
          <w:tcPr>
            <w:tcW w:w="201" w:type="pct"/>
            <w:vAlign w:val="center"/>
          </w:tcPr>
          <w:p w14:paraId="53B5F6A1" w14:textId="77777777" w:rsidR="00F36E42" w:rsidRPr="00A55018" w:rsidRDefault="00F36E42" w:rsidP="006B0B6E">
            <w:pPr>
              <w:spacing w:line="240" w:lineRule="auto"/>
              <w:jc w:val="center"/>
              <w:rPr>
                <w:rFonts w:eastAsia="Calibri" w:cs="Arial"/>
                <w:color w:val="000000"/>
                <w:sz w:val="16"/>
                <w:szCs w:val="16"/>
                <w:lang w:eastAsia="en-US"/>
              </w:rPr>
            </w:pPr>
            <w:r w:rsidRPr="00A55018">
              <w:rPr>
                <w:rFonts w:eastAsia="Calibri" w:cs="Arial"/>
                <w:color w:val="000000"/>
                <w:sz w:val="16"/>
                <w:szCs w:val="16"/>
                <w:lang w:eastAsia="en-US"/>
              </w:rPr>
              <w:t>2.</w:t>
            </w:r>
          </w:p>
        </w:tc>
        <w:tc>
          <w:tcPr>
            <w:tcW w:w="952" w:type="pct"/>
            <w:vAlign w:val="center"/>
          </w:tcPr>
          <w:p w14:paraId="06C36BD0" w14:textId="77777777" w:rsidR="00F36E42" w:rsidRPr="00A55018" w:rsidRDefault="00F36E42" w:rsidP="006B0B6E">
            <w:pPr>
              <w:tabs>
                <w:tab w:val="left" w:pos="353"/>
              </w:tabs>
              <w:autoSpaceDE w:val="0"/>
              <w:autoSpaceDN w:val="0"/>
              <w:spacing w:line="240" w:lineRule="auto"/>
              <w:jc w:val="left"/>
              <w:rPr>
                <w:rFonts w:eastAsia="Calibri" w:cs="Arial"/>
                <w:color w:val="000000"/>
                <w:sz w:val="18"/>
                <w:szCs w:val="18"/>
                <w:lang w:eastAsia="en-US"/>
              </w:rPr>
            </w:pPr>
          </w:p>
        </w:tc>
        <w:tc>
          <w:tcPr>
            <w:tcW w:w="1504" w:type="pct"/>
            <w:vAlign w:val="center"/>
          </w:tcPr>
          <w:p w14:paraId="120BBE91" w14:textId="77777777" w:rsidR="00F36E42" w:rsidRPr="00A55018" w:rsidRDefault="00F36E42" w:rsidP="006B0B6E">
            <w:pPr>
              <w:spacing w:line="240" w:lineRule="auto"/>
              <w:jc w:val="left"/>
              <w:rPr>
                <w:rFonts w:eastAsia="Calibri" w:cs="Arial"/>
                <w:color w:val="000000"/>
                <w:sz w:val="18"/>
                <w:szCs w:val="18"/>
                <w:lang w:eastAsia="en-US"/>
              </w:rPr>
            </w:pPr>
          </w:p>
        </w:tc>
        <w:tc>
          <w:tcPr>
            <w:tcW w:w="644" w:type="pct"/>
            <w:vAlign w:val="center"/>
          </w:tcPr>
          <w:p w14:paraId="679A7666" w14:textId="77777777" w:rsidR="00F36E42" w:rsidRPr="00A55018" w:rsidRDefault="00F36E42" w:rsidP="006B0B6E">
            <w:pPr>
              <w:spacing w:line="240" w:lineRule="auto"/>
              <w:jc w:val="center"/>
              <w:rPr>
                <w:rFonts w:eastAsia="Calibri" w:cs="Arial"/>
                <w:color w:val="000000"/>
                <w:sz w:val="18"/>
                <w:szCs w:val="18"/>
                <w:lang w:eastAsia="en-US"/>
              </w:rPr>
            </w:pPr>
          </w:p>
        </w:tc>
        <w:tc>
          <w:tcPr>
            <w:tcW w:w="583" w:type="pct"/>
            <w:vAlign w:val="center"/>
          </w:tcPr>
          <w:p w14:paraId="2BBD09F6" w14:textId="77777777" w:rsidR="00F36E42" w:rsidRPr="00A55018" w:rsidRDefault="00F36E42" w:rsidP="006B0B6E">
            <w:pPr>
              <w:spacing w:line="240" w:lineRule="auto"/>
              <w:jc w:val="center"/>
              <w:rPr>
                <w:rFonts w:eastAsia="Calibri" w:cs="Arial"/>
                <w:color w:val="000000"/>
                <w:sz w:val="18"/>
                <w:szCs w:val="18"/>
                <w:lang w:eastAsia="en-US"/>
              </w:rPr>
            </w:pPr>
          </w:p>
        </w:tc>
        <w:tc>
          <w:tcPr>
            <w:tcW w:w="609" w:type="pct"/>
            <w:vAlign w:val="center"/>
          </w:tcPr>
          <w:p w14:paraId="0E33F338" w14:textId="77777777" w:rsidR="00F36E42" w:rsidRPr="00A55018" w:rsidRDefault="00F36E42" w:rsidP="006B0B6E">
            <w:pPr>
              <w:spacing w:line="240" w:lineRule="auto"/>
              <w:jc w:val="center"/>
              <w:rPr>
                <w:rFonts w:eastAsia="Calibri" w:cs="Arial"/>
                <w:color w:val="000000"/>
                <w:sz w:val="18"/>
                <w:szCs w:val="18"/>
                <w:lang w:eastAsia="en-US"/>
              </w:rPr>
            </w:pPr>
          </w:p>
        </w:tc>
        <w:tc>
          <w:tcPr>
            <w:tcW w:w="507" w:type="pct"/>
            <w:vAlign w:val="center"/>
          </w:tcPr>
          <w:p w14:paraId="7A065E71" w14:textId="77777777" w:rsidR="00F36E42" w:rsidRPr="00A55018" w:rsidRDefault="00F36E42" w:rsidP="006B0B6E">
            <w:pPr>
              <w:spacing w:line="240" w:lineRule="auto"/>
              <w:jc w:val="center"/>
              <w:rPr>
                <w:rFonts w:eastAsia="Calibri" w:cs="Arial"/>
                <w:color w:val="000000"/>
                <w:sz w:val="18"/>
                <w:szCs w:val="18"/>
                <w:lang w:eastAsia="en-US"/>
              </w:rPr>
            </w:pPr>
          </w:p>
        </w:tc>
      </w:tr>
      <w:tr w:rsidR="00F36E42" w:rsidRPr="00A55018" w14:paraId="15D1FFC4" w14:textId="77777777" w:rsidTr="006B0B6E">
        <w:trPr>
          <w:trHeight w:val="284"/>
        </w:trPr>
        <w:tc>
          <w:tcPr>
            <w:tcW w:w="201" w:type="pct"/>
            <w:vAlign w:val="center"/>
          </w:tcPr>
          <w:p w14:paraId="0A23F862" w14:textId="77777777" w:rsidR="00F36E42" w:rsidRPr="00A55018" w:rsidRDefault="00F36E42" w:rsidP="006B0B6E">
            <w:pPr>
              <w:spacing w:line="240" w:lineRule="auto"/>
              <w:jc w:val="center"/>
              <w:rPr>
                <w:rFonts w:eastAsia="Calibri" w:cs="Arial"/>
                <w:color w:val="000000"/>
                <w:sz w:val="16"/>
                <w:szCs w:val="16"/>
                <w:lang w:eastAsia="en-US"/>
              </w:rPr>
            </w:pPr>
            <w:r w:rsidRPr="00A55018">
              <w:rPr>
                <w:rFonts w:eastAsia="Calibri" w:cs="Arial"/>
                <w:color w:val="000000"/>
                <w:sz w:val="16"/>
                <w:szCs w:val="16"/>
                <w:lang w:eastAsia="en-US"/>
              </w:rPr>
              <w:t>…</w:t>
            </w:r>
          </w:p>
        </w:tc>
        <w:tc>
          <w:tcPr>
            <w:tcW w:w="952" w:type="pct"/>
            <w:vAlign w:val="center"/>
          </w:tcPr>
          <w:p w14:paraId="20FC7490" w14:textId="77777777" w:rsidR="00F36E42" w:rsidRPr="00A55018" w:rsidRDefault="00F36E42" w:rsidP="006B0B6E">
            <w:pPr>
              <w:tabs>
                <w:tab w:val="left" w:pos="353"/>
              </w:tabs>
              <w:autoSpaceDE w:val="0"/>
              <w:autoSpaceDN w:val="0"/>
              <w:spacing w:line="240" w:lineRule="auto"/>
              <w:jc w:val="left"/>
              <w:rPr>
                <w:rFonts w:eastAsia="Calibri" w:cs="Arial"/>
                <w:color w:val="000000"/>
                <w:sz w:val="18"/>
                <w:szCs w:val="18"/>
                <w:lang w:eastAsia="en-US"/>
              </w:rPr>
            </w:pPr>
          </w:p>
        </w:tc>
        <w:tc>
          <w:tcPr>
            <w:tcW w:w="1504" w:type="pct"/>
            <w:vAlign w:val="center"/>
          </w:tcPr>
          <w:p w14:paraId="10106B31" w14:textId="77777777" w:rsidR="00F36E42" w:rsidRPr="00A55018" w:rsidRDefault="00F36E42" w:rsidP="006B0B6E">
            <w:pPr>
              <w:spacing w:line="240" w:lineRule="auto"/>
              <w:jc w:val="left"/>
              <w:rPr>
                <w:rFonts w:eastAsia="Calibri" w:cs="Arial"/>
                <w:color w:val="000000"/>
                <w:sz w:val="18"/>
                <w:szCs w:val="18"/>
                <w:lang w:eastAsia="en-US"/>
              </w:rPr>
            </w:pPr>
          </w:p>
        </w:tc>
        <w:tc>
          <w:tcPr>
            <w:tcW w:w="644" w:type="pct"/>
            <w:vAlign w:val="center"/>
          </w:tcPr>
          <w:p w14:paraId="60ECF716" w14:textId="77777777" w:rsidR="00F36E42" w:rsidRPr="00A55018" w:rsidRDefault="00F36E42" w:rsidP="006B0B6E">
            <w:pPr>
              <w:spacing w:line="240" w:lineRule="auto"/>
              <w:jc w:val="center"/>
              <w:rPr>
                <w:rFonts w:eastAsia="Calibri" w:cs="Arial"/>
                <w:color w:val="000000"/>
                <w:sz w:val="18"/>
                <w:szCs w:val="18"/>
                <w:lang w:eastAsia="en-US"/>
              </w:rPr>
            </w:pPr>
          </w:p>
        </w:tc>
        <w:tc>
          <w:tcPr>
            <w:tcW w:w="583" w:type="pct"/>
            <w:vAlign w:val="center"/>
          </w:tcPr>
          <w:p w14:paraId="7DD00159" w14:textId="77777777" w:rsidR="00F36E42" w:rsidRPr="00A55018" w:rsidRDefault="00F36E42" w:rsidP="006B0B6E">
            <w:pPr>
              <w:spacing w:line="240" w:lineRule="auto"/>
              <w:jc w:val="center"/>
              <w:rPr>
                <w:rFonts w:eastAsia="Calibri" w:cs="Arial"/>
                <w:color w:val="000000"/>
                <w:sz w:val="18"/>
                <w:szCs w:val="18"/>
                <w:lang w:eastAsia="en-US"/>
              </w:rPr>
            </w:pPr>
          </w:p>
        </w:tc>
        <w:tc>
          <w:tcPr>
            <w:tcW w:w="609" w:type="pct"/>
            <w:vAlign w:val="center"/>
          </w:tcPr>
          <w:p w14:paraId="2FD0A4ED" w14:textId="77777777" w:rsidR="00F36E42" w:rsidRPr="00A55018" w:rsidRDefault="00F36E42" w:rsidP="006B0B6E">
            <w:pPr>
              <w:spacing w:line="240" w:lineRule="auto"/>
              <w:jc w:val="center"/>
              <w:rPr>
                <w:rFonts w:eastAsia="Calibri" w:cs="Arial"/>
                <w:color w:val="000000"/>
                <w:sz w:val="18"/>
                <w:szCs w:val="18"/>
                <w:lang w:eastAsia="en-US"/>
              </w:rPr>
            </w:pPr>
          </w:p>
        </w:tc>
        <w:tc>
          <w:tcPr>
            <w:tcW w:w="507" w:type="pct"/>
            <w:vAlign w:val="center"/>
          </w:tcPr>
          <w:p w14:paraId="7253D9A8" w14:textId="77777777" w:rsidR="00F36E42" w:rsidRPr="00A55018" w:rsidRDefault="00F36E42" w:rsidP="006B0B6E">
            <w:pPr>
              <w:spacing w:line="240" w:lineRule="auto"/>
              <w:jc w:val="center"/>
              <w:rPr>
                <w:rFonts w:eastAsia="Calibri" w:cs="Arial"/>
                <w:color w:val="000000"/>
                <w:sz w:val="18"/>
                <w:szCs w:val="18"/>
                <w:lang w:eastAsia="en-US"/>
              </w:rPr>
            </w:pPr>
          </w:p>
        </w:tc>
      </w:tr>
    </w:tbl>
    <w:p w14:paraId="344DADE3" w14:textId="77777777" w:rsidR="00F36E42" w:rsidRPr="00A55018" w:rsidRDefault="00F36E42" w:rsidP="00F36E42">
      <w:pPr>
        <w:shd w:val="clear" w:color="auto" w:fill="FFFFFF"/>
        <w:tabs>
          <w:tab w:val="left" w:pos="274"/>
        </w:tabs>
        <w:rPr>
          <w:rFonts w:cs="Arial"/>
          <w:spacing w:val="-10"/>
          <w:sz w:val="20"/>
          <w:szCs w:val="20"/>
        </w:rPr>
      </w:pPr>
    </w:p>
    <w:p w14:paraId="2314B356" w14:textId="77777777" w:rsidR="00F36E42" w:rsidRPr="00A55018" w:rsidRDefault="00F36E42" w:rsidP="00F36E42">
      <w:pPr>
        <w:shd w:val="clear" w:color="auto" w:fill="FFFFFF"/>
        <w:tabs>
          <w:tab w:val="left" w:pos="274"/>
        </w:tabs>
        <w:rPr>
          <w:rFonts w:cs="Arial"/>
          <w:spacing w:val="-10"/>
          <w:sz w:val="20"/>
          <w:szCs w:val="20"/>
        </w:rPr>
      </w:pPr>
    </w:p>
    <w:p w14:paraId="6C30A3DC" w14:textId="77777777" w:rsidR="00F36E42" w:rsidRPr="00A55018" w:rsidRDefault="00F36E42" w:rsidP="00F36E42">
      <w:pPr>
        <w:shd w:val="clear" w:color="auto" w:fill="FFFFFF"/>
        <w:tabs>
          <w:tab w:val="left" w:pos="274"/>
        </w:tabs>
        <w:rPr>
          <w:rFonts w:cs="Arial"/>
          <w:spacing w:val="-10"/>
          <w:sz w:val="20"/>
          <w:szCs w:val="20"/>
        </w:rPr>
      </w:pPr>
    </w:p>
    <w:p w14:paraId="210B22EA" w14:textId="77777777" w:rsidR="00F36E42" w:rsidRPr="00A55018" w:rsidRDefault="00F36E42" w:rsidP="00F36E42">
      <w:pPr>
        <w:tabs>
          <w:tab w:val="right" w:pos="8505"/>
        </w:tabs>
        <w:suppressAutoHyphens/>
        <w:spacing w:line="276" w:lineRule="auto"/>
        <w:rPr>
          <w:rFonts w:cs="Arial"/>
          <w:sz w:val="20"/>
          <w:szCs w:val="20"/>
        </w:rPr>
      </w:pPr>
      <w:r w:rsidRPr="00A55018">
        <w:rPr>
          <w:rFonts w:cs="Arial"/>
          <w:sz w:val="20"/>
          <w:szCs w:val="20"/>
          <w:u w:val="single"/>
        </w:rPr>
        <w:t xml:space="preserve">Załączniki </w:t>
      </w:r>
      <w:r w:rsidRPr="00A55018">
        <w:rPr>
          <w:rFonts w:cs="Arial"/>
          <w:i/>
          <w:sz w:val="20"/>
          <w:szCs w:val="20"/>
          <w:u w:val="single"/>
        </w:rPr>
        <w:t>(referencje</w:t>
      </w:r>
      <w:r>
        <w:rPr>
          <w:rFonts w:cs="Arial"/>
          <w:i/>
          <w:sz w:val="20"/>
          <w:szCs w:val="20"/>
          <w:u w:val="single"/>
        </w:rPr>
        <w:t>, jeśli wymagane</w:t>
      </w:r>
      <w:r w:rsidRPr="00A55018">
        <w:rPr>
          <w:rFonts w:cs="Arial"/>
          <w:i/>
          <w:sz w:val="20"/>
          <w:szCs w:val="20"/>
          <w:u w:val="single"/>
        </w:rPr>
        <w:t>)</w:t>
      </w:r>
      <w:r w:rsidRPr="00A55018">
        <w:rPr>
          <w:rFonts w:cs="Arial"/>
          <w:sz w:val="20"/>
          <w:szCs w:val="20"/>
        </w:rPr>
        <w:t>:</w:t>
      </w:r>
    </w:p>
    <w:p w14:paraId="43472561" w14:textId="77777777" w:rsidR="00F36E42" w:rsidRPr="00A55018" w:rsidRDefault="00F36E42" w:rsidP="00F36E42">
      <w:pPr>
        <w:tabs>
          <w:tab w:val="right" w:pos="8505"/>
        </w:tabs>
        <w:suppressAutoHyphens/>
        <w:spacing w:line="276" w:lineRule="auto"/>
        <w:rPr>
          <w:rFonts w:cs="Arial"/>
          <w:sz w:val="20"/>
          <w:szCs w:val="20"/>
        </w:rPr>
      </w:pPr>
      <w:r w:rsidRPr="00A55018">
        <w:rPr>
          <w:rFonts w:cs="Arial"/>
          <w:sz w:val="20"/>
          <w:szCs w:val="20"/>
        </w:rPr>
        <w:t>1. …</w:t>
      </w:r>
    </w:p>
    <w:p w14:paraId="1B71C0D3" w14:textId="77777777" w:rsidR="00F36E42" w:rsidRPr="00A55018" w:rsidRDefault="00F36E42" w:rsidP="00F36E42">
      <w:pPr>
        <w:tabs>
          <w:tab w:val="right" w:pos="8505"/>
        </w:tabs>
        <w:suppressAutoHyphens/>
        <w:spacing w:line="276" w:lineRule="auto"/>
        <w:rPr>
          <w:rFonts w:cs="Arial"/>
          <w:sz w:val="20"/>
          <w:szCs w:val="20"/>
        </w:rPr>
      </w:pPr>
      <w:r w:rsidRPr="00A55018">
        <w:rPr>
          <w:rFonts w:cs="Arial"/>
          <w:sz w:val="20"/>
          <w:szCs w:val="20"/>
        </w:rPr>
        <w:t>2. …</w:t>
      </w:r>
    </w:p>
    <w:p w14:paraId="75FF162C" w14:textId="77777777" w:rsidR="00F36E42" w:rsidRDefault="00F36E42" w:rsidP="00F36E42">
      <w:pPr>
        <w:spacing w:line="240" w:lineRule="auto"/>
        <w:jc w:val="left"/>
      </w:pPr>
    </w:p>
    <w:p w14:paraId="560286AD" w14:textId="77777777" w:rsidR="00F36E42" w:rsidRDefault="00F36E42" w:rsidP="00F36E42">
      <w:pPr>
        <w:spacing w:line="240" w:lineRule="auto"/>
        <w:jc w:val="left"/>
      </w:pPr>
    </w:p>
    <w:p w14:paraId="39F57BE1" w14:textId="77777777" w:rsidR="00F36E42" w:rsidRDefault="00F36E42" w:rsidP="00F36E42">
      <w:pPr>
        <w:spacing w:line="240" w:lineRule="auto"/>
        <w:jc w:val="lef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
        <w:gridCol w:w="3938"/>
        <w:gridCol w:w="2338"/>
        <w:gridCol w:w="2262"/>
      </w:tblGrid>
      <w:tr w:rsidR="00F36E42" w:rsidRPr="00F0054B" w14:paraId="07F5E88A" w14:textId="77777777" w:rsidTr="006B0B6E">
        <w:trPr>
          <w:cantSplit/>
          <w:trHeight w:val="703"/>
          <w:jc w:val="center"/>
        </w:trPr>
        <w:tc>
          <w:tcPr>
            <w:tcW w:w="289" w:type="pct"/>
            <w:vAlign w:val="center"/>
          </w:tcPr>
          <w:p w14:paraId="199E4932" w14:textId="77777777" w:rsidR="00F36E42" w:rsidRPr="00F0054B" w:rsidRDefault="00F36E42" w:rsidP="006B0B6E">
            <w:pPr>
              <w:spacing w:line="240" w:lineRule="auto"/>
              <w:jc w:val="center"/>
              <w:rPr>
                <w:rFonts w:cs="Arial"/>
                <w:bCs/>
                <w:sz w:val="18"/>
                <w:szCs w:val="18"/>
              </w:rPr>
            </w:pPr>
            <w:r w:rsidRPr="00F0054B">
              <w:rPr>
                <w:rFonts w:cs="Arial"/>
                <w:bCs/>
                <w:sz w:val="18"/>
                <w:szCs w:val="18"/>
              </w:rPr>
              <w:t>Lp.</w:t>
            </w:r>
          </w:p>
        </w:tc>
        <w:tc>
          <w:tcPr>
            <w:tcW w:w="2173" w:type="pct"/>
            <w:vAlign w:val="center"/>
          </w:tcPr>
          <w:p w14:paraId="686AD090" w14:textId="77777777" w:rsidR="00F36E42" w:rsidRPr="00F0054B" w:rsidRDefault="00F36E42" w:rsidP="006B0B6E">
            <w:pPr>
              <w:spacing w:line="240" w:lineRule="auto"/>
              <w:jc w:val="center"/>
              <w:rPr>
                <w:rFonts w:cs="Arial"/>
                <w:bCs/>
                <w:sz w:val="18"/>
                <w:szCs w:val="18"/>
              </w:rPr>
            </w:pPr>
            <w:r w:rsidRPr="00F0054B">
              <w:rPr>
                <w:rFonts w:cs="Arial"/>
                <w:bCs/>
                <w:sz w:val="18"/>
                <w:szCs w:val="18"/>
              </w:rPr>
              <w:t>Nazwisko i imię osoby(osób)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w:t>
            </w:r>
            <w:proofErr w:type="spellStart"/>
            <w:r w:rsidRPr="00F0054B">
              <w:rPr>
                <w:rFonts w:cs="Arial"/>
                <w:bCs/>
                <w:sz w:val="18"/>
                <w:szCs w:val="18"/>
              </w:rPr>
              <w:t>ych</w:t>
            </w:r>
            <w:proofErr w:type="spellEnd"/>
            <w:r w:rsidRPr="00F0054B">
              <w:rPr>
                <w:rFonts w:cs="Arial"/>
                <w:bCs/>
                <w:sz w:val="18"/>
                <w:szCs w:val="18"/>
              </w:rPr>
              <w:t>) pełnomocnictwo</w:t>
            </w:r>
          </w:p>
        </w:tc>
        <w:tc>
          <w:tcPr>
            <w:tcW w:w="1290" w:type="pct"/>
            <w:vAlign w:val="center"/>
          </w:tcPr>
          <w:p w14:paraId="64D01680" w14:textId="77777777" w:rsidR="00F36E42" w:rsidRPr="00F0054B" w:rsidRDefault="00F36E42" w:rsidP="006B0B6E">
            <w:pPr>
              <w:spacing w:line="240" w:lineRule="auto"/>
              <w:jc w:val="center"/>
              <w:rPr>
                <w:rFonts w:cs="Arial"/>
                <w:bCs/>
                <w:sz w:val="18"/>
                <w:szCs w:val="18"/>
              </w:rPr>
            </w:pPr>
            <w:r w:rsidRPr="00F0054B">
              <w:rPr>
                <w:rFonts w:cs="Arial"/>
                <w:bCs/>
                <w:sz w:val="18"/>
                <w:szCs w:val="18"/>
              </w:rPr>
              <w:t xml:space="preserve">Podpis(y) osoby(osób) </w:t>
            </w:r>
          </w:p>
          <w:p w14:paraId="1DFC25D0" w14:textId="77777777" w:rsidR="00F36E42" w:rsidRPr="00F0054B" w:rsidRDefault="00F36E42" w:rsidP="006B0B6E">
            <w:pPr>
              <w:spacing w:line="240" w:lineRule="auto"/>
              <w:jc w:val="center"/>
              <w:rPr>
                <w:rFonts w:cs="Arial"/>
                <w:bCs/>
                <w:sz w:val="18"/>
                <w:szCs w:val="18"/>
              </w:rPr>
            </w:pPr>
            <w:r w:rsidRPr="00F0054B">
              <w:rPr>
                <w:rFonts w:cs="Arial"/>
                <w:bCs/>
                <w:sz w:val="18"/>
                <w:szCs w:val="18"/>
              </w:rPr>
              <w:t>Uprawnionej</w:t>
            </w:r>
            <w:r>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249" w:type="pct"/>
            <w:vAlign w:val="center"/>
          </w:tcPr>
          <w:p w14:paraId="6D4352F5" w14:textId="77777777" w:rsidR="00F36E42" w:rsidRPr="00F0054B" w:rsidRDefault="00F36E42" w:rsidP="006B0B6E">
            <w:pPr>
              <w:spacing w:line="240" w:lineRule="auto"/>
              <w:jc w:val="center"/>
              <w:rPr>
                <w:rFonts w:cs="Arial"/>
                <w:bCs/>
                <w:sz w:val="18"/>
                <w:szCs w:val="18"/>
              </w:rPr>
            </w:pPr>
            <w:r w:rsidRPr="00F0054B">
              <w:rPr>
                <w:rFonts w:cs="Arial"/>
                <w:bCs/>
                <w:sz w:val="18"/>
                <w:szCs w:val="18"/>
              </w:rPr>
              <w:t>Miejscowość</w:t>
            </w:r>
          </w:p>
          <w:p w14:paraId="4AD27C43" w14:textId="77777777" w:rsidR="00F36E42" w:rsidRPr="00F0054B" w:rsidRDefault="00F36E42" w:rsidP="006B0B6E">
            <w:pPr>
              <w:spacing w:line="240" w:lineRule="auto"/>
              <w:jc w:val="center"/>
              <w:rPr>
                <w:rFonts w:cs="Arial"/>
                <w:bCs/>
                <w:sz w:val="18"/>
                <w:szCs w:val="18"/>
              </w:rPr>
            </w:pPr>
            <w:r w:rsidRPr="00F0054B">
              <w:rPr>
                <w:rFonts w:cs="Arial"/>
                <w:bCs/>
                <w:sz w:val="18"/>
                <w:szCs w:val="18"/>
              </w:rPr>
              <w:t xml:space="preserve"> i data</w:t>
            </w:r>
          </w:p>
        </w:tc>
      </w:tr>
      <w:tr w:rsidR="00F36E42" w:rsidRPr="00F0054B" w14:paraId="5B38D92C" w14:textId="77777777" w:rsidTr="006B0B6E">
        <w:trPr>
          <w:cantSplit/>
          <w:trHeight w:val="674"/>
          <w:jc w:val="center"/>
        </w:trPr>
        <w:tc>
          <w:tcPr>
            <w:tcW w:w="289" w:type="pct"/>
            <w:vAlign w:val="center"/>
          </w:tcPr>
          <w:p w14:paraId="7FE6B392" w14:textId="77777777" w:rsidR="00F36E42" w:rsidRPr="00F0054B" w:rsidRDefault="00F36E42" w:rsidP="006B0B6E">
            <w:pPr>
              <w:rPr>
                <w:rFonts w:cs="Arial"/>
                <w:b/>
                <w:sz w:val="18"/>
                <w:szCs w:val="18"/>
              </w:rPr>
            </w:pPr>
          </w:p>
        </w:tc>
        <w:tc>
          <w:tcPr>
            <w:tcW w:w="2173" w:type="pct"/>
            <w:vAlign w:val="center"/>
          </w:tcPr>
          <w:p w14:paraId="5083E625" w14:textId="77777777" w:rsidR="00F36E42" w:rsidRPr="00F0054B" w:rsidRDefault="00F36E42" w:rsidP="006B0B6E">
            <w:pPr>
              <w:rPr>
                <w:rFonts w:cs="Arial"/>
                <w:b/>
                <w:sz w:val="18"/>
                <w:szCs w:val="18"/>
              </w:rPr>
            </w:pPr>
          </w:p>
        </w:tc>
        <w:tc>
          <w:tcPr>
            <w:tcW w:w="1290" w:type="pct"/>
            <w:vAlign w:val="center"/>
          </w:tcPr>
          <w:p w14:paraId="6F20E7E4" w14:textId="77777777" w:rsidR="00F36E42" w:rsidRPr="00F0054B" w:rsidRDefault="00F36E42" w:rsidP="006B0B6E">
            <w:pPr>
              <w:rPr>
                <w:rFonts w:cs="Arial"/>
                <w:b/>
                <w:sz w:val="18"/>
                <w:szCs w:val="18"/>
              </w:rPr>
            </w:pPr>
          </w:p>
        </w:tc>
        <w:tc>
          <w:tcPr>
            <w:tcW w:w="1249" w:type="pct"/>
            <w:vAlign w:val="center"/>
          </w:tcPr>
          <w:p w14:paraId="5C6CF67C" w14:textId="77777777" w:rsidR="00F36E42" w:rsidRPr="00F0054B" w:rsidRDefault="00F36E42" w:rsidP="006B0B6E">
            <w:pPr>
              <w:rPr>
                <w:rFonts w:cs="Arial"/>
                <w:b/>
                <w:sz w:val="18"/>
                <w:szCs w:val="18"/>
              </w:rPr>
            </w:pPr>
          </w:p>
        </w:tc>
      </w:tr>
    </w:tbl>
    <w:p w14:paraId="136E6F75" w14:textId="2D997C12" w:rsidR="00A641B0" w:rsidRDefault="00A641B0" w:rsidP="000125D6">
      <w:pPr>
        <w:spacing w:line="240" w:lineRule="auto"/>
        <w:jc w:val="left"/>
        <w:rPr>
          <w:rFonts w:cs="Calibri"/>
          <w:b/>
          <w:iCs/>
          <w:color w:val="000000"/>
          <w:sz w:val="20"/>
          <w:szCs w:val="22"/>
          <w:lang w:eastAsia="en-US"/>
        </w:rPr>
      </w:pPr>
    </w:p>
    <w:p w14:paraId="74399BD2" w14:textId="77777777" w:rsidR="00A641B0" w:rsidRDefault="00A641B0">
      <w:pPr>
        <w:spacing w:line="240" w:lineRule="auto"/>
        <w:jc w:val="left"/>
        <w:rPr>
          <w:rFonts w:cs="Calibri"/>
          <w:b/>
          <w:iCs/>
          <w:color w:val="000000"/>
          <w:sz w:val="20"/>
          <w:szCs w:val="22"/>
          <w:lang w:eastAsia="en-US"/>
        </w:rPr>
      </w:pPr>
      <w:r>
        <w:rPr>
          <w:rFonts w:cs="Calibri"/>
          <w:b/>
          <w:iCs/>
          <w:color w:val="000000"/>
          <w:sz w:val="20"/>
          <w:szCs w:val="22"/>
          <w:lang w:eastAsia="en-US"/>
        </w:rPr>
        <w:br w:type="page"/>
      </w:r>
    </w:p>
    <w:p w14:paraId="7BF71F41" w14:textId="67B62FBD" w:rsidR="00A641B0" w:rsidRPr="009C47E0" w:rsidRDefault="00A641B0" w:rsidP="00A641B0">
      <w:pPr>
        <w:pStyle w:val="StylZa"/>
      </w:pPr>
      <w:r>
        <w:lastRenderedPageBreak/>
        <w:t>Załącznik nr 6</w:t>
      </w:r>
      <w:r>
        <w:t xml:space="preserve"> do SWZ </w:t>
      </w:r>
    </w:p>
    <w:p w14:paraId="5276EFE2" w14:textId="77777777" w:rsidR="00A641B0" w:rsidRPr="002A44D0" w:rsidRDefault="00A641B0" w:rsidP="00A641B0">
      <w:pPr>
        <w:pStyle w:val="Styltytuza"/>
      </w:pPr>
      <w:r w:rsidRPr="002A44D0">
        <w:t xml:space="preserve">Oświadczenie o </w:t>
      </w:r>
      <w:r w:rsidRPr="009167F9">
        <w:t>zachowaniu poufności</w:t>
      </w:r>
    </w:p>
    <w:p w14:paraId="37DD80E7" w14:textId="77777777" w:rsidR="00A641B0" w:rsidRPr="009167F9" w:rsidRDefault="00A641B0" w:rsidP="00A641B0">
      <w:pPr>
        <w:tabs>
          <w:tab w:val="left" w:pos="9160"/>
          <w:tab w:val="left" w:pos="10076"/>
          <w:tab w:val="left" w:pos="10992"/>
          <w:tab w:val="left" w:pos="11908"/>
          <w:tab w:val="left" w:pos="12824"/>
          <w:tab w:val="left" w:pos="13740"/>
          <w:tab w:val="left" w:pos="14656"/>
        </w:tabs>
        <w:spacing w:after="120" w:line="276" w:lineRule="auto"/>
        <w:rPr>
          <w:rFonts w:cs="Arial"/>
          <w:b/>
          <w:bCs/>
          <w:sz w:val="20"/>
          <w:szCs w:val="20"/>
        </w:rPr>
      </w:pPr>
      <w:r>
        <w:rPr>
          <w:noProof/>
        </w:rPr>
        <mc:AlternateContent>
          <mc:Choice Requires="wps">
            <w:drawing>
              <wp:anchor distT="4294967289" distB="4294967289" distL="114300" distR="114300" simplePos="0" relativeHeight="251674624" behindDoc="0" locked="0" layoutInCell="1" allowOverlap="1" wp14:anchorId="35A4813A" wp14:editId="02FE6CEF">
                <wp:simplePos x="0" y="0"/>
                <wp:positionH relativeFrom="margin">
                  <wp:align>left</wp:align>
                </wp:positionH>
                <wp:positionV relativeFrom="paragraph">
                  <wp:posOffset>28575</wp:posOffset>
                </wp:positionV>
                <wp:extent cx="5749200" cy="0"/>
                <wp:effectExtent l="0" t="0" r="23495" b="19050"/>
                <wp:wrapNone/>
                <wp:docPr id="7"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A6F606" id="Łącznik prostoliniowy 12" o:spid="_x0000_s1026" style="position:absolute;flip:y;z-index:251674624;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2.25pt" to="452.7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A641B0" w:rsidRPr="00686709" w14:paraId="18BE3F24" w14:textId="77777777" w:rsidTr="00411A9B">
        <w:trPr>
          <w:cantSplit/>
          <w:trHeight w:hRule="exact" w:val="931"/>
          <w:jc w:val="center"/>
        </w:trPr>
        <w:tc>
          <w:tcPr>
            <w:tcW w:w="3552" w:type="dxa"/>
            <w:shd w:val="clear" w:color="auto" w:fill="002060"/>
            <w:vAlign w:val="center"/>
          </w:tcPr>
          <w:p w14:paraId="47A6E28D" w14:textId="77777777" w:rsidR="00A641B0" w:rsidRPr="004375BC" w:rsidRDefault="00A641B0" w:rsidP="00411A9B">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684E23BF" w14:textId="77777777" w:rsidR="00A641B0" w:rsidRPr="00686709" w:rsidRDefault="00A641B0" w:rsidP="00411A9B">
            <w:pPr>
              <w:spacing w:line="240" w:lineRule="auto"/>
              <w:rPr>
                <w:rFonts w:cs="Arial"/>
                <w:sz w:val="20"/>
                <w:szCs w:val="20"/>
              </w:rPr>
            </w:pPr>
          </w:p>
        </w:tc>
      </w:tr>
      <w:tr w:rsidR="00A641B0" w:rsidRPr="00686709" w14:paraId="39C34C29" w14:textId="77777777" w:rsidTr="00411A9B">
        <w:trPr>
          <w:cantSplit/>
          <w:trHeight w:hRule="exact" w:val="1253"/>
          <w:jc w:val="center"/>
        </w:trPr>
        <w:tc>
          <w:tcPr>
            <w:tcW w:w="3552" w:type="dxa"/>
            <w:shd w:val="clear" w:color="auto" w:fill="002060"/>
            <w:vAlign w:val="center"/>
          </w:tcPr>
          <w:p w14:paraId="5588F901" w14:textId="77777777" w:rsidR="00A641B0" w:rsidRPr="004375BC" w:rsidRDefault="00A641B0" w:rsidP="00411A9B">
            <w:pPr>
              <w:spacing w:line="240" w:lineRule="auto"/>
              <w:rPr>
                <w:rFonts w:cs="Arial"/>
                <w:b/>
                <w:color w:val="FFFFFF"/>
                <w:sz w:val="20"/>
                <w:szCs w:val="20"/>
              </w:rPr>
            </w:pPr>
            <w:r w:rsidRPr="004375BC">
              <w:rPr>
                <w:rFonts w:cs="Arial"/>
                <w:b/>
                <w:color w:val="FFFFFF"/>
                <w:sz w:val="20"/>
                <w:szCs w:val="20"/>
              </w:rPr>
              <w:t xml:space="preserve">Adres Wykonawcy: </w:t>
            </w:r>
          </w:p>
          <w:p w14:paraId="02C58CA9" w14:textId="77777777" w:rsidR="00A641B0" w:rsidRPr="004375BC" w:rsidRDefault="00A641B0" w:rsidP="00411A9B">
            <w:pPr>
              <w:spacing w:line="240" w:lineRule="auto"/>
              <w:rPr>
                <w:rFonts w:cs="Arial"/>
                <w:b/>
                <w:color w:val="FFFFFF"/>
                <w:sz w:val="20"/>
                <w:szCs w:val="20"/>
              </w:rPr>
            </w:pPr>
            <w:r w:rsidRPr="004375BC">
              <w:rPr>
                <w:rFonts w:cs="Arial"/>
                <w:b/>
                <w:color w:val="FFFFFF"/>
                <w:sz w:val="20"/>
                <w:szCs w:val="20"/>
              </w:rPr>
              <w:t xml:space="preserve">kod, miejscowość </w:t>
            </w:r>
          </w:p>
          <w:p w14:paraId="6FB1D515" w14:textId="77777777" w:rsidR="00A641B0" w:rsidRPr="004375BC" w:rsidRDefault="00A641B0" w:rsidP="00411A9B">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14486E7C" w14:textId="77777777" w:rsidR="00A641B0" w:rsidRPr="00686709" w:rsidRDefault="00A641B0" w:rsidP="00411A9B">
            <w:pPr>
              <w:spacing w:line="240" w:lineRule="auto"/>
              <w:ind w:right="1064"/>
              <w:rPr>
                <w:rFonts w:cs="Arial"/>
                <w:sz w:val="20"/>
                <w:szCs w:val="20"/>
              </w:rPr>
            </w:pPr>
          </w:p>
        </w:tc>
      </w:tr>
    </w:tbl>
    <w:p w14:paraId="144D94D1" w14:textId="77777777" w:rsidR="00A641B0" w:rsidRDefault="00A641B0" w:rsidP="00A641B0">
      <w:pPr>
        <w:tabs>
          <w:tab w:val="center" w:pos="0"/>
          <w:tab w:val="right" w:pos="9072"/>
        </w:tabs>
        <w:spacing w:line="276" w:lineRule="auto"/>
        <w:rPr>
          <w:rFonts w:cs="Arial"/>
          <w:color w:val="0070C0"/>
          <w:sz w:val="20"/>
          <w:szCs w:val="20"/>
        </w:rPr>
      </w:pPr>
    </w:p>
    <w:p w14:paraId="7F52DA2F" w14:textId="5438CAF0" w:rsidR="00A641B0" w:rsidRPr="00A0031C" w:rsidRDefault="00A641B0" w:rsidP="00A641B0">
      <w:pPr>
        <w:tabs>
          <w:tab w:val="center" w:pos="0"/>
          <w:tab w:val="right" w:pos="9072"/>
        </w:tabs>
        <w:spacing w:after="120" w:line="276" w:lineRule="auto"/>
        <w:rPr>
          <w:rFonts w:cs="Arial"/>
          <w:sz w:val="20"/>
          <w:szCs w:val="20"/>
        </w:rPr>
      </w:pPr>
      <w:r w:rsidRPr="00A0031C">
        <w:rPr>
          <w:rFonts w:cs="Arial"/>
          <w:sz w:val="20"/>
          <w:szCs w:val="20"/>
        </w:rPr>
        <w:t xml:space="preserve">W związku ze złożeniem wniosku o udział w wizji lokalnej w postępowaniu niepublicznym prowadzonym w trybie przetargu nieograniczonego pn. </w:t>
      </w:r>
      <w:r>
        <w:rPr>
          <w:rFonts w:cs="Arial"/>
          <w:sz w:val="20"/>
          <w:szCs w:val="20"/>
        </w:rPr>
        <w:t>„</w:t>
      </w:r>
      <w:r w:rsidRPr="006B0B6E">
        <w:rPr>
          <w:rFonts w:cs="Arial"/>
          <w:b/>
          <w:sz w:val="20"/>
          <w:szCs w:val="20"/>
        </w:rPr>
        <w:t>Remont pomieszczeń w budynku L1</w:t>
      </w:r>
      <w:r w:rsidRPr="00D45E03">
        <w:rPr>
          <w:rFonts w:cs="Arial"/>
          <w:sz w:val="20"/>
          <w:szCs w:val="20"/>
        </w:rPr>
        <w:t>”</w:t>
      </w:r>
      <w:r w:rsidRPr="00052764">
        <w:rPr>
          <w:rFonts w:cs="Arial"/>
          <w:sz w:val="20"/>
          <w:szCs w:val="20"/>
        </w:rPr>
        <w:t xml:space="preserve">, numer postępowania: </w:t>
      </w:r>
      <w:r w:rsidRPr="006B0B6E">
        <w:rPr>
          <w:rFonts w:cs="Arial"/>
          <w:b/>
          <w:sz w:val="20"/>
          <w:szCs w:val="20"/>
        </w:rPr>
        <w:t>NP/PGNG/24/0834/OL/SWO</w:t>
      </w:r>
      <w:r w:rsidRPr="00A0031C">
        <w:rPr>
          <w:rFonts w:cs="Arial"/>
          <w:b/>
          <w:bCs/>
          <w:sz w:val="20"/>
          <w:szCs w:val="20"/>
        </w:rPr>
        <w:t xml:space="preserve"> </w:t>
      </w:r>
      <w:r w:rsidRPr="00A0031C">
        <w:rPr>
          <w:rFonts w:cs="Arial"/>
          <w:sz w:val="20"/>
          <w:szCs w:val="20"/>
        </w:rPr>
        <w:t>oświadczam, że zobowiązuję się do:</w:t>
      </w:r>
    </w:p>
    <w:p w14:paraId="2889291F" w14:textId="77777777" w:rsidR="00A641B0" w:rsidRPr="00A0031C" w:rsidRDefault="00A641B0" w:rsidP="00A641B0">
      <w:pPr>
        <w:numPr>
          <w:ilvl w:val="0"/>
          <w:numId w:val="24"/>
        </w:numPr>
        <w:tabs>
          <w:tab w:val="center" w:pos="0"/>
          <w:tab w:val="right" w:pos="9072"/>
        </w:tabs>
        <w:spacing w:line="276" w:lineRule="auto"/>
        <w:ind w:left="567"/>
        <w:rPr>
          <w:rFonts w:eastAsia="Calibri" w:cs="Arial"/>
          <w:sz w:val="20"/>
          <w:szCs w:val="20"/>
        </w:rPr>
      </w:pPr>
      <w:r w:rsidRPr="00A0031C">
        <w:rPr>
          <w:rFonts w:eastAsia="Calibri" w:cs="Arial"/>
          <w:sz w:val="20"/>
          <w:szCs w:val="20"/>
        </w:rPr>
        <w:t xml:space="preserve">Zachowania w ścisłej tajemnicy wszelkich informacji poufnych uzyskanych w trakcie wizji lokalnej, niezależnie od formy przekazania tych informacji i ich źródła. </w:t>
      </w:r>
    </w:p>
    <w:p w14:paraId="30FB6168" w14:textId="77777777" w:rsidR="00A641B0" w:rsidRPr="00A0031C" w:rsidRDefault="00A641B0" w:rsidP="00A641B0">
      <w:pPr>
        <w:numPr>
          <w:ilvl w:val="0"/>
          <w:numId w:val="24"/>
        </w:numPr>
        <w:tabs>
          <w:tab w:val="center" w:pos="0"/>
          <w:tab w:val="right" w:pos="9072"/>
        </w:tabs>
        <w:spacing w:line="276" w:lineRule="auto"/>
        <w:ind w:left="567"/>
        <w:rPr>
          <w:rFonts w:eastAsia="Calibri" w:cs="Arial"/>
          <w:sz w:val="20"/>
          <w:szCs w:val="20"/>
        </w:rPr>
      </w:pPr>
      <w:r w:rsidRPr="00A0031C">
        <w:rPr>
          <w:rFonts w:eastAsia="Calibri" w:cs="Arial"/>
          <w:sz w:val="20"/>
          <w:szCs w:val="20"/>
        </w:rPr>
        <w:t>Wykorzystania informacji jedynie w celach przygotowania Oferty w przedmiotowym postępowaniu.</w:t>
      </w:r>
    </w:p>
    <w:p w14:paraId="36D48FC6" w14:textId="77777777" w:rsidR="00A641B0" w:rsidRPr="00A0031C" w:rsidRDefault="00A641B0" w:rsidP="00A641B0">
      <w:pPr>
        <w:numPr>
          <w:ilvl w:val="0"/>
          <w:numId w:val="24"/>
        </w:numPr>
        <w:tabs>
          <w:tab w:val="center" w:pos="0"/>
          <w:tab w:val="right" w:pos="9072"/>
        </w:tabs>
        <w:spacing w:after="120" w:line="276" w:lineRule="auto"/>
        <w:ind w:left="567" w:hanging="357"/>
        <w:rPr>
          <w:rFonts w:eastAsia="Calibri" w:cs="Arial"/>
          <w:sz w:val="20"/>
          <w:szCs w:val="20"/>
        </w:rPr>
      </w:pPr>
      <w:r w:rsidRPr="00A0031C">
        <w:rPr>
          <w:rFonts w:eastAsia="Calibri" w:cs="Arial"/>
          <w:sz w:val="20"/>
          <w:szCs w:val="20"/>
        </w:rPr>
        <w:t xml:space="preserve">Nie rozpowszechniania jakichkolwiek informacji lub danych uzyskanych podczas wizji lokalnej. </w:t>
      </w:r>
    </w:p>
    <w:p w14:paraId="139C733A" w14:textId="77777777" w:rsidR="00A641B0" w:rsidRPr="00A0031C" w:rsidRDefault="00A641B0" w:rsidP="00A641B0">
      <w:pPr>
        <w:tabs>
          <w:tab w:val="center" w:pos="0"/>
          <w:tab w:val="right" w:pos="9072"/>
        </w:tabs>
        <w:spacing w:after="240" w:line="276" w:lineRule="auto"/>
        <w:rPr>
          <w:rFonts w:cs="Arial"/>
          <w:sz w:val="20"/>
          <w:szCs w:val="20"/>
        </w:rPr>
      </w:pPr>
      <w:r w:rsidRPr="00A0031C">
        <w:rPr>
          <w:rFonts w:cs="Arial"/>
          <w:sz w:val="20"/>
          <w:szCs w:val="20"/>
        </w:rPr>
        <w:t>Ponadto osoby biorące udział w wizji lokalnej ze strony Wykonawcy zostały przeze mnie poinformowane o powyższym zobowiązaniu oraz o ochronie danych osobowych, o której mowa w pkt 26 SWZ.</w:t>
      </w:r>
    </w:p>
    <w:p w14:paraId="73FD38CE" w14:textId="77777777" w:rsidR="00A641B0" w:rsidRPr="00A0031C" w:rsidRDefault="00A641B0" w:rsidP="00A641B0">
      <w:pPr>
        <w:tabs>
          <w:tab w:val="center" w:pos="0"/>
          <w:tab w:val="right" w:pos="9072"/>
        </w:tabs>
        <w:spacing w:after="240" w:line="276" w:lineRule="auto"/>
        <w:rPr>
          <w:rFonts w:cs="Arial"/>
          <w:sz w:val="20"/>
          <w:szCs w:val="20"/>
        </w:rPr>
      </w:pPr>
      <w:r w:rsidRPr="00A0031C">
        <w:rPr>
          <w:rFonts w:cs="Arial"/>
          <w:sz w:val="20"/>
          <w:szCs w:val="20"/>
        </w:rPr>
        <w:t xml:space="preserve">Oświadczam, że mam świadomość skutków prawnych mogących powstać w związku </w:t>
      </w:r>
      <w:r w:rsidRPr="00A0031C">
        <w:rPr>
          <w:rFonts w:cs="Arial"/>
          <w:sz w:val="20"/>
          <w:szCs w:val="20"/>
        </w:rPr>
        <w:br/>
        <w:t>z naruszeniem poufności otrzymanych informacji.</w:t>
      </w:r>
    </w:p>
    <w:p w14:paraId="547934A4" w14:textId="77777777" w:rsidR="00A641B0" w:rsidRDefault="00A641B0" w:rsidP="00A641B0">
      <w:pPr>
        <w:spacing w:line="240" w:lineRule="auto"/>
        <w:jc w:val="left"/>
      </w:pPr>
    </w:p>
    <w:p w14:paraId="48E55085" w14:textId="77777777" w:rsidR="00A641B0" w:rsidRPr="00DE44CC" w:rsidRDefault="00A641B0" w:rsidP="00A641B0"/>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
        <w:gridCol w:w="3938"/>
        <w:gridCol w:w="2338"/>
        <w:gridCol w:w="2262"/>
      </w:tblGrid>
      <w:tr w:rsidR="00A641B0" w:rsidRPr="00F0054B" w14:paraId="6CA3DC1B" w14:textId="77777777" w:rsidTr="00411A9B">
        <w:trPr>
          <w:cantSplit/>
          <w:trHeight w:val="703"/>
          <w:jc w:val="center"/>
        </w:trPr>
        <w:tc>
          <w:tcPr>
            <w:tcW w:w="289" w:type="pct"/>
            <w:vAlign w:val="center"/>
          </w:tcPr>
          <w:p w14:paraId="204EC919" w14:textId="77777777" w:rsidR="00A641B0" w:rsidRPr="00F0054B" w:rsidRDefault="00A641B0" w:rsidP="00411A9B">
            <w:pPr>
              <w:spacing w:line="240" w:lineRule="auto"/>
              <w:jc w:val="center"/>
              <w:rPr>
                <w:rFonts w:cs="Arial"/>
                <w:bCs/>
                <w:sz w:val="18"/>
                <w:szCs w:val="18"/>
              </w:rPr>
            </w:pPr>
            <w:r w:rsidRPr="00F0054B">
              <w:rPr>
                <w:rFonts w:cs="Arial"/>
                <w:bCs/>
                <w:sz w:val="18"/>
                <w:szCs w:val="18"/>
              </w:rPr>
              <w:t>Lp.</w:t>
            </w:r>
          </w:p>
        </w:tc>
        <w:tc>
          <w:tcPr>
            <w:tcW w:w="2173" w:type="pct"/>
            <w:vAlign w:val="center"/>
          </w:tcPr>
          <w:p w14:paraId="09858234" w14:textId="77777777" w:rsidR="00A641B0" w:rsidRPr="00F0054B" w:rsidRDefault="00A641B0" w:rsidP="00411A9B">
            <w:pPr>
              <w:spacing w:line="240" w:lineRule="auto"/>
              <w:jc w:val="center"/>
              <w:rPr>
                <w:rFonts w:cs="Arial"/>
                <w:bCs/>
                <w:sz w:val="18"/>
                <w:szCs w:val="18"/>
              </w:rPr>
            </w:pPr>
            <w:r w:rsidRPr="00F0054B">
              <w:rPr>
                <w:rFonts w:cs="Arial"/>
                <w:bCs/>
                <w:sz w:val="18"/>
                <w:szCs w:val="18"/>
              </w:rPr>
              <w:t>Nazwisko i imię osoby(osób)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w:t>
            </w:r>
            <w:proofErr w:type="spellStart"/>
            <w:r w:rsidRPr="00F0054B">
              <w:rPr>
                <w:rFonts w:cs="Arial"/>
                <w:bCs/>
                <w:sz w:val="18"/>
                <w:szCs w:val="18"/>
              </w:rPr>
              <w:t>ych</w:t>
            </w:r>
            <w:proofErr w:type="spellEnd"/>
            <w:r w:rsidRPr="00F0054B">
              <w:rPr>
                <w:rFonts w:cs="Arial"/>
                <w:bCs/>
                <w:sz w:val="18"/>
                <w:szCs w:val="18"/>
              </w:rPr>
              <w:t>) pełnomocnictwo</w:t>
            </w:r>
          </w:p>
        </w:tc>
        <w:tc>
          <w:tcPr>
            <w:tcW w:w="1290" w:type="pct"/>
            <w:vAlign w:val="center"/>
          </w:tcPr>
          <w:p w14:paraId="61E0A841" w14:textId="77777777" w:rsidR="00A641B0" w:rsidRPr="00F0054B" w:rsidRDefault="00A641B0" w:rsidP="00411A9B">
            <w:pPr>
              <w:spacing w:line="240" w:lineRule="auto"/>
              <w:jc w:val="center"/>
              <w:rPr>
                <w:rFonts w:cs="Arial"/>
                <w:bCs/>
                <w:sz w:val="18"/>
                <w:szCs w:val="18"/>
              </w:rPr>
            </w:pPr>
            <w:r w:rsidRPr="00F0054B">
              <w:rPr>
                <w:rFonts w:cs="Arial"/>
                <w:bCs/>
                <w:sz w:val="18"/>
                <w:szCs w:val="18"/>
              </w:rPr>
              <w:t xml:space="preserve">Podpis(y) osoby(osób) </w:t>
            </w:r>
          </w:p>
          <w:p w14:paraId="02A3BBA1" w14:textId="77777777" w:rsidR="00A641B0" w:rsidRPr="00F0054B" w:rsidRDefault="00A641B0" w:rsidP="00411A9B">
            <w:pPr>
              <w:spacing w:line="240" w:lineRule="auto"/>
              <w:jc w:val="center"/>
              <w:rPr>
                <w:rFonts w:cs="Arial"/>
                <w:bCs/>
                <w:sz w:val="18"/>
                <w:szCs w:val="18"/>
              </w:rPr>
            </w:pPr>
            <w:r w:rsidRPr="00F0054B">
              <w:rPr>
                <w:rFonts w:cs="Arial"/>
                <w:bCs/>
                <w:sz w:val="18"/>
                <w:szCs w:val="18"/>
              </w:rPr>
              <w:t>Uprawnionej</w:t>
            </w:r>
            <w:r>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249" w:type="pct"/>
            <w:vAlign w:val="center"/>
          </w:tcPr>
          <w:p w14:paraId="5E61C62F" w14:textId="77777777" w:rsidR="00A641B0" w:rsidRPr="00F0054B" w:rsidRDefault="00A641B0" w:rsidP="00411A9B">
            <w:pPr>
              <w:spacing w:line="240" w:lineRule="auto"/>
              <w:jc w:val="center"/>
              <w:rPr>
                <w:rFonts w:cs="Arial"/>
                <w:bCs/>
                <w:sz w:val="18"/>
                <w:szCs w:val="18"/>
              </w:rPr>
            </w:pPr>
            <w:r w:rsidRPr="00F0054B">
              <w:rPr>
                <w:rFonts w:cs="Arial"/>
                <w:bCs/>
                <w:sz w:val="18"/>
                <w:szCs w:val="18"/>
              </w:rPr>
              <w:t>Miejscowość</w:t>
            </w:r>
          </w:p>
          <w:p w14:paraId="67FCE9D7" w14:textId="77777777" w:rsidR="00A641B0" w:rsidRPr="00F0054B" w:rsidRDefault="00A641B0" w:rsidP="00411A9B">
            <w:pPr>
              <w:spacing w:line="240" w:lineRule="auto"/>
              <w:jc w:val="center"/>
              <w:rPr>
                <w:rFonts w:cs="Arial"/>
                <w:bCs/>
                <w:sz w:val="18"/>
                <w:szCs w:val="18"/>
              </w:rPr>
            </w:pPr>
            <w:r w:rsidRPr="00F0054B">
              <w:rPr>
                <w:rFonts w:cs="Arial"/>
                <w:bCs/>
                <w:sz w:val="18"/>
                <w:szCs w:val="18"/>
              </w:rPr>
              <w:t xml:space="preserve"> i data</w:t>
            </w:r>
          </w:p>
        </w:tc>
      </w:tr>
      <w:tr w:rsidR="00A641B0" w:rsidRPr="00F0054B" w14:paraId="427C4D0B" w14:textId="77777777" w:rsidTr="00411A9B">
        <w:trPr>
          <w:cantSplit/>
          <w:trHeight w:val="674"/>
          <w:jc w:val="center"/>
        </w:trPr>
        <w:tc>
          <w:tcPr>
            <w:tcW w:w="289" w:type="pct"/>
            <w:vAlign w:val="center"/>
          </w:tcPr>
          <w:p w14:paraId="653FF370" w14:textId="77777777" w:rsidR="00A641B0" w:rsidRPr="00F0054B" w:rsidRDefault="00A641B0" w:rsidP="00411A9B">
            <w:pPr>
              <w:rPr>
                <w:rFonts w:cs="Arial"/>
                <w:b/>
                <w:sz w:val="18"/>
                <w:szCs w:val="18"/>
              </w:rPr>
            </w:pPr>
          </w:p>
        </w:tc>
        <w:tc>
          <w:tcPr>
            <w:tcW w:w="2173" w:type="pct"/>
            <w:vAlign w:val="center"/>
          </w:tcPr>
          <w:p w14:paraId="616B04CC" w14:textId="77777777" w:rsidR="00A641B0" w:rsidRPr="00F0054B" w:rsidRDefault="00A641B0" w:rsidP="00411A9B">
            <w:pPr>
              <w:rPr>
                <w:rFonts w:cs="Arial"/>
                <w:b/>
                <w:sz w:val="18"/>
                <w:szCs w:val="18"/>
              </w:rPr>
            </w:pPr>
          </w:p>
        </w:tc>
        <w:tc>
          <w:tcPr>
            <w:tcW w:w="1290" w:type="pct"/>
            <w:vAlign w:val="center"/>
          </w:tcPr>
          <w:p w14:paraId="61A402A3" w14:textId="77777777" w:rsidR="00A641B0" w:rsidRPr="00F0054B" w:rsidRDefault="00A641B0" w:rsidP="00411A9B">
            <w:pPr>
              <w:rPr>
                <w:rFonts w:cs="Arial"/>
                <w:b/>
                <w:sz w:val="18"/>
                <w:szCs w:val="18"/>
              </w:rPr>
            </w:pPr>
          </w:p>
        </w:tc>
        <w:tc>
          <w:tcPr>
            <w:tcW w:w="1249" w:type="pct"/>
            <w:vAlign w:val="center"/>
          </w:tcPr>
          <w:p w14:paraId="6C062312" w14:textId="77777777" w:rsidR="00A641B0" w:rsidRPr="00F0054B" w:rsidRDefault="00A641B0" w:rsidP="00411A9B">
            <w:pPr>
              <w:rPr>
                <w:rFonts w:cs="Arial"/>
                <w:b/>
                <w:sz w:val="18"/>
                <w:szCs w:val="18"/>
              </w:rPr>
            </w:pPr>
          </w:p>
        </w:tc>
      </w:tr>
    </w:tbl>
    <w:p w14:paraId="29E41229" w14:textId="77777777" w:rsidR="006902BF" w:rsidRPr="000125D6" w:rsidRDefault="006902BF" w:rsidP="000125D6">
      <w:pPr>
        <w:spacing w:line="240" w:lineRule="auto"/>
        <w:jc w:val="left"/>
        <w:rPr>
          <w:rFonts w:cs="Calibri"/>
          <w:b/>
          <w:iCs/>
          <w:color w:val="000000"/>
          <w:sz w:val="20"/>
          <w:szCs w:val="22"/>
          <w:lang w:eastAsia="en-US"/>
        </w:rPr>
      </w:pPr>
    </w:p>
    <w:sectPr w:rsidR="006902BF" w:rsidRPr="000125D6" w:rsidSect="00702223">
      <w:headerReference w:type="default" r:id="rId15"/>
      <w:footerReference w:type="default" r:id="rId16"/>
      <w:pgSz w:w="11906" w:h="16838"/>
      <w:pgMar w:top="1417" w:right="1417" w:bottom="1417" w:left="1417" w:header="70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7208A" w14:textId="77777777" w:rsidR="006B0B6E" w:rsidRDefault="006B0B6E">
      <w:r>
        <w:separator/>
      </w:r>
    </w:p>
  </w:endnote>
  <w:endnote w:type="continuationSeparator" w:id="0">
    <w:p w14:paraId="0185FA40" w14:textId="77777777" w:rsidR="006B0B6E" w:rsidRDefault="006B0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Content>
      <w:sdt>
        <w:sdtPr>
          <w:rPr>
            <w:rFonts w:cs="Arial"/>
            <w:sz w:val="16"/>
          </w:rPr>
          <w:id w:val="-1769616900"/>
          <w:docPartObj>
            <w:docPartGallery w:val="Page Numbers (Top of Page)"/>
            <w:docPartUnique/>
          </w:docPartObj>
        </w:sdtPr>
        <w:sdtContent>
          <w:p w14:paraId="58FE9805" w14:textId="69E57C55" w:rsidR="006B0B6E" w:rsidRPr="00872672" w:rsidRDefault="006B0B6E">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3549ED">
              <w:rPr>
                <w:rFonts w:cs="Arial"/>
                <w:b/>
                <w:bCs/>
                <w:noProof/>
                <w:sz w:val="16"/>
              </w:rPr>
              <w:t>20</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3549ED">
              <w:rPr>
                <w:rFonts w:cs="Arial"/>
                <w:b/>
                <w:bCs/>
                <w:noProof/>
                <w:sz w:val="16"/>
              </w:rPr>
              <w:t>29</w:t>
            </w:r>
            <w:r w:rsidRPr="00872672">
              <w:rPr>
                <w:rFonts w:cs="Arial"/>
                <w:b/>
                <w:bCs/>
                <w:sz w:val="16"/>
              </w:rPr>
              <w:fldChar w:fldCharType="end"/>
            </w:r>
          </w:p>
        </w:sdtContent>
      </w:sdt>
    </w:sdtContent>
  </w:sdt>
  <w:p w14:paraId="3A1AE1B1" w14:textId="77777777" w:rsidR="006B0B6E" w:rsidRDefault="006B0B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E1638C" w14:textId="77777777" w:rsidR="006B0B6E" w:rsidRDefault="006B0B6E">
      <w:r>
        <w:separator/>
      </w:r>
    </w:p>
  </w:footnote>
  <w:footnote w:type="continuationSeparator" w:id="0">
    <w:p w14:paraId="4F3649E9" w14:textId="77777777" w:rsidR="006B0B6E" w:rsidRDefault="006B0B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5238F4B8" w:rsidR="006B0B6E" w:rsidRPr="00872672" w:rsidRDefault="006B0B6E" w:rsidP="00D877C6">
    <w:pPr>
      <w:tabs>
        <w:tab w:val="right" w:pos="8505"/>
      </w:tabs>
      <w:suppressAutoHyphens/>
      <w:spacing w:line="160" w:lineRule="exact"/>
      <w:rPr>
        <w:sz w:val="12"/>
      </w:rPr>
    </w:pPr>
    <w:r w:rsidRPr="006B0B6E">
      <w:rPr>
        <w:sz w:val="12"/>
      </w:rPr>
      <w:t>NP/PGNG/24/0834/OL/SWO</w:t>
    </w:r>
    <w:r w:rsidRPr="004C2855">
      <w:rPr>
        <w:sz w:val="12"/>
      </w:rPr>
      <w:t>:</w:t>
    </w:r>
    <w:r>
      <w:rPr>
        <w:sz w:val="12"/>
      </w:rPr>
      <w:t xml:space="preserve"> </w:t>
    </w:r>
    <w:r w:rsidRPr="00702223">
      <w:rPr>
        <w:sz w:val="12"/>
      </w:rPr>
      <w:t>Remont pomieszczeń w budynku L1</w:t>
    </w:r>
    <w:r>
      <w:rPr>
        <w:sz w:val="12"/>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E3445478"/>
    <w:lvl w:ilvl="0" w:tplc="E5A2FBFA">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2C009F"/>
    <w:multiLevelType w:val="hybridMultilevel"/>
    <w:tmpl w:val="82601C7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111"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6"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9"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A990C54"/>
    <w:multiLevelType w:val="hybridMultilevel"/>
    <w:tmpl w:val="536821A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1"/>
  </w:num>
  <w:num w:numId="2">
    <w:abstractNumId w:val="9"/>
  </w:num>
  <w:num w:numId="3">
    <w:abstractNumId w:val="4"/>
  </w:num>
  <w:num w:numId="4">
    <w:abstractNumId w:val="15"/>
  </w:num>
  <w:num w:numId="5">
    <w:abstractNumId w:val="16"/>
  </w:num>
  <w:num w:numId="6">
    <w:abstractNumId w:val="17"/>
  </w:num>
  <w:num w:numId="7">
    <w:abstractNumId w:val="2"/>
  </w:num>
  <w:num w:numId="8">
    <w:abstractNumId w:val="23"/>
  </w:num>
  <w:num w:numId="9">
    <w:abstractNumId w:val="8"/>
  </w:num>
  <w:num w:numId="10">
    <w:abstractNumId w:val="7"/>
  </w:num>
  <w:num w:numId="11">
    <w:abstractNumId w:val="21"/>
  </w:num>
  <w:num w:numId="12">
    <w:abstractNumId w:val="24"/>
  </w:num>
  <w:num w:numId="13">
    <w:abstractNumId w:val="20"/>
  </w:num>
  <w:num w:numId="14">
    <w:abstractNumId w:val="29"/>
  </w:num>
  <w:num w:numId="15">
    <w:abstractNumId w:val="3"/>
  </w:num>
  <w:num w:numId="16">
    <w:abstractNumId w:val="25"/>
  </w:num>
  <w:num w:numId="17">
    <w:abstractNumId w:val="1"/>
  </w:num>
  <w:num w:numId="18">
    <w:abstractNumId w:val="14"/>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26"/>
  </w:num>
  <w:num w:numId="26">
    <w:abstractNumId w:val="5"/>
  </w:num>
  <w:num w:numId="27">
    <w:abstractNumId w:val="13"/>
  </w:num>
  <w:num w:numId="28">
    <w:abstractNumId w:val="19"/>
  </w:num>
  <w:num w:numId="29">
    <w:abstractNumId w:val="11"/>
  </w:num>
  <w:num w:numId="30">
    <w:abstractNumId w:val="28"/>
  </w:num>
  <w:num w:numId="31">
    <w:abstractNumId w:val="27"/>
  </w:num>
  <w:num w:numId="32">
    <w:abstractNumId w:val="6"/>
  </w:num>
  <w:num w:numId="33">
    <w:abstractNumId w:val="12"/>
  </w:num>
  <w:num w:numId="34">
    <w:abstractNumId w:val="0"/>
  </w:num>
  <w:num w:numId="35">
    <w:abstractNumId w:val="22"/>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25D6"/>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4C5F"/>
    <w:rsid w:val="000977C1"/>
    <w:rsid w:val="000A36B9"/>
    <w:rsid w:val="000B07ED"/>
    <w:rsid w:val="000B11AD"/>
    <w:rsid w:val="000B1D13"/>
    <w:rsid w:val="000B5DCA"/>
    <w:rsid w:val="000B6E97"/>
    <w:rsid w:val="000C6FF8"/>
    <w:rsid w:val="000D0BE0"/>
    <w:rsid w:val="000D2460"/>
    <w:rsid w:val="000D3A5F"/>
    <w:rsid w:val="000D4BEE"/>
    <w:rsid w:val="000D6C85"/>
    <w:rsid w:val="000D6ED7"/>
    <w:rsid w:val="000E04AA"/>
    <w:rsid w:val="000E270B"/>
    <w:rsid w:val="000E2882"/>
    <w:rsid w:val="000E63AD"/>
    <w:rsid w:val="000F1897"/>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902"/>
    <w:rsid w:val="00130F50"/>
    <w:rsid w:val="00135301"/>
    <w:rsid w:val="00137C87"/>
    <w:rsid w:val="00140FE9"/>
    <w:rsid w:val="0014119B"/>
    <w:rsid w:val="001414BF"/>
    <w:rsid w:val="00141D37"/>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6348"/>
    <w:rsid w:val="001676E1"/>
    <w:rsid w:val="00170578"/>
    <w:rsid w:val="0017112A"/>
    <w:rsid w:val="00173F7B"/>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2DB0"/>
    <w:rsid w:val="001E6FE6"/>
    <w:rsid w:val="001F180B"/>
    <w:rsid w:val="001F4019"/>
    <w:rsid w:val="001F44C1"/>
    <w:rsid w:val="001F6240"/>
    <w:rsid w:val="001F6678"/>
    <w:rsid w:val="001F74AF"/>
    <w:rsid w:val="00204D3A"/>
    <w:rsid w:val="00210076"/>
    <w:rsid w:val="00210F36"/>
    <w:rsid w:val="00212856"/>
    <w:rsid w:val="00214A89"/>
    <w:rsid w:val="00222C9C"/>
    <w:rsid w:val="00223552"/>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5777F"/>
    <w:rsid w:val="002627D7"/>
    <w:rsid w:val="002635ED"/>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04D07"/>
    <w:rsid w:val="00310CD0"/>
    <w:rsid w:val="00312656"/>
    <w:rsid w:val="00312BF6"/>
    <w:rsid w:val="00320B1C"/>
    <w:rsid w:val="00322CEC"/>
    <w:rsid w:val="00322FB1"/>
    <w:rsid w:val="003237ED"/>
    <w:rsid w:val="00326502"/>
    <w:rsid w:val="00331AEA"/>
    <w:rsid w:val="00331CEE"/>
    <w:rsid w:val="00336512"/>
    <w:rsid w:val="00337A10"/>
    <w:rsid w:val="00351B34"/>
    <w:rsid w:val="003522E3"/>
    <w:rsid w:val="003549ED"/>
    <w:rsid w:val="00360633"/>
    <w:rsid w:val="0036194A"/>
    <w:rsid w:val="0036220B"/>
    <w:rsid w:val="0036488B"/>
    <w:rsid w:val="00365829"/>
    <w:rsid w:val="0037077D"/>
    <w:rsid w:val="003708F3"/>
    <w:rsid w:val="00373DAC"/>
    <w:rsid w:val="003830B8"/>
    <w:rsid w:val="003839A3"/>
    <w:rsid w:val="0038591A"/>
    <w:rsid w:val="00392A54"/>
    <w:rsid w:val="00392BDC"/>
    <w:rsid w:val="00396670"/>
    <w:rsid w:val="003A3DA7"/>
    <w:rsid w:val="003A54BB"/>
    <w:rsid w:val="003A6159"/>
    <w:rsid w:val="003A6E22"/>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624E0"/>
    <w:rsid w:val="00464903"/>
    <w:rsid w:val="00464C58"/>
    <w:rsid w:val="00465204"/>
    <w:rsid w:val="00466ABA"/>
    <w:rsid w:val="00473836"/>
    <w:rsid w:val="00480892"/>
    <w:rsid w:val="00480A1E"/>
    <w:rsid w:val="0048213B"/>
    <w:rsid w:val="00482581"/>
    <w:rsid w:val="004848D5"/>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4A25"/>
    <w:rsid w:val="005356D6"/>
    <w:rsid w:val="00537400"/>
    <w:rsid w:val="005376C9"/>
    <w:rsid w:val="005378C5"/>
    <w:rsid w:val="00537E36"/>
    <w:rsid w:val="00542CED"/>
    <w:rsid w:val="0054304E"/>
    <w:rsid w:val="00543302"/>
    <w:rsid w:val="005468D0"/>
    <w:rsid w:val="00550651"/>
    <w:rsid w:val="0055589C"/>
    <w:rsid w:val="005573B6"/>
    <w:rsid w:val="00560897"/>
    <w:rsid w:val="0056169C"/>
    <w:rsid w:val="005622C7"/>
    <w:rsid w:val="005656F7"/>
    <w:rsid w:val="00572726"/>
    <w:rsid w:val="00573CBF"/>
    <w:rsid w:val="00580584"/>
    <w:rsid w:val="00582DC7"/>
    <w:rsid w:val="005836CF"/>
    <w:rsid w:val="005854A2"/>
    <w:rsid w:val="0058618F"/>
    <w:rsid w:val="00586C79"/>
    <w:rsid w:val="00587480"/>
    <w:rsid w:val="00590B16"/>
    <w:rsid w:val="0059283F"/>
    <w:rsid w:val="00594DAF"/>
    <w:rsid w:val="00597893"/>
    <w:rsid w:val="00597C1B"/>
    <w:rsid w:val="005A045C"/>
    <w:rsid w:val="005A169E"/>
    <w:rsid w:val="005A5BA4"/>
    <w:rsid w:val="005A6EDE"/>
    <w:rsid w:val="005B4898"/>
    <w:rsid w:val="005B7090"/>
    <w:rsid w:val="005C4682"/>
    <w:rsid w:val="005C694C"/>
    <w:rsid w:val="005D2AA8"/>
    <w:rsid w:val="005E00F1"/>
    <w:rsid w:val="005E0392"/>
    <w:rsid w:val="005E1FB9"/>
    <w:rsid w:val="005E272E"/>
    <w:rsid w:val="005E3BFC"/>
    <w:rsid w:val="005E43DD"/>
    <w:rsid w:val="005E44DE"/>
    <w:rsid w:val="005F03A9"/>
    <w:rsid w:val="005F0E5C"/>
    <w:rsid w:val="005F4112"/>
    <w:rsid w:val="005F4403"/>
    <w:rsid w:val="005F5FC3"/>
    <w:rsid w:val="006003D1"/>
    <w:rsid w:val="006023E9"/>
    <w:rsid w:val="006028FD"/>
    <w:rsid w:val="00603185"/>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3AEF"/>
    <w:rsid w:val="00675E44"/>
    <w:rsid w:val="00677CB3"/>
    <w:rsid w:val="00681BD9"/>
    <w:rsid w:val="00684FB4"/>
    <w:rsid w:val="006853CA"/>
    <w:rsid w:val="006902BF"/>
    <w:rsid w:val="00690694"/>
    <w:rsid w:val="0069101D"/>
    <w:rsid w:val="006920B8"/>
    <w:rsid w:val="00696E9C"/>
    <w:rsid w:val="00697555"/>
    <w:rsid w:val="006A2FC0"/>
    <w:rsid w:val="006A4B48"/>
    <w:rsid w:val="006A6F21"/>
    <w:rsid w:val="006B0B6E"/>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223"/>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2F10"/>
    <w:rsid w:val="00763D41"/>
    <w:rsid w:val="00764011"/>
    <w:rsid w:val="00772972"/>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A86"/>
    <w:rsid w:val="00860872"/>
    <w:rsid w:val="00861B3B"/>
    <w:rsid w:val="00864C9A"/>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D26F2"/>
    <w:rsid w:val="008D31F4"/>
    <w:rsid w:val="008D3947"/>
    <w:rsid w:val="008D4495"/>
    <w:rsid w:val="008D523A"/>
    <w:rsid w:val="008D52A0"/>
    <w:rsid w:val="008D6348"/>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D4C"/>
    <w:rsid w:val="0099435F"/>
    <w:rsid w:val="00996A80"/>
    <w:rsid w:val="009A355F"/>
    <w:rsid w:val="009A626C"/>
    <w:rsid w:val="009B1416"/>
    <w:rsid w:val="009B3869"/>
    <w:rsid w:val="009B3A47"/>
    <w:rsid w:val="009B5D07"/>
    <w:rsid w:val="009B7C9E"/>
    <w:rsid w:val="009C0E46"/>
    <w:rsid w:val="009C24F1"/>
    <w:rsid w:val="009C25D2"/>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4082D"/>
    <w:rsid w:val="00A441AC"/>
    <w:rsid w:val="00A442F1"/>
    <w:rsid w:val="00A44B45"/>
    <w:rsid w:val="00A456FC"/>
    <w:rsid w:val="00A468D3"/>
    <w:rsid w:val="00A46FC9"/>
    <w:rsid w:val="00A46FE7"/>
    <w:rsid w:val="00A473A6"/>
    <w:rsid w:val="00A52317"/>
    <w:rsid w:val="00A557CA"/>
    <w:rsid w:val="00A563FA"/>
    <w:rsid w:val="00A56C14"/>
    <w:rsid w:val="00A61DFC"/>
    <w:rsid w:val="00A62E07"/>
    <w:rsid w:val="00A63574"/>
    <w:rsid w:val="00A641B0"/>
    <w:rsid w:val="00A74D27"/>
    <w:rsid w:val="00A812AB"/>
    <w:rsid w:val="00A83EF2"/>
    <w:rsid w:val="00A843F5"/>
    <w:rsid w:val="00A86119"/>
    <w:rsid w:val="00A86FA6"/>
    <w:rsid w:val="00A91D9E"/>
    <w:rsid w:val="00A94DDC"/>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30CA"/>
    <w:rsid w:val="00B63C48"/>
    <w:rsid w:val="00B751CB"/>
    <w:rsid w:val="00B75C5E"/>
    <w:rsid w:val="00B769C2"/>
    <w:rsid w:val="00B855AF"/>
    <w:rsid w:val="00B86BB9"/>
    <w:rsid w:val="00B90250"/>
    <w:rsid w:val="00B90B4B"/>
    <w:rsid w:val="00B9104F"/>
    <w:rsid w:val="00B9170F"/>
    <w:rsid w:val="00B92822"/>
    <w:rsid w:val="00B96D0B"/>
    <w:rsid w:val="00BA20C5"/>
    <w:rsid w:val="00BA21AC"/>
    <w:rsid w:val="00BA227D"/>
    <w:rsid w:val="00BB1B0E"/>
    <w:rsid w:val="00BB3361"/>
    <w:rsid w:val="00BC07C8"/>
    <w:rsid w:val="00BC27D2"/>
    <w:rsid w:val="00BC48ED"/>
    <w:rsid w:val="00BD481A"/>
    <w:rsid w:val="00BD5435"/>
    <w:rsid w:val="00BD7F55"/>
    <w:rsid w:val="00BE183B"/>
    <w:rsid w:val="00BE3F5A"/>
    <w:rsid w:val="00BE59DE"/>
    <w:rsid w:val="00BE6CE5"/>
    <w:rsid w:val="00BF1BDC"/>
    <w:rsid w:val="00BF23E0"/>
    <w:rsid w:val="00BF2724"/>
    <w:rsid w:val="00BF32E5"/>
    <w:rsid w:val="00BF3487"/>
    <w:rsid w:val="00BF3DDB"/>
    <w:rsid w:val="00BF4F70"/>
    <w:rsid w:val="00BF5D65"/>
    <w:rsid w:val="00BF69C6"/>
    <w:rsid w:val="00C05C6A"/>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33AC8"/>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78A7"/>
    <w:rsid w:val="00CA33F1"/>
    <w:rsid w:val="00CA36BA"/>
    <w:rsid w:val="00CA3D2C"/>
    <w:rsid w:val="00CB3737"/>
    <w:rsid w:val="00CB3893"/>
    <w:rsid w:val="00CB520B"/>
    <w:rsid w:val="00CB602D"/>
    <w:rsid w:val="00CB6EFB"/>
    <w:rsid w:val="00CC0331"/>
    <w:rsid w:val="00CC2300"/>
    <w:rsid w:val="00CC2316"/>
    <w:rsid w:val="00CC2622"/>
    <w:rsid w:val="00CC4977"/>
    <w:rsid w:val="00CC6AE3"/>
    <w:rsid w:val="00CD0535"/>
    <w:rsid w:val="00CD6ADD"/>
    <w:rsid w:val="00CE193E"/>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3058"/>
    <w:rsid w:val="00D848D5"/>
    <w:rsid w:val="00D877C6"/>
    <w:rsid w:val="00D92DD7"/>
    <w:rsid w:val="00D940AE"/>
    <w:rsid w:val="00D96B65"/>
    <w:rsid w:val="00D976F1"/>
    <w:rsid w:val="00DA25C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E0078D"/>
    <w:rsid w:val="00E02B12"/>
    <w:rsid w:val="00E03A73"/>
    <w:rsid w:val="00E102BA"/>
    <w:rsid w:val="00E121C6"/>
    <w:rsid w:val="00E1283B"/>
    <w:rsid w:val="00E1322A"/>
    <w:rsid w:val="00E14213"/>
    <w:rsid w:val="00E22750"/>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1DEC"/>
    <w:rsid w:val="00EC52A3"/>
    <w:rsid w:val="00EC5317"/>
    <w:rsid w:val="00EC785E"/>
    <w:rsid w:val="00ED3DD0"/>
    <w:rsid w:val="00ED5E0A"/>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36E42"/>
    <w:rsid w:val="00F40506"/>
    <w:rsid w:val="00F40ACC"/>
    <w:rsid w:val="00F416BA"/>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6293"/>
    <w:rsid w:val="00FC24B2"/>
    <w:rsid w:val="00FC2DB1"/>
    <w:rsid w:val="00FC60EC"/>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paragraph" w:styleId="NormalnyWeb">
    <w:name w:val="Normal (Web)"/>
    <w:basedOn w:val="Normalny"/>
    <w:uiPriority w:val="99"/>
    <w:semiHidden/>
    <w:unhideWhenUsed/>
    <w:rsid w:val="00572726"/>
    <w:pPr>
      <w:spacing w:before="100" w:beforeAutospacing="1" w:after="100" w:afterAutospacing="1" w:line="240" w:lineRule="auto"/>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52706077">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01425415">
      <w:bodyDiv w:val="1"/>
      <w:marLeft w:val="0"/>
      <w:marRight w:val="0"/>
      <w:marTop w:val="0"/>
      <w:marBottom w:val="0"/>
      <w:divBdr>
        <w:top w:val="none" w:sz="0" w:space="0" w:color="auto"/>
        <w:left w:val="none" w:sz="0" w:space="0" w:color="auto"/>
        <w:bottom w:val="none" w:sz="0" w:space="0" w:color="auto"/>
        <w:right w:val="none" w:sz="0" w:space="0" w:color="auto"/>
      </w:divBdr>
    </w:div>
    <w:div w:id="616722646">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34723487">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50868614">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0680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rzetargi.pgnig.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riusz.pastuszka@pgnig.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zetargi.pgnig.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przetargi.pgnig.pl" TargetMode="External"/><Relationship Id="rId4" Type="http://schemas.openxmlformats.org/officeDocument/2006/relationships/settings" Target="settings.xml"/><Relationship Id="rId9" Type="http://schemas.openxmlformats.org/officeDocument/2006/relationships/hyperlink" Target="mailto:marcin.reichel@pgnig.pl" TargetMode="External"/><Relationship Id="rId14" Type="http://schemas.openxmlformats.org/officeDocument/2006/relationships/hyperlink" Target="http://www.orlen.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22BC6-430C-4963-AF43-053F59AD5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827</TotalTime>
  <Pages>29</Pages>
  <Words>9134</Words>
  <Characters>59769</Characters>
  <Application>Microsoft Office Word</Application>
  <DocSecurity>0</DocSecurity>
  <Lines>498</Lines>
  <Paragraphs>137</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68766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Reichel Marcin</cp:lastModifiedBy>
  <cp:revision>75</cp:revision>
  <cp:lastPrinted>2018-05-25T12:56:00Z</cp:lastPrinted>
  <dcterms:created xsi:type="dcterms:W3CDTF">2023-10-31T12:52:00Z</dcterms:created>
  <dcterms:modified xsi:type="dcterms:W3CDTF">2024-08-13T13:55:00Z</dcterms:modified>
</cp:coreProperties>
</file>