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AC32162" w:rsidR="006C29FD" w:rsidRDefault="00EA303D" w:rsidP="0079180F">
      <w:pPr>
        <w:spacing w:before="900" w:line="400" w:lineRule="exact"/>
        <w:jc w:val="center"/>
        <w:rPr>
          <w:b/>
          <w:sz w:val="32"/>
          <w:szCs w:val="32"/>
        </w:rPr>
      </w:pPr>
      <w:r>
        <w:rPr>
          <w:noProof/>
        </w:rPr>
        <w:drawing>
          <wp:anchor distT="0" distB="0" distL="114300" distR="114300" simplePos="0" relativeHeight="251662336" behindDoc="1" locked="0" layoutInCell="1" allowOverlap="1" wp14:anchorId="634B792F" wp14:editId="3D48CAE0">
            <wp:simplePos x="0" y="0"/>
            <wp:positionH relativeFrom="margin">
              <wp:align>center</wp:align>
            </wp:positionH>
            <wp:positionV relativeFrom="paragraph">
              <wp:posOffset>589329</wp:posOffset>
            </wp:positionV>
            <wp:extent cx="2286000" cy="2292350"/>
            <wp:effectExtent l="0" t="0" r="0" b="0"/>
            <wp:wrapNone/>
            <wp:docPr id="3" name="Obraz 3"/>
            <wp:cNvGraphicFramePr/>
            <a:graphic xmlns:a="http://schemas.openxmlformats.org/drawingml/2006/main">
              <a:graphicData uri="http://schemas.openxmlformats.org/drawingml/2006/picture">
                <pic:pic xmlns:pic="http://schemas.openxmlformats.org/drawingml/2006/picture">
                  <pic:nvPicPr>
                    <pic:cNvPr id="3" name="Obraz 3"/>
                    <pic:cNvPicPr/>
                  </pic:nvPicPr>
                  <pic:blipFill>
                    <a:blip r:embed="rId11">
                      <a:extLst>
                        <a:ext uri="{28A0092B-C50C-407E-A947-70E740481C1C}">
                          <a14:useLocalDpi xmlns:a14="http://schemas.microsoft.com/office/drawing/2010/main" val="0"/>
                        </a:ext>
                      </a:extLst>
                    </a:blip>
                    <a:stretch>
                      <a:fillRect/>
                    </a:stretch>
                  </pic:blipFill>
                  <pic:spPr>
                    <a:xfrm>
                      <a:off x="0" y="0"/>
                      <a:ext cx="2286000" cy="2292350"/>
                    </a:xfrm>
                    <a:prstGeom prst="rect">
                      <a:avLst/>
                    </a:prstGeom>
                  </pic:spPr>
                </pic:pic>
              </a:graphicData>
            </a:graphic>
          </wp:anchor>
        </w:drawing>
      </w:r>
    </w:p>
    <w:p w14:paraId="66D1F819" w14:textId="31C9DB33" w:rsidR="006C29FD" w:rsidRDefault="006C29FD" w:rsidP="0079180F">
      <w:pPr>
        <w:spacing w:before="900" w:line="400" w:lineRule="exact"/>
        <w:jc w:val="center"/>
        <w:rPr>
          <w:b/>
          <w:sz w:val="32"/>
          <w:szCs w:val="32"/>
        </w:rPr>
      </w:pPr>
    </w:p>
    <w:p w14:paraId="2315A20F" w14:textId="4090B6DB" w:rsidR="00D6485A" w:rsidRDefault="00D6485A" w:rsidP="0079180F">
      <w:pPr>
        <w:spacing w:before="900" w:line="400" w:lineRule="exact"/>
        <w:jc w:val="center"/>
        <w:rPr>
          <w:b/>
          <w:sz w:val="32"/>
          <w:szCs w:val="32"/>
        </w:rPr>
      </w:pPr>
    </w:p>
    <w:p w14:paraId="33FB7300" w14:textId="77777777" w:rsidR="00D6485A" w:rsidRDefault="00D6485A" w:rsidP="0079180F">
      <w:pPr>
        <w:spacing w:before="900" w:line="400" w:lineRule="exact"/>
        <w:jc w:val="center"/>
        <w:rPr>
          <w:b/>
          <w:sz w:val="32"/>
          <w:szCs w:val="32"/>
        </w:rPr>
      </w:pPr>
    </w:p>
    <w:p w14:paraId="2027C9CD" w14:textId="26A57162"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46E5D563"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060115">
        <w:rPr>
          <w:rFonts w:cs="Arial"/>
          <w:b/>
          <w:sz w:val="20"/>
          <w:szCs w:val="20"/>
        </w:rPr>
        <w:t>„</w:t>
      </w:r>
      <w:r w:rsidR="006B17CD" w:rsidRPr="00060115">
        <w:rPr>
          <w:rFonts w:cs="Arial"/>
          <w:b/>
          <w:sz w:val="20"/>
          <w:szCs w:val="20"/>
        </w:rPr>
        <w:t>Kontrola tras gazociągów z powietrza</w:t>
      </w:r>
      <w:r w:rsidR="00F40506" w:rsidRPr="00060115">
        <w:rPr>
          <w:rFonts w:cs="Arial"/>
          <w:b/>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248A2274"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6B17CD" w:rsidRPr="00060115">
        <w:rPr>
          <w:rFonts w:cs="Arial"/>
          <w:b/>
          <w:sz w:val="20"/>
          <w:szCs w:val="20"/>
        </w:rPr>
        <w:t>NP/ORLEN/26/0142/CS/ZZ</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0957F02F" w:rsidR="0036194A" w:rsidRPr="0036194A" w:rsidRDefault="0036194A" w:rsidP="0036194A">
      <w:pPr>
        <w:spacing w:line="276" w:lineRule="auto"/>
        <w:jc w:val="center"/>
        <w:rPr>
          <w:rFonts w:cs="Arial"/>
          <w:sz w:val="20"/>
          <w:szCs w:val="20"/>
        </w:rPr>
      </w:pPr>
      <w:r w:rsidRPr="0036194A">
        <w:rPr>
          <w:rFonts w:cs="Arial"/>
          <w:sz w:val="20"/>
          <w:szCs w:val="20"/>
        </w:rPr>
        <w:t>Warszawa, 20</w:t>
      </w:r>
      <w:r w:rsidR="00672110">
        <w:rPr>
          <w:rFonts w:cs="Arial"/>
          <w:sz w:val="20"/>
          <w:szCs w:val="20"/>
        </w:rPr>
        <w:t>26</w:t>
      </w:r>
      <w:r w:rsidRPr="0036194A">
        <w:rPr>
          <w:rFonts w:cs="Arial"/>
          <w:sz w:val="20"/>
          <w:szCs w:val="20"/>
        </w:rPr>
        <w:t xml:space="preserve"> r.</w:t>
      </w:r>
    </w:p>
    <w:p w14:paraId="037CB6F9" w14:textId="77777777" w:rsidR="00A638B9" w:rsidRDefault="00A638B9">
      <w:pPr>
        <w:spacing w:line="240" w:lineRule="auto"/>
        <w:jc w:val="left"/>
        <w:rPr>
          <w:rFonts w:cs="Arial"/>
          <w:b/>
          <w:bCs/>
          <w:sz w:val="20"/>
          <w:szCs w:val="20"/>
        </w:rPr>
      </w:pPr>
      <w:r>
        <w:br w:type="page"/>
      </w:r>
    </w:p>
    <w:p w14:paraId="319D0E36" w14:textId="271C4B2D"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073D9">
      <w:pPr>
        <w:autoSpaceDE w:val="0"/>
        <w:autoSpaceDN w:val="0"/>
        <w:adjustRightInd w:val="0"/>
        <w:spacing w:line="259" w:lineRule="auto"/>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073D9">
      <w:pPr>
        <w:spacing w:line="259" w:lineRule="auto"/>
        <w:ind w:left="432"/>
        <w:rPr>
          <w:rFonts w:cs="Arial"/>
          <w:sz w:val="20"/>
          <w:szCs w:val="20"/>
        </w:rPr>
      </w:pPr>
      <w:r w:rsidRPr="00275DFA">
        <w:rPr>
          <w:rFonts w:cs="Arial"/>
          <w:sz w:val="20"/>
          <w:szCs w:val="20"/>
        </w:rPr>
        <w:t>ul. Chemików 7</w:t>
      </w:r>
    </w:p>
    <w:p w14:paraId="070E32DD" w14:textId="0585F614" w:rsidR="00AF5E90" w:rsidRDefault="00AF5E90" w:rsidP="00A073D9">
      <w:pPr>
        <w:spacing w:line="259" w:lineRule="auto"/>
        <w:ind w:left="432"/>
        <w:rPr>
          <w:rFonts w:cs="Arial"/>
          <w:sz w:val="20"/>
          <w:szCs w:val="20"/>
        </w:rPr>
      </w:pPr>
      <w:r w:rsidRPr="00275DFA">
        <w:rPr>
          <w:rFonts w:cs="Arial"/>
          <w:sz w:val="20"/>
          <w:szCs w:val="20"/>
        </w:rPr>
        <w:t>09-411 Płock</w:t>
      </w:r>
    </w:p>
    <w:p w14:paraId="057868AE" w14:textId="77777777" w:rsidR="007B2C37" w:rsidRDefault="007B2C37" w:rsidP="00A073D9">
      <w:pPr>
        <w:spacing w:line="259" w:lineRule="auto"/>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A073D9">
      <w:pPr>
        <w:spacing w:line="259" w:lineRule="auto"/>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077A3C">
      <w:pPr>
        <w:spacing w:after="200" w:line="259" w:lineRule="auto"/>
        <w:ind w:left="431"/>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3A1107A5" w14:textId="77777777" w:rsidR="00AF5E90" w:rsidRPr="008D76FB" w:rsidRDefault="00AF5E90" w:rsidP="00A073D9">
      <w:pPr>
        <w:spacing w:line="259" w:lineRule="auto"/>
        <w:ind w:left="432"/>
        <w:rPr>
          <w:rStyle w:val="Hipercze"/>
          <w:rFonts w:cs="Arial"/>
          <w:color w:val="auto"/>
          <w:sz w:val="20"/>
          <w:szCs w:val="20"/>
          <w:u w:val="none"/>
        </w:rPr>
      </w:pPr>
      <w:r w:rsidRPr="008D76FB">
        <w:rPr>
          <w:rStyle w:val="Hipercze"/>
          <w:rFonts w:cs="Arial"/>
          <w:color w:val="auto"/>
          <w:sz w:val="20"/>
          <w:szCs w:val="20"/>
          <w:u w:val="none"/>
        </w:rPr>
        <w:t>Postępowanie prowadzane jest przez:</w:t>
      </w:r>
    </w:p>
    <w:p w14:paraId="768DA81D" w14:textId="77777777" w:rsidR="00543BE1" w:rsidRPr="008D76FB" w:rsidRDefault="002B1C6B" w:rsidP="00A073D9">
      <w:pPr>
        <w:spacing w:line="259" w:lineRule="auto"/>
        <w:ind w:left="432"/>
        <w:rPr>
          <w:rStyle w:val="Hipercze"/>
          <w:rFonts w:cs="Arial"/>
          <w:color w:val="auto"/>
          <w:sz w:val="20"/>
          <w:szCs w:val="20"/>
          <w:u w:val="none"/>
        </w:rPr>
      </w:pPr>
      <w:r w:rsidRPr="008D76FB">
        <w:rPr>
          <w:rStyle w:val="Hipercze"/>
          <w:rFonts w:cs="Arial"/>
          <w:color w:val="auto"/>
          <w:sz w:val="20"/>
          <w:szCs w:val="20"/>
          <w:u w:val="none"/>
        </w:rPr>
        <w:t>ORLEN Spółka Akcyjna – Oddział Centralny Upstream Polska w Warszawie</w:t>
      </w:r>
    </w:p>
    <w:p w14:paraId="6AD6F6BC" w14:textId="6A451042" w:rsidR="00AF5E90" w:rsidRPr="008D76FB" w:rsidRDefault="00AF5E90" w:rsidP="00A073D9">
      <w:pPr>
        <w:spacing w:line="259" w:lineRule="auto"/>
        <w:ind w:left="432"/>
        <w:rPr>
          <w:rStyle w:val="Hipercze"/>
          <w:rFonts w:cs="Arial"/>
          <w:color w:val="auto"/>
          <w:sz w:val="20"/>
          <w:szCs w:val="20"/>
          <w:u w:val="none"/>
        </w:rPr>
      </w:pPr>
      <w:r w:rsidRPr="008D76FB">
        <w:rPr>
          <w:rStyle w:val="Hipercze"/>
          <w:rFonts w:cs="Arial"/>
          <w:color w:val="auto"/>
          <w:sz w:val="20"/>
          <w:szCs w:val="20"/>
          <w:u w:val="none"/>
        </w:rPr>
        <w:t>ul. Marcina Kasprzaka 25</w:t>
      </w:r>
    </w:p>
    <w:p w14:paraId="53C48661" w14:textId="77777777" w:rsidR="00AF5E90" w:rsidRPr="008D76FB" w:rsidRDefault="00AF5E90" w:rsidP="00077A3C">
      <w:pPr>
        <w:spacing w:after="200" w:line="259" w:lineRule="auto"/>
        <w:ind w:left="431"/>
        <w:rPr>
          <w:rStyle w:val="Hipercze"/>
          <w:rFonts w:cs="Arial"/>
          <w:color w:val="auto"/>
          <w:sz w:val="20"/>
          <w:szCs w:val="20"/>
          <w:u w:val="none"/>
        </w:rPr>
      </w:pPr>
      <w:r w:rsidRPr="008D76FB">
        <w:rPr>
          <w:rStyle w:val="Hipercze"/>
          <w:rFonts w:cs="Arial"/>
          <w:color w:val="auto"/>
          <w:sz w:val="20"/>
          <w:szCs w:val="20"/>
          <w:u w:val="none"/>
        </w:rPr>
        <w:t>01-224 Warszawa</w:t>
      </w:r>
    </w:p>
    <w:p w14:paraId="786E66D5" w14:textId="77777777" w:rsidR="008D76FB" w:rsidRPr="00564000" w:rsidRDefault="008D76FB" w:rsidP="008D76FB">
      <w:pPr>
        <w:ind w:left="432"/>
        <w:rPr>
          <w:rFonts w:cs="Arial"/>
          <w:sz w:val="20"/>
          <w:szCs w:val="20"/>
        </w:rPr>
      </w:pPr>
      <w:r w:rsidRPr="00564000">
        <w:rPr>
          <w:rFonts w:cs="Arial"/>
          <w:sz w:val="20"/>
          <w:szCs w:val="20"/>
        </w:rPr>
        <w:t>Osoba uprawniona do kontaktu  z Wykonawcami:</w:t>
      </w:r>
    </w:p>
    <w:p w14:paraId="3E6C044C" w14:textId="77777777" w:rsidR="008D76FB" w:rsidRPr="00656208" w:rsidRDefault="008D76FB" w:rsidP="008D76FB">
      <w:pPr>
        <w:spacing w:line="276" w:lineRule="auto"/>
        <w:ind w:left="426"/>
        <w:jc w:val="left"/>
        <w:rPr>
          <w:rFonts w:cs="Arial"/>
          <w:sz w:val="20"/>
          <w:szCs w:val="20"/>
        </w:rPr>
      </w:pPr>
      <w:r w:rsidRPr="00656208">
        <w:rPr>
          <w:rFonts w:cs="Arial"/>
          <w:sz w:val="20"/>
          <w:szCs w:val="20"/>
        </w:rPr>
        <w:t xml:space="preserve">Łukasz Zych </w:t>
      </w:r>
    </w:p>
    <w:p w14:paraId="50EDA875" w14:textId="77777777" w:rsidR="008D76FB" w:rsidRPr="00656208" w:rsidRDefault="008D76FB" w:rsidP="008D76FB">
      <w:pPr>
        <w:spacing w:line="276" w:lineRule="auto"/>
        <w:ind w:left="426"/>
        <w:jc w:val="left"/>
        <w:rPr>
          <w:rFonts w:cs="Arial"/>
          <w:sz w:val="20"/>
          <w:szCs w:val="20"/>
        </w:rPr>
      </w:pPr>
      <w:r w:rsidRPr="00656208">
        <w:rPr>
          <w:rFonts w:cs="Arial"/>
          <w:sz w:val="20"/>
          <w:szCs w:val="20"/>
        </w:rPr>
        <w:t xml:space="preserve">e-mail: </w:t>
      </w:r>
      <w:hyperlink r:id="rId12" w:history="1">
        <w:r w:rsidRPr="00656208">
          <w:rPr>
            <w:rStyle w:val="Hipercze"/>
            <w:rFonts w:cs="Arial"/>
            <w:sz w:val="20"/>
            <w:szCs w:val="20"/>
          </w:rPr>
          <w:t>lukasz.zych@pgnig.pl</w:t>
        </w:r>
      </w:hyperlink>
      <w:r w:rsidRPr="00656208">
        <w:rPr>
          <w:rFonts w:cs="Arial"/>
          <w:sz w:val="20"/>
          <w:szCs w:val="20"/>
        </w:rPr>
        <w:t xml:space="preserve"> </w:t>
      </w:r>
    </w:p>
    <w:p w14:paraId="486469F8" w14:textId="77777777" w:rsidR="008D76FB" w:rsidRPr="00036FE2" w:rsidRDefault="008D76FB" w:rsidP="008D76FB">
      <w:pPr>
        <w:spacing w:line="276" w:lineRule="auto"/>
        <w:ind w:left="426"/>
        <w:jc w:val="left"/>
        <w:rPr>
          <w:rFonts w:cs="Arial"/>
          <w:sz w:val="20"/>
          <w:szCs w:val="20"/>
          <w:lang w:val="en-US"/>
        </w:rPr>
      </w:pPr>
      <w:r>
        <w:rPr>
          <w:rFonts w:cs="Arial"/>
          <w:sz w:val="20"/>
          <w:szCs w:val="20"/>
          <w:lang w:val="en-US"/>
        </w:rPr>
        <w:t>tel.: 22 106 49 61</w:t>
      </w:r>
      <w:r w:rsidRPr="00036FE2">
        <w:rPr>
          <w:rFonts w:cs="Arial"/>
          <w:sz w:val="20"/>
          <w:szCs w:val="20"/>
          <w:lang w:val="en-US"/>
        </w:rPr>
        <w:t xml:space="preserve"> </w:t>
      </w:r>
    </w:p>
    <w:p w14:paraId="5279917C" w14:textId="413C0A1A" w:rsidR="00ED3DD0" w:rsidRPr="004F4CEF" w:rsidRDefault="00163B95" w:rsidP="004F4CEF">
      <w:pPr>
        <w:pStyle w:val="Styl1"/>
      </w:pPr>
      <w:r w:rsidRPr="00F40506">
        <w:t>Tryb udzielenia zamówienia</w:t>
      </w:r>
    </w:p>
    <w:p w14:paraId="1CCF2DCC" w14:textId="25C5F30C" w:rsidR="00F40506" w:rsidRPr="00B751CB" w:rsidRDefault="00ED3DD0" w:rsidP="002B1C6B">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 xml:space="preserve">obowiązującej w Zespole Oddziałów </w:t>
      </w:r>
      <w:r w:rsidR="002B1C6B" w:rsidRPr="002B1C6B">
        <w:t xml:space="preserve">Upstream Polska ORLEN Spółka Akcyjna z siedzibą </w:t>
      </w:r>
      <w:r w:rsidR="003B2483">
        <w:t xml:space="preserve">                        </w:t>
      </w:r>
      <w:r w:rsidR="002B1C6B" w:rsidRPr="002B1C6B">
        <w:t>w Warszawie</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t>.</w:t>
      </w:r>
      <w:r w:rsidR="00F40506" w:rsidRPr="00B751CB">
        <w:t xml:space="preserve"> </w:t>
      </w:r>
    </w:p>
    <w:p w14:paraId="526B6C0F" w14:textId="77777777" w:rsidR="00085E9D" w:rsidRPr="001D659D" w:rsidRDefault="00085E9D" w:rsidP="00077A3C">
      <w:pPr>
        <w:pStyle w:val="Styl11"/>
        <w:contextualSpacing w:val="0"/>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11E72EB9" w14:textId="77777777" w:rsidR="008D76FB" w:rsidRPr="004273E0" w:rsidRDefault="008D76FB" w:rsidP="008D76FB">
      <w:pPr>
        <w:pStyle w:val="Styla"/>
      </w:pPr>
      <w:r w:rsidRPr="004273E0">
        <w:t>podniesienia efektywności przedmiotu zamówienia określonego w opisie przedmiotu zamówienia i projekcie umowy,</w:t>
      </w:r>
    </w:p>
    <w:p w14:paraId="6CF83AA8" w14:textId="77777777" w:rsidR="008D76FB" w:rsidRPr="004273E0" w:rsidRDefault="008D76FB" w:rsidP="008D76FB">
      <w:pPr>
        <w:pStyle w:val="Styla"/>
      </w:pPr>
      <w:r w:rsidRPr="004273E0">
        <w:t>optymalizacji warunków handlowych.</w:t>
      </w:r>
    </w:p>
    <w:p w14:paraId="2A572247" w14:textId="77777777" w:rsidR="008D76FB" w:rsidRPr="004273E0" w:rsidRDefault="008D76FB" w:rsidP="008D76FB">
      <w:pPr>
        <w:pStyle w:val="Styl111"/>
        <w:ind w:left="1224"/>
      </w:pPr>
      <w:r w:rsidRPr="004273E0">
        <w:t xml:space="preserve">W przypadku, o którym mowa w pkt. 2.2. lit. a)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6BCAB769" w14:textId="6CF8DCA5" w:rsidR="008D76FB" w:rsidRPr="004273E0" w:rsidRDefault="008D76FB" w:rsidP="008D76FB">
      <w:pPr>
        <w:pStyle w:val="Styl111"/>
        <w:ind w:left="1224"/>
      </w:pPr>
      <w:r w:rsidRPr="004273E0">
        <w:t xml:space="preserve">W przypadku, o którym mowa w pkt. 2.2. lit. b) negocjacje treści oferty prowadzone są </w:t>
      </w:r>
      <w:r w:rsidR="003B2483">
        <w:t xml:space="preserve">                   </w:t>
      </w:r>
      <w:r w:rsidRPr="004273E0">
        <w:t>w celu optymalizacji warunków handlowych w zakresie ceny. Po zakończeniu negocjacji Zamawiający zaprasza Wykonawców do złożenia aktualizacji oferty.</w:t>
      </w:r>
      <w:r w:rsidRPr="004273E0">
        <w:rPr>
          <w:bCs/>
        </w:rPr>
        <w:t xml:space="preserve"> </w:t>
      </w:r>
    </w:p>
    <w:p w14:paraId="5AEB2B22" w14:textId="77777777" w:rsidR="008D76FB" w:rsidRPr="004273E0" w:rsidRDefault="008D76FB" w:rsidP="008D76FB">
      <w:pPr>
        <w:pStyle w:val="Styl111"/>
        <w:ind w:left="1224"/>
      </w:pPr>
      <w:r w:rsidRPr="004273E0">
        <w:rPr>
          <w:bCs/>
        </w:rPr>
        <w:t>Negocjacje mogą być przeprowadzone z Wykonawcami, którzy nie podlegają wykluczeniu.</w:t>
      </w:r>
    </w:p>
    <w:p w14:paraId="0AE29816" w14:textId="77777777" w:rsidR="008D76FB" w:rsidRPr="004273E0" w:rsidRDefault="008D76FB" w:rsidP="008D76FB">
      <w:pPr>
        <w:pStyle w:val="Styl111"/>
        <w:ind w:left="1224"/>
      </w:pPr>
      <w:r w:rsidRPr="004273E0">
        <w:rPr>
          <w:bCs/>
        </w:rPr>
        <w:t>Negocjacje mogą być przeprowadzone ze wszystkimi Wykonawcami, którzy złożyli oferty w postępowaniu z zastrzeżeniem pkt 2.2.</w:t>
      </w:r>
      <w:r>
        <w:rPr>
          <w:bCs/>
        </w:rPr>
        <w:t>3</w:t>
      </w:r>
      <w:r w:rsidRPr="004273E0">
        <w:rPr>
          <w:bCs/>
        </w:rPr>
        <w:t xml:space="preserve"> lub z Wykonawcą, który złożył najkorzystniejszą ofertę (lub jedyną ofertę).</w:t>
      </w:r>
    </w:p>
    <w:p w14:paraId="31F14A93" w14:textId="77777777" w:rsidR="008D76FB" w:rsidRPr="00E33267" w:rsidRDefault="008D76FB" w:rsidP="008D76FB">
      <w:pPr>
        <w:pStyle w:val="Styl111"/>
        <w:ind w:left="1224"/>
      </w:pPr>
      <w:r w:rsidRPr="00E33267">
        <w:t>Zamawiający przekazuje</w:t>
      </w:r>
      <w:r w:rsidRPr="00E33267" w:rsidDel="000D17E8">
        <w:t xml:space="preserve"> </w:t>
      </w:r>
      <w:r w:rsidRPr="00E33267">
        <w:t>Wykonawcom zaproszenie do negocjacji informując ich o terminie, miejscu i formie prowadzonych negocjacji.</w:t>
      </w:r>
    </w:p>
    <w:p w14:paraId="10C6C74A" w14:textId="77777777" w:rsidR="008D76FB" w:rsidRPr="00E33267" w:rsidRDefault="008D76FB" w:rsidP="008D76FB">
      <w:pPr>
        <w:pStyle w:val="Styl111"/>
        <w:ind w:left="1224"/>
      </w:pPr>
      <w:r w:rsidRPr="00E33267">
        <w:t>Negocjacje mogą zostać przeprowadzone w jednej lub kilku rundach negocjacyjnych,</w:t>
      </w:r>
    </w:p>
    <w:p w14:paraId="34D82C36" w14:textId="77777777" w:rsidR="008D76FB" w:rsidRPr="00E33267" w:rsidRDefault="008D76FB" w:rsidP="008D76FB">
      <w:pPr>
        <w:pStyle w:val="Styl111"/>
        <w:ind w:left="1224"/>
      </w:pPr>
      <w:r w:rsidRPr="00E33267">
        <w:t xml:space="preserve">Oferta złożona w trakcie negocjacji w zakresie wskazanym w pkt. 2.2. lit. </w:t>
      </w:r>
      <w:r>
        <w:t>b</w:t>
      </w:r>
      <w:r w:rsidRPr="00E33267">
        <w:t xml:space="preserve">) nie może być mniej korzystna dla Zamawiającego niż oferta złożona w postępowaniu. </w:t>
      </w:r>
    </w:p>
    <w:p w14:paraId="6424F4A6" w14:textId="77777777" w:rsidR="008D76FB" w:rsidRPr="00E33267" w:rsidRDefault="008D76FB" w:rsidP="008D76FB">
      <w:pPr>
        <w:pStyle w:val="Styl111"/>
        <w:ind w:left="1224"/>
      </w:pPr>
      <w:r w:rsidRPr="00E33267">
        <w:t xml:space="preserve">Oferta złożona w trakcie negocjacji w zakresie wskazanym w pkt. 2.2. lit. a) może być mniej korzystna dla Zamawiającego niż oferta złożona w postępowaniu. </w:t>
      </w:r>
    </w:p>
    <w:p w14:paraId="78CA66C2" w14:textId="77777777" w:rsidR="008D76FB" w:rsidRPr="00E33267" w:rsidRDefault="008D76FB" w:rsidP="008D76FB">
      <w:pPr>
        <w:pStyle w:val="Styl111"/>
        <w:ind w:left="1224"/>
      </w:pPr>
      <w:r w:rsidRPr="00E33267">
        <w:t>Zamawiający może udzielić wyjaśnień do zmian wprowadzonych do dokumentacji Postępowania wskutek przeprowadzonych negocjacji.</w:t>
      </w:r>
    </w:p>
    <w:p w14:paraId="07D5143F" w14:textId="77777777" w:rsidR="008D76FB" w:rsidRPr="00E33267" w:rsidRDefault="008D76FB" w:rsidP="008D76FB">
      <w:pPr>
        <w:pStyle w:val="Styl111"/>
        <w:ind w:left="1224"/>
      </w:pPr>
      <w:r w:rsidRPr="00E33267">
        <w:t xml:space="preserve">Zamawiający nie udziela podczas negocjacji informacji w sposób, który mógłby zapewnić niektórym Wykonawcom przewagę nad innymi Wykonawcami. </w:t>
      </w:r>
    </w:p>
    <w:p w14:paraId="0F89984B" w14:textId="28C0C1C3" w:rsidR="00270605" w:rsidRDefault="008D76FB" w:rsidP="008D76FB">
      <w:pPr>
        <w:pStyle w:val="Styl11"/>
        <w:contextualSpacing w:val="0"/>
      </w:pPr>
      <w:r w:rsidRPr="00E33267">
        <w:t>Prowadzone negocjacje mają charakter poufny.</w:t>
      </w:r>
      <w:r>
        <w:t xml:space="preserve"> </w:t>
      </w:r>
      <w:r w:rsidR="00270605" w:rsidRPr="0081083D">
        <w:t>Zaproszenie do negocjacji nie oznacza wyboru oferty przez Zamawiającego</w:t>
      </w:r>
      <w:r w:rsidR="00270605">
        <w:t>.</w:t>
      </w:r>
    </w:p>
    <w:p w14:paraId="00AAF4A7" w14:textId="4373BE48" w:rsidR="00E02B12" w:rsidRDefault="00F40506" w:rsidP="00077A3C">
      <w:pPr>
        <w:pStyle w:val="Styl11"/>
        <w:contextualSpacing w:val="0"/>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077A3C">
      <w:pPr>
        <w:pStyle w:val="Styl11"/>
        <w:contextualSpacing w:val="0"/>
      </w:pPr>
      <w:r w:rsidRPr="00E02B12">
        <w:t>Postępowanie przetargowe może zostać unieważnione bez podania przyczyny</w:t>
      </w:r>
      <w:r w:rsidR="00A843F5">
        <w:t xml:space="preserve"> wskutek:</w:t>
      </w:r>
    </w:p>
    <w:p w14:paraId="25D14177" w14:textId="5280C41A" w:rsidR="00A843F5" w:rsidRPr="00A843F5" w:rsidRDefault="00A843F5" w:rsidP="00077A3C">
      <w:pPr>
        <w:pStyle w:val="Styl111"/>
        <w:ind w:left="1418" w:hanging="698"/>
        <w:contextualSpacing w:val="0"/>
      </w:pPr>
      <w:r w:rsidRPr="00A843F5">
        <w:t>odwołania Postępowania do upływu terminu na składanie ofert, a w przypadku aukcji elektronicznej - do jej rozpoczęcia,</w:t>
      </w:r>
    </w:p>
    <w:p w14:paraId="17E27B15" w14:textId="6141E18E" w:rsidR="00A843F5" w:rsidRPr="008E41FB" w:rsidRDefault="00A843F5" w:rsidP="00077A3C">
      <w:pPr>
        <w:pStyle w:val="Styl111"/>
        <w:ind w:left="1418" w:hanging="698"/>
        <w:contextualSpacing w:val="0"/>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077A3C">
      <w:pPr>
        <w:pStyle w:val="Akapitzlist"/>
        <w:spacing w:line="259"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077A3C">
      <w:pPr>
        <w:pStyle w:val="Styl11"/>
        <w:contextualSpacing w:val="0"/>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077A3C">
      <w:pPr>
        <w:pStyle w:val="Styl11"/>
        <w:contextualSpacing w:val="0"/>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7B5AE347" w:rsidR="00085E9D" w:rsidRPr="00C714FA" w:rsidRDefault="00085E9D" w:rsidP="00077A3C">
      <w:pPr>
        <w:pStyle w:val="Styl11"/>
        <w:contextualSpacing w:val="0"/>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3" w:history="1">
        <w:r w:rsidRPr="00270940">
          <w:t>http://www.przetargi.pgnig.pl</w:t>
        </w:r>
      </w:hyperlink>
      <w:r w:rsidRPr="00270940">
        <w:t>, przy spełnieniu wymogów określonych w pkt</w:t>
      </w:r>
      <w:r w:rsidR="0047149C">
        <w:t>.</w:t>
      </w:r>
      <w:r w:rsidRPr="00270940">
        <w:t xml:space="preserve"> </w:t>
      </w:r>
      <w:r w:rsidR="00AF5E90">
        <w:t>3</w:t>
      </w:r>
      <w:r w:rsidRPr="00270940">
        <w:t xml:space="preserve">.3. i </w:t>
      </w:r>
      <w:r w:rsidR="00AF5E90">
        <w:t>3</w:t>
      </w:r>
      <w:r w:rsidRPr="00270940">
        <w:t xml:space="preserve">.4. </w:t>
      </w:r>
      <w:r w:rsidR="00F6251F">
        <w:t>SWZ</w:t>
      </w:r>
      <w:r w:rsidRPr="00270940">
        <w:t>.</w:t>
      </w:r>
    </w:p>
    <w:p w14:paraId="3DB586DA" w14:textId="48FDE347" w:rsidR="00085E9D" w:rsidRPr="0081083D" w:rsidRDefault="00085E9D" w:rsidP="00077A3C">
      <w:pPr>
        <w:pStyle w:val="Styl11"/>
        <w:contextualSpacing w:val="0"/>
      </w:pPr>
      <w:r w:rsidRPr="0081083D">
        <w:t>Oświadczenia, wnioski, zawiadomienia oraz informacje mogą być przekazywane przez strony za pomocą środków komunikacji elektronicznej</w:t>
      </w:r>
      <w:r w:rsidRPr="0081083D" w:rsidDel="009B7C9E">
        <w:t xml:space="preserve"> </w:t>
      </w:r>
      <w:r w:rsidRPr="0081083D">
        <w:t xml:space="preserve">w rozumieniu </w:t>
      </w:r>
      <w:r w:rsidRPr="00391950">
        <w:rPr>
          <w:u w:val="single"/>
        </w:rPr>
        <w:t>ustawy z dnia 18 lipca 2002 r.</w:t>
      </w:r>
      <w:r w:rsidRPr="0081083D">
        <w:t xml:space="preserve"> </w:t>
      </w:r>
      <w:r w:rsidRPr="00391950">
        <w:rPr>
          <w:u w:val="single"/>
        </w:rPr>
        <w:t>o</w:t>
      </w:r>
      <w:r w:rsidR="00B01933" w:rsidRPr="00391950">
        <w:rPr>
          <w:u w:val="single"/>
        </w:rPr>
        <w:t> </w:t>
      </w:r>
      <w:r w:rsidRPr="00391950">
        <w:rPr>
          <w:u w:val="single"/>
        </w:rPr>
        <w:t>świadczeniu usług drogą elektroniczną</w:t>
      </w:r>
      <w:r w:rsidRPr="0081083D">
        <w:t xml:space="preserve">, w tym poczty elektronicznej lub za pośrednictwem Modułu Elektronicznej Komunikacji z Dostawcami  dostępnego na stronie </w:t>
      </w:r>
      <w:hyperlink r:id="rId14" w:history="1">
        <w:r w:rsidRPr="0081083D">
          <w:t>http://www.przetargi.pgnig.pl</w:t>
        </w:r>
      </w:hyperlink>
      <w:r w:rsidRPr="0081083D">
        <w:t>, przy spełnieniu wymogów określonych w</w:t>
      </w:r>
      <w:r w:rsidR="00B01933">
        <w:t> </w:t>
      </w:r>
      <w:r w:rsidRPr="0081083D">
        <w:t>pkt</w:t>
      </w:r>
      <w:r w:rsidR="0047149C">
        <w:t>.</w:t>
      </w:r>
      <w:r w:rsidRPr="0081083D">
        <w:t xml:space="preserve"> </w:t>
      </w:r>
      <w:r w:rsidR="00AF5E90">
        <w:t>3</w:t>
      </w:r>
      <w:r w:rsidRPr="0081083D">
        <w:t xml:space="preserve">.3. i </w:t>
      </w:r>
      <w:r w:rsidR="00AF5E90">
        <w:t>3</w:t>
      </w:r>
      <w:r w:rsidRPr="0081083D">
        <w:t xml:space="preserve">.4. </w:t>
      </w:r>
      <w:r w:rsidR="00F6251F">
        <w:t>SWZ</w:t>
      </w:r>
      <w:r w:rsidRPr="0081083D">
        <w:t>.</w:t>
      </w:r>
    </w:p>
    <w:p w14:paraId="78031FB3" w14:textId="5E91C4F2" w:rsidR="00085E9D" w:rsidRPr="0081083D" w:rsidRDefault="00085E9D" w:rsidP="00077A3C">
      <w:pPr>
        <w:pStyle w:val="Styl11"/>
        <w:contextualSpacing w:val="0"/>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w:t>
      </w:r>
      <w:r w:rsidR="0047149C">
        <w:t>.</w:t>
      </w:r>
      <w:r w:rsidRPr="0081083D">
        <w:t xml:space="preserve">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077A3C">
      <w:pPr>
        <w:pStyle w:val="Styl11"/>
        <w:contextualSpacing w:val="0"/>
      </w:pPr>
      <w:r w:rsidRPr="0081083D">
        <w:t>Do korzystania z Modułu Elektronicznej Komunikacji z Dostawcami wymagane jest:</w:t>
      </w:r>
    </w:p>
    <w:p w14:paraId="0AC58C27" w14:textId="77777777" w:rsidR="00085E9D" w:rsidRPr="0081083D" w:rsidRDefault="00085E9D" w:rsidP="00077A3C">
      <w:pPr>
        <w:pStyle w:val="Styl111"/>
        <w:ind w:left="1418" w:hanging="698"/>
        <w:contextualSpacing w:val="0"/>
      </w:pPr>
      <w:r w:rsidRPr="0081083D">
        <w:t>posiadanie przez Wykonawcę dostępu do Internetu;</w:t>
      </w:r>
    </w:p>
    <w:p w14:paraId="579E6E76" w14:textId="77777777" w:rsidR="00085E9D" w:rsidRPr="00546F12" w:rsidRDefault="00085E9D" w:rsidP="00077A3C">
      <w:pPr>
        <w:pStyle w:val="Styl111"/>
        <w:ind w:left="1418" w:hanging="698"/>
        <w:contextualSpacing w:val="0"/>
      </w:pPr>
      <w:r w:rsidRPr="0081083D">
        <w:t>posiadanie przez Wykonawcę dostępu do indywidualnego konta poczty elektronicznej e-mail;</w:t>
      </w:r>
    </w:p>
    <w:p w14:paraId="74008AD7" w14:textId="0E28269B" w:rsidR="00085E9D" w:rsidRPr="0081083D" w:rsidRDefault="00085E9D" w:rsidP="00077A3C">
      <w:pPr>
        <w:pStyle w:val="Styl111"/>
        <w:ind w:left="1418" w:hanging="698"/>
        <w:contextualSpacing w:val="0"/>
      </w:pPr>
      <w:r w:rsidRPr="00546F12">
        <w:t xml:space="preserve">posiadanie przez Wykonawcę kwalifikowanego podpisu elektronicznego </w:t>
      </w:r>
      <w:r w:rsidR="00A073D9">
        <w:t xml:space="preserve">lub podpisu zaufanego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077A3C">
      <w:pPr>
        <w:pStyle w:val="Styl111"/>
        <w:ind w:left="1418" w:hanging="698"/>
        <w:contextualSpacing w:val="0"/>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077A3C">
      <w:pPr>
        <w:pStyle w:val="Styl11"/>
        <w:contextualSpacing w:val="0"/>
      </w:pPr>
      <w:r w:rsidRPr="0081083D">
        <w:t>Techniczne warunki i specyfikacja połączenia:</w:t>
      </w:r>
    </w:p>
    <w:p w14:paraId="7EA6DDFB" w14:textId="77777777" w:rsidR="00085E9D" w:rsidRPr="0081083D" w:rsidRDefault="00085E9D" w:rsidP="00077A3C">
      <w:pPr>
        <w:pStyle w:val="Styl111"/>
        <w:ind w:left="1418" w:hanging="698"/>
        <w:contextualSpacing w:val="0"/>
      </w:pPr>
      <w:r w:rsidRPr="0081083D">
        <w:t>stacja robocza z dostępem do sieci Internet;</w:t>
      </w:r>
    </w:p>
    <w:p w14:paraId="629EDD3E" w14:textId="77777777" w:rsidR="00085E9D" w:rsidRPr="0081083D" w:rsidRDefault="00085E9D" w:rsidP="00077A3C">
      <w:pPr>
        <w:pStyle w:val="Styl111"/>
        <w:ind w:left="1418" w:hanging="698"/>
        <w:contextualSpacing w:val="0"/>
      </w:pPr>
      <w:r w:rsidRPr="0081083D">
        <w:t xml:space="preserve">przeglądarka (aktualna wersja Mozilla </w:t>
      </w:r>
      <w:proofErr w:type="spellStart"/>
      <w:r w:rsidRPr="0081083D">
        <w:t>Firefox</w:t>
      </w:r>
      <w:proofErr w:type="spellEnd"/>
      <w:r w:rsidRPr="0081083D">
        <w:t xml:space="preserve"> lub Google Chrome) wspierająca komunikację po protokole HTTPS;</w:t>
      </w:r>
    </w:p>
    <w:p w14:paraId="039A857E" w14:textId="77777777" w:rsidR="00085E9D" w:rsidRPr="0081083D" w:rsidRDefault="00085E9D" w:rsidP="00077A3C">
      <w:pPr>
        <w:pStyle w:val="Styl111"/>
        <w:ind w:left="1418" w:hanging="698"/>
        <w:contextualSpacing w:val="0"/>
      </w:pPr>
      <w:r w:rsidRPr="0081083D">
        <w:t>przeglądarka plików w formacie PDF umożliwiająca weryfikację podpisów cyfrowych;</w:t>
      </w:r>
    </w:p>
    <w:p w14:paraId="59FFF0D0" w14:textId="77777777" w:rsidR="00085E9D" w:rsidRPr="0081083D" w:rsidRDefault="00085E9D" w:rsidP="00077A3C">
      <w:pPr>
        <w:pStyle w:val="Styl111"/>
        <w:ind w:left="1418" w:hanging="698"/>
        <w:contextualSpacing w:val="0"/>
      </w:pPr>
      <w:r w:rsidRPr="0081083D">
        <w:t>edytor plików w formacie DOCX;</w:t>
      </w:r>
    </w:p>
    <w:p w14:paraId="4AC644B0" w14:textId="2B5F1118" w:rsidR="00085E9D" w:rsidRPr="0081083D" w:rsidRDefault="00085E9D" w:rsidP="00077A3C">
      <w:pPr>
        <w:pStyle w:val="Styl111"/>
        <w:ind w:left="1418" w:hanging="698"/>
        <w:contextualSpacing w:val="0"/>
      </w:pPr>
      <w:r w:rsidRPr="0081083D">
        <w:t>oprogramowanie umożliwiające podpisywanie dokumentów kwalifikowanym podpisem cyfrowym</w:t>
      </w:r>
      <w:r w:rsidR="00A073D9">
        <w:t xml:space="preserve"> lub </w:t>
      </w:r>
      <w:r w:rsidR="007961CD" w:rsidRPr="007961CD">
        <w:t xml:space="preserve">profil zaufany </w:t>
      </w:r>
      <w:proofErr w:type="spellStart"/>
      <w:r w:rsidR="007961CD" w:rsidRPr="007961CD">
        <w:t>ePUAP</w:t>
      </w:r>
      <w:proofErr w:type="spellEnd"/>
      <w:r w:rsidR="007961CD" w:rsidRPr="007961CD">
        <w:t xml:space="preserve"> umożliwiający złożenie podpisu zaufanego</w:t>
      </w:r>
      <w:r w:rsidRPr="0081083D">
        <w:t>;</w:t>
      </w:r>
    </w:p>
    <w:p w14:paraId="3345E7B5" w14:textId="65FF052B" w:rsidR="00085E9D" w:rsidRPr="0081083D" w:rsidRDefault="00085E9D" w:rsidP="00077A3C">
      <w:pPr>
        <w:pStyle w:val="Styl111"/>
        <w:ind w:left="1418" w:hanging="698"/>
        <w:contextualSpacing w:val="0"/>
      </w:pPr>
      <w:r w:rsidRPr="0081083D">
        <w:t>dostęp do skrzynki poczty elektronicznej</w:t>
      </w:r>
      <w:r w:rsidR="00A46FC9">
        <w:t>.</w:t>
      </w:r>
    </w:p>
    <w:p w14:paraId="1BD6E771" w14:textId="77777777" w:rsidR="00085E9D" w:rsidRDefault="00085E9D" w:rsidP="00077A3C">
      <w:pPr>
        <w:pStyle w:val="Styl11"/>
        <w:contextualSpacing w:val="0"/>
      </w:pPr>
      <w:r w:rsidRPr="0081083D">
        <w:t>Zamawiający dopuszcza w szczególności następujący format przesyłanych danych: .pdf, .</w:t>
      </w:r>
      <w:proofErr w:type="spellStart"/>
      <w:r w:rsidRPr="0081083D">
        <w:t>doc</w:t>
      </w:r>
      <w:proofErr w:type="spellEnd"/>
      <w:r w:rsidRPr="0081083D">
        <w:t>, .</w:t>
      </w:r>
      <w:proofErr w:type="spellStart"/>
      <w:r w:rsidRPr="0081083D">
        <w:t>docx</w:t>
      </w:r>
      <w:proofErr w:type="spellEnd"/>
      <w:r w:rsidRPr="0081083D">
        <w:t>.</w:t>
      </w:r>
    </w:p>
    <w:p w14:paraId="1E79A7FB" w14:textId="06EF5F9D" w:rsidR="00085E9D" w:rsidRDefault="00085E9D" w:rsidP="00077A3C">
      <w:pPr>
        <w:pStyle w:val="Styl11"/>
        <w:contextualSpacing w:val="0"/>
      </w:pPr>
      <w:r w:rsidRPr="002B6557">
        <w:t xml:space="preserve">Godziny pracy </w:t>
      </w:r>
      <w:r w:rsidR="00A0466B">
        <w:t>Zamawiającego</w:t>
      </w:r>
      <w:r w:rsidRPr="002B6557">
        <w:t>: w dni powszednie od poniedziałku do piątku: w godz.: 07:00-17:00.</w:t>
      </w:r>
    </w:p>
    <w:p w14:paraId="211F18D0" w14:textId="14B76E6E" w:rsidR="00517967" w:rsidRPr="002B6557" w:rsidRDefault="00517967" w:rsidP="00077A3C">
      <w:pPr>
        <w:pStyle w:val="Styl11"/>
        <w:contextualSpacing w:val="0"/>
      </w:pPr>
      <w:r>
        <w:t>W trakcie prowadzonego postępowania Zamawiający nie dopuszcza komunika</w:t>
      </w:r>
      <w:r w:rsidR="001626AA">
        <w:t>cji telefonicznej z Wykonawcami.</w:t>
      </w:r>
      <w:r>
        <w:t xml:space="preserve"> </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23C0CD94" w14:textId="55E9297D" w:rsidR="008D76FB" w:rsidRDefault="008D76FB" w:rsidP="008D76FB">
      <w:pPr>
        <w:pStyle w:val="Styl11"/>
      </w:pPr>
      <w:r>
        <w:t xml:space="preserve">Przedmiotem zamówienia jest </w:t>
      </w:r>
      <w:r w:rsidR="006B17CD">
        <w:t>Kontrola tras gazociągów z powietrza</w:t>
      </w:r>
      <w:r>
        <w:t>.</w:t>
      </w:r>
    </w:p>
    <w:p w14:paraId="369B6901" w14:textId="77777777" w:rsidR="008D76FB" w:rsidRDefault="008D76FB" w:rsidP="008D76FB">
      <w:pPr>
        <w:pStyle w:val="Styl11"/>
      </w:pPr>
      <w:r>
        <w:t>Rodzaj zamówienia: usługa,</w:t>
      </w:r>
    </w:p>
    <w:p w14:paraId="031814B9" w14:textId="77777777" w:rsidR="008D76FB" w:rsidRDefault="008D76FB" w:rsidP="008D76FB">
      <w:pPr>
        <w:pStyle w:val="Styl11"/>
      </w:pPr>
      <w:r>
        <w:t xml:space="preserve">Opis przedmiotu zamówienia stanowi </w:t>
      </w:r>
      <w:r w:rsidRPr="005C5AA3">
        <w:rPr>
          <w:b/>
        </w:rPr>
        <w:t>Załącznik nr 2 do SWZ</w:t>
      </w:r>
      <w:r>
        <w:t>.</w:t>
      </w:r>
    </w:p>
    <w:p w14:paraId="4DDFAA03" w14:textId="77777777" w:rsidR="008D76FB" w:rsidRDefault="008D76FB" w:rsidP="008D76FB">
      <w:pPr>
        <w:pStyle w:val="Styl11"/>
      </w:pPr>
      <w:r>
        <w:t>Zamawiający informuje, że realizuje przyjętą, opublikowaną i udostępnioną publicznie Politykę Energetyczną poprzez wspieranie działań dla zakupu energooszczędnych produktów i usług, oraz projektów na rzecz poprawy wyniku energetycznego.</w:t>
      </w:r>
    </w:p>
    <w:p w14:paraId="19CD0A70" w14:textId="77777777" w:rsidR="00125875" w:rsidRDefault="00125875" w:rsidP="003F0AE1">
      <w:pPr>
        <w:pStyle w:val="Styl11"/>
        <w:numPr>
          <w:ilvl w:val="0"/>
          <w:numId w:val="0"/>
        </w:numPr>
        <w:ind w:left="709"/>
      </w:pP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64006774" w:rsidR="00F40506" w:rsidRPr="00F40506" w:rsidRDefault="00F40506" w:rsidP="00077A3C">
      <w:pPr>
        <w:spacing w:line="259"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F67218">
        <w:rPr>
          <w:rFonts w:cs="Arial"/>
          <w:sz w:val="20"/>
          <w:szCs w:val="20"/>
          <w:lang w:eastAsia="en-US"/>
        </w:rPr>
        <w:t>ym</w:t>
      </w:r>
      <w:r w:rsidR="00931112" w:rsidRPr="00F40506">
        <w:rPr>
          <w:rFonts w:cs="Arial"/>
          <w:b/>
          <w:sz w:val="20"/>
          <w:szCs w:val="20"/>
          <w:highlight w:val="yellow"/>
          <w:lang w:eastAsia="en-US"/>
        </w:rPr>
        <w:t xml:space="preserve"> </w:t>
      </w:r>
      <w:r w:rsidR="00D02D33" w:rsidRPr="00077A3C">
        <w:rPr>
          <w:rFonts w:cs="Arial"/>
          <w:b/>
          <w:sz w:val="20"/>
          <w:szCs w:val="20"/>
          <w:lang w:eastAsia="en-US"/>
        </w:rPr>
        <w:t>Z</w:t>
      </w:r>
      <w:r w:rsidRPr="00077A3C">
        <w:rPr>
          <w:rFonts w:cs="Arial"/>
          <w:b/>
          <w:sz w:val="20"/>
          <w:szCs w:val="20"/>
          <w:lang w:eastAsia="en-US"/>
        </w:rPr>
        <w:t xml:space="preserve">ałącznik </w:t>
      </w:r>
      <w:r w:rsidR="00077A3C">
        <w:rPr>
          <w:rFonts w:cs="Arial"/>
          <w:b/>
          <w:sz w:val="20"/>
          <w:szCs w:val="20"/>
          <w:lang w:eastAsia="en-US"/>
        </w:rPr>
        <w:t xml:space="preserve">nr </w:t>
      </w:r>
      <w:r w:rsidR="005C5AA3">
        <w:rPr>
          <w:rFonts w:cs="Arial"/>
          <w:b/>
          <w:sz w:val="20"/>
          <w:szCs w:val="20"/>
          <w:lang w:eastAsia="en-US"/>
        </w:rPr>
        <w:t>3</w:t>
      </w:r>
      <w:r w:rsidRPr="00F40506">
        <w:rPr>
          <w:rFonts w:cs="Arial"/>
          <w:b/>
          <w:sz w:val="20"/>
          <w:szCs w:val="20"/>
          <w:lang w:eastAsia="en-US"/>
        </w:rPr>
        <w:t xml:space="preserve"> do </w:t>
      </w:r>
      <w:r w:rsidR="006C29FD">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4D34801B" w14:textId="77777777" w:rsidR="005C5AA3" w:rsidRPr="00BA3078" w:rsidRDefault="005C5AA3" w:rsidP="005C5AA3">
      <w:pPr>
        <w:pStyle w:val="Styl11"/>
        <w:ind w:left="574" w:hanging="432"/>
      </w:pPr>
      <w:r w:rsidRPr="00BA3078">
        <w:t xml:space="preserve">Wymagane terminy realizacji zamówienia wskazane zostały w projekcie Umowy </w:t>
      </w:r>
      <w:r>
        <w:t xml:space="preserve">stanowiącym </w:t>
      </w:r>
      <w:r w:rsidRPr="007369FC">
        <w:rPr>
          <w:b/>
        </w:rPr>
        <w:t>Załącznik nr 3</w:t>
      </w:r>
      <w:r>
        <w:t xml:space="preserve"> do SWZ.</w:t>
      </w:r>
    </w:p>
    <w:p w14:paraId="123C9B23" w14:textId="77777777" w:rsidR="007B5698" w:rsidRPr="007B5698" w:rsidRDefault="007B5698" w:rsidP="004F4CEF">
      <w:pPr>
        <w:pStyle w:val="Styl1"/>
      </w:pPr>
      <w:r w:rsidRPr="007B5698">
        <w:t>Zamówienia częściowe</w:t>
      </w:r>
    </w:p>
    <w:p w14:paraId="01469D67" w14:textId="77777777" w:rsidR="005C5AA3" w:rsidRPr="007B5698" w:rsidRDefault="005C5AA3" w:rsidP="005C5AA3">
      <w:pPr>
        <w:pStyle w:val="Styl11"/>
      </w:pPr>
      <w:r w:rsidRPr="002B4D68">
        <w:t xml:space="preserve">Zamawiający nie dopuszcza składania </w:t>
      </w:r>
      <w:r w:rsidRPr="007B5698">
        <w:t>ofert częściowych</w:t>
      </w:r>
      <w:r>
        <w:t>.</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077A3C">
      <w:pPr>
        <w:pStyle w:val="Styl11"/>
        <w:contextualSpacing w:val="0"/>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6B57A41F" w:rsidR="00F40506" w:rsidRPr="00162E24" w:rsidRDefault="00F40506" w:rsidP="00077A3C">
      <w:pPr>
        <w:pStyle w:val="Styl11"/>
        <w:contextualSpacing w:val="0"/>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w:t>
      </w:r>
      <w:r w:rsidR="0047149C">
        <w:rPr>
          <w:bCs/>
        </w:rPr>
        <w:t>.</w:t>
      </w:r>
      <w:r w:rsidR="00CE193E">
        <w:rPr>
          <w:bCs/>
        </w:rPr>
        <w:t xml:space="preserve">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6516B6AD" w14:textId="77777777" w:rsidR="005C5AA3" w:rsidRPr="002B4D68" w:rsidRDefault="005C5AA3" w:rsidP="005C5AA3">
      <w:pPr>
        <w:pStyle w:val="Styl11"/>
      </w:pPr>
      <w:bookmarkStart w:id="1" w:name="_Toc165626656"/>
      <w:bookmarkStart w:id="2" w:name="_Toc479595442"/>
      <w:bookmarkStart w:id="3" w:name="_Toc139608600"/>
      <w:r w:rsidRPr="00162E24">
        <w:t xml:space="preserve">Zamawiający </w:t>
      </w:r>
      <w:r w:rsidRPr="002B4D68">
        <w:t>nie dopuszcza składania ofert wariantowych.</w:t>
      </w:r>
    </w:p>
    <w:p w14:paraId="336B0189" w14:textId="77777777" w:rsidR="005C5AA3" w:rsidRPr="002B4D68" w:rsidRDefault="005C5AA3" w:rsidP="005C5AA3">
      <w:pPr>
        <w:pStyle w:val="Styl11"/>
      </w:pPr>
      <w:r w:rsidRPr="002B4D68">
        <w:t>Zamawiający informuje, że nie przewiduje udzielenia zamówień uzupełniających.</w:t>
      </w:r>
    </w:p>
    <w:p w14:paraId="2B26B3D2" w14:textId="77777777" w:rsidR="005C5AA3" w:rsidRPr="00162E24" w:rsidRDefault="005C5AA3" w:rsidP="005C5AA3">
      <w:pPr>
        <w:pStyle w:val="Styl11"/>
      </w:pPr>
      <w:r w:rsidRPr="002B4D68">
        <w:t xml:space="preserve">Zamawiający nie dopuszcza składania </w:t>
      </w:r>
      <w:r>
        <w:t>ofert warunko</w:t>
      </w:r>
      <w:r w:rsidRPr="0081083D">
        <w:t>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E05B7">
      <w:pPr>
        <w:pStyle w:val="Styl11"/>
        <w:contextualSpacing w:val="0"/>
      </w:pPr>
      <w:r w:rsidRPr="00D53237">
        <w:t xml:space="preserve">O </w:t>
      </w:r>
      <w:r w:rsidR="00F40506" w:rsidRPr="00D53237">
        <w:t>udzielenie Zamówienia mogą ubiegać się Wykonawcy, którzy:</w:t>
      </w:r>
    </w:p>
    <w:p w14:paraId="31C47528" w14:textId="77777777" w:rsidR="00A33295" w:rsidRPr="00A33295" w:rsidRDefault="007D7C5D" w:rsidP="009E05B7">
      <w:pPr>
        <w:pStyle w:val="Styl111"/>
        <w:ind w:left="1560" w:hanging="851"/>
        <w:contextualSpacing w:val="0"/>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9E05B7">
      <w:pPr>
        <w:pStyle w:val="Styl111"/>
        <w:ind w:left="1560" w:hanging="851"/>
        <w:contextualSpacing w:val="0"/>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9E05B7">
      <w:pPr>
        <w:pStyle w:val="Styl111"/>
        <w:ind w:left="1560" w:hanging="851"/>
        <w:contextualSpacing w:val="0"/>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5C5AA3" w:rsidRDefault="00D53237" w:rsidP="009E05B7">
      <w:pPr>
        <w:pStyle w:val="Styl11"/>
        <w:contextualSpacing w:val="0"/>
        <w:rPr>
          <w:rFonts w:eastAsia="Calibri"/>
          <w:iCs/>
        </w:rPr>
      </w:pPr>
      <w:r w:rsidRPr="005C5AA3">
        <w:t xml:space="preserve">Warunki szczególne </w:t>
      </w:r>
      <w:r w:rsidR="00CD6ADD" w:rsidRPr="005C5AA3">
        <w:t xml:space="preserve">udziału </w:t>
      </w:r>
      <w:r w:rsidRPr="005C5AA3">
        <w:t>w postępowaniu</w:t>
      </w:r>
      <w:r w:rsidR="004F01D9" w:rsidRPr="005C5AA3">
        <w:t>:</w:t>
      </w:r>
    </w:p>
    <w:p w14:paraId="789A2D83" w14:textId="6D1CF6A8" w:rsidR="005C5AA3" w:rsidRPr="006F417A" w:rsidRDefault="005C5AA3" w:rsidP="005C5AA3">
      <w:pPr>
        <w:pStyle w:val="Styl111"/>
        <w:ind w:left="1560" w:hanging="851"/>
        <w:contextualSpacing w:val="0"/>
      </w:pPr>
      <w:r w:rsidRPr="006F417A">
        <w:t xml:space="preserve">za spełniających warunki udziału w postępowaniu Zamawiający uzna Wykonawców, którzy: </w:t>
      </w:r>
    </w:p>
    <w:p w14:paraId="07C6A82F" w14:textId="77777777" w:rsidR="001831F0" w:rsidRPr="001831F0" w:rsidRDefault="001831F0" w:rsidP="001831F0">
      <w:pPr>
        <w:pStyle w:val="Styla"/>
        <w:numPr>
          <w:ilvl w:val="0"/>
          <w:numId w:val="19"/>
        </w:numPr>
        <w:rPr>
          <w:rFonts w:eastAsia="Times New Roman" w:cs="Arial"/>
          <w:color w:val="000000"/>
          <w:lang w:eastAsia="en-GB"/>
        </w:rPr>
      </w:pPr>
      <w:r w:rsidRPr="001831F0">
        <w:rPr>
          <w:rFonts w:eastAsia="Times New Roman" w:cs="Arial"/>
          <w:color w:val="000000"/>
          <w:lang w:eastAsia="en-GB"/>
        </w:rPr>
        <w:t>zrealizowali w okresie ostatnich 3 lat przed upływem terminu składania ofert, a jeżeli okres prowadzenia działalności jest krótszy – w tym okresie, co najmniej jedno zadanie odpowiadające swoim rodzajem i wartością usłudze stanowiącej przedmiot zamówienia, przy czym:</w:t>
      </w:r>
    </w:p>
    <w:p w14:paraId="26CCE676" w14:textId="76CE1416" w:rsidR="001831F0" w:rsidRDefault="001831F0" w:rsidP="001831F0">
      <w:pPr>
        <w:pStyle w:val="Styla"/>
        <w:numPr>
          <w:ilvl w:val="0"/>
          <w:numId w:val="0"/>
        </w:numPr>
        <w:ind w:left="1494"/>
        <w:rPr>
          <w:rFonts w:eastAsia="Times New Roman" w:cs="Arial"/>
          <w:color w:val="000000"/>
          <w:lang w:eastAsia="en-GB"/>
        </w:rPr>
      </w:pPr>
      <w:r w:rsidRPr="001831F0">
        <w:rPr>
          <w:rFonts w:eastAsia="Times New Roman" w:cs="Arial"/>
          <w:color w:val="000000"/>
          <w:lang w:eastAsia="en-GB"/>
        </w:rPr>
        <w:t>Zamawiający uzna za odpowiadającą przedmiotowi zamówienia usługę polegającą na wykonaniu za pomocą śmigłowca lotów kontrolnych nad obiektami liniowymi (gazociągami, rurociągami itp.), o wartości nie mniejszej niż 300 000,00 złotych netto.</w:t>
      </w:r>
    </w:p>
    <w:p w14:paraId="5AE58D0C" w14:textId="77777777" w:rsidR="001831F0" w:rsidRPr="001831F0" w:rsidRDefault="001831F0" w:rsidP="001831F0">
      <w:pPr>
        <w:pStyle w:val="Styla"/>
        <w:numPr>
          <w:ilvl w:val="0"/>
          <w:numId w:val="0"/>
        </w:numPr>
        <w:ind w:left="1494"/>
        <w:rPr>
          <w:rFonts w:eastAsia="Times New Roman" w:cs="Arial"/>
          <w:color w:val="000000"/>
          <w:lang w:eastAsia="en-GB"/>
        </w:rPr>
      </w:pPr>
    </w:p>
    <w:p w14:paraId="4ACAAA4D" w14:textId="77777777" w:rsidR="00F011B3" w:rsidRPr="00F011B3" w:rsidRDefault="00F011B3" w:rsidP="00F011B3">
      <w:pPr>
        <w:pStyle w:val="Styla"/>
        <w:numPr>
          <w:ilvl w:val="0"/>
          <w:numId w:val="19"/>
        </w:numPr>
        <w:rPr>
          <w:rFonts w:eastAsia="Times New Roman" w:cs="Arial"/>
          <w:color w:val="000000"/>
          <w:lang w:eastAsia="en-GB"/>
        </w:rPr>
      </w:pPr>
      <w:r w:rsidRPr="00F011B3">
        <w:rPr>
          <w:rFonts w:eastAsia="Times New Roman" w:cs="Arial"/>
          <w:color w:val="000000"/>
          <w:lang w:eastAsia="en-GB"/>
        </w:rPr>
        <w:t>wykażą, że dysponują lub dysponować będą podczas realizacji zamówienia  minimum 1 (jedną) osobą :</w:t>
      </w:r>
    </w:p>
    <w:p w14:paraId="5BF42403" w14:textId="77777777" w:rsidR="00F011B3" w:rsidRPr="00F011B3" w:rsidRDefault="00F011B3" w:rsidP="00F011B3">
      <w:pPr>
        <w:pStyle w:val="Styla"/>
        <w:numPr>
          <w:ilvl w:val="0"/>
          <w:numId w:val="0"/>
        </w:numPr>
        <w:ind w:left="1494"/>
        <w:rPr>
          <w:rFonts w:eastAsia="Times New Roman" w:cs="Arial"/>
          <w:color w:val="000000"/>
          <w:lang w:eastAsia="en-GB"/>
        </w:rPr>
      </w:pPr>
      <w:r w:rsidRPr="00F011B3">
        <w:rPr>
          <w:rFonts w:eastAsia="Times New Roman" w:cs="Arial"/>
          <w:color w:val="000000"/>
          <w:lang w:eastAsia="en-GB"/>
        </w:rPr>
        <w:t xml:space="preserve">-  pilotem posiadającym licencję zawodową z nalotem nie mniejszym niż 500 godzin,  </w:t>
      </w:r>
    </w:p>
    <w:p w14:paraId="39DDB519" w14:textId="77777777" w:rsidR="00F011B3" w:rsidRPr="00F011B3" w:rsidRDefault="00F011B3" w:rsidP="00F011B3">
      <w:pPr>
        <w:spacing w:line="276" w:lineRule="auto"/>
        <w:ind w:left="1494"/>
        <w:contextualSpacing/>
        <w:rPr>
          <w:rFonts w:cs="Arial"/>
          <w:color w:val="000000"/>
          <w:sz w:val="20"/>
          <w:szCs w:val="20"/>
          <w:lang w:eastAsia="en-GB"/>
        </w:rPr>
      </w:pPr>
    </w:p>
    <w:p w14:paraId="58142561" w14:textId="5401238C" w:rsidR="00F011B3" w:rsidRPr="00F011B3" w:rsidRDefault="00F011B3" w:rsidP="00F011B3">
      <w:pPr>
        <w:numPr>
          <w:ilvl w:val="0"/>
          <w:numId w:val="19"/>
        </w:numPr>
        <w:spacing w:line="276" w:lineRule="auto"/>
        <w:contextualSpacing/>
        <w:rPr>
          <w:rFonts w:eastAsia="Calibri" w:cs="Calibri"/>
          <w:sz w:val="20"/>
          <w:szCs w:val="20"/>
        </w:rPr>
      </w:pPr>
      <w:r w:rsidRPr="00F011B3">
        <w:rPr>
          <w:rFonts w:eastAsia="Calibri" w:cs="Calibri"/>
          <w:sz w:val="20"/>
          <w:szCs w:val="20"/>
        </w:rPr>
        <w:t>wykażą, że dysponują lub dysponować będą podczas realizacji zamówienia  minimum 1 (jedną) osobą posiadającą:</w:t>
      </w:r>
    </w:p>
    <w:p w14:paraId="17EAF247" w14:textId="77777777" w:rsidR="00F011B3" w:rsidRPr="00F011B3" w:rsidRDefault="00F011B3" w:rsidP="00F011B3">
      <w:pPr>
        <w:spacing w:line="276" w:lineRule="auto"/>
        <w:ind w:left="1494"/>
        <w:contextualSpacing/>
        <w:rPr>
          <w:rFonts w:eastAsia="Calibri" w:cs="Calibri"/>
          <w:sz w:val="20"/>
          <w:szCs w:val="20"/>
        </w:rPr>
      </w:pPr>
      <w:r w:rsidRPr="00F011B3">
        <w:rPr>
          <w:rFonts w:eastAsia="Calibri" w:cs="Calibri"/>
          <w:sz w:val="20"/>
          <w:szCs w:val="20"/>
        </w:rPr>
        <w:t xml:space="preserve">-  świadectwo kwalifikacyjne uprawniające do zajmowania się eksploatacją gazociągów wysokiego ciśnienia na stanowisku eksploatacji, wymagane rozporządzeniem Ministra Gospodarki, Pracy i Polityki Społecznej z dnia 28 kwietnia 2003 r. w sprawie szczegółowych zasad stwierdzania posiadania kwalifikacji przez osoby zajmujące się eksploatacją urządzeń, instalacji i sieci /Dz.U. z 2003 r. poz. 828 z </w:t>
      </w:r>
      <w:proofErr w:type="spellStart"/>
      <w:r w:rsidRPr="00F011B3">
        <w:rPr>
          <w:rFonts w:eastAsia="Calibri" w:cs="Calibri"/>
          <w:sz w:val="20"/>
          <w:szCs w:val="20"/>
        </w:rPr>
        <w:t>późn</w:t>
      </w:r>
      <w:proofErr w:type="spellEnd"/>
      <w:r w:rsidRPr="00F011B3">
        <w:rPr>
          <w:rFonts w:eastAsia="Calibri" w:cs="Calibri"/>
          <w:sz w:val="20"/>
          <w:szCs w:val="20"/>
        </w:rPr>
        <w:t>. zm./</w:t>
      </w:r>
    </w:p>
    <w:p w14:paraId="5C5A08D0" w14:textId="443F0CE3" w:rsidR="00F011B3" w:rsidRDefault="00F011B3" w:rsidP="007B42F9">
      <w:pPr>
        <w:pStyle w:val="Styl111"/>
        <w:numPr>
          <w:ilvl w:val="0"/>
          <w:numId w:val="0"/>
        </w:numPr>
        <w:contextualSpacing w:val="0"/>
        <w:rPr>
          <w:rFonts w:eastAsia="Calibri" w:cs="Calibri"/>
        </w:rPr>
      </w:pPr>
    </w:p>
    <w:p w14:paraId="04EBB13B" w14:textId="77777777" w:rsidR="00F011B3" w:rsidRDefault="00F011B3" w:rsidP="005C5AA3">
      <w:pPr>
        <w:pStyle w:val="Styl111"/>
        <w:numPr>
          <w:ilvl w:val="0"/>
          <w:numId w:val="0"/>
        </w:numPr>
        <w:ind w:left="1560"/>
        <w:contextualSpacing w:val="0"/>
      </w:pPr>
    </w:p>
    <w:p w14:paraId="1ECED734" w14:textId="77777777" w:rsidR="004E49D6" w:rsidRPr="00C07E74" w:rsidRDefault="00645F06" w:rsidP="009E05B7">
      <w:pPr>
        <w:pStyle w:val="Styl11"/>
        <w:contextualSpacing w:val="0"/>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E05B7">
      <w:pPr>
        <w:pStyle w:val="Styl11"/>
        <w:contextualSpacing w:val="0"/>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E05B7">
      <w:pPr>
        <w:pStyle w:val="Styl11"/>
        <w:contextualSpacing w:val="0"/>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2B1AC9" w:rsidRDefault="00825DA8" w:rsidP="009E05B7">
      <w:pPr>
        <w:pStyle w:val="Styl11"/>
        <w:contextualSpacing w:val="0"/>
        <w:rPr>
          <w:rFonts w:eastAsia="Calibri"/>
          <w:bCs/>
          <w:iCs/>
        </w:rPr>
      </w:pPr>
      <w:r w:rsidRPr="002B1AC9">
        <w:t>Z postępowania o udzielenie Zamówienia wyklucza się:</w:t>
      </w:r>
      <w:bookmarkEnd w:id="4"/>
    </w:p>
    <w:p w14:paraId="116C905B" w14:textId="749E6DE2" w:rsidR="00825DA8" w:rsidRDefault="00825DA8" w:rsidP="009E05B7">
      <w:pPr>
        <w:pStyle w:val="Styl111"/>
        <w:ind w:left="1560" w:hanging="851"/>
        <w:contextualSpacing w:val="0"/>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w:t>
      </w:r>
      <w:r w:rsidR="00981A5F" w:rsidRPr="00685ED8">
        <w:rPr>
          <w:shd w:val="clear" w:color="auto" w:fill="FFFFFF"/>
        </w:rPr>
        <w:t>Upstream Polska ORLEN Spółka Akcyjna z siedzibą w Warszawie</w:t>
      </w:r>
      <w:r w:rsidR="002B1C6B" w:rsidRPr="00685ED8">
        <w:rPr>
          <w:shd w:val="clear" w:color="auto" w:fill="FFFFFF"/>
        </w:rPr>
        <w:t xml:space="preserve"> </w:t>
      </w:r>
      <w:r w:rsidR="009F1886" w:rsidRPr="00685ED8">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9E05B7">
      <w:pPr>
        <w:pStyle w:val="Styl111"/>
        <w:ind w:left="1560" w:hanging="851"/>
        <w:contextualSpacing w:val="0"/>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9E05B7">
      <w:pPr>
        <w:pStyle w:val="Styl111"/>
        <w:ind w:left="1560" w:hanging="851"/>
        <w:contextualSpacing w:val="0"/>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9E05B7">
      <w:pPr>
        <w:pStyle w:val="Styl111"/>
        <w:ind w:left="1560" w:hanging="851"/>
        <w:contextualSpacing w:val="0"/>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9E05B7">
      <w:pPr>
        <w:pStyle w:val="Styl111"/>
        <w:ind w:left="1560" w:hanging="851"/>
        <w:contextualSpacing w:val="0"/>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7453F131" w:rsidR="00C07E74" w:rsidRDefault="00C07E74" w:rsidP="009E05B7">
      <w:pPr>
        <w:pStyle w:val="Styl111"/>
        <w:ind w:left="1560" w:hanging="851"/>
        <w:contextualSpacing w:val="0"/>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47149C">
        <w:t>.</w:t>
      </w:r>
      <w:r w:rsidRPr="002B1AC9">
        <w:t xml:space="preserve"> </w:t>
      </w:r>
      <w:r w:rsidR="00EC52A3">
        <w:t>10.6.</w:t>
      </w:r>
      <w:r w:rsidRPr="002B1AC9">
        <w:t>5, jeżeli podmiot zbiorowy nie wdrożył środków naprawczych i prewencyjnych (</w:t>
      </w:r>
      <w:proofErr w:type="spellStart"/>
      <w:r w:rsidRPr="002B1AC9">
        <w:t>self-cleaning</w:t>
      </w:r>
      <w:proofErr w:type="spellEnd"/>
      <w:r w:rsidRPr="002B1AC9">
        <w:t>),</w:t>
      </w:r>
    </w:p>
    <w:p w14:paraId="6367B7E1" w14:textId="1152DFAC" w:rsidR="00C07E74" w:rsidRDefault="00C07E74" w:rsidP="009E05B7">
      <w:pPr>
        <w:pStyle w:val="Styl111"/>
        <w:ind w:left="1560" w:hanging="851"/>
        <w:contextualSpacing w:val="0"/>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9E05B7">
      <w:pPr>
        <w:pStyle w:val="Styl111"/>
        <w:ind w:left="1560" w:hanging="851"/>
        <w:contextualSpacing w:val="0"/>
      </w:pPr>
      <w:r w:rsidRPr="002B1AC9">
        <w:t>Wykonawców, o których osoby biorące udział w prowadzonym Postępowaniu mają wiedzę, że:</w:t>
      </w:r>
    </w:p>
    <w:p w14:paraId="108CC85B" w14:textId="3AA4E7A0" w:rsidR="00C07E74" w:rsidRPr="00C07E74" w:rsidRDefault="00C07E74" w:rsidP="009E05B7">
      <w:pPr>
        <w:pStyle w:val="Stylkropka"/>
        <w:ind w:left="1985" w:hanging="240"/>
        <w:contextualSpacing w:val="0"/>
      </w:pPr>
      <w:r w:rsidRPr="00C07E74">
        <w:t xml:space="preserve">są pracownikami lub osobami najbliższymi pracowników </w:t>
      </w:r>
      <w:r w:rsidR="00C77586" w:rsidRPr="00C77586">
        <w:t>Zespo</w:t>
      </w:r>
      <w:r w:rsidR="00C77586">
        <w:t>łu</w:t>
      </w:r>
      <w:r w:rsidR="00C77586" w:rsidRPr="00C77586">
        <w:t xml:space="preserve"> Oddziałów </w:t>
      </w:r>
      <w:r w:rsidR="002B1C6B" w:rsidRPr="003B2483">
        <w:rPr>
          <w:shd w:val="clear" w:color="auto" w:fill="FFFFFF"/>
        </w:rPr>
        <w:t>Upstream Polska ORLEN Spółka Akcyjna z siedzibą w Warszawie</w:t>
      </w:r>
      <w:r w:rsidR="00F70DD2" w:rsidRPr="003B2483">
        <w:rPr>
          <w:shd w:val="clear" w:color="auto" w:fill="FFFFFF"/>
        </w:rPr>
        <w:t xml:space="preserve"> </w:t>
      </w:r>
      <w:r w:rsidR="00CD0535">
        <w:t>lub Spółki Zależnej</w:t>
      </w:r>
      <w:r w:rsidRPr="00C07E74">
        <w:t>, lub</w:t>
      </w:r>
    </w:p>
    <w:p w14:paraId="03EF13E5" w14:textId="0F7143E6" w:rsidR="00C07E74" w:rsidRPr="00C07E74" w:rsidRDefault="00C07E74" w:rsidP="002B1C6B">
      <w:pPr>
        <w:pStyle w:val="Stylkropka"/>
      </w:pPr>
      <w:r w:rsidRPr="00C07E74">
        <w:t xml:space="preserve">są podmiotami, w których pracownicy lub osoby najbliższe </w:t>
      </w:r>
      <w:r w:rsidR="00C77586" w:rsidRPr="00C77586">
        <w:t>Zespo</w:t>
      </w:r>
      <w:r w:rsidR="00C77586">
        <w:t>łu</w:t>
      </w:r>
      <w:r w:rsidR="00C77586" w:rsidRPr="00C77586">
        <w:t xml:space="preserve"> Oddziałów </w:t>
      </w:r>
      <w:r w:rsidR="002B1C6B" w:rsidRPr="002B1C6B">
        <w:t>Upstream Polska ORLEN Spółka Akcyjna z siedzibą w Warszawie</w:t>
      </w:r>
      <w:r w:rsidR="003B2483">
        <w:t xml:space="preserve"> </w:t>
      </w:r>
      <w:r w:rsidR="00CD0535">
        <w:t>lub Spółki Zależnej</w:t>
      </w:r>
      <w:r w:rsidRPr="00C07E74">
        <w:t xml:space="preserve"> są właścicielami, udziałowcami lub członkami organów zarządzających, lub</w:t>
      </w:r>
    </w:p>
    <w:p w14:paraId="05DADA96" w14:textId="2F40DF1E" w:rsidR="00C07E74" w:rsidRPr="00E03A73" w:rsidRDefault="00C07E74" w:rsidP="002B1C6B">
      <w:pPr>
        <w:pStyle w:val="Stylkropka"/>
      </w:pPr>
      <w:r w:rsidRPr="00C07E74">
        <w:t xml:space="preserve">są podmiotami, na rzecz których pracownicy lub osoby najbliższe pracowników </w:t>
      </w:r>
      <w:r w:rsidR="00C77586" w:rsidRPr="00C77586">
        <w:t>Zespo</w:t>
      </w:r>
      <w:r w:rsidR="00C77586">
        <w:t>łu</w:t>
      </w:r>
      <w:r w:rsidR="00C77586" w:rsidRPr="00C77586">
        <w:t xml:space="preserve"> Oddziałów </w:t>
      </w:r>
      <w:r w:rsidR="002B1C6B" w:rsidRPr="002B1C6B">
        <w:t>Upstream Polska ORLEN Spółka Akcyjna z siedzibą w Warszawie</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9E05B7">
      <w:pPr>
        <w:pStyle w:val="Styl111"/>
        <w:ind w:left="1560" w:hanging="851"/>
        <w:contextualSpacing w:val="0"/>
      </w:pPr>
      <w:r w:rsidRPr="002B1AC9">
        <w:t>Wykonawców, którzy złożyli nieprawdziwe informacje mające wpływ na wynik prowadzonego postępowania.</w:t>
      </w:r>
    </w:p>
    <w:p w14:paraId="7470A7DB" w14:textId="5D7F75D2" w:rsidR="00597C1B" w:rsidRPr="00D96B65" w:rsidRDefault="0071587A" w:rsidP="009E05B7">
      <w:pPr>
        <w:pStyle w:val="Styl11"/>
        <w:ind w:left="426" w:hanging="426"/>
        <w:contextualSpacing w:val="0"/>
      </w:pPr>
      <w:r w:rsidRPr="00E03A73">
        <w:t>Zamawiający wykluczy również z postępowania Wykonawcę</w:t>
      </w:r>
      <w:r w:rsidRPr="00D96B65">
        <w:t>:</w:t>
      </w:r>
    </w:p>
    <w:p w14:paraId="1B5EA136" w14:textId="0EDF9D62" w:rsidR="0058618F" w:rsidRPr="00D96B65" w:rsidRDefault="0058618F" w:rsidP="009E05B7">
      <w:pPr>
        <w:pStyle w:val="Styl111"/>
        <w:ind w:left="1560" w:hanging="851"/>
        <w:contextualSpacing w:val="0"/>
      </w:pPr>
      <w:r w:rsidRPr="00D96B65">
        <w:t xml:space="preserve">wymienionego w wykazach określonych w </w:t>
      </w:r>
      <w:r w:rsidRPr="006B41FA">
        <w:rPr>
          <w:u w:val="single"/>
        </w:rPr>
        <w:t>rozporządzeniu  R</w:t>
      </w:r>
      <w:r w:rsidRPr="00391950">
        <w:rPr>
          <w:u w:val="single"/>
        </w:rPr>
        <w:t>ady (WE) nr 765/2006 z dnia 18 maja 2006 r. dotyczącego środków ograniczających w związku z sytuacją na Białorusi i udziałem Białorusi w agresji Rosji wobec Ukrainy</w:t>
      </w:r>
      <w:r w:rsidRPr="00D96B65">
        <w:t xml:space="preserve"> – da</w:t>
      </w:r>
      <w:r w:rsidR="00B03307">
        <w:t xml:space="preserve">lej: „rozporządzenie 765/2006” </w:t>
      </w:r>
      <w:r w:rsidRPr="00D96B65">
        <w:t>i</w:t>
      </w:r>
      <w:r w:rsidR="00B03307">
        <w:t> </w:t>
      </w:r>
      <w:r w:rsidRPr="006B41FA">
        <w:rPr>
          <w:u w:val="single"/>
        </w:rPr>
        <w:t xml:space="preserve">rozporządzeniu </w:t>
      </w:r>
      <w:r w:rsidRPr="00391950">
        <w:rPr>
          <w:u w:val="single"/>
        </w:rPr>
        <w:t>Rady (UE) nr 269/2014 z dnia 17 marca 2014 r. w sprawie środków ograniczających w odniesieniu do działań podważających integralność terytorialną, suwerenność i niezależność Ukrainy lub im zagrażających</w:t>
      </w:r>
      <w:r w:rsidRPr="00D96B65">
        <w:t xml:space="preserve">– zwane dalej: rozporządzenie 269/2014,  albo wpisanego na listę na podstawie decyzji w sprawie wpisu na listę  osób i podmiotów, wobec których są stosowane środki, o których mowa w </w:t>
      </w:r>
      <w:r w:rsidRPr="00391950">
        <w:rPr>
          <w:u w:val="single"/>
        </w:rPr>
        <w:t>art. 1 pkt 3 ustawy z dnia 13 kwietnia 2022 r. o szczególnych rozwiązaniach w zakresie przeciwdziałania wspieraniu agresji na Ukrainę oraz służących ochronie bezpiecz</w:t>
      </w:r>
      <w:r w:rsidR="0025777F" w:rsidRPr="00391950">
        <w:rPr>
          <w:u w:val="single"/>
        </w:rPr>
        <w:t>eństwa narodowego</w:t>
      </w:r>
      <w:r w:rsidR="00E932D9">
        <w:t>,</w:t>
      </w:r>
    </w:p>
    <w:p w14:paraId="185B6278" w14:textId="6CDDC84E" w:rsidR="0058618F" w:rsidRPr="00D96B65" w:rsidRDefault="0058618F" w:rsidP="009E05B7">
      <w:pPr>
        <w:pStyle w:val="Styl111"/>
        <w:ind w:left="1560" w:hanging="851"/>
        <w:contextualSpacing w:val="0"/>
      </w:pPr>
      <w:r w:rsidRPr="00D96B65">
        <w:t xml:space="preserve">którego beneficjentem rzeczywistym w rozumieniu </w:t>
      </w:r>
      <w:r w:rsidRPr="00391950">
        <w:rPr>
          <w:u w:val="single"/>
        </w:rPr>
        <w:t>ustawy z dnia 1 marca 2018 r. o</w:t>
      </w:r>
      <w:r w:rsidR="00B03307" w:rsidRPr="00391950">
        <w:rPr>
          <w:u w:val="single"/>
        </w:rPr>
        <w:t> </w:t>
      </w:r>
      <w:r w:rsidRPr="00391950">
        <w:rPr>
          <w:u w:val="single"/>
        </w:rPr>
        <w:t>przeciwdziałaniu praniu pieniędzy oraz finans</w:t>
      </w:r>
      <w:r w:rsidR="00992D4C" w:rsidRPr="00391950">
        <w:rPr>
          <w:u w:val="single"/>
        </w:rPr>
        <w:t>owaniu terroryzmu</w:t>
      </w:r>
      <w:r w:rsidR="00391950">
        <w:t>,</w:t>
      </w:r>
      <w:r w:rsidRPr="00D96B65">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w:t>
      </w:r>
      <w:r w:rsidRPr="00391950">
        <w:rPr>
          <w:u w:val="single"/>
        </w:rPr>
        <w:t>art. 1 pkt 3 ustawy o szczególnych rozwiązaniach w</w:t>
      </w:r>
      <w:r w:rsidR="00B03307" w:rsidRPr="00391950">
        <w:rPr>
          <w:u w:val="single"/>
        </w:rPr>
        <w:t> </w:t>
      </w:r>
      <w:r w:rsidRPr="00391950">
        <w:rPr>
          <w:u w:val="single"/>
        </w:rPr>
        <w:t>zakresie przeciwdziałania wspieraniu agresji na Ukrainę oraz służących ochronie bezpieczeństwa narodowego</w:t>
      </w:r>
      <w:r w:rsidR="00E932D9">
        <w:t>,</w:t>
      </w:r>
    </w:p>
    <w:p w14:paraId="04DD64DF" w14:textId="572DC5C5" w:rsidR="0058618F" w:rsidRPr="00D96B65" w:rsidRDefault="0058618F" w:rsidP="009E05B7">
      <w:pPr>
        <w:pStyle w:val="Styl111"/>
        <w:ind w:left="1560" w:hanging="851"/>
        <w:contextualSpacing w:val="0"/>
      </w:pPr>
      <w:r w:rsidRPr="00D96B65">
        <w:t xml:space="preserve">którego jednostką dominującą w rozumieniu </w:t>
      </w:r>
      <w:r w:rsidRPr="00391950">
        <w:rPr>
          <w:u w:val="single"/>
        </w:rPr>
        <w:t>art. 3 ust. 1 pkt 37 ustawy z dnia 29 września 1994 r</w:t>
      </w:r>
      <w:r w:rsidR="00992D4C" w:rsidRPr="00391950">
        <w:rPr>
          <w:u w:val="single"/>
        </w:rPr>
        <w:t>. o rachunkowości</w:t>
      </w:r>
      <w:r w:rsidR="00391950">
        <w:t>,</w:t>
      </w:r>
      <w:r w:rsidRPr="00D96B65">
        <w:t xml:space="preserve"> jest podmiot wymieniony w wykazach określonych w rozporządzeniu 765/2006 i</w:t>
      </w:r>
      <w:r w:rsidR="00B03307">
        <w:t> </w:t>
      </w:r>
      <w:r w:rsidRPr="00D96B65">
        <w:t xml:space="preserve">rozporządzeniu 269/2014 albo wpisany na listę lub będący taką jednostką dominującą od dnia 24 lutego 2022 r., o ile został wpisany na listę na podstawie decyzji w sprawie wpisu na listę rozstrzygającej o zastosowaniu środka, o którym mowa w </w:t>
      </w:r>
      <w:r w:rsidRPr="00C84C66">
        <w:rPr>
          <w:u w:val="single"/>
        </w:rPr>
        <w:t>art. 1 pkt 3 ustawy o szczególnych rozwiązaniach w zakresie przeciwdziałania wspieraniu agresji na Ukrainę oraz służących ochronie bezpieczeństwa narodowego</w:t>
      </w:r>
      <w:r w:rsidR="00E932D9">
        <w:t>,</w:t>
      </w:r>
    </w:p>
    <w:p w14:paraId="3C73793B" w14:textId="5D8270F6" w:rsidR="0058618F" w:rsidRPr="00D96B65" w:rsidRDefault="0058618F" w:rsidP="009E05B7">
      <w:pPr>
        <w:pStyle w:val="Styl111"/>
        <w:ind w:left="1560" w:hanging="851"/>
        <w:contextualSpacing w:val="0"/>
      </w:pPr>
      <w:r w:rsidRPr="00D96B65">
        <w:t xml:space="preserve">objętego zakazem, o którym mowa w </w:t>
      </w:r>
      <w:r w:rsidRPr="00C84C66">
        <w:rPr>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Pr="00D96B65">
        <w:t xml:space="preserve">,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9E05B7">
      <w:pPr>
        <w:pStyle w:val="Akapitzlist"/>
        <w:spacing w:line="259" w:lineRule="auto"/>
        <w:ind w:left="1843" w:hanging="283"/>
        <w:contextualSpacing w:val="0"/>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9E05B7">
      <w:pPr>
        <w:pStyle w:val="Akapitzlist"/>
        <w:spacing w:line="259" w:lineRule="auto"/>
        <w:ind w:left="1843" w:hanging="283"/>
        <w:contextualSpacing w:val="0"/>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9E05B7">
      <w:pPr>
        <w:pStyle w:val="Akapitzlist"/>
        <w:spacing w:line="259" w:lineRule="auto"/>
        <w:ind w:left="1843" w:hanging="283"/>
        <w:contextualSpacing w:val="0"/>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9E05B7">
      <w:pPr>
        <w:pStyle w:val="Akapitzlist"/>
        <w:spacing w:line="259" w:lineRule="auto"/>
        <w:ind w:left="1843"/>
        <w:contextualSpacing w:val="0"/>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9E05B7">
      <w:pPr>
        <w:pStyle w:val="Akapitzlist"/>
        <w:spacing w:line="259" w:lineRule="auto"/>
        <w:ind w:left="1985" w:hanging="142"/>
        <w:contextualSpacing w:val="0"/>
        <w:rPr>
          <w:rFonts w:cs="Arial"/>
          <w:bCs/>
          <w:iCs/>
          <w:sz w:val="20"/>
          <w:szCs w:val="20"/>
        </w:rPr>
      </w:pPr>
      <w:r w:rsidRPr="00D96B65">
        <w:rPr>
          <w:rFonts w:cs="Arial"/>
          <w:bCs/>
          <w:iCs/>
          <w:sz w:val="20"/>
          <w:szCs w:val="20"/>
        </w:rPr>
        <w:t>- chyba że zastosowanie ma odstępstwo, o którym mowa w art. 5k ust. 2 ww. rozporządzenia.</w:t>
      </w:r>
    </w:p>
    <w:p w14:paraId="327277BB" w14:textId="5DD2E4D5" w:rsidR="008C2353" w:rsidRPr="00E06181" w:rsidRDefault="008C2353" w:rsidP="009E05B7">
      <w:pPr>
        <w:pStyle w:val="Styl11"/>
        <w:contextualSpacing w:val="0"/>
      </w:pPr>
      <w:r w:rsidRPr="00E06181">
        <w:t xml:space="preserve">Odrzuceniu podlega oferta, </w:t>
      </w:r>
      <w:r w:rsidR="007564C8">
        <w:t>jeżeli</w:t>
      </w:r>
      <w:r w:rsidRPr="00E06181">
        <w:t>:</w:t>
      </w:r>
    </w:p>
    <w:p w14:paraId="6C6805CA" w14:textId="26C85DF8" w:rsidR="0022385A" w:rsidRPr="0022385A" w:rsidRDefault="0022385A" w:rsidP="009E05B7">
      <w:pPr>
        <w:pStyle w:val="Styl111"/>
        <w:ind w:left="1560" w:hanging="850"/>
        <w:contextualSpacing w:val="0"/>
      </w:pPr>
      <w:r w:rsidRPr="0022385A">
        <w:t>nie spełnia wymagań określonych w SWZ, z zastrzeżeniem § 34 ust. 2</w:t>
      </w:r>
      <w:r>
        <w:t xml:space="preserve"> Instrukcji</w:t>
      </w:r>
      <w:r w:rsidRPr="0022385A">
        <w:t>,</w:t>
      </w:r>
    </w:p>
    <w:p w14:paraId="6DB313CF" w14:textId="77777777" w:rsidR="0022385A" w:rsidRPr="0022385A" w:rsidRDefault="0022385A" w:rsidP="009E05B7">
      <w:pPr>
        <w:pStyle w:val="Styl111"/>
        <w:ind w:left="1560" w:hanging="850"/>
        <w:contextualSpacing w:val="0"/>
      </w:pPr>
      <w:r w:rsidRPr="0022385A">
        <w:t>zawiera błędy w obliczeniu ceny, z zastrzeżeniem § 34 ust. 2</w:t>
      </w:r>
      <w:r>
        <w:t xml:space="preserve"> Instrukcji</w:t>
      </w:r>
      <w:r w:rsidRPr="0022385A">
        <w:t>,</w:t>
      </w:r>
    </w:p>
    <w:p w14:paraId="0A0BEF1A" w14:textId="1893EA1D" w:rsidR="0022385A" w:rsidRPr="0022385A" w:rsidRDefault="0022385A" w:rsidP="009E05B7">
      <w:pPr>
        <w:pStyle w:val="Styl111"/>
        <w:ind w:left="1560" w:hanging="850"/>
        <w:contextualSpacing w:val="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9E05B7">
      <w:pPr>
        <w:pStyle w:val="Styl111"/>
        <w:ind w:left="1560" w:hanging="850"/>
        <w:contextualSpacing w:val="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9E05B7">
      <w:pPr>
        <w:pStyle w:val="Styl111"/>
        <w:ind w:left="1560" w:hanging="850"/>
        <w:contextualSpacing w:val="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9E05B7">
      <w:pPr>
        <w:pStyle w:val="Styl111"/>
        <w:ind w:left="1560" w:hanging="850"/>
        <w:contextualSpacing w:val="0"/>
      </w:pPr>
      <w:r w:rsidRPr="0022385A">
        <w:t>jest nieważna na podstawie odrębnych przepisów,</w:t>
      </w:r>
    </w:p>
    <w:p w14:paraId="00242CAB" w14:textId="77777777" w:rsidR="007564C8" w:rsidRDefault="0022385A" w:rsidP="009E05B7">
      <w:pPr>
        <w:pStyle w:val="Styl111"/>
        <w:ind w:left="1560" w:hanging="850"/>
        <w:contextualSpacing w:val="0"/>
      </w:pPr>
      <w:r w:rsidRPr="0022385A">
        <w:t>została złożona przez Wykonawcę podlegającego wykluczeniu z postępowania,</w:t>
      </w:r>
    </w:p>
    <w:p w14:paraId="743346A2" w14:textId="0D54A840" w:rsidR="007564C8" w:rsidRPr="00D848D5" w:rsidRDefault="007564C8" w:rsidP="009E05B7">
      <w:pPr>
        <w:pStyle w:val="Styl111"/>
        <w:ind w:left="1560" w:hanging="850"/>
        <w:contextualSpacing w:val="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9E05B7">
      <w:pPr>
        <w:pStyle w:val="Styl111"/>
        <w:ind w:left="1560" w:hanging="850"/>
        <w:contextualSpacing w:val="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9E05B7">
      <w:pPr>
        <w:pStyle w:val="Styl111"/>
        <w:ind w:left="1560" w:hanging="850"/>
        <w:contextualSpacing w:val="0"/>
      </w:pPr>
      <w:r w:rsidRPr="0022385A">
        <w:t>Wykonawca na wniosek Zamawiającego nie wyraził zgody na przedłużenie terminu związania ofertą,</w:t>
      </w:r>
    </w:p>
    <w:p w14:paraId="083D0649" w14:textId="77777777" w:rsidR="0022385A" w:rsidRDefault="0022385A" w:rsidP="009E05B7">
      <w:pPr>
        <w:pStyle w:val="Styl111"/>
        <w:ind w:left="1560" w:hanging="850"/>
        <w:contextualSpacing w:val="0"/>
      </w:pPr>
      <w:r w:rsidRPr="0022385A">
        <w:t>wadium nie zostało wniesione lub zostało wniesione w sposób nieprawidłowy, jeżeli Zamawiający żądał wniesienia wadium.</w:t>
      </w:r>
    </w:p>
    <w:p w14:paraId="6B8DEC2A" w14:textId="77777777" w:rsidR="008C2353" w:rsidRDefault="008C2353" w:rsidP="009E05B7">
      <w:pPr>
        <w:pStyle w:val="Styl11"/>
        <w:contextualSpacing w:val="0"/>
      </w:pPr>
      <w:r w:rsidRPr="00E06181">
        <w:t>Zamawiający zawiadomi Wykonawcę, k</w:t>
      </w:r>
      <w:r>
        <w:t>tórego oferta została odrzucona.</w:t>
      </w:r>
    </w:p>
    <w:p w14:paraId="3EAA0417" w14:textId="77777777" w:rsidR="008C2353" w:rsidRPr="00804942" w:rsidRDefault="008C2353" w:rsidP="009E05B7">
      <w:pPr>
        <w:pStyle w:val="Styl11"/>
        <w:contextualSpacing w:val="0"/>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2968C3BB" w14:textId="7BD4F989" w:rsidR="00B917FD" w:rsidRPr="00233581" w:rsidRDefault="00B917FD" w:rsidP="009E05B7">
      <w:pPr>
        <w:pStyle w:val="Styl11"/>
        <w:contextualSpacing w:val="0"/>
      </w:pPr>
      <w:bookmarkStart w:id="6" w:name="_Toc479595445"/>
      <w:bookmarkEnd w:id="3"/>
      <w:r w:rsidRPr="00233581">
        <w:t xml:space="preserve">Zamawiający wymaga złożenia wypełnionego </w:t>
      </w:r>
      <w:r w:rsidR="00DF7C55" w:rsidRPr="00233581">
        <w:t xml:space="preserve">i podpisanego </w:t>
      </w:r>
      <w:r w:rsidRPr="00233581">
        <w:t>Formularza ofertowego – Załącznik nr 1 do SWZ, który stanowi treść oferty Wykonawcy</w:t>
      </w:r>
      <w:r w:rsidR="00DF7C55" w:rsidRPr="00233581">
        <w:t>.</w:t>
      </w:r>
    </w:p>
    <w:p w14:paraId="7112B6DA" w14:textId="5D2FF39F" w:rsidR="005C5AA3" w:rsidRPr="003B2483" w:rsidRDefault="00F40506" w:rsidP="003B2483">
      <w:pPr>
        <w:pStyle w:val="Styl11"/>
        <w:contextualSpacing w:val="0"/>
      </w:pPr>
      <w:r w:rsidRPr="00233581">
        <w:t xml:space="preserve">Zamawiający wymaga złożenia </w:t>
      </w:r>
      <w:r w:rsidR="00001B9A" w:rsidRPr="00233581">
        <w:t xml:space="preserve">wypełnionych i podpisanych </w:t>
      </w:r>
      <w:r w:rsidRPr="00233581">
        <w:t xml:space="preserve">następujących </w:t>
      </w:r>
      <w:r w:rsidR="00001B9A" w:rsidRPr="00233581">
        <w:t xml:space="preserve">oświadczeń oraz </w:t>
      </w:r>
      <w:r w:rsidR="00DD06A2" w:rsidRPr="00233581">
        <w:t>dokumentów</w:t>
      </w:r>
      <w:r w:rsidR="00B917FD" w:rsidRPr="00233581">
        <w:t>, które nie stanowią treści oferty Wykonawcy i podlegają uzupełnieniu</w:t>
      </w:r>
      <w:r w:rsidR="00233581">
        <w:t xml:space="preserve"> w </w:t>
      </w:r>
      <w:r w:rsidR="00DF7C55" w:rsidRPr="00233581">
        <w:t>postępowaniu</w:t>
      </w:r>
      <w:r w:rsidR="003D2127" w:rsidRPr="00233581">
        <w:t>:</w:t>
      </w:r>
    </w:p>
    <w:p w14:paraId="75FDC340" w14:textId="77777777" w:rsidR="005C5AA3" w:rsidRPr="00685ED8" w:rsidRDefault="005C5AA3" w:rsidP="005C5AA3">
      <w:pPr>
        <w:pStyle w:val="Akapitzlist"/>
        <w:numPr>
          <w:ilvl w:val="0"/>
          <w:numId w:val="10"/>
        </w:numPr>
        <w:spacing w:line="276" w:lineRule="auto"/>
        <w:ind w:left="851" w:hanging="425"/>
        <w:contextualSpacing w:val="0"/>
        <w:rPr>
          <w:rFonts w:cs="Arial"/>
          <w:sz w:val="20"/>
          <w:szCs w:val="20"/>
        </w:rPr>
      </w:pPr>
      <w:r w:rsidRPr="00685ED8">
        <w:rPr>
          <w:rFonts w:cs="Arial"/>
          <w:sz w:val="20"/>
          <w:szCs w:val="20"/>
        </w:rPr>
        <w:t>oświadczenie o spełnianiu warunków udziału w postępowaniu;</w:t>
      </w:r>
    </w:p>
    <w:p w14:paraId="23386A69" w14:textId="77777777" w:rsidR="005C5AA3" w:rsidRPr="00685ED8" w:rsidRDefault="005C5AA3" w:rsidP="005C5AA3">
      <w:pPr>
        <w:pStyle w:val="Akapitzlist"/>
        <w:numPr>
          <w:ilvl w:val="0"/>
          <w:numId w:val="10"/>
        </w:numPr>
        <w:spacing w:line="276" w:lineRule="auto"/>
        <w:ind w:left="851" w:hanging="425"/>
        <w:contextualSpacing w:val="0"/>
        <w:rPr>
          <w:rFonts w:cs="Arial"/>
          <w:sz w:val="20"/>
          <w:szCs w:val="20"/>
        </w:rPr>
      </w:pPr>
      <w:r w:rsidRPr="00685ED8">
        <w:rPr>
          <w:rFonts w:cs="Arial"/>
          <w:sz w:val="20"/>
          <w:szCs w:val="20"/>
        </w:rPr>
        <w:t>oświadczenie o niepodleganiu wykluczeniu z postępowania;</w:t>
      </w:r>
    </w:p>
    <w:p w14:paraId="4656F0DF" w14:textId="77777777" w:rsidR="005C5AA3" w:rsidRPr="00685ED8" w:rsidRDefault="005C5AA3" w:rsidP="005C5AA3">
      <w:pPr>
        <w:pStyle w:val="Akapitzlist"/>
        <w:numPr>
          <w:ilvl w:val="0"/>
          <w:numId w:val="10"/>
        </w:numPr>
        <w:spacing w:line="276" w:lineRule="auto"/>
        <w:ind w:left="851" w:hanging="425"/>
        <w:contextualSpacing w:val="0"/>
        <w:rPr>
          <w:rFonts w:cs="Arial"/>
          <w:sz w:val="20"/>
          <w:szCs w:val="20"/>
        </w:rPr>
      </w:pPr>
      <w:r w:rsidRPr="00685ED8">
        <w:rPr>
          <w:rFonts w:cs="Arial"/>
          <w:sz w:val="20"/>
          <w:szCs w:val="20"/>
        </w:rPr>
        <w:t>oświadczenie o niezgłaszaniu roszczeń w przypadku unieważnienia postępowania;</w:t>
      </w:r>
    </w:p>
    <w:p w14:paraId="106373BB" w14:textId="77777777" w:rsidR="005C5AA3" w:rsidRPr="00685ED8" w:rsidRDefault="005C5AA3" w:rsidP="005C5AA3">
      <w:pPr>
        <w:pStyle w:val="Akapitzlist"/>
        <w:numPr>
          <w:ilvl w:val="0"/>
          <w:numId w:val="10"/>
        </w:numPr>
        <w:spacing w:line="276" w:lineRule="auto"/>
        <w:ind w:left="851" w:hanging="425"/>
        <w:contextualSpacing w:val="0"/>
        <w:rPr>
          <w:rFonts w:cs="Arial"/>
          <w:sz w:val="20"/>
          <w:szCs w:val="20"/>
        </w:rPr>
      </w:pPr>
      <w:r w:rsidRPr="00685ED8">
        <w:rPr>
          <w:rFonts w:cs="Arial"/>
          <w:sz w:val="20"/>
          <w:szCs w:val="20"/>
        </w:rPr>
        <w:t xml:space="preserve">dot. </w:t>
      </w:r>
      <w:r w:rsidRPr="00685ED8">
        <w:rPr>
          <w:rFonts w:cs="Arial"/>
          <w:sz w:val="20"/>
          <w:szCs w:val="20"/>
          <w:u w:val="single"/>
        </w:rPr>
        <w:t>Wykonawcy z siedzibą lub miejscem zamieszkania za granicą</w:t>
      </w:r>
      <w:r w:rsidRPr="00685ED8">
        <w:rPr>
          <w:rFonts w:cs="Arial"/>
          <w:sz w:val="20"/>
          <w:szCs w:val="20"/>
        </w:rPr>
        <w:t xml:space="preserve">: </w:t>
      </w:r>
    </w:p>
    <w:p w14:paraId="525B82CE" w14:textId="77777777" w:rsidR="005C5AA3" w:rsidRPr="00685ED8" w:rsidRDefault="005C5AA3" w:rsidP="005C5AA3">
      <w:pPr>
        <w:pStyle w:val="Akapitzlist"/>
        <w:spacing w:line="276" w:lineRule="auto"/>
        <w:ind w:left="851"/>
        <w:contextualSpacing w:val="0"/>
        <w:rPr>
          <w:rFonts w:cs="Arial"/>
          <w:sz w:val="20"/>
          <w:szCs w:val="20"/>
        </w:rPr>
      </w:pPr>
      <w:r w:rsidRPr="00685ED8">
        <w:rPr>
          <w:rFonts w:cs="Arial"/>
          <w:sz w:val="20"/>
          <w:szCs w:val="20"/>
        </w:rPr>
        <w:t>aktualny dokument lub dokumenty wystawione zgodnie z prawem kraju, w którym ma siedzibę lub miejsce zamieszkania, potwierdzające, że Wykonawca jest uprawniony do występowania w obrocie prawnym;</w:t>
      </w:r>
    </w:p>
    <w:p w14:paraId="1BB609AE" w14:textId="77777777" w:rsidR="005C5AA3" w:rsidRPr="00685ED8" w:rsidRDefault="005C5AA3" w:rsidP="005C5AA3">
      <w:pPr>
        <w:pStyle w:val="Akapitzlist"/>
        <w:numPr>
          <w:ilvl w:val="0"/>
          <w:numId w:val="10"/>
        </w:numPr>
        <w:spacing w:line="276" w:lineRule="auto"/>
        <w:ind w:left="851" w:hanging="425"/>
        <w:contextualSpacing w:val="0"/>
        <w:rPr>
          <w:rFonts w:cs="Arial"/>
          <w:sz w:val="20"/>
          <w:szCs w:val="20"/>
        </w:rPr>
      </w:pPr>
      <w:r w:rsidRPr="00685ED8">
        <w:rPr>
          <w:rFonts w:cs="Arial"/>
          <w:sz w:val="20"/>
          <w:szCs w:val="20"/>
        </w:rPr>
        <w:t>pełnomocnictwo – jeżeli ofertę podpisują inne osoby niż wskazane w dokumencie rejestrowym (oryginał lub kopię poświadczoną notarialnie);</w:t>
      </w:r>
    </w:p>
    <w:p w14:paraId="319E20D1" w14:textId="77777777" w:rsidR="005C5AA3" w:rsidRPr="00685ED8" w:rsidRDefault="005C5AA3" w:rsidP="005C5AA3">
      <w:pPr>
        <w:pStyle w:val="Akapitzlist"/>
        <w:numPr>
          <w:ilvl w:val="0"/>
          <w:numId w:val="10"/>
        </w:numPr>
        <w:spacing w:line="276" w:lineRule="auto"/>
        <w:ind w:left="851" w:hanging="425"/>
        <w:contextualSpacing w:val="0"/>
        <w:rPr>
          <w:rFonts w:cs="Arial"/>
          <w:sz w:val="20"/>
          <w:szCs w:val="20"/>
        </w:rPr>
      </w:pPr>
      <w:r w:rsidRPr="00685ED8">
        <w:rPr>
          <w:rFonts w:cs="Arial"/>
          <w:sz w:val="20"/>
          <w:szCs w:val="20"/>
          <w:lang w:eastAsia="en-US"/>
        </w:rPr>
        <w:t>zobowiązanie innego podmiotu do oddania Wykonawcy do dyspozycji niezbędnych zasobów na potrzeby realizacji Zamówienia (w sytuacji, gdy Wykonawca polega na zdolnościach lub sytuacji innych podmiotów);</w:t>
      </w:r>
    </w:p>
    <w:p w14:paraId="4C09B0CA" w14:textId="662C39BD" w:rsidR="00F011B3" w:rsidRPr="00F011B3" w:rsidRDefault="00F011B3" w:rsidP="00F011B3">
      <w:pPr>
        <w:pStyle w:val="Akapitzlist"/>
        <w:numPr>
          <w:ilvl w:val="0"/>
          <w:numId w:val="10"/>
        </w:numPr>
        <w:spacing w:line="276" w:lineRule="auto"/>
        <w:ind w:left="851" w:hanging="425"/>
        <w:rPr>
          <w:rFonts w:cs="Arial"/>
          <w:sz w:val="20"/>
          <w:szCs w:val="20"/>
        </w:rPr>
      </w:pPr>
      <w:r w:rsidRPr="00F011B3">
        <w:rPr>
          <w:rFonts w:cs="Arial"/>
          <w:b/>
          <w:bCs/>
          <w:sz w:val="20"/>
          <w:szCs w:val="20"/>
        </w:rPr>
        <w:t>Wykaz usług</w:t>
      </w:r>
      <w:r w:rsidRPr="00F011B3">
        <w:rPr>
          <w:rFonts w:cs="Arial"/>
          <w:sz w:val="20"/>
          <w:szCs w:val="20"/>
        </w:rPr>
        <w:t>, a w przypadku świadczeń powtarzających się lub ciągłych również wykonywanych usług, w okresie ostatnich 3 lat przed upływem terminu składania ofert, a jeżeli okres prowadzenia działalności jest krótszy - w tym okresie zgodnie z pkt 10.2.1. lit. a) SWZ wraz z podaniem ich dat wykonania,</w:t>
      </w:r>
      <w:r w:rsidR="001F2AF3">
        <w:rPr>
          <w:rFonts w:cs="Arial"/>
          <w:sz w:val="20"/>
          <w:szCs w:val="20"/>
        </w:rPr>
        <w:t xml:space="preserve"> rodzaju i </w:t>
      </w:r>
      <w:r w:rsidRPr="00F011B3">
        <w:rPr>
          <w:rFonts w:cs="Arial"/>
          <w:sz w:val="20"/>
          <w:szCs w:val="20"/>
        </w:rPr>
        <w:t xml:space="preserve"> </w:t>
      </w:r>
      <w:r w:rsidR="001F2AF3">
        <w:rPr>
          <w:rFonts w:cs="Arial"/>
          <w:sz w:val="20"/>
          <w:szCs w:val="20"/>
        </w:rPr>
        <w:t>zakresu, wartości, miejsca</w:t>
      </w:r>
      <w:r w:rsidRPr="00F011B3">
        <w:rPr>
          <w:rFonts w:cs="Arial"/>
          <w:sz w:val="20"/>
          <w:szCs w:val="20"/>
        </w:rPr>
        <w:t xml:space="preserve"> oraz odbiorców, dla których usługi były wykonane, lub są wykonywane – sporządzone na podstawie wzoru stanowiącego </w:t>
      </w:r>
      <w:r w:rsidRPr="00F011B3">
        <w:rPr>
          <w:rFonts w:cs="Arial"/>
          <w:b/>
          <w:bCs/>
          <w:sz w:val="20"/>
          <w:szCs w:val="20"/>
        </w:rPr>
        <w:t xml:space="preserve">Załącznik nr </w:t>
      </w:r>
      <w:r w:rsidR="007B42F9">
        <w:rPr>
          <w:rFonts w:cs="Arial"/>
          <w:b/>
          <w:bCs/>
          <w:sz w:val="20"/>
          <w:szCs w:val="20"/>
        </w:rPr>
        <w:t>5</w:t>
      </w:r>
      <w:r w:rsidRPr="00F011B3">
        <w:rPr>
          <w:rFonts w:cs="Arial"/>
          <w:b/>
          <w:bCs/>
          <w:sz w:val="20"/>
          <w:szCs w:val="20"/>
        </w:rPr>
        <w:t xml:space="preserve"> do SWZ. </w:t>
      </w:r>
    </w:p>
    <w:p w14:paraId="2AD012D2" w14:textId="77777777" w:rsidR="00F011B3" w:rsidRPr="00F011B3" w:rsidRDefault="00F011B3" w:rsidP="00545066">
      <w:pPr>
        <w:pStyle w:val="Akapitzlist"/>
        <w:spacing w:line="276" w:lineRule="auto"/>
        <w:ind w:left="851"/>
        <w:rPr>
          <w:rFonts w:cs="Arial"/>
          <w:sz w:val="20"/>
          <w:szCs w:val="20"/>
        </w:rPr>
      </w:pPr>
      <w:r w:rsidRPr="00F011B3">
        <w:rPr>
          <w:rFonts w:cs="Arial"/>
          <w:sz w:val="20"/>
          <w:szCs w:val="20"/>
        </w:rPr>
        <w:t>Jeżeli Wykonawca powołuje się na doświadczenie w realizacji usług, wykonywanych wspólnie z innymi Wykonawcami, wykaz o którym mowa powyżej, wykaz usług, w których wykonaniu Wykonawca ten bezpośrednio uczestniczył, a w przypadku świadczeń powtarzających się lub ciągłych, w których wykonywaniu bezpośrednio uczestniczy. Uwaga: Z dokumentu musi wynikać jednoznacznie, że warunek stawiany w SWZ został spełniony przez Wykonawcę ubiegającego się o udzielenie zamówienia.</w:t>
      </w:r>
    </w:p>
    <w:p w14:paraId="0BC70577" w14:textId="77777777" w:rsidR="00545066" w:rsidRPr="00B62F6D" w:rsidRDefault="00545066" w:rsidP="00545066">
      <w:pPr>
        <w:pStyle w:val="Akapitzlist"/>
        <w:numPr>
          <w:ilvl w:val="0"/>
          <w:numId w:val="10"/>
        </w:numPr>
        <w:spacing w:line="276" w:lineRule="auto"/>
        <w:ind w:left="851" w:hanging="425"/>
        <w:rPr>
          <w:rFonts w:cs="Arial"/>
          <w:sz w:val="20"/>
          <w:szCs w:val="20"/>
        </w:rPr>
      </w:pPr>
      <w:r w:rsidRPr="00B62F6D">
        <w:rPr>
          <w:rFonts w:cs="Arial"/>
          <w:b/>
          <w:bCs/>
          <w:sz w:val="20"/>
          <w:szCs w:val="20"/>
        </w:rPr>
        <w:t>dowodów</w:t>
      </w:r>
      <w:r w:rsidRPr="00B62F6D">
        <w:rPr>
          <w:rFonts w:cs="Arial"/>
          <w:sz w:val="20"/>
          <w:szCs w:val="20"/>
        </w:rPr>
        <w:t>, że usługi wymienione w wykazie zostały wykonane lub są wykonywane należycie, w tym:</w:t>
      </w:r>
    </w:p>
    <w:p w14:paraId="6D2968C4" w14:textId="7EEB131C" w:rsidR="00545066" w:rsidRPr="00B62F6D" w:rsidRDefault="00545066" w:rsidP="00545066">
      <w:pPr>
        <w:pStyle w:val="Akapitzlist"/>
        <w:numPr>
          <w:ilvl w:val="0"/>
          <w:numId w:val="25"/>
        </w:numPr>
        <w:spacing w:line="276" w:lineRule="auto"/>
        <w:ind w:left="1985"/>
        <w:rPr>
          <w:rFonts w:cs="Arial"/>
          <w:sz w:val="20"/>
          <w:szCs w:val="20"/>
        </w:rPr>
      </w:pPr>
      <w:r w:rsidRPr="00B62F6D">
        <w:rPr>
          <w:rFonts w:cs="Arial"/>
          <w:sz w:val="20"/>
          <w:szCs w:val="20"/>
        </w:rPr>
        <w:t xml:space="preserve">referencje bądź inne dokumenty sporządzone przez podmiot, na rzecz którego usługi zostały wykonane wskazane w wykazie, o którym </w:t>
      </w:r>
      <w:r w:rsidR="003B2483">
        <w:rPr>
          <w:rFonts w:cs="Arial"/>
          <w:sz w:val="20"/>
          <w:szCs w:val="20"/>
        </w:rPr>
        <w:t>mowa w pkt 11.1. lit. g</w:t>
      </w:r>
      <w:r w:rsidRPr="00B62F6D">
        <w:rPr>
          <w:rFonts w:cs="Arial"/>
          <w:sz w:val="20"/>
          <w:szCs w:val="20"/>
        </w:rPr>
        <w:t>) SWZ. W przypadku świadczeń powtarzających się lub ciągłych nadal wykonywanych referencje bądź inne dokumenty potwierdzające ich należyte wykonywanie powinny być wystawione w okresie ostatnich 3 miesięcy;</w:t>
      </w:r>
    </w:p>
    <w:p w14:paraId="68A50C6E" w14:textId="07AFE0CF" w:rsidR="00545066" w:rsidRPr="00B62F6D" w:rsidRDefault="00545066" w:rsidP="00545066">
      <w:pPr>
        <w:pStyle w:val="Akapitzlist"/>
        <w:numPr>
          <w:ilvl w:val="0"/>
          <w:numId w:val="25"/>
        </w:numPr>
        <w:spacing w:line="276" w:lineRule="auto"/>
        <w:ind w:left="1985"/>
        <w:rPr>
          <w:rFonts w:cs="Arial"/>
          <w:sz w:val="20"/>
          <w:szCs w:val="20"/>
        </w:rPr>
      </w:pPr>
      <w:r w:rsidRPr="00B62F6D">
        <w:rPr>
          <w:rFonts w:cs="Arial"/>
          <w:sz w:val="20"/>
          <w:szCs w:val="20"/>
        </w:rPr>
        <w:t xml:space="preserve">w przypadku, gdy </w:t>
      </w:r>
      <w:r w:rsidRPr="00B62F6D">
        <w:rPr>
          <w:rFonts w:cs="Arial"/>
          <w:i/>
          <w:iCs/>
          <w:sz w:val="20"/>
          <w:szCs w:val="20"/>
        </w:rPr>
        <w:t>PGNiG S.A. lub</w:t>
      </w:r>
      <w:r w:rsidRPr="00B62F6D">
        <w:rPr>
          <w:rFonts w:cs="Arial"/>
          <w:sz w:val="20"/>
          <w:szCs w:val="20"/>
        </w:rPr>
        <w:t xml:space="preserve"> </w:t>
      </w:r>
      <w:r w:rsidRPr="00B62F6D">
        <w:rPr>
          <w:rFonts w:cs="Arial"/>
          <w:i/>
          <w:iCs/>
          <w:sz w:val="20"/>
          <w:szCs w:val="20"/>
        </w:rPr>
        <w:t xml:space="preserve">ORLEN S.A. – Oddział Centralny PGNiG </w:t>
      </w:r>
      <w:r>
        <w:rPr>
          <w:rFonts w:cs="Arial"/>
          <w:i/>
          <w:iCs/>
          <w:sz w:val="20"/>
          <w:szCs w:val="20"/>
        </w:rPr>
        <w:t xml:space="preserve">                       </w:t>
      </w:r>
      <w:r w:rsidRPr="00B62F6D">
        <w:rPr>
          <w:rFonts w:cs="Arial"/>
          <w:i/>
          <w:iCs/>
          <w:sz w:val="20"/>
          <w:szCs w:val="20"/>
        </w:rPr>
        <w:t xml:space="preserve">w Warszawie, ORLEN S.A. – Oddział PGNiG w Sanoku, ORLEN S.A. – Oddział PGNiG w Zielonej Górze, ORLEN S.A. – Oddział PGNiG w Odolanowie, ORLEN S.A. – Oddział Laboratorium Pomiarowo-Badawcze PGNiG w Warszawie, ORLEN S.A. – Oddział Ratownicza Stacja Górnictwa Otworowego PGNiG w Krakowie, ORLEN S.A. – Oddział Geologii i Eksploatacji PGNiG w Warszawie </w:t>
      </w:r>
      <w:r w:rsidRPr="00B62F6D">
        <w:rPr>
          <w:rFonts w:cs="Arial"/>
          <w:sz w:val="20"/>
          <w:szCs w:val="20"/>
        </w:rPr>
        <w:t xml:space="preserve">jest podmiotem, na rzecz którego usługi wskazane w w/w wykazie zostały wcześniej wykonane, Wykonawca nie ma obowiązku przedkładania ww. dowodów; </w:t>
      </w:r>
    </w:p>
    <w:p w14:paraId="1EDAC116" w14:textId="77777777" w:rsidR="00545066" w:rsidRPr="00B62F6D" w:rsidRDefault="00545066" w:rsidP="00545066">
      <w:pPr>
        <w:pStyle w:val="Akapitzlist"/>
        <w:numPr>
          <w:ilvl w:val="0"/>
          <w:numId w:val="25"/>
        </w:numPr>
        <w:spacing w:line="276" w:lineRule="auto"/>
        <w:ind w:left="1985"/>
        <w:rPr>
          <w:rFonts w:cs="Arial"/>
          <w:sz w:val="20"/>
          <w:szCs w:val="20"/>
        </w:rPr>
      </w:pPr>
      <w:r w:rsidRPr="00B62F6D">
        <w:rPr>
          <w:rFonts w:cs="Arial"/>
          <w:sz w:val="20"/>
          <w:szCs w:val="20"/>
        </w:rPr>
        <w:t>oświadczenie Wykonawcy składającego ofertę – jeżeli z przyczyn niezależnych od niego nie jest w stanie uzyskać referencji, o których mowa powyżej;</w:t>
      </w:r>
    </w:p>
    <w:p w14:paraId="492E3CC3" w14:textId="77777777" w:rsidR="00545066" w:rsidRDefault="00545066" w:rsidP="00545066">
      <w:pPr>
        <w:pStyle w:val="Akapitzlist"/>
        <w:numPr>
          <w:ilvl w:val="0"/>
          <w:numId w:val="25"/>
        </w:numPr>
        <w:spacing w:line="276" w:lineRule="auto"/>
        <w:ind w:left="1985"/>
        <w:rPr>
          <w:rFonts w:cs="Arial"/>
          <w:sz w:val="20"/>
          <w:szCs w:val="20"/>
        </w:rPr>
      </w:pPr>
      <w:r w:rsidRPr="00B62F6D">
        <w:rPr>
          <w:rFonts w:cs="Arial"/>
          <w:sz w:val="20"/>
          <w:szCs w:val="20"/>
        </w:rPr>
        <w:t>Uwaga! Zamawiający nie uzna, jako dowodu faktur itp. dokumentów, z uwagi na fakt, iż ich treść nie potwierdza należytego wykonania zamówienia.</w:t>
      </w:r>
    </w:p>
    <w:p w14:paraId="62247064" w14:textId="1A3B2908" w:rsidR="00F011B3" w:rsidRPr="00545066" w:rsidRDefault="00F011B3" w:rsidP="00545066">
      <w:pPr>
        <w:pStyle w:val="Akapitzlist"/>
        <w:numPr>
          <w:ilvl w:val="0"/>
          <w:numId w:val="10"/>
        </w:numPr>
        <w:ind w:left="851" w:hanging="425"/>
        <w:rPr>
          <w:rFonts w:cs="Arial"/>
          <w:sz w:val="20"/>
          <w:szCs w:val="20"/>
        </w:rPr>
      </w:pPr>
      <w:r w:rsidRPr="00545066">
        <w:rPr>
          <w:rFonts w:cs="Arial"/>
          <w:b/>
          <w:sz w:val="20"/>
          <w:szCs w:val="20"/>
        </w:rPr>
        <w:t>Wykaz osób</w:t>
      </w:r>
      <w:r w:rsidRPr="00545066">
        <w:rPr>
          <w:rFonts w:cs="Arial"/>
          <w:sz w:val="20"/>
          <w:szCs w:val="20"/>
        </w:rPr>
        <w:t xml:space="preserve">, potwierdzający spełnienie warunku z pkt 10.2. lit. b) </w:t>
      </w:r>
      <w:r w:rsidR="00545066" w:rsidRPr="00545066">
        <w:rPr>
          <w:rFonts w:cs="Arial"/>
          <w:sz w:val="20"/>
          <w:szCs w:val="20"/>
        </w:rPr>
        <w:t>i c</w:t>
      </w:r>
      <w:r w:rsidR="00545066">
        <w:rPr>
          <w:rFonts w:cs="Arial"/>
          <w:sz w:val="20"/>
          <w:szCs w:val="20"/>
        </w:rPr>
        <w:t>) S</w:t>
      </w:r>
      <w:r w:rsidRPr="00545066">
        <w:rPr>
          <w:rFonts w:cs="Arial"/>
          <w:sz w:val="20"/>
          <w:szCs w:val="20"/>
        </w:rPr>
        <w:t>WZ, którymi dysponuje lub będzie dysponował Wykonawca a które będą uczestniczyć w wykonywaniu zamówienia wraz z informacją na temat ich kwalifikacji zawodowych (</w:t>
      </w:r>
      <w:r w:rsidR="00545066">
        <w:rPr>
          <w:rFonts w:cs="Arial"/>
          <w:sz w:val="20"/>
          <w:szCs w:val="20"/>
        </w:rPr>
        <w:t>licencja/</w:t>
      </w:r>
      <w:r w:rsidRPr="00545066">
        <w:rPr>
          <w:rFonts w:cs="Arial"/>
          <w:sz w:val="20"/>
          <w:szCs w:val="20"/>
        </w:rPr>
        <w:t>nr i rodzaj uprawnień)</w:t>
      </w:r>
      <w:r w:rsidR="001F2AF3">
        <w:rPr>
          <w:rFonts w:cs="Arial"/>
          <w:sz w:val="20"/>
          <w:szCs w:val="20"/>
        </w:rPr>
        <w:t>, godzin nalotu ( pilot),</w:t>
      </w:r>
      <w:r w:rsidRPr="00545066">
        <w:rPr>
          <w:rFonts w:cs="Arial"/>
          <w:sz w:val="20"/>
          <w:szCs w:val="20"/>
        </w:rPr>
        <w:t xml:space="preserve"> ze wskazaniem zakresu wykonywanych przez nie czynności oraz informacją o podstawie dysponowania tymi osobami - </w:t>
      </w:r>
      <w:r w:rsidRPr="00545066">
        <w:rPr>
          <w:rFonts w:cs="Arial"/>
          <w:b/>
          <w:bCs/>
          <w:sz w:val="20"/>
          <w:szCs w:val="20"/>
        </w:rPr>
        <w:t xml:space="preserve"> Załącznik nr </w:t>
      </w:r>
      <w:r w:rsidR="007B42F9">
        <w:rPr>
          <w:rFonts w:cs="Arial"/>
          <w:b/>
          <w:bCs/>
          <w:sz w:val="20"/>
          <w:szCs w:val="20"/>
        </w:rPr>
        <w:t>6</w:t>
      </w:r>
      <w:r w:rsidRPr="00545066">
        <w:rPr>
          <w:rFonts w:cs="Arial"/>
          <w:b/>
          <w:bCs/>
          <w:sz w:val="20"/>
          <w:szCs w:val="20"/>
        </w:rPr>
        <w:t xml:space="preserve"> do SWZ</w:t>
      </w:r>
    </w:p>
    <w:p w14:paraId="748C9DAA" w14:textId="335D34F5" w:rsidR="00F011B3" w:rsidRPr="00545066" w:rsidRDefault="00F011B3" w:rsidP="00545066">
      <w:pPr>
        <w:spacing w:line="276" w:lineRule="auto"/>
        <w:ind w:left="426"/>
        <w:rPr>
          <w:rFonts w:cs="Arial"/>
          <w:sz w:val="20"/>
          <w:szCs w:val="20"/>
        </w:rPr>
      </w:pPr>
    </w:p>
    <w:p w14:paraId="543CE771" w14:textId="77777777" w:rsidR="005C5AA3" w:rsidRPr="00545066" w:rsidRDefault="005C5AA3" w:rsidP="00545066">
      <w:pPr>
        <w:spacing w:line="276" w:lineRule="auto"/>
        <w:rPr>
          <w:rFonts w:cs="Arial"/>
          <w:color w:val="4F81BD" w:themeColor="accent1"/>
          <w:sz w:val="20"/>
          <w:szCs w:val="20"/>
        </w:rPr>
      </w:pPr>
    </w:p>
    <w:p w14:paraId="658322EE" w14:textId="77777777" w:rsidR="00EB37E9" w:rsidRPr="00233581" w:rsidRDefault="00EB37E9" w:rsidP="00EB37E9">
      <w:pPr>
        <w:pStyle w:val="Styl11"/>
        <w:ind w:hanging="567"/>
        <w:contextualSpacing w:val="0"/>
        <w:rPr>
          <w:i/>
        </w:rPr>
      </w:pPr>
      <w:r w:rsidRPr="00233581">
        <w:rPr>
          <w:i/>
        </w:rPr>
        <w:t>W przypadku gdy ofertę w postępowaniu składa Spółka z GK Zamawiającego, oferta Spółki powinna wskazywać model kalkulacji ceny danej oferty.  W przypadku zastosowania przez Spółkę do kalkulacji oferty:</w:t>
      </w:r>
    </w:p>
    <w:p w14:paraId="72E001F7" w14:textId="77777777" w:rsidR="00EB37E9" w:rsidRPr="00233581" w:rsidRDefault="00EB37E9" w:rsidP="00EB37E9">
      <w:pPr>
        <w:pStyle w:val="Styl11"/>
        <w:numPr>
          <w:ilvl w:val="2"/>
          <w:numId w:val="40"/>
        </w:numPr>
        <w:ind w:left="1418" w:hanging="708"/>
        <w:contextualSpacing w:val="0"/>
        <w:rPr>
          <w:i/>
        </w:rPr>
      </w:pPr>
      <w:r w:rsidRPr="00233581">
        <w:rPr>
          <w:i/>
        </w:rPr>
        <w:t>Metody porównywalnej ceny niekontrolowanej – Spółka przesyła wypełniony formularz cenowy (cennik szczegółowy) zgodny z wymaganiami technicznymi danego postępowania wraz z określeniem, czy Spółka dysponuje danymi porównawczymi umożliwiającymi weryfikację zastosowanych cen. Jeżeli Spółka dysponuje danymi porównawczymi i analizą porównawczą – zobowiązana jest do jej przekazania.</w:t>
      </w:r>
    </w:p>
    <w:p w14:paraId="16B84417" w14:textId="77777777" w:rsidR="00EB37E9" w:rsidRPr="00233581" w:rsidRDefault="00EB37E9" w:rsidP="00EB37E9">
      <w:pPr>
        <w:pStyle w:val="Styl11"/>
        <w:numPr>
          <w:ilvl w:val="2"/>
          <w:numId w:val="40"/>
        </w:numPr>
        <w:ind w:left="1418" w:hanging="708"/>
        <w:contextualSpacing w:val="0"/>
        <w:rPr>
          <w:i/>
        </w:rPr>
      </w:pPr>
      <w:r w:rsidRPr="00233581">
        <w:rPr>
          <w:i/>
        </w:rPr>
        <w:t xml:space="preserve">Metod </w:t>
      </w:r>
      <w:proofErr w:type="spellStart"/>
      <w:r w:rsidRPr="00233581">
        <w:rPr>
          <w:i/>
        </w:rPr>
        <w:t>odkosztowych</w:t>
      </w:r>
      <w:proofErr w:type="spellEnd"/>
      <w:r w:rsidRPr="00233581">
        <w:rPr>
          <w:i/>
        </w:rPr>
        <w:t xml:space="preserve"> (metody koszt plus bądź metody marży transakcyjnej netto)</w:t>
      </w:r>
    </w:p>
    <w:p w14:paraId="3618D470" w14:textId="77777777" w:rsidR="00EB37E9" w:rsidRPr="00233581" w:rsidRDefault="00EB37E9" w:rsidP="00EB37E9">
      <w:pPr>
        <w:numPr>
          <w:ilvl w:val="2"/>
          <w:numId w:val="39"/>
        </w:numPr>
        <w:spacing w:line="259" w:lineRule="auto"/>
        <w:ind w:left="1701"/>
        <w:rPr>
          <w:rFonts w:ascii="Calibri" w:hAnsi="Calibri"/>
          <w:i/>
          <w:sz w:val="20"/>
          <w:szCs w:val="20"/>
        </w:rPr>
      </w:pPr>
      <w:r w:rsidRPr="00233581">
        <w:rPr>
          <w:i/>
          <w:sz w:val="20"/>
          <w:szCs w:val="20"/>
        </w:rPr>
        <w:t>Kalkulację bazy kosztowej Wykonawcy, z wyszczególnieniem:</w:t>
      </w:r>
    </w:p>
    <w:p w14:paraId="719A9B5C"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budżetowanych kosztów bezpośrednich i uzasadnionych kosztów pośrednich wykonania usługi (stanowiące łącznie  techniczny koszt wytworzenia zwane dalej TKW), sporządzonej w podziale na etapy prac wraz z wyliczonymi na podstawie danych budżetowanych stawkami niezbędnymi do ustalania wynagrodzenia wstępnego na podstawie obmiaru robót, która będzie określona w stanowisku cenowym złożonym przez Spółkę, a która ostatecznie stanowić będzie załącznik do Umowy.</w:t>
      </w:r>
    </w:p>
    <w:p w14:paraId="53470DFC"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budżetowanych kosztów pośrednich wynikających z planu kont Spółki (w wysokości określonej za pomocą wskaźników narzutów) obejmujących na przykład (jeżeli dotyczy):</w:t>
      </w:r>
    </w:p>
    <w:p w14:paraId="67F0563C"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wydziałowych;</w:t>
      </w:r>
    </w:p>
    <w:p w14:paraId="0A2925E6"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sprzedaży;</w:t>
      </w:r>
    </w:p>
    <w:p w14:paraId="679FA3D2"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ogólnego zarządu;</w:t>
      </w:r>
    </w:p>
    <w:p w14:paraId="725CA320" w14:textId="77777777" w:rsidR="00EB37E9" w:rsidRPr="00233581" w:rsidRDefault="00EB37E9" w:rsidP="00EB37E9">
      <w:pPr>
        <w:numPr>
          <w:ilvl w:val="4"/>
          <w:numId w:val="39"/>
        </w:numPr>
        <w:spacing w:line="259" w:lineRule="auto"/>
        <w:ind w:left="2410"/>
        <w:rPr>
          <w:i/>
          <w:sz w:val="20"/>
          <w:szCs w:val="20"/>
        </w:rPr>
      </w:pPr>
      <w:r w:rsidRPr="00233581">
        <w:rPr>
          <w:i/>
          <w:sz w:val="20"/>
          <w:szCs w:val="20"/>
        </w:rPr>
        <w:t>budżetowany wskaźnik narzutu kosztów przestojowych/</w:t>
      </w:r>
      <w:proofErr w:type="spellStart"/>
      <w:r w:rsidRPr="00233581">
        <w:rPr>
          <w:i/>
          <w:sz w:val="20"/>
          <w:szCs w:val="20"/>
        </w:rPr>
        <w:t>standby</w:t>
      </w:r>
      <w:proofErr w:type="spellEnd"/>
      <w:r w:rsidRPr="00233581">
        <w:rPr>
          <w:i/>
          <w:sz w:val="20"/>
          <w:szCs w:val="20"/>
        </w:rPr>
        <w:t>.</w:t>
      </w:r>
    </w:p>
    <w:p w14:paraId="66EAFBC8" w14:textId="77777777" w:rsidR="00EB37E9" w:rsidRPr="00233581" w:rsidRDefault="00EB37E9" w:rsidP="00EB37E9">
      <w:pPr>
        <w:numPr>
          <w:ilvl w:val="3"/>
          <w:numId w:val="39"/>
        </w:numPr>
        <w:spacing w:line="259" w:lineRule="auto"/>
        <w:ind w:left="1985" w:hanging="284"/>
        <w:rPr>
          <w:i/>
          <w:sz w:val="20"/>
          <w:szCs w:val="20"/>
        </w:rPr>
      </w:pPr>
      <w:r w:rsidRPr="00233581">
        <w:rPr>
          <w:i/>
          <w:sz w:val="20"/>
          <w:szCs w:val="20"/>
        </w:rPr>
        <w:t>rynkowego narzutu zysku/marży (wynikającego z analizy porównawczej opartej o wewnętrzne dane rynkowe) wraz z uzasadnieniem wysokości przyjętego narzutu/marży.</w:t>
      </w:r>
    </w:p>
    <w:p w14:paraId="5FCA1CEB" w14:textId="77777777" w:rsidR="00EB37E9" w:rsidRPr="00233581" w:rsidRDefault="00EB37E9" w:rsidP="00EB37E9">
      <w:pPr>
        <w:pStyle w:val="Styl11"/>
        <w:numPr>
          <w:ilvl w:val="2"/>
          <w:numId w:val="39"/>
        </w:numPr>
        <w:ind w:left="1701" w:hanging="141"/>
        <w:contextualSpacing w:val="0"/>
        <w:rPr>
          <w:i/>
        </w:rPr>
      </w:pPr>
      <w:r w:rsidRPr="00233581">
        <w:rPr>
          <w:i/>
        </w:rPr>
        <w:t xml:space="preserve">Procedurę kalkulacji bazy kosztowej Wykonawcy, wskazującą w szczególności sposób ustalania kluczy alokacji oraz sposób ustalenia narzutu kosztów pośrednich oraz pozostałych kosztów operacyjnych lub oświadczenie o braku takiej procedury. </w:t>
      </w:r>
    </w:p>
    <w:p w14:paraId="67C44779" w14:textId="77777777" w:rsidR="00EB37E9" w:rsidRPr="00233581" w:rsidRDefault="00EB37E9" w:rsidP="00EB37E9">
      <w:pPr>
        <w:pStyle w:val="Styl11"/>
        <w:numPr>
          <w:ilvl w:val="2"/>
          <w:numId w:val="39"/>
        </w:numPr>
        <w:ind w:left="1701" w:hanging="141"/>
        <w:contextualSpacing w:val="0"/>
        <w:rPr>
          <w:i/>
        </w:rPr>
      </w:pPr>
      <w:r w:rsidRPr="00233581">
        <w:rPr>
          <w:i/>
        </w:rPr>
        <w:t>Analizę porównawczą.</w:t>
      </w:r>
    </w:p>
    <w:p w14:paraId="6FF6E092" w14:textId="77777777" w:rsidR="00EB37E9" w:rsidRPr="00233581" w:rsidRDefault="00EB37E9" w:rsidP="00EB37E9">
      <w:pPr>
        <w:pStyle w:val="Styl11"/>
        <w:numPr>
          <w:ilvl w:val="2"/>
          <w:numId w:val="39"/>
        </w:numPr>
        <w:ind w:left="1701" w:hanging="141"/>
        <w:contextualSpacing w:val="0"/>
        <w:rPr>
          <w:i/>
        </w:rPr>
      </w:pPr>
      <w:r w:rsidRPr="00233581">
        <w:rPr>
          <w:i/>
        </w:rPr>
        <w:t xml:space="preserve">Oświadczenie Spółki o rynkowym charakterze ceny </w:t>
      </w:r>
    </w:p>
    <w:p w14:paraId="6D12254A" w14:textId="77777777" w:rsidR="00EB37E9" w:rsidRPr="00233581" w:rsidRDefault="00EB37E9" w:rsidP="00EB37E9">
      <w:pPr>
        <w:pStyle w:val="Styl11"/>
        <w:numPr>
          <w:ilvl w:val="1"/>
          <w:numId w:val="0"/>
        </w:numPr>
        <w:spacing w:after="120"/>
        <w:ind w:left="709"/>
        <w:contextualSpacing w:val="0"/>
        <w:rPr>
          <w:i/>
        </w:rPr>
      </w:pPr>
      <w:r w:rsidRPr="00233581">
        <w:rPr>
          <w:i/>
        </w:rPr>
        <w:t>Ponadto, winny zostać załączone do oferty dokumenty niezbędne do wypełnienia przez Zamawiającego obowiązku sporządzenia dokumentacji cen transferowych lub uwzględnienia jej w formularzu (TPR-C) Informacja o Cenach Transferowych, o których mowa w Rozdziale 1a ustawy CIT. (dotyczy wyłącznie sytuacji, gdy Wykonawcą jest podmiot z GK Zamawiającego).</w:t>
      </w:r>
    </w:p>
    <w:p w14:paraId="6C2D8995" w14:textId="77777777" w:rsidR="00EB37E9" w:rsidRPr="00FF5C6D" w:rsidRDefault="00EB37E9" w:rsidP="00EB37E9">
      <w:pPr>
        <w:pStyle w:val="Styl11"/>
        <w:numPr>
          <w:ilvl w:val="1"/>
          <w:numId w:val="0"/>
        </w:numPr>
        <w:spacing w:after="120"/>
        <w:ind w:left="709"/>
        <w:contextualSpacing w:val="0"/>
        <w:rPr>
          <w:i/>
        </w:rPr>
      </w:pPr>
      <w:r w:rsidRPr="00233581">
        <w:rPr>
          <w:i/>
        </w:rPr>
        <w:t xml:space="preserve">Wybór metody powinien odzwierciedlać sposób kalkulacji wyceny oferty przyjęty przez Spółkę. Przykładowo, nawet jeśli postępowanie, z perspektywy Zamawiającego, będzie oceniane przy zastosowaniu metody porównywalnej ceny niekontrolowanej (np. poprzez odniesienie do ofert złożonych przez podmioty niepowiązane), Spółka z GK Zamawiającego, która sporządziła ofertę w oparciu o poniesione koszty, powinna przedstawić dane źródłowe potwierdzające taki sposób kalkulacji (tj. przedstawić dane z punktu 11.3. </w:t>
      </w:r>
      <w:proofErr w:type="spellStart"/>
      <w:r w:rsidRPr="00233581">
        <w:rPr>
          <w:i/>
        </w:rPr>
        <w:t>ppkt</w:t>
      </w:r>
      <w:proofErr w:type="spellEnd"/>
      <w:r w:rsidRPr="00233581">
        <w:rPr>
          <w:i/>
        </w:rPr>
        <w:t xml:space="preserve"> 1.1.2).</w:t>
      </w:r>
    </w:p>
    <w:p w14:paraId="3D351199" w14:textId="77777777" w:rsidR="00F40506" w:rsidRPr="003F1A3C" w:rsidRDefault="00F40506" w:rsidP="009E05B7">
      <w:pPr>
        <w:pStyle w:val="Styl11"/>
        <w:contextualSpacing w:val="0"/>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9E05B7">
      <w:pPr>
        <w:numPr>
          <w:ilvl w:val="0"/>
          <w:numId w:val="4"/>
        </w:numPr>
        <w:spacing w:line="259" w:lineRule="auto"/>
        <w:ind w:left="1134" w:hanging="425"/>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54106BF1" w:rsidR="00F40506" w:rsidRPr="00F40506" w:rsidRDefault="00F40506" w:rsidP="009E05B7">
      <w:pPr>
        <w:numPr>
          <w:ilvl w:val="0"/>
          <w:numId w:val="4"/>
        </w:numPr>
        <w:spacing w:line="259" w:lineRule="auto"/>
        <w:ind w:left="1134" w:hanging="425"/>
        <w:rPr>
          <w:rFonts w:cs="Arial"/>
          <w:sz w:val="20"/>
          <w:szCs w:val="20"/>
        </w:rPr>
      </w:pPr>
      <w:r w:rsidRPr="00F40506">
        <w:rPr>
          <w:rFonts w:cs="Arial"/>
          <w:sz w:val="20"/>
          <w:szCs w:val="20"/>
        </w:rPr>
        <w:t xml:space="preserve">dokumentu lub dokumentów, z których wynika, że osoba lub osoby, które podpisały pisemne zobowiązanie, o którym mowa w </w:t>
      </w:r>
      <w:proofErr w:type="spellStart"/>
      <w:r w:rsidRPr="00F40506">
        <w:rPr>
          <w:rFonts w:cs="Arial"/>
          <w:sz w:val="20"/>
          <w:szCs w:val="20"/>
        </w:rPr>
        <w:t>ppkt</w:t>
      </w:r>
      <w:proofErr w:type="spellEnd"/>
      <w:r w:rsidR="006A5961">
        <w:rPr>
          <w:rFonts w:cs="Arial"/>
          <w:sz w:val="20"/>
          <w:szCs w:val="20"/>
        </w:rPr>
        <w:t>.</w:t>
      </w:r>
      <w:r w:rsidRPr="00F40506">
        <w:rPr>
          <w:rFonts w:cs="Arial"/>
          <w:sz w:val="20"/>
          <w:szCs w:val="20"/>
        </w:rPr>
        <w:t xml:space="preserve">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9E05B7">
      <w:pPr>
        <w:pStyle w:val="Styl11"/>
        <w:contextualSpacing w:val="0"/>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F84422">
      <w:pPr>
        <w:pStyle w:val="Akapitzlist"/>
        <w:numPr>
          <w:ilvl w:val="0"/>
          <w:numId w:val="3"/>
        </w:numPr>
        <w:spacing w:line="259" w:lineRule="auto"/>
        <w:ind w:left="1134" w:hanging="425"/>
        <w:contextualSpacing w:val="0"/>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F84422">
      <w:pPr>
        <w:numPr>
          <w:ilvl w:val="0"/>
          <w:numId w:val="3"/>
        </w:numPr>
        <w:spacing w:line="259" w:lineRule="auto"/>
        <w:ind w:left="1134" w:hanging="425"/>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F84422">
      <w:pPr>
        <w:numPr>
          <w:ilvl w:val="0"/>
          <w:numId w:val="3"/>
        </w:numPr>
        <w:spacing w:line="259" w:lineRule="auto"/>
        <w:ind w:left="1134" w:hanging="425"/>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F84422">
      <w:pPr>
        <w:numPr>
          <w:ilvl w:val="0"/>
          <w:numId w:val="3"/>
        </w:numPr>
        <w:spacing w:line="259" w:lineRule="auto"/>
        <w:ind w:left="1134" w:hanging="425"/>
        <w:jc w:val="left"/>
        <w:rPr>
          <w:rFonts w:cs="Arial"/>
          <w:sz w:val="20"/>
          <w:szCs w:val="20"/>
        </w:rPr>
      </w:pPr>
      <w:r w:rsidRPr="00F40506">
        <w:rPr>
          <w:rFonts w:cs="Arial"/>
          <w:sz w:val="20"/>
          <w:szCs w:val="20"/>
        </w:rPr>
        <w:t>zakres i okres udziału innego podmiotu przy wykonywaniu zamówienia.</w:t>
      </w:r>
    </w:p>
    <w:p w14:paraId="20B99748" w14:textId="26F6C1F7" w:rsidR="00186A75" w:rsidRPr="005C5AA3" w:rsidRDefault="00F40506" w:rsidP="009E05B7">
      <w:pPr>
        <w:pStyle w:val="Styl11"/>
        <w:contextualSpacing w:val="0"/>
      </w:pPr>
      <w:r w:rsidRPr="00F40506">
        <w:t xml:space="preserve">W odniesieniu do warunków </w:t>
      </w:r>
      <w:r w:rsidR="00A61DFC">
        <w:t xml:space="preserve">udziału w postępowaniu </w:t>
      </w:r>
      <w:r w:rsidRPr="00F40506">
        <w:t xml:space="preserve">dotyczących wiedzy i doświadczenia, osób zdolnych do wykonania zamówienia lub potencjału technicznego, </w:t>
      </w:r>
      <w:r w:rsidR="00A61DFC">
        <w:t>W</w:t>
      </w:r>
      <w:r w:rsidRPr="00F40506">
        <w:t xml:space="preserve">ykonawcy mogą polegać na </w:t>
      </w:r>
      <w:r w:rsidR="00212856">
        <w:t>zasobach</w:t>
      </w:r>
      <w:r w:rsidRPr="00F40506">
        <w:t xml:space="preserve"> innych podmiotów, jeśli podmioty te zrealizują </w:t>
      </w:r>
      <w:r w:rsidRPr="005C5AA3">
        <w:t xml:space="preserve">usługi, do realizacji których te zdolności są wymagane na zasadach podwykonawstwa. Podmiot udostępniający Wykonawcy swe zasoby ww. zakresie winien przedstawić </w:t>
      </w:r>
      <w:r w:rsidR="00B75C5E" w:rsidRPr="005C5AA3">
        <w:t xml:space="preserve">w </w:t>
      </w:r>
      <w:r w:rsidR="00447A46" w:rsidRPr="005C5AA3">
        <w:t>formie oryginału</w:t>
      </w:r>
      <w:r w:rsidR="00B75C5E" w:rsidRPr="005C5AA3">
        <w:t xml:space="preserve"> </w:t>
      </w:r>
      <w:r w:rsidRPr="005C5AA3">
        <w:t xml:space="preserve">dodatkowo Oświadczenie o niepodleganiu wykluczeniu – </w:t>
      </w:r>
      <w:r w:rsidR="00892855" w:rsidRPr="005C5AA3">
        <w:t>załącznik 4b</w:t>
      </w:r>
      <w:r w:rsidRPr="005C5AA3">
        <w:t xml:space="preserve"> do </w:t>
      </w:r>
      <w:r w:rsidR="006C29FD" w:rsidRPr="005C5AA3">
        <w:t>SWZ</w:t>
      </w:r>
      <w:r w:rsidR="009572AD" w:rsidRPr="005C5AA3">
        <w:t xml:space="preserve"> (podpisane kwalifikowanym podpisem elektronicznym</w:t>
      </w:r>
      <w:r w:rsidR="00A073D9" w:rsidRPr="005C5AA3">
        <w:t xml:space="preserve"> lub podpisem zaufanym</w:t>
      </w:r>
      <w:r w:rsidR="009572AD" w:rsidRPr="005C5AA3">
        <w:t xml:space="preserve">). </w:t>
      </w:r>
    </w:p>
    <w:p w14:paraId="0AED799B" w14:textId="5644D3E3" w:rsidR="00F40506" w:rsidRPr="00D01E2F" w:rsidRDefault="00F40506" w:rsidP="009E05B7">
      <w:pPr>
        <w:pStyle w:val="Styl11"/>
        <w:contextualSpacing w:val="0"/>
        <w:rPr>
          <w:b/>
          <w:i/>
        </w:rPr>
      </w:pPr>
      <w:r w:rsidRPr="005C5AA3">
        <w:rPr>
          <w:b/>
        </w:rPr>
        <w:t>Oferta</w:t>
      </w:r>
      <w:r w:rsidR="00326502" w:rsidRPr="005C5AA3">
        <w:rPr>
          <w:b/>
        </w:rPr>
        <w:t xml:space="preserve"> oraz oświadczenia złożone w postępowaniu </w:t>
      </w:r>
      <w:r w:rsidR="00212856" w:rsidRPr="005C5AA3">
        <w:rPr>
          <w:b/>
        </w:rPr>
        <w:t>winny</w:t>
      </w:r>
      <w:r w:rsidRPr="005C5AA3">
        <w:rPr>
          <w:b/>
        </w:rPr>
        <w:t xml:space="preserve"> </w:t>
      </w:r>
      <w:r w:rsidR="00326502" w:rsidRPr="005C5AA3">
        <w:rPr>
          <w:b/>
        </w:rPr>
        <w:t>być podpisane</w:t>
      </w:r>
      <w:r w:rsidRPr="005C5AA3">
        <w:rPr>
          <w:b/>
        </w:rPr>
        <w:t xml:space="preserve"> </w:t>
      </w:r>
      <w:r w:rsidR="00212856" w:rsidRPr="005C5AA3">
        <w:rPr>
          <w:b/>
        </w:rPr>
        <w:t>kwalifikowanym podpisem elektronicznym</w:t>
      </w:r>
      <w:r w:rsidR="00604F2B" w:rsidRPr="005C5AA3">
        <w:rPr>
          <w:b/>
        </w:rPr>
        <w:t xml:space="preserve"> lub podpisem zaufanym</w:t>
      </w:r>
      <w:r w:rsidR="00212856" w:rsidRPr="005C5AA3">
        <w:t xml:space="preserve"> </w:t>
      </w:r>
      <w:r w:rsidRPr="00186A75">
        <w:t>przez umocowanego/ych prawnie przedstawiciela/i wykonawcy, upoważnionego/ych do podejmowania zobowiązań w jego imieniu, zgodnie z wpisem o reprezentacji w stosownym dokumencie uprawniającym do występowania w obrocie prawnym lub z udzielonym pełnomocnictwem.</w:t>
      </w:r>
      <w:r w:rsidR="00D01E2F" w:rsidRPr="00D01E2F">
        <w:rPr>
          <w:b/>
        </w:rPr>
        <w:t xml:space="preserve">  </w:t>
      </w:r>
    </w:p>
    <w:p w14:paraId="535ED79F" w14:textId="5F1740A1" w:rsidR="00F40506" w:rsidRPr="005C5AA3" w:rsidRDefault="00F40506" w:rsidP="009E05B7">
      <w:pPr>
        <w:pStyle w:val="Styl11"/>
        <w:contextualSpacing w:val="0"/>
      </w:pPr>
      <w:r w:rsidRPr="00186A75">
        <w:t>Pozostałe wymagane dokumenty należy dołączyć do oferty w formie oryginału lub kserokopii potwierdzonej za zgodność z oryginałem przez Wykonawcę.</w:t>
      </w:r>
      <w:r w:rsidR="00212856">
        <w:t xml:space="preserve"> </w:t>
      </w:r>
      <w:r w:rsidR="00212856" w:rsidRPr="005C5AA3">
        <w:t>Poświadczenie za zgodność z</w:t>
      </w:r>
      <w:r w:rsidR="009C3104" w:rsidRPr="005C5AA3">
        <w:t> </w:t>
      </w:r>
      <w:r w:rsidR="00212856" w:rsidRPr="005C5AA3">
        <w:t>oryginałem następuje w formie elektronicznej</w:t>
      </w:r>
      <w:r w:rsidR="00880B26" w:rsidRPr="005C5AA3">
        <w:t xml:space="preserve"> przy użyciu kwalifikowanego podpisu elektronicznego</w:t>
      </w:r>
      <w:r w:rsidR="00A073D9" w:rsidRPr="005C5AA3">
        <w:t xml:space="preserve"> lub podpisu zaufanego</w:t>
      </w:r>
      <w:r w:rsidR="00212856" w:rsidRPr="005C5AA3">
        <w:t xml:space="preserve">. </w:t>
      </w:r>
    </w:p>
    <w:p w14:paraId="7882BDF5" w14:textId="77777777" w:rsidR="00186A75" w:rsidRPr="005C5AA3" w:rsidRDefault="00326502" w:rsidP="009E05B7">
      <w:pPr>
        <w:pStyle w:val="Styl11"/>
        <w:contextualSpacing w:val="0"/>
      </w:pPr>
      <w:r w:rsidRPr="005C5AA3">
        <w:t xml:space="preserve">Zamawiający dopuszcza wspólne ubieganie się Wykonawców o udzielenie zamówienia. Wykonawcy ubiegający się wspólnie o udzielenie zamówienia ustanawiają pełnomocnika </w:t>
      </w:r>
      <w:r w:rsidR="00802090" w:rsidRPr="005C5AA3">
        <w:br/>
      </w:r>
      <w:r w:rsidRPr="005C5AA3">
        <w:t xml:space="preserve">do reprezentowania ich w postępowaniu albo reprezentowania w postępowaniu i zawarcia umowy w sprawie zamówienia. W przypadku Wykonawców wspólnie ubiegających się </w:t>
      </w:r>
      <w:r w:rsidR="00802090" w:rsidRPr="005C5AA3">
        <w:br/>
      </w:r>
      <w:r w:rsidRPr="005C5AA3">
        <w:t>o udzielenie zamówienia, żaden z Wykonawców nie może podlegać wykluczeniu. Pozostałe warunki muszą być spełnione łącznie przez wszystkich Wykonawców składających ofertę.</w:t>
      </w:r>
    </w:p>
    <w:p w14:paraId="4ABE5FFB" w14:textId="77777777" w:rsidR="000225F7" w:rsidRPr="00BF59C3" w:rsidRDefault="00326502" w:rsidP="009E05B7">
      <w:pPr>
        <w:pStyle w:val="Styl11"/>
        <w:contextualSpacing w:val="0"/>
      </w:pPr>
      <w:r w:rsidRPr="00BF59C3">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BF59C3">
        <w:br/>
      </w:r>
      <w:r w:rsidRPr="00BF59C3">
        <w:t>o udzielenie zamówienia. Pełnomocnictwo należy załączyć w formie oryginału lub kopii poświadczonej notarialnie</w:t>
      </w:r>
      <w:r w:rsidR="00451A2E" w:rsidRPr="00BF59C3">
        <w:t xml:space="preserve"> lub kopii potwierdzonej za zgodność z oryginałem przez Wykonawcę</w:t>
      </w:r>
      <w:r w:rsidR="003F1A3C" w:rsidRPr="00BF59C3">
        <w:t>.</w:t>
      </w:r>
    </w:p>
    <w:p w14:paraId="04750351" w14:textId="77777777" w:rsidR="003F1A3C" w:rsidRPr="00BF59C3" w:rsidRDefault="003F1A3C" w:rsidP="009E05B7">
      <w:pPr>
        <w:pStyle w:val="Styl11"/>
        <w:contextualSpacing w:val="0"/>
      </w:pPr>
      <w:r w:rsidRPr="00BF59C3">
        <w:t xml:space="preserve">W przypadku gdy zostanie wybrana oferta Wykonawców wspólnie ubiegających się </w:t>
      </w:r>
      <w:r w:rsidR="00772972" w:rsidRPr="00BF59C3">
        <w:br/>
      </w:r>
      <w:r w:rsidRPr="00BF59C3">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252FCCDD" w14:textId="6B74BA5D" w:rsidR="00466ABA" w:rsidRPr="00BF59C3" w:rsidRDefault="00466ABA" w:rsidP="00F84422">
      <w:pPr>
        <w:pStyle w:val="Styl11"/>
        <w:spacing w:line="262" w:lineRule="auto"/>
        <w:contextualSpacing w:val="0"/>
      </w:pPr>
      <w:r w:rsidRPr="00BF59C3">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F84422">
      <w:pPr>
        <w:pStyle w:val="Styl11"/>
        <w:contextualSpacing w:val="0"/>
      </w:pPr>
      <w:r w:rsidRPr="00B61CA6">
        <w:t xml:space="preserve">Oferta musi być sporządzona zgodnie z wymogami określonymi niniejszą </w:t>
      </w:r>
      <w:r w:rsidR="006C29FD">
        <w:t>SWZ</w:t>
      </w:r>
      <w:r w:rsidRPr="00B61CA6">
        <w:t>.</w:t>
      </w:r>
    </w:p>
    <w:p w14:paraId="75517DE7" w14:textId="725EA4D8" w:rsidR="00B61CA6" w:rsidRPr="002D1CD7" w:rsidRDefault="0070672D" w:rsidP="00F84422">
      <w:pPr>
        <w:pStyle w:val="Styl11"/>
        <w:contextualSpacing w:val="0"/>
        <w:rPr>
          <w:color w:val="4F81BD" w:themeColor="accent1"/>
        </w:rPr>
      </w:pPr>
      <w:r w:rsidRPr="00B61CA6">
        <w:t>Ofertę składa się pod rygorem nieważności w formie ele</w:t>
      </w:r>
      <w:r w:rsidR="00D733B3" w:rsidRPr="00B61CA6">
        <w:t>k</w:t>
      </w:r>
      <w:r w:rsidRPr="00B61CA6">
        <w:t>tronicznej</w:t>
      </w:r>
      <w:r w:rsidR="00764011" w:rsidRPr="002D1CD7">
        <w:rPr>
          <w:color w:val="4F81BD" w:themeColor="accent1"/>
        </w:rPr>
        <w:t>.</w:t>
      </w:r>
    </w:p>
    <w:p w14:paraId="5257F79C" w14:textId="6AB1FD25" w:rsidR="00B61CA6" w:rsidRDefault="00F40506" w:rsidP="00F84422">
      <w:pPr>
        <w:pStyle w:val="Styl11"/>
        <w:contextualSpacing w:val="0"/>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F84422">
      <w:pPr>
        <w:pStyle w:val="Styl11"/>
        <w:contextualSpacing w:val="0"/>
      </w:pPr>
      <w:r w:rsidRPr="00B61CA6">
        <w:t>Oferta oraz wszelkie dokumenty wymagane w niniejszej specyfikacji muszą spełniać następujące wymogi:</w:t>
      </w:r>
    </w:p>
    <w:p w14:paraId="3A6567D9" w14:textId="2AA0E6DB" w:rsidR="00F40506" w:rsidRPr="00857A86" w:rsidRDefault="00F40506" w:rsidP="00F84422">
      <w:pPr>
        <w:pStyle w:val="Akapitzlist"/>
        <w:numPr>
          <w:ilvl w:val="4"/>
          <w:numId w:val="7"/>
        </w:numPr>
        <w:spacing w:line="259"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polski</w:t>
      </w:r>
      <w:r w:rsidR="00857A86">
        <w:rPr>
          <w:rFonts w:eastAsia="Calibri" w:cs="Arial"/>
          <w:color w:val="0070C0"/>
          <w:sz w:val="20"/>
          <w:szCs w:val="20"/>
        </w:rPr>
        <w:t>,</w:t>
      </w:r>
    </w:p>
    <w:p w14:paraId="5F4DBD3B" w14:textId="540EF5FD" w:rsidR="00F40506" w:rsidRPr="00BF59C3" w:rsidRDefault="00A61DFC" w:rsidP="00F84422">
      <w:pPr>
        <w:pStyle w:val="Tekstprzypisudolnego"/>
        <w:numPr>
          <w:ilvl w:val="4"/>
          <w:numId w:val="7"/>
        </w:numPr>
        <w:spacing w:line="259" w:lineRule="auto"/>
        <w:ind w:left="1134" w:hanging="425"/>
        <w:jc w:val="both"/>
        <w:rPr>
          <w:rFonts w:eastAsia="Calibri" w:cs="Arial"/>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DF2D0C" w:rsidRPr="00233581">
        <w:rPr>
          <w:rFonts w:ascii="Arial" w:eastAsia="Calibri" w:hAnsi="Arial" w:cs="Arial"/>
          <w:lang w:eastAsia="pl-PL"/>
        </w:rPr>
        <w:t>kwalifikowany podpis elektroniczny </w:t>
      </w:r>
      <w:r w:rsidR="00D413C6" w:rsidRPr="00233581">
        <w:rPr>
          <w:rFonts w:ascii="Arial" w:eastAsia="Calibri" w:hAnsi="Arial" w:cs="Arial"/>
          <w:lang w:eastAsia="pl-PL"/>
        </w:rPr>
        <w:t>lub podpis zaufany</w:t>
      </w:r>
      <w:r w:rsidR="00D413C6" w:rsidRPr="00D413C6">
        <w:rPr>
          <w:rFonts w:ascii="Arial" w:eastAsia="Calibri" w:hAnsi="Arial" w:cs="Arial"/>
          <w:color w:val="4F81BD" w:themeColor="accent1"/>
          <w:lang w:eastAsia="pl-PL"/>
        </w:rPr>
        <w:t xml:space="preserve">, </w:t>
      </w:r>
      <w:r w:rsidR="00F40506" w:rsidRPr="00BD481A">
        <w:rPr>
          <w:rFonts w:ascii="Arial" w:eastAsia="Calibri" w:hAnsi="Arial" w:cs="Arial"/>
          <w:color w:val="000000"/>
          <w:lang w:eastAsia="pl-PL"/>
        </w:rPr>
        <w:t xml:space="preserve">przez osobę(-y) upoważnioną(-e) do reprezentowania zgodnie z formą reprezentacji Wykonawcy określoną w dokumencie rejestrowym lub innym dokumencie, </w:t>
      </w:r>
      <w:r w:rsidR="00F40506" w:rsidRPr="00BF59C3">
        <w:rPr>
          <w:rFonts w:ascii="Arial" w:eastAsia="Calibri" w:hAnsi="Arial" w:cs="Arial"/>
          <w:lang w:eastAsia="pl-PL"/>
        </w:rPr>
        <w:t>właściwym dla formy organizacyjnej</w:t>
      </w:r>
      <w:r w:rsidR="00DF2D0C" w:rsidRPr="00BF59C3">
        <w:rPr>
          <w:rFonts w:ascii="Arial" w:eastAsia="Calibri" w:hAnsi="Arial" w:cs="Arial"/>
          <w:lang w:eastAsia="pl-PL"/>
        </w:rPr>
        <w:t>,</w:t>
      </w:r>
    </w:p>
    <w:p w14:paraId="6C13BF82" w14:textId="20F79CAB" w:rsidR="00B20F1B" w:rsidRPr="00BF59C3" w:rsidRDefault="00212856" w:rsidP="00BF59C3">
      <w:pPr>
        <w:numPr>
          <w:ilvl w:val="4"/>
          <w:numId w:val="7"/>
        </w:numPr>
        <w:spacing w:line="259" w:lineRule="auto"/>
        <w:ind w:left="1134" w:hanging="425"/>
        <w:rPr>
          <w:rFonts w:eastAsia="Calibri"/>
          <w:color w:val="4F81BD" w:themeColor="accent1"/>
          <w:sz w:val="20"/>
        </w:rPr>
      </w:pPr>
      <w:r w:rsidRPr="00BF59C3">
        <w:rPr>
          <w:rFonts w:eastAsia="Calibri"/>
          <w:sz w:val="20"/>
        </w:rPr>
        <w:t>w przypadku, gdy Wykonawcę reprezentuje pełnomocnik</w:t>
      </w:r>
      <w:r w:rsidRPr="00BF59C3">
        <w:rPr>
          <w:rFonts w:eastAsia="Calibri"/>
          <w:sz w:val="20"/>
          <w:szCs w:val="20"/>
        </w:rPr>
        <w:t xml:space="preserve"> do oferty winno zostać załączone pełnomocnictwo:</w:t>
      </w:r>
      <w:r w:rsidR="00BF59C3" w:rsidRPr="00BF59C3">
        <w:rPr>
          <w:rFonts w:eastAsia="Calibri"/>
          <w:sz w:val="20"/>
        </w:rPr>
        <w:t xml:space="preserve"> </w:t>
      </w:r>
      <w:r w:rsidRPr="00BF59C3">
        <w:rPr>
          <w:rFonts w:eastAsia="Calibri"/>
          <w:sz w:val="20"/>
          <w:szCs w:val="20"/>
        </w:rPr>
        <w:t>w formie elektronicznej podpisanej kwalifikowanym podpisem elektronicznym</w:t>
      </w:r>
      <w:r w:rsidR="00A073D9" w:rsidRPr="00BF59C3">
        <w:rPr>
          <w:rFonts w:eastAsia="Calibri"/>
          <w:sz w:val="20"/>
          <w:szCs w:val="20"/>
        </w:rPr>
        <w:t xml:space="preserve"> lub podpisem zaufanym</w:t>
      </w:r>
      <w:r w:rsidRPr="00BF59C3">
        <w:rPr>
          <w:rFonts w:eastAsia="Calibri"/>
          <w:sz w:val="20"/>
          <w:szCs w:val="20"/>
        </w:rPr>
        <w:t xml:space="preserve"> przez</w:t>
      </w:r>
      <w:r w:rsidR="00B20F1B" w:rsidRPr="00BF59C3">
        <w:rPr>
          <w:rFonts w:eastAsia="Calibri"/>
          <w:sz w:val="20"/>
          <w:szCs w:val="20"/>
        </w:rPr>
        <w:t>:</w:t>
      </w:r>
      <w:r w:rsidRPr="00BF59C3">
        <w:rPr>
          <w:rFonts w:eastAsia="Calibri"/>
          <w:sz w:val="20"/>
          <w:szCs w:val="20"/>
        </w:rPr>
        <w:t xml:space="preserve"> </w:t>
      </w:r>
    </w:p>
    <w:p w14:paraId="361F07CE" w14:textId="442076B0" w:rsidR="00B20F1B" w:rsidRDefault="00B20F1B" w:rsidP="00F84422">
      <w:pPr>
        <w:spacing w:line="259" w:lineRule="auto"/>
        <w:ind w:left="1418"/>
        <w:rPr>
          <w:rFonts w:eastAsia="Calibri"/>
          <w:sz w:val="20"/>
          <w:szCs w:val="20"/>
        </w:rPr>
      </w:pPr>
      <w:r>
        <w:rPr>
          <w:rFonts w:eastAsia="Calibri"/>
          <w:sz w:val="20"/>
          <w:szCs w:val="20"/>
        </w:rPr>
        <w:t xml:space="preserve">- </w:t>
      </w:r>
      <w:r w:rsidR="00212856" w:rsidRPr="00DC74F8">
        <w:rPr>
          <w:rFonts w:eastAsia="Calibri"/>
          <w:sz w:val="20"/>
          <w:szCs w:val="20"/>
        </w:rPr>
        <w:t>osoby uprawnione do reprezentacji Wykonawcy</w:t>
      </w:r>
      <w:r>
        <w:rPr>
          <w:rFonts w:eastAsia="Calibri"/>
          <w:sz w:val="20"/>
          <w:szCs w:val="20"/>
        </w:rPr>
        <w:t>,</w:t>
      </w:r>
      <w:r w:rsidR="00212856" w:rsidRPr="00DC74F8">
        <w:rPr>
          <w:rFonts w:eastAsia="Calibri"/>
          <w:sz w:val="20"/>
          <w:szCs w:val="20"/>
        </w:rPr>
        <w:t xml:space="preserve"> </w:t>
      </w:r>
      <w:r w:rsidR="00A473A6">
        <w:rPr>
          <w:rFonts w:eastAsia="Calibri"/>
          <w:sz w:val="20"/>
          <w:szCs w:val="20"/>
        </w:rPr>
        <w:t>lub</w:t>
      </w:r>
      <w:r w:rsidR="00A473A6" w:rsidRPr="00A473A6">
        <w:rPr>
          <w:rFonts w:eastAsia="Calibri"/>
          <w:sz w:val="20"/>
          <w:szCs w:val="20"/>
        </w:rPr>
        <w:t xml:space="preserve"> </w:t>
      </w:r>
    </w:p>
    <w:p w14:paraId="44A6BA3C" w14:textId="52A77620" w:rsidR="00B20F1B" w:rsidRDefault="00B20F1B" w:rsidP="00F84422">
      <w:pPr>
        <w:spacing w:line="259" w:lineRule="auto"/>
        <w:ind w:left="1418"/>
        <w:rPr>
          <w:rFonts w:eastAsia="Calibri"/>
          <w:sz w:val="20"/>
          <w:szCs w:val="20"/>
        </w:rPr>
      </w:pPr>
      <w:r>
        <w:rPr>
          <w:rFonts w:eastAsia="Calibri"/>
          <w:sz w:val="20"/>
          <w:szCs w:val="20"/>
        </w:rPr>
        <w:t xml:space="preserve">- </w:t>
      </w:r>
      <w:r w:rsidR="00A473A6" w:rsidRPr="00A473A6">
        <w:rPr>
          <w:rFonts w:eastAsia="Calibri"/>
          <w:sz w:val="20"/>
          <w:szCs w:val="20"/>
        </w:rPr>
        <w:t>kopia poświadczona notarialnie</w:t>
      </w:r>
      <w:r>
        <w:rPr>
          <w:rFonts w:eastAsia="Calibri"/>
          <w:sz w:val="20"/>
          <w:szCs w:val="20"/>
        </w:rPr>
        <w:t>,</w:t>
      </w:r>
      <w:r w:rsidR="00A473A6" w:rsidRPr="00A473A6">
        <w:rPr>
          <w:rFonts w:eastAsia="Calibri"/>
          <w:sz w:val="20"/>
          <w:szCs w:val="20"/>
        </w:rPr>
        <w:t xml:space="preserve"> </w:t>
      </w:r>
    </w:p>
    <w:p w14:paraId="1D888A4D" w14:textId="7EFAA189" w:rsidR="00F40506" w:rsidRDefault="00212856" w:rsidP="00F84422">
      <w:pPr>
        <w:spacing w:line="259" w:lineRule="auto"/>
        <w:ind w:left="1418"/>
        <w:rPr>
          <w:rFonts w:eastAsia="Calibri"/>
          <w:sz w:val="20"/>
          <w:szCs w:val="20"/>
        </w:rPr>
      </w:pPr>
      <w:r w:rsidRPr="00DC74F8">
        <w:rPr>
          <w:rFonts w:eastAsia="Calibri"/>
          <w:sz w:val="20"/>
          <w:szCs w:val="20"/>
        </w:rPr>
        <w:t>w przypadku złożenia oferty w</w:t>
      </w:r>
      <w:r w:rsidR="00D2442C">
        <w:rPr>
          <w:rFonts w:eastAsia="Calibri"/>
          <w:sz w:val="20"/>
          <w:szCs w:val="20"/>
        </w:rPr>
        <w:t> </w:t>
      </w:r>
      <w:r w:rsidRPr="00DC74F8">
        <w:rPr>
          <w:rFonts w:eastAsia="Calibri"/>
          <w:sz w:val="20"/>
          <w:szCs w:val="20"/>
        </w:rPr>
        <w:t>formie elektronicznej</w:t>
      </w:r>
      <w:r w:rsidR="00DF1D02">
        <w:rPr>
          <w:rFonts w:eastAsia="Calibri"/>
          <w:sz w:val="20"/>
          <w:szCs w:val="20"/>
        </w:rPr>
        <w:t>;</w:t>
      </w:r>
    </w:p>
    <w:p w14:paraId="051296C6" w14:textId="77777777" w:rsidR="00F40506" w:rsidRPr="00BF59C3" w:rsidRDefault="00F40506" w:rsidP="00F84422">
      <w:pPr>
        <w:pStyle w:val="Styl11"/>
        <w:contextualSpacing w:val="0"/>
      </w:pPr>
      <w:r w:rsidRPr="00BF59C3">
        <w:t>Zaleca się ponumerowanie stron oferty.</w:t>
      </w:r>
    </w:p>
    <w:p w14:paraId="352EE067" w14:textId="0D716B2C" w:rsidR="00F40506" w:rsidRDefault="00F40506" w:rsidP="00F84422">
      <w:pPr>
        <w:pStyle w:val="Styl11"/>
        <w:contextualSpacing w:val="0"/>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532928A9" w14:textId="65812645" w:rsidR="00764011" w:rsidRDefault="00764011" w:rsidP="00F84422">
      <w:pPr>
        <w:pStyle w:val="Styl11"/>
        <w:contextualSpacing w:val="0"/>
        <w:rPr>
          <w:color w:val="4F81BD" w:themeColor="accent1"/>
        </w:rPr>
      </w:pPr>
      <w:r>
        <w:rPr>
          <w:color w:val="000000"/>
        </w:rPr>
        <w:t xml:space="preserve">Ofertę należy złożyć w jednej z form wskazanych w treści </w:t>
      </w:r>
      <w:r w:rsidR="00F6251F">
        <w:rPr>
          <w:color w:val="000000"/>
        </w:rPr>
        <w:t>SWZ</w:t>
      </w:r>
      <w:r>
        <w:rPr>
          <w:color w:val="000000"/>
        </w:rPr>
        <w:t xml:space="preserve"> </w:t>
      </w:r>
      <w:r w:rsidRPr="00A52317">
        <w:t xml:space="preserve">tj. </w:t>
      </w:r>
      <w:r w:rsidR="00BF59C3" w:rsidRPr="00BF59C3">
        <w:t>elektronicznej</w:t>
      </w:r>
      <w:r w:rsidRPr="00BF59C3">
        <w:t>.</w:t>
      </w:r>
    </w:p>
    <w:p w14:paraId="675117D5" w14:textId="799194ED" w:rsidR="001222CB" w:rsidRPr="00882B39" w:rsidRDefault="001222CB" w:rsidP="00F84422">
      <w:pPr>
        <w:pStyle w:val="Styl11"/>
        <w:contextualSpacing w:val="0"/>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F84422">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3C04301B" w:rsidR="00F40506" w:rsidRPr="00E719B4" w:rsidRDefault="00F40506" w:rsidP="00F84422">
      <w:pPr>
        <w:pStyle w:val="Styl11"/>
      </w:pPr>
      <w:r w:rsidRPr="005622C7">
        <w:t xml:space="preserve">Zgodnie z </w:t>
      </w:r>
      <w:r w:rsidRPr="00262F4E">
        <w:rPr>
          <w:u w:val="single"/>
        </w:rPr>
        <w:t xml:space="preserve">art. 11 ust. </w:t>
      </w:r>
      <w:r w:rsidR="00E719B4" w:rsidRPr="00262F4E">
        <w:rPr>
          <w:u w:val="single"/>
        </w:rPr>
        <w:t>2</w:t>
      </w:r>
      <w:r w:rsidRPr="00262F4E">
        <w:rPr>
          <w:u w:val="single"/>
        </w:rPr>
        <w:t xml:space="preserve"> ustawy z dnia 16 kwietnia 1993 r. o zwalczaniu </w:t>
      </w:r>
      <w:r w:rsidR="006A2FC0" w:rsidRPr="00262F4E">
        <w:rPr>
          <w:u w:val="single"/>
        </w:rPr>
        <w:t>nieuczciwej konkurencji</w:t>
      </w:r>
      <w:r w:rsidR="00262F4E">
        <w:t>,</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F84422">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krótszym niż </w:t>
      </w:r>
      <w:r w:rsidRPr="003D4414">
        <w:t xml:space="preserve">3 </w:t>
      </w:r>
      <w:r w:rsidRPr="001F6240">
        <w:t xml:space="preserve">dni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490AD20C" w:rsidR="00703D6D" w:rsidRPr="00BF59C3" w:rsidRDefault="00703D6D" w:rsidP="001E6E20">
      <w:pPr>
        <w:pStyle w:val="Styl11"/>
      </w:pPr>
      <w:r w:rsidRPr="00BF59C3">
        <w:t>Jedynym kryterium oceny jest cena podana w ofercie. Spośród ofert nieodrzuconych za najkorzystniejszą zostanie uznana oferta o najniższej cenie</w:t>
      </w:r>
    </w:p>
    <w:p w14:paraId="2D6F79E8" w14:textId="4D844665" w:rsidR="00703D6D" w:rsidRDefault="00703D6D" w:rsidP="001E6E20">
      <w:pPr>
        <w:spacing w:after="120" w:line="259" w:lineRule="auto"/>
        <w:ind w:left="720"/>
        <w:rPr>
          <w:rFonts w:eastAsia="Calibri" w:cs="Arial"/>
          <w:sz w:val="20"/>
          <w:szCs w:val="20"/>
        </w:rPr>
      </w:pPr>
      <w:r w:rsidRPr="00BF59C3">
        <w:rPr>
          <w:rFonts w:eastAsia="Calibri" w:cs="Arial"/>
          <w:sz w:val="20"/>
          <w:szCs w:val="20"/>
        </w:rPr>
        <w:t>Sposób obliczenia: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1676"/>
        <w:gridCol w:w="4814"/>
      </w:tblGrid>
      <w:tr w:rsidR="00BF59C3" w:rsidRPr="00C15E07" w14:paraId="79CCC3E9" w14:textId="77777777" w:rsidTr="00685ED8">
        <w:trPr>
          <w:trHeight w:val="382"/>
          <w:jc w:val="center"/>
        </w:trPr>
        <w:tc>
          <w:tcPr>
            <w:tcW w:w="14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C76EA25" w14:textId="77777777" w:rsidR="00BF59C3" w:rsidRPr="00C15E07" w:rsidRDefault="00BF59C3" w:rsidP="00685ED8">
            <w:pPr>
              <w:jc w:val="center"/>
              <w:rPr>
                <w:rFonts w:eastAsia="Calibri" w:cs="Arial"/>
                <w:color w:val="000000"/>
                <w:sz w:val="20"/>
                <w:szCs w:val="20"/>
              </w:rPr>
            </w:pPr>
            <w:r w:rsidRPr="00C15E07">
              <w:rPr>
                <w:rFonts w:eastAsia="Calibri" w:cs="Arial"/>
                <w:color w:val="000000"/>
                <w:sz w:val="20"/>
                <w:szCs w:val="20"/>
              </w:rPr>
              <w:t>Opis kryterium</w:t>
            </w:r>
          </w:p>
        </w:tc>
        <w:tc>
          <w:tcPr>
            <w:tcW w:w="9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01396D" w14:textId="77777777" w:rsidR="00BF59C3" w:rsidRPr="00C15E07" w:rsidRDefault="00BF59C3" w:rsidP="00685ED8">
            <w:pPr>
              <w:spacing w:line="276" w:lineRule="auto"/>
              <w:contextualSpacing/>
              <w:jc w:val="center"/>
              <w:rPr>
                <w:rFonts w:eastAsia="Calibri" w:cs="Arial"/>
                <w:color w:val="000000"/>
                <w:sz w:val="20"/>
                <w:szCs w:val="20"/>
              </w:rPr>
            </w:pPr>
            <w:r w:rsidRPr="00C15E07">
              <w:rPr>
                <w:rFonts w:eastAsia="Calibri" w:cs="Arial"/>
                <w:color w:val="000000"/>
                <w:sz w:val="20"/>
                <w:szCs w:val="20"/>
              </w:rPr>
              <w:t>Znaczenie waga</w:t>
            </w:r>
          </w:p>
          <w:p w14:paraId="4F04D5FA" w14:textId="77777777" w:rsidR="00BF59C3" w:rsidRPr="00C15E07" w:rsidRDefault="00BF59C3" w:rsidP="00685ED8">
            <w:pPr>
              <w:spacing w:line="276" w:lineRule="auto"/>
              <w:contextualSpacing/>
              <w:jc w:val="center"/>
              <w:rPr>
                <w:rFonts w:eastAsia="Calibri" w:cs="Arial"/>
                <w:color w:val="000000"/>
                <w:sz w:val="20"/>
                <w:szCs w:val="20"/>
              </w:rPr>
            </w:pPr>
            <w:r w:rsidRPr="00C15E07">
              <w:rPr>
                <w:rFonts w:eastAsia="Calibri" w:cs="Arial"/>
                <w:color w:val="000000"/>
                <w:sz w:val="20"/>
                <w:szCs w:val="20"/>
              </w:rPr>
              <w:t>(%)</w:t>
            </w:r>
          </w:p>
        </w:tc>
        <w:tc>
          <w:tcPr>
            <w:tcW w:w="265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791A753" w14:textId="77777777" w:rsidR="00BF59C3" w:rsidRPr="00C15E07" w:rsidRDefault="00BF59C3" w:rsidP="00685ED8">
            <w:pPr>
              <w:contextualSpacing/>
              <w:jc w:val="center"/>
              <w:rPr>
                <w:rFonts w:eastAsia="Calibri" w:cs="Arial"/>
                <w:color w:val="000000"/>
                <w:sz w:val="20"/>
                <w:szCs w:val="20"/>
              </w:rPr>
            </w:pPr>
            <w:r w:rsidRPr="00C15E07">
              <w:rPr>
                <w:rFonts w:eastAsia="Calibri" w:cs="Arial"/>
                <w:color w:val="000000"/>
                <w:sz w:val="20"/>
                <w:szCs w:val="20"/>
              </w:rPr>
              <w:t>Opis metody przyznawanych punktów</w:t>
            </w:r>
          </w:p>
        </w:tc>
      </w:tr>
      <w:tr w:rsidR="00BF59C3" w:rsidRPr="00C15E07" w14:paraId="6C506CA3" w14:textId="77777777" w:rsidTr="00685ED8">
        <w:trPr>
          <w:trHeight w:val="382"/>
          <w:jc w:val="center"/>
        </w:trPr>
        <w:tc>
          <w:tcPr>
            <w:tcW w:w="14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4BAA7" w14:textId="77777777" w:rsidR="00BF59C3" w:rsidRPr="00C15E07" w:rsidRDefault="00BF59C3" w:rsidP="00685ED8">
            <w:pPr>
              <w:spacing w:line="240" w:lineRule="auto"/>
              <w:jc w:val="center"/>
              <w:rPr>
                <w:rFonts w:eastAsia="Calibri" w:cs="Arial"/>
                <w:b/>
                <w:color w:val="000000"/>
                <w:sz w:val="20"/>
                <w:szCs w:val="20"/>
              </w:rPr>
            </w:pPr>
            <w:r w:rsidRPr="00C15E07">
              <w:rPr>
                <w:rFonts w:eastAsia="Calibri" w:cs="Arial"/>
                <w:b/>
                <w:color w:val="000000"/>
                <w:sz w:val="20"/>
                <w:szCs w:val="20"/>
              </w:rPr>
              <w:t>CENA BRUTTO OFERTY</w:t>
            </w:r>
          </w:p>
          <w:p w14:paraId="61F97FFE" w14:textId="77777777" w:rsidR="00BF59C3" w:rsidRPr="00C15E07" w:rsidRDefault="00BF59C3" w:rsidP="00685ED8">
            <w:pPr>
              <w:spacing w:line="240" w:lineRule="auto"/>
              <w:jc w:val="center"/>
              <w:rPr>
                <w:rFonts w:eastAsia="Calibri" w:cs="Arial"/>
                <w:color w:val="000000"/>
                <w:sz w:val="20"/>
                <w:szCs w:val="20"/>
              </w:rPr>
            </w:pPr>
            <w:r w:rsidRPr="00C15E07">
              <w:rPr>
                <w:rFonts w:eastAsia="Calibri" w:cs="Arial"/>
                <w:color w:val="000000"/>
                <w:sz w:val="20"/>
                <w:szCs w:val="20"/>
              </w:rPr>
              <w:t>[zł.]</w:t>
            </w:r>
          </w:p>
        </w:tc>
        <w:tc>
          <w:tcPr>
            <w:tcW w:w="9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B01F9F" w14:textId="77777777" w:rsidR="00BF59C3" w:rsidRPr="00C15E07" w:rsidRDefault="00BF59C3" w:rsidP="00685ED8">
            <w:pPr>
              <w:jc w:val="center"/>
              <w:rPr>
                <w:rFonts w:eastAsia="Calibri" w:cs="Arial"/>
                <w:color w:val="000000"/>
                <w:sz w:val="20"/>
                <w:szCs w:val="20"/>
              </w:rPr>
            </w:pPr>
            <w:r w:rsidRPr="00C15E07">
              <w:rPr>
                <w:rFonts w:eastAsia="Calibri" w:cs="Arial"/>
                <w:color w:val="000000"/>
                <w:sz w:val="20"/>
                <w:szCs w:val="20"/>
              </w:rPr>
              <w:t>100%</w:t>
            </w:r>
          </w:p>
        </w:tc>
        <w:tc>
          <w:tcPr>
            <w:tcW w:w="26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B9E343" w14:textId="77777777" w:rsidR="00BF59C3" w:rsidRPr="00C15E07" w:rsidRDefault="00BF59C3" w:rsidP="00685ED8">
            <w:pPr>
              <w:spacing w:before="60" w:after="120" w:line="240" w:lineRule="auto"/>
              <w:contextualSpacing/>
              <w:jc w:val="center"/>
              <w:rPr>
                <w:rFonts w:eastAsia="Calibri" w:cs="Arial"/>
                <w:color w:val="000000"/>
                <w:sz w:val="20"/>
                <w:szCs w:val="20"/>
              </w:rPr>
            </w:pPr>
            <w:r w:rsidRPr="00C15E07">
              <w:rPr>
                <w:rFonts w:eastAsia="Calibri" w:cs="Arial"/>
                <w:sz w:val="20"/>
                <w:szCs w:val="20"/>
              </w:rPr>
              <w:t xml:space="preserve">(najniższa cena brutto spośród złożonych ofert </w:t>
            </w:r>
            <w:r w:rsidRPr="00C15E07">
              <w:rPr>
                <w:rFonts w:eastAsia="Calibri" w:cs="Arial"/>
                <w:sz w:val="20"/>
                <w:szCs w:val="20"/>
              </w:rPr>
              <w:br/>
              <w:t xml:space="preserve">/ cena brutto badanej oferty) </w:t>
            </w:r>
            <w:r w:rsidRPr="00C15E07">
              <w:rPr>
                <w:rFonts w:eastAsia="Calibri" w:cs="Arial"/>
                <w:sz w:val="20"/>
                <w:szCs w:val="20"/>
              </w:rPr>
              <w:br/>
              <w:t>x 100 pkt</w:t>
            </w:r>
          </w:p>
        </w:tc>
      </w:tr>
    </w:tbl>
    <w:p w14:paraId="668D61E9" w14:textId="66794A1E" w:rsidR="00BF59C3" w:rsidRDefault="00BF59C3" w:rsidP="001E6E20">
      <w:pPr>
        <w:spacing w:after="120" w:line="259" w:lineRule="auto"/>
        <w:ind w:left="720"/>
        <w:rPr>
          <w:rFonts w:eastAsia="Calibri" w:cs="Arial"/>
          <w:sz w:val="20"/>
          <w:szCs w:val="20"/>
        </w:rPr>
      </w:pPr>
    </w:p>
    <w:p w14:paraId="561D5470" w14:textId="77777777" w:rsidR="00BF59C3" w:rsidRPr="00BF59C3" w:rsidRDefault="00BF59C3" w:rsidP="001E6E20">
      <w:pPr>
        <w:spacing w:after="120" w:line="259" w:lineRule="auto"/>
        <w:ind w:left="720"/>
        <w:rPr>
          <w:rFonts w:eastAsia="Calibri" w:cs="Arial"/>
          <w:sz w:val="20"/>
          <w:szCs w:val="20"/>
        </w:rPr>
      </w:pPr>
    </w:p>
    <w:p w14:paraId="478DBBA8" w14:textId="26557B7F" w:rsidR="0018265F" w:rsidRPr="00E35F58" w:rsidRDefault="00E35F58" w:rsidP="001E6E20">
      <w:pPr>
        <w:pStyle w:val="Styl11"/>
        <w:spacing w:before="120"/>
        <w:contextualSpacing w:val="0"/>
        <w:rPr>
          <w:i/>
        </w:rPr>
      </w:pPr>
      <w:r>
        <w:t>Zamawiający</w:t>
      </w:r>
      <w:r w:rsidRPr="00E35F58">
        <w:t xml:space="preserve"> będzie </w:t>
      </w:r>
      <w:r w:rsidRPr="003D4414">
        <w:t xml:space="preserve">rozliczał się z Wykonawcą na podstawie § </w:t>
      </w:r>
      <w:r w:rsidR="003B2483">
        <w:t>15</w:t>
      </w:r>
      <w:r w:rsidRPr="003D4414">
        <w:t xml:space="preserve"> 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38623CF0" w:rsidR="00F40506" w:rsidRPr="00360633" w:rsidRDefault="00F40506" w:rsidP="00F84422">
      <w:pPr>
        <w:spacing w:line="259" w:lineRule="auto"/>
        <w:rPr>
          <w:rFonts w:eastAsia="Calibri" w:cs="Arial"/>
          <w:color w:val="000000"/>
          <w:sz w:val="20"/>
          <w:szCs w:val="20"/>
        </w:rPr>
      </w:pPr>
      <w:r w:rsidRPr="00360633">
        <w:rPr>
          <w:rFonts w:eastAsia="Calibri" w:cs="Arial"/>
          <w:color w:val="000000"/>
          <w:sz w:val="20"/>
          <w:szCs w:val="20"/>
        </w:rPr>
        <w:t xml:space="preserve">Zamawiający </w:t>
      </w:r>
      <w:r w:rsidRPr="00BF59C3">
        <w:rPr>
          <w:rFonts w:eastAsia="Calibri" w:cs="Arial"/>
          <w:sz w:val="20"/>
          <w:szCs w:val="20"/>
        </w:rPr>
        <w:t xml:space="preserve">nie przewiduje </w:t>
      </w:r>
      <w:r w:rsidRPr="00360633">
        <w:rPr>
          <w:rFonts w:eastAsia="Calibri" w:cs="Arial"/>
          <w:color w:val="000000"/>
          <w:sz w:val="20"/>
          <w:szCs w:val="20"/>
        </w:rPr>
        <w:t>możliwości 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05DB0FF0" w:rsidR="002A0400" w:rsidRDefault="00513B82" w:rsidP="00D2442C">
      <w:pPr>
        <w:pStyle w:val="Styl11"/>
      </w:pPr>
      <w:r w:rsidRPr="00513B82">
        <w:t xml:space="preserve">Cena określona w ofercie uwzględnia wszelkie koszty wynagrodzenia Wykonawcy jakie Zamawiający zapłaci z tytułu realizacji przedmiotu zamówienia </w:t>
      </w:r>
      <w:r w:rsidRPr="00BF59C3">
        <w:t>i powinna być wynikiem kalkulacji zgodnie z Formularz</w:t>
      </w:r>
      <w:r w:rsidR="002A0400" w:rsidRPr="00BF59C3">
        <w:t>em cenowym</w:t>
      </w:r>
      <w:r w:rsidRPr="00BF59C3">
        <w:t xml:space="preserve">, </w:t>
      </w:r>
      <w:r w:rsidR="002A0400" w:rsidRPr="00BF59C3">
        <w:t>którego wzó</w:t>
      </w:r>
      <w:r w:rsidRPr="00BF59C3">
        <w:t>r</w:t>
      </w:r>
      <w:r w:rsidR="002A0400" w:rsidRPr="00BF59C3">
        <w:t xml:space="preserve"> stanowi Załącznik</w:t>
      </w:r>
      <w:r w:rsidRPr="00BF59C3">
        <w:t xml:space="preserve"> nr </w:t>
      </w:r>
      <w:r w:rsidR="00BF59C3" w:rsidRPr="00BF59C3">
        <w:t xml:space="preserve">2 </w:t>
      </w:r>
      <w:r w:rsidRPr="00BF59C3">
        <w:t xml:space="preserve">do SWZ. </w:t>
      </w:r>
    </w:p>
    <w:p w14:paraId="7AA02313" w14:textId="423F0A81" w:rsidR="000D2460" w:rsidRPr="00BF59C3" w:rsidRDefault="000D2460" w:rsidP="00D2442C">
      <w:pPr>
        <w:pStyle w:val="Styl11"/>
      </w:pPr>
      <w:r w:rsidRPr="00BF59C3">
        <w:t>W przypadku stawki godzinowej za prac</w:t>
      </w:r>
      <w:r w:rsidR="001F44C1" w:rsidRPr="00BF59C3">
        <w:t xml:space="preserve">ę </w:t>
      </w:r>
      <w:r w:rsidRPr="00BF59C3">
        <w:t xml:space="preserve">należy w wynagrodzeniu uwzględnić wszystkie koszty wnikające z przepisów prawa. Tak obliczona stawka stanowi podstawę do obliczenia ceny. </w:t>
      </w:r>
    </w:p>
    <w:p w14:paraId="60D9FB26" w14:textId="5140B6E9" w:rsidR="00513B82" w:rsidRDefault="00513B82" w:rsidP="00D2442C">
      <w:pPr>
        <w:pStyle w:val="Styl11"/>
      </w:pPr>
      <w:r w:rsidRPr="002A0400">
        <w:t xml:space="preserve">Wykonawca zobowiązany jest wypełnić wszystkie pozycje ujęte w </w:t>
      </w:r>
      <w:r w:rsidR="00882B39">
        <w:t>Formularzu ofertowym</w:t>
      </w:r>
      <w:r w:rsidR="002A0400" w:rsidRPr="002A0400">
        <w:rPr>
          <w:color w:val="4F81BD" w:themeColor="accent1"/>
        </w:rPr>
        <w:t xml:space="preserve"> i</w:t>
      </w:r>
      <w:r w:rsidR="00CC2316">
        <w:rPr>
          <w:color w:val="4F81BD" w:themeColor="accent1"/>
        </w:rPr>
        <w:t> </w:t>
      </w:r>
      <w:r w:rsidR="002A0400" w:rsidRPr="00BF59C3">
        <w:t>Formularzu cenowym</w:t>
      </w:r>
      <w:r w:rsidRPr="00BF59C3">
        <w:t>.</w:t>
      </w:r>
    </w:p>
    <w:p w14:paraId="22966B02" w14:textId="11C92C2D" w:rsidR="00C24F8F" w:rsidRDefault="00C24F8F" w:rsidP="00C24F8F">
      <w:pPr>
        <w:pStyle w:val="Styl11"/>
      </w:pPr>
      <w:r>
        <w:t xml:space="preserve">Kwoty należy zaokrąglić do pełnych groszy, przy czym końcówki poniżej 0,5 grosza pomija się, a końcówki 0,5 i wyższe zaokrągla się do 1 grosza (ostatnią pozostawioną cyfrę powiększa się o jednostkę), zgodnie z </w:t>
      </w:r>
      <w:r w:rsidRPr="00262F4E">
        <w:rPr>
          <w:u w:val="single"/>
        </w:rPr>
        <w:t>art. 106e ust. 11 ustawy z dnia 11 marca 2004 r. o podatku od towarów i usł</w:t>
      </w:r>
      <w:r w:rsidR="00864C9A" w:rsidRPr="00262F4E">
        <w:rPr>
          <w:u w:val="single"/>
        </w:rPr>
        <w:t>ug</w:t>
      </w:r>
      <w:r>
        <w:t>.</w:t>
      </w:r>
    </w:p>
    <w:p w14:paraId="6F1D2140" w14:textId="5B3D9274" w:rsidR="00C24F8F" w:rsidRPr="00513B82" w:rsidRDefault="00C24F8F" w:rsidP="00C24F8F">
      <w:pPr>
        <w:pStyle w:val="Styl11"/>
      </w:pPr>
      <w:r>
        <w:t xml:space="preserve">Zamawiający zastrzega, że cena za realizację przedmiotu zamówienia wskazana przez Wykonawcę w Formularzu ofertowym </w:t>
      </w:r>
      <w:r w:rsidRPr="00BF59C3">
        <w:t xml:space="preserve">oraz w Formularzu cenowym </w:t>
      </w:r>
      <w:r>
        <w:t>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150422C7" w:rsidR="001E0317" w:rsidRPr="00EC1E0C" w:rsidRDefault="00764011" w:rsidP="00F84422">
      <w:pPr>
        <w:pStyle w:val="Styl11"/>
        <w:contextualSpacing w:val="0"/>
        <w:rPr>
          <w:b/>
          <w:u w:val="single"/>
        </w:rPr>
      </w:pPr>
      <w:r w:rsidRPr="003D4414">
        <w:t>Ofertę w formie elektronicznej</w:t>
      </w:r>
      <w:r w:rsidR="00604F2B" w:rsidRPr="003D4414">
        <w:t>, opatrzoną</w:t>
      </w:r>
      <w:r w:rsidRPr="003D4414">
        <w:t xml:space="preserve"> kwalifikowanym podpisem elektronicznym wystawionym przez dostawcę kwalifikowanej usługi zaufania, będącego podmiotem św</w:t>
      </w:r>
      <w:r w:rsidR="00604F2B" w:rsidRPr="003D4414">
        <w:t xml:space="preserve">iadczącym usługi certyfikacyjne, </w:t>
      </w:r>
      <w:r w:rsidR="00604F2B" w:rsidRPr="003D4414">
        <w:rPr>
          <w:rFonts w:eastAsia="Calibri"/>
          <w:lang w:eastAsia="pl-PL"/>
        </w:rPr>
        <w:t xml:space="preserve">spełniający wymogi bezpieczeństwa lub podpis zaufany składany za pośrednictwem profilu zaufanego </w:t>
      </w:r>
      <w:proofErr w:type="spellStart"/>
      <w:r w:rsidR="00604F2B" w:rsidRPr="003D4414">
        <w:rPr>
          <w:rFonts w:eastAsia="Calibri"/>
          <w:lang w:eastAsia="pl-PL"/>
        </w:rPr>
        <w:t>ePUAP</w:t>
      </w:r>
      <w:proofErr w:type="spellEnd"/>
      <w:r w:rsidR="00604F2B" w:rsidRPr="003D4414">
        <w:rPr>
          <w:rFonts w:eastAsia="Calibri"/>
          <w:lang w:eastAsia="pl-PL"/>
        </w:rPr>
        <w:t xml:space="preserve">, umożliwiający uwierzytelnienie tożsamości osoby składającej podpis, o których mowa w </w:t>
      </w:r>
      <w:r w:rsidR="00604F2B" w:rsidRPr="003D4414">
        <w:rPr>
          <w:rFonts w:eastAsia="Calibri"/>
          <w:u w:val="single"/>
          <w:lang w:eastAsia="pl-PL"/>
        </w:rPr>
        <w:t>ustawie z dnia 5 września 2016 r.  – o</w:t>
      </w:r>
      <w:r w:rsidR="00604F2B" w:rsidRPr="003D4414">
        <w:rPr>
          <w:u w:val="single"/>
        </w:rPr>
        <w:t> </w:t>
      </w:r>
      <w:r w:rsidR="00604F2B" w:rsidRPr="003D4414">
        <w:rPr>
          <w:rFonts w:eastAsia="Calibri"/>
          <w:u w:val="single"/>
          <w:lang w:eastAsia="pl-PL"/>
        </w:rPr>
        <w:t>usługach zaufania oraz identyfikacji elektronicznej</w:t>
      </w:r>
      <w:r w:rsidR="00CB381E" w:rsidRPr="003D4414">
        <w:t>,</w:t>
      </w:r>
      <w:r w:rsidRPr="003D4414">
        <w:t xml:space="preserve"> Wykonawca składa za pośrednictwem Modułu Elektronicznej Komunikacji z Dostawcami dostępnego na stronie </w:t>
      </w:r>
      <w:hyperlink r:id="rId15" w:history="1">
        <w:r w:rsidRPr="003D4414">
          <w:t>http://www.przetargi.pgnig.pl</w:t>
        </w:r>
      </w:hyperlink>
      <w:r w:rsidRPr="003D4414">
        <w:t xml:space="preserve"> przed </w:t>
      </w:r>
      <w:r w:rsidR="001046F8" w:rsidRPr="003D4414">
        <w:t>upływem terminu składania ofert,</w:t>
      </w:r>
      <w:r w:rsidR="00EB11D4" w:rsidRPr="003D4414">
        <w:rPr>
          <w:b/>
        </w:rPr>
        <w:t xml:space="preserve"> </w:t>
      </w:r>
      <w:r w:rsidR="001046F8" w:rsidRPr="003D4414">
        <w:rPr>
          <w:b/>
        </w:rPr>
        <w:t xml:space="preserve">tj. </w:t>
      </w:r>
      <w:r w:rsidR="001046F8" w:rsidRPr="00EC1E0C">
        <w:rPr>
          <w:b/>
          <w:u w:val="single"/>
        </w:rPr>
        <w:t xml:space="preserve">do dnia </w:t>
      </w:r>
      <w:r w:rsidR="007B42F9" w:rsidRPr="00EC1E0C">
        <w:rPr>
          <w:b/>
          <w:u w:val="single"/>
        </w:rPr>
        <w:t>17</w:t>
      </w:r>
      <w:r w:rsidR="00BF59C3" w:rsidRPr="00EC1E0C">
        <w:rPr>
          <w:b/>
          <w:u w:val="single"/>
        </w:rPr>
        <w:t>.0</w:t>
      </w:r>
      <w:r w:rsidR="007B42F9" w:rsidRPr="00EC1E0C">
        <w:rPr>
          <w:b/>
          <w:u w:val="single"/>
        </w:rPr>
        <w:t>2</w:t>
      </w:r>
      <w:r w:rsidR="00BF59C3" w:rsidRPr="00EC1E0C">
        <w:rPr>
          <w:b/>
          <w:u w:val="single"/>
        </w:rPr>
        <w:t xml:space="preserve">.2026 </w:t>
      </w:r>
      <w:r w:rsidR="001046F8" w:rsidRPr="00EC1E0C">
        <w:rPr>
          <w:b/>
          <w:u w:val="single"/>
        </w:rPr>
        <w:t xml:space="preserve">r. godz. </w:t>
      </w:r>
      <w:r w:rsidR="00BF59C3" w:rsidRPr="00EC1E0C">
        <w:rPr>
          <w:b/>
          <w:u w:val="single"/>
        </w:rPr>
        <w:t>11:00.</w:t>
      </w:r>
    </w:p>
    <w:p w14:paraId="0DBCBFAB" w14:textId="24C12A53" w:rsidR="00764011" w:rsidRPr="0081083D" w:rsidRDefault="00764011" w:rsidP="00F84422">
      <w:pPr>
        <w:pStyle w:val="Styl11"/>
        <w:contextualSpacing w:val="0"/>
      </w:pPr>
      <w:r w:rsidRPr="0081083D">
        <w:t xml:space="preserve">Oświadczenia podmiotów składających ofertę/wniosek wspólnie oraz podmiotów udostępniających potencjał powinny mieć formę dokumentu elektronicznego, podpisanego kwalifikowanym podpisem elektronicznym </w:t>
      </w:r>
      <w:r w:rsidR="001E6E20">
        <w:t xml:space="preserve">lub podpisem zaufanym </w:t>
      </w:r>
      <w:r w:rsidRPr="0081083D">
        <w:t>przez każdego z nich.</w:t>
      </w:r>
      <w:bookmarkStart w:id="7" w:name="_GoBack"/>
      <w:bookmarkEnd w:id="7"/>
    </w:p>
    <w:p w14:paraId="1D11B793" w14:textId="58CF3E99" w:rsidR="00764011" w:rsidRPr="0081083D" w:rsidRDefault="00764011" w:rsidP="00F84422">
      <w:pPr>
        <w:pStyle w:val="Styl11"/>
        <w:contextualSpacing w:val="0"/>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F84422">
      <w:pPr>
        <w:pStyle w:val="Styl11"/>
        <w:contextualSpacing w:val="0"/>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5D33A793" w:rsidR="00764011" w:rsidRPr="0081083D" w:rsidRDefault="00764011" w:rsidP="00F84422">
      <w:pPr>
        <w:pStyle w:val="Styl11"/>
        <w:contextualSpacing w:val="0"/>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w:t>
      </w:r>
      <w:r w:rsidR="006107B4">
        <w:rPr>
          <w:rFonts w:eastAsia="Arial Unicode MS"/>
        </w:rPr>
        <w:t>.</w:t>
      </w:r>
      <w:r w:rsidRPr="0081083D">
        <w:rPr>
          <w:rFonts w:eastAsia="Arial Unicode MS"/>
        </w:rPr>
        <w:t xml:space="preserve">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F84422">
      <w:pPr>
        <w:pStyle w:val="Styl11"/>
        <w:contextualSpacing w:val="0"/>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41371835" w14:textId="77777777" w:rsidR="00515B52" w:rsidRPr="00966DA5" w:rsidRDefault="0069101D" w:rsidP="00D877C6">
      <w:pPr>
        <w:pStyle w:val="Styl1"/>
      </w:pPr>
      <w:r>
        <w:t>Otwarcie ofert</w:t>
      </w:r>
    </w:p>
    <w:p w14:paraId="4FA04E10" w14:textId="0BD77E21"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BF59C3">
        <w:t>11:30.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3E21B11" w:rsidR="00F40506" w:rsidRPr="00D2442C" w:rsidRDefault="00F40506" w:rsidP="001E6E20">
      <w:pPr>
        <w:pStyle w:val="Styl1beznr"/>
        <w:ind w:left="0"/>
      </w:pPr>
      <w:r w:rsidRPr="00D2442C">
        <w:t>Wykonawca pozostaje związ</w:t>
      </w:r>
      <w:r w:rsidR="007B42F9">
        <w:t>any złożoną ofertą przez okres 9</w:t>
      </w:r>
      <w:r w:rsidRPr="00D2442C">
        <w:t>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1E6E20">
      <w:pPr>
        <w:pStyle w:val="Styl1beznr"/>
        <w:ind w:left="0"/>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4490636B" w14:textId="77777777" w:rsidR="001E6E20" w:rsidRPr="009E2D93" w:rsidRDefault="001E6E20" w:rsidP="00F84422">
      <w:pPr>
        <w:numPr>
          <w:ilvl w:val="1"/>
          <w:numId w:val="13"/>
        </w:numPr>
        <w:spacing w:line="259" w:lineRule="auto"/>
        <w:ind w:left="709" w:hanging="709"/>
        <w:rPr>
          <w:rFonts w:eastAsiaTheme="minorHAnsi" w:cs="Arial"/>
          <w:sz w:val="20"/>
          <w:szCs w:val="20"/>
          <w:lang w:eastAsia="en-US"/>
        </w:rPr>
      </w:pPr>
      <w:r w:rsidRPr="009E2D93">
        <w:rPr>
          <w:rFonts w:eastAsiaTheme="minorHAnsi" w:cs="Arial"/>
          <w:sz w:val="20"/>
          <w:szCs w:val="20"/>
          <w:u w:val="single"/>
          <w:lang w:eastAsia="en-US"/>
        </w:rPr>
        <w:t>Wykonawca będący osobą fizyczną</w:t>
      </w:r>
      <w:r w:rsidRPr="009E2D93">
        <w:rPr>
          <w:rFonts w:eastAsiaTheme="minorHAnsi" w:cs="Arial"/>
          <w:sz w:val="20"/>
          <w:szCs w:val="20"/>
          <w:lang w:eastAsia="en-US"/>
        </w:rPr>
        <w:t>, przystępując do postępowania potwierdza, że jest świadomy tego, że:</w:t>
      </w:r>
    </w:p>
    <w:p w14:paraId="7242E685"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Administratorem Państwa danych osobowych jest  ORLEN S.A. z siedzibą w Płocku, ul. Chemików 7 (dalej:  ORLEN S.A.).</w:t>
      </w:r>
    </w:p>
    <w:p w14:paraId="0B9276AE"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Kontaktowe numery telefonów do administratora danych: (24) 256 00 00, (24) 365 00 00, (22) 778 00 00. Z Administratorem danych możecie Państwo skontaktować się także: </w:t>
      </w:r>
    </w:p>
    <w:p w14:paraId="0CDF9627" w14:textId="77777777" w:rsidR="001E6E20" w:rsidRPr="009E2D93" w:rsidRDefault="001E6E20" w:rsidP="00F84422">
      <w:pPr>
        <w:numPr>
          <w:ilvl w:val="0"/>
          <w:numId w:val="28"/>
        </w:numPr>
        <w:spacing w:line="259" w:lineRule="auto"/>
        <w:ind w:left="1843" w:hanging="283"/>
        <w:rPr>
          <w:rFonts w:eastAsiaTheme="minorHAnsi" w:cs="Arial"/>
          <w:sz w:val="20"/>
          <w:szCs w:val="20"/>
          <w:lang w:val="cs-CZ" w:eastAsia="en-US"/>
        </w:rPr>
      </w:pPr>
      <w:r w:rsidRPr="009E2D93">
        <w:rPr>
          <w:rFonts w:eastAsiaTheme="minorHAnsi" w:cs="Arial"/>
          <w:sz w:val="20"/>
          <w:szCs w:val="20"/>
          <w:lang w:val="cs-CZ" w:eastAsia="en-US"/>
        </w:rPr>
        <w:t>listownie na adres: ul. Chemików 7; 09-411 Płock,</w:t>
      </w:r>
    </w:p>
    <w:p w14:paraId="78901EB2" w14:textId="77777777" w:rsidR="001E6E20" w:rsidRPr="009E2D93" w:rsidRDefault="001E6E20" w:rsidP="00F84422">
      <w:pPr>
        <w:numPr>
          <w:ilvl w:val="0"/>
          <w:numId w:val="28"/>
        </w:numPr>
        <w:spacing w:line="259" w:lineRule="auto"/>
        <w:ind w:left="1843" w:hanging="283"/>
        <w:rPr>
          <w:rFonts w:eastAsiaTheme="minorHAnsi" w:cs="Arial"/>
          <w:sz w:val="20"/>
          <w:szCs w:val="20"/>
          <w:lang w:val="cs-CZ" w:eastAsia="en-US"/>
        </w:rPr>
      </w:pPr>
      <w:r w:rsidRPr="009E2D93">
        <w:rPr>
          <w:rFonts w:eastAsiaTheme="minorHAnsi" w:cs="Arial"/>
          <w:sz w:val="20"/>
          <w:szCs w:val="20"/>
          <w:lang w:val="cs-CZ" w:eastAsia="en-US"/>
        </w:rPr>
        <w:t>przez e-mail: daneosobowe@orlen.pl.</w:t>
      </w:r>
    </w:p>
    <w:p w14:paraId="4BF68C46"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val="cs-CZ" w:eastAsia="en-US"/>
        </w:rPr>
        <w:t xml:space="preserve">Do kontaktu z Inspektorem ochrony danych w  ORLEN S.A. służy następujący adres email: </w:t>
      </w:r>
      <w:r w:rsidR="003B2483">
        <w:fldChar w:fldCharType="begin"/>
      </w:r>
      <w:r w:rsidR="003B2483">
        <w:instrText xml:space="preserve"> HYPERLINK "mailto:daneosobowe@orlen.pl" </w:instrText>
      </w:r>
      <w:r w:rsidR="003B2483">
        <w:fldChar w:fldCharType="separate"/>
      </w:r>
      <w:r w:rsidRPr="009E2D93">
        <w:rPr>
          <w:rFonts w:eastAsiaTheme="minorHAnsi" w:cs="Arial"/>
          <w:i/>
          <w:iCs/>
          <w:color w:val="0000FF" w:themeColor="hyperlink"/>
          <w:sz w:val="20"/>
          <w:szCs w:val="20"/>
          <w:u w:val="single"/>
          <w:lang w:val="cs-CZ" w:eastAsia="en-US"/>
        </w:rPr>
        <w:t>daneosobowe@orlen.pl</w:t>
      </w:r>
      <w:r w:rsidR="003B2483">
        <w:rPr>
          <w:rFonts w:eastAsiaTheme="minorHAnsi" w:cs="Arial"/>
          <w:i/>
          <w:iCs/>
          <w:color w:val="0000FF" w:themeColor="hyperlink"/>
          <w:sz w:val="20"/>
          <w:szCs w:val="20"/>
          <w:u w:val="single"/>
          <w:lang w:val="cs-CZ" w:eastAsia="en-US"/>
        </w:rPr>
        <w:fldChar w:fldCharType="end"/>
      </w:r>
      <w:r w:rsidRPr="009E2D93">
        <w:rPr>
          <w:rFonts w:eastAsiaTheme="minorHAnsi" w:cs="Arial"/>
          <w:sz w:val="20"/>
          <w:szCs w:val="20"/>
          <w:lang w:val="cs-CZ" w:eastAsia="en-US"/>
        </w:rPr>
        <w:t xml:space="preserve">. </w:t>
      </w:r>
      <w:r w:rsidRPr="009E2D93">
        <w:rPr>
          <w:rFonts w:eastAsiaTheme="minorHAnsi" w:cs="Arial"/>
          <w:sz w:val="20"/>
          <w:szCs w:val="20"/>
          <w:lang w:eastAsia="en-US"/>
        </w:rPr>
        <w:t xml:space="preserve">Z Inspektorem ochrony danych można skontaktować się także pisemnie na adres siedziby  ORLEN S.A., wskazany w pkt 1, z dopiskiem „Inspektor Ochrony Danych“. Dane dot. Inspektora Ochrony Danych dostępne są również na stronie </w:t>
      </w:r>
      <w:hyperlink r:id="rId16" w:history="1">
        <w:r w:rsidRPr="009E2D93">
          <w:rPr>
            <w:rFonts w:eastAsiaTheme="minorHAnsi" w:cs="Arial"/>
            <w:i/>
            <w:iCs/>
            <w:color w:val="0000FF" w:themeColor="hyperlink"/>
            <w:sz w:val="20"/>
            <w:szCs w:val="20"/>
            <w:u w:val="single"/>
            <w:lang w:eastAsia="en-US"/>
          </w:rPr>
          <w:t>www.orlen.pl</w:t>
        </w:r>
      </w:hyperlink>
      <w:r w:rsidRPr="009E2D93">
        <w:rPr>
          <w:rFonts w:eastAsiaTheme="minorHAnsi" w:cs="Arial"/>
          <w:sz w:val="20"/>
          <w:szCs w:val="20"/>
          <w:lang w:eastAsia="en-US"/>
        </w:rPr>
        <w:t xml:space="preserve"> w zakładce „Kontakt”.</w:t>
      </w:r>
    </w:p>
    <w:p w14:paraId="4C702BC7"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Pani/Pana dane osobowe w niezbędnym zakresie będą przetwarzane:</w:t>
      </w:r>
    </w:p>
    <w:p w14:paraId="064C3CAD"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rozpatrzenia oferty oraz wykonania umowy (jeśli zostanie ona zawarta) – podstawą prawną jest niezbędność przetwarzania do wykonania umowy, której jest Pani/Pan stroną lub podjęcie na Pani/Pana żądanie działań przed zawarciem umowy (art. 6 ust. 1 lit. b Rozporządzenia ogólnego o ochronie danych osobowych 2016/679 – RODO);</w:t>
      </w:r>
    </w:p>
    <w:p w14:paraId="35C061FC"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dla celów wypełnienia obowiązków prawnych ciążących na  ORLEN S.A. na podstawie powszechnie obowiązujących przepisów prawa, w tym w szczególności przepisów z zakresu rachunkowości i prawa podatkowego – podstawą prawną przetwarzania jest art. 6 ust. 1 lit. c RODO;</w:t>
      </w:r>
    </w:p>
    <w:p w14:paraId="307BCFAC"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dokonania oceny współpracy na podstawie zawartej z Panią/Panem umowy (w przypadku jej zawarcia) – podstawą prawną przetwarzania jest prawnie uzasadniony interes  ORLEN S.A. (art. 6 ust. 1 lit. f RODO); prawnie uzasadniony interes polega na umożliwieniu  ORLEN S.A. dokonywania okresowej oceny współpracy z kontrahentami  ORLEN S.A., m.in. z punktu widzenia terminowości realizacji umowy i jakości świadczonej usługi/dostawy;</w:t>
      </w:r>
    </w:p>
    <w:p w14:paraId="18DACC22" w14:textId="77777777" w:rsidR="001E6E20" w:rsidRPr="009E2D93" w:rsidRDefault="001E6E20" w:rsidP="00F84422">
      <w:pPr>
        <w:numPr>
          <w:ilvl w:val="3"/>
          <w:numId w:val="13"/>
        </w:numPr>
        <w:spacing w:line="259" w:lineRule="auto"/>
        <w:ind w:left="2552" w:hanging="992"/>
        <w:rPr>
          <w:rFonts w:eastAsiaTheme="minorHAnsi" w:cs="Arial"/>
          <w:sz w:val="20"/>
          <w:szCs w:val="20"/>
          <w:lang w:eastAsia="en-US"/>
        </w:rPr>
      </w:pPr>
      <w:r w:rsidRPr="009E2D93">
        <w:rPr>
          <w:rFonts w:eastAsiaTheme="minorHAnsi" w:cs="Arial"/>
          <w:sz w:val="20"/>
          <w:szCs w:val="20"/>
          <w:lang w:eastAsia="en-US"/>
        </w:rPr>
        <w:t>w celu ewentualnego ustalenia lub dochodzenia roszczeń lub obrony przed roszczeniami – podstawą prawną przetwarzania jest prawnie uzasadniony interes  ORLEN S.A. (art. 6 ust. 1 lit. f RODO); prawnie uzasadniony interes polega na umożliwieniu  ORLEN S.A. dochodzenia lub obrony przed roszczeniami związanymi z prowadzonym postępowaniem o udzielenie zamówienia i wykonaniem umowy.</w:t>
      </w:r>
    </w:p>
    <w:p w14:paraId="1CD5F53E" w14:textId="77777777" w:rsidR="001E6E20" w:rsidRPr="009E2D93" w:rsidRDefault="001E6E20" w:rsidP="00F84422">
      <w:pPr>
        <w:spacing w:line="259" w:lineRule="auto"/>
        <w:ind w:left="1560"/>
        <w:rPr>
          <w:rFonts w:eastAsiaTheme="minorHAnsi" w:cs="Arial"/>
          <w:sz w:val="20"/>
          <w:szCs w:val="20"/>
          <w:lang w:eastAsia="en-US"/>
        </w:rPr>
      </w:pPr>
      <w:r w:rsidRPr="009E2D93">
        <w:rPr>
          <w:rFonts w:cs="Arial"/>
          <w:sz w:val="20"/>
          <w:szCs w:val="20"/>
        </w:rPr>
        <w:t>W przypadku przesyłania przez Wykonawcę dokumentów elektronicznych do Zamawiającego za pośrednictwem Platformy Elektronicznego Fakturowania, Zamawiający otrzyma z tej platformy dane osobowe Wykonawcy zawarte w przesyłanych dokumentach.</w:t>
      </w:r>
    </w:p>
    <w:p w14:paraId="572E0A89"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Pani/Pana dane osobowe będą przekazywane dostawcom systemów informatycznych i usług IT, podmiotom świadczącym na rzecz  ORLEN S.A.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1C5720C2"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w:t>
      </w:r>
      <w:r>
        <w:rPr>
          <w:rFonts w:eastAsiaTheme="minorHAnsi" w:cs="Arial"/>
          <w:sz w:val="20"/>
          <w:szCs w:val="20"/>
          <w:lang w:eastAsia="en-US"/>
        </w:rPr>
        <w:t>azie wyboru złożonej oferty), a </w:t>
      </w:r>
      <w:r w:rsidRPr="009E2D93">
        <w:rPr>
          <w:rFonts w:eastAsiaTheme="minorHAnsi" w:cs="Arial"/>
          <w:sz w:val="20"/>
          <w:szCs w:val="20"/>
          <w:lang w:eastAsia="en-US"/>
        </w:rPr>
        <w:t xml:space="preserve">także o okres przedawnienia roszczeń, jeżeli przetwarzanie danych osobowych będzie niezbędne dla dochodzenia ewentualnych roszczeń lub obrony przed takimi roszczeniami przez  ORLEN S.A.. Po tym okresie Pani/Pana dane osobowe będą przetwarzane jedynie w zakresie i przez okres wynikający z przepisów prawa, w szczególności przepisów o rachunkowości. </w:t>
      </w:r>
    </w:p>
    <w:p w14:paraId="55907709"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prawo do przenoszenia danych oraz prawo wniesienia sprzeciwu względem przetwarzania danych.</w:t>
      </w:r>
    </w:p>
    <w:p w14:paraId="223375D4" w14:textId="77777777" w:rsidR="001E6E20" w:rsidRPr="009E2D93" w:rsidRDefault="001E6E20" w:rsidP="00F84422">
      <w:pPr>
        <w:numPr>
          <w:ilvl w:val="2"/>
          <w:numId w:val="13"/>
        </w:numPr>
        <w:spacing w:line="259" w:lineRule="auto"/>
        <w:ind w:left="1560" w:hanging="851"/>
        <w:rPr>
          <w:rFonts w:eastAsiaTheme="minorHAnsi" w:cs="Arial"/>
          <w:b/>
          <w:bCs/>
          <w:sz w:val="20"/>
          <w:szCs w:val="20"/>
          <w:lang w:eastAsia="en-US"/>
        </w:rPr>
      </w:pPr>
      <w:r w:rsidRPr="009E2D93">
        <w:rPr>
          <w:rFonts w:eastAsiaTheme="minorHAnsi" w:cs="Arial"/>
          <w:sz w:val="20"/>
          <w:szCs w:val="20"/>
          <w:lang w:eastAsia="en-US"/>
        </w:rPr>
        <w:t xml:space="preserve">Przysługuje Pani/Panu prawo wniesienia sprzeciwu względem przetwarzania danych osobowych w celach określonych w pkt 26.1.4.3. – 26.1.4.4. powyżej, z przyczyn związanych z Pani/Pana szczególną sytuacją. </w:t>
      </w:r>
    </w:p>
    <w:p w14:paraId="2B3C0C86"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39B94799"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Podanie danych jest wymagane przez  ORLEN S.A. w celu rozpatrzenia oferty oraz zawarcia i wykonania umowy. Brak podania danych będzie skutkował niemożliwością zawarcia i wykonania umowy</w:t>
      </w:r>
    </w:p>
    <w:p w14:paraId="13FC8709" w14:textId="77777777" w:rsidR="001E6E20" w:rsidRPr="009E2D93" w:rsidRDefault="001E6E20" w:rsidP="00F84422">
      <w:pPr>
        <w:numPr>
          <w:ilvl w:val="1"/>
          <w:numId w:val="13"/>
        </w:numPr>
        <w:spacing w:line="259" w:lineRule="auto"/>
        <w:ind w:left="709" w:hanging="709"/>
        <w:rPr>
          <w:rFonts w:eastAsiaTheme="minorHAnsi" w:cs="Arial"/>
          <w:sz w:val="20"/>
          <w:szCs w:val="20"/>
          <w:lang w:eastAsia="en-US"/>
        </w:rPr>
      </w:pPr>
      <w:r w:rsidRPr="009E2D93">
        <w:rPr>
          <w:rFonts w:eastAsiaTheme="minorHAnsi" w:cs="Arial"/>
          <w:sz w:val="20"/>
          <w:szCs w:val="20"/>
          <w:lang w:eastAsia="en-US"/>
        </w:rPr>
        <w:t>Wykonawca zobowiązany jest do poinformowania osób uprawnionych do jego reprezentacji, których dane osobowe zawarte są w jakimkolwiek załącz</w:t>
      </w:r>
      <w:r>
        <w:rPr>
          <w:rFonts w:eastAsiaTheme="minorHAnsi" w:cs="Arial"/>
          <w:sz w:val="20"/>
          <w:szCs w:val="20"/>
          <w:lang w:eastAsia="en-US"/>
        </w:rPr>
        <w:t>niku lub dokumencie składanym w </w:t>
      </w:r>
      <w:r w:rsidRPr="009E2D93">
        <w:rPr>
          <w:rFonts w:eastAsiaTheme="minorHAnsi" w:cs="Arial"/>
          <w:sz w:val="20"/>
          <w:szCs w:val="20"/>
          <w:lang w:eastAsia="en-US"/>
        </w:rPr>
        <w:t>postępowaniu (w szczególności w pełnomocnictwie), o przetwarzaniu ich danych osobowych przez Zamawiającego („</w:t>
      </w:r>
      <w:r w:rsidRPr="009E2D93">
        <w:rPr>
          <w:rFonts w:eastAsiaTheme="minorHAnsi" w:cs="Arial"/>
          <w:sz w:val="20"/>
          <w:szCs w:val="20"/>
          <w:u w:val="single"/>
          <w:lang w:eastAsia="en-US"/>
        </w:rPr>
        <w:t>Osoby uprawnione do reprezentacji Wykonawcy</w:t>
      </w:r>
      <w:r w:rsidRPr="009E2D93">
        <w:rPr>
          <w:rFonts w:eastAsiaTheme="minorHAnsi" w:cs="Arial"/>
          <w:sz w:val="20"/>
          <w:szCs w:val="20"/>
          <w:lang w:eastAsia="en-US"/>
        </w:rPr>
        <w:t>”). Wykonawca informuje te osoby, że:</w:t>
      </w:r>
    </w:p>
    <w:p w14:paraId="59D51E90"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Administratorem Państwa danych osobowych jest ORLEN S.A. z siedzibą w Płocku, ul. Chemików 7 (dalej:  ORLEN S.A.).</w:t>
      </w:r>
    </w:p>
    <w:p w14:paraId="6002604A" w14:textId="77777777" w:rsidR="001E6E20" w:rsidRPr="009E2D93" w:rsidRDefault="001E6E20" w:rsidP="00F84422">
      <w:pPr>
        <w:numPr>
          <w:ilvl w:val="2"/>
          <w:numId w:val="13"/>
        </w:numPr>
        <w:spacing w:line="259" w:lineRule="auto"/>
        <w:ind w:left="1560" w:hanging="851"/>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5634D8E3" w14:textId="77777777" w:rsidR="001E6E20" w:rsidRPr="009E2D93" w:rsidRDefault="001E6E20" w:rsidP="00F84422">
      <w:pPr>
        <w:numPr>
          <w:ilvl w:val="0"/>
          <w:numId w:val="29"/>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44716CC8" w14:textId="77777777" w:rsidR="001E6E20" w:rsidRPr="009E2D93" w:rsidRDefault="001E6E20" w:rsidP="00F84422">
      <w:pPr>
        <w:numPr>
          <w:ilvl w:val="0"/>
          <w:numId w:val="29"/>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przez e-mail: daneosobowe@orlen.pl.</w:t>
      </w:r>
    </w:p>
    <w:p w14:paraId="4E671936"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643EFD50"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 xml:space="preserve">Pani/Pana dane osobowe zostały udostępnione przez reprezentowany przez Panią/Pana podmiot uczestniczący w postępowaniu o udzielenie zamówienia oraz pozyskane przez Administratora z rejestrów publicznych (KRS, CEIDG). </w:t>
      </w:r>
    </w:p>
    <w:p w14:paraId="5F88D7F4"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 xml:space="preserve">Zakres Pani/Pana danych osobowych przetwarzanych przez  ORLEN S.A. obejmuje: imię, nazwisko, stanowisko, reprezentowany podmiot, dane ujawnione w jawnych rejestrach, dane ujawnione w treści pełnomocnictwa (jeśli zostało ono Pani/Panu udzielone). </w:t>
      </w:r>
    </w:p>
    <w:p w14:paraId="1FD18914" w14:textId="77777777" w:rsidR="001E6E20" w:rsidRPr="009E2D93" w:rsidRDefault="001E6E20" w:rsidP="00F84422">
      <w:pPr>
        <w:numPr>
          <w:ilvl w:val="2"/>
          <w:numId w:val="13"/>
        </w:numPr>
        <w:spacing w:line="259" w:lineRule="auto"/>
        <w:ind w:left="1560" w:hanging="851"/>
        <w:rPr>
          <w:rFonts w:eastAsiaTheme="minorHAnsi" w:cs="Arial"/>
          <w:b/>
          <w:sz w:val="20"/>
          <w:szCs w:val="20"/>
          <w:lang w:eastAsia="en-US"/>
        </w:rPr>
      </w:pPr>
      <w:r w:rsidRPr="009E2D93">
        <w:rPr>
          <w:rFonts w:eastAsiaTheme="minorHAnsi" w:cs="Arial"/>
          <w:sz w:val="20"/>
          <w:szCs w:val="20"/>
          <w:lang w:eastAsia="en-US"/>
        </w:rPr>
        <w:t>Pani/Pana dane osobowe będą przetwarzane w celu:</w:t>
      </w:r>
    </w:p>
    <w:p w14:paraId="44848B26"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BDB0434"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0C3CF8BD"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1A1F26D5"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Okres przetwarzania może zostać przedłużony o okres wykonywania umowy (w razie wyboru złożonej o</w:t>
      </w:r>
      <w:r>
        <w:rPr>
          <w:rFonts w:eastAsiaTheme="minorHAnsi" w:cs="Arial"/>
          <w:sz w:val="20"/>
          <w:szCs w:val="20"/>
          <w:lang w:eastAsia="en-US"/>
        </w:rPr>
        <w:t>ferty), a </w:t>
      </w:r>
      <w:r w:rsidRPr="009E2D93">
        <w:rPr>
          <w:rFonts w:eastAsiaTheme="minorHAnsi" w:cs="Arial"/>
          <w:sz w:val="20"/>
          <w:szCs w:val="20"/>
          <w:lang w:eastAsia="en-US"/>
        </w:rPr>
        <w:t>także o okres przedawnienia roszczeń, jeżeli przetwarzanie danych osobowych będzie niezbędne dla dochodzenia ewentualnych roszczeń lub obrony przed takimi roszczeniami przez  ORLEN S.A.</w:t>
      </w:r>
    </w:p>
    <w:p w14:paraId="38216763"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prawo dostępu do treści danych oraz żądania ich sprostowania, usunięcia, ograniczenia przetwarzania oraz prawo wniesienia sprzeciwu względem przetwarzania danych.</w:t>
      </w:r>
    </w:p>
    <w:p w14:paraId="748808AB"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także prawo wniesienia skargi do organu nadzorczego zajmującego się ochroną danych osobowych (Prezes Urzędu Ochrony Danych Osobowych), gdy uzna Pani/Pan, że przetwarzanie Pani/Pana danych osobowych narusza przepisy RODO.</w:t>
      </w:r>
    </w:p>
    <w:p w14:paraId="21C181CF"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Przysługuje Pani/Panu prawo wniesienia sprzeciwu względem przetwarzania danych osobowych w celu określonym w pkt. 26.2.6 powyżej, z przyczyn zwi</w:t>
      </w:r>
      <w:r>
        <w:rPr>
          <w:rFonts w:eastAsiaTheme="minorHAnsi" w:cs="Arial"/>
          <w:sz w:val="20"/>
          <w:szCs w:val="20"/>
          <w:lang w:eastAsia="en-US"/>
        </w:rPr>
        <w:t>ązanych z </w:t>
      </w:r>
      <w:r w:rsidRPr="009E2D93">
        <w:rPr>
          <w:rFonts w:eastAsiaTheme="minorHAnsi" w:cs="Arial"/>
          <w:sz w:val="20"/>
          <w:szCs w:val="20"/>
          <w:lang w:eastAsia="en-US"/>
        </w:rPr>
        <w:t>Pani/Pana szczególną sytuacją.</w:t>
      </w:r>
    </w:p>
    <w:p w14:paraId="179D9514" w14:textId="77777777" w:rsidR="001E6E20" w:rsidRPr="009E2D93" w:rsidRDefault="001E6E20" w:rsidP="00F84422">
      <w:pPr>
        <w:numPr>
          <w:ilvl w:val="1"/>
          <w:numId w:val="13"/>
        </w:numPr>
        <w:spacing w:line="259" w:lineRule="auto"/>
        <w:ind w:left="709" w:hanging="709"/>
        <w:rPr>
          <w:rFonts w:eastAsiaTheme="minorHAnsi" w:cs="Arial"/>
          <w:b/>
          <w:sz w:val="20"/>
          <w:szCs w:val="20"/>
          <w:lang w:eastAsia="en-US"/>
        </w:rPr>
      </w:pPr>
      <w:r w:rsidRPr="009E2D93">
        <w:rPr>
          <w:rFonts w:eastAsiaTheme="minorHAnsi" w:cs="Arial"/>
          <w:b/>
          <w:sz w:val="20"/>
          <w:szCs w:val="20"/>
          <w:lang w:eastAsia="en-US"/>
        </w:rPr>
        <w:t>Wykonawca zobowiązany jest do poinformowania osób, których dane osobowe zawarte są w jakimkolwiek załączniku lub dokumencie składanym w postępowaniu, o przetwarzaniu ich danych osobowych przez Zamawiającego („</w:t>
      </w:r>
      <w:r w:rsidRPr="009E2D93">
        <w:rPr>
          <w:rFonts w:eastAsiaTheme="minorHAnsi" w:cs="Arial"/>
          <w:b/>
          <w:sz w:val="20"/>
          <w:szCs w:val="20"/>
          <w:u w:val="single"/>
          <w:lang w:eastAsia="en-US"/>
        </w:rPr>
        <w:t>Członkowie Personelu</w:t>
      </w:r>
      <w:r w:rsidRPr="009E2D93">
        <w:rPr>
          <w:rFonts w:eastAsiaTheme="minorHAnsi" w:cs="Arial"/>
          <w:b/>
          <w:sz w:val="20"/>
          <w:szCs w:val="20"/>
          <w:lang w:eastAsia="en-US"/>
        </w:rPr>
        <w:t>”). Wykonawca informuje te osoby, że:</w:t>
      </w:r>
    </w:p>
    <w:p w14:paraId="136CE08F"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Administratorem Państwa danych osobowych jest  ORLEN S.A. z siedzibą w Płocku, ul. Chemików 7 (dalej:  ORLEN S.A.).</w:t>
      </w:r>
    </w:p>
    <w:p w14:paraId="52EF7B94" w14:textId="77777777" w:rsidR="001E6E20" w:rsidRPr="009E2D93" w:rsidRDefault="001E6E20" w:rsidP="00F84422">
      <w:pPr>
        <w:numPr>
          <w:ilvl w:val="2"/>
          <w:numId w:val="13"/>
        </w:numPr>
        <w:spacing w:line="259" w:lineRule="auto"/>
        <w:ind w:left="1560" w:hanging="840"/>
        <w:rPr>
          <w:rFonts w:eastAsiaTheme="minorHAnsi" w:cs="Arial"/>
          <w:sz w:val="20"/>
          <w:szCs w:val="20"/>
          <w:lang w:eastAsia="en-US"/>
        </w:rPr>
      </w:pPr>
      <w:r w:rsidRPr="009E2D93">
        <w:rPr>
          <w:rFonts w:eastAsiaTheme="minorHAnsi" w:cs="Arial"/>
          <w:sz w:val="20"/>
          <w:szCs w:val="20"/>
          <w:lang w:eastAsia="en-US"/>
        </w:rPr>
        <w:t>Kontaktowe numery telefonów do administratora danych: (24) 256 00 00, (24) 365 00 00, (22) 778 00 00. Z Administratorem danych możecie Państwo skontaktować się także:</w:t>
      </w:r>
    </w:p>
    <w:p w14:paraId="4864CE5B" w14:textId="77777777" w:rsidR="001E6E20" w:rsidRPr="009E2D93" w:rsidRDefault="001E6E20" w:rsidP="00F84422">
      <w:pPr>
        <w:numPr>
          <w:ilvl w:val="0"/>
          <w:numId w:val="30"/>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listownie na adres: ul. Chemików 7; 09-411 Płock,</w:t>
      </w:r>
    </w:p>
    <w:p w14:paraId="5E4D60FC" w14:textId="77777777" w:rsidR="001E6E20" w:rsidRPr="009E2D93" w:rsidRDefault="001E6E20" w:rsidP="00F84422">
      <w:pPr>
        <w:numPr>
          <w:ilvl w:val="0"/>
          <w:numId w:val="30"/>
        </w:numPr>
        <w:spacing w:line="259" w:lineRule="auto"/>
        <w:ind w:left="1843" w:hanging="283"/>
        <w:rPr>
          <w:rFonts w:eastAsiaTheme="minorHAnsi" w:cs="Arial"/>
          <w:sz w:val="20"/>
          <w:szCs w:val="20"/>
          <w:lang w:eastAsia="en-US"/>
        </w:rPr>
      </w:pPr>
      <w:r w:rsidRPr="009E2D93">
        <w:rPr>
          <w:rFonts w:eastAsiaTheme="minorHAnsi" w:cs="Arial"/>
          <w:sz w:val="20"/>
          <w:szCs w:val="20"/>
          <w:lang w:eastAsia="en-US"/>
        </w:rPr>
        <w:t>przez e-mail: daneosobowe@orlen.pl.</w:t>
      </w:r>
    </w:p>
    <w:p w14:paraId="598E7AE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A0E34E7"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Dane osobowe Członka Personelu zostały udostępnione Zamawiającemu przez pracodawcę (podmiot zatrudniający) Członka Personelu, w związku z ubieganiem się o udzielenie zamówienia. </w:t>
      </w:r>
    </w:p>
    <w:p w14:paraId="1E107037"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Zakres przetwarzanych danych osobowych obejmuje: </w:t>
      </w:r>
      <w:r w:rsidRPr="009E2D93">
        <w:rPr>
          <w:rFonts w:eastAsiaTheme="minorHAnsi" w:cs="Arial"/>
          <w:b/>
          <w:sz w:val="20"/>
          <w:szCs w:val="20"/>
          <w:lang w:eastAsia="en-US"/>
        </w:rPr>
        <w:t xml:space="preserve">………………….………………. </w:t>
      </w:r>
    </w:p>
    <w:p w14:paraId="77ADAFD7" w14:textId="77777777" w:rsidR="001E6E20" w:rsidRPr="009E2D93" w:rsidRDefault="001E6E20" w:rsidP="00F84422">
      <w:pPr>
        <w:shd w:val="clear" w:color="auto" w:fill="FFFFFF"/>
        <w:autoSpaceDE w:val="0"/>
        <w:autoSpaceDN w:val="0"/>
        <w:adjustRightInd w:val="0"/>
        <w:spacing w:line="259" w:lineRule="auto"/>
        <w:ind w:left="1560"/>
        <w:rPr>
          <w:rFonts w:cs="Arial"/>
          <w:sz w:val="20"/>
          <w:szCs w:val="20"/>
        </w:rPr>
      </w:pPr>
      <w:r w:rsidRPr="009E2D93">
        <w:rPr>
          <w:rFonts w:cs="Arial"/>
          <w:sz w:val="20"/>
          <w:szCs w:val="20"/>
        </w:rPr>
        <w:t>[</w:t>
      </w:r>
      <w:r w:rsidRPr="009E2D93">
        <w:rPr>
          <w:rFonts w:cs="Arial"/>
          <w:i/>
          <w:sz w:val="20"/>
          <w:szCs w:val="20"/>
        </w:rPr>
        <w:t>pole uzupełnia Wykonawca wskazując kategorie danych osobowych Członka Personelu, które zostały przekazane Zamawiającemu, np. „imię, nazwisko, stanowisko, służbowe dane kontaktowe</w:t>
      </w:r>
      <w:r w:rsidRPr="009E2D93">
        <w:rPr>
          <w:rFonts w:cs="Arial"/>
          <w:sz w:val="20"/>
          <w:szCs w:val="20"/>
        </w:rPr>
        <w:t>”].</w:t>
      </w:r>
    </w:p>
    <w:p w14:paraId="5D3FBE58"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Dane osobowe Członka Personelu będą przetwarzane w celu:</w:t>
      </w:r>
    </w:p>
    <w:p w14:paraId="71761DE4"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prowadzenia postępowania o udzielenie zamówienia, w 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 przeprowadzenia postępowania i wykonania zawartej umowy;</w:t>
      </w:r>
    </w:p>
    <w:p w14:paraId="5B65B18E" w14:textId="77777777" w:rsidR="001E6E20" w:rsidRPr="009E2D93" w:rsidRDefault="001E6E20" w:rsidP="00F84422">
      <w:pPr>
        <w:numPr>
          <w:ilvl w:val="3"/>
          <w:numId w:val="13"/>
        </w:numPr>
        <w:spacing w:line="259" w:lineRule="auto"/>
        <w:ind w:left="2410" w:hanging="850"/>
        <w:rPr>
          <w:rFonts w:eastAsiaTheme="minorHAnsi" w:cs="Arial"/>
          <w:b/>
          <w:sz w:val="20"/>
          <w:szCs w:val="20"/>
          <w:lang w:eastAsia="en-US"/>
        </w:rPr>
      </w:pPr>
      <w:r w:rsidRPr="009E2D93">
        <w:rPr>
          <w:rFonts w:eastAsiaTheme="minorHAnsi" w:cs="Arial"/>
          <w:sz w:val="20"/>
          <w:szCs w:val="20"/>
          <w:lang w:eastAsia="en-US"/>
        </w:rPr>
        <w:t>ewentualnego ustalenia lub dochodzenia roszczeń lub obrony przed roszczeniami – podstawą prawną przetwarzania jest prawnie uzasadniony interes  ORLEN S.A. (art. 6 ust. 1 lit. f RODO); prawnie uzasadniony interes polega na umożliwieniu  ORLEN S.A. dochodzenia lub obrony przed roszczeniami.</w:t>
      </w:r>
    </w:p>
    <w:p w14:paraId="67598CFE"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7182E880"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Pani/Pana dane osobowe będą przetwarzane przez okres niezbędny do przeprowadzenia postępowania o udzielenie zamówienia o okres przetwarzania może zostać przedłużony o okres wykonywania umowy (w razie wybor</w:t>
      </w:r>
      <w:r>
        <w:rPr>
          <w:rFonts w:eastAsiaTheme="minorHAnsi" w:cs="Arial"/>
          <w:sz w:val="20"/>
          <w:szCs w:val="20"/>
          <w:lang w:eastAsia="en-US"/>
        </w:rPr>
        <w:t>u złożonej oferty), a </w:t>
      </w:r>
      <w:r w:rsidRPr="009E2D93">
        <w:rPr>
          <w:rFonts w:eastAsiaTheme="minorHAnsi" w:cs="Arial"/>
          <w:sz w:val="20"/>
          <w:szCs w:val="20"/>
          <w:lang w:eastAsia="en-US"/>
        </w:rPr>
        <w:t>także o okres przedawnienia roszczeń, jeżeli przetwarzanie danych osobowych będzie niezbędne dla dochodzenia ewentualnych roszczeń lub obrony przed takimi roszczeniami przez  ORLEN S.A.</w:t>
      </w:r>
    </w:p>
    <w:p w14:paraId="461E7CD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 xml:space="preserve">Członkowi Personelu przysługuje prawo dostępu do treści danych oraz żądania ich sprostowania, usunięcia, ograniczenia przetwarzania oraz prawo wniesienia sprzeciwu względem przetwarzania danych. </w:t>
      </w:r>
    </w:p>
    <w:p w14:paraId="1AA85E89" w14:textId="77777777" w:rsidR="001E6E20" w:rsidRPr="009E2D93" w:rsidRDefault="001E6E20" w:rsidP="00F84422">
      <w:pPr>
        <w:numPr>
          <w:ilvl w:val="2"/>
          <w:numId w:val="13"/>
        </w:numPr>
        <w:spacing w:line="259" w:lineRule="auto"/>
        <w:ind w:left="1560" w:hanging="840"/>
        <w:rPr>
          <w:rFonts w:eastAsiaTheme="minorHAnsi" w:cs="Arial"/>
          <w:b/>
          <w:sz w:val="20"/>
          <w:szCs w:val="20"/>
          <w:lang w:eastAsia="en-US"/>
        </w:rPr>
      </w:pPr>
      <w:r w:rsidRPr="009E2D93">
        <w:rPr>
          <w:rFonts w:eastAsiaTheme="minorHAnsi" w:cs="Arial"/>
          <w:sz w:val="20"/>
          <w:szCs w:val="20"/>
          <w:lang w:eastAsia="en-US"/>
        </w:rPr>
        <w:t>Członkowi Personelu przysługuje także prawo wniesienia skargi do organu nadzorczego zajmującego się ochroną danych osobowych (Prezes Urzędu Ochrony Danych Osobowych), w razie uznania, że przetwarzanie danych osobowych narusza przepisy RODO.</w:t>
      </w:r>
    </w:p>
    <w:p w14:paraId="0208AE9C" w14:textId="77777777" w:rsidR="00F40506" w:rsidRPr="00943722" w:rsidRDefault="008E698B" w:rsidP="00F84422">
      <w:pPr>
        <w:pStyle w:val="Styl1"/>
        <w:spacing w:after="200"/>
        <w:contextualSpacing w:val="0"/>
      </w:pPr>
      <w:r w:rsidRPr="00943722">
        <w:t>Wykaz załączników</w:t>
      </w:r>
    </w:p>
    <w:tbl>
      <w:tblPr>
        <w:tblW w:w="0" w:type="auto"/>
        <w:jc w:val="center"/>
        <w:tblLook w:val="04A0" w:firstRow="1" w:lastRow="0" w:firstColumn="1" w:lastColumn="0" w:noHBand="0" w:noVBand="1"/>
      </w:tblPr>
      <w:tblGrid>
        <w:gridCol w:w="2197"/>
        <w:gridCol w:w="6694"/>
      </w:tblGrid>
      <w:tr w:rsidR="00BF59C3" w:rsidRPr="00F40506" w14:paraId="401D406A" w14:textId="77777777" w:rsidTr="00685ED8">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440EAEED" w14:textId="77777777" w:rsidR="00BF59C3" w:rsidRPr="00F40506" w:rsidRDefault="00BF59C3" w:rsidP="00685ED8">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02598A5A" w14:textId="77777777" w:rsidR="00BF59C3" w:rsidRPr="00F40506" w:rsidRDefault="00BF59C3" w:rsidP="00685ED8">
            <w:pPr>
              <w:spacing w:line="276" w:lineRule="auto"/>
              <w:jc w:val="left"/>
              <w:rPr>
                <w:rFonts w:cs="Arial"/>
                <w:b/>
                <w:sz w:val="20"/>
                <w:szCs w:val="20"/>
              </w:rPr>
            </w:pPr>
            <w:r w:rsidRPr="00F40506">
              <w:rPr>
                <w:rFonts w:cs="Arial"/>
                <w:b/>
                <w:sz w:val="20"/>
                <w:szCs w:val="20"/>
              </w:rPr>
              <w:t>Nazwa załącznika</w:t>
            </w:r>
          </w:p>
        </w:tc>
      </w:tr>
      <w:tr w:rsidR="00BF59C3" w:rsidRPr="00F40506" w14:paraId="3F026EB4" w14:textId="77777777" w:rsidTr="00685ED8">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D3CF24F" w14:textId="77777777" w:rsidR="00BF59C3" w:rsidRPr="00F40506" w:rsidRDefault="00BF59C3" w:rsidP="00685ED8">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66289C56" w14:textId="77777777" w:rsidR="00BF59C3" w:rsidRPr="00F40506" w:rsidRDefault="00BF59C3" w:rsidP="00685ED8">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BF59C3" w:rsidRPr="00F40506" w14:paraId="02FC3039" w14:textId="77777777" w:rsidTr="00685ED8">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B5DB29A" w14:textId="77777777" w:rsidR="00BF59C3" w:rsidRPr="00F40506" w:rsidRDefault="00BF59C3" w:rsidP="00685ED8">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499952A" w14:textId="5A220465" w:rsidR="00BF59C3" w:rsidRPr="00F40506" w:rsidRDefault="00BF59C3" w:rsidP="00F27459">
            <w:pPr>
              <w:spacing w:line="276" w:lineRule="auto"/>
              <w:rPr>
                <w:rFonts w:cs="Arial"/>
                <w:sz w:val="20"/>
                <w:szCs w:val="20"/>
              </w:rPr>
            </w:pPr>
            <w:r w:rsidRPr="00F40506">
              <w:rPr>
                <w:rFonts w:cs="Arial"/>
                <w:sz w:val="20"/>
                <w:szCs w:val="20"/>
              </w:rPr>
              <w:t>Opis przedmiotu zamówienia</w:t>
            </w:r>
            <w:r>
              <w:rPr>
                <w:rFonts w:cs="Arial"/>
                <w:sz w:val="20"/>
                <w:szCs w:val="20"/>
              </w:rPr>
              <w:t xml:space="preserve"> </w:t>
            </w:r>
          </w:p>
        </w:tc>
      </w:tr>
      <w:tr w:rsidR="00BF59C3" w:rsidRPr="00F40506" w14:paraId="2B6DBDE3" w14:textId="77777777" w:rsidTr="00685ED8">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FD2A485" w14:textId="77777777" w:rsidR="00BF59C3" w:rsidRPr="00F40506" w:rsidRDefault="00BF59C3" w:rsidP="00685ED8">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6EFE436E" w14:textId="77777777" w:rsidR="00BF59C3" w:rsidRPr="00F40506" w:rsidRDefault="00BF59C3" w:rsidP="00685ED8">
            <w:pPr>
              <w:spacing w:line="276" w:lineRule="auto"/>
              <w:rPr>
                <w:rFonts w:cs="Arial"/>
                <w:sz w:val="20"/>
                <w:szCs w:val="20"/>
              </w:rPr>
            </w:pPr>
            <w:r>
              <w:rPr>
                <w:rFonts w:cs="Arial"/>
                <w:sz w:val="20"/>
                <w:szCs w:val="20"/>
              </w:rPr>
              <w:t>Wzór</w:t>
            </w:r>
            <w:r w:rsidRPr="00F40506">
              <w:rPr>
                <w:rFonts w:cs="Arial"/>
                <w:sz w:val="20"/>
                <w:szCs w:val="20"/>
              </w:rPr>
              <w:t xml:space="preserve"> umowy</w:t>
            </w:r>
          </w:p>
        </w:tc>
      </w:tr>
      <w:tr w:rsidR="00BF59C3" w:rsidRPr="00F40506" w14:paraId="45869BBA" w14:textId="77777777" w:rsidTr="00685ED8">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C1A68BC" w14:textId="77777777" w:rsidR="00BF59C3" w:rsidRPr="00F40506" w:rsidRDefault="00BF59C3" w:rsidP="00685ED8">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0C30C1C7" w14:textId="77777777" w:rsidR="00BF59C3" w:rsidRPr="00F40506" w:rsidRDefault="00BF59C3" w:rsidP="00685ED8">
            <w:pPr>
              <w:spacing w:line="276" w:lineRule="auto"/>
              <w:rPr>
                <w:rFonts w:cs="Arial"/>
                <w:sz w:val="20"/>
                <w:szCs w:val="20"/>
              </w:rPr>
            </w:pPr>
            <w:r w:rsidRPr="00F40506">
              <w:rPr>
                <w:rFonts w:cs="Arial"/>
                <w:sz w:val="20"/>
                <w:szCs w:val="20"/>
              </w:rPr>
              <w:t>Oświadczenia:</w:t>
            </w:r>
          </w:p>
        </w:tc>
      </w:tr>
      <w:tr w:rsidR="00BF59C3" w:rsidRPr="00F40506" w14:paraId="0F51DE64" w14:textId="77777777" w:rsidTr="00685ED8">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810FD65" w14:textId="77777777" w:rsidR="00BF59C3" w:rsidRPr="00F40506" w:rsidRDefault="00BF59C3" w:rsidP="00685ED8">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ED5E8D4" w14:textId="77777777" w:rsidR="00BF59C3" w:rsidRPr="00F40506" w:rsidRDefault="00BF59C3" w:rsidP="00685ED8">
            <w:pPr>
              <w:spacing w:line="276" w:lineRule="auto"/>
              <w:rPr>
                <w:rFonts w:cs="Arial"/>
                <w:sz w:val="20"/>
                <w:szCs w:val="20"/>
              </w:rPr>
            </w:pPr>
            <w:r w:rsidRPr="00F40506">
              <w:rPr>
                <w:rFonts w:cs="Arial"/>
                <w:sz w:val="20"/>
                <w:szCs w:val="20"/>
              </w:rPr>
              <w:t>Oświadczenie o spełnianiu warunków udziału w postępowaniu</w:t>
            </w:r>
          </w:p>
        </w:tc>
      </w:tr>
      <w:tr w:rsidR="00BF59C3" w:rsidRPr="00F40506" w14:paraId="34F36EF7" w14:textId="77777777" w:rsidTr="00685ED8">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2CD5FD8" w14:textId="77777777" w:rsidR="00BF59C3" w:rsidRPr="00F40506" w:rsidRDefault="00BF59C3" w:rsidP="00685ED8">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BE2C02E" w14:textId="77777777" w:rsidR="00BF59C3" w:rsidRPr="00F40506" w:rsidRDefault="00BF59C3" w:rsidP="00685ED8">
            <w:pPr>
              <w:spacing w:line="276" w:lineRule="auto"/>
              <w:rPr>
                <w:rFonts w:cs="Arial"/>
                <w:sz w:val="20"/>
                <w:szCs w:val="20"/>
              </w:rPr>
            </w:pPr>
            <w:r w:rsidRPr="00F40506">
              <w:rPr>
                <w:rFonts w:cs="Arial"/>
                <w:sz w:val="20"/>
                <w:szCs w:val="20"/>
              </w:rPr>
              <w:t>Oświadczenie o niepodleganiu wykluczeniu z postępowania</w:t>
            </w:r>
          </w:p>
        </w:tc>
      </w:tr>
      <w:tr w:rsidR="00BF59C3" w:rsidRPr="00F40506" w14:paraId="5602B241" w14:textId="77777777" w:rsidTr="00685ED8">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79F4D3CB" w14:textId="77777777" w:rsidR="00BF59C3" w:rsidRPr="00F40506" w:rsidRDefault="00BF59C3" w:rsidP="00685ED8">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06DF953" w14:textId="77777777" w:rsidR="00BF59C3" w:rsidRPr="00F40506" w:rsidRDefault="00BF59C3" w:rsidP="00685ED8">
            <w:pPr>
              <w:spacing w:line="276" w:lineRule="auto"/>
              <w:rPr>
                <w:rFonts w:cs="Arial"/>
                <w:sz w:val="20"/>
                <w:szCs w:val="20"/>
              </w:rPr>
            </w:pPr>
            <w:r w:rsidRPr="00F40506">
              <w:rPr>
                <w:rFonts w:cs="Arial"/>
                <w:sz w:val="20"/>
                <w:szCs w:val="20"/>
              </w:rPr>
              <w:t>Oświadczenie o niezgłaszaniu roszczeń</w:t>
            </w:r>
            <w:r>
              <w:rPr>
                <w:rFonts w:cs="Arial"/>
                <w:sz w:val="20"/>
                <w:szCs w:val="20"/>
              </w:rPr>
              <w:t xml:space="preserve"> wobec Zamawiającego</w:t>
            </w:r>
          </w:p>
        </w:tc>
      </w:tr>
      <w:tr w:rsidR="00BF59C3" w:rsidRPr="00F40506" w14:paraId="4C1E2417" w14:textId="77777777" w:rsidTr="00685ED8">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407D3DEE" w14:textId="77777777" w:rsidR="00BF59C3" w:rsidRPr="00E64644" w:rsidRDefault="00BF59C3" w:rsidP="00685ED8">
            <w:pPr>
              <w:spacing w:line="276" w:lineRule="auto"/>
              <w:jc w:val="left"/>
              <w:rPr>
                <w:rFonts w:cs="Arial"/>
                <w:sz w:val="20"/>
                <w:szCs w:val="20"/>
              </w:rPr>
            </w:pPr>
            <w:r w:rsidRPr="00E64644">
              <w:rPr>
                <w:rFonts w:cs="Arial"/>
                <w:sz w:val="20"/>
                <w:szCs w:val="20"/>
              </w:rPr>
              <w:t>Załącznik nr 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FBDB6E5" w14:textId="0E183D10" w:rsidR="00BF59C3" w:rsidRPr="00E64644" w:rsidRDefault="007B42F9" w:rsidP="00685ED8">
            <w:pPr>
              <w:spacing w:line="276" w:lineRule="auto"/>
              <w:rPr>
                <w:rFonts w:cs="Arial"/>
                <w:sz w:val="20"/>
                <w:szCs w:val="20"/>
              </w:rPr>
            </w:pPr>
            <w:r>
              <w:rPr>
                <w:rFonts w:cs="Arial"/>
                <w:sz w:val="20"/>
                <w:szCs w:val="20"/>
              </w:rPr>
              <w:t>Wykaz usług</w:t>
            </w:r>
          </w:p>
        </w:tc>
      </w:tr>
      <w:tr w:rsidR="00BF59C3" w:rsidRPr="00F40506" w14:paraId="337474CB" w14:textId="77777777" w:rsidTr="00685ED8">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3B5B6956" w14:textId="77777777" w:rsidR="00BF59C3" w:rsidRPr="00E64644" w:rsidRDefault="00BF59C3" w:rsidP="00685ED8">
            <w:pPr>
              <w:spacing w:line="276" w:lineRule="auto"/>
              <w:jc w:val="left"/>
              <w:rPr>
                <w:rFonts w:cs="Arial"/>
                <w:sz w:val="20"/>
                <w:szCs w:val="20"/>
              </w:rPr>
            </w:pPr>
            <w:r w:rsidRPr="00E64644">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CE4E00F" w14:textId="18176BB6" w:rsidR="00BF59C3" w:rsidRPr="00E64644" w:rsidRDefault="007B42F9" w:rsidP="00685ED8">
            <w:pPr>
              <w:spacing w:line="276" w:lineRule="auto"/>
              <w:rPr>
                <w:rFonts w:cs="Arial"/>
                <w:sz w:val="20"/>
                <w:szCs w:val="20"/>
              </w:rPr>
            </w:pPr>
            <w:r>
              <w:rPr>
                <w:rFonts w:cs="Arial"/>
                <w:sz w:val="20"/>
                <w:szCs w:val="20"/>
              </w:rPr>
              <w:t>Wykaz osób</w:t>
            </w:r>
          </w:p>
        </w:tc>
      </w:tr>
      <w:tr w:rsidR="00234ABF" w:rsidRPr="00F40506" w14:paraId="0B21B4E0" w14:textId="77777777" w:rsidTr="00685ED8">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742EA8FD" w14:textId="625627BD" w:rsidR="00234ABF" w:rsidRPr="00E64644" w:rsidRDefault="00234ABF" w:rsidP="00685ED8">
            <w:pPr>
              <w:spacing w:line="276" w:lineRule="auto"/>
              <w:jc w:val="left"/>
              <w:rPr>
                <w:rFonts w:cs="Arial"/>
                <w:sz w:val="20"/>
                <w:szCs w:val="20"/>
              </w:rPr>
            </w:pPr>
            <w:r w:rsidRPr="00234ABF">
              <w:rPr>
                <w:rFonts w:cs="Arial"/>
                <w:sz w:val="20"/>
                <w:szCs w:val="20"/>
              </w:rPr>
              <w:t xml:space="preserve">Załącznik nr </w:t>
            </w:r>
            <w:r>
              <w:rPr>
                <w:rFonts w:cs="Arial"/>
                <w:sz w:val="20"/>
                <w:szCs w:val="20"/>
              </w:rPr>
              <w:t>7</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D15DF3B" w14:textId="2C387873" w:rsidR="00234ABF" w:rsidRPr="00E64644" w:rsidRDefault="00234ABF" w:rsidP="004A20B0">
            <w:pPr>
              <w:spacing w:line="276" w:lineRule="auto"/>
              <w:rPr>
                <w:rFonts w:cs="Arial"/>
                <w:sz w:val="20"/>
                <w:szCs w:val="20"/>
              </w:rPr>
            </w:pPr>
            <w:r w:rsidRPr="00234ABF">
              <w:rPr>
                <w:rFonts w:cs="Arial"/>
                <w:sz w:val="20"/>
                <w:szCs w:val="20"/>
              </w:rPr>
              <w:t>Oświadczenie kontrahenta o rynkowym charakterze ceny</w:t>
            </w:r>
            <w:r w:rsidR="004A20B0">
              <w:rPr>
                <w:rFonts w:cs="Arial"/>
                <w:sz w:val="20"/>
                <w:szCs w:val="20"/>
              </w:rPr>
              <w:t xml:space="preserve"> (</w:t>
            </w:r>
            <w:r w:rsidR="004A20B0" w:rsidRPr="004A20B0">
              <w:rPr>
                <w:rFonts w:cs="Arial"/>
                <w:i/>
                <w:sz w:val="20"/>
                <w:szCs w:val="20"/>
              </w:rPr>
              <w:t>dot.</w:t>
            </w:r>
            <w:r w:rsidR="004A20B0">
              <w:rPr>
                <w:rFonts w:cs="Arial"/>
                <w:sz w:val="20"/>
                <w:szCs w:val="20"/>
              </w:rPr>
              <w:t xml:space="preserve"> </w:t>
            </w:r>
            <w:r w:rsidR="004A20B0">
              <w:rPr>
                <w:rFonts w:cs="Arial"/>
                <w:i/>
                <w:sz w:val="20"/>
                <w:szCs w:val="20"/>
              </w:rPr>
              <w:t>spółek</w:t>
            </w:r>
            <w:r w:rsidR="004A20B0" w:rsidRPr="004A20B0">
              <w:rPr>
                <w:rFonts w:cs="Arial"/>
                <w:i/>
                <w:sz w:val="20"/>
                <w:szCs w:val="20"/>
              </w:rPr>
              <w:t xml:space="preserve"> z grupy kapitałowej)</w:t>
            </w:r>
          </w:p>
        </w:tc>
      </w:tr>
    </w:tbl>
    <w:p w14:paraId="6BC88717" w14:textId="77777777" w:rsidR="00F84422" w:rsidRDefault="00F84422">
      <w:pPr>
        <w:spacing w:line="240" w:lineRule="auto"/>
        <w:jc w:val="left"/>
        <w:rPr>
          <w:rFonts w:eastAsia="Calibri" w:cs="Arial"/>
          <w:sz w:val="20"/>
          <w:szCs w:val="20"/>
        </w:rPr>
      </w:pPr>
      <w:r>
        <w:rPr>
          <w:rFonts w:eastAsia="Calibri" w:cs="Arial"/>
          <w:sz w:val="20"/>
          <w:szCs w:val="20"/>
        </w:rPr>
        <w:br w:type="page"/>
      </w:r>
    </w:p>
    <w:p w14:paraId="5E092F4F" w14:textId="0164531C" w:rsidR="00087C7C" w:rsidRPr="00123078" w:rsidRDefault="006902BF" w:rsidP="008F3D9B">
      <w:pPr>
        <w:pStyle w:val="StylZa"/>
      </w:pPr>
      <w:r>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2B39AC51" w14:textId="77777777" w:rsidR="00A93D95" w:rsidRDefault="00981A5F" w:rsidP="0035756B">
      <w:pPr>
        <w:pStyle w:val="Tekstpodstawowy"/>
        <w:tabs>
          <w:tab w:val="left" w:pos="851"/>
        </w:tabs>
        <w:spacing w:after="0" w:line="259" w:lineRule="auto"/>
        <w:ind w:left="4678"/>
        <w:rPr>
          <w:rFonts w:cs="Arial"/>
          <w:b/>
          <w:sz w:val="20"/>
        </w:rPr>
      </w:pPr>
      <w:r w:rsidRPr="00981A5F">
        <w:rPr>
          <w:rFonts w:cs="Arial"/>
          <w:b/>
          <w:sz w:val="20"/>
        </w:rPr>
        <w:t>ORLEN Spółka Akcyjna – Oddział Centralny Upstream Polska w Warszawie</w:t>
      </w:r>
    </w:p>
    <w:p w14:paraId="1C3A5CA1" w14:textId="1B9E83F9" w:rsidR="00FE14E3" w:rsidRPr="003D4414" w:rsidRDefault="00FE14E3" w:rsidP="0035756B">
      <w:pPr>
        <w:pStyle w:val="Tekstpodstawowy"/>
        <w:tabs>
          <w:tab w:val="left" w:pos="851"/>
        </w:tabs>
        <w:spacing w:after="0" w:line="259" w:lineRule="auto"/>
        <w:ind w:left="4678"/>
        <w:rPr>
          <w:rFonts w:cs="Arial"/>
          <w:b/>
          <w:sz w:val="20"/>
        </w:rPr>
      </w:pPr>
      <w:r w:rsidRPr="003D4414">
        <w:rPr>
          <w:rFonts w:cs="Arial"/>
          <w:b/>
          <w:sz w:val="20"/>
        </w:rPr>
        <w:t>ul. Marcina Kasprzaka 25</w:t>
      </w:r>
    </w:p>
    <w:p w14:paraId="06005360" w14:textId="77777777" w:rsidR="00FE14E3" w:rsidRPr="003D4414" w:rsidRDefault="00FE14E3" w:rsidP="0035756B">
      <w:pPr>
        <w:pStyle w:val="Tekstpodstawowy"/>
        <w:tabs>
          <w:tab w:val="left" w:pos="851"/>
        </w:tabs>
        <w:spacing w:after="0" w:line="259" w:lineRule="auto"/>
        <w:ind w:left="4678"/>
        <w:rPr>
          <w:rFonts w:cs="Arial"/>
          <w:b/>
          <w:sz w:val="20"/>
        </w:rPr>
      </w:pPr>
      <w:r w:rsidRPr="003D4414">
        <w:rPr>
          <w:rFonts w:cs="Arial"/>
          <w:b/>
          <w:sz w:val="20"/>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7870B307" w:rsidR="00161116" w:rsidRPr="00B65C31" w:rsidRDefault="00087C7C" w:rsidP="00F84422">
      <w:pPr>
        <w:autoSpaceDE w:val="0"/>
        <w:autoSpaceDN w:val="0"/>
        <w:adjustRightInd w:val="0"/>
        <w:spacing w:before="120" w:after="120" w:line="259" w:lineRule="auto"/>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w:t>
      </w:r>
      <w:r w:rsidR="00161116" w:rsidRPr="003D4414">
        <w:rPr>
          <w:rFonts w:cs="Arial"/>
          <w:b/>
          <w:sz w:val="20"/>
          <w:szCs w:val="20"/>
        </w:rPr>
        <w:t xml:space="preserve">. </w:t>
      </w:r>
      <w:r w:rsidR="00C3632C" w:rsidRPr="003D4414">
        <w:rPr>
          <w:rFonts w:cs="Arial"/>
          <w:b/>
          <w:sz w:val="20"/>
          <w:szCs w:val="20"/>
        </w:rPr>
        <w:t>„</w:t>
      </w:r>
      <w:r w:rsidR="006B17CD">
        <w:rPr>
          <w:rFonts w:cs="Arial"/>
          <w:b/>
          <w:sz w:val="21"/>
          <w:szCs w:val="21"/>
          <w:shd w:val="clear" w:color="auto" w:fill="FFFFFF"/>
        </w:rPr>
        <w:t>Kontrola tras gazociągów z powietrza</w:t>
      </w:r>
      <w:r w:rsidR="00C3632C" w:rsidRPr="003D4414">
        <w:rPr>
          <w:rFonts w:cs="Arial"/>
          <w:b/>
          <w:sz w:val="20"/>
          <w:szCs w:val="20"/>
        </w:rPr>
        <w:t>”</w:t>
      </w:r>
      <w:r w:rsidR="00161116" w:rsidRPr="003D4414">
        <w:rPr>
          <w:rFonts w:cs="Arial"/>
          <w:sz w:val="20"/>
          <w:szCs w:val="20"/>
        </w:rPr>
        <w:t xml:space="preserve">, numer postępowania: </w:t>
      </w:r>
      <w:r w:rsidR="006B17CD">
        <w:rPr>
          <w:rFonts w:cs="Arial"/>
          <w:b/>
          <w:bCs/>
          <w:sz w:val="21"/>
          <w:szCs w:val="21"/>
          <w:shd w:val="clear" w:color="auto" w:fill="FFFFFF"/>
        </w:rPr>
        <w:t>NP/ORLEN/26/0142/CS/ZZ</w:t>
      </w:r>
    </w:p>
    <w:p w14:paraId="61DBB279" w14:textId="77777777" w:rsidR="00087C7C" w:rsidRPr="00123078" w:rsidRDefault="00087C7C" w:rsidP="00D975D3">
      <w:pPr>
        <w:adjustRightInd w:val="0"/>
        <w:spacing w:after="120" w:line="259" w:lineRule="auto"/>
        <w:rPr>
          <w:rFonts w:cs="Arial"/>
          <w:sz w:val="20"/>
          <w:szCs w:val="20"/>
        </w:rPr>
      </w:pPr>
      <w:r w:rsidRPr="00123078">
        <w:rPr>
          <w:rFonts w:cs="Arial"/>
          <w:sz w:val="20"/>
          <w:szCs w:val="20"/>
        </w:rPr>
        <w:t>My niżej podpisani działając w imieniu i na rzecz:</w:t>
      </w:r>
    </w:p>
    <w:p w14:paraId="445ABB4D" w14:textId="77777777" w:rsidR="00087C7C" w:rsidRDefault="00087C7C" w:rsidP="00D975D3">
      <w:pPr>
        <w:adjustRightInd w:val="0"/>
        <w:spacing w:line="259" w:lineRule="auto"/>
        <w:jc w:val="center"/>
        <w:rPr>
          <w:rFonts w:cs="Arial"/>
          <w:sz w:val="20"/>
          <w:szCs w:val="20"/>
        </w:rPr>
      </w:pPr>
    </w:p>
    <w:p w14:paraId="67D04FAA" w14:textId="77777777" w:rsidR="00087C7C" w:rsidRPr="00123078" w:rsidRDefault="00087C7C" w:rsidP="00F84422">
      <w:pPr>
        <w:adjustRightInd w:val="0"/>
        <w:spacing w:line="259" w:lineRule="auto"/>
        <w:rPr>
          <w:rFonts w:cs="Arial"/>
          <w:sz w:val="20"/>
          <w:szCs w:val="20"/>
        </w:rPr>
      </w:pPr>
      <w:r w:rsidRPr="00123078">
        <w:rPr>
          <w:rFonts w:cs="Arial"/>
          <w:sz w:val="20"/>
          <w:szCs w:val="20"/>
        </w:rPr>
        <w:t>………………………………………………………………………………………………………………….……</w:t>
      </w:r>
    </w:p>
    <w:p w14:paraId="672BC2C7" w14:textId="77777777" w:rsidR="00087C7C" w:rsidRPr="00F84422" w:rsidRDefault="00087C7C" w:rsidP="00F84422">
      <w:pPr>
        <w:adjustRightInd w:val="0"/>
        <w:spacing w:after="200" w:line="259" w:lineRule="auto"/>
        <w:jc w:val="center"/>
        <w:rPr>
          <w:rFonts w:cs="Arial"/>
          <w:i/>
          <w:iCs/>
          <w:sz w:val="18"/>
          <w:szCs w:val="20"/>
        </w:rPr>
      </w:pPr>
      <w:r w:rsidRPr="00F84422">
        <w:rPr>
          <w:rFonts w:cs="Arial"/>
          <w:i/>
          <w:iCs/>
          <w:sz w:val="18"/>
          <w:szCs w:val="20"/>
        </w:rPr>
        <w:t>(nazwa firmy i dokładny adres Wykonawcy)</w:t>
      </w:r>
    </w:p>
    <w:p w14:paraId="271C9813" w14:textId="7F0F3741" w:rsidR="00087C7C" w:rsidRDefault="00087C7C" w:rsidP="00F84422">
      <w:pPr>
        <w:shd w:val="clear" w:color="auto" w:fill="FFFFFF"/>
        <w:spacing w:line="259"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0F02C9B4" w14:textId="77777777" w:rsidR="009B3A47" w:rsidRPr="009B0037" w:rsidRDefault="009B3A47" w:rsidP="002B1AC9">
      <w:pPr>
        <w:shd w:val="clear" w:color="auto" w:fill="FFFFFF"/>
        <w:spacing w:line="240" w:lineRule="auto"/>
        <w:rPr>
          <w:bC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2"/>
        <w:gridCol w:w="4680"/>
      </w:tblGrid>
      <w:tr w:rsidR="00087C7C" w:rsidRPr="007B42F9" w14:paraId="750958DF" w14:textId="77777777" w:rsidTr="00D975D3">
        <w:trPr>
          <w:trHeight w:val="815"/>
        </w:trPr>
        <w:tc>
          <w:tcPr>
            <w:tcW w:w="2418" w:type="pct"/>
            <w:tcBorders>
              <w:top w:val="single" w:sz="4" w:space="0" w:color="auto"/>
              <w:left w:val="single" w:sz="4" w:space="0" w:color="auto"/>
              <w:bottom w:val="single" w:sz="4" w:space="0" w:color="auto"/>
              <w:right w:val="single" w:sz="4" w:space="0" w:color="auto"/>
            </w:tcBorders>
            <w:vAlign w:val="center"/>
          </w:tcPr>
          <w:p w14:paraId="7900A5BA" w14:textId="77777777" w:rsidR="00087C7C" w:rsidRPr="00435600" w:rsidRDefault="00087C7C">
            <w:pPr>
              <w:spacing w:line="240" w:lineRule="auto"/>
              <w:jc w:val="center"/>
              <w:rPr>
                <w:rFonts w:cs="Arial"/>
                <w:b/>
                <w:sz w:val="20"/>
                <w:szCs w:val="22"/>
              </w:rPr>
            </w:pPr>
          </w:p>
          <w:p w14:paraId="28E2B846" w14:textId="77777777" w:rsidR="00087C7C" w:rsidRPr="00435600" w:rsidRDefault="00087C7C">
            <w:pPr>
              <w:spacing w:line="240" w:lineRule="auto"/>
              <w:jc w:val="center"/>
              <w:rPr>
                <w:rFonts w:cs="Arial"/>
                <w:b/>
                <w:sz w:val="20"/>
              </w:rPr>
            </w:pPr>
            <w:r w:rsidRPr="00435600">
              <w:rPr>
                <w:rFonts w:cs="Arial"/>
                <w:b/>
                <w:sz w:val="20"/>
              </w:rPr>
              <w:t xml:space="preserve">CENA </w:t>
            </w:r>
          </w:p>
          <w:p w14:paraId="1CC417E5" w14:textId="77777777" w:rsidR="00087C7C" w:rsidRPr="00435600" w:rsidRDefault="00087C7C">
            <w:pPr>
              <w:spacing w:line="240" w:lineRule="auto"/>
              <w:jc w:val="center"/>
              <w:rPr>
                <w:rFonts w:cs="Arial"/>
                <w:b/>
                <w:sz w:val="20"/>
                <w:szCs w:val="22"/>
              </w:rPr>
            </w:pPr>
          </w:p>
        </w:tc>
        <w:tc>
          <w:tcPr>
            <w:tcW w:w="2582" w:type="pct"/>
            <w:tcBorders>
              <w:top w:val="single" w:sz="4" w:space="0" w:color="auto"/>
              <w:left w:val="single" w:sz="4" w:space="0" w:color="auto"/>
              <w:bottom w:val="single" w:sz="4" w:space="0" w:color="auto"/>
              <w:right w:val="single" w:sz="4" w:space="0" w:color="auto"/>
            </w:tcBorders>
            <w:vAlign w:val="center"/>
          </w:tcPr>
          <w:p w14:paraId="29D56417" w14:textId="77777777" w:rsidR="00087C7C" w:rsidRPr="003B2483" w:rsidRDefault="00087C7C">
            <w:pPr>
              <w:spacing w:line="240" w:lineRule="auto"/>
              <w:rPr>
                <w:rFonts w:cs="Arial"/>
                <w:b/>
                <w:sz w:val="20"/>
                <w:szCs w:val="22"/>
              </w:rPr>
            </w:pPr>
          </w:p>
          <w:p w14:paraId="7A6D8D29" w14:textId="2315F69F" w:rsidR="00087C7C" w:rsidRPr="003B2483" w:rsidRDefault="001F44C1">
            <w:pPr>
              <w:spacing w:line="240" w:lineRule="auto"/>
              <w:rPr>
                <w:rFonts w:cs="Arial"/>
                <w:b/>
                <w:sz w:val="20"/>
              </w:rPr>
            </w:pPr>
            <w:r w:rsidRPr="003B2483">
              <w:rPr>
                <w:rFonts w:cs="Arial"/>
                <w:b/>
                <w:sz w:val="20"/>
              </w:rPr>
              <w:t>…………………………….. PLN</w:t>
            </w:r>
            <w:r w:rsidR="00087C7C" w:rsidRPr="003B2483">
              <w:rPr>
                <w:rFonts w:cs="Arial"/>
                <w:b/>
                <w:sz w:val="20"/>
              </w:rPr>
              <w:t xml:space="preserve"> NETTO</w:t>
            </w:r>
          </w:p>
          <w:p w14:paraId="57CD50AF" w14:textId="77777777" w:rsidR="00087C7C" w:rsidRPr="003B2483" w:rsidRDefault="00087C7C">
            <w:pPr>
              <w:spacing w:line="240" w:lineRule="auto"/>
              <w:rPr>
                <w:rFonts w:cs="Arial"/>
                <w:b/>
                <w:sz w:val="20"/>
              </w:rPr>
            </w:pPr>
          </w:p>
          <w:p w14:paraId="7A9D2DE6" w14:textId="77777777" w:rsidR="00087C7C" w:rsidRPr="003B2483" w:rsidRDefault="00087C7C">
            <w:pPr>
              <w:spacing w:line="240" w:lineRule="auto"/>
              <w:rPr>
                <w:rFonts w:cs="Arial"/>
                <w:b/>
                <w:sz w:val="20"/>
              </w:rPr>
            </w:pPr>
            <w:r w:rsidRPr="003B2483">
              <w:rPr>
                <w:rFonts w:cs="Arial"/>
                <w:b/>
                <w:sz w:val="20"/>
              </w:rPr>
              <w:t>VAT ........ %</w:t>
            </w:r>
          </w:p>
          <w:p w14:paraId="7AF6D912" w14:textId="77777777" w:rsidR="00087C7C" w:rsidRPr="003B2483" w:rsidRDefault="00087C7C">
            <w:pPr>
              <w:spacing w:line="240" w:lineRule="auto"/>
              <w:rPr>
                <w:rFonts w:cs="Arial"/>
                <w:b/>
                <w:sz w:val="20"/>
              </w:rPr>
            </w:pPr>
          </w:p>
          <w:p w14:paraId="605A7167" w14:textId="77777777" w:rsidR="00087C7C" w:rsidRPr="003B2483" w:rsidRDefault="00087C7C" w:rsidP="00D975D3">
            <w:pPr>
              <w:spacing w:after="120" w:line="240" w:lineRule="auto"/>
              <w:rPr>
                <w:rFonts w:cs="Arial"/>
                <w:b/>
                <w:sz w:val="20"/>
              </w:rPr>
            </w:pPr>
            <w:r w:rsidRPr="003B2483">
              <w:rPr>
                <w:rFonts w:cs="Arial"/>
                <w:b/>
                <w:sz w:val="20"/>
              </w:rPr>
              <w:t xml:space="preserve">…………………………….. </w:t>
            </w:r>
            <w:r w:rsidR="001F44C1" w:rsidRPr="003B2483">
              <w:rPr>
                <w:rFonts w:cs="Arial"/>
                <w:b/>
                <w:sz w:val="20"/>
              </w:rPr>
              <w:t xml:space="preserve">PLN </w:t>
            </w:r>
            <w:r w:rsidRPr="003B2483">
              <w:rPr>
                <w:rFonts w:cs="Arial"/>
                <w:b/>
                <w:sz w:val="20"/>
              </w:rPr>
              <w:t>BRUTTO</w:t>
            </w:r>
          </w:p>
          <w:p w14:paraId="05CB9AC1" w14:textId="77777777" w:rsidR="001A0A02" w:rsidRDefault="007B42F9" w:rsidP="001A0A02">
            <w:pPr>
              <w:spacing w:after="120" w:line="240" w:lineRule="auto"/>
              <w:rPr>
                <w:rFonts w:cs="Arial"/>
                <w:b/>
                <w:sz w:val="20"/>
              </w:rPr>
            </w:pPr>
            <w:r w:rsidRPr="007B42F9">
              <w:rPr>
                <w:rFonts w:cs="Arial"/>
                <w:b/>
                <w:sz w:val="20"/>
              </w:rPr>
              <w:t xml:space="preserve">W tym </w:t>
            </w:r>
          </w:p>
          <w:p w14:paraId="3444F2DD" w14:textId="77777777" w:rsidR="00F27459" w:rsidRDefault="007B42F9" w:rsidP="00F27459">
            <w:pPr>
              <w:rPr>
                <w:szCs w:val="22"/>
              </w:rPr>
            </w:pPr>
            <w:r>
              <w:rPr>
                <w:szCs w:val="22"/>
              </w:rPr>
              <w:t>12 (dwanaście) rat kwart</w:t>
            </w:r>
            <w:r w:rsidR="001A0A02">
              <w:rPr>
                <w:szCs w:val="22"/>
              </w:rPr>
              <w:t xml:space="preserve">alnych po </w:t>
            </w:r>
            <w:r w:rsidR="001A0A02" w:rsidRPr="003B2483">
              <w:rPr>
                <w:b/>
                <w:szCs w:val="22"/>
              </w:rPr>
              <w:t>………......…… zł netto</w:t>
            </w:r>
            <w:r w:rsidR="001A0A02">
              <w:rPr>
                <w:szCs w:val="22"/>
              </w:rPr>
              <w:t xml:space="preserve"> </w:t>
            </w:r>
          </w:p>
          <w:p w14:paraId="6AF285F1" w14:textId="3E4D3DB4" w:rsidR="007B42F9" w:rsidRPr="007B42F9" w:rsidRDefault="001A0A02" w:rsidP="00F27459">
            <w:pPr>
              <w:rPr>
                <w:rFonts w:cs="Arial"/>
                <w:b/>
                <w:sz w:val="20"/>
                <w:szCs w:val="22"/>
              </w:rPr>
            </w:pPr>
            <w:r>
              <w:rPr>
                <w:szCs w:val="22"/>
              </w:rPr>
              <w:t>za</w:t>
            </w:r>
            <w:r w:rsidR="00F27459">
              <w:rPr>
                <w:szCs w:val="22"/>
              </w:rPr>
              <w:t xml:space="preserve"> kontrolę gazociągów za każdy </w:t>
            </w:r>
            <w:r>
              <w:rPr>
                <w:szCs w:val="22"/>
              </w:rPr>
              <w:t xml:space="preserve"> kwartał </w:t>
            </w:r>
          </w:p>
        </w:tc>
      </w:tr>
    </w:tbl>
    <w:p w14:paraId="62442BBE" w14:textId="77777777" w:rsidR="00435600" w:rsidRDefault="00435600" w:rsidP="009F167E">
      <w:pPr>
        <w:pStyle w:val="Tekstpodstawowy"/>
        <w:keepLines/>
        <w:spacing w:line="276" w:lineRule="auto"/>
        <w:jc w:val="center"/>
        <w:rPr>
          <w:rFonts w:cs="Arial"/>
          <w:sz w:val="20"/>
          <w:highlight w:val="yellow"/>
        </w:rPr>
      </w:pPr>
    </w:p>
    <w:p w14:paraId="7E33FBEC" w14:textId="77777777" w:rsidR="00087C7C" w:rsidRPr="00123078" w:rsidRDefault="00087C7C" w:rsidP="00D975D3">
      <w:pPr>
        <w:pStyle w:val="DraftLineWC"/>
        <w:suppressAutoHyphens w:val="0"/>
        <w:spacing w:after="200" w:line="259" w:lineRule="auto"/>
        <w:ind w:firstLine="0"/>
        <w:jc w:val="both"/>
        <w:rPr>
          <w:rFonts w:ascii="Arial" w:hAnsi="Arial" w:cs="Arial"/>
          <w:b/>
        </w:rPr>
      </w:pPr>
      <w:r w:rsidRPr="00123078">
        <w:rPr>
          <w:rFonts w:ascii="Arial" w:hAnsi="Arial" w:cs="Arial"/>
          <w:b/>
        </w:rPr>
        <w:t>Oświadczamy, że:</w:t>
      </w:r>
    </w:p>
    <w:p w14:paraId="166CDB0D" w14:textId="13D965A4" w:rsidR="00587480" w:rsidRDefault="00992149" w:rsidP="00D975D3">
      <w:pPr>
        <w:pStyle w:val="Styl1formularz"/>
        <w:spacing w:line="259" w:lineRule="auto"/>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D975D3">
      <w:pPr>
        <w:pStyle w:val="Styl1formularz"/>
        <w:spacing w:line="259" w:lineRule="auto"/>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D975D3">
      <w:pPr>
        <w:pStyle w:val="Styl1formularz"/>
        <w:spacing w:line="259" w:lineRule="auto"/>
      </w:pPr>
      <w:r>
        <w:t>Z</w:t>
      </w:r>
      <w:r w:rsidR="00087C7C" w:rsidRPr="00B22C3E">
        <w:t>dobyliśmy konieczne informacje potrzebne do prawidłowego przygotowania oferty</w:t>
      </w:r>
      <w:r w:rsidR="00C75651">
        <w:t>.</w:t>
      </w:r>
    </w:p>
    <w:p w14:paraId="43CD92B3" w14:textId="70A1600A" w:rsidR="00087C7C" w:rsidRPr="00B22C3E" w:rsidRDefault="00992149" w:rsidP="00D975D3">
      <w:pPr>
        <w:pStyle w:val="Styl1formularz"/>
        <w:spacing w:line="259" w:lineRule="auto"/>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D975D3">
      <w:pPr>
        <w:pStyle w:val="Styl1formularz"/>
        <w:spacing w:line="259" w:lineRule="auto"/>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D975D3">
      <w:pPr>
        <w:pStyle w:val="Styl1formularz"/>
        <w:spacing w:line="259" w:lineRule="auto"/>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49B29AA0" w14:textId="77777777" w:rsidR="00D975D3" w:rsidRPr="00AF1D9B" w:rsidRDefault="00D975D3" w:rsidP="00D975D3">
      <w:pPr>
        <w:pStyle w:val="Styl1formularz"/>
        <w:spacing w:after="120" w:line="259" w:lineRule="auto"/>
      </w:pPr>
      <w:r w:rsidRPr="00AF1D9B">
        <w:t>Zakres prac, który zamierzamy wykonać przy udziale podwykonawców:</w:t>
      </w:r>
    </w:p>
    <w:p w14:paraId="63E2D71F" w14:textId="77777777" w:rsidR="00D975D3" w:rsidRPr="00AF1D9B" w:rsidRDefault="00D975D3" w:rsidP="00D975D3">
      <w:pPr>
        <w:pStyle w:val="Styl1formularz"/>
        <w:numPr>
          <w:ilvl w:val="0"/>
          <w:numId w:val="23"/>
        </w:numPr>
        <w:spacing w:before="0" w:line="259" w:lineRule="auto"/>
        <w:ind w:left="720" w:hanging="295"/>
      </w:pPr>
      <w:r w:rsidRPr="00AF1D9B">
        <w:t>..................................................................................</w:t>
      </w:r>
    </w:p>
    <w:p w14:paraId="1063A8CA" w14:textId="77777777" w:rsidR="00D975D3" w:rsidRPr="00505554" w:rsidRDefault="00D975D3" w:rsidP="00D975D3">
      <w:pPr>
        <w:pStyle w:val="Styl1formularz"/>
        <w:numPr>
          <w:ilvl w:val="0"/>
          <w:numId w:val="0"/>
        </w:numPr>
        <w:spacing w:before="0" w:after="120" w:line="259" w:lineRule="auto"/>
        <w:ind w:left="709"/>
        <w:rPr>
          <w:i/>
          <w:sz w:val="18"/>
        </w:rPr>
      </w:pPr>
      <w:r w:rsidRPr="00505554">
        <w:rPr>
          <w:i/>
          <w:iCs/>
          <w:sz w:val="18"/>
        </w:rPr>
        <w:t>(część zamówienia, nazwa podwykonawcy o ile jest znany)</w:t>
      </w:r>
    </w:p>
    <w:p w14:paraId="5A4F0FC5" w14:textId="77777777" w:rsidR="00D975D3" w:rsidRPr="00AF1D9B" w:rsidRDefault="00D975D3" w:rsidP="00D975D3">
      <w:pPr>
        <w:pStyle w:val="Styl1formularz"/>
        <w:numPr>
          <w:ilvl w:val="0"/>
          <w:numId w:val="23"/>
        </w:numPr>
        <w:spacing w:before="0" w:line="259" w:lineRule="auto"/>
        <w:ind w:left="720" w:hanging="295"/>
      </w:pPr>
      <w:r w:rsidRPr="00AF1D9B">
        <w:t>...................................................................................</w:t>
      </w:r>
    </w:p>
    <w:p w14:paraId="261CCFDC" w14:textId="77777777" w:rsidR="00D975D3" w:rsidRPr="00505554" w:rsidRDefault="00D975D3" w:rsidP="00D975D3">
      <w:pPr>
        <w:pStyle w:val="Styl1formularz"/>
        <w:numPr>
          <w:ilvl w:val="0"/>
          <w:numId w:val="0"/>
        </w:numPr>
        <w:spacing w:before="0" w:line="259" w:lineRule="auto"/>
        <w:ind w:left="709"/>
        <w:rPr>
          <w:i/>
          <w:sz w:val="18"/>
        </w:rPr>
      </w:pPr>
      <w:r w:rsidRPr="00505554">
        <w:rPr>
          <w:bCs/>
          <w:i/>
          <w:iCs/>
          <w:sz w:val="18"/>
        </w:rPr>
        <w:t>(część zamówienia, nazwa podwykonawcy o ile jest znany)</w:t>
      </w:r>
    </w:p>
    <w:p w14:paraId="3A5EF5DA" w14:textId="77777777" w:rsidR="00D975D3" w:rsidRPr="00C713EC" w:rsidRDefault="00D975D3" w:rsidP="00D975D3">
      <w:pPr>
        <w:pStyle w:val="Styl1formularz"/>
        <w:spacing w:after="120" w:line="259" w:lineRule="auto"/>
      </w:pPr>
      <w:r w:rsidRPr="00C713EC">
        <w:t>Oświadczamy, że*</w:t>
      </w:r>
      <w:r>
        <w:rPr>
          <w:i/>
        </w:rPr>
        <w:t>(wybrać właściwe)</w:t>
      </w:r>
      <w:r w:rsidRPr="00C713EC">
        <w:t>:</w:t>
      </w:r>
    </w:p>
    <w:p w14:paraId="680A783F" w14:textId="77777777" w:rsidR="00D975D3" w:rsidRPr="00505554" w:rsidRDefault="00EC1E0C" w:rsidP="00D975D3">
      <w:pPr>
        <w:spacing w:line="259" w:lineRule="auto"/>
        <w:ind w:left="142"/>
        <w:rPr>
          <w:rFonts w:cs="Arial"/>
          <w:color w:val="000000"/>
          <w:sz w:val="20"/>
          <w:szCs w:val="20"/>
        </w:rPr>
      </w:pPr>
      <w:sdt>
        <w:sdtPr>
          <w:rPr>
            <w:rFonts w:cs="Arial"/>
            <w:sz w:val="20"/>
            <w:szCs w:val="20"/>
            <w:lang w:eastAsia="en-US"/>
          </w:rPr>
          <w:id w:val="88895920"/>
          <w14:checkbox>
            <w14:checked w14:val="0"/>
            <w14:checkedState w14:val="2612" w14:font="MS Gothic"/>
            <w14:uncheckedState w14:val="2610" w14:font="MS Gothic"/>
          </w14:checkbox>
        </w:sdtPr>
        <w:sdtEndPr/>
        <w:sdtContent>
          <w:r w:rsidR="00D975D3">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505554">
        <w:rPr>
          <w:rFonts w:cs="Arial"/>
          <w:sz w:val="20"/>
          <w:szCs w:val="20"/>
          <w:lang w:eastAsia="en-US"/>
        </w:rPr>
        <w:t>przekazujemy dane osobowe inne niż bezpośrednio nas dotyczące wobec czego:</w:t>
      </w:r>
    </w:p>
    <w:p w14:paraId="74B3F0BC" w14:textId="77777777" w:rsidR="00D975D3" w:rsidRPr="007F6E2A" w:rsidRDefault="00D975D3" w:rsidP="00167DA9">
      <w:pPr>
        <w:pStyle w:val="Styla"/>
        <w:numPr>
          <w:ilvl w:val="0"/>
          <w:numId w:val="42"/>
        </w:numPr>
        <w:spacing w:line="259" w:lineRule="auto"/>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t>niepublicznego</w:t>
      </w:r>
      <w:r w:rsidRPr="007F6E2A">
        <w:t xml:space="preserve"> w niniejszym post</w:t>
      </w:r>
      <w:r>
        <w:t>ę</w:t>
      </w:r>
      <w:r w:rsidRPr="007F6E2A">
        <w:t>powaniu;</w:t>
      </w:r>
    </w:p>
    <w:p w14:paraId="3627530F" w14:textId="77777777" w:rsidR="00D975D3" w:rsidRPr="007F6E2A" w:rsidRDefault="00D975D3" w:rsidP="00D975D3">
      <w:pPr>
        <w:pStyle w:val="Styla"/>
        <w:spacing w:line="259" w:lineRule="auto"/>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t>6</w:t>
      </w:r>
      <w:r w:rsidRPr="007F6E2A">
        <w:t xml:space="preserve"> </w:t>
      </w:r>
      <w:r>
        <w:t>SWZ</w:t>
      </w:r>
      <w:r w:rsidRPr="007F6E2A">
        <w:t>;</w:t>
      </w:r>
    </w:p>
    <w:p w14:paraId="1DAA3C8B" w14:textId="77777777" w:rsidR="00D975D3" w:rsidRDefault="00D975D3" w:rsidP="00D975D3">
      <w:pPr>
        <w:pStyle w:val="Styla"/>
        <w:spacing w:after="120" w:line="259" w:lineRule="auto"/>
        <w:ind w:left="1134" w:hanging="425"/>
        <w:contextualSpacing w:val="0"/>
      </w:pPr>
      <w:r w:rsidRPr="007F6E2A">
        <w:t>zobowiązujemy się do przekazania informacji, w zakresie, o którym mowa pkt b) powyżej, także osobom których dane zostaną przekazane Zamawiającemu w ww. celu na dalszych etapach postępowania</w:t>
      </w:r>
      <w:r>
        <w:t>;</w:t>
      </w:r>
    </w:p>
    <w:p w14:paraId="26E16F06" w14:textId="77777777" w:rsidR="00D975D3" w:rsidRPr="00250971" w:rsidRDefault="00EC1E0C" w:rsidP="00D975D3">
      <w:pPr>
        <w:pStyle w:val="Akapitzlist"/>
        <w:autoSpaceDE w:val="0"/>
        <w:autoSpaceDN w:val="0"/>
        <w:spacing w:after="120" w:line="259" w:lineRule="auto"/>
        <w:ind w:left="426" w:hanging="284"/>
        <w:rPr>
          <w:rFonts w:eastAsia="Calibri" w:cs="Arial"/>
          <w:color w:val="000000"/>
          <w:sz w:val="20"/>
          <w:szCs w:val="20"/>
        </w:rPr>
      </w:pPr>
      <w:sdt>
        <w:sdtPr>
          <w:rPr>
            <w:rFonts w:cs="Arial"/>
            <w:sz w:val="20"/>
            <w:szCs w:val="20"/>
            <w:lang w:eastAsia="en-US"/>
          </w:rPr>
          <w:id w:val="-1819257537"/>
          <w14:checkbox>
            <w14:checked w14:val="0"/>
            <w14:checkedState w14:val="2612" w14:font="MS Gothic"/>
            <w14:uncheckedState w14:val="2610" w14:font="MS Gothic"/>
          </w14:checkbox>
        </w:sdtPr>
        <w:sdtEndPr/>
        <w:sdtContent>
          <w:r w:rsidR="00D975D3">
            <w:rPr>
              <w:rFonts w:ascii="MS Gothic" w:eastAsia="MS Gothic" w:hAnsi="MS Gothic" w:cs="Arial" w:hint="eastAsia"/>
              <w:sz w:val="20"/>
              <w:szCs w:val="20"/>
              <w:lang w:eastAsia="en-US"/>
            </w:rPr>
            <w:t>☐</w:t>
          </w:r>
        </w:sdtContent>
      </w:sdt>
      <w:r w:rsidR="00D975D3">
        <w:rPr>
          <w:rFonts w:cs="Arial"/>
          <w:sz w:val="20"/>
          <w:szCs w:val="20"/>
          <w:lang w:eastAsia="en-US"/>
        </w:rPr>
        <w:t xml:space="preserve"> </w:t>
      </w:r>
      <w:r w:rsidR="00D975D3" w:rsidRPr="00C023E8">
        <w:rPr>
          <w:rFonts w:cs="Arial"/>
          <w:sz w:val="20"/>
          <w:szCs w:val="20"/>
          <w:lang w:eastAsia="en-US"/>
        </w:rPr>
        <w:t>nie przekazujemy danych osobowych innych ni</w:t>
      </w:r>
      <w:r w:rsidR="00D975D3">
        <w:rPr>
          <w:rFonts w:cs="Arial"/>
          <w:sz w:val="20"/>
          <w:szCs w:val="20"/>
          <w:lang w:eastAsia="en-US"/>
        </w:rPr>
        <w:t xml:space="preserve">ż bezpośrednio nas dotyczących </w:t>
      </w:r>
      <w:r w:rsidR="00D975D3" w:rsidRPr="00C023E8">
        <w:rPr>
          <w:rFonts w:cs="Arial"/>
          <w:sz w:val="20"/>
          <w:szCs w:val="20"/>
          <w:lang w:eastAsia="en-US"/>
        </w:rPr>
        <w:t>lub zachodzi wyłączenie stosowania obowiązku informacyjneg</w:t>
      </w:r>
      <w:r w:rsidR="00D975D3">
        <w:rPr>
          <w:rFonts w:cs="Arial"/>
          <w:sz w:val="20"/>
          <w:szCs w:val="20"/>
          <w:lang w:eastAsia="en-US"/>
        </w:rPr>
        <w:t xml:space="preserve">o, stosownie do art. 13 ust. 4 </w:t>
      </w:r>
      <w:r w:rsidR="00D975D3" w:rsidRPr="00C023E8">
        <w:rPr>
          <w:rFonts w:cs="Arial"/>
          <w:sz w:val="20"/>
          <w:szCs w:val="20"/>
          <w:lang w:eastAsia="en-US"/>
        </w:rPr>
        <w:t>lub art. 14 ust. 5 RODO</w:t>
      </w:r>
      <w:r w:rsidR="00D975D3">
        <w:rPr>
          <w:rFonts w:cs="Arial"/>
          <w:sz w:val="20"/>
          <w:szCs w:val="20"/>
          <w:lang w:eastAsia="en-US"/>
        </w:rPr>
        <w:t>.</w:t>
      </w:r>
    </w:p>
    <w:p w14:paraId="441435AE" w14:textId="10CF12A8" w:rsidR="00087C7C" w:rsidRDefault="00992149" w:rsidP="00D975D3">
      <w:pPr>
        <w:pStyle w:val="Styl1formularz"/>
        <w:spacing w:line="259" w:lineRule="auto"/>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D975D3">
      <w:pPr>
        <w:pStyle w:val="Styl1formularz"/>
        <w:spacing w:line="259" w:lineRule="auto"/>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D975D3">
      <w:pPr>
        <w:pStyle w:val="Styl1formularz"/>
        <w:spacing w:line="259" w:lineRule="auto"/>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77777777" w:rsidR="00087C7C" w:rsidRPr="00E50C59" w:rsidRDefault="00087C7C" w:rsidP="00D975D3">
      <w:pPr>
        <w:pStyle w:val="Styl1formularz"/>
        <w:spacing w:after="120" w:line="259" w:lineRule="auto"/>
      </w:pPr>
      <w:r w:rsidRPr="00123078">
        <w:t xml:space="preserve">Wszelką korespondencję  dotyczącą niniejszego </w:t>
      </w:r>
      <w:r w:rsidR="00B25BEA">
        <w:t>postępowania</w:t>
      </w:r>
      <w:r w:rsidRPr="00123078">
        <w:t xml:space="preserve"> należy kierować na:</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5674"/>
      </w:tblGrid>
      <w:tr w:rsidR="00087C7C" w:rsidRPr="00F0054B" w14:paraId="11EBB526" w14:textId="77777777" w:rsidTr="00D975D3">
        <w:trPr>
          <w:jc w:val="right"/>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5674" w:type="dxa"/>
          </w:tcPr>
          <w:p w14:paraId="0B45DAE8" w14:textId="77777777" w:rsidR="00087C7C" w:rsidRPr="00F0054B" w:rsidRDefault="00087C7C" w:rsidP="00A95B19">
            <w:pPr>
              <w:rPr>
                <w:rFonts w:cs="Arial"/>
                <w:sz w:val="20"/>
                <w:szCs w:val="20"/>
              </w:rPr>
            </w:pPr>
          </w:p>
        </w:tc>
      </w:tr>
      <w:tr w:rsidR="00087C7C" w:rsidRPr="00F0054B" w14:paraId="449CBB36" w14:textId="77777777" w:rsidTr="00D975D3">
        <w:trPr>
          <w:jc w:val="right"/>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5674" w:type="dxa"/>
          </w:tcPr>
          <w:p w14:paraId="4FBDEF93" w14:textId="77777777" w:rsidR="00087C7C" w:rsidRPr="00F0054B" w:rsidRDefault="00087C7C" w:rsidP="00A95B19">
            <w:pPr>
              <w:rPr>
                <w:rFonts w:cs="Arial"/>
                <w:sz w:val="20"/>
                <w:szCs w:val="20"/>
              </w:rPr>
            </w:pPr>
          </w:p>
        </w:tc>
      </w:tr>
      <w:tr w:rsidR="00087C7C" w:rsidRPr="00F0054B" w14:paraId="43E053AB" w14:textId="77777777" w:rsidTr="00D975D3">
        <w:trPr>
          <w:jc w:val="right"/>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5674" w:type="dxa"/>
          </w:tcPr>
          <w:p w14:paraId="25C64F63" w14:textId="77777777" w:rsidR="00087C7C" w:rsidRPr="00F0054B" w:rsidRDefault="00087C7C" w:rsidP="00A95B19">
            <w:pPr>
              <w:rPr>
                <w:rFonts w:cs="Arial"/>
                <w:sz w:val="20"/>
                <w:szCs w:val="20"/>
              </w:rPr>
            </w:pPr>
          </w:p>
        </w:tc>
      </w:tr>
      <w:tr w:rsidR="00087C7C" w:rsidRPr="00F0054B" w14:paraId="7452D0A9" w14:textId="77777777" w:rsidTr="00D975D3">
        <w:trPr>
          <w:jc w:val="right"/>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5674" w:type="dxa"/>
          </w:tcPr>
          <w:p w14:paraId="0416A8B5" w14:textId="77777777" w:rsidR="00087C7C" w:rsidRPr="00F0054B" w:rsidRDefault="00087C7C" w:rsidP="00A95B19">
            <w:pPr>
              <w:rPr>
                <w:rFonts w:cs="Arial"/>
                <w:sz w:val="20"/>
                <w:szCs w:val="20"/>
              </w:rPr>
            </w:pPr>
          </w:p>
        </w:tc>
      </w:tr>
      <w:tr w:rsidR="00087C7C" w:rsidRPr="00F0054B" w14:paraId="7BAD4F08" w14:textId="77777777" w:rsidTr="00D975D3">
        <w:trPr>
          <w:trHeight w:val="70"/>
          <w:jc w:val="right"/>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5674" w:type="dxa"/>
          </w:tcPr>
          <w:p w14:paraId="51F9EAB0" w14:textId="77777777" w:rsidR="00087C7C" w:rsidRPr="00F0054B" w:rsidRDefault="00087C7C" w:rsidP="00A95B19">
            <w:pPr>
              <w:rPr>
                <w:rFonts w:cs="Arial"/>
                <w:sz w:val="20"/>
                <w:szCs w:val="20"/>
              </w:rPr>
            </w:pPr>
          </w:p>
        </w:tc>
      </w:tr>
      <w:tr w:rsidR="00087C7C" w:rsidRPr="00F0054B" w14:paraId="7FE74277" w14:textId="77777777" w:rsidTr="00D975D3">
        <w:trPr>
          <w:jc w:val="right"/>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5674"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392B2D9D" w14:textId="0FC658CC" w:rsidR="00087C7C" w:rsidRDefault="00D975D3" w:rsidP="00D975D3">
      <w:pPr>
        <w:autoSpaceDE w:val="0"/>
        <w:autoSpaceDN w:val="0"/>
        <w:spacing w:after="120" w:line="240" w:lineRule="auto"/>
        <w:rPr>
          <w:rFonts w:cs="Arial"/>
          <w:sz w:val="20"/>
          <w:szCs w:val="20"/>
        </w:rPr>
      </w:pPr>
      <w:r w:rsidRPr="00D975D3">
        <w:rPr>
          <w:rFonts w:cs="Arial"/>
          <w:sz w:val="20"/>
          <w:szCs w:val="20"/>
          <w:u w:val="single"/>
        </w:rPr>
        <w:t>Z</w:t>
      </w:r>
      <w:r w:rsidR="00087C7C" w:rsidRPr="00D975D3">
        <w:rPr>
          <w:rFonts w:cs="Arial"/>
          <w:sz w:val="20"/>
          <w:szCs w:val="20"/>
          <w:u w:val="single"/>
        </w:rPr>
        <w:t>ałączniki do niniejszej oferty</w:t>
      </w:r>
      <w:r w:rsidR="00087C7C" w:rsidRPr="001F01E0">
        <w:rPr>
          <w:rFonts w:cs="Arial"/>
          <w:sz w:val="20"/>
          <w:szCs w:val="20"/>
        </w:rPr>
        <w:t xml:space="preserve">: </w:t>
      </w:r>
    </w:p>
    <w:p w14:paraId="4881C3C4" w14:textId="77777777" w:rsidR="00087C7C" w:rsidRDefault="00087C7C" w:rsidP="00D975D3">
      <w:pPr>
        <w:pStyle w:val="Akapitzlist"/>
        <w:numPr>
          <w:ilvl w:val="0"/>
          <w:numId w:val="8"/>
        </w:numPr>
        <w:autoSpaceDE w:val="0"/>
        <w:autoSpaceDN w:val="0"/>
        <w:spacing w:line="240" w:lineRule="auto"/>
        <w:ind w:left="284" w:hanging="284"/>
        <w:rPr>
          <w:rFonts w:cs="Arial"/>
          <w:sz w:val="20"/>
          <w:szCs w:val="20"/>
        </w:rPr>
      </w:pPr>
      <w:r>
        <w:rPr>
          <w:rFonts w:cs="Arial"/>
          <w:sz w:val="20"/>
          <w:szCs w:val="20"/>
        </w:rPr>
        <w:t>………………………….</w:t>
      </w:r>
    </w:p>
    <w:p w14:paraId="354006FA" w14:textId="77777777" w:rsidR="00087C7C" w:rsidRPr="001F01E0" w:rsidRDefault="00087C7C" w:rsidP="00D975D3">
      <w:pPr>
        <w:pStyle w:val="Akapitzlist"/>
        <w:numPr>
          <w:ilvl w:val="0"/>
          <w:numId w:val="8"/>
        </w:numPr>
        <w:autoSpaceDE w:val="0"/>
        <w:autoSpaceDN w:val="0"/>
        <w:spacing w:line="240" w:lineRule="auto"/>
        <w:ind w:left="284" w:hanging="284"/>
        <w:rPr>
          <w:rFonts w:cs="Arial"/>
          <w:sz w:val="20"/>
          <w:szCs w:val="20"/>
        </w:rPr>
      </w:pPr>
      <w:r>
        <w:rPr>
          <w:rFonts w:cs="Arial"/>
          <w:sz w:val="20"/>
          <w:szCs w:val="20"/>
        </w:rPr>
        <w:t>………………………….</w:t>
      </w:r>
    </w:p>
    <w:p w14:paraId="00E637BF" w14:textId="6FDDF930" w:rsidR="00087C7C" w:rsidRDefault="00087C7C" w:rsidP="00D975D3">
      <w:pPr>
        <w:autoSpaceDE w:val="0"/>
        <w:autoSpaceDN w:val="0"/>
        <w:spacing w:line="259" w:lineRule="auto"/>
        <w:rPr>
          <w:rFonts w:cs="Arial"/>
          <w:sz w:val="20"/>
          <w:szCs w:val="20"/>
        </w:rPr>
      </w:pPr>
    </w:p>
    <w:p w14:paraId="31ADA90A" w14:textId="77777777" w:rsidR="00D975D3" w:rsidRPr="00D975D3" w:rsidRDefault="00D975D3" w:rsidP="00D975D3">
      <w:pPr>
        <w:autoSpaceDE w:val="0"/>
        <w:autoSpaceDN w:val="0"/>
        <w:spacing w:line="259" w:lineRule="auto"/>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D975D3" w:rsidRPr="00640FA2" w14:paraId="03C9A938" w14:textId="77777777" w:rsidTr="007961CD">
        <w:trPr>
          <w:cantSplit/>
          <w:trHeight w:val="703"/>
          <w:jc w:val="center"/>
        </w:trPr>
        <w:tc>
          <w:tcPr>
            <w:tcW w:w="307" w:type="pct"/>
            <w:vAlign w:val="center"/>
          </w:tcPr>
          <w:p w14:paraId="0EF6677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1DEB9047" w14:textId="77777777" w:rsidR="00D975D3" w:rsidRPr="00F0054B" w:rsidRDefault="00D975D3" w:rsidP="007961CD">
            <w:pPr>
              <w:spacing w:line="240" w:lineRule="auto"/>
              <w:jc w:val="center"/>
              <w:rPr>
                <w:rFonts w:cs="Arial"/>
                <w:bCs/>
                <w:sz w:val="18"/>
                <w:szCs w:val="18"/>
              </w:rPr>
            </w:pPr>
            <w:r w:rsidRPr="00F0054B">
              <w:rPr>
                <w:rFonts w:cs="Arial"/>
                <w:bCs/>
                <w:sz w:val="18"/>
                <w:szCs w:val="18"/>
              </w:rPr>
              <w:t>Nazwisko i imię osoby (osób) uprawnionej(ych) do występowania w o</w:t>
            </w:r>
            <w:r>
              <w:rPr>
                <w:rFonts w:cs="Arial"/>
                <w:bCs/>
                <w:sz w:val="18"/>
                <w:szCs w:val="18"/>
              </w:rPr>
              <w:t>brocie prawnym lub posiadającej</w:t>
            </w:r>
            <w:r w:rsidRPr="00F0054B">
              <w:rPr>
                <w:rFonts w:cs="Arial"/>
                <w:bCs/>
                <w:sz w:val="18"/>
                <w:szCs w:val="18"/>
              </w:rPr>
              <w:t>(ych) pełnomocnictwo</w:t>
            </w:r>
          </w:p>
        </w:tc>
        <w:tc>
          <w:tcPr>
            <w:tcW w:w="1291" w:type="pct"/>
            <w:vAlign w:val="center"/>
          </w:tcPr>
          <w:p w14:paraId="710AC40A" w14:textId="77777777" w:rsidR="00D975D3" w:rsidRPr="00F0054B" w:rsidRDefault="00D975D3" w:rsidP="007961CD">
            <w:pPr>
              <w:spacing w:line="240" w:lineRule="auto"/>
              <w:jc w:val="center"/>
              <w:rPr>
                <w:rFonts w:cs="Arial"/>
                <w:bCs/>
                <w:sz w:val="18"/>
                <w:szCs w:val="18"/>
              </w:rPr>
            </w:pPr>
            <w:r w:rsidRPr="00F0054B">
              <w:rPr>
                <w:rFonts w:cs="Arial"/>
                <w:bCs/>
                <w:sz w:val="18"/>
                <w:szCs w:val="18"/>
              </w:rPr>
              <w:t>Podpis(y) osoby(osób) uprawnionej(ych)</w:t>
            </w:r>
          </w:p>
        </w:tc>
        <w:tc>
          <w:tcPr>
            <w:tcW w:w="1248" w:type="pct"/>
            <w:vAlign w:val="center"/>
          </w:tcPr>
          <w:p w14:paraId="450FA214" w14:textId="77777777" w:rsidR="00D975D3" w:rsidRPr="00F0054B" w:rsidRDefault="00D975D3" w:rsidP="007961CD">
            <w:pPr>
              <w:spacing w:line="240" w:lineRule="auto"/>
              <w:jc w:val="center"/>
              <w:rPr>
                <w:rFonts w:cs="Arial"/>
                <w:bCs/>
                <w:sz w:val="18"/>
                <w:szCs w:val="18"/>
              </w:rPr>
            </w:pPr>
            <w:r w:rsidRPr="00F0054B">
              <w:rPr>
                <w:rFonts w:cs="Arial"/>
                <w:bCs/>
                <w:sz w:val="18"/>
                <w:szCs w:val="18"/>
              </w:rPr>
              <w:t>Miejscowość i data</w:t>
            </w:r>
          </w:p>
        </w:tc>
      </w:tr>
      <w:tr w:rsidR="00D975D3" w:rsidRPr="00F0054B" w14:paraId="413E195A" w14:textId="77777777" w:rsidTr="007961CD">
        <w:trPr>
          <w:cantSplit/>
          <w:trHeight w:val="674"/>
          <w:jc w:val="center"/>
        </w:trPr>
        <w:tc>
          <w:tcPr>
            <w:tcW w:w="307" w:type="pct"/>
            <w:vAlign w:val="center"/>
          </w:tcPr>
          <w:p w14:paraId="6A6D758D" w14:textId="77777777" w:rsidR="00D975D3" w:rsidRPr="00F0054B" w:rsidRDefault="00D975D3" w:rsidP="007961CD">
            <w:pPr>
              <w:rPr>
                <w:rFonts w:cs="Arial"/>
                <w:b/>
                <w:sz w:val="18"/>
                <w:szCs w:val="18"/>
              </w:rPr>
            </w:pPr>
          </w:p>
        </w:tc>
        <w:tc>
          <w:tcPr>
            <w:tcW w:w="2154" w:type="pct"/>
            <w:vAlign w:val="center"/>
          </w:tcPr>
          <w:p w14:paraId="04438282" w14:textId="77777777" w:rsidR="00D975D3" w:rsidRPr="00F0054B" w:rsidRDefault="00D975D3" w:rsidP="007961CD">
            <w:pPr>
              <w:rPr>
                <w:rFonts w:cs="Arial"/>
                <w:b/>
                <w:sz w:val="18"/>
                <w:szCs w:val="18"/>
              </w:rPr>
            </w:pPr>
          </w:p>
        </w:tc>
        <w:tc>
          <w:tcPr>
            <w:tcW w:w="1291" w:type="pct"/>
            <w:vAlign w:val="center"/>
          </w:tcPr>
          <w:p w14:paraId="2CF2785D" w14:textId="77777777" w:rsidR="00D975D3" w:rsidRPr="00F0054B" w:rsidRDefault="00D975D3" w:rsidP="007961CD">
            <w:pPr>
              <w:rPr>
                <w:rFonts w:cs="Arial"/>
                <w:b/>
                <w:sz w:val="18"/>
                <w:szCs w:val="18"/>
              </w:rPr>
            </w:pPr>
          </w:p>
        </w:tc>
        <w:tc>
          <w:tcPr>
            <w:tcW w:w="1248" w:type="pct"/>
            <w:vAlign w:val="center"/>
          </w:tcPr>
          <w:p w14:paraId="6D005808" w14:textId="77777777" w:rsidR="00D975D3" w:rsidRPr="00F0054B" w:rsidRDefault="00D975D3" w:rsidP="007961CD">
            <w:pPr>
              <w:rPr>
                <w:rFonts w:cs="Arial"/>
                <w:b/>
                <w:sz w:val="18"/>
                <w:szCs w:val="18"/>
              </w:rPr>
            </w:pPr>
          </w:p>
        </w:tc>
      </w:tr>
    </w:tbl>
    <w:p w14:paraId="1021CF63" w14:textId="6E06752F" w:rsidR="00D975D3" w:rsidRDefault="00D975D3" w:rsidP="008F3D9B">
      <w:pPr>
        <w:pStyle w:val="StylZa"/>
      </w:pPr>
    </w:p>
    <w:p w14:paraId="08CA743A" w14:textId="77777777" w:rsidR="00D975D3" w:rsidRDefault="00D975D3">
      <w:pPr>
        <w:spacing w:line="240" w:lineRule="auto"/>
        <w:jc w:val="left"/>
        <w:rPr>
          <w:rFonts w:cs="Calibri"/>
          <w:b/>
          <w:iCs/>
          <w:color w:val="000000"/>
          <w:sz w:val="20"/>
          <w:szCs w:val="22"/>
          <w:lang w:eastAsia="en-US"/>
        </w:rPr>
      </w:pPr>
      <w:r>
        <w:br w:type="page"/>
      </w:r>
    </w:p>
    <w:p w14:paraId="298DBC87" w14:textId="741CCE43" w:rsidR="00087C7C" w:rsidRPr="006116C4" w:rsidRDefault="00087C7C" w:rsidP="00D975D3">
      <w:pPr>
        <w:pStyle w:val="StylZa"/>
        <w:spacing w:after="240" w:line="259" w:lineRule="auto"/>
      </w:pPr>
      <w:r w:rsidRPr="006116C4">
        <w:t xml:space="preserve">Załącznik nr 2 do </w:t>
      </w:r>
      <w:r w:rsidR="006C29FD">
        <w:t>SWZ</w:t>
      </w:r>
    </w:p>
    <w:p w14:paraId="4A41BFEB" w14:textId="77777777" w:rsidR="00D975D3" w:rsidRDefault="00D975D3" w:rsidP="00D975D3">
      <w:pPr>
        <w:pStyle w:val="Styltytuza"/>
        <w:spacing w:after="240" w:line="259" w:lineRule="auto"/>
      </w:pPr>
    </w:p>
    <w:p w14:paraId="627CC69B" w14:textId="12E3FEE5" w:rsidR="00087C7C" w:rsidRPr="008F3D9B" w:rsidRDefault="00087C7C" w:rsidP="00F27459">
      <w:pPr>
        <w:pStyle w:val="Styltytuza"/>
        <w:spacing w:after="240" w:line="259" w:lineRule="auto"/>
      </w:pPr>
      <w:r w:rsidRPr="008F3D9B">
        <w:t>OPIS PRZEDMIOTU ZAMÓWIENIA</w:t>
      </w:r>
    </w:p>
    <w:p w14:paraId="015EDA0C" w14:textId="74EF77CC" w:rsidR="00FD7E3B" w:rsidRDefault="009B3A47" w:rsidP="00D975D3">
      <w:pPr>
        <w:pStyle w:val="Styltytuza"/>
        <w:spacing w:after="240" w:line="259" w:lineRule="auto"/>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D975D3">
      <w:pPr>
        <w:pStyle w:val="StylZa"/>
        <w:spacing w:after="240" w:line="259" w:lineRule="auto"/>
      </w:pPr>
      <w:r w:rsidRPr="002A7223">
        <w:t xml:space="preserve">Załącznik nr 3 do </w:t>
      </w:r>
      <w:r w:rsidR="006C29FD">
        <w:t>SWZ</w:t>
      </w:r>
    </w:p>
    <w:p w14:paraId="5781C231" w14:textId="77777777" w:rsidR="00D975D3" w:rsidRDefault="00D975D3" w:rsidP="00D975D3">
      <w:pPr>
        <w:pStyle w:val="Styltytuza"/>
        <w:spacing w:after="240" w:line="259" w:lineRule="auto"/>
      </w:pPr>
    </w:p>
    <w:p w14:paraId="309EB2BC" w14:textId="3030B44D" w:rsidR="00087C7C" w:rsidRPr="007925EE" w:rsidRDefault="00CC2316" w:rsidP="00D975D3">
      <w:pPr>
        <w:pStyle w:val="Styltytuza"/>
        <w:spacing w:after="240" w:line="259" w:lineRule="auto"/>
      </w:pPr>
      <w:r>
        <w:t xml:space="preserve">WZÓR </w:t>
      </w:r>
      <w:r w:rsidR="00087C7C">
        <w:t>UMOWY</w:t>
      </w:r>
    </w:p>
    <w:p w14:paraId="08F36E2C" w14:textId="77777777" w:rsidR="00087C7C" w:rsidRDefault="00087C7C" w:rsidP="00D975D3">
      <w:pPr>
        <w:pStyle w:val="Styltytuza"/>
        <w:spacing w:after="240" w:line="259" w:lineRule="auto"/>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0C53E950" w14:textId="77777777" w:rsidR="00D975D3" w:rsidRPr="00FD7E3B" w:rsidRDefault="00D975D3" w:rsidP="00D975D3">
      <w:pPr>
        <w:pStyle w:val="StylZa"/>
      </w:pPr>
      <w:r>
        <w:t>Załącznik n</w:t>
      </w:r>
      <w:r w:rsidRPr="00FD7E3B">
        <w:t xml:space="preserve">r 4a do SWZ </w:t>
      </w:r>
    </w:p>
    <w:p w14:paraId="0A2A638E" w14:textId="77777777" w:rsidR="00D975D3" w:rsidRPr="002A44D0" w:rsidRDefault="00D975D3" w:rsidP="00D975D3">
      <w:pPr>
        <w:pStyle w:val="Styltytuza"/>
      </w:pPr>
      <w:r>
        <w:rPr>
          <w:noProof/>
          <w:lang w:eastAsia="pl-PL"/>
        </w:rPr>
        <mc:AlternateContent>
          <mc:Choice Requires="wps">
            <w:drawing>
              <wp:anchor distT="4294967289" distB="4294967289" distL="114300" distR="114300" simplePos="0" relativeHeight="251666432" behindDoc="0" locked="0" layoutInCell="0" allowOverlap="1" wp14:anchorId="610988CE" wp14:editId="45D223AC">
                <wp:simplePos x="0" y="0"/>
                <wp:positionH relativeFrom="margin">
                  <wp:align>center</wp:align>
                </wp:positionH>
                <wp:positionV relativeFrom="paragraph">
                  <wp:posOffset>304800</wp:posOffset>
                </wp:positionV>
                <wp:extent cx="5760000" cy="0"/>
                <wp:effectExtent l="0" t="0" r="3175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370FC1" id="Łącznik prostoliniowy 6" o:spid="_x0000_s1026" style="position:absolute;z-index:251666432;visibility:visible;mso-wrap-style:square;mso-width-percent:0;mso-height-percent:0;mso-wrap-distance-left:9pt;mso-wrap-distance-top:-19e-5mm;mso-wrap-distance-right:9pt;mso-wrap-distance-bottom:-19e-5mm;mso-position-horizontal:center;mso-position-horizontal-relative:margin;mso-position-vertical:absolute;mso-position-vertical-relative:text;mso-width-percent:0;mso-height-percent:0;mso-width-relative:page;mso-height-relative:page" from="0,24pt" to="453.5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" o:allowincell="f">
                <w10:wrap anchorx="margin"/>
              </v:line>
            </w:pict>
          </mc:Fallback>
        </mc:AlternateContent>
      </w:r>
      <w:r w:rsidRPr="002A44D0">
        <w:t>Oświadczenie o spełnianiu warunków</w:t>
      </w:r>
      <w:r>
        <w:t xml:space="preserve"> udziału w postępowaniu</w:t>
      </w:r>
      <w:r w:rsidRPr="002A44D0">
        <w:t xml:space="preserve"> </w:t>
      </w:r>
    </w:p>
    <w:p w14:paraId="1739E8A0" w14:textId="77777777" w:rsidR="00D975D3" w:rsidRPr="00D91BDA" w:rsidRDefault="00D975D3" w:rsidP="00D975D3">
      <w:pPr>
        <w:pStyle w:val="xl114"/>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b w:val="0"/>
          <w:bCs w:val="0"/>
          <w:color w:val="auto"/>
          <w:sz w:val="22"/>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D975D3" w:rsidRPr="00686709" w14:paraId="330BFC5D" w14:textId="77777777" w:rsidTr="007961CD">
        <w:trPr>
          <w:cantSplit/>
          <w:trHeight w:hRule="exact" w:val="931"/>
          <w:jc w:val="center"/>
        </w:trPr>
        <w:tc>
          <w:tcPr>
            <w:tcW w:w="3552" w:type="dxa"/>
            <w:shd w:val="clear" w:color="auto" w:fill="002060"/>
            <w:vAlign w:val="center"/>
          </w:tcPr>
          <w:p w14:paraId="239DF1C8"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7D514D36" w14:textId="77777777" w:rsidR="00D975D3" w:rsidRPr="00686709" w:rsidRDefault="00D975D3" w:rsidP="007961CD">
            <w:pPr>
              <w:spacing w:line="240" w:lineRule="auto"/>
              <w:rPr>
                <w:rFonts w:cs="Arial"/>
                <w:sz w:val="20"/>
                <w:szCs w:val="20"/>
              </w:rPr>
            </w:pPr>
          </w:p>
        </w:tc>
      </w:tr>
      <w:tr w:rsidR="00D975D3" w:rsidRPr="00686709" w14:paraId="715EE87A" w14:textId="77777777" w:rsidTr="007961CD">
        <w:trPr>
          <w:cantSplit/>
          <w:trHeight w:hRule="exact" w:val="1253"/>
          <w:jc w:val="center"/>
        </w:trPr>
        <w:tc>
          <w:tcPr>
            <w:tcW w:w="3552" w:type="dxa"/>
            <w:shd w:val="clear" w:color="auto" w:fill="002060"/>
            <w:vAlign w:val="center"/>
          </w:tcPr>
          <w:p w14:paraId="6DDD5D6A"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 xml:space="preserve">Adres Wykonawcy: </w:t>
            </w:r>
          </w:p>
          <w:p w14:paraId="60559F58"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4FCEEC47" w14:textId="77777777" w:rsidR="00D975D3" w:rsidRPr="004375BC" w:rsidRDefault="00D975D3"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504B3C8E" w14:textId="77777777" w:rsidR="00D975D3" w:rsidRPr="00686709" w:rsidRDefault="00D975D3" w:rsidP="007961CD">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0F8A8863" w:rsidR="00087C7C" w:rsidRDefault="00087C7C" w:rsidP="00341231">
      <w:pPr>
        <w:pStyle w:val="Nagwek"/>
        <w:spacing w:line="259"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435600" w:rsidRPr="00435600">
        <w:rPr>
          <w:rFonts w:cs="Arial"/>
          <w:b/>
          <w:sz w:val="20"/>
          <w:szCs w:val="20"/>
        </w:rPr>
        <w:t>„</w:t>
      </w:r>
      <w:r w:rsidR="006B17CD">
        <w:rPr>
          <w:rFonts w:cs="Arial"/>
          <w:b/>
          <w:sz w:val="20"/>
          <w:szCs w:val="20"/>
        </w:rPr>
        <w:t>Kontrola tras gazociągów z powietrza</w:t>
      </w:r>
      <w:r w:rsidR="00435600" w:rsidRPr="00435600">
        <w:rPr>
          <w:rFonts w:cs="Arial"/>
          <w:b/>
          <w:sz w:val="20"/>
          <w:szCs w:val="20"/>
        </w:rPr>
        <w:t xml:space="preserve">”, </w:t>
      </w:r>
      <w:r w:rsidR="00435600" w:rsidRPr="00435600">
        <w:rPr>
          <w:rFonts w:cs="Arial"/>
          <w:sz w:val="20"/>
          <w:szCs w:val="20"/>
        </w:rPr>
        <w:t>numer postępowania:</w:t>
      </w:r>
      <w:r w:rsidR="00435600" w:rsidRPr="00435600">
        <w:rPr>
          <w:rFonts w:cs="Arial"/>
          <w:b/>
          <w:sz w:val="20"/>
          <w:szCs w:val="20"/>
        </w:rPr>
        <w:t xml:space="preserve"> </w:t>
      </w:r>
      <w:r w:rsidR="006B17CD">
        <w:rPr>
          <w:rFonts w:cs="Arial"/>
          <w:b/>
          <w:sz w:val="20"/>
          <w:szCs w:val="20"/>
        </w:rPr>
        <w:t>NP/ORLEN/26/0142/CS/ZZ</w:t>
      </w:r>
    </w:p>
    <w:p w14:paraId="4974F1BF" w14:textId="77777777" w:rsidR="00087C7C" w:rsidRPr="002A44D0"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341231">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341231">
      <w:pPr>
        <w:pStyle w:val="xl114"/>
        <w:numPr>
          <w:ilvl w:val="0"/>
          <w:numId w:val="12"/>
        </w:numPr>
        <w:spacing w:before="120" w:beforeAutospacing="0" w:after="0" w:afterAutospacing="0" w:line="259"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341231">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59" w:lineRule="auto"/>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1A583F49" w14:textId="77777777" w:rsidTr="007961CD">
        <w:trPr>
          <w:cantSplit/>
          <w:trHeight w:val="703"/>
          <w:jc w:val="center"/>
        </w:trPr>
        <w:tc>
          <w:tcPr>
            <w:tcW w:w="307" w:type="pct"/>
            <w:vAlign w:val="center"/>
          </w:tcPr>
          <w:p w14:paraId="16BFE2E9"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5A70C515"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uprawnionej(ych) do występowania w o</w:t>
            </w:r>
            <w:r>
              <w:rPr>
                <w:rFonts w:cs="Arial"/>
                <w:bCs/>
                <w:sz w:val="18"/>
                <w:szCs w:val="18"/>
              </w:rPr>
              <w:t>brocie prawnym lub posiadającej</w:t>
            </w:r>
            <w:r w:rsidRPr="00F0054B">
              <w:rPr>
                <w:rFonts w:cs="Arial"/>
                <w:bCs/>
                <w:sz w:val="18"/>
                <w:szCs w:val="18"/>
              </w:rPr>
              <w:t>(ych) pełnomocnictwo</w:t>
            </w:r>
          </w:p>
        </w:tc>
        <w:tc>
          <w:tcPr>
            <w:tcW w:w="1291" w:type="pct"/>
            <w:vAlign w:val="center"/>
          </w:tcPr>
          <w:p w14:paraId="3345989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uprawnionej(ych)</w:t>
            </w:r>
          </w:p>
        </w:tc>
        <w:tc>
          <w:tcPr>
            <w:tcW w:w="1248" w:type="pct"/>
            <w:vAlign w:val="center"/>
          </w:tcPr>
          <w:p w14:paraId="0FFA8F4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24D702F2" w14:textId="77777777" w:rsidTr="007961CD">
        <w:trPr>
          <w:cantSplit/>
          <w:trHeight w:val="674"/>
          <w:jc w:val="center"/>
        </w:trPr>
        <w:tc>
          <w:tcPr>
            <w:tcW w:w="307" w:type="pct"/>
            <w:vAlign w:val="center"/>
          </w:tcPr>
          <w:p w14:paraId="4680A3D8" w14:textId="77777777" w:rsidR="00341231" w:rsidRPr="00F0054B" w:rsidRDefault="00341231" w:rsidP="007961CD">
            <w:pPr>
              <w:rPr>
                <w:rFonts w:cs="Arial"/>
                <w:b/>
                <w:sz w:val="18"/>
                <w:szCs w:val="18"/>
              </w:rPr>
            </w:pPr>
          </w:p>
        </w:tc>
        <w:tc>
          <w:tcPr>
            <w:tcW w:w="2154" w:type="pct"/>
            <w:vAlign w:val="center"/>
          </w:tcPr>
          <w:p w14:paraId="501A6484" w14:textId="77777777" w:rsidR="00341231" w:rsidRPr="00F0054B" w:rsidRDefault="00341231" w:rsidP="007961CD">
            <w:pPr>
              <w:rPr>
                <w:rFonts w:cs="Arial"/>
                <w:b/>
                <w:sz w:val="18"/>
                <w:szCs w:val="18"/>
              </w:rPr>
            </w:pPr>
          </w:p>
        </w:tc>
        <w:tc>
          <w:tcPr>
            <w:tcW w:w="1291" w:type="pct"/>
            <w:vAlign w:val="center"/>
          </w:tcPr>
          <w:p w14:paraId="1F8F0DFF" w14:textId="77777777" w:rsidR="00341231" w:rsidRPr="00F0054B" w:rsidRDefault="00341231" w:rsidP="007961CD">
            <w:pPr>
              <w:rPr>
                <w:rFonts w:cs="Arial"/>
                <w:b/>
                <w:sz w:val="18"/>
                <w:szCs w:val="18"/>
              </w:rPr>
            </w:pPr>
          </w:p>
        </w:tc>
        <w:tc>
          <w:tcPr>
            <w:tcW w:w="1248" w:type="pct"/>
            <w:vAlign w:val="center"/>
          </w:tcPr>
          <w:p w14:paraId="4E18B4A5" w14:textId="77777777" w:rsidR="00341231" w:rsidRPr="00F0054B" w:rsidRDefault="00341231" w:rsidP="007961CD">
            <w:pPr>
              <w:rPr>
                <w:rFonts w:cs="Arial"/>
                <w:b/>
                <w:sz w:val="18"/>
                <w:szCs w:val="18"/>
              </w:rPr>
            </w:pPr>
          </w:p>
        </w:tc>
      </w:tr>
    </w:tbl>
    <w:p w14:paraId="679CB22D" w14:textId="77777777" w:rsidR="00087C7C" w:rsidRDefault="00087C7C" w:rsidP="00341231">
      <w:pPr>
        <w:pStyle w:val="xl114"/>
        <w:tabs>
          <w:tab w:val="left" w:pos="9160"/>
          <w:tab w:val="left" w:pos="10076"/>
          <w:tab w:val="left" w:pos="10992"/>
          <w:tab w:val="left" w:pos="11908"/>
          <w:tab w:val="left" w:pos="12824"/>
          <w:tab w:val="left" w:pos="13740"/>
          <w:tab w:val="left" w:pos="14656"/>
        </w:tabs>
        <w:spacing w:line="259" w:lineRule="auto"/>
        <w:jc w:val="both"/>
        <w:rPr>
          <w:rFonts w:ascii="Arial" w:hAnsi="Arial" w:cs="Arial"/>
          <w:b w:val="0"/>
          <w:bCs w:val="0"/>
          <w:color w:val="auto"/>
          <w:sz w:val="20"/>
          <w:szCs w:val="20"/>
        </w:rPr>
      </w:pPr>
    </w:p>
    <w:p w14:paraId="1176AABC" w14:textId="77777777" w:rsidR="00341231" w:rsidRDefault="00087C7C" w:rsidP="00341231">
      <w:pPr>
        <w:pStyle w:val="StylZa"/>
      </w:pPr>
      <w:r>
        <w:br w:type="page"/>
      </w:r>
      <w:r w:rsidR="00341231">
        <w:t xml:space="preserve">Załącznik nr 4b do SWZ </w:t>
      </w:r>
    </w:p>
    <w:p w14:paraId="1080AA78" w14:textId="77777777" w:rsidR="00341231" w:rsidRPr="002A44D0" w:rsidRDefault="00341231" w:rsidP="00341231">
      <w:pPr>
        <w:pStyle w:val="Styltytuza"/>
        <w:rPr>
          <w:caps/>
        </w:rPr>
      </w:pPr>
      <w:r>
        <w:rPr>
          <w:noProof/>
          <w:lang w:eastAsia="pl-PL"/>
        </w:rPr>
        <mc:AlternateContent>
          <mc:Choice Requires="wps">
            <w:drawing>
              <wp:anchor distT="4294967289" distB="4294967289" distL="114300" distR="114300" simplePos="0" relativeHeight="251668480" behindDoc="0" locked="0" layoutInCell="1" allowOverlap="1" wp14:anchorId="5B7BD811" wp14:editId="391CED3A">
                <wp:simplePos x="0" y="0"/>
                <wp:positionH relativeFrom="margin">
                  <wp:align>right</wp:align>
                </wp:positionH>
                <wp:positionV relativeFrom="paragraph">
                  <wp:posOffset>284480</wp:posOffset>
                </wp:positionV>
                <wp:extent cx="5749200" cy="0"/>
                <wp:effectExtent l="0" t="0" r="23495"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F3287E" id="Łącznik prostoliniowy 5" o:spid="_x0000_s1026" style="position:absolute;flip:y;z-index:251668480;visibility:visible;mso-wrap-style:square;mso-width-percent:0;mso-height-percent:0;mso-wrap-distance-left:9pt;mso-wrap-distance-top:-19e-5mm;mso-wrap-distance-right:9pt;mso-wrap-distance-bottom:-19e-5mm;mso-position-horizontal:right;mso-position-horizontal-relative:margin;mso-position-vertical:absolute;mso-position-vertical-relative:text;mso-width-percent:0;mso-height-percent:0;mso-width-relative:page;mso-height-relative:page" from="401.5pt,22.4pt" to="854.2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">
                <w10:wrap anchorx="margin"/>
              </v:line>
            </w:pict>
          </mc:Fallback>
        </mc:AlternateContent>
      </w:r>
      <w:r w:rsidRPr="002A44D0">
        <w:t>Oświadczenie o niepodleganiu wykluczeniu</w:t>
      </w:r>
      <w:r>
        <w:t xml:space="preserve"> z postępowania</w:t>
      </w:r>
    </w:p>
    <w:p w14:paraId="33186B9A" w14:textId="77777777" w:rsidR="00341231" w:rsidRPr="002A44D0" w:rsidRDefault="00341231" w:rsidP="00341231">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0710A227" w14:textId="77777777" w:rsidTr="007961CD">
        <w:trPr>
          <w:cantSplit/>
          <w:trHeight w:hRule="exact" w:val="931"/>
          <w:jc w:val="center"/>
        </w:trPr>
        <w:tc>
          <w:tcPr>
            <w:tcW w:w="3552" w:type="dxa"/>
            <w:shd w:val="clear" w:color="auto" w:fill="002060"/>
            <w:vAlign w:val="center"/>
          </w:tcPr>
          <w:p w14:paraId="4AE4BAA7"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43D96BFD" w14:textId="77777777" w:rsidR="00341231" w:rsidRPr="00686709" w:rsidRDefault="00341231" w:rsidP="007961CD">
            <w:pPr>
              <w:spacing w:line="240" w:lineRule="auto"/>
              <w:rPr>
                <w:rFonts w:cs="Arial"/>
                <w:sz w:val="20"/>
                <w:szCs w:val="20"/>
              </w:rPr>
            </w:pPr>
          </w:p>
        </w:tc>
      </w:tr>
      <w:tr w:rsidR="00341231" w:rsidRPr="00686709" w14:paraId="3A958982" w14:textId="77777777" w:rsidTr="007961CD">
        <w:trPr>
          <w:cantSplit/>
          <w:trHeight w:hRule="exact" w:val="1253"/>
          <w:jc w:val="center"/>
        </w:trPr>
        <w:tc>
          <w:tcPr>
            <w:tcW w:w="3552" w:type="dxa"/>
            <w:shd w:val="clear" w:color="auto" w:fill="002060"/>
            <w:vAlign w:val="center"/>
          </w:tcPr>
          <w:p w14:paraId="24297275"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Adres Wykonawcy: </w:t>
            </w:r>
          </w:p>
          <w:p w14:paraId="6518C67F"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0283E7BB"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195DB280" w14:textId="77777777" w:rsidR="00341231" w:rsidRPr="00686709" w:rsidRDefault="00341231" w:rsidP="007961CD">
            <w:pPr>
              <w:spacing w:line="240" w:lineRule="auto"/>
              <w:ind w:right="1064"/>
              <w:rPr>
                <w:rFonts w:cs="Arial"/>
                <w:sz w:val="20"/>
                <w:szCs w:val="20"/>
              </w:rPr>
            </w:pPr>
          </w:p>
        </w:tc>
      </w:tr>
    </w:tbl>
    <w:p w14:paraId="15C902C4" w14:textId="77777777" w:rsidR="00341231" w:rsidRPr="00686709" w:rsidRDefault="00341231" w:rsidP="00341231">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7CD50B64" w:rsidR="00087C7C" w:rsidRPr="00E50C59" w:rsidRDefault="00087C7C" w:rsidP="00341231">
      <w:pPr>
        <w:pStyle w:val="Nagwek"/>
        <w:spacing w:after="200" w:line="259"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435600" w:rsidRPr="00435600">
        <w:rPr>
          <w:rFonts w:cs="Arial"/>
          <w:b/>
          <w:sz w:val="20"/>
          <w:szCs w:val="20"/>
        </w:rPr>
        <w:t>„</w:t>
      </w:r>
      <w:r w:rsidR="006B17CD">
        <w:rPr>
          <w:rFonts w:cs="Arial"/>
          <w:b/>
          <w:sz w:val="20"/>
          <w:szCs w:val="20"/>
        </w:rPr>
        <w:t>Kontrola tras gazociągów z powietrza</w:t>
      </w:r>
      <w:r w:rsidR="00435600" w:rsidRPr="00435600">
        <w:rPr>
          <w:rFonts w:cs="Arial"/>
          <w:b/>
          <w:sz w:val="20"/>
          <w:szCs w:val="20"/>
        </w:rPr>
        <w:t xml:space="preserve">”, </w:t>
      </w:r>
      <w:r w:rsidR="00435600" w:rsidRPr="00435600">
        <w:rPr>
          <w:rFonts w:cs="Arial"/>
          <w:sz w:val="20"/>
          <w:szCs w:val="20"/>
        </w:rPr>
        <w:t>numer postępowania:</w:t>
      </w:r>
      <w:r w:rsidR="00435600" w:rsidRPr="00435600">
        <w:rPr>
          <w:rFonts w:cs="Arial"/>
          <w:b/>
          <w:sz w:val="20"/>
          <w:szCs w:val="20"/>
        </w:rPr>
        <w:t xml:space="preserve"> </w:t>
      </w:r>
      <w:r w:rsidR="006B17CD">
        <w:rPr>
          <w:rFonts w:cs="Arial"/>
          <w:b/>
          <w:sz w:val="20"/>
          <w:szCs w:val="20"/>
        </w:rPr>
        <w:t>NP/ORLEN/26/0142/CS/ZZ</w:t>
      </w:r>
    </w:p>
    <w:p w14:paraId="24262DEB" w14:textId="77777777" w:rsidR="00087C7C" w:rsidRPr="002A44D0" w:rsidRDefault="00087C7C" w:rsidP="00341231">
      <w:pPr>
        <w:spacing w:line="259" w:lineRule="auto"/>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4521BB82" w:rsidR="00EE4672" w:rsidRDefault="00482581" w:rsidP="00981A5F">
      <w:pPr>
        <w:pStyle w:val="Akapitzlist"/>
        <w:numPr>
          <w:ilvl w:val="0"/>
          <w:numId w:val="11"/>
        </w:numPr>
        <w:autoSpaceDE w:val="0"/>
        <w:autoSpaceDN w:val="0"/>
        <w:adjustRightInd w:val="0"/>
        <w:spacing w:line="259" w:lineRule="auto"/>
        <w:contextualSpacing w:val="0"/>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w:t>
      </w:r>
      <w:r w:rsidR="00981A5F" w:rsidRPr="00981A5F">
        <w:rPr>
          <w:rFonts w:cs="Arial"/>
          <w:sz w:val="20"/>
          <w:szCs w:val="20"/>
        </w:rPr>
        <w:t>Upstream Polska ORLEN Spółka Akcyjna z siedzibą w Warszawie</w:t>
      </w:r>
      <w:r w:rsidR="00C77586" w:rsidRPr="00C77586">
        <w:rPr>
          <w:rFonts w:cs="Arial"/>
          <w:sz w:val="20"/>
          <w:szCs w:val="20"/>
        </w:rPr>
        <w:t xml:space="preserve">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022C7A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sidR="006107B4">
        <w:rPr>
          <w:rFonts w:cs="Arial"/>
          <w:sz w:val="20"/>
          <w:szCs w:val="20"/>
        </w:rPr>
        <w:t>.</w:t>
      </w:r>
      <w:r>
        <w:rPr>
          <w:rFonts w:cs="Arial"/>
          <w:sz w:val="20"/>
          <w:szCs w:val="20"/>
        </w:rPr>
        <w:t xml:space="preserve"> </w:t>
      </w:r>
      <w:r w:rsidRPr="002B1AC9">
        <w:rPr>
          <w:rFonts w:cs="Arial"/>
          <w:sz w:val="20"/>
          <w:szCs w:val="20"/>
        </w:rPr>
        <w:t>5, jeżeli podmiot zbiorowy nie wdrożył środków naprawczych i prewencyjnych (</w:t>
      </w:r>
      <w:proofErr w:type="spellStart"/>
      <w:r w:rsidRPr="002B1AC9">
        <w:rPr>
          <w:rFonts w:cs="Arial"/>
          <w:sz w:val="20"/>
          <w:szCs w:val="20"/>
        </w:rPr>
        <w:t>self-cleaning</w:t>
      </w:r>
      <w:proofErr w:type="spellEnd"/>
      <w:r w:rsidRPr="002B1AC9">
        <w:rPr>
          <w:rFonts w:cs="Arial"/>
          <w:sz w:val="20"/>
          <w:szCs w:val="20"/>
        </w:rPr>
        <w:t>)</w:t>
      </w:r>
      <w:r w:rsidR="002B4BA6">
        <w:rPr>
          <w:rFonts w:cs="Arial"/>
          <w:sz w:val="20"/>
          <w:szCs w:val="20"/>
        </w:rPr>
        <w:t>.</w:t>
      </w:r>
    </w:p>
    <w:p w14:paraId="7B9B1A30" w14:textId="178153D6"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2B1AC9">
        <w:rPr>
          <w:rFonts w:cs="Arial"/>
          <w:sz w:val="20"/>
          <w:szCs w:val="20"/>
        </w:rPr>
        <w:t>Wykonawców, o których osoby biorące udział w prowadzonym Postępowaniu mają wiedzę, że:</w:t>
      </w:r>
    </w:p>
    <w:p w14:paraId="7116A625" w14:textId="3A2341BE" w:rsidR="00341231" w:rsidRDefault="00482581" w:rsidP="00981A5F">
      <w:pPr>
        <w:pStyle w:val="Akapitzlist"/>
        <w:numPr>
          <w:ilvl w:val="0"/>
          <w:numId w:val="41"/>
        </w:numPr>
        <w:autoSpaceDE w:val="0"/>
        <w:autoSpaceDN w:val="0"/>
        <w:adjustRightInd w:val="0"/>
        <w:spacing w:line="259" w:lineRule="auto"/>
        <w:contextualSpacing w:val="0"/>
        <w:rPr>
          <w:rFonts w:cs="Arial"/>
          <w:sz w:val="20"/>
          <w:szCs w:val="20"/>
        </w:rPr>
      </w:pPr>
      <w:r w:rsidRPr="00C07E74">
        <w:rPr>
          <w:rFonts w:cs="Arial"/>
          <w:sz w:val="20"/>
          <w:szCs w:val="20"/>
        </w:rPr>
        <w:t xml:space="preserve">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w:t>
      </w:r>
      <w:r w:rsidR="00981A5F" w:rsidRPr="00981A5F">
        <w:rPr>
          <w:rFonts w:cs="Arial"/>
          <w:sz w:val="20"/>
          <w:szCs w:val="20"/>
        </w:rPr>
        <w:t>Upstream Polska ORLEN Spółka Akcyjna z siedzibą w Warszawie</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43E7EBE0" w14:textId="759DF5DB" w:rsidR="00341231" w:rsidRDefault="00482581" w:rsidP="00981A5F">
      <w:pPr>
        <w:pStyle w:val="Akapitzlist"/>
        <w:numPr>
          <w:ilvl w:val="0"/>
          <w:numId w:val="41"/>
        </w:numPr>
        <w:autoSpaceDE w:val="0"/>
        <w:autoSpaceDN w:val="0"/>
        <w:adjustRightInd w:val="0"/>
        <w:spacing w:line="259" w:lineRule="auto"/>
        <w:contextualSpacing w:val="0"/>
        <w:rPr>
          <w:rFonts w:cs="Arial"/>
          <w:sz w:val="20"/>
          <w:szCs w:val="20"/>
        </w:rPr>
      </w:pPr>
      <w:r w:rsidRPr="00341231">
        <w:rPr>
          <w:rFonts w:cs="Arial"/>
          <w:sz w:val="20"/>
          <w:szCs w:val="20"/>
        </w:rPr>
        <w:t xml:space="preserve">są podmiotami, w których pracownicy lub osoby najbliższe pracowników </w:t>
      </w:r>
      <w:r w:rsidR="00C77586" w:rsidRPr="00341231">
        <w:rPr>
          <w:rFonts w:cs="Arial"/>
          <w:sz w:val="20"/>
          <w:szCs w:val="20"/>
        </w:rPr>
        <w:t xml:space="preserve">Zespołu Oddziałów </w:t>
      </w:r>
      <w:r w:rsidR="00981A5F" w:rsidRPr="00981A5F">
        <w:rPr>
          <w:rFonts w:cs="Arial"/>
          <w:sz w:val="20"/>
          <w:szCs w:val="20"/>
        </w:rPr>
        <w:t>Upstream Polska ORLEN Spółka Akcyjna z siedzibą w Warszawie</w:t>
      </w:r>
      <w:r w:rsidR="00981A5F">
        <w:rPr>
          <w:rFonts w:cs="Arial"/>
          <w:sz w:val="20"/>
          <w:szCs w:val="20"/>
        </w:rPr>
        <w:t xml:space="preserve"> </w:t>
      </w:r>
      <w:r w:rsidR="00CD0535" w:rsidRPr="00341231">
        <w:rPr>
          <w:rFonts w:cs="Arial"/>
          <w:sz w:val="20"/>
          <w:szCs w:val="20"/>
        </w:rPr>
        <w:t>lub Spółki Zależnej</w:t>
      </w:r>
      <w:r w:rsidRPr="00341231">
        <w:rPr>
          <w:rFonts w:cs="Arial"/>
          <w:sz w:val="20"/>
          <w:szCs w:val="20"/>
        </w:rPr>
        <w:t xml:space="preserve"> są właścicielami, udziałowcami lub członkami organów zarządzających, lub</w:t>
      </w:r>
    </w:p>
    <w:p w14:paraId="28A1CE57" w14:textId="47EDB89C" w:rsidR="00482581" w:rsidRPr="00341231" w:rsidRDefault="00482581" w:rsidP="00981A5F">
      <w:pPr>
        <w:pStyle w:val="Akapitzlist"/>
        <w:numPr>
          <w:ilvl w:val="0"/>
          <w:numId w:val="41"/>
        </w:numPr>
        <w:autoSpaceDE w:val="0"/>
        <w:autoSpaceDN w:val="0"/>
        <w:adjustRightInd w:val="0"/>
        <w:spacing w:line="259" w:lineRule="auto"/>
        <w:contextualSpacing w:val="0"/>
        <w:rPr>
          <w:rFonts w:cs="Arial"/>
          <w:sz w:val="20"/>
          <w:szCs w:val="20"/>
        </w:rPr>
      </w:pPr>
      <w:r w:rsidRPr="00341231">
        <w:rPr>
          <w:rFonts w:cs="Arial"/>
          <w:sz w:val="20"/>
          <w:szCs w:val="20"/>
        </w:rPr>
        <w:t xml:space="preserve">są podmiotami, na rzecz których pracownicy lub osoby najbliższe pracowników </w:t>
      </w:r>
      <w:r w:rsidR="00C77586" w:rsidRPr="00341231">
        <w:rPr>
          <w:rFonts w:cs="Arial"/>
          <w:sz w:val="20"/>
          <w:szCs w:val="20"/>
        </w:rPr>
        <w:t xml:space="preserve">Zespołu Oddziałów </w:t>
      </w:r>
      <w:r w:rsidR="00981A5F" w:rsidRPr="00981A5F">
        <w:rPr>
          <w:rFonts w:cs="Arial"/>
          <w:sz w:val="20"/>
          <w:szCs w:val="20"/>
        </w:rPr>
        <w:t xml:space="preserve">Upstream Polska ORLEN Spółka Akcyjna z siedzibą w </w:t>
      </w:r>
      <w:proofErr w:type="spellStart"/>
      <w:r w:rsidR="00981A5F" w:rsidRPr="00981A5F">
        <w:rPr>
          <w:rFonts w:cs="Arial"/>
          <w:sz w:val="20"/>
          <w:szCs w:val="20"/>
        </w:rPr>
        <w:t>Warszawie</w:t>
      </w:r>
      <w:r w:rsidR="00CD0535" w:rsidRPr="00341231">
        <w:rPr>
          <w:rFonts w:cs="Arial"/>
          <w:sz w:val="20"/>
          <w:szCs w:val="20"/>
        </w:rPr>
        <w:t>lub</w:t>
      </w:r>
      <w:proofErr w:type="spellEnd"/>
      <w:r w:rsidR="00CD0535" w:rsidRPr="00341231">
        <w:rPr>
          <w:rFonts w:cs="Arial"/>
          <w:sz w:val="20"/>
          <w:szCs w:val="20"/>
        </w:rPr>
        <w:t xml:space="preserve"> Spółki Zależnej</w:t>
      </w:r>
      <w:r w:rsidRPr="00341231">
        <w:rPr>
          <w:rFonts w:cs="Arial"/>
          <w:sz w:val="20"/>
          <w:szCs w:val="20"/>
        </w:rPr>
        <w:t xml:space="preserve"> świadczą pracę na podstawie umowy o pracę lub innego stosunku prawnego,</w:t>
      </w:r>
      <w:r w:rsidR="00F1197D" w:rsidRPr="00341231">
        <w:rPr>
          <w:rFonts w:cs="Arial"/>
          <w:sz w:val="20"/>
          <w:szCs w:val="20"/>
        </w:rPr>
        <w:t xml:space="preserve"> </w:t>
      </w:r>
      <w:r w:rsidRPr="00341231">
        <w:rPr>
          <w:rFonts w:cs="Arial"/>
          <w:sz w:val="20"/>
          <w:szCs w:val="20"/>
        </w:rPr>
        <w:t>jeśli fakt ten budzi uzasadnione wątpliwości co do bezstronności Postępowania</w:t>
      </w:r>
      <w:r w:rsidR="002B4BA6" w:rsidRPr="00341231">
        <w:rPr>
          <w:rFonts w:cs="Arial"/>
          <w:sz w:val="20"/>
          <w:szCs w:val="20"/>
        </w:rPr>
        <w:t>.</w:t>
      </w:r>
    </w:p>
    <w:p w14:paraId="62759E05" w14:textId="5779F9C7" w:rsidR="00482581"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D016C2">
        <w:rPr>
          <w:rFonts w:cs="Arial"/>
          <w:sz w:val="20"/>
          <w:szCs w:val="20"/>
        </w:rPr>
        <w:t>Wykonawców, którzy złożyli nieprawdziwe informacje mające wpływ na wynik prowadzonego postępowania.</w:t>
      </w:r>
    </w:p>
    <w:p w14:paraId="5A713884" w14:textId="2DF48904" w:rsidR="006155DB" w:rsidRPr="00815516"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w:t>
      </w:r>
      <w:r w:rsidRPr="006B41FA">
        <w:rPr>
          <w:rFonts w:cs="Arial"/>
          <w:bCs/>
          <w:iCs/>
          <w:sz w:val="20"/>
          <w:szCs w:val="20"/>
          <w:u w:val="single"/>
        </w:rPr>
        <w:t>rozporządzeniu  R</w:t>
      </w:r>
      <w:r w:rsidRPr="008721B9">
        <w:rPr>
          <w:rFonts w:cs="Arial"/>
          <w:bCs/>
          <w:iCs/>
          <w:sz w:val="20"/>
          <w:szCs w:val="20"/>
          <w:u w:val="single"/>
        </w:rPr>
        <w:t>ady (WE) nr 765/2006 z dnia 18 maja 2006 r. dotyczącego środków ograniczających w związku z sytuacją na Białorusi i udziałem Białorusi w agresji Rosji wobec Ukrainy</w:t>
      </w:r>
      <w:r w:rsidRPr="00815516">
        <w:rPr>
          <w:rFonts w:cs="Arial"/>
          <w:bCs/>
          <w:iCs/>
          <w:sz w:val="20"/>
          <w:szCs w:val="20"/>
        </w:rPr>
        <w:t xml:space="preserve"> – dalej: „rozporządzenie 765/2006”  i </w:t>
      </w:r>
      <w:r w:rsidRPr="006B41FA">
        <w:rPr>
          <w:rFonts w:cs="Arial"/>
          <w:bCs/>
          <w:iCs/>
          <w:sz w:val="20"/>
          <w:szCs w:val="20"/>
          <w:u w:val="single"/>
        </w:rPr>
        <w:t>rozporządzeniu R</w:t>
      </w:r>
      <w:r w:rsidRPr="008721B9">
        <w:rPr>
          <w:rFonts w:cs="Arial"/>
          <w:bCs/>
          <w:iCs/>
          <w:sz w:val="20"/>
          <w:szCs w:val="20"/>
          <w:u w:val="single"/>
        </w:rPr>
        <w:t>ady (UE) nr 269/2014 z dnia 17 marca 2014 r. w sprawie środków ograniczających w odniesieniu do działań podważających integralność terytorialną, suwerenność i niezależność Ukrainy lub im zagrażających</w:t>
      </w:r>
      <w:r w:rsidRPr="00815516">
        <w:rPr>
          <w:rFonts w:cs="Arial"/>
          <w:bCs/>
          <w:iCs/>
          <w:sz w:val="20"/>
          <w:szCs w:val="20"/>
        </w:rPr>
        <w:t xml:space="preserve"> – zwane dalej: rozporządzenie 269/2014,  albo wpisanego na listę na podstawie decyzji w sprawie wpisu na listę  osób i podmiotów, wobec których są stosowane środki, o których mowa </w:t>
      </w:r>
      <w:r w:rsidRPr="008721B9">
        <w:rPr>
          <w:rFonts w:cs="Arial"/>
          <w:bCs/>
          <w:iCs/>
          <w:sz w:val="20"/>
          <w:szCs w:val="20"/>
          <w:u w:val="single"/>
        </w:rPr>
        <w:t>w art. 1 pkt 3 ustawy z dnia 13 kwietnia 2022 r. o szczególnych rozwiązaniach w zakresie przeciwdziałania wspieraniu agresji na Ukrainę oraz służących ochronie bezpieczeństwa narodowego</w:t>
      </w:r>
      <w:r w:rsidRPr="00815516">
        <w:rPr>
          <w:rFonts w:cs="Arial"/>
          <w:bCs/>
          <w:iCs/>
          <w:sz w:val="20"/>
          <w:szCs w:val="20"/>
        </w:rPr>
        <w:t>.</w:t>
      </w:r>
    </w:p>
    <w:p w14:paraId="231A68D9" w14:textId="4EEBC5AA" w:rsidR="006155DB" w:rsidRPr="00815516"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 xml:space="preserve">Wykonawcę, którego beneficjentem rzeczywistym w rozumieniu </w:t>
      </w:r>
      <w:r w:rsidRPr="008721B9">
        <w:rPr>
          <w:rFonts w:cs="Arial"/>
          <w:bCs/>
          <w:iCs/>
          <w:sz w:val="20"/>
          <w:szCs w:val="20"/>
          <w:u w:val="single"/>
        </w:rPr>
        <w:t>ustawy z dnia 1 marca 2018 r. o przeciwdziałaniu praniu pieniędzy oraz finans</w:t>
      </w:r>
      <w:r w:rsidR="009141EF" w:rsidRPr="008721B9">
        <w:rPr>
          <w:rFonts w:cs="Arial"/>
          <w:bCs/>
          <w:iCs/>
          <w:sz w:val="20"/>
          <w:szCs w:val="20"/>
          <w:u w:val="single"/>
        </w:rPr>
        <w:t>owaniu terroryzmu</w:t>
      </w:r>
      <w:r w:rsidR="008721B9">
        <w:rPr>
          <w:rFonts w:cs="Arial"/>
          <w:bCs/>
          <w:iCs/>
          <w:sz w:val="20"/>
          <w:szCs w:val="20"/>
        </w:rPr>
        <w:t>,</w:t>
      </w:r>
      <w:r w:rsidRPr="00815516">
        <w:rPr>
          <w:rFonts w:cs="Arial"/>
          <w:bCs/>
          <w:iCs/>
          <w:sz w:val="20"/>
          <w:szCs w:val="20"/>
        </w:rPr>
        <w:t xml:space="preserve"> jest osoba wymieniona w wykazach określonych w rozporządzeniu 765/2006 i</w:t>
      </w:r>
      <w:r w:rsidR="007343D8">
        <w:rPr>
          <w:rFonts w:cs="Arial"/>
          <w:bCs/>
          <w:iCs/>
          <w:sz w:val="20"/>
          <w:szCs w:val="20"/>
        </w:rPr>
        <w:t> </w:t>
      </w:r>
      <w:r w:rsidRPr="00815516">
        <w:rPr>
          <w:rFonts w:cs="Arial"/>
          <w:bCs/>
          <w:iCs/>
          <w:sz w:val="20"/>
          <w:szCs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t>
      </w:r>
      <w:r w:rsidRPr="006B41FA">
        <w:rPr>
          <w:rFonts w:cs="Arial"/>
          <w:bCs/>
          <w:iCs/>
          <w:sz w:val="20"/>
          <w:szCs w:val="20"/>
          <w:u w:val="single"/>
        </w:rPr>
        <w:t>w art. 1 pkt 3 ustawy o szczególnych rozwiązaniach w zakresie przeciwdziałania wspieraniu agresji na Ukrainę oraz służących ochronie bezpieczeństwa narodowego.</w:t>
      </w:r>
    </w:p>
    <w:p w14:paraId="34811DDB" w14:textId="05743919" w:rsidR="006155DB" w:rsidRPr="006B41FA" w:rsidRDefault="006155DB" w:rsidP="00341231">
      <w:pPr>
        <w:pStyle w:val="Akapitzlist"/>
        <w:numPr>
          <w:ilvl w:val="0"/>
          <w:numId w:val="11"/>
        </w:numPr>
        <w:autoSpaceDE w:val="0"/>
        <w:autoSpaceDN w:val="0"/>
        <w:adjustRightInd w:val="0"/>
        <w:spacing w:line="259" w:lineRule="auto"/>
        <w:ind w:left="426" w:hanging="426"/>
        <w:contextualSpacing w:val="0"/>
        <w:rPr>
          <w:rFonts w:cs="Arial"/>
          <w:sz w:val="20"/>
          <w:szCs w:val="20"/>
          <w:u w:val="single"/>
        </w:rPr>
      </w:pPr>
      <w:r w:rsidRPr="00815516">
        <w:rPr>
          <w:rFonts w:cs="Arial"/>
          <w:bCs/>
          <w:iCs/>
          <w:sz w:val="20"/>
          <w:szCs w:val="20"/>
        </w:rPr>
        <w:t xml:space="preserve">Wykonawcę, którego jednostką dominującą w rozumieniu </w:t>
      </w:r>
      <w:r w:rsidRPr="006B41FA">
        <w:rPr>
          <w:rFonts w:cs="Arial"/>
          <w:bCs/>
          <w:iCs/>
          <w:sz w:val="20"/>
          <w:szCs w:val="20"/>
          <w:u w:val="single"/>
        </w:rPr>
        <w:t>art. 3 ust. 1 pkt 37 ustawy z dnia 29 września 1994 r</w:t>
      </w:r>
      <w:r w:rsidR="00C71177" w:rsidRPr="006B41FA">
        <w:rPr>
          <w:rFonts w:cs="Arial"/>
          <w:bCs/>
          <w:iCs/>
          <w:sz w:val="20"/>
          <w:szCs w:val="20"/>
          <w:u w:val="single"/>
        </w:rPr>
        <w:t>. o rachunkowości</w:t>
      </w:r>
      <w:r w:rsidR="006B41FA">
        <w:rPr>
          <w:rFonts w:cs="Arial"/>
          <w:bCs/>
          <w:iCs/>
          <w:sz w:val="20"/>
          <w:szCs w:val="20"/>
          <w:u w:val="single"/>
        </w:rPr>
        <w:t>,</w:t>
      </w:r>
      <w:r w:rsidRPr="00815516">
        <w:rPr>
          <w:rFonts w:cs="Arial"/>
          <w:bCs/>
          <w:iCs/>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 xml:space="preserve">zastosowaniu środka, o którym mowa w </w:t>
      </w:r>
      <w:r w:rsidRPr="006B41FA">
        <w:rPr>
          <w:rFonts w:cs="Arial"/>
          <w:bCs/>
          <w:iCs/>
          <w:sz w:val="20"/>
          <w:szCs w:val="20"/>
          <w:u w:val="single"/>
        </w:rPr>
        <w:t>art. 1 pkt 3 ustawy o szczególnych rozwiązaniach w</w:t>
      </w:r>
      <w:r w:rsidR="007343D8" w:rsidRPr="006B41FA">
        <w:rPr>
          <w:rFonts w:cs="Arial"/>
          <w:bCs/>
          <w:iCs/>
          <w:sz w:val="20"/>
          <w:szCs w:val="20"/>
          <w:u w:val="single"/>
        </w:rPr>
        <w:t> </w:t>
      </w:r>
      <w:r w:rsidRPr="006B41FA">
        <w:rPr>
          <w:rFonts w:cs="Arial"/>
          <w:bCs/>
          <w:iCs/>
          <w:sz w:val="20"/>
          <w:szCs w:val="20"/>
          <w:u w:val="single"/>
        </w:rPr>
        <w:t>zakresie przeciwdziałania wspieraniu agresji na Ukrainę oraz służących ochronie bezpieczeństwa narodowego.</w:t>
      </w:r>
    </w:p>
    <w:p w14:paraId="5C28699C" w14:textId="28BC80DB" w:rsidR="006155DB" w:rsidRPr="00815516" w:rsidRDefault="00D51788" w:rsidP="00341231">
      <w:pPr>
        <w:pStyle w:val="Akapitzlist"/>
        <w:numPr>
          <w:ilvl w:val="0"/>
          <w:numId w:val="11"/>
        </w:numPr>
        <w:autoSpaceDE w:val="0"/>
        <w:autoSpaceDN w:val="0"/>
        <w:adjustRightInd w:val="0"/>
        <w:spacing w:line="259" w:lineRule="auto"/>
        <w:ind w:left="426" w:hanging="426"/>
        <w:contextualSpacing w:val="0"/>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w:t>
      </w:r>
      <w:r w:rsidR="006155DB" w:rsidRPr="006B41FA">
        <w:rPr>
          <w:rFonts w:cs="Arial"/>
          <w:bCs/>
          <w:iCs/>
          <w:sz w:val="20"/>
          <w:szCs w:val="20"/>
          <w:u w:val="single"/>
        </w:rPr>
        <w:t>art. 5k Rozporządzenia Rady (UE) 2022/576 z dnia 8 kwietnia 2022 r. w sprawie zmiany rozporządzenia (UE) nr 833/2014 dotyczącego środków ograniczających w związku z działaniami Rosji destabilizującymi sytuację na Ukrainie z dnia 8 kwietnia 2022 r.</w:t>
      </w:r>
      <w:r w:rsidR="006155DB" w:rsidRPr="00815516">
        <w:rPr>
          <w:rFonts w:cs="Arial"/>
          <w:bCs/>
          <w:iCs/>
          <w:sz w:val="20"/>
          <w:szCs w:val="20"/>
        </w:rPr>
        <w:t xml:space="preserve">,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341231">
      <w:pPr>
        <w:pStyle w:val="Akapitzlist"/>
        <w:spacing w:line="259" w:lineRule="auto"/>
        <w:ind w:left="851" w:hanging="425"/>
        <w:contextualSpacing w:val="0"/>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341231">
      <w:pPr>
        <w:pStyle w:val="Akapitzlist"/>
        <w:spacing w:line="259" w:lineRule="auto"/>
        <w:ind w:left="851"/>
        <w:contextualSpacing w:val="0"/>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341231">
      <w:pPr>
        <w:pStyle w:val="Akapitzlist"/>
        <w:spacing w:line="259" w:lineRule="auto"/>
        <w:ind w:left="993" w:hanging="142"/>
        <w:contextualSpacing w:val="0"/>
        <w:rPr>
          <w:rFonts w:cs="Arial"/>
          <w:bCs/>
          <w:iCs/>
          <w:sz w:val="20"/>
          <w:szCs w:val="20"/>
        </w:rPr>
      </w:pPr>
      <w:r w:rsidRPr="00815516">
        <w:rPr>
          <w:rFonts w:cs="Arial"/>
          <w:bCs/>
          <w:iCs/>
          <w:sz w:val="20"/>
          <w:szCs w:val="20"/>
        </w:rPr>
        <w:t>- chyba że zastosowanie ma odstępstwo, o którym mowa w art. 5k ust. 2 ww. rozporządzenia.</w:t>
      </w:r>
    </w:p>
    <w:p w14:paraId="4E52A256" w14:textId="53A95452" w:rsidR="00087C7C" w:rsidRDefault="00087C7C" w:rsidP="00341231">
      <w:pPr>
        <w:spacing w:line="259" w:lineRule="auto"/>
        <w:rPr>
          <w:rFonts w:cs="Arial"/>
          <w:sz w:val="20"/>
          <w:szCs w:val="20"/>
        </w:rPr>
      </w:pPr>
    </w:p>
    <w:p w14:paraId="2214A5AF" w14:textId="77777777" w:rsidR="00341231" w:rsidRDefault="00341231" w:rsidP="00341231">
      <w:pPr>
        <w:spacing w:line="259" w:lineRule="auto"/>
        <w:rPr>
          <w:rFonts w:cs="Arial"/>
          <w:sz w:val="20"/>
          <w:szCs w:val="20"/>
        </w:rPr>
      </w:pPr>
    </w:p>
    <w:p w14:paraId="532AA445" w14:textId="49506B05" w:rsidR="00087C7C" w:rsidRDefault="00087C7C" w:rsidP="00341231">
      <w:pPr>
        <w:pStyle w:val="Styltytuza"/>
        <w:spacing w:after="0" w:line="259" w:lineRule="auto"/>
      </w:pPr>
      <w:r w:rsidRPr="009C47E0">
        <w:t>OŚWIADCZAMY, ŻE NIE PODLEGAMY WYKLUCZENIU</w:t>
      </w:r>
      <w:r w:rsidR="006155DB">
        <w:t xml:space="preserve"> Z POSTĘPOWANIA</w:t>
      </w:r>
    </w:p>
    <w:p w14:paraId="2D267AAE" w14:textId="77777777" w:rsidR="00341231" w:rsidRPr="009C47E0" w:rsidRDefault="00341231" w:rsidP="00341231">
      <w:pPr>
        <w:pStyle w:val="Styltytuza"/>
        <w:spacing w:after="0" w:line="259"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65B379F4" w14:textId="77777777" w:rsidTr="007961CD">
        <w:trPr>
          <w:cantSplit/>
          <w:trHeight w:val="703"/>
          <w:jc w:val="center"/>
        </w:trPr>
        <w:tc>
          <w:tcPr>
            <w:tcW w:w="307" w:type="pct"/>
            <w:tcBorders>
              <w:bottom w:val="single" w:sz="4" w:space="0" w:color="auto"/>
            </w:tcBorders>
            <w:vAlign w:val="center"/>
          </w:tcPr>
          <w:p w14:paraId="5E072D3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tcBorders>
              <w:bottom w:val="single" w:sz="4" w:space="0" w:color="auto"/>
            </w:tcBorders>
            <w:vAlign w:val="center"/>
          </w:tcPr>
          <w:p w14:paraId="545F5B32"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uprawnionej(ych) do występowania w o</w:t>
            </w:r>
            <w:r>
              <w:rPr>
                <w:rFonts w:cs="Arial"/>
                <w:bCs/>
                <w:sz w:val="18"/>
                <w:szCs w:val="18"/>
              </w:rPr>
              <w:t>brocie prawnym lub posiadającej</w:t>
            </w:r>
            <w:r w:rsidRPr="00F0054B">
              <w:rPr>
                <w:rFonts w:cs="Arial"/>
                <w:bCs/>
                <w:sz w:val="18"/>
                <w:szCs w:val="18"/>
              </w:rPr>
              <w:t>(ych) pełnomocnictwo</w:t>
            </w:r>
          </w:p>
        </w:tc>
        <w:tc>
          <w:tcPr>
            <w:tcW w:w="1291" w:type="pct"/>
            <w:tcBorders>
              <w:bottom w:val="single" w:sz="4" w:space="0" w:color="auto"/>
            </w:tcBorders>
            <w:vAlign w:val="center"/>
          </w:tcPr>
          <w:p w14:paraId="693A656D"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uprawnionej(ych)</w:t>
            </w:r>
          </w:p>
        </w:tc>
        <w:tc>
          <w:tcPr>
            <w:tcW w:w="1248" w:type="pct"/>
            <w:tcBorders>
              <w:bottom w:val="single" w:sz="4" w:space="0" w:color="auto"/>
            </w:tcBorders>
            <w:vAlign w:val="center"/>
          </w:tcPr>
          <w:p w14:paraId="005205C1"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7BF9C6E7" w14:textId="77777777" w:rsidTr="007961CD">
        <w:trPr>
          <w:cantSplit/>
          <w:trHeight w:val="674"/>
          <w:jc w:val="center"/>
        </w:trPr>
        <w:tc>
          <w:tcPr>
            <w:tcW w:w="307" w:type="pct"/>
            <w:vAlign w:val="center"/>
          </w:tcPr>
          <w:p w14:paraId="315A725D" w14:textId="77777777" w:rsidR="00341231" w:rsidRPr="00F0054B" w:rsidRDefault="00341231" w:rsidP="007961CD">
            <w:pPr>
              <w:rPr>
                <w:rFonts w:cs="Arial"/>
                <w:b/>
                <w:sz w:val="18"/>
                <w:szCs w:val="18"/>
              </w:rPr>
            </w:pPr>
          </w:p>
        </w:tc>
        <w:tc>
          <w:tcPr>
            <w:tcW w:w="2154" w:type="pct"/>
            <w:vAlign w:val="center"/>
          </w:tcPr>
          <w:p w14:paraId="75E23126" w14:textId="77777777" w:rsidR="00341231" w:rsidRPr="00F0054B" w:rsidRDefault="00341231" w:rsidP="007961CD">
            <w:pPr>
              <w:rPr>
                <w:rFonts w:cs="Arial"/>
                <w:b/>
                <w:sz w:val="18"/>
                <w:szCs w:val="18"/>
              </w:rPr>
            </w:pPr>
          </w:p>
        </w:tc>
        <w:tc>
          <w:tcPr>
            <w:tcW w:w="1291" w:type="pct"/>
            <w:vAlign w:val="center"/>
          </w:tcPr>
          <w:p w14:paraId="01847712" w14:textId="77777777" w:rsidR="00341231" w:rsidRPr="00F0054B" w:rsidRDefault="00341231" w:rsidP="007961CD">
            <w:pPr>
              <w:rPr>
                <w:rFonts w:cs="Arial"/>
                <w:b/>
                <w:sz w:val="18"/>
                <w:szCs w:val="18"/>
              </w:rPr>
            </w:pPr>
          </w:p>
        </w:tc>
        <w:tc>
          <w:tcPr>
            <w:tcW w:w="1248" w:type="pct"/>
            <w:vAlign w:val="center"/>
          </w:tcPr>
          <w:p w14:paraId="51D88F2E" w14:textId="77777777" w:rsidR="00341231" w:rsidRPr="00F0054B" w:rsidRDefault="00341231" w:rsidP="007961CD">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2E91566D" w14:textId="77777777" w:rsidR="00341231" w:rsidRPr="009C47E0" w:rsidRDefault="00341231" w:rsidP="00341231">
      <w:pPr>
        <w:pStyle w:val="StylZa"/>
      </w:pPr>
      <w:r>
        <w:t xml:space="preserve">Załącznik nr 4c do SWZ </w:t>
      </w:r>
    </w:p>
    <w:p w14:paraId="18AD4FEB" w14:textId="77777777" w:rsidR="00341231" w:rsidRPr="002A44D0" w:rsidRDefault="00341231" w:rsidP="00341231">
      <w:pPr>
        <w:pStyle w:val="Styltytuza"/>
      </w:pPr>
      <w:r w:rsidRPr="002A44D0">
        <w:t xml:space="preserve">Oświadczenie o niezgłaszaniu roszczeń wobec </w:t>
      </w:r>
      <w:r>
        <w:t>Z</w:t>
      </w:r>
      <w:r w:rsidRPr="002A44D0">
        <w:t>amawiającego</w:t>
      </w:r>
    </w:p>
    <w:p w14:paraId="4BDFA650" w14:textId="77777777" w:rsidR="00341231" w:rsidRPr="002A44D0" w:rsidRDefault="00341231" w:rsidP="00341231">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70528" behindDoc="0" locked="0" layoutInCell="1" allowOverlap="1" wp14:anchorId="536BD18E" wp14:editId="6A5324E7">
                <wp:simplePos x="0" y="0"/>
                <wp:positionH relativeFrom="margin">
                  <wp:align>left</wp:align>
                </wp:positionH>
                <wp:positionV relativeFrom="paragraph">
                  <wp:posOffset>9525</wp:posOffset>
                </wp:positionV>
                <wp:extent cx="5749200" cy="0"/>
                <wp:effectExtent l="0" t="0" r="23495"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F419DD" id="Łącznik prostoliniowy 12" o:spid="_x0000_s1026" style="position:absolute;flip:y;z-index:251670528;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341231" w:rsidRPr="00686709" w14:paraId="3F673FC0" w14:textId="77777777" w:rsidTr="007961CD">
        <w:trPr>
          <w:cantSplit/>
          <w:trHeight w:hRule="exact" w:val="931"/>
          <w:jc w:val="center"/>
        </w:trPr>
        <w:tc>
          <w:tcPr>
            <w:tcW w:w="3552" w:type="dxa"/>
            <w:shd w:val="clear" w:color="auto" w:fill="002060"/>
            <w:vAlign w:val="center"/>
          </w:tcPr>
          <w:p w14:paraId="5DFC30E3"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Dane Wykonawcy</w:t>
            </w:r>
            <w:r>
              <w:rPr>
                <w:rFonts w:cs="Arial"/>
                <w:b/>
                <w:color w:val="FFFFFF"/>
                <w:sz w:val="20"/>
                <w:szCs w:val="20"/>
              </w:rPr>
              <w:t>:</w:t>
            </w:r>
          </w:p>
        </w:tc>
        <w:tc>
          <w:tcPr>
            <w:tcW w:w="5521" w:type="dxa"/>
            <w:vAlign w:val="center"/>
          </w:tcPr>
          <w:p w14:paraId="2EEC6EE6" w14:textId="77777777" w:rsidR="00341231" w:rsidRPr="00686709" w:rsidRDefault="00341231" w:rsidP="007961CD">
            <w:pPr>
              <w:spacing w:line="240" w:lineRule="auto"/>
              <w:rPr>
                <w:rFonts w:cs="Arial"/>
                <w:sz w:val="20"/>
                <w:szCs w:val="20"/>
              </w:rPr>
            </w:pPr>
          </w:p>
        </w:tc>
      </w:tr>
      <w:tr w:rsidR="00341231" w:rsidRPr="00686709" w14:paraId="2994FAF2" w14:textId="77777777" w:rsidTr="007961CD">
        <w:trPr>
          <w:cantSplit/>
          <w:trHeight w:hRule="exact" w:val="1253"/>
          <w:jc w:val="center"/>
        </w:trPr>
        <w:tc>
          <w:tcPr>
            <w:tcW w:w="3552" w:type="dxa"/>
            <w:shd w:val="clear" w:color="auto" w:fill="002060"/>
            <w:vAlign w:val="center"/>
          </w:tcPr>
          <w:p w14:paraId="77058C8D"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Adres Wykonawcy: </w:t>
            </w:r>
          </w:p>
          <w:p w14:paraId="2AEDFB54"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 xml:space="preserve">kod, miejscowość </w:t>
            </w:r>
          </w:p>
          <w:p w14:paraId="06CF93F8" w14:textId="77777777" w:rsidR="00341231" w:rsidRPr="004375BC" w:rsidRDefault="00341231" w:rsidP="007961CD">
            <w:pPr>
              <w:spacing w:line="240" w:lineRule="auto"/>
              <w:rPr>
                <w:rFonts w:cs="Arial"/>
                <w:b/>
                <w:color w:val="FFFFFF"/>
                <w:sz w:val="20"/>
                <w:szCs w:val="20"/>
              </w:rPr>
            </w:pPr>
            <w:r w:rsidRPr="004375BC">
              <w:rPr>
                <w:rFonts w:cs="Arial"/>
                <w:b/>
                <w:color w:val="FFFFFF"/>
                <w:sz w:val="20"/>
                <w:szCs w:val="20"/>
              </w:rPr>
              <w:t>ulica, nr lokalu</w:t>
            </w:r>
          </w:p>
        </w:tc>
        <w:tc>
          <w:tcPr>
            <w:tcW w:w="5521" w:type="dxa"/>
            <w:vAlign w:val="center"/>
          </w:tcPr>
          <w:p w14:paraId="646C4B63" w14:textId="77777777" w:rsidR="00341231" w:rsidRPr="00686709" w:rsidRDefault="00341231" w:rsidP="007961CD">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13466B1F" w14:textId="1D68DE89" w:rsidR="00087C7C" w:rsidRPr="00C63DCD" w:rsidRDefault="00087C7C" w:rsidP="00341231">
      <w:pPr>
        <w:pStyle w:val="Nagwek"/>
        <w:spacing w:line="259"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435600" w:rsidRPr="00435600">
        <w:rPr>
          <w:rFonts w:cs="Arial"/>
          <w:b/>
          <w:sz w:val="20"/>
          <w:szCs w:val="20"/>
        </w:rPr>
        <w:t>„</w:t>
      </w:r>
      <w:r w:rsidR="006B17CD">
        <w:rPr>
          <w:rFonts w:cs="Arial"/>
          <w:b/>
          <w:sz w:val="20"/>
          <w:szCs w:val="20"/>
        </w:rPr>
        <w:t>Kontrola tras gazociągów z powietrza</w:t>
      </w:r>
      <w:r w:rsidR="00435600" w:rsidRPr="00435600">
        <w:rPr>
          <w:rFonts w:cs="Arial"/>
          <w:b/>
          <w:sz w:val="20"/>
          <w:szCs w:val="20"/>
        </w:rPr>
        <w:t xml:space="preserve">”, </w:t>
      </w:r>
      <w:r w:rsidR="00435600" w:rsidRPr="00435600">
        <w:rPr>
          <w:rFonts w:cs="Arial"/>
          <w:sz w:val="20"/>
          <w:szCs w:val="20"/>
        </w:rPr>
        <w:t>numer postępowania:</w:t>
      </w:r>
      <w:r w:rsidR="00435600" w:rsidRPr="00435600">
        <w:rPr>
          <w:rFonts w:cs="Arial"/>
          <w:b/>
          <w:sz w:val="20"/>
          <w:szCs w:val="20"/>
        </w:rPr>
        <w:t xml:space="preserve"> </w:t>
      </w:r>
      <w:r w:rsidR="006B17CD">
        <w:rPr>
          <w:rFonts w:cs="Arial"/>
          <w:b/>
          <w:sz w:val="20"/>
          <w:szCs w:val="20"/>
        </w:rPr>
        <w:t>NP/ORLEN/26/0142/CS/ZZ</w:t>
      </w:r>
      <w:r w:rsidR="00E27DED" w:rsidRPr="00293C6B">
        <w:rPr>
          <w:rFonts w:cs="Arial"/>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341231">
      <w:pPr>
        <w:shd w:val="clear" w:color="auto" w:fill="FFFFFF"/>
        <w:tabs>
          <w:tab w:val="left" w:pos="274"/>
        </w:tabs>
        <w:rPr>
          <w:rFonts w:cs="Arial"/>
          <w:spacing w:val="-10"/>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341231" w:rsidRPr="00640FA2" w14:paraId="47E26D2B" w14:textId="77777777" w:rsidTr="007961CD">
        <w:trPr>
          <w:cantSplit/>
          <w:trHeight w:val="703"/>
          <w:jc w:val="center"/>
        </w:trPr>
        <w:tc>
          <w:tcPr>
            <w:tcW w:w="307" w:type="pct"/>
            <w:vAlign w:val="center"/>
          </w:tcPr>
          <w:p w14:paraId="1A115800" w14:textId="77777777" w:rsidR="00341231" w:rsidRPr="00F0054B" w:rsidRDefault="00341231" w:rsidP="007961CD">
            <w:pPr>
              <w:spacing w:line="240" w:lineRule="auto"/>
              <w:jc w:val="center"/>
              <w:rPr>
                <w:rFonts w:cs="Arial"/>
                <w:bCs/>
                <w:sz w:val="18"/>
                <w:szCs w:val="18"/>
              </w:rPr>
            </w:pPr>
            <w:r w:rsidRPr="00F0054B">
              <w:rPr>
                <w:rFonts w:cs="Arial"/>
                <w:bCs/>
                <w:sz w:val="18"/>
                <w:szCs w:val="18"/>
              </w:rPr>
              <w:t>Lp.</w:t>
            </w:r>
          </w:p>
        </w:tc>
        <w:tc>
          <w:tcPr>
            <w:tcW w:w="2154" w:type="pct"/>
            <w:vAlign w:val="center"/>
          </w:tcPr>
          <w:p w14:paraId="2669C627" w14:textId="77777777" w:rsidR="00341231" w:rsidRPr="00F0054B" w:rsidRDefault="00341231" w:rsidP="007961CD">
            <w:pPr>
              <w:spacing w:line="240" w:lineRule="auto"/>
              <w:jc w:val="center"/>
              <w:rPr>
                <w:rFonts w:cs="Arial"/>
                <w:bCs/>
                <w:sz w:val="18"/>
                <w:szCs w:val="18"/>
              </w:rPr>
            </w:pPr>
            <w:r w:rsidRPr="00F0054B">
              <w:rPr>
                <w:rFonts w:cs="Arial"/>
                <w:bCs/>
                <w:sz w:val="18"/>
                <w:szCs w:val="18"/>
              </w:rPr>
              <w:t>Nazwisko i imię osoby (osób) uprawnionej(ych) do występowania w o</w:t>
            </w:r>
            <w:r>
              <w:rPr>
                <w:rFonts w:cs="Arial"/>
                <w:bCs/>
                <w:sz w:val="18"/>
                <w:szCs w:val="18"/>
              </w:rPr>
              <w:t>brocie prawnym lub posiadającej</w:t>
            </w:r>
            <w:r w:rsidRPr="00F0054B">
              <w:rPr>
                <w:rFonts w:cs="Arial"/>
                <w:bCs/>
                <w:sz w:val="18"/>
                <w:szCs w:val="18"/>
              </w:rPr>
              <w:t>(ych) pełnomocnictwo</w:t>
            </w:r>
          </w:p>
        </w:tc>
        <w:tc>
          <w:tcPr>
            <w:tcW w:w="1291" w:type="pct"/>
            <w:vAlign w:val="center"/>
          </w:tcPr>
          <w:p w14:paraId="42E38AF4" w14:textId="77777777" w:rsidR="00341231" w:rsidRPr="00F0054B" w:rsidRDefault="00341231" w:rsidP="007961CD">
            <w:pPr>
              <w:spacing w:line="240" w:lineRule="auto"/>
              <w:jc w:val="center"/>
              <w:rPr>
                <w:rFonts w:cs="Arial"/>
                <w:bCs/>
                <w:sz w:val="18"/>
                <w:szCs w:val="18"/>
              </w:rPr>
            </w:pPr>
            <w:r w:rsidRPr="00F0054B">
              <w:rPr>
                <w:rFonts w:cs="Arial"/>
                <w:bCs/>
                <w:sz w:val="18"/>
                <w:szCs w:val="18"/>
              </w:rPr>
              <w:t>Podpis(y) osoby(osób) uprawnionej(ych)</w:t>
            </w:r>
          </w:p>
        </w:tc>
        <w:tc>
          <w:tcPr>
            <w:tcW w:w="1248" w:type="pct"/>
            <w:vAlign w:val="center"/>
          </w:tcPr>
          <w:p w14:paraId="2E5682BE" w14:textId="77777777" w:rsidR="00341231" w:rsidRPr="00F0054B" w:rsidRDefault="00341231" w:rsidP="007961CD">
            <w:pPr>
              <w:spacing w:line="240" w:lineRule="auto"/>
              <w:jc w:val="center"/>
              <w:rPr>
                <w:rFonts w:cs="Arial"/>
                <w:bCs/>
                <w:sz w:val="18"/>
                <w:szCs w:val="18"/>
              </w:rPr>
            </w:pPr>
            <w:r w:rsidRPr="00F0054B">
              <w:rPr>
                <w:rFonts w:cs="Arial"/>
                <w:bCs/>
                <w:sz w:val="18"/>
                <w:szCs w:val="18"/>
              </w:rPr>
              <w:t>Miejscowość i data</w:t>
            </w:r>
          </w:p>
        </w:tc>
      </w:tr>
      <w:tr w:rsidR="00341231" w:rsidRPr="00F0054B" w14:paraId="03C81C2F" w14:textId="77777777" w:rsidTr="007961CD">
        <w:trPr>
          <w:cantSplit/>
          <w:trHeight w:val="674"/>
          <w:jc w:val="center"/>
        </w:trPr>
        <w:tc>
          <w:tcPr>
            <w:tcW w:w="307" w:type="pct"/>
            <w:vAlign w:val="center"/>
          </w:tcPr>
          <w:p w14:paraId="5482E2A9" w14:textId="77777777" w:rsidR="00341231" w:rsidRPr="00F0054B" w:rsidRDefault="00341231" w:rsidP="007961CD">
            <w:pPr>
              <w:rPr>
                <w:rFonts w:cs="Arial"/>
                <w:b/>
                <w:sz w:val="18"/>
                <w:szCs w:val="18"/>
              </w:rPr>
            </w:pPr>
          </w:p>
        </w:tc>
        <w:tc>
          <w:tcPr>
            <w:tcW w:w="2154" w:type="pct"/>
            <w:vAlign w:val="center"/>
          </w:tcPr>
          <w:p w14:paraId="3C3E57A5" w14:textId="77777777" w:rsidR="00341231" w:rsidRPr="00F0054B" w:rsidRDefault="00341231" w:rsidP="007961CD">
            <w:pPr>
              <w:rPr>
                <w:rFonts w:cs="Arial"/>
                <w:b/>
                <w:sz w:val="18"/>
                <w:szCs w:val="18"/>
              </w:rPr>
            </w:pPr>
          </w:p>
        </w:tc>
        <w:tc>
          <w:tcPr>
            <w:tcW w:w="1291" w:type="pct"/>
            <w:vAlign w:val="center"/>
          </w:tcPr>
          <w:p w14:paraId="3EB51E26" w14:textId="77777777" w:rsidR="00341231" w:rsidRPr="00F0054B" w:rsidRDefault="00341231" w:rsidP="007961CD">
            <w:pPr>
              <w:rPr>
                <w:rFonts w:cs="Arial"/>
                <w:b/>
                <w:sz w:val="18"/>
                <w:szCs w:val="18"/>
              </w:rPr>
            </w:pPr>
          </w:p>
        </w:tc>
        <w:tc>
          <w:tcPr>
            <w:tcW w:w="1248" w:type="pct"/>
            <w:vAlign w:val="center"/>
          </w:tcPr>
          <w:p w14:paraId="45525D0A" w14:textId="77777777" w:rsidR="00341231" w:rsidRPr="00F0054B" w:rsidRDefault="00341231" w:rsidP="007961CD">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6A00DEA0" w14:textId="4EEA97C6" w:rsidR="00F27459" w:rsidRPr="00F27459" w:rsidRDefault="00341231" w:rsidP="00F27459">
      <w:pPr>
        <w:spacing w:line="240" w:lineRule="auto"/>
        <w:jc w:val="left"/>
        <w:rPr>
          <w:rFonts w:cs="Arial"/>
          <w:b/>
          <w:color w:val="000000"/>
          <w:sz w:val="20"/>
          <w:szCs w:val="20"/>
        </w:rPr>
      </w:pPr>
      <w:r>
        <w:rPr>
          <w:rFonts w:cs="Arial"/>
          <w:b/>
          <w:color w:val="000000"/>
          <w:sz w:val="20"/>
          <w:szCs w:val="20"/>
        </w:rPr>
        <w:br w:type="page"/>
      </w:r>
    </w:p>
    <w:p w14:paraId="5130E3D5" w14:textId="77777777" w:rsidR="00F27459" w:rsidRPr="009C47E0" w:rsidRDefault="00F27459" w:rsidP="00F27459">
      <w:pPr>
        <w:pStyle w:val="StylZa"/>
      </w:pPr>
      <w:r>
        <w:t xml:space="preserve">Załącznik nr 5 do SWZ </w:t>
      </w:r>
    </w:p>
    <w:p w14:paraId="5BA13E77" w14:textId="7F8CD6A6" w:rsidR="00F27459" w:rsidRPr="002A44D0" w:rsidRDefault="00F27459" w:rsidP="00F27459">
      <w:pPr>
        <w:pStyle w:val="Styltytuza"/>
      </w:pPr>
      <w:r>
        <w:t xml:space="preserve">Wykaz Usług </w:t>
      </w:r>
    </w:p>
    <w:p w14:paraId="53E63E23" w14:textId="77777777" w:rsidR="00F27459" w:rsidRPr="002A44D0" w:rsidRDefault="00F27459" w:rsidP="00F27459">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82816" behindDoc="0" locked="0" layoutInCell="1" allowOverlap="1" wp14:anchorId="12596A23" wp14:editId="0B497BFD">
                <wp:simplePos x="0" y="0"/>
                <wp:positionH relativeFrom="margin">
                  <wp:align>left</wp:align>
                </wp:positionH>
                <wp:positionV relativeFrom="paragraph">
                  <wp:posOffset>9525</wp:posOffset>
                </wp:positionV>
                <wp:extent cx="5749200" cy="0"/>
                <wp:effectExtent l="0" t="0" r="23495" b="19050"/>
                <wp:wrapNone/>
                <wp:docPr id="4"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4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FE86FD" id="Łącznik prostoliniowy 12" o:spid="_x0000_s1026" style="position:absolute;flip:y;z-index:251682816;visibility:visible;mso-wrap-style:square;mso-width-percent:0;mso-height-percent:0;mso-wrap-distance-left:9pt;mso-wrap-distance-top:-19e-5mm;mso-wrap-distance-right:9pt;mso-wrap-distance-bottom:-19e-5mm;mso-position-horizontal:left;mso-position-horizontal-relative:margin;mso-position-vertical:absolute;mso-position-vertical-relative:text;mso-width-percent:0;mso-height-percent:0;mso-width-relative:page;mso-height-relative:page" from="0,.75pt" to="45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">
                <w10:wrap anchorx="margin"/>
              </v:line>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F27459" w:rsidRPr="00686709" w14:paraId="780A3D7C" w14:textId="77777777" w:rsidTr="001626AA">
        <w:trPr>
          <w:cantSplit/>
          <w:trHeight w:hRule="exact" w:val="931"/>
          <w:jc w:val="center"/>
        </w:trPr>
        <w:tc>
          <w:tcPr>
            <w:tcW w:w="3552" w:type="dxa"/>
            <w:shd w:val="clear" w:color="auto" w:fill="002060"/>
            <w:vAlign w:val="center"/>
          </w:tcPr>
          <w:p w14:paraId="42EA9590" w14:textId="77777777" w:rsidR="00F27459" w:rsidRPr="004375BC" w:rsidRDefault="00F27459" w:rsidP="001626AA">
            <w:pPr>
              <w:spacing w:line="240" w:lineRule="auto"/>
              <w:rPr>
                <w:rFonts w:cs="Arial"/>
                <w:b/>
                <w:bCs/>
                <w:color w:val="FFFFFF" w:themeColor="background1"/>
                <w:sz w:val="20"/>
                <w:szCs w:val="20"/>
              </w:rPr>
            </w:pPr>
            <w:r w:rsidRPr="4AD1DDFF">
              <w:rPr>
                <w:rFonts w:cs="Arial"/>
                <w:b/>
                <w:bCs/>
                <w:color w:val="FFFFFF" w:themeColor="background1"/>
                <w:sz w:val="20"/>
                <w:szCs w:val="20"/>
              </w:rPr>
              <w:t>Dane Wykonawcy:</w:t>
            </w:r>
          </w:p>
        </w:tc>
        <w:tc>
          <w:tcPr>
            <w:tcW w:w="5521" w:type="dxa"/>
            <w:vAlign w:val="center"/>
          </w:tcPr>
          <w:p w14:paraId="3C788EC7" w14:textId="77777777" w:rsidR="00F27459" w:rsidRPr="00686709" w:rsidRDefault="00F27459" w:rsidP="001626AA">
            <w:pPr>
              <w:spacing w:line="240" w:lineRule="auto"/>
              <w:rPr>
                <w:rFonts w:cs="Arial"/>
                <w:sz w:val="20"/>
                <w:szCs w:val="20"/>
              </w:rPr>
            </w:pPr>
          </w:p>
        </w:tc>
      </w:tr>
      <w:tr w:rsidR="00F27459" w:rsidRPr="00686709" w14:paraId="13C9B21A" w14:textId="77777777" w:rsidTr="001626AA">
        <w:trPr>
          <w:cantSplit/>
          <w:trHeight w:hRule="exact" w:val="1253"/>
          <w:jc w:val="center"/>
        </w:trPr>
        <w:tc>
          <w:tcPr>
            <w:tcW w:w="3552" w:type="dxa"/>
            <w:shd w:val="clear" w:color="auto" w:fill="002060"/>
            <w:vAlign w:val="center"/>
          </w:tcPr>
          <w:p w14:paraId="3BE5AC0B" w14:textId="77777777" w:rsidR="00F27459" w:rsidRPr="004375BC" w:rsidRDefault="00F27459" w:rsidP="001626AA">
            <w:pPr>
              <w:spacing w:line="240" w:lineRule="auto"/>
              <w:rPr>
                <w:rFonts w:cs="Arial"/>
                <w:b/>
                <w:bCs/>
                <w:color w:val="FFFFFF" w:themeColor="background1"/>
                <w:sz w:val="20"/>
                <w:szCs w:val="20"/>
              </w:rPr>
            </w:pPr>
            <w:r w:rsidRPr="4AD1DDFF">
              <w:rPr>
                <w:rFonts w:cs="Arial"/>
                <w:b/>
                <w:bCs/>
                <w:color w:val="FFFFFF" w:themeColor="background1"/>
                <w:sz w:val="20"/>
                <w:szCs w:val="20"/>
              </w:rPr>
              <w:t xml:space="preserve">Adres Wykonawcy: </w:t>
            </w:r>
          </w:p>
          <w:p w14:paraId="7505EE58" w14:textId="77777777" w:rsidR="00F27459" w:rsidRPr="004375BC" w:rsidRDefault="00F27459" w:rsidP="001626AA">
            <w:pPr>
              <w:spacing w:line="240" w:lineRule="auto"/>
              <w:rPr>
                <w:rFonts w:cs="Arial"/>
                <w:b/>
                <w:bCs/>
                <w:color w:val="FFFFFF" w:themeColor="background1"/>
                <w:sz w:val="20"/>
                <w:szCs w:val="20"/>
              </w:rPr>
            </w:pPr>
            <w:r w:rsidRPr="4AD1DDFF">
              <w:rPr>
                <w:rFonts w:cs="Arial"/>
                <w:b/>
                <w:bCs/>
                <w:color w:val="FFFFFF" w:themeColor="background1"/>
                <w:sz w:val="20"/>
                <w:szCs w:val="20"/>
              </w:rPr>
              <w:t xml:space="preserve">kod, miejscowość </w:t>
            </w:r>
          </w:p>
          <w:p w14:paraId="7F95A9B0" w14:textId="77777777" w:rsidR="00F27459" w:rsidRPr="004375BC" w:rsidRDefault="00F27459" w:rsidP="001626AA">
            <w:pPr>
              <w:spacing w:line="240" w:lineRule="auto"/>
              <w:rPr>
                <w:rFonts w:cs="Arial"/>
                <w:b/>
                <w:bCs/>
                <w:color w:val="FFFFFF" w:themeColor="background1"/>
                <w:sz w:val="20"/>
                <w:szCs w:val="20"/>
              </w:rPr>
            </w:pPr>
            <w:r w:rsidRPr="4AD1DDFF">
              <w:rPr>
                <w:rFonts w:cs="Arial"/>
                <w:b/>
                <w:bCs/>
                <w:color w:val="FFFFFF" w:themeColor="background1"/>
                <w:sz w:val="20"/>
                <w:szCs w:val="20"/>
              </w:rPr>
              <w:t>ulica, nr lokalu</w:t>
            </w:r>
          </w:p>
        </w:tc>
        <w:tc>
          <w:tcPr>
            <w:tcW w:w="5521" w:type="dxa"/>
            <w:vAlign w:val="center"/>
          </w:tcPr>
          <w:p w14:paraId="2B9BD1BB" w14:textId="77777777" w:rsidR="00F27459" w:rsidRPr="00686709" w:rsidRDefault="00F27459" w:rsidP="001626AA">
            <w:pPr>
              <w:spacing w:line="240" w:lineRule="auto"/>
              <w:ind w:right="1064"/>
              <w:rPr>
                <w:rFonts w:cs="Arial"/>
                <w:sz w:val="20"/>
                <w:szCs w:val="20"/>
              </w:rPr>
            </w:pPr>
          </w:p>
        </w:tc>
      </w:tr>
    </w:tbl>
    <w:p w14:paraId="3BC247A4" w14:textId="77777777" w:rsidR="00F27459" w:rsidRDefault="00F27459" w:rsidP="00F27459">
      <w:pPr>
        <w:shd w:val="clear" w:color="auto" w:fill="FFFFFF" w:themeFill="background1"/>
        <w:tabs>
          <w:tab w:val="left" w:pos="274"/>
        </w:tabs>
        <w:rPr>
          <w:rFonts w:cs="Arial"/>
          <w:sz w:val="20"/>
          <w:szCs w:val="20"/>
        </w:rPr>
      </w:pPr>
    </w:p>
    <w:p w14:paraId="27434143" w14:textId="4437A6DE" w:rsidR="00F27459" w:rsidRDefault="00F27459" w:rsidP="00F27459">
      <w:pPr>
        <w:spacing w:line="240" w:lineRule="auto"/>
        <w:rPr>
          <w:rFonts w:cs="Arial"/>
          <w:bCs/>
          <w:sz w:val="20"/>
          <w:szCs w:val="20"/>
          <w:lang w:eastAsia="x-none"/>
        </w:rPr>
      </w:pPr>
      <w:r w:rsidRPr="00D213FB">
        <w:rPr>
          <w:rFonts w:cs="Arial"/>
          <w:bCs/>
          <w:sz w:val="20"/>
          <w:szCs w:val="20"/>
          <w:lang w:val="x-none" w:eastAsia="x-none"/>
        </w:rPr>
        <w:t>Składając ofertę w zamówieniu niepublicznym, prowadzonym w trybie przetargu nieograniczonego pn.:</w:t>
      </w:r>
      <w:r w:rsidR="00CC2049" w:rsidRPr="00CC2049">
        <w:rPr>
          <w:rFonts w:cs="Arial"/>
          <w:b/>
          <w:sz w:val="20"/>
          <w:szCs w:val="20"/>
        </w:rPr>
        <w:t xml:space="preserve"> „Kontrola tras gazociągów z powietrza”, numer postępowania: NP/ORLEN/26/0142/CS/ZZ</w:t>
      </w:r>
      <w:r w:rsidRPr="00F40E0D">
        <w:rPr>
          <w:rFonts w:cs="Arial"/>
          <w:b/>
          <w:sz w:val="20"/>
          <w:szCs w:val="20"/>
        </w:rPr>
        <w:t>,</w:t>
      </w:r>
      <w:r>
        <w:rPr>
          <w:rFonts w:cs="Arial"/>
          <w:b/>
          <w:sz w:val="20"/>
          <w:szCs w:val="20"/>
        </w:rPr>
        <w:t xml:space="preserve"> </w:t>
      </w:r>
      <w:r w:rsidRPr="00006F30">
        <w:rPr>
          <w:rFonts w:cs="Arial"/>
          <w:b/>
          <w:sz w:val="20"/>
          <w:szCs w:val="20"/>
        </w:rPr>
        <w:t xml:space="preserve"> </w:t>
      </w:r>
      <w:r w:rsidRPr="00006F30">
        <w:rPr>
          <w:rFonts w:cs="Arial"/>
          <w:sz w:val="20"/>
          <w:szCs w:val="20"/>
        </w:rPr>
        <w:t>oświadc</w:t>
      </w:r>
      <w:r>
        <w:rPr>
          <w:rFonts w:cs="Arial"/>
          <w:sz w:val="20"/>
          <w:szCs w:val="20"/>
        </w:rPr>
        <w:t>zamy, iż wykonaliśmy następujące</w:t>
      </w:r>
      <w:r w:rsidRPr="00006F30">
        <w:rPr>
          <w:rFonts w:cs="Arial"/>
          <w:sz w:val="20"/>
          <w:szCs w:val="20"/>
        </w:rPr>
        <w:t xml:space="preserve"> </w:t>
      </w:r>
      <w:r>
        <w:rPr>
          <w:rFonts w:cs="Arial"/>
          <w:sz w:val="20"/>
          <w:szCs w:val="20"/>
        </w:rPr>
        <w:t xml:space="preserve">roboty budowlane </w:t>
      </w:r>
      <w:r w:rsidRPr="00006F30">
        <w:rPr>
          <w:rFonts w:cs="Arial"/>
          <w:sz w:val="20"/>
          <w:szCs w:val="20"/>
        </w:rPr>
        <w:t xml:space="preserve">na potwierdzenie spełnienia warunku udziału w postępowaniu z </w:t>
      </w:r>
      <w:r w:rsidRPr="00006F30">
        <w:rPr>
          <w:rFonts w:cs="Arial"/>
          <w:bCs/>
          <w:sz w:val="20"/>
          <w:szCs w:val="20"/>
          <w:lang w:eastAsia="x-none"/>
        </w:rPr>
        <w:t xml:space="preserve"> zgodnie z poniższym zestawieniem:</w:t>
      </w:r>
    </w:p>
    <w:p w14:paraId="5A2B6348" w14:textId="77777777" w:rsidR="00F27459" w:rsidRDefault="00F27459" w:rsidP="00F27459">
      <w:pPr>
        <w:spacing w:line="360" w:lineRule="auto"/>
        <w:rPr>
          <w:rFonts w:cs="Arial"/>
          <w:bCs/>
          <w:sz w:val="20"/>
          <w:szCs w:val="20"/>
          <w:lang w:eastAsia="x-none"/>
        </w:rPr>
      </w:pPr>
    </w:p>
    <w:tbl>
      <w:tblPr>
        <w:tblStyle w:val="Tabela-Siatka1"/>
        <w:tblW w:w="5000" w:type="pct"/>
        <w:jc w:val="center"/>
        <w:tblLook w:val="04A0" w:firstRow="1" w:lastRow="0" w:firstColumn="1" w:lastColumn="0" w:noHBand="0" w:noVBand="1"/>
      </w:tblPr>
      <w:tblGrid>
        <w:gridCol w:w="497"/>
        <w:gridCol w:w="1767"/>
        <w:gridCol w:w="1571"/>
        <w:gridCol w:w="1247"/>
        <w:gridCol w:w="1238"/>
        <w:gridCol w:w="1372"/>
        <w:gridCol w:w="1370"/>
      </w:tblGrid>
      <w:tr w:rsidR="00F27459" w:rsidRPr="000F4156" w14:paraId="6FE4471A" w14:textId="77777777" w:rsidTr="00CC2049">
        <w:trPr>
          <w:trHeight w:val="847"/>
          <w:jc w:val="center"/>
        </w:trPr>
        <w:tc>
          <w:tcPr>
            <w:tcW w:w="274" w:type="pct"/>
            <w:vMerge w:val="restart"/>
            <w:shd w:val="clear" w:color="auto" w:fill="D9D9D9" w:themeFill="background1" w:themeFillShade="D9"/>
            <w:vAlign w:val="center"/>
          </w:tcPr>
          <w:p w14:paraId="4D8CA6FC" w14:textId="77777777" w:rsidR="00F27459" w:rsidRPr="000F4156" w:rsidRDefault="00F27459" w:rsidP="001626AA">
            <w:pPr>
              <w:spacing w:line="240" w:lineRule="auto"/>
              <w:jc w:val="center"/>
              <w:rPr>
                <w:bCs/>
                <w:sz w:val="20"/>
                <w:szCs w:val="20"/>
              </w:rPr>
            </w:pPr>
            <w:r w:rsidRPr="000F4156">
              <w:rPr>
                <w:sz w:val="20"/>
                <w:szCs w:val="20"/>
              </w:rPr>
              <w:t>Lp.</w:t>
            </w:r>
          </w:p>
        </w:tc>
        <w:tc>
          <w:tcPr>
            <w:tcW w:w="975" w:type="pct"/>
            <w:vMerge w:val="restart"/>
            <w:shd w:val="clear" w:color="auto" w:fill="D9D9D9" w:themeFill="background1" w:themeFillShade="D9"/>
            <w:vAlign w:val="center"/>
          </w:tcPr>
          <w:tbl>
            <w:tblPr>
              <w:tblW w:w="0" w:type="auto"/>
              <w:tblBorders>
                <w:top w:val="nil"/>
                <w:left w:val="nil"/>
                <w:bottom w:val="nil"/>
                <w:right w:val="nil"/>
              </w:tblBorders>
              <w:tblLook w:val="0000" w:firstRow="0" w:lastRow="0" w:firstColumn="0" w:lastColumn="0" w:noHBand="0" w:noVBand="0"/>
            </w:tblPr>
            <w:tblGrid>
              <w:gridCol w:w="1551"/>
            </w:tblGrid>
            <w:tr w:rsidR="00CC2049" w:rsidRPr="00CC2049" w14:paraId="73FA414A" w14:textId="77777777">
              <w:trPr>
                <w:trHeight w:val="208"/>
              </w:trPr>
              <w:tc>
                <w:tcPr>
                  <w:tcW w:w="0" w:type="auto"/>
                </w:tcPr>
                <w:p w14:paraId="7D1EE065" w14:textId="77777777" w:rsidR="00CC2049" w:rsidRDefault="00CC2049" w:rsidP="00CC2049">
                  <w:pPr>
                    <w:autoSpaceDE w:val="0"/>
                    <w:autoSpaceDN w:val="0"/>
                    <w:adjustRightInd w:val="0"/>
                    <w:spacing w:line="240" w:lineRule="auto"/>
                    <w:jc w:val="center"/>
                    <w:rPr>
                      <w:rFonts w:cs="Arial"/>
                      <w:color w:val="000000"/>
                      <w:sz w:val="20"/>
                      <w:szCs w:val="20"/>
                    </w:rPr>
                  </w:pPr>
                  <w:r w:rsidRPr="00CC2049">
                    <w:rPr>
                      <w:rFonts w:cs="Arial"/>
                      <w:color w:val="000000"/>
                      <w:sz w:val="20"/>
                      <w:szCs w:val="20"/>
                    </w:rPr>
                    <w:t xml:space="preserve">Opis / rodzaj </w:t>
                  </w:r>
                  <w:r>
                    <w:rPr>
                      <w:rFonts w:cs="Arial"/>
                      <w:color w:val="000000"/>
                      <w:sz w:val="20"/>
                      <w:szCs w:val="20"/>
                    </w:rPr>
                    <w:t xml:space="preserve">usługi/ </w:t>
                  </w:r>
                </w:p>
                <w:p w14:paraId="73ED07EF" w14:textId="77E40030" w:rsidR="00CC2049" w:rsidRDefault="00CC2049" w:rsidP="00CC2049">
                  <w:pPr>
                    <w:autoSpaceDE w:val="0"/>
                    <w:autoSpaceDN w:val="0"/>
                    <w:adjustRightInd w:val="0"/>
                    <w:spacing w:line="240" w:lineRule="auto"/>
                    <w:jc w:val="center"/>
                    <w:rPr>
                      <w:rFonts w:cs="Arial"/>
                      <w:color w:val="000000"/>
                      <w:sz w:val="20"/>
                      <w:szCs w:val="20"/>
                    </w:rPr>
                  </w:pPr>
                  <w:r>
                    <w:rPr>
                      <w:rFonts w:cs="Arial"/>
                      <w:color w:val="000000"/>
                      <w:sz w:val="20"/>
                      <w:szCs w:val="20"/>
                    </w:rPr>
                    <w:t>obiektów liniowych/</w:t>
                  </w:r>
                </w:p>
                <w:p w14:paraId="5F986226" w14:textId="1D71A216" w:rsidR="00CC2049" w:rsidRPr="00CC2049" w:rsidRDefault="00CC2049" w:rsidP="00CC2049">
                  <w:pPr>
                    <w:autoSpaceDE w:val="0"/>
                    <w:autoSpaceDN w:val="0"/>
                    <w:adjustRightInd w:val="0"/>
                    <w:spacing w:line="240" w:lineRule="auto"/>
                    <w:jc w:val="center"/>
                    <w:rPr>
                      <w:rFonts w:cs="Arial"/>
                      <w:color w:val="000000"/>
                      <w:sz w:val="20"/>
                      <w:szCs w:val="20"/>
                    </w:rPr>
                  </w:pPr>
                </w:p>
              </w:tc>
            </w:tr>
          </w:tbl>
          <w:p w14:paraId="12EBB099" w14:textId="62A7ACE4" w:rsidR="00F27459" w:rsidRDefault="00CC2049" w:rsidP="001626AA">
            <w:pPr>
              <w:spacing w:line="240" w:lineRule="auto"/>
              <w:jc w:val="center"/>
              <w:rPr>
                <w:sz w:val="20"/>
                <w:szCs w:val="20"/>
              </w:rPr>
            </w:pPr>
            <w:r>
              <w:rPr>
                <w:sz w:val="20"/>
                <w:szCs w:val="20"/>
              </w:rPr>
              <w:t xml:space="preserve"> </w:t>
            </w:r>
          </w:p>
          <w:p w14:paraId="76E29B05" w14:textId="77777777" w:rsidR="00F27459" w:rsidRPr="000F4156" w:rsidRDefault="00F27459" w:rsidP="001626AA">
            <w:pPr>
              <w:spacing w:line="240" w:lineRule="auto"/>
              <w:jc w:val="center"/>
              <w:rPr>
                <w:bCs/>
                <w:sz w:val="20"/>
                <w:szCs w:val="20"/>
              </w:rPr>
            </w:pPr>
          </w:p>
        </w:tc>
        <w:tc>
          <w:tcPr>
            <w:tcW w:w="867" w:type="pct"/>
            <w:vMerge w:val="restart"/>
            <w:shd w:val="clear" w:color="auto" w:fill="D9D9D9" w:themeFill="background1" w:themeFillShade="D9"/>
          </w:tcPr>
          <w:p w14:paraId="6E620CEB" w14:textId="77777777" w:rsidR="00F27459" w:rsidRDefault="00F27459" w:rsidP="001626AA">
            <w:pPr>
              <w:spacing w:line="240" w:lineRule="auto"/>
              <w:jc w:val="center"/>
              <w:rPr>
                <w:sz w:val="20"/>
                <w:szCs w:val="20"/>
              </w:rPr>
            </w:pPr>
          </w:p>
          <w:p w14:paraId="4296882F" w14:textId="77777777" w:rsidR="00F27459" w:rsidRDefault="00F27459" w:rsidP="001626AA">
            <w:pPr>
              <w:spacing w:line="240" w:lineRule="auto"/>
              <w:jc w:val="center"/>
              <w:rPr>
                <w:sz w:val="20"/>
                <w:szCs w:val="20"/>
              </w:rPr>
            </w:pPr>
          </w:p>
          <w:p w14:paraId="41F5A5AF" w14:textId="7CD9EBAE" w:rsidR="00F27459" w:rsidRPr="000F4156" w:rsidRDefault="00F27459" w:rsidP="00CC2049">
            <w:pPr>
              <w:spacing w:line="240" w:lineRule="auto"/>
              <w:jc w:val="center"/>
              <w:rPr>
                <w:sz w:val="20"/>
                <w:szCs w:val="20"/>
              </w:rPr>
            </w:pPr>
            <w:r w:rsidRPr="00245CFF">
              <w:rPr>
                <w:sz w:val="20"/>
                <w:szCs w:val="20"/>
              </w:rPr>
              <w:t xml:space="preserve">Wartość </w:t>
            </w:r>
            <w:r w:rsidR="00CC2049">
              <w:rPr>
                <w:sz w:val="20"/>
                <w:szCs w:val="20"/>
              </w:rPr>
              <w:t>usługi</w:t>
            </w:r>
            <w:r w:rsidRPr="00245CFF">
              <w:rPr>
                <w:sz w:val="20"/>
                <w:szCs w:val="20"/>
              </w:rPr>
              <w:t xml:space="preserve"> (netto)</w:t>
            </w:r>
          </w:p>
        </w:tc>
        <w:tc>
          <w:tcPr>
            <w:tcW w:w="1371" w:type="pct"/>
            <w:gridSpan w:val="2"/>
            <w:shd w:val="clear" w:color="auto" w:fill="D9D9D9" w:themeFill="background1" w:themeFillShade="D9"/>
            <w:vAlign w:val="center"/>
          </w:tcPr>
          <w:p w14:paraId="07E20D09" w14:textId="77777777" w:rsidR="00F27459" w:rsidRPr="000F4156" w:rsidRDefault="00F27459" w:rsidP="001626AA">
            <w:pPr>
              <w:spacing w:line="240" w:lineRule="auto"/>
              <w:jc w:val="center"/>
              <w:rPr>
                <w:sz w:val="20"/>
                <w:szCs w:val="20"/>
              </w:rPr>
            </w:pPr>
            <w:r w:rsidRPr="000F4156">
              <w:rPr>
                <w:sz w:val="20"/>
                <w:szCs w:val="20"/>
              </w:rPr>
              <w:t>Termin realizacji</w:t>
            </w:r>
          </w:p>
        </w:tc>
        <w:tc>
          <w:tcPr>
            <w:tcW w:w="757" w:type="pct"/>
            <w:vMerge w:val="restart"/>
            <w:shd w:val="clear" w:color="auto" w:fill="D9D9D9" w:themeFill="background1" w:themeFillShade="D9"/>
          </w:tcPr>
          <w:p w14:paraId="061AB950" w14:textId="77777777" w:rsidR="00F27459" w:rsidRDefault="00F27459" w:rsidP="001626AA">
            <w:pPr>
              <w:spacing w:line="240" w:lineRule="auto"/>
              <w:jc w:val="center"/>
              <w:rPr>
                <w:sz w:val="20"/>
                <w:szCs w:val="20"/>
              </w:rPr>
            </w:pPr>
          </w:p>
          <w:p w14:paraId="4A43D787" w14:textId="77777777" w:rsidR="00F27459" w:rsidRDefault="00F27459" w:rsidP="001626AA">
            <w:pPr>
              <w:spacing w:line="240" w:lineRule="auto"/>
              <w:jc w:val="center"/>
              <w:rPr>
                <w:sz w:val="20"/>
                <w:szCs w:val="20"/>
              </w:rPr>
            </w:pPr>
          </w:p>
          <w:p w14:paraId="27B028FE" w14:textId="4EB5708B" w:rsidR="00F27459" w:rsidRDefault="00CC2049" w:rsidP="001626AA">
            <w:pPr>
              <w:spacing w:line="240" w:lineRule="auto"/>
              <w:jc w:val="center"/>
              <w:rPr>
                <w:sz w:val="20"/>
                <w:szCs w:val="20"/>
              </w:rPr>
            </w:pPr>
            <w:r>
              <w:rPr>
                <w:sz w:val="20"/>
                <w:szCs w:val="20"/>
              </w:rPr>
              <w:t>Miejsce wykonanej</w:t>
            </w:r>
          </w:p>
          <w:p w14:paraId="21AB5E0A" w14:textId="729892C9" w:rsidR="00CC2049" w:rsidRDefault="00CC2049" w:rsidP="001626AA">
            <w:pPr>
              <w:spacing w:line="240" w:lineRule="auto"/>
              <w:jc w:val="center"/>
              <w:rPr>
                <w:sz w:val="20"/>
                <w:szCs w:val="20"/>
              </w:rPr>
            </w:pPr>
            <w:r>
              <w:rPr>
                <w:sz w:val="20"/>
                <w:szCs w:val="20"/>
              </w:rPr>
              <w:t>usługi</w:t>
            </w:r>
          </w:p>
          <w:p w14:paraId="2C214EAC" w14:textId="77777777" w:rsidR="00F27459" w:rsidRDefault="00F27459" w:rsidP="001626AA">
            <w:pPr>
              <w:spacing w:line="240" w:lineRule="auto"/>
              <w:jc w:val="center"/>
              <w:rPr>
                <w:sz w:val="20"/>
                <w:szCs w:val="20"/>
              </w:rPr>
            </w:pPr>
          </w:p>
          <w:p w14:paraId="21DFE85D" w14:textId="77777777" w:rsidR="00F27459" w:rsidRPr="000F4156" w:rsidRDefault="00F27459" w:rsidP="00CC2049">
            <w:pPr>
              <w:spacing w:line="240" w:lineRule="auto"/>
              <w:jc w:val="center"/>
              <w:rPr>
                <w:sz w:val="20"/>
                <w:szCs w:val="20"/>
              </w:rPr>
            </w:pPr>
          </w:p>
        </w:tc>
        <w:tc>
          <w:tcPr>
            <w:tcW w:w="756" w:type="pct"/>
            <w:vMerge w:val="restart"/>
            <w:shd w:val="clear" w:color="auto" w:fill="D9D9D9" w:themeFill="background1" w:themeFillShade="D9"/>
            <w:vAlign w:val="center"/>
          </w:tcPr>
          <w:p w14:paraId="25E1EE43" w14:textId="77777777" w:rsidR="00F27459" w:rsidRPr="000F4156" w:rsidRDefault="00F27459" w:rsidP="001626AA">
            <w:pPr>
              <w:spacing w:line="240" w:lineRule="auto"/>
              <w:jc w:val="center"/>
              <w:rPr>
                <w:sz w:val="20"/>
                <w:szCs w:val="20"/>
              </w:rPr>
            </w:pPr>
            <w:r w:rsidRPr="000F4156">
              <w:rPr>
                <w:sz w:val="20"/>
                <w:szCs w:val="20"/>
              </w:rPr>
              <w:t>Nazwa podmiot</w:t>
            </w:r>
            <w:r>
              <w:rPr>
                <w:sz w:val="20"/>
                <w:szCs w:val="20"/>
              </w:rPr>
              <w:t>u</w:t>
            </w:r>
            <w:r w:rsidRPr="000F4156">
              <w:rPr>
                <w:sz w:val="20"/>
                <w:szCs w:val="20"/>
              </w:rPr>
              <w:t xml:space="preserve">, na rzecz, którego </w:t>
            </w:r>
            <w:r>
              <w:rPr>
                <w:sz w:val="20"/>
                <w:szCs w:val="20"/>
              </w:rPr>
              <w:t>usługa</w:t>
            </w:r>
            <w:r w:rsidRPr="000F4156">
              <w:rPr>
                <w:sz w:val="20"/>
                <w:szCs w:val="20"/>
              </w:rPr>
              <w:t xml:space="preserve"> została wykonana</w:t>
            </w:r>
          </w:p>
          <w:p w14:paraId="677E35D6" w14:textId="77777777" w:rsidR="00F27459" w:rsidRPr="000F4156" w:rsidRDefault="00F27459" w:rsidP="001626AA">
            <w:pPr>
              <w:spacing w:line="240" w:lineRule="auto"/>
              <w:jc w:val="center"/>
              <w:rPr>
                <w:bCs/>
                <w:sz w:val="20"/>
                <w:szCs w:val="20"/>
              </w:rPr>
            </w:pPr>
          </w:p>
        </w:tc>
      </w:tr>
      <w:tr w:rsidR="00F27459" w:rsidRPr="000F4156" w14:paraId="08041721" w14:textId="77777777" w:rsidTr="00CC2049">
        <w:trPr>
          <w:trHeight w:val="364"/>
          <w:jc w:val="center"/>
        </w:trPr>
        <w:tc>
          <w:tcPr>
            <w:tcW w:w="274" w:type="pct"/>
            <w:vMerge/>
            <w:shd w:val="clear" w:color="auto" w:fill="D9D9D9" w:themeFill="background1" w:themeFillShade="D9"/>
            <w:vAlign w:val="center"/>
          </w:tcPr>
          <w:p w14:paraId="2388B405" w14:textId="77777777" w:rsidR="00F27459" w:rsidRPr="000F4156" w:rsidRDefault="00F27459" w:rsidP="001626AA">
            <w:pPr>
              <w:spacing w:line="240" w:lineRule="auto"/>
              <w:jc w:val="center"/>
              <w:rPr>
                <w:sz w:val="20"/>
                <w:szCs w:val="20"/>
              </w:rPr>
            </w:pPr>
          </w:p>
        </w:tc>
        <w:tc>
          <w:tcPr>
            <w:tcW w:w="975" w:type="pct"/>
            <w:vMerge/>
            <w:shd w:val="clear" w:color="auto" w:fill="D9D9D9" w:themeFill="background1" w:themeFillShade="D9"/>
            <w:vAlign w:val="center"/>
          </w:tcPr>
          <w:p w14:paraId="4E6EFC28" w14:textId="77777777" w:rsidR="00F27459" w:rsidRPr="000F4156" w:rsidRDefault="00F27459" w:rsidP="001626AA">
            <w:pPr>
              <w:spacing w:line="240" w:lineRule="auto"/>
              <w:jc w:val="center"/>
              <w:rPr>
                <w:sz w:val="20"/>
                <w:szCs w:val="20"/>
              </w:rPr>
            </w:pPr>
          </w:p>
        </w:tc>
        <w:tc>
          <w:tcPr>
            <w:tcW w:w="867" w:type="pct"/>
            <w:vMerge/>
            <w:shd w:val="clear" w:color="auto" w:fill="D9D9D9" w:themeFill="background1" w:themeFillShade="D9"/>
          </w:tcPr>
          <w:p w14:paraId="12CC6A4B" w14:textId="77777777" w:rsidR="00F27459" w:rsidRPr="000F4156" w:rsidRDefault="00F27459" w:rsidP="001626AA">
            <w:pPr>
              <w:jc w:val="center"/>
              <w:rPr>
                <w:sz w:val="18"/>
                <w:szCs w:val="18"/>
              </w:rPr>
            </w:pPr>
          </w:p>
        </w:tc>
        <w:tc>
          <w:tcPr>
            <w:tcW w:w="688" w:type="pct"/>
            <w:shd w:val="clear" w:color="auto" w:fill="D9D9D9" w:themeFill="background1" w:themeFillShade="D9"/>
            <w:vAlign w:val="center"/>
          </w:tcPr>
          <w:p w14:paraId="471677F7" w14:textId="77777777" w:rsidR="00F27459" w:rsidRPr="000F4156" w:rsidRDefault="00F27459" w:rsidP="001626AA">
            <w:pPr>
              <w:jc w:val="center"/>
              <w:rPr>
                <w:b/>
                <w:bCs/>
                <w:sz w:val="18"/>
                <w:szCs w:val="18"/>
              </w:rPr>
            </w:pPr>
            <w:r w:rsidRPr="000F4156">
              <w:rPr>
                <w:sz w:val="18"/>
                <w:szCs w:val="18"/>
              </w:rPr>
              <w:t>Rozpoczęcie</w:t>
            </w:r>
          </w:p>
          <w:p w14:paraId="44052BD3" w14:textId="77777777" w:rsidR="00F27459" w:rsidRPr="000F4156" w:rsidRDefault="00F27459" w:rsidP="001626AA">
            <w:pPr>
              <w:spacing w:line="240" w:lineRule="auto"/>
              <w:jc w:val="center"/>
              <w:rPr>
                <w:sz w:val="20"/>
                <w:szCs w:val="20"/>
              </w:rPr>
            </w:pPr>
            <w:r>
              <w:rPr>
                <w:sz w:val="18"/>
                <w:szCs w:val="18"/>
              </w:rPr>
              <w:t>[</w:t>
            </w:r>
            <w:r w:rsidRPr="000F4156">
              <w:rPr>
                <w:sz w:val="18"/>
                <w:szCs w:val="18"/>
              </w:rPr>
              <w:t>mm/</w:t>
            </w:r>
            <w:proofErr w:type="spellStart"/>
            <w:r w:rsidRPr="000F4156">
              <w:rPr>
                <w:sz w:val="18"/>
                <w:szCs w:val="18"/>
              </w:rPr>
              <w:t>rrrr</w:t>
            </w:r>
            <w:proofErr w:type="spellEnd"/>
            <w:r w:rsidRPr="000F4156">
              <w:rPr>
                <w:sz w:val="18"/>
                <w:szCs w:val="18"/>
              </w:rPr>
              <w:t>]</w:t>
            </w:r>
          </w:p>
        </w:tc>
        <w:tc>
          <w:tcPr>
            <w:tcW w:w="683" w:type="pct"/>
            <w:shd w:val="clear" w:color="auto" w:fill="D9D9D9" w:themeFill="background1" w:themeFillShade="D9"/>
            <w:vAlign w:val="center"/>
          </w:tcPr>
          <w:p w14:paraId="156F297A" w14:textId="77777777" w:rsidR="00F27459" w:rsidRPr="000F4156" w:rsidRDefault="00F27459" w:rsidP="001626AA">
            <w:pPr>
              <w:jc w:val="center"/>
              <w:rPr>
                <w:b/>
                <w:bCs/>
                <w:sz w:val="18"/>
                <w:szCs w:val="18"/>
              </w:rPr>
            </w:pPr>
            <w:r w:rsidRPr="000F4156">
              <w:rPr>
                <w:sz w:val="18"/>
                <w:szCs w:val="18"/>
              </w:rPr>
              <w:t>Zakończenie</w:t>
            </w:r>
          </w:p>
          <w:p w14:paraId="6496EF68" w14:textId="77777777" w:rsidR="00F27459" w:rsidRPr="000F4156" w:rsidRDefault="00F27459" w:rsidP="001626AA">
            <w:pPr>
              <w:spacing w:line="240" w:lineRule="auto"/>
              <w:jc w:val="center"/>
              <w:rPr>
                <w:sz w:val="20"/>
                <w:szCs w:val="20"/>
              </w:rPr>
            </w:pPr>
            <w:r>
              <w:rPr>
                <w:sz w:val="18"/>
                <w:szCs w:val="18"/>
              </w:rPr>
              <w:t>[</w:t>
            </w:r>
            <w:r w:rsidRPr="000F4156">
              <w:rPr>
                <w:sz w:val="18"/>
                <w:szCs w:val="18"/>
              </w:rPr>
              <w:t>mm/</w:t>
            </w:r>
            <w:proofErr w:type="spellStart"/>
            <w:r w:rsidRPr="000F4156">
              <w:rPr>
                <w:sz w:val="18"/>
                <w:szCs w:val="18"/>
              </w:rPr>
              <w:t>rrrr</w:t>
            </w:r>
            <w:proofErr w:type="spellEnd"/>
            <w:r w:rsidRPr="000F4156">
              <w:rPr>
                <w:sz w:val="18"/>
                <w:szCs w:val="18"/>
              </w:rPr>
              <w:t>]</w:t>
            </w:r>
          </w:p>
        </w:tc>
        <w:tc>
          <w:tcPr>
            <w:tcW w:w="757" w:type="pct"/>
            <w:vMerge/>
            <w:shd w:val="clear" w:color="auto" w:fill="D9D9D9" w:themeFill="background1" w:themeFillShade="D9"/>
          </w:tcPr>
          <w:p w14:paraId="0D6B4A91" w14:textId="77777777" w:rsidR="00F27459" w:rsidRPr="000F4156" w:rsidRDefault="00F27459" w:rsidP="001626AA">
            <w:pPr>
              <w:spacing w:line="240" w:lineRule="auto"/>
              <w:jc w:val="center"/>
              <w:rPr>
                <w:sz w:val="20"/>
                <w:szCs w:val="20"/>
              </w:rPr>
            </w:pPr>
          </w:p>
        </w:tc>
        <w:tc>
          <w:tcPr>
            <w:tcW w:w="756" w:type="pct"/>
            <w:vMerge/>
            <w:shd w:val="clear" w:color="auto" w:fill="D9D9D9" w:themeFill="background1" w:themeFillShade="D9"/>
            <w:vAlign w:val="center"/>
          </w:tcPr>
          <w:p w14:paraId="681851B9" w14:textId="77777777" w:rsidR="00F27459" w:rsidRPr="000F4156" w:rsidRDefault="00F27459" w:rsidP="001626AA">
            <w:pPr>
              <w:spacing w:line="240" w:lineRule="auto"/>
              <w:jc w:val="center"/>
              <w:rPr>
                <w:sz w:val="20"/>
                <w:szCs w:val="20"/>
              </w:rPr>
            </w:pPr>
          </w:p>
        </w:tc>
      </w:tr>
      <w:tr w:rsidR="00F27459" w:rsidRPr="000F4156" w14:paraId="7F23EEB4" w14:textId="77777777" w:rsidTr="00CC2049">
        <w:trPr>
          <w:trHeight w:val="308"/>
          <w:jc w:val="center"/>
        </w:trPr>
        <w:tc>
          <w:tcPr>
            <w:tcW w:w="274" w:type="pct"/>
          </w:tcPr>
          <w:p w14:paraId="1FF7F633" w14:textId="77777777" w:rsidR="00F27459" w:rsidRPr="000F4156" w:rsidRDefault="00F27459" w:rsidP="001626AA">
            <w:pPr>
              <w:spacing w:line="240" w:lineRule="auto"/>
              <w:ind w:left="-11"/>
              <w:jc w:val="center"/>
              <w:rPr>
                <w:b/>
                <w:bCs/>
                <w:sz w:val="20"/>
                <w:szCs w:val="20"/>
              </w:rPr>
            </w:pPr>
            <w:r w:rsidRPr="000F4156">
              <w:rPr>
                <w:sz w:val="20"/>
                <w:szCs w:val="20"/>
              </w:rPr>
              <w:t>1</w:t>
            </w:r>
          </w:p>
        </w:tc>
        <w:tc>
          <w:tcPr>
            <w:tcW w:w="975" w:type="pct"/>
            <w:vAlign w:val="center"/>
          </w:tcPr>
          <w:p w14:paraId="06ACD8A0" w14:textId="77777777" w:rsidR="00F27459" w:rsidRPr="000F4156" w:rsidRDefault="00F27459" w:rsidP="001626AA">
            <w:pPr>
              <w:spacing w:line="240" w:lineRule="auto"/>
              <w:ind w:left="-11"/>
              <w:jc w:val="center"/>
              <w:rPr>
                <w:b/>
                <w:bCs/>
                <w:sz w:val="20"/>
                <w:szCs w:val="20"/>
              </w:rPr>
            </w:pPr>
          </w:p>
        </w:tc>
        <w:tc>
          <w:tcPr>
            <w:tcW w:w="867" w:type="pct"/>
          </w:tcPr>
          <w:p w14:paraId="2FFF1A4A" w14:textId="77777777" w:rsidR="00F27459" w:rsidRPr="000F4156" w:rsidRDefault="00F27459" w:rsidP="001626AA">
            <w:pPr>
              <w:spacing w:line="240" w:lineRule="auto"/>
              <w:ind w:left="-11"/>
              <w:jc w:val="center"/>
              <w:rPr>
                <w:b/>
                <w:bCs/>
                <w:sz w:val="20"/>
                <w:szCs w:val="20"/>
              </w:rPr>
            </w:pPr>
          </w:p>
        </w:tc>
        <w:tc>
          <w:tcPr>
            <w:tcW w:w="1371" w:type="pct"/>
            <w:gridSpan w:val="2"/>
            <w:vAlign w:val="center"/>
          </w:tcPr>
          <w:p w14:paraId="68A04A25" w14:textId="77777777" w:rsidR="00F27459" w:rsidRPr="000F4156" w:rsidRDefault="00F27459" w:rsidP="001626AA">
            <w:pPr>
              <w:spacing w:line="240" w:lineRule="auto"/>
              <w:ind w:left="-11"/>
              <w:jc w:val="center"/>
              <w:rPr>
                <w:b/>
                <w:bCs/>
                <w:sz w:val="20"/>
                <w:szCs w:val="20"/>
              </w:rPr>
            </w:pPr>
          </w:p>
        </w:tc>
        <w:tc>
          <w:tcPr>
            <w:tcW w:w="757" w:type="pct"/>
          </w:tcPr>
          <w:p w14:paraId="68494F4C" w14:textId="77777777" w:rsidR="00F27459" w:rsidRPr="000F4156" w:rsidRDefault="00F27459" w:rsidP="001626AA">
            <w:pPr>
              <w:spacing w:line="240" w:lineRule="auto"/>
              <w:jc w:val="center"/>
              <w:rPr>
                <w:b/>
                <w:bCs/>
                <w:sz w:val="20"/>
                <w:szCs w:val="20"/>
              </w:rPr>
            </w:pPr>
          </w:p>
        </w:tc>
        <w:tc>
          <w:tcPr>
            <w:tcW w:w="756" w:type="pct"/>
            <w:vAlign w:val="center"/>
          </w:tcPr>
          <w:p w14:paraId="5F73F8FD" w14:textId="77777777" w:rsidR="00F27459" w:rsidRPr="000F4156" w:rsidRDefault="00F27459" w:rsidP="001626AA">
            <w:pPr>
              <w:spacing w:line="240" w:lineRule="auto"/>
              <w:jc w:val="center"/>
              <w:rPr>
                <w:b/>
                <w:bCs/>
                <w:sz w:val="20"/>
                <w:szCs w:val="20"/>
              </w:rPr>
            </w:pPr>
          </w:p>
        </w:tc>
      </w:tr>
      <w:tr w:rsidR="00F27459" w:rsidRPr="000F4156" w14:paraId="6F959C9B" w14:textId="77777777" w:rsidTr="00CC2049">
        <w:trPr>
          <w:trHeight w:val="308"/>
          <w:jc w:val="center"/>
        </w:trPr>
        <w:tc>
          <w:tcPr>
            <w:tcW w:w="274" w:type="pct"/>
          </w:tcPr>
          <w:p w14:paraId="208965B4" w14:textId="77777777" w:rsidR="00F27459" w:rsidRPr="000F4156" w:rsidRDefault="00F27459" w:rsidP="001626AA">
            <w:pPr>
              <w:spacing w:line="240" w:lineRule="auto"/>
              <w:ind w:left="-11"/>
              <w:jc w:val="center"/>
              <w:rPr>
                <w:b/>
                <w:bCs/>
                <w:sz w:val="20"/>
                <w:szCs w:val="20"/>
              </w:rPr>
            </w:pPr>
            <w:r>
              <w:rPr>
                <w:b/>
                <w:bCs/>
                <w:sz w:val="20"/>
                <w:szCs w:val="20"/>
              </w:rPr>
              <w:t>…</w:t>
            </w:r>
          </w:p>
        </w:tc>
        <w:tc>
          <w:tcPr>
            <w:tcW w:w="975" w:type="pct"/>
            <w:vAlign w:val="center"/>
          </w:tcPr>
          <w:p w14:paraId="520F7D09" w14:textId="77777777" w:rsidR="00F27459" w:rsidRPr="000F4156" w:rsidRDefault="00F27459" w:rsidP="001626AA">
            <w:pPr>
              <w:spacing w:line="240" w:lineRule="auto"/>
              <w:jc w:val="center"/>
              <w:rPr>
                <w:b/>
                <w:sz w:val="20"/>
                <w:szCs w:val="20"/>
              </w:rPr>
            </w:pPr>
          </w:p>
        </w:tc>
        <w:tc>
          <w:tcPr>
            <w:tcW w:w="867" w:type="pct"/>
          </w:tcPr>
          <w:p w14:paraId="373CA986" w14:textId="77777777" w:rsidR="00F27459" w:rsidRPr="000F4156" w:rsidRDefault="00F27459" w:rsidP="001626AA">
            <w:pPr>
              <w:spacing w:line="240" w:lineRule="auto"/>
              <w:jc w:val="center"/>
              <w:rPr>
                <w:b/>
                <w:sz w:val="20"/>
                <w:szCs w:val="20"/>
              </w:rPr>
            </w:pPr>
          </w:p>
        </w:tc>
        <w:tc>
          <w:tcPr>
            <w:tcW w:w="1371" w:type="pct"/>
            <w:gridSpan w:val="2"/>
            <w:vAlign w:val="center"/>
          </w:tcPr>
          <w:p w14:paraId="2D4038B2" w14:textId="77777777" w:rsidR="00F27459" w:rsidRPr="000F4156" w:rsidRDefault="00F27459" w:rsidP="001626AA">
            <w:pPr>
              <w:spacing w:line="240" w:lineRule="auto"/>
              <w:jc w:val="center"/>
              <w:rPr>
                <w:b/>
                <w:sz w:val="20"/>
                <w:szCs w:val="20"/>
              </w:rPr>
            </w:pPr>
          </w:p>
        </w:tc>
        <w:tc>
          <w:tcPr>
            <w:tcW w:w="757" w:type="pct"/>
          </w:tcPr>
          <w:p w14:paraId="13CBD54A" w14:textId="77777777" w:rsidR="00F27459" w:rsidRPr="000F4156" w:rsidRDefault="00F27459" w:rsidP="001626AA">
            <w:pPr>
              <w:spacing w:line="240" w:lineRule="auto"/>
              <w:jc w:val="center"/>
              <w:rPr>
                <w:b/>
                <w:sz w:val="20"/>
                <w:szCs w:val="20"/>
              </w:rPr>
            </w:pPr>
          </w:p>
        </w:tc>
        <w:tc>
          <w:tcPr>
            <w:tcW w:w="756" w:type="pct"/>
            <w:vAlign w:val="center"/>
          </w:tcPr>
          <w:p w14:paraId="0DC23C72" w14:textId="77777777" w:rsidR="00F27459" w:rsidRPr="000F4156" w:rsidRDefault="00F27459" w:rsidP="001626AA">
            <w:pPr>
              <w:spacing w:line="240" w:lineRule="auto"/>
              <w:jc w:val="center"/>
              <w:rPr>
                <w:b/>
                <w:sz w:val="20"/>
                <w:szCs w:val="20"/>
              </w:rPr>
            </w:pPr>
          </w:p>
        </w:tc>
      </w:tr>
    </w:tbl>
    <w:p w14:paraId="59A5D32E" w14:textId="77777777" w:rsidR="00F27459" w:rsidRDefault="00F27459" w:rsidP="00F27459">
      <w:pPr>
        <w:spacing w:line="360" w:lineRule="auto"/>
        <w:rPr>
          <w:rFonts w:cs="Arial"/>
          <w:sz w:val="20"/>
          <w:szCs w:val="20"/>
        </w:rPr>
      </w:pPr>
    </w:p>
    <w:p w14:paraId="49A362B4" w14:textId="77777777" w:rsidR="00F27459" w:rsidRPr="00CD768E" w:rsidRDefault="00F27459" w:rsidP="00F27459">
      <w:pPr>
        <w:spacing w:line="360" w:lineRule="auto"/>
        <w:rPr>
          <w:rFonts w:cs="Arial"/>
          <w:sz w:val="20"/>
          <w:szCs w:val="20"/>
        </w:rPr>
      </w:pPr>
    </w:p>
    <w:p w14:paraId="1C0E68D0" w14:textId="77777777" w:rsidR="00F27459" w:rsidRDefault="00F27459" w:rsidP="00F27459">
      <w:pPr>
        <w:shd w:val="clear" w:color="auto" w:fill="FFFFFF" w:themeFill="background1"/>
        <w:tabs>
          <w:tab w:val="left" w:pos="274"/>
        </w:tabs>
        <w:ind w:left="10"/>
        <w:rPr>
          <w:rFonts w:cs="Arial"/>
          <w:sz w:val="20"/>
          <w:szCs w:val="20"/>
        </w:rPr>
      </w:pPr>
    </w:p>
    <w:p w14:paraId="6FD7A9BC" w14:textId="77777777" w:rsidR="00F27459" w:rsidRPr="0060794C" w:rsidRDefault="00F27459" w:rsidP="00F27459">
      <w:pPr>
        <w:shd w:val="clear" w:color="auto" w:fill="FFFFFF"/>
        <w:tabs>
          <w:tab w:val="left" w:pos="274"/>
        </w:tabs>
        <w:ind w:left="10"/>
        <w:rPr>
          <w:rFonts w:cs="Arial"/>
          <w:sz w:val="18"/>
          <w:szCs w:val="18"/>
        </w:rPr>
      </w:pPr>
      <w:r w:rsidRPr="0060794C">
        <w:rPr>
          <w:rFonts w:cs="Arial"/>
          <w:sz w:val="18"/>
          <w:szCs w:val="18"/>
        </w:rPr>
        <w:t>UWAGA:</w:t>
      </w:r>
    </w:p>
    <w:p w14:paraId="3F9777A6" w14:textId="0BE4081F" w:rsidR="00F27459" w:rsidRPr="0060794C" w:rsidRDefault="00F27459" w:rsidP="00F27459">
      <w:pPr>
        <w:shd w:val="clear" w:color="auto" w:fill="FFFFFF"/>
        <w:tabs>
          <w:tab w:val="left" w:pos="274"/>
        </w:tabs>
        <w:ind w:left="10"/>
        <w:rPr>
          <w:rFonts w:cs="Arial"/>
          <w:sz w:val="18"/>
          <w:szCs w:val="18"/>
        </w:rPr>
      </w:pPr>
      <w:r w:rsidRPr="0060794C">
        <w:rPr>
          <w:rFonts w:cs="Arial"/>
          <w:sz w:val="18"/>
          <w:szCs w:val="18"/>
        </w:rPr>
        <w:t>z informacji zawartych w niniejszym Wykazie musi jednoznacznie wynikać spełnianie szczególnych warunków udziału w postępowaniu, o któr</w:t>
      </w:r>
      <w:r>
        <w:rPr>
          <w:rFonts w:cs="Arial"/>
          <w:sz w:val="18"/>
          <w:szCs w:val="18"/>
        </w:rPr>
        <w:t>ym szczegółowo mowa w pkt 10.2.</w:t>
      </w:r>
      <w:r w:rsidR="003B2483">
        <w:rPr>
          <w:rFonts w:cs="Arial"/>
          <w:sz w:val="18"/>
          <w:szCs w:val="18"/>
        </w:rPr>
        <w:t xml:space="preserve">1 </w:t>
      </w:r>
      <w:r>
        <w:rPr>
          <w:rFonts w:cs="Arial"/>
          <w:sz w:val="18"/>
          <w:szCs w:val="18"/>
        </w:rPr>
        <w:t>a</w:t>
      </w:r>
      <w:r w:rsidR="003B2483">
        <w:rPr>
          <w:rFonts w:cs="Arial"/>
          <w:sz w:val="18"/>
          <w:szCs w:val="18"/>
        </w:rPr>
        <w:t>)</w:t>
      </w:r>
      <w:r w:rsidRPr="0060794C">
        <w:rPr>
          <w:rFonts w:cs="Arial"/>
          <w:sz w:val="18"/>
          <w:szCs w:val="18"/>
        </w:rPr>
        <w:t xml:space="preserve"> SWZ. Do wykazu należy dołączyć dowody potwierdzające należyte wykonanie robót budowlanych zgodnie z punktem 11.2 lit. i) SWZ.</w:t>
      </w:r>
    </w:p>
    <w:p w14:paraId="30D5F9F1" w14:textId="77777777" w:rsidR="00F27459" w:rsidRDefault="00F27459" w:rsidP="00F27459">
      <w:pPr>
        <w:shd w:val="clear" w:color="auto" w:fill="FFFFFF" w:themeFill="background1"/>
        <w:tabs>
          <w:tab w:val="left" w:pos="274"/>
        </w:tabs>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6"/>
        <w:gridCol w:w="3904"/>
        <w:gridCol w:w="2340"/>
        <w:gridCol w:w="2262"/>
      </w:tblGrid>
      <w:tr w:rsidR="00F27459" w:rsidRPr="00640FA2" w14:paraId="512DCE45" w14:textId="77777777" w:rsidTr="001626AA">
        <w:trPr>
          <w:cantSplit/>
          <w:trHeight w:val="703"/>
          <w:jc w:val="center"/>
        </w:trPr>
        <w:tc>
          <w:tcPr>
            <w:tcW w:w="307" w:type="pct"/>
            <w:vAlign w:val="center"/>
          </w:tcPr>
          <w:p w14:paraId="1BE255D7" w14:textId="77777777" w:rsidR="00F27459" w:rsidRPr="00F0054B" w:rsidRDefault="00F27459" w:rsidP="001626AA">
            <w:pPr>
              <w:spacing w:line="240" w:lineRule="auto"/>
              <w:jc w:val="center"/>
              <w:rPr>
                <w:rFonts w:cs="Arial"/>
                <w:sz w:val="18"/>
                <w:szCs w:val="18"/>
              </w:rPr>
            </w:pPr>
            <w:r w:rsidRPr="4AD1DDFF">
              <w:rPr>
                <w:rFonts w:cs="Arial"/>
                <w:sz w:val="18"/>
                <w:szCs w:val="18"/>
              </w:rPr>
              <w:t>Lp.</w:t>
            </w:r>
          </w:p>
        </w:tc>
        <w:tc>
          <w:tcPr>
            <w:tcW w:w="2154" w:type="pct"/>
            <w:vAlign w:val="center"/>
          </w:tcPr>
          <w:p w14:paraId="5503D0ED" w14:textId="77777777" w:rsidR="00F27459" w:rsidRPr="00F0054B" w:rsidRDefault="00F27459" w:rsidP="001626AA">
            <w:pPr>
              <w:spacing w:line="240" w:lineRule="auto"/>
              <w:jc w:val="center"/>
              <w:rPr>
                <w:rFonts w:cs="Arial"/>
                <w:sz w:val="18"/>
                <w:szCs w:val="18"/>
              </w:rPr>
            </w:pPr>
            <w:r w:rsidRPr="4AD1DDFF">
              <w:rPr>
                <w:rFonts w:cs="Arial"/>
                <w:sz w:val="18"/>
                <w:szCs w:val="18"/>
              </w:rPr>
              <w:t>Nazwisko i imię osoby (osób) uprawnionej(ych) do występowania w obrocie prawnym lub posiadającej(ych) pełnomocnictwo</w:t>
            </w:r>
          </w:p>
        </w:tc>
        <w:tc>
          <w:tcPr>
            <w:tcW w:w="1291" w:type="pct"/>
            <w:vAlign w:val="center"/>
          </w:tcPr>
          <w:p w14:paraId="0E72FA4E" w14:textId="77777777" w:rsidR="00F27459" w:rsidRPr="00F0054B" w:rsidRDefault="00F27459" w:rsidP="001626AA">
            <w:pPr>
              <w:spacing w:line="240" w:lineRule="auto"/>
              <w:jc w:val="center"/>
              <w:rPr>
                <w:rFonts w:cs="Arial"/>
                <w:sz w:val="18"/>
                <w:szCs w:val="18"/>
              </w:rPr>
            </w:pPr>
            <w:r w:rsidRPr="4AD1DDFF">
              <w:rPr>
                <w:rFonts w:cs="Arial"/>
                <w:sz w:val="18"/>
                <w:szCs w:val="18"/>
              </w:rPr>
              <w:t>Podpis(y) osoby(osób) uprawnionej(ych)</w:t>
            </w:r>
          </w:p>
        </w:tc>
        <w:tc>
          <w:tcPr>
            <w:tcW w:w="1248" w:type="pct"/>
            <w:vAlign w:val="center"/>
          </w:tcPr>
          <w:p w14:paraId="6BF92C85" w14:textId="77777777" w:rsidR="00F27459" w:rsidRPr="00F0054B" w:rsidRDefault="00F27459" w:rsidP="001626AA">
            <w:pPr>
              <w:spacing w:line="240" w:lineRule="auto"/>
              <w:jc w:val="center"/>
              <w:rPr>
                <w:rFonts w:cs="Arial"/>
                <w:sz w:val="18"/>
                <w:szCs w:val="18"/>
              </w:rPr>
            </w:pPr>
            <w:r w:rsidRPr="4AD1DDFF">
              <w:rPr>
                <w:rFonts w:cs="Arial"/>
                <w:sz w:val="18"/>
                <w:szCs w:val="18"/>
              </w:rPr>
              <w:t>Miejscowość i data</w:t>
            </w:r>
          </w:p>
        </w:tc>
      </w:tr>
      <w:tr w:rsidR="00F27459" w:rsidRPr="00F0054B" w14:paraId="5726E524" w14:textId="77777777" w:rsidTr="001626AA">
        <w:trPr>
          <w:cantSplit/>
          <w:trHeight w:val="674"/>
          <w:jc w:val="center"/>
        </w:trPr>
        <w:tc>
          <w:tcPr>
            <w:tcW w:w="307" w:type="pct"/>
            <w:vAlign w:val="center"/>
          </w:tcPr>
          <w:p w14:paraId="654F12E4" w14:textId="77777777" w:rsidR="00F27459" w:rsidRPr="00F0054B" w:rsidRDefault="00F27459" w:rsidP="001626AA">
            <w:pPr>
              <w:rPr>
                <w:rFonts w:cs="Arial"/>
                <w:b/>
                <w:sz w:val="18"/>
                <w:szCs w:val="18"/>
              </w:rPr>
            </w:pPr>
          </w:p>
        </w:tc>
        <w:tc>
          <w:tcPr>
            <w:tcW w:w="2154" w:type="pct"/>
            <w:vAlign w:val="center"/>
          </w:tcPr>
          <w:p w14:paraId="2594AF43" w14:textId="77777777" w:rsidR="00F27459" w:rsidRPr="00F0054B" w:rsidRDefault="00F27459" w:rsidP="001626AA">
            <w:pPr>
              <w:rPr>
                <w:rFonts w:cs="Arial"/>
                <w:b/>
                <w:sz w:val="18"/>
                <w:szCs w:val="18"/>
              </w:rPr>
            </w:pPr>
          </w:p>
        </w:tc>
        <w:tc>
          <w:tcPr>
            <w:tcW w:w="1291" w:type="pct"/>
            <w:vAlign w:val="center"/>
          </w:tcPr>
          <w:p w14:paraId="54146F89" w14:textId="77777777" w:rsidR="00F27459" w:rsidRPr="00F0054B" w:rsidRDefault="00F27459" w:rsidP="001626AA">
            <w:pPr>
              <w:rPr>
                <w:rFonts w:cs="Arial"/>
                <w:b/>
                <w:sz w:val="18"/>
                <w:szCs w:val="18"/>
              </w:rPr>
            </w:pPr>
          </w:p>
        </w:tc>
        <w:tc>
          <w:tcPr>
            <w:tcW w:w="1248" w:type="pct"/>
            <w:vAlign w:val="center"/>
          </w:tcPr>
          <w:p w14:paraId="2F07BE93" w14:textId="77777777" w:rsidR="00F27459" w:rsidRPr="00F0054B" w:rsidRDefault="00F27459" w:rsidP="001626AA">
            <w:pPr>
              <w:rPr>
                <w:rFonts w:cs="Arial"/>
                <w:b/>
                <w:sz w:val="18"/>
                <w:szCs w:val="18"/>
              </w:rPr>
            </w:pPr>
          </w:p>
        </w:tc>
      </w:tr>
    </w:tbl>
    <w:p w14:paraId="0A318AD2" w14:textId="77777777" w:rsidR="00F27459" w:rsidRDefault="00F27459" w:rsidP="00F27459">
      <w:pPr>
        <w:spacing w:line="240" w:lineRule="auto"/>
        <w:rPr>
          <w:rFonts w:cs="Arial"/>
          <w:b/>
          <w:color w:val="000000"/>
          <w:sz w:val="20"/>
          <w:szCs w:val="20"/>
        </w:rPr>
      </w:pPr>
    </w:p>
    <w:p w14:paraId="3684E209" w14:textId="6AFEEED7" w:rsidR="00F27459" w:rsidRDefault="00F27459" w:rsidP="00435600">
      <w:pPr>
        <w:pStyle w:val="StylZa"/>
        <w:jc w:val="center"/>
      </w:pPr>
    </w:p>
    <w:p w14:paraId="511DA28B" w14:textId="7BE3A3B3" w:rsidR="00F27459" w:rsidRDefault="00F27459" w:rsidP="00435600">
      <w:pPr>
        <w:pStyle w:val="StylZa"/>
        <w:jc w:val="center"/>
      </w:pPr>
    </w:p>
    <w:p w14:paraId="670BF626" w14:textId="3F63A845" w:rsidR="00F27459" w:rsidRDefault="00F27459" w:rsidP="00435600">
      <w:pPr>
        <w:pStyle w:val="StylZa"/>
        <w:jc w:val="center"/>
      </w:pPr>
    </w:p>
    <w:p w14:paraId="6D3B44F7" w14:textId="70EE0E6C" w:rsidR="00F27459" w:rsidRDefault="00F27459" w:rsidP="00435600">
      <w:pPr>
        <w:pStyle w:val="StylZa"/>
        <w:jc w:val="center"/>
      </w:pPr>
    </w:p>
    <w:p w14:paraId="565BCF58" w14:textId="77777777" w:rsidR="00F27459" w:rsidRDefault="00F27459" w:rsidP="004A20B0">
      <w:pPr>
        <w:pStyle w:val="StylZa"/>
        <w:jc w:val="both"/>
        <w:sectPr w:rsidR="00F27459" w:rsidSect="00D877C6">
          <w:headerReference w:type="default" r:id="rId17"/>
          <w:footerReference w:type="default" r:id="rId18"/>
          <w:pgSz w:w="11906" w:h="16838"/>
          <w:pgMar w:top="1417" w:right="1417" w:bottom="1417" w:left="1417" w:header="708" w:footer="502" w:gutter="0"/>
          <w:cols w:space="708"/>
          <w:titlePg/>
          <w:docGrid w:linePitch="360"/>
        </w:sectPr>
      </w:pPr>
    </w:p>
    <w:p w14:paraId="0F6904C9" w14:textId="32DDA31B" w:rsidR="00435600" w:rsidRDefault="00435600" w:rsidP="00435600">
      <w:pPr>
        <w:pStyle w:val="StylZa"/>
        <w:jc w:val="both"/>
      </w:pPr>
    </w:p>
    <w:p w14:paraId="6A411F27" w14:textId="30DA4946" w:rsidR="00234ABF" w:rsidRPr="00CB7D83" w:rsidRDefault="001F2AF3" w:rsidP="00234ABF">
      <w:pPr>
        <w:spacing w:line="360" w:lineRule="auto"/>
        <w:jc w:val="right"/>
        <w:rPr>
          <w:rFonts w:eastAsia="Arial Unicode MS" w:cs="Arial"/>
          <w:b/>
          <w:bCs/>
          <w:sz w:val="20"/>
          <w:szCs w:val="20"/>
        </w:rPr>
      </w:pPr>
      <w:r>
        <w:rPr>
          <w:rFonts w:eastAsia="Arial Unicode MS" w:cs="Arial"/>
          <w:b/>
          <w:bCs/>
          <w:sz w:val="20"/>
          <w:szCs w:val="20"/>
        </w:rPr>
        <w:t>Załącznik nr 6</w:t>
      </w:r>
      <w:r w:rsidR="00234ABF" w:rsidRPr="00817B2F">
        <w:rPr>
          <w:rFonts w:eastAsia="Arial Unicode MS" w:cs="Arial"/>
          <w:b/>
          <w:bCs/>
          <w:sz w:val="20"/>
          <w:szCs w:val="20"/>
        </w:rPr>
        <w:t xml:space="preserve"> do </w:t>
      </w:r>
      <w:r w:rsidR="00234ABF">
        <w:rPr>
          <w:rFonts w:eastAsia="Arial Unicode MS" w:cs="Arial"/>
          <w:b/>
          <w:bCs/>
          <w:sz w:val="20"/>
          <w:szCs w:val="20"/>
        </w:rPr>
        <w:t>SWZ</w:t>
      </w:r>
    </w:p>
    <w:p w14:paraId="5F55026B" w14:textId="77777777" w:rsidR="00234ABF" w:rsidRPr="00152CAA" w:rsidRDefault="00234ABF" w:rsidP="00234ABF">
      <w:pPr>
        <w:spacing w:after="120"/>
        <w:jc w:val="center"/>
        <w:rPr>
          <w:rFonts w:cs="Arial"/>
          <w:b/>
          <w:sz w:val="20"/>
          <w:szCs w:val="22"/>
        </w:rPr>
      </w:pPr>
      <w:r w:rsidRPr="00152CAA">
        <w:rPr>
          <w:rFonts w:cs="Arial"/>
          <w:b/>
          <w:sz w:val="20"/>
          <w:szCs w:val="22"/>
        </w:rPr>
        <w:t xml:space="preserve">Wykaz </w:t>
      </w:r>
      <w:r>
        <w:rPr>
          <w:rFonts w:cs="Arial"/>
          <w:b/>
          <w:sz w:val="20"/>
          <w:szCs w:val="22"/>
        </w:rPr>
        <w:t>osób</w:t>
      </w: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4"/>
        <w:gridCol w:w="5510"/>
      </w:tblGrid>
      <w:tr w:rsidR="00234ABF" w:rsidRPr="004A3878" w14:paraId="16FABA62" w14:textId="77777777" w:rsidTr="006B17CD">
        <w:trPr>
          <w:cantSplit/>
          <w:trHeight w:hRule="exact" w:val="718"/>
        </w:trPr>
        <w:tc>
          <w:tcPr>
            <w:tcW w:w="1957" w:type="pct"/>
            <w:shd w:val="clear" w:color="auto" w:fill="17365D"/>
            <w:vAlign w:val="center"/>
          </w:tcPr>
          <w:p w14:paraId="5B4AA83F" w14:textId="77777777" w:rsidR="00234ABF" w:rsidRPr="000B4D5C" w:rsidRDefault="00234ABF" w:rsidP="006B17CD">
            <w:pPr>
              <w:spacing w:line="240" w:lineRule="auto"/>
              <w:jc w:val="left"/>
              <w:rPr>
                <w:rFonts w:cs="Arial"/>
                <w:color w:val="FFFFFF"/>
                <w:sz w:val="20"/>
                <w:szCs w:val="20"/>
              </w:rPr>
            </w:pPr>
            <w:r w:rsidRPr="000B4D5C">
              <w:rPr>
                <w:rFonts w:cs="Arial"/>
                <w:color w:val="FFFFFF"/>
                <w:sz w:val="20"/>
                <w:szCs w:val="20"/>
              </w:rPr>
              <w:t>Dane Wykonawcy</w:t>
            </w:r>
          </w:p>
        </w:tc>
        <w:tc>
          <w:tcPr>
            <w:tcW w:w="3043" w:type="pct"/>
          </w:tcPr>
          <w:p w14:paraId="5A256FDF" w14:textId="77777777" w:rsidR="00234ABF" w:rsidRPr="006C2BF6" w:rsidRDefault="00234ABF" w:rsidP="006B17CD">
            <w:pPr>
              <w:spacing w:line="240" w:lineRule="auto"/>
              <w:ind w:left="497" w:right="1064" w:firstLine="497"/>
              <w:jc w:val="left"/>
              <w:rPr>
                <w:rFonts w:cs="Arial"/>
                <w:color w:val="000000"/>
                <w:sz w:val="20"/>
                <w:szCs w:val="20"/>
              </w:rPr>
            </w:pPr>
          </w:p>
          <w:p w14:paraId="6941A8EF" w14:textId="77777777" w:rsidR="00234ABF" w:rsidRPr="006C2BF6" w:rsidRDefault="00234ABF" w:rsidP="006B17CD">
            <w:pPr>
              <w:spacing w:line="240" w:lineRule="auto"/>
              <w:jc w:val="left"/>
              <w:rPr>
                <w:rFonts w:cs="Arial"/>
                <w:color w:val="000000"/>
                <w:sz w:val="20"/>
                <w:szCs w:val="20"/>
              </w:rPr>
            </w:pPr>
          </w:p>
        </w:tc>
      </w:tr>
      <w:tr w:rsidR="00234ABF" w:rsidRPr="004A3878" w14:paraId="05D93892" w14:textId="77777777" w:rsidTr="006B17CD">
        <w:trPr>
          <w:cantSplit/>
          <w:trHeight w:hRule="exact" w:val="919"/>
        </w:trPr>
        <w:tc>
          <w:tcPr>
            <w:tcW w:w="1957" w:type="pct"/>
            <w:shd w:val="clear" w:color="auto" w:fill="17365D"/>
            <w:vAlign w:val="center"/>
          </w:tcPr>
          <w:p w14:paraId="2BCD081C" w14:textId="77777777" w:rsidR="00234ABF" w:rsidRPr="000B4D5C" w:rsidRDefault="00234ABF" w:rsidP="006B17CD">
            <w:pPr>
              <w:spacing w:line="240" w:lineRule="auto"/>
              <w:jc w:val="left"/>
              <w:rPr>
                <w:rFonts w:cs="Arial"/>
                <w:color w:val="FFFFFF"/>
                <w:sz w:val="20"/>
                <w:szCs w:val="20"/>
              </w:rPr>
            </w:pPr>
            <w:r w:rsidRPr="000B4D5C">
              <w:rPr>
                <w:rFonts w:cs="Arial"/>
                <w:color w:val="FFFFFF"/>
                <w:sz w:val="20"/>
                <w:szCs w:val="20"/>
              </w:rPr>
              <w:t xml:space="preserve">Adres Wykonawcy: </w:t>
            </w:r>
          </w:p>
          <w:p w14:paraId="73BCF116" w14:textId="77777777" w:rsidR="00234ABF" w:rsidRPr="000B4D5C" w:rsidRDefault="00234ABF" w:rsidP="006B17CD">
            <w:pPr>
              <w:spacing w:line="240" w:lineRule="auto"/>
              <w:jc w:val="left"/>
              <w:rPr>
                <w:rFonts w:cs="Arial"/>
                <w:color w:val="FFFFFF"/>
                <w:sz w:val="20"/>
                <w:szCs w:val="20"/>
              </w:rPr>
            </w:pPr>
            <w:r w:rsidRPr="000B4D5C">
              <w:rPr>
                <w:rFonts w:cs="Arial"/>
                <w:color w:val="FFFFFF"/>
                <w:sz w:val="20"/>
                <w:szCs w:val="20"/>
              </w:rPr>
              <w:t xml:space="preserve">ulica, nr lokalu, kod, miejscowość </w:t>
            </w:r>
          </w:p>
        </w:tc>
        <w:tc>
          <w:tcPr>
            <w:tcW w:w="3043" w:type="pct"/>
          </w:tcPr>
          <w:p w14:paraId="3279CDCE" w14:textId="77777777" w:rsidR="00234ABF" w:rsidRPr="006C2BF6" w:rsidRDefault="00234ABF" w:rsidP="006B17CD">
            <w:pPr>
              <w:spacing w:line="240" w:lineRule="auto"/>
              <w:ind w:right="1064"/>
              <w:jc w:val="left"/>
              <w:rPr>
                <w:rFonts w:cs="Arial"/>
                <w:color w:val="000000"/>
                <w:sz w:val="20"/>
                <w:szCs w:val="20"/>
              </w:rPr>
            </w:pPr>
          </w:p>
        </w:tc>
      </w:tr>
    </w:tbl>
    <w:p w14:paraId="795BFF9E" w14:textId="3C6F4C54" w:rsidR="00234ABF" w:rsidRDefault="00234ABF" w:rsidP="00234ABF">
      <w:pPr>
        <w:spacing w:line="276" w:lineRule="auto"/>
        <w:rPr>
          <w:sz w:val="20"/>
          <w:szCs w:val="20"/>
        </w:rPr>
      </w:pPr>
      <w:r w:rsidRPr="000B4D5C">
        <w:rPr>
          <w:rFonts w:cs="Arial"/>
          <w:sz w:val="20"/>
          <w:szCs w:val="20"/>
        </w:rPr>
        <w:t xml:space="preserve">Składając ofertę w zamówieniu niepublicznym prowadzonym w trybie przetargu nieograniczonego </w:t>
      </w:r>
      <w:r w:rsidRPr="00A57BA1">
        <w:rPr>
          <w:rFonts w:cs="Arial"/>
          <w:sz w:val="20"/>
          <w:szCs w:val="20"/>
        </w:rPr>
        <w:t>pn</w:t>
      </w:r>
      <w:r>
        <w:rPr>
          <w:rFonts w:cs="Arial"/>
          <w:sz w:val="20"/>
          <w:szCs w:val="20"/>
        </w:rPr>
        <w:t xml:space="preserve">.: </w:t>
      </w:r>
      <w:r w:rsidRPr="00234ABF">
        <w:rPr>
          <w:rFonts w:cs="Arial"/>
          <w:b/>
          <w:sz w:val="20"/>
          <w:szCs w:val="20"/>
        </w:rPr>
        <w:t>„</w:t>
      </w:r>
      <w:r w:rsidR="006B17CD">
        <w:rPr>
          <w:rFonts w:cs="Arial"/>
          <w:b/>
          <w:sz w:val="20"/>
          <w:szCs w:val="20"/>
        </w:rPr>
        <w:t>Kontrola tras gazociągów z powietrza</w:t>
      </w:r>
      <w:r w:rsidRPr="00234ABF">
        <w:rPr>
          <w:rFonts w:cs="Arial"/>
          <w:b/>
          <w:sz w:val="20"/>
          <w:szCs w:val="20"/>
        </w:rPr>
        <w:t xml:space="preserve">”, </w:t>
      </w:r>
      <w:r w:rsidRPr="00234ABF">
        <w:rPr>
          <w:rFonts w:cs="Arial"/>
          <w:sz w:val="20"/>
          <w:szCs w:val="20"/>
        </w:rPr>
        <w:t>numer postępowania:</w:t>
      </w:r>
      <w:r w:rsidRPr="00234ABF">
        <w:rPr>
          <w:rFonts w:cs="Arial"/>
          <w:b/>
          <w:sz w:val="20"/>
          <w:szCs w:val="20"/>
        </w:rPr>
        <w:t xml:space="preserve"> </w:t>
      </w:r>
      <w:r w:rsidR="006B17CD">
        <w:rPr>
          <w:rFonts w:cs="Arial"/>
          <w:b/>
          <w:sz w:val="20"/>
          <w:szCs w:val="20"/>
        </w:rPr>
        <w:t>NP/ORLEN/26/0142/CS/ZZ</w:t>
      </w:r>
      <w:r w:rsidRPr="00234ABF">
        <w:rPr>
          <w:rFonts w:cs="Arial"/>
          <w:sz w:val="20"/>
          <w:szCs w:val="20"/>
        </w:rPr>
        <w:t xml:space="preserve"> </w:t>
      </w:r>
      <w:r>
        <w:rPr>
          <w:rFonts w:cs="Arial"/>
          <w:sz w:val="20"/>
          <w:szCs w:val="20"/>
        </w:rPr>
        <w:t>w celu potwierdzenia spełnienia warunku udziału w postępo</w:t>
      </w:r>
      <w:r w:rsidR="00B36F20">
        <w:rPr>
          <w:rFonts w:cs="Arial"/>
          <w:sz w:val="20"/>
          <w:szCs w:val="20"/>
        </w:rPr>
        <w:t>waniu wskazanego w pkt 10.2.1. b</w:t>
      </w:r>
      <w:r>
        <w:rPr>
          <w:rFonts w:cs="Arial"/>
          <w:sz w:val="20"/>
          <w:szCs w:val="20"/>
        </w:rPr>
        <w:t xml:space="preserve">) </w:t>
      </w:r>
      <w:r w:rsidR="00B36F20">
        <w:rPr>
          <w:rFonts w:cs="Arial"/>
          <w:sz w:val="20"/>
          <w:szCs w:val="20"/>
        </w:rPr>
        <w:t xml:space="preserve">i c) </w:t>
      </w:r>
      <w:r>
        <w:rPr>
          <w:rFonts w:cs="Arial"/>
          <w:sz w:val="20"/>
          <w:szCs w:val="20"/>
        </w:rPr>
        <w:t xml:space="preserve">SWZ </w:t>
      </w:r>
      <w:r w:rsidRPr="00CE1EE0">
        <w:rPr>
          <w:sz w:val="20"/>
          <w:szCs w:val="20"/>
        </w:rPr>
        <w:t>poniżej przedkładamy wykaz osób przeznaczonych do r</w:t>
      </w:r>
      <w:r>
        <w:rPr>
          <w:sz w:val="20"/>
          <w:szCs w:val="20"/>
        </w:rPr>
        <w:t xml:space="preserve">ealizacji przedmiotu zamówienia: </w:t>
      </w:r>
      <w:r w:rsidRPr="00CE1EE0">
        <w:rPr>
          <w:sz w:val="20"/>
          <w:szCs w:val="20"/>
        </w:rPr>
        <w:t xml:space="preserve"> </w:t>
      </w:r>
    </w:p>
    <w:tbl>
      <w:tblPr>
        <w:tblStyle w:val="Tabela-Siatka2"/>
        <w:tblpPr w:leftFromText="141" w:rightFromText="141" w:vertAnchor="text" w:horzAnchor="page" w:tblpX="1481" w:tblpY="281"/>
        <w:tblOverlap w:val="never"/>
        <w:tblW w:w="9072" w:type="dxa"/>
        <w:tblLayout w:type="fixed"/>
        <w:tblLook w:val="04A0" w:firstRow="1" w:lastRow="0" w:firstColumn="1" w:lastColumn="0" w:noHBand="0" w:noVBand="1"/>
      </w:tblPr>
      <w:tblGrid>
        <w:gridCol w:w="562"/>
        <w:gridCol w:w="2393"/>
        <w:gridCol w:w="2032"/>
        <w:gridCol w:w="2313"/>
        <w:gridCol w:w="1772"/>
      </w:tblGrid>
      <w:tr w:rsidR="004A20B0" w:rsidRPr="007A6252" w14:paraId="7E6BEDFB" w14:textId="77777777" w:rsidTr="004A20B0">
        <w:trPr>
          <w:trHeight w:val="1018"/>
        </w:trPr>
        <w:tc>
          <w:tcPr>
            <w:tcW w:w="562" w:type="dxa"/>
            <w:shd w:val="clear" w:color="auto" w:fill="D9D9D9" w:themeFill="background1" w:themeFillShade="D9"/>
          </w:tcPr>
          <w:p w14:paraId="59EBC1CA" w14:textId="77777777" w:rsidR="004A20B0" w:rsidRDefault="004A20B0" w:rsidP="004A20B0">
            <w:pPr>
              <w:spacing w:line="240" w:lineRule="auto"/>
              <w:jc w:val="center"/>
              <w:rPr>
                <w:sz w:val="18"/>
                <w:szCs w:val="18"/>
              </w:rPr>
            </w:pPr>
          </w:p>
          <w:p w14:paraId="54DFFE38" w14:textId="67E86807" w:rsidR="004A20B0" w:rsidRPr="007A6252" w:rsidRDefault="004A20B0" w:rsidP="004A20B0">
            <w:pPr>
              <w:spacing w:line="240" w:lineRule="auto"/>
              <w:jc w:val="center"/>
              <w:rPr>
                <w:sz w:val="18"/>
                <w:szCs w:val="18"/>
              </w:rPr>
            </w:pPr>
            <w:r>
              <w:rPr>
                <w:sz w:val="18"/>
                <w:szCs w:val="18"/>
              </w:rPr>
              <w:t xml:space="preserve"> Lp.</w:t>
            </w:r>
          </w:p>
        </w:tc>
        <w:tc>
          <w:tcPr>
            <w:tcW w:w="2393" w:type="dxa"/>
            <w:shd w:val="clear" w:color="auto" w:fill="D9D9D9" w:themeFill="background1" w:themeFillShade="D9"/>
            <w:vAlign w:val="center"/>
          </w:tcPr>
          <w:p w14:paraId="596A54A5" w14:textId="09747CAF" w:rsidR="004A20B0" w:rsidRPr="007A6252" w:rsidRDefault="004A20B0" w:rsidP="004A20B0">
            <w:pPr>
              <w:spacing w:line="240" w:lineRule="auto"/>
              <w:jc w:val="center"/>
              <w:rPr>
                <w:sz w:val="18"/>
                <w:szCs w:val="18"/>
              </w:rPr>
            </w:pPr>
            <w:r w:rsidRPr="007A6252">
              <w:rPr>
                <w:sz w:val="18"/>
                <w:szCs w:val="18"/>
              </w:rPr>
              <w:t>Imię i Nazwisko</w:t>
            </w:r>
          </w:p>
        </w:tc>
        <w:tc>
          <w:tcPr>
            <w:tcW w:w="2032" w:type="dxa"/>
            <w:shd w:val="clear" w:color="auto" w:fill="D9D9D9" w:themeFill="background1" w:themeFillShade="D9"/>
            <w:vAlign w:val="center"/>
          </w:tcPr>
          <w:p w14:paraId="5F3E2EB5" w14:textId="77777777" w:rsidR="004A20B0" w:rsidRPr="007A6252" w:rsidRDefault="004A20B0" w:rsidP="004A20B0">
            <w:pPr>
              <w:spacing w:line="240" w:lineRule="auto"/>
              <w:jc w:val="center"/>
              <w:rPr>
                <w:sz w:val="18"/>
                <w:szCs w:val="18"/>
              </w:rPr>
            </w:pPr>
          </w:p>
          <w:p w14:paraId="6F92BDC0" w14:textId="719AFDF1" w:rsidR="004A20B0" w:rsidRPr="007A6252" w:rsidRDefault="004A20B0" w:rsidP="004A20B0">
            <w:pPr>
              <w:spacing w:line="240" w:lineRule="auto"/>
              <w:jc w:val="center"/>
              <w:rPr>
                <w:sz w:val="18"/>
                <w:szCs w:val="18"/>
              </w:rPr>
            </w:pPr>
            <w:r w:rsidRPr="007A6252">
              <w:rPr>
                <w:sz w:val="18"/>
                <w:szCs w:val="18"/>
              </w:rPr>
              <w:t xml:space="preserve">Informacja o posiadanych </w:t>
            </w:r>
            <w:r>
              <w:rPr>
                <w:sz w:val="18"/>
                <w:szCs w:val="18"/>
              </w:rPr>
              <w:t>licencjach /</w:t>
            </w:r>
            <w:r w:rsidRPr="007A6252">
              <w:rPr>
                <w:sz w:val="18"/>
                <w:szCs w:val="18"/>
              </w:rPr>
              <w:t>uprawnieniach</w:t>
            </w:r>
          </w:p>
          <w:p w14:paraId="6B867372" w14:textId="77777777" w:rsidR="004A20B0" w:rsidRPr="007A6252" w:rsidRDefault="004A20B0" w:rsidP="004A20B0">
            <w:pPr>
              <w:spacing w:line="240" w:lineRule="auto"/>
              <w:jc w:val="center"/>
              <w:rPr>
                <w:sz w:val="18"/>
                <w:szCs w:val="18"/>
              </w:rPr>
            </w:pPr>
            <w:r w:rsidRPr="007A6252">
              <w:rPr>
                <w:sz w:val="18"/>
                <w:szCs w:val="18"/>
              </w:rPr>
              <w:t>(rodzaj i nr uprawnień)</w:t>
            </w:r>
          </w:p>
          <w:p w14:paraId="2007D0A1" w14:textId="77777777" w:rsidR="004A20B0" w:rsidRPr="007A6252" w:rsidRDefault="004A20B0" w:rsidP="004A20B0">
            <w:pPr>
              <w:spacing w:line="240" w:lineRule="auto"/>
              <w:jc w:val="center"/>
              <w:rPr>
                <w:sz w:val="18"/>
                <w:szCs w:val="18"/>
              </w:rPr>
            </w:pPr>
          </w:p>
          <w:p w14:paraId="66DB7FD6" w14:textId="77777777" w:rsidR="004A20B0" w:rsidRPr="007A6252" w:rsidRDefault="004A20B0" w:rsidP="004A20B0">
            <w:pPr>
              <w:spacing w:line="240" w:lineRule="auto"/>
              <w:jc w:val="center"/>
              <w:rPr>
                <w:sz w:val="18"/>
                <w:szCs w:val="18"/>
              </w:rPr>
            </w:pPr>
          </w:p>
        </w:tc>
        <w:tc>
          <w:tcPr>
            <w:tcW w:w="2313" w:type="dxa"/>
            <w:shd w:val="clear" w:color="auto" w:fill="D9D9D9" w:themeFill="background1" w:themeFillShade="D9"/>
          </w:tcPr>
          <w:p w14:paraId="2125FCB5" w14:textId="77777777" w:rsidR="004A20B0" w:rsidRDefault="004A20B0" w:rsidP="004A20B0">
            <w:pPr>
              <w:spacing w:line="240" w:lineRule="auto"/>
              <w:jc w:val="center"/>
              <w:rPr>
                <w:sz w:val="18"/>
                <w:szCs w:val="18"/>
              </w:rPr>
            </w:pPr>
          </w:p>
          <w:p w14:paraId="0096059E" w14:textId="77777777" w:rsidR="004A20B0" w:rsidRDefault="004A20B0" w:rsidP="004A20B0">
            <w:pPr>
              <w:spacing w:line="240" w:lineRule="auto"/>
              <w:jc w:val="center"/>
              <w:rPr>
                <w:sz w:val="18"/>
                <w:szCs w:val="18"/>
              </w:rPr>
            </w:pPr>
          </w:p>
          <w:p w14:paraId="4D5C3DCE" w14:textId="6CCB2253" w:rsidR="004A20B0" w:rsidRDefault="004A20B0" w:rsidP="004A20B0">
            <w:pPr>
              <w:spacing w:line="240" w:lineRule="auto"/>
              <w:jc w:val="center"/>
              <w:rPr>
                <w:sz w:val="18"/>
                <w:szCs w:val="18"/>
              </w:rPr>
            </w:pPr>
            <w:r>
              <w:rPr>
                <w:sz w:val="18"/>
                <w:szCs w:val="18"/>
              </w:rPr>
              <w:t>dotyczy osoby na stanowisko  Pilot –</w:t>
            </w:r>
          </w:p>
          <w:p w14:paraId="76CCE229" w14:textId="6C1DC6B0" w:rsidR="004A20B0" w:rsidRPr="007A6252" w:rsidRDefault="004A20B0" w:rsidP="004A20B0">
            <w:pPr>
              <w:spacing w:line="240" w:lineRule="auto"/>
              <w:jc w:val="center"/>
              <w:rPr>
                <w:sz w:val="18"/>
                <w:szCs w:val="18"/>
              </w:rPr>
            </w:pPr>
            <w:r>
              <w:rPr>
                <w:sz w:val="18"/>
                <w:szCs w:val="18"/>
              </w:rPr>
              <w:t xml:space="preserve">Ilość godzin nalotów </w:t>
            </w:r>
          </w:p>
        </w:tc>
        <w:tc>
          <w:tcPr>
            <w:tcW w:w="1772" w:type="dxa"/>
            <w:shd w:val="clear" w:color="auto" w:fill="D9D9D9" w:themeFill="background1" w:themeFillShade="D9"/>
            <w:vAlign w:val="center"/>
          </w:tcPr>
          <w:p w14:paraId="1E8465E2" w14:textId="77777777" w:rsidR="004A20B0" w:rsidRDefault="004A20B0" w:rsidP="004A20B0">
            <w:pPr>
              <w:spacing w:line="240" w:lineRule="auto"/>
              <w:jc w:val="center"/>
              <w:rPr>
                <w:sz w:val="18"/>
                <w:szCs w:val="18"/>
              </w:rPr>
            </w:pPr>
            <w:r w:rsidRPr="007A6252">
              <w:rPr>
                <w:sz w:val="18"/>
                <w:szCs w:val="18"/>
              </w:rPr>
              <w:t>Sposób dysponowania</w:t>
            </w:r>
          </w:p>
          <w:p w14:paraId="0DC41C4C" w14:textId="7D63FE99" w:rsidR="004A20B0" w:rsidRPr="007A6252" w:rsidRDefault="004A20B0" w:rsidP="004A20B0">
            <w:pPr>
              <w:spacing w:line="240" w:lineRule="auto"/>
              <w:jc w:val="center"/>
              <w:rPr>
                <w:sz w:val="18"/>
                <w:szCs w:val="18"/>
              </w:rPr>
            </w:pPr>
          </w:p>
        </w:tc>
      </w:tr>
      <w:tr w:rsidR="004A20B0" w:rsidRPr="007A6252" w14:paraId="2E289258" w14:textId="77777777" w:rsidTr="004A20B0">
        <w:trPr>
          <w:trHeight w:val="160"/>
        </w:trPr>
        <w:tc>
          <w:tcPr>
            <w:tcW w:w="562" w:type="dxa"/>
          </w:tcPr>
          <w:p w14:paraId="31DCE9C6" w14:textId="2223A4F9" w:rsidR="004A20B0" w:rsidRPr="007A6252" w:rsidRDefault="004A20B0" w:rsidP="004A20B0">
            <w:pPr>
              <w:jc w:val="center"/>
              <w:rPr>
                <w:sz w:val="18"/>
                <w:szCs w:val="18"/>
              </w:rPr>
            </w:pPr>
            <w:r>
              <w:rPr>
                <w:sz w:val="18"/>
                <w:szCs w:val="18"/>
              </w:rPr>
              <w:t>1</w:t>
            </w:r>
          </w:p>
        </w:tc>
        <w:tc>
          <w:tcPr>
            <w:tcW w:w="2393" w:type="dxa"/>
          </w:tcPr>
          <w:p w14:paraId="06BA8CBB" w14:textId="3E67DED8" w:rsidR="004A20B0" w:rsidRPr="007A6252" w:rsidRDefault="004A20B0" w:rsidP="004A20B0">
            <w:pPr>
              <w:jc w:val="center"/>
              <w:rPr>
                <w:sz w:val="18"/>
                <w:szCs w:val="18"/>
              </w:rPr>
            </w:pPr>
          </w:p>
        </w:tc>
        <w:tc>
          <w:tcPr>
            <w:tcW w:w="2032" w:type="dxa"/>
          </w:tcPr>
          <w:p w14:paraId="3DB59D47" w14:textId="77777777" w:rsidR="004A20B0" w:rsidRPr="007A6252" w:rsidRDefault="004A20B0" w:rsidP="004A20B0">
            <w:pPr>
              <w:jc w:val="center"/>
              <w:rPr>
                <w:sz w:val="18"/>
                <w:szCs w:val="18"/>
              </w:rPr>
            </w:pPr>
          </w:p>
        </w:tc>
        <w:tc>
          <w:tcPr>
            <w:tcW w:w="2313" w:type="dxa"/>
          </w:tcPr>
          <w:p w14:paraId="70AD6EA7" w14:textId="77777777" w:rsidR="004A20B0" w:rsidRPr="007A6252" w:rsidRDefault="004A20B0" w:rsidP="004A20B0">
            <w:pPr>
              <w:jc w:val="center"/>
              <w:rPr>
                <w:sz w:val="18"/>
                <w:szCs w:val="18"/>
              </w:rPr>
            </w:pPr>
          </w:p>
        </w:tc>
        <w:tc>
          <w:tcPr>
            <w:tcW w:w="1772" w:type="dxa"/>
          </w:tcPr>
          <w:p w14:paraId="7B5F813C" w14:textId="2D0D4218" w:rsidR="004A20B0" w:rsidRPr="007A6252" w:rsidRDefault="004A20B0" w:rsidP="004A20B0">
            <w:pPr>
              <w:jc w:val="center"/>
              <w:rPr>
                <w:sz w:val="18"/>
                <w:szCs w:val="18"/>
              </w:rPr>
            </w:pPr>
          </w:p>
        </w:tc>
      </w:tr>
      <w:tr w:rsidR="004A20B0" w:rsidRPr="007A6252" w14:paraId="5F43AE68" w14:textId="77777777" w:rsidTr="004A20B0">
        <w:trPr>
          <w:trHeight w:val="160"/>
        </w:trPr>
        <w:tc>
          <w:tcPr>
            <w:tcW w:w="562" w:type="dxa"/>
          </w:tcPr>
          <w:p w14:paraId="5C65B52C" w14:textId="6BB8D56C" w:rsidR="004A20B0" w:rsidRPr="007A6252" w:rsidRDefault="004A20B0" w:rsidP="004A20B0">
            <w:pPr>
              <w:jc w:val="center"/>
              <w:rPr>
                <w:sz w:val="18"/>
                <w:szCs w:val="18"/>
              </w:rPr>
            </w:pPr>
            <w:r>
              <w:rPr>
                <w:sz w:val="18"/>
                <w:szCs w:val="18"/>
              </w:rPr>
              <w:t>2</w:t>
            </w:r>
          </w:p>
        </w:tc>
        <w:tc>
          <w:tcPr>
            <w:tcW w:w="2393" w:type="dxa"/>
          </w:tcPr>
          <w:p w14:paraId="6582FB9B" w14:textId="03011A97" w:rsidR="004A20B0" w:rsidRPr="007A6252" w:rsidRDefault="004A20B0" w:rsidP="004A20B0">
            <w:pPr>
              <w:jc w:val="center"/>
              <w:rPr>
                <w:sz w:val="18"/>
                <w:szCs w:val="18"/>
              </w:rPr>
            </w:pPr>
          </w:p>
        </w:tc>
        <w:tc>
          <w:tcPr>
            <w:tcW w:w="2032" w:type="dxa"/>
          </w:tcPr>
          <w:p w14:paraId="6CFB47A4" w14:textId="77777777" w:rsidR="004A20B0" w:rsidRPr="007A6252" w:rsidRDefault="004A20B0" w:rsidP="004A20B0">
            <w:pPr>
              <w:jc w:val="center"/>
              <w:rPr>
                <w:sz w:val="18"/>
                <w:szCs w:val="18"/>
              </w:rPr>
            </w:pPr>
          </w:p>
        </w:tc>
        <w:tc>
          <w:tcPr>
            <w:tcW w:w="2313" w:type="dxa"/>
          </w:tcPr>
          <w:p w14:paraId="3088F13E" w14:textId="77777777" w:rsidR="004A20B0" w:rsidRPr="007A6252" w:rsidRDefault="004A20B0" w:rsidP="004A20B0">
            <w:pPr>
              <w:jc w:val="center"/>
              <w:rPr>
                <w:sz w:val="18"/>
                <w:szCs w:val="18"/>
              </w:rPr>
            </w:pPr>
          </w:p>
        </w:tc>
        <w:tc>
          <w:tcPr>
            <w:tcW w:w="1772" w:type="dxa"/>
          </w:tcPr>
          <w:p w14:paraId="7EF852B7" w14:textId="487AF800" w:rsidR="004A20B0" w:rsidRPr="007A6252" w:rsidRDefault="004A20B0" w:rsidP="004A20B0">
            <w:pPr>
              <w:jc w:val="center"/>
              <w:rPr>
                <w:sz w:val="18"/>
                <w:szCs w:val="18"/>
              </w:rPr>
            </w:pPr>
          </w:p>
        </w:tc>
      </w:tr>
      <w:tr w:rsidR="004A20B0" w:rsidRPr="007A6252" w14:paraId="23BDB317" w14:textId="77777777" w:rsidTr="004A20B0">
        <w:trPr>
          <w:trHeight w:val="160"/>
        </w:trPr>
        <w:tc>
          <w:tcPr>
            <w:tcW w:w="562" w:type="dxa"/>
          </w:tcPr>
          <w:p w14:paraId="029864A8" w14:textId="77777777" w:rsidR="004A20B0" w:rsidRPr="007A6252" w:rsidRDefault="004A20B0" w:rsidP="004A20B0">
            <w:pPr>
              <w:jc w:val="center"/>
              <w:rPr>
                <w:sz w:val="18"/>
                <w:szCs w:val="18"/>
              </w:rPr>
            </w:pPr>
          </w:p>
        </w:tc>
        <w:tc>
          <w:tcPr>
            <w:tcW w:w="2393" w:type="dxa"/>
          </w:tcPr>
          <w:p w14:paraId="4286B4C2" w14:textId="44E43A2B" w:rsidR="004A20B0" w:rsidRPr="007A6252" w:rsidRDefault="004A20B0" w:rsidP="004A20B0">
            <w:pPr>
              <w:jc w:val="center"/>
              <w:rPr>
                <w:sz w:val="18"/>
                <w:szCs w:val="18"/>
              </w:rPr>
            </w:pPr>
          </w:p>
        </w:tc>
        <w:tc>
          <w:tcPr>
            <w:tcW w:w="2032" w:type="dxa"/>
          </w:tcPr>
          <w:p w14:paraId="44D13C4F" w14:textId="77777777" w:rsidR="004A20B0" w:rsidRPr="007A6252" w:rsidRDefault="004A20B0" w:rsidP="004A20B0">
            <w:pPr>
              <w:jc w:val="center"/>
              <w:rPr>
                <w:sz w:val="18"/>
                <w:szCs w:val="18"/>
              </w:rPr>
            </w:pPr>
          </w:p>
        </w:tc>
        <w:tc>
          <w:tcPr>
            <w:tcW w:w="2313" w:type="dxa"/>
          </w:tcPr>
          <w:p w14:paraId="3C1BDA8F" w14:textId="77777777" w:rsidR="004A20B0" w:rsidRPr="007A6252" w:rsidRDefault="004A20B0" w:rsidP="004A20B0">
            <w:pPr>
              <w:jc w:val="center"/>
              <w:rPr>
                <w:sz w:val="18"/>
                <w:szCs w:val="18"/>
              </w:rPr>
            </w:pPr>
          </w:p>
        </w:tc>
        <w:tc>
          <w:tcPr>
            <w:tcW w:w="1772" w:type="dxa"/>
          </w:tcPr>
          <w:p w14:paraId="2A0387A1" w14:textId="109B97D1" w:rsidR="004A20B0" w:rsidRPr="007A6252" w:rsidRDefault="004A20B0" w:rsidP="004A20B0">
            <w:pPr>
              <w:jc w:val="center"/>
              <w:rPr>
                <w:sz w:val="18"/>
                <w:szCs w:val="18"/>
              </w:rPr>
            </w:pPr>
          </w:p>
        </w:tc>
      </w:tr>
      <w:tr w:rsidR="004A20B0" w:rsidRPr="007A6252" w14:paraId="0D81871F" w14:textId="77777777" w:rsidTr="004A20B0">
        <w:trPr>
          <w:trHeight w:val="160"/>
        </w:trPr>
        <w:tc>
          <w:tcPr>
            <w:tcW w:w="562" w:type="dxa"/>
          </w:tcPr>
          <w:p w14:paraId="3FE7C207" w14:textId="77777777" w:rsidR="004A20B0" w:rsidRPr="007A6252" w:rsidRDefault="004A20B0" w:rsidP="004A20B0">
            <w:pPr>
              <w:jc w:val="center"/>
              <w:rPr>
                <w:sz w:val="18"/>
                <w:szCs w:val="18"/>
              </w:rPr>
            </w:pPr>
          </w:p>
        </w:tc>
        <w:tc>
          <w:tcPr>
            <w:tcW w:w="2393" w:type="dxa"/>
          </w:tcPr>
          <w:p w14:paraId="3F8C3539" w14:textId="2B5A3D20" w:rsidR="004A20B0" w:rsidRPr="007A6252" w:rsidRDefault="004A20B0" w:rsidP="004A20B0">
            <w:pPr>
              <w:jc w:val="center"/>
              <w:rPr>
                <w:sz w:val="18"/>
                <w:szCs w:val="18"/>
              </w:rPr>
            </w:pPr>
          </w:p>
        </w:tc>
        <w:tc>
          <w:tcPr>
            <w:tcW w:w="2032" w:type="dxa"/>
          </w:tcPr>
          <w:p w14:paraId="00E2AA92" w14:textId="77777777" w:rsidR="004A20B0" w:rsidRPr="007A6252" w:rsidRDefault="004A20B0" w:rsidP="004A20B0">
            <w:pPr>
              <w:jc w:val="center"/>
              <w:rPr>
                <w:sz w:val="18"/>
                <w:szCs w:val="18"/>
              </w:rPr>
            </w:pPr>
          </w:p>
        </w:tc>
        <w:tc>
          <w:tcPr>
            <w:tcW w:w="2313" w:type="dxa"/>
          </w:tcPr>
          <w:p w14:paraId="72C88545" w14:textId="77777777" w:rsidR="004A20B0" w:rsidRPr="007A6252" w:rsidRDefault="004A20B0" w:rsidP="004A20B0">
            <w:pPr>
              <w:jc w:val="center"/>
              <w:rPr>
                <w:sz w:val="18"/>
                <w:szCs w:val="18"/>
              </w:rPr>
            </w:pPr>
          </w:p>
        </w:tc>
        <w:tc>
          <w:tcPr>
            <w:tcW w:w="1772" w:type="dxa"/>
          </w:tcPr>
          <w:p w14:paraId="12B654DF" w14:textId="139C6B2E" w:rsidR="004A20B0" w:rsidRPr="007A6252" w:rsidRDefault="004A20B0" w:rsidP="004A20B0">
            <w:pPr>
              <w:jc w:val="center"/>
              <w:rPr>
                <w:sz w:val="18"/>
                <w:szCs w:val="18"/>
              </w:rPr>
            </w:pPr>
          </w:p>
        </w:tc>
      </w:tr>
      <w:tr w:rsidR="004A20B0" w:rsidRPr="007A6252" w14:paraId="0CEB6855" w14:textId="77777777" w:rsidTr="004A20B0">
        <w:trPr>
          <w:trHeight w:val="160"/>
        </w:trPr>
        <w:tc>
          <w:tcPr>
            <w:tcW w:w="562" w:type="dxa"/>
          </w:tcPr>
          <w:p w14:paraId="05D651C2" w14:textId="77777777" w:rsidR="004A20B0" w:rsidRPr="007A6252" w:rsidRDefault="004A20B0" w:rsidP="004A20B0">
            <w:pPr>
              <w:jc w:val="center"/>
              <w:rPr>
                <w:sz w:val="18"/>
                <w:szCs w:val="18"/>
              </w:rPr>
            </w:pPr>
          </w:p>
        </w:tc>
        <w:tc>
          <w:tcPr>
            <w:tcW w:w="2393" w:type="dxa"/>
          </w:tcPr>
          <w:p w14:paraId="3D296A08" w14:textId="390B6960" w:rsidR="004A20B0" w:rsidRPr="007A6252" w:rsidRDefault="004A20B0" w:rsidP="004A20B0">
            <w:pPr>
              <w:jc w:val="center"/>
              <w:rPr>
                <w:sz w:val="18"/>
                <w:szCs w:val="18"/>
              </w:rPr>
            </w:pPr>
          </w:p>
        </w:tc>
        <w:tc>
          <w:tcPr>
            <w:tcW w:w="2032" w:type="dxa"/>
          </w:tcPr>
          <w:p w14:paraId="78D59077" w14:textId="77777777" w:rsidR="004A20B0" w:rsidRPr="007A6252" w:rsidRDefault="004A20B0" w:rsidP="004A20B0">
            <w:pPr>
              <w:jc w:val="center"/>
              <w:rPr>
                <w:sz w:val="18"/>
                <w:szCs w:val="18"/>
              </w:rPr>
            </w:pPr>
          </w:p>
        </w:tc>
        <w:tc>
          <w:tcPr>
            <w:tcW w:w="2313" w:type="dxa"/>
          </w:tcPr>
          <w:p w14:paraId="4DBE5528" w14:textId="77777777" w:rsidR="004A20B0" w:rsidRPr="007A6252" w:rsidRDefault="004A20B0" w:rsidP="004A20B0">
            <w:pPr>
              <w:jc w:val="center"/>
              <w:rPr>
                <w:sz w:val="18"/>
                <w:szCs w:val="18"/>
              </w:rPr>
            </w:pPr>
          </w:p>
        </w:tc>
        <w:tc>
          <w:tcPr>
            <w:tcW w:w="1772" w:type="dxa"/>
          </w:tcPr>
          <w:p w14:paraId="34142416" w14:textId="11ADA5CD" w:rsidR="004A20B0" w:rsidRPr="007A6252" w:rsidRDefault="004A20B0" w:rsidP="004A20B0">
            <w:pPr>
              <w:jc w:val="center"/>
              <w:rPr>
                <w:sz w:val="18"/>
                <w:szCs w:val="18"/>
              </w:rPr>
            </w:pPr>
          </w:p>
        </w:tc>
      </w:tr>
    </w:tbl>
    <w:p w14:paraId="3E0E3309" w14:textId="77777777" w:rsidR="00234ABF" w:rsidRDefault="00234ABF" w:rsidP="00234ABF">
      <w:pPr>
        <w:spacing w:line="276" w:lineRule="auto"/>
        <w:rPr>
          <w:sz w:val="20"/>
          <w:szCs w:val="20"/>
        </w:rPr>
      </w:pPr>
    </w:p>
    <w:p w14:paraId="41C8B5EA" w14:textId="77777777" w:rsidR="00234ABF" w:rsidRPr="007A6252" w:rsidRDefault="00234ABF" w:rsidP="00234ABF">
      <w:pPr>
        <w:spacing w:line="276" w:lineRule="auto"/>
        <w:rPr>
          <w:sz w:val="20"/>
          <w:szCs w:val="20"/>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
        <w:gridCol w:w="4140"/>
        <w:gridCol w:w="3080"/>
        <w:gridCol w:w="1399"/>
      </w:tblGrid>
      <w:tr w:rsidR="00234ABF" w:rsidRPr="00640FA2" w14:paraId="71862E3D" w14:textId="77777777" w:rsidTr="001F2AF3">
        <w:trPr>
          <w:cantSplit/>
          <w:trHeight w:val="703"/>
          <w:jc w:val="center"/>
        </w:trPr>
        <w:tc>
          <w:tcPr>
            <w:tcW w:w="453" w:type="dxa"/>
            <w:vAlign w:val="center"/>
          </w:tcPr>
          <w:p w14:paraId="4BF79D16" w14:textId="77777777" w:rsidR="00234ABF" w:rsidRPr="00F0054B" w:rsidRDefault="00234ABF" w:rsidP="006B17CD">
            <w:pPr>
              <w:spacing w:line="240" w:lineRule="auto"/>
              <w:jc w:val="center"/>
              <w:rPr>
                <w:rFonts w:cs="Arial"/>
                <w:bCs/>
                <w:sz w:val="18"/>
                <w:szCs w:val="18"/>
              </w:rPr>
            </w:pPr>
            <w:r w:rsidRPr="00F0054B">
              <w:rPr>
                <w:rFonts w:cs="Arial"/>
                <w:bCs/>
                <w:sz w:val="18"/>
                <w:szCs w:val="18"/>
              </w:rPr>
              <w:t>Lp.</w:t>
            </w:r>
          </w:p>
        </w:tc>
        <w:tc>
          <w:tcPr>
            <w:tcW w:w="4140" w:type="dxa"/>
            <w:vAlign w:val="center"/>
          </w:tcPr>
          <w:p w14:paraId="75522EFA" w14:textId="77777777" w:rsidR="00234ABF" w:rsidRPr="00F0054B" w:rsidRDefault="00234ABF" w:rsidP="006B17CD">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CE132CA" w14:textId="77777777" w:rsidR="00234ABF" w:rsidRPr="00F0054B" w:rsidRDefault="00234ABF" w:rsidP="006B17CD">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399" w:type="dxa"/>
            <w:vAlign w:val="center"/>
          </w:tcPr>
          <w:p w14:paraId="166666E5" w14:textId="77777777" w:rsidR="00234ABF" w:rsidRPr="00F0054B" w:rsidRDefault="00234ABF" w:rsidP="006B17CD">
            <w:pPr>
              <w:spacing w:line="240" w:lineRule="auto"/>
              <w:jc w:val="center"/>
              <w:rPr>
                <w:rFonts w:cs="Arial"/>
                <w:bCs/>
                <w:sz w:val="18"/>
                <w:szCs w:val="18"/>
              </w:rPr>
            </w:pPr>
            <w:r w:rsidRPr="00F0054B">
              <w:rPr>
                <w:rFonts w:cs="Arial"/>
                <w:bCs/>
                <w:sz w:val="18"/>
                <w:szCs w:val="18"/>
              </w:rPr>
              <w:t>Miejscowość i data</w:t>
            </w:r>
          </w:p>
        </w:tc>
      </w:tr>
    </w:tbl>
    <w:p w14:paraId="75E7E960" w14:textId="77777777" w:rsidR="00435600" w:rsidRDefault="00435600" w:rsidP="00435600">
      <w:pPr>
        <w:pStyle w:val="StylZa"/>
        <w:jc w:val="center"/>
        <w:sectPr w:rsidR="00435600" w:rsidSect="00B36F20">
          <w:pgSz w:w="11906" w:h="16838"/>
          <w:pgMar w:top="1418" w:right="1418" w:bottom="1418" w:left="1418" w:header="709" w:footer="505" w:gutter="0"/>
          <w:cols w:space="708"/>
          <w:titlePg/>
          <w:docGrid w:linePitch="360"/>
        </w:sectPr>
      </w:pPr>
    </w:p>
    <w:p w14:paraId="5A6E5574" w14:textId="77777777" w:rsidR="00137221" w:rsidRDefault="00137221" w:rsidP="00137221"/>
    <w:p w14:paraId="7568B5E9" w14:textId="232FD4FF" w:rsidR="00234ABF" w:rsidRPr="00234ABF" w:rsidRDefault="00234ABF" w:rsidP="00234ABF">
      <w:pPr>
        <w:autoSpaceDE w:val="0"/>
        <w:autoSpaceDN w:val="0"/>
        <w:adjustRightInd w:val="0"/>
        <w:spacing w:before="120" w:after="120" w:line="240" w:lineRule="auto"/>
        <w:jc w:val="right"/>
        <w:rPr>
          <w:rFonts w:cs="Arial"/>
          <w:szCs w:val="22"/>
        </w:rPr>
      </w:pPr>
      <w:r w:rsidRPr="00234ABF">
        <w:rPr>
          <w:rFonts w:cs="Arial"/>
          <w:b/>
          <w:szCs w:val="22"/>
        </w:rPr>
        <w:t xml:space="preserve">Załącznik nr </w:t>
      </w:r>
      <w:r w:rsidR="001F2AF3">
        <w:rPr>
          <w:rFonts w:cs="Arial"/>
          <w:b/>
          <w:szCs w:val="22"/>
        </w:rPr>
        <w:t>7</w:t>
      </w:r>
      <w:r w:rsidRPr="00234ABF">
        <w:rPr>
          <w:rFonts w:cs="Arial"/>
          <w:szCs w:val="22"/>
        </w:rPr>
        <w:t xml:space="preserve"> </w:t>
      </w:r>
      <w:r w:rsidRPr="00234ABF">
        <w:rPr>
          <w:rFonts w:cs="Arial"/>
          <w:b/>
          <w:szCs w:val="22"/>
        </w:rPr>
        <w:t>do Zaproszenia</w:t>
      </w:r>
    </w:p>
    <w:p w14:paraId="4D17A3D4" w14:textId="77777777" w:rsidR="00234ABF" w:rsidRPr="00234ABF" w:rsidRDefault="00234ABF" w:rsidP="00234ABF">
      <w:pPr>
        <w:autoSpaceDE w:val="0"/>
        <w:autoSpaceDN w:val="0"/>
        <w:adjustRightInd w:val="0"/>
        <w:spacing w:before="120" w:after="120" w:line="240" w:lineRule="auto"/>
        <w:rPr>
          <w:rFonts w:cs="Arial"/>
          <w:szCs w:val="22"/>
        </w:rPr>
      </w:pPr>
    </w:p>
    <w:p w14:paraId="1EF4E358" w14:textId="77777777" w:rsidR="00234ABF" w:rsidRPr="00234ABF" w:rsidRDefault="00234ABF" w:rsidP="00234ABF">
      <w:pPr>
        <w:tabs>
          <w:tab w:val="left" w:pos="426"/>
          <w:tab w:val="left" w:pos="9160"/>
          <w:tab w:val="left" w:pos="10076"/>
          <w:tab w:val="left" w:pos="10992"/>
          <w:tab w:val="left" w:pos="11908"/>
          <w:tab w:val="left" w:pos="12824"/>
          <w:tab w:val="left" w:pos="13740"/>
          <w:tab w:val="left" w:pos="14656"/>
        </w:tabs>
        <w:spacing w:line="240" w:lineRule="auto"/>
        <w:ind w:left="425"/>
        <w:jc w:val="center"/>
        <w:rPr>
          <w:rFonts w:eastAsia="Arial Unicode MS" w:cs="Arial"/>
          <w:b/>
          <w:bCs/>
          <w:szCs w:val="22"/>
        </w:rPr>
      </w:pPr>
      <w:r w:rsidRPr="00234ABF">
        <w:rPr>
          <w:rFonts w:eastAsia="Arial Unicode MS" w:cs="Arial"/>
          <w:b/>
          <w:bCs/>
          <w:szCs w:val="22"/>
        </w:rPr>
        <w:t>Oświadczenie kontrahenta o rynkowym charakterze ceny</w:t>
      </w:r>
    </w:p>
    <w:p w14:paraId="33C26CF4" w14:textId="77777777" w:rsidR="00234ABF" w:rsidRPr="00234ABF" w:rsidRDefault="00234ABF" w:rsidP="00234ABF">
      <w:pPr>
        <w:tabs>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eastAsia="Arial Unicode MS" w:cs="Arial"/>
          <w:szCs w:val="22"/>
        </w:rPr>
      </w:pPr>
      <w:r w:rsidRPr="00234ABF">
        <w:rPr>
          <w:rFonts w:eastAsia="Arial Unicode MS" w:cs="Arial"/>
          <w:b/>
          <w:bCs/>
          <w:noProof/>
          <w:szCs w:val="22"/>
        </w:rPr>
        <mc:AlternateContent>
          <mc:Choice Requires="wps">
            <w:drawing>
              <wp:anchor distT="4294967293" distB="4294967293" distL="114300" distR="114300" simplePos="0" relativeHeight="251680768" behindDoc="0" locked="0" layoutInCell="0" allowOverlap="1" wp14:anchorId="755F37EB" wp14:editId="60F12AC7">
                <wp:simplePos x="0" y="0"/>
                <wp:positionH relativeFrom="column">
                  <wp:posOffset>-183515</wp:posOffset>
                </wp:positionH>
                <wp:positionV relativeFrom="paragraph">
                  <wp:posOffset>27940</wp:posOffset>
                </wp:positionV>
                <wp:extent cx="5760720" cy="0"/>
                <wp:effectExtent l="0" t="0" r="11430" b="1905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68C47E" id="Line 5" o:spid="_x0000_s1026" style="position:absolute;z-index:25168076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4.45pt,2.2pt" to="439.1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ElBEgIAACg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234ABF" w:rsidRPr="00234ABF" w14:paraId="30D3CFE9" w14:textId="77777777" w:rsidTr="006B17CD">
        <w:trPr>
          <w:cantSplit/>
          <w:trHeight w:hRule="exact" w:val="931"/>
          <w:jc w:val="center"/>
        </w:trPr>
        <w:tc>
          <w:tcPr>
            <w:tcW w:w="3552" w:type="dxa"/>
            <w:shd w:val="clear" w:color="auto" w:fill="17365D" w:themeFill="text2" w:themeFillShade="BF"/>
            <w:vAlign w:val="center"/>
          </w:tcPr>
          <w:p w14:paraId="44DA9924" w14:textId="77777777" w:rsidR="00234ABF" w:rsidRPr="00234ABF" w:rsidRDefault="00234ABF" w:rsidP="00234ABF">
            <w:pPr>
              <w:spacing w:line="240" w:lineRule="auto"/>
              <w:rPr>
                <w:rFonts w:cs="Arial"/>
                <w:b/>
                <w:color w:val="FFFFFF" w:themeColor="background1"/>
                <w:szCs w:val="22"/>
              </w:rPr>
            </w:pPr>
            <w:r w:rsidRPr="00234ABF">
              <w:rPr>
                <w:rFonts w:cs="Arial"/>
                <w:b/>
                <w:color w:val="FFFFFF" w:themeColor="background1"/>
                <w:szCs w:val="22"/>
              </w:rPr>
              <w:t>Dane Wykonawcy:</w:t>
            </w:r>
          </w:p>
        </w:tc>
        <w:tc>
          <w:tcPr>
            <w:tcW w:w="5521" w:type="dxa"/>
          </w:tcPr>
          <w:p w14:paraId="1131E561" w14:textId="77777777" w:rsidR="00234ABF" w:rsidRPr="00234ABF" w:rsidRDefault="00234ABF" w:rsidP="00234ABF">
            <w:pPr>
              <w:spacing w:line="240" w:lineRule="auto"/>
              <w:ind w:left="497" w:right="1064" w:firstLine="497"/>
              <w:rPr>
                <w:rFonts w:cs="Arial"/>
                <w:szCs w:val="22"/>
              </w:rPr>
            </w:pPr>
          </w:p>
          <w:p w14:paraId="423971E9" w14:textId="77777777" w:rsidR="00234ABF" w:rsidRPr="00234ABF" w:rsidRDefault="00234ABF" w:rsidP="00234ABF">
            <w:pPr>
              <w:spacing w:line="240" w:lineRule="auto"/>
              <w:rPr>
                <w:rFonts w:cs="Arial"/>
                <w:szCs w:val="22"/>
              </w:rPr>
            </w:pPr>
          </w:p>
        </w:tc>
      </w:tr>
      <w:tr w:rsidR="00234ABF" w:rsidRPr="00234ABF" w14:paraId="177539DB" w14:textId="77777777" w:rsidTr="006B17CD">
        <w:trPr>
          <w:cantSplit/>
          <w:trHeight w:hRule="exact" w:val="1253"/>
          <w:jc w:val="center"/>
        </w:trPr>
        <w:tc>
          <w:tcPr>
            <w:tcW w:w="3552" w:type="dxa"/>
            <w:shd w:val="clear" w:color="auto" w:fill="17365D" w:themeFill="text2" w:themeFillShade="BF"/>
            <w:vAlign w:val="center"/>
          </w:tcPr>
          <w:p w14:paraId="48DBF66F" w14:textId="77777777" w:rsidR="00234ABF" w:rsidRPr="00234ABF" w:rsidRDefault="00234ABF" w:rsidP="00234ABF">
            <w:pPr>
              <w:spacing w:line="240" w:lineRule="auto"/>
              <w:rPr>
                <w:rFonts w:cs="Arial"/>
                <w:b/>
                <w:color w:val="FFFFFF" w:themeColor="background1"/>
                <w:szCs w:val="22"/>
              </w:rPr>
            </w:pPr>
            <w:r w:rsidRPr="00234ABF">
              <w:rPr>
                <w:rFonts w:cs="Arial"/>
                <w:b/>
                <w:color w:val="FFFFFF" w:themeColor="background1"/>
                <w:szCs w:val="22"/>
              </w:rPr>
              <w:t xml:space="preserve">Adres Wykonawcy: </w:t>
            </w:r>
          </w:p>
          <w:p w14:paraId="3989E388" w14:textId="77777777" w:rsidR="00234ABF" w:rsidRPr="00234ABF" w:rsidRDefault="00234ABF" w:rsidP="00234ABF">
            <w:pPr>
              <w:spacing w:line="240" w:lineRule="auto"/>
              <w:rPr>
                <w:rFonts w:cs="Arial"/>
                <w:b/>
                <w:color w:val="FFFFFF" w:themeColor="background1"/>
                <w:szCs w:val="22"/>
              </w:rPr>
            </w:pPr>
            <w:r w:rsidRPr="00234ABF">
              <w:rPr>
                <w:rFonts w:cs="Arial"/>
                <w:b/>
                <w:color w:val="FFFFFF" w:themeColor="background1"/>
                <w:szCs w:val="22"/>
              </w:rPr>
              <w:t xml:space="preserve">kod, miejscowość </w:t>
            </w:r>
          </w:p>
          <w:p w14:paraId="79EA9EC3" w14:textId="77777777" w:rsidR="00234ABF" w:rsidRPr="00234ABF" w:rsidRDefault="00234ABF" w:rsidP="00234ABF">
            <w:pPr>
              <w:spacing w:line="240" w:lineRule="auto"/>
              <w:rPr>
                <w:rFonts w:cs="Arial"/>
                <w:b/>
                <w:color w:val="FFFFFF" w:themeColor="background1"/>
                <w:szCs w:val="22"/>
              </w:rPr>
            </w:pPr>
            <w:r w:rsidRPr="00234ABF">
              <w:rPr>
                <w:rFonts w:cs="Arial"/>
                <w:b/>
                <w:color w:val="FFFFFF" w:themeColor="background1"/>
                <w:szCs w:val="22"/>
              </w:rPr>
              <w:t>ulica, nr lokalu</w:t>
            </w:r>
          </w:p>
          <w:p w14:paraId="38D98E2F" w14:textId="77777777" w:rsidR="00234ABF" w:rsidRPr="00234ABF" w:rsidRDefault="00234ABF" w:rsidP="00234ABF">
            <w:pPr>
              <w:spacing w:line="240" w:lineRule="auto"/>
              <w:rPr>
                <w:rFonts w:cs="Arial"/>
                <w:b/>
                <w:color w:val="FFFFFF" w:themeColor="background1"/>
                <w:szCs w:val="22"/>
              </w:rPr>
            </w:pPr>
          </w:p>
        </w:tc>
        <w:tc>
          <w:tcPr>
            <w:tcW w:w="5521" w:type="dxa"/>
          </w:tcPr>
          <w:p w14:paraId="0D3077EB" w14:textId="77777777" w:rsidR="00234ABF" w:rsidRPr="00234ABF" w:rsidRDefault="00234ABF" w:rsidP="00234ABF">
            <w:pPr>
              <w:spacing w:line="240" w:lineRule="auto"/>
              <w:ind w:right="1064"/>
              <w:rPr>
                <w:rFonts w:cs="Arial"/>
                <w:szCs w:val="22"/>
              </w:rPr>
            </w:pPr>
          </w:p>
        </w:tc>
      </w:tr>
    </w:tbl>
    <w:p w14:paraId="073944FA" w14:textId="77777777" w:rsidR="00234ABF" w:rsidRPr="00234ABF" w:rsidRDefault="00234ABF" w:rsidP="00234ABF">
      <w:pPr>
        <w:autoSpaceDE w:val="0"/>
        <w:autoSpaceDN w:val="0"/>
        <w:adjustRightInd w:val="0"/>
        <w:spacing w:before="120" w:after="120" w:line="240" w:lineRule="auto"/>
        <w:rPr>
          <w:rFonts w:eastAsia="Arial Unicode MS" w:cs="Arial"/>
          <w:szCs w:val="22"/>
        </w:rPr>
      </w:pPr>
    </w:p>
    <w:p w14:paraId="3B17EA0F" w14:textId="77777777" w:rsidR="00234ABF" w:rsidRPr="00234ABF" w:rsidRDefault="00234ABF" w:rsidP="00234ABF">
      <w:pPr>
        <w:spacing w:line="240" w:lineRule="auto"/>
        <w:rPr>
          <w:rFonts w:cs="Arial"/>
          <w:iCs/>
          <w:color w:val="000000" w:themeColor="text1"/>
          <w:szCs w:val="22"/>
        </w:rPr>
      </w:pPr>
    </w:p>
    <w:p w14:paraId="1F7B26FB" w14:textId="77777777" w:rsidR="00234ABF" w:rsidRPr="00234ABF" w:rsidRDefault="00234ABF" w:rsidP="00234ABF">
      <w:pPr>
        <w:spacing w:line="240" w:lineRule="auto"/>
        <w:rPr>
          <w:rFonts w:cs="Arial"/>
          <w:iCs/>
          <w:color w:val="000000" w:themeColor="text1"/>
          <w:szCs w:val="22"/>
        </w:rPr>
      </w:pPr>
    </w:p>
    <w:p w14:paraId="52932361" w14:textId="357DE3C5" w:rsidR="00234ABF" w:rsidRDefault="00234ABF" w:rsidP="00234ABF">
      <w:pPr>
        <w:spacing w:line="240" w:lineRule="auto"/>
        <w:rPr>
          <w:rFonts w:cs="Arial"/>
          <w:iCs/>
          <w:color w:val="000000" w:themeColor="text1"/>
          <w:sz w:val="20"/>
          <w:szCs w:val="20"/>
        </w:rPr>
      </w:pPr>
      <w:r w:rsidRPr="00234ABF">
        <w:rPr>
          <w:rFonts w:cs="Arial"/>
          <w:iCs/>
          <w:color w:val="000000" w:themeColor="text1"/>
          <w:sz w:val="20"/>
          <w:szCs w:val="20"/>
        </w:rPr>
        <w:t xml:space="preserve">Uczestnicząc w postępowaniu o udzielenie zamówienia prowadzonego na podstawie </w:t>
      </w:r>
      <w:r w:rsidRPr="00234ABF">
        <w:rPr>
          <w:rFonts w:cs="Arial"/>
          <w:iCs/>
          <w:color w:val="000000" w:themeColor="text1"/>
          <w:sz w:val="20"/>
          <w:szCs w:val="20"/>
        </w:rPr>
        <w:br/>
        <w:t xml:space="preserve">§ 19 Instrukcji, pn.: </w:t>
      </w:r>
      <w:r w:rsidRPr="00AB08DA">
        <w:rPr>
          <w:rFonts w:cs="Arial"/>
          <w:b/>
          <w:iCs/>
          <w:color w:val="000000" w:themeColor="text1"/>
          <w:sz w:val="20"/>
          <w:szCs w:val="20"/>
        </w:rPr>
        <w:t>„</w:t>
      </w:r>
      <w:r w:rsidR="006B17CD">
        <w:rPr>
          <w:rFonts w:cs="Arial"/>
          <w:b/>
          <w:iCs/>
          <w:color w:val="000000" w:themeColor="text1"/>
          <w:sz w:val="20"/>
          <w:szCs w:val="20"/>
        </w:rPr>
        <w:t>Kontrola tras gazociągów z powietrza</w:t>
      </w:r>
      <w:r w:rsidRPr="00AB08DA">
        <w:rPr>
          <w:rFonts w:cs="Arial"/>
          <w:b/>
          <w:iCs/>
          <w:color w:val="000000" w:themeColor="text1"/>
          <w:sz w:val="20"/>
          <w:szCs w:val="20"/>
        </w:rPr>
        <w:t>”</w:t>
      </w:r>
      <w:r w:rsidRPr="00AB08DA">
        <w:rPr>
          <w:rFonts w:cs="Arial"/>
          <w:iCs/>
          <w:color w:val="000000" w:themeColor="text1"/>
          <w:sz w:val="20"/>
          <w:szCs w:val="20"/>
        </w:rPr>
        <w:t xml:space="preserve">, numer postępowania: </w:t>
      </w:r>
      <w:r w:rsidR="006B17CD">
        <w:rPr>
          <w:rFonts w:cs="Arial"/>
          <w:b/>
          <w:iCs/>
          <w:color w:val="000000" w:themeColor="text1"/>
          <w:sz w:val="20"/>
          <w:szCs w:val="20"/>
        </w:rPr>
        <w:t>NP/ORLEN/26/0142/CS/ZZ</w:t>
      </w:r>
      <w:r w:rsidRPr="00234ABF">
        <w:rPr>
          <w:rFonts w:cs="Arial"/>
          <w:iCs/>
          <w:color w:val="000000" w:themeColor="text1"/>
          <w:sz w:val="20"/>
          <w:szCs w:val="20"/>
        </w:rPr>
        <w:t>, oświadczamy, że zaoferowana przez nas Cena za realizację przedmiotu zamówienia:</w:t>
      </w:r>
    </w:p>
    <w:p w14:paraId="3E2F19C3" w14:textId="77777777" w:rsidR="00AB08DA" w:rsidRPr="00234ABF" w:rsidRDefault="00AB08DA" w:rsidP="00234ABF">
      <w:pPr>
        <w:spacing w:line="240" w:lineRule="auto"/>
        <w:rPr>
          <w:rFonts w:cs="Arial"/>
          <w:iCs/>
          <w:color w:val="000000" w:themeColor="text1"/>
          <w:sz w:val="20"/>
          <w:szCs w:val="20"/>
        </w:rPr>
      </w:pPr>
    </w:p>
    <w:p w14:paraId="71C122EB" w14:textId="77777777" w:rsidR="00234ABF" w:rsidRPr="00234ABF" w:rsidRDefault="00234ABF" w:rsidP="00234ABF">
      <w:pPr>
        <w:numPr>
          <w:ilvl w:val="0"/>
          <w:numId w:val="45"/>
        </w:numPr>
        <w:spacing w:line="240" w:lineRule="auto"/>
        <w:contextualSpacing/>
        <w:jc w:val="left"/>
        <w:rPr>
          <w:rFonts w:cs="Arial"/>
          <w:iCs/>
          <w:color w:val="000000" w:themeColor="text1"/>
          <w:sz w:val="20"/>
          <w:szCs w:val="20"/>
        </w:rPr>
      </w:pPr>
      <w:r w:rsidRPr="00234ABF">
        <w:rPr>
          <w:rFonts w:cs="Arial"/>
          <w:iCs/>
          <w:color w:val="000000" w:themeColor="text1"/>
          <w:sz w:val="20"/>
          <w:szCs w:val="20"/>
        </w:rPr>
        <w:t>została ustalona zgodnie z zasadą ceny rynkowej w rozumieniu przepisów o cenach transferowych,</w:t>
      </w:r>
    </w:p>
    <w:p w14:paraId="196573AE" w14:textId="77777777" w:rsidR="00234ABF" w:rsidRPr="00234ABF" w:rsidRDefault="00234ABF" w:rsidP="00234ABF">
      <w:pPr>
        <w:numPr>
          <w:ilvl w:val="0"/>
          <w:numId w:val="45"/>
        </w:numPr>
        <w:spacing w:line="240" w:lineRule="auto"/>
        <w:contextualSpacing/>
        <w:jc w:val="left"/>
        <w:rPr>
          <w:rFonts w:cs="Arial"/>
          <w:iCs/>
          <w:color w:val="000000" w:themeColor="text1"/>
          <w:sz w:val="20"/>
          <w:szCs w:val="20"/>
        </w:rPr>
      </w:pPr>
      <w:r w:rsidRPr="00234ABF">
        <w:rPr>
          <w:rFonts w:cs="Arial"/>
          <w:iCs/>
          <w:color w:val="000000" w:themeColor="text1"/>
          <w:sz w:val="20"/>
          <w:szCs w:val="20"/>
        </w:rPr>
        <w:t>pokrywa wszystkie związane z wykonywanym zadaniem planowane koszty bezpośrednie i pośrednie (zgodnie z przyjętym modelem kalkulacji ceny) zapewniając rynkowy zysk wynikający z aktualnej analizy porównawczej dla danej transakcji.</w:t>
      </w:r>
    </w:p>
    <w:p w14:paraId="641399AC" w14:textId="77777777" w:rsidR="00234ABF" w:rsidRPr="00234ABF" w:rsidRDefault="00234ABF" w:rsidP="00234ABF">
      <w:pPr>
        <w:spacing w:line="240" w:lineRule="auto"/>
        <w:rPr>
          <w:rFonts w:cs="Arial"/>
          <w:iCs/>
          <w:color w:val="000000" w:themeColor="text1"/>
          <w:sz w:val="20"/>
          <w:szCs w:val="20"/>
        </w:rPr>
      </w:pPr>
    </w:p>
    <w:p w14:paraId="5EFB55EA" w14:textId="77777777" w:rsidR="00234ABF" w:rsidRPr="00234ABF" w:rsidRDefault="00234ABF" w:rsidP="00234ABF">
      <w:pPr>
        <w:spacing w:line="240" w:lineRule="auto"/>
        <w:rPr>
          <w:rFonts w:cs="Arial"/>
          <w:iCs/>
          <w:color w:val="000000" w:themeColor="text1"/>
          <w:sz w:val="20"/>
          <w:szCs w:val="20"/>
        </w:rPr>
      </w:pPr>
    </w:p>
    <w:p w14:paraId="6B1BEA91" w14:textId="77777777" w:rsidR="00234ABF" w:rsidRPr="00234ABF" w:rsidRDefault="00234ABF" w:rsidP="00234ABF">
      <w:pPr>
        <w:spacing w:line="240" w:lineRule="auto"/>
        <w:rPr>
          <w:rFonts w:cs="Arial"/>
          <w:iCs/>
          <w:color w:val="000000" w:themeColor="text1"/>
          <w:sz w:val="20"/>
          <w:szCs w:val="20"/>
        </w:rPr>
      </w:pPr>
    </w:p>
    <w:p w14:paraId="2902A07B" w14:textId="77777777" w:rsidR="00234ABF" w:rsidRPr="00234ABF" w:rsidRDefault="00234ABF" w:rsidP="00234ABF">
      <w:pPr>
        <w:spacing w:line="240" w:lineRule="auto"/>
        <w:ind w:firstLine="6"/>
        <w:rPr>
          <w:rFonts w:cs="Arial"/>
          <w:i/>
          <w:iCs/>
          <w:color w:val="FF0000"/>
          <w:sz w:val="20"/>
          <w:szCs w:val="20"/>
        </w:rPr>
      </w:pPr>
    </w:p>
    <w:p w14:paraId="64D3666C" w14:textId="77777777" w:rsidR="00234ABF" w:rsidRPr="00234ABF" w:rsidRDefault="00234ABF" w:rsidP="00234ABF">
      <w:pPr>
        <w:spacing w:line="240" w:lineRule="auto"/>
        <w:ind w:firstLine="6"/>
        <w:rPr>
          <w:rFonts w:cs="Arial"/>
          <w:iCs/>
          <w:color w:val="000000" w:themeColor="text1"/>
          <w:sz w:val="20"/>
          <w:szCs w:val="20"/>
        </w:rPr>
      </w:pPr>
      <w:r w:rsidRPr="00234ABF">
        <w:rPr>
          <w:rFonts w:cs="Arial"/>
          <w:iCs/>
          <w:color w:val="000000" w:themeColor="text1"/>
          <w:sz w:val="20"/>
          <w:szCs w:val="20"/>
        </w:rPr>
        <w:t xml:space="preserve">* przez zasadę ceny rynkowej w rozumieniu przepisów o cenach transferowych należy rozumieć cenę, którą można uzasadnić stosując przepisy </w:t>
      </w:r>
      <w:r w:rsidRPr="00234ABF">
        <w:rPr>
          <w:rFonts w:cs="Arial"/>
          <w:iCs/>
          <w:color w:val="000000" w:themeColor="text1"/>
          <w:sz w:val="20"/>
          <w:szCs w:val="20"/>
          <w:u w:val="single"/>
        </w:rPr>
        <w:t>art. 11c ust. 1 ustawy o podatku dochodowym od osób prawnych</w:t>
      </w:r>
      <w:r w:rsidRPr="00234ABF">
        <w:rPr>
          <w:rFonts w:cs="Arial"/>
          <w:iCs/>
          <w:color w:val="000000" w:themeColor="text1"/>
          <w:sz w:val="20"/>
          <w:szCs w:val="20"/>
        </w:rPr>
        <w:t>, i (jeżeli dotyczy) opartą na zapisach odpowiedniej Polityki Cen Transferowych obowiązującej w Grupie Orlen</w:t>
      </w:r>
      <w:r w:rsidRPr="00234ABF">
        <w:rPr>
          <w:rFonts w:cs="Arial"/>
          <w:iCs/>
          <w:sz w:val="20"/>
          <w:szCs w:val="20"/>
        </w:rPr>
        <w:t>.</w:t>
      </w:r>
    </w:p>
    <w:p w14:paraId="1D0D31FA" w14:textId="77777777" w:rsidR="00234ABF" w:rsidRPr="00234ABF" w:rsidRDefault="00234ABF" w:rsidP="00234ABF">
      <w:pPr>
        <w:tabs>
          <w:tab w:val="left" w:pos="426"/>
          <w:tab w:val="left" w:pos="9160"/>
          <w:tab w:val="left" w:pos="10076"/>
          <w:tab w:val="left" w:pos="10992"/>
          <w:tab w:val="left" w:pos="11908"/>
          <w:tab w:val="left" w:pos="12824"/>
          <w:tab w:val="left" w:pos="13740"/>
          <w:tab w:val="left" w:pos="14656"/>
        </w:tabs>
        <w:spacing w:line="240" w:lineRule="auto"/>
        <w:rPr>
          <w:rFonts w:eastAsia="Arial Unicode MS" w:cs="Arial"/>
          <w:bCs/>
          <w:szCs w:val="22"/>
        </w:rPr>
      </w:pPr>
    </w:p>
    <w:p w14:paraId="1E42F726" w14:textId="77777777" w:rsidR="00234ABF" w:rsidRPr="00234ABF" w:rsidRDefault="00234ABF" w:rsidP="00234ABF">
      <w:pPr>
        <w:tabs>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eastAsia="Arial Unicode MS" w:cs="Arial"/>
          <w:b/>
          <w:szCs w:val="22"/>
        </w:rPr>
      </w:pPr>
    </w:p>
    <w:tbl>
      <w:tblPr>
        <w:tblpPr w:leftFromText="141" w:rightFromText="141" w:vertAnchor="text" w:horzAnchor="margin" w:tblpXSpec="center" w:tblpY="-2"/>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752"/>
        <w:gridCol w:w="2935"/>
        <w:gridCol w:w="1601"/>
      </w:tblGrid>
      <w:tr w:rsidR="00234ABF" w:rsidRPr="00234ABF" w14:paraId="5FD2308D" w14:textId="77777777" w:rsidTr="006B17CD">
        <w:trPr>
          <w:cantSplit/>
          <w:trHeight w:val="696"/>
        </w:trPr>
        <w:tc>
          <w:tcPr>
            <w:tcW w:w="496" w:type="dxa"/>
            <w:vAlign w:val="center"/>
          </w:tcPr>
          <w:p w14:paraId="0A10308B" w14:textId="77777777" w:rsidR="00234ABF" w:rsidRPr="00234ABF" w:rsidRDefault="00234ABF" w:rsidP="00234ABF">
            <w:pPr>
              <w:spacing w:line="240" w:lineRule="auto"/>
              <w:rPr>
                <w:rFonts w:cs="Arial"/>
                <w:bCs/>
                <w:sz w:val="20"/>
                <w:szCs w:val="20"/>
              </w:rPr>
            </w:pPr>
            <w:r w:rsidRPr="00234ABF">
              <w:rPr>
                <w:rFonts w:cs="Arial"/>
                <w:bCs/>
                <w:sz w:val="20"/>
                <w:szCs w:val="20"/>
              </w:rPr>
              <w:t>Lp.</w:t>
            </w:r>
          </w:p>
        </w:tc>
        <w:tc>
          <w:tcPr>
            <w:tcW w:w="3752" w:type="dxa"/>
            <w:vAlign w:val="center"/>
          </w:tcPr>
          <w:p w14:paraId="2A22FFC4" w14:textId="77777777" w:rsidR="00234ABF" w:rsidRPr="00234ABF" w:rsidRDefault="00234ABF" w:rsidP="00234ABF">
            <w:pPr>
              <w:spacing w:line="240" w:lineRule="auto"/>
              <w:rPr>
                <w:rFonts w:cs="Arial"/>
                <w:bCs/>
                <w:sz w:val="20"/>
                <w:szCs w:val="20"/>
              </w:rPr>
            </w:pPr>
            <w:r w:rsidRPr="00234ABF">
              <w:rPr>
                <w:rFonts w:cs="Arial"/>
                <w:bCs/>
                <w:sz w:val="20"/>
                <w:szCs w:val="20"/>
              </w:rPr>
              <w:t>Nazwisko i imię osoby (osób) uprawnionej(ych) do występowania w obrocie prawnym lub posiadającej (ych) pełnomocnictwo:</w:t>
            </w:r>
          </w:p>
        </w:tc>
        <w:tc>
          <w:tcPr>
            <w:tcW w:w="2935" w:type="dxa"/>
            <w:vAlign w:val="center"/>
          </w:tcPr>
          <w:p w14:paraId="1BBACFAE" w14:textId="77777777" w:rsidR="00234ABF" w:rsidRPr="00234ABF" w:rsidRDefault="00234ABF" w:rsidP="00234ABF">
            <w:pPr>
              <w:spacing w:line="240" w:lineRule="auto"/>
              <w:rPr>
                <w:rFonts w:cs="Arial"/>
                <w:bCs/>
                <w:sz w:val="20"/>
                <w:szCs w:val="20"/>
              </w:rPr>
            </w:pPr>
            <w:r w:rsidRPr="00234ABF">
              <w:rPr>
                <w:rFonts w:cs="Arial"/>
                <w:bCs/>
                <w:sz w:val="20"/>
                <w:szCs w:val="20"/>
              </w:rPr>
              <w:t>Podpis(y) osoby(osób) uprawnionej</w:t>
            </w:r>
            <w:r w:rsidRPr="00234ABF" w:rsidDel="000F6600">
              <w:rPr>
                <w:rFonts w:cs="Arial"/>
                <w:bCs/>
                <w:sz w:val="20"/>
                <w:szCs w:val="20"/>
              </w:rPr>
              <w:t xml:space="preserve"> </w:t>
            </w:r>
            <w:r w:rsidRPr="00234ABF">
              <w:rPr>
                <w:rFonts w:cs="Arial"/>
                <w:bCs/>
                <w:sz w:val="20"/>
                <w:szCs w:val="20"/>
              </w:rPr>
              <w:t>(ych):</w:t>
            </w:r>
          </w:p>
        </w:tc>
        <w:tc>
          <w:tcPr>
            <w:tcW w:w="1601" w:type="dxa"/>
            <w:vAlign w:val="center"/>
          </w:tcPr>
          <w:p w14:paraId="68BE1901" w14:textId="77777777" w:rsidR="00234ABF" w:rsidRPr="00234ABF" w:rsidRDefault="00234ABF" w:rsidP="00234ABF">
            <w:pPr>
              <w:spacing w:line="240" w:lineRule="auto"/>
              <w:rPr>
                <w:rFonts w:cs="Arial"/>
                <w:bCs/>
                <w:sz w:val="20"/>
                <w:szCs w:val="20"/>
              </w:rPr>
            </w:pPr>
            <w:r w:rsidRPr="00234ABF">
              <w:rPr>
                <w:rFonts w:cs="Arial"/>
                <w:bCs/>
                <w:sz w:val="20"/>
                <w:szCs w:val="20"/>
              </w:rPr>
              <w:t>Miejscowość i data:</w:t>
            </w:r>
          </w:p>
        </w:tc>
      </w:tr>
      <w:tr w:rsidR="00234ABF" w:rsidRPr="00234ABF" w14:paraId="31912AFF" w14:textId="77777777" w:rsidTr="006B17CD">
        <w:trPr>
          <w:cantSplit/>
          <w:trHeight w:val="423"/>
        </w:trPr>
        <w:tc>
          <w:tcPr>
            <w:tcW w:w="496" w:type="dxa"/>
          </w:tcPr>
          <w:p w14:paraId="1D9D6E5C" w14:textId="77777777" w:rsidR="00234ABF" w:rsidRPr="00234ABF" w:rsidRDefault="00234ABF" w:rsidP="00234ABF">
            <w:pPr>
              <w:spacing w:line="240" w:lineRule="auto"/>
              <w:rPr>
                <w:rFonts w:cs="Arial"/>
                <w:bCs/>
                <w:sz w:val="20"/>
                <w:szCs w:val="20"/>
              </w:rPr>
            </w:pPr>
          </w:p>
        </w:tc>
        <w:tc>
          <w:tcPr>
            <w:tcW w:w="3752" w:type="dxa"/>
          </w:tcPr>
          <w:p w14:paraId="3B9F90CB" w14:textId="77777777" w:rsidR="00234ABF" w:rsidRPr="00234ABF" w:rsidRDefault="00234ABF" w:rsidP="00234ABF">
            <w:pPr>
              <w:spacing w:line="240" w:lineRule="auto"/>
              <w:rPr>
                <w:rFonts w:cs="Arial"/>
                <w:bCs/>
                <w:sz w:val="20"/>
                <w:szCs w:val="20"/>
              </w:rPr>
            </w:pPr>
          </w:p>
        </w:tc>
        <w:tc>
          <w:tcPr>
            <w:tcW w:w="2935" w:type="dxa"/>
          </w:tcPr>
          <w:p w14:paraId="73829F9F" w14:textId="77777777" w:rsidR="00234ABF" w:rsidRPr="00234ABF" w:rsidRDefault="00234ABF" w:rsidP="00234ABF">
            <w:pPr>
              <w:spacing w:line="240" w:lineRule="auto"/>
              <w:rPr>
                <w:rFonts w:cs="Arial"/>
                <w:bCs/>
                <w:sz w:val="20"/>
                <w:szCs w:val="20"/>
              </w:rPr>
            </w:pPr>
          </w:p>
        </w:tc>
        <w:tc>
          <w:tcPr>
            <w:tcW w:w="1601" w:type="dxa"/>
          </w:tcPr>
          <w:p w14:paraId="75329BD5" w14:textId="77777777" w:rsidR="00234ABF" w:rsidRPr="00234ABF" w:rsidRDefault="00234ABF" w:rsidP="00234ABF">
            <w:pPr>
              <w:spacing w:line="240" w:lineRule="auto"/>
              <w:rPr>
                <w:rFonts w:cs="Arial"/>
                <w:bCs/>
                <w:sz w:val="20"/>
                <w:szCs w:val="20"/>
              </w:rPr>
            </w:pPr>
          </w:p>
        </w:tc>
      </w:tr>
    </w:tbl>
    <w:p w14:paraId="292B52C7" w14:textId="77777777" w:rsidR="00234ABF" w:rsidRPr="00234ABF" w:rsidRDefault="00234ABF" w:rsidP="00234ABF">
      <w:pPr>
        <w:autoSpaceDE w:val="0"/>
        <w:autoSpaceDN w:val="0"/>
        <w:adjustRightInd w:val="0"/>
        <w:spacing w:before="120" w:after="120" w:line="240" w:lineRule="auto"/>
        <w:rPr>
          <w:rFonts w:cs="Arial"/>
          <w:szCs w:val="22"/>
        </w:rPr>
      </w:pPr>
    </w:p>
    <w:p w14:paraId="7E136379" w14:textId="77777777" w:rsidR="00234ABF" w:rsidRPr="00234ABF" w:rsidRDefault="00234ABF" w:rsidP="00234ABF">
      <w:pPr>
        <w:spacing w:line="240" w:lineRule="auto"/>
        <w:rPr>
          <w:rFonts w:cs="Arial"/>
          <w:szCs w:val="22"/>
        </w:rPr>
      </w:pPr>
    </w:p>
    <w:p w14:paraId="74FEFDE5" w14:textId="77777777" w:rsidR="00234ABF" w:rsidRPr="00234ABF" w:rsidRDefault="00234ABF" w:rsidP="00234ABF">
      <w:pPr>
        <w:spacing w:line="240" w:lineRule="auto"/>
        <w:rPr>
          <w:rFonts w:cs="Arial"/>
          <w:szCs w:val="22"/>
        </w:rPr>
      </w:pPr>
    </w:p>
    <w:sectPr w:rsidR="00234ABF" w:rsidRPr="00234ABF" w:rsidSect="00435600">
      <w:pgSz w:w="11906" w:h="16838"/>
      <w:pgMar w:top="1418" w:right="1418" w:bottom="1418" w:left="1418" w:header="709" w:footer="50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39EE9" w14:textId="77777777" w:rsidR="001626AA" w:rsidRDefault="001626AA">
      <w:r>
        <w:separator/>
      </w:r>
    </w:p>
  </w:endnote>
  <w:endnote w:type="continuationSeparator" w:id="0">
    <w:p w14:paraId="2B6505F3" w14:textId="77777777" w:rsidR="001626AA" w:rsidRDefault="00162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0B16422B" w:rsidR="001626AA" w:rsidRPr="00872672" w:rsidRDefault="001626AA">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EC1E0C">
              <w:rPr>
                <w:rFonts w:cs="Arial"/>
                <w:b/>
                <w:bCs/>
                <w:noProof/>
                <w:sz w:val="16"/>
              </w:rPr>
              <w:t>24</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EC1E0C">
              <w:rPr>
                <w:rFonts w:cs="Arial"/>
                <w:b/>
                <w:bCs/>
                <w:noProof/>
                <w:sz w:val="16"/>
              </w:rPr>
              <w:t>31</w:t>
            </w:r>
            <w:r w:rsidRPr="00872672">
              <w:rPr>
                <w:rFonts w:cs="Arial"/>
                <w:b/>
                <w:bCs/>
                <w:sz w:val="16"/>
              </w:rPr>
              <w:fldChar w:fldCharType="end"/>
            </w:r>
          </w:p>
        </w:sdtContent>
      </w:sdt>
    </w:sdtContent>
  </w:sdt>
  <w:p w14:paraId="3A1AE1B1" w14:textId="77777777" w:rsidR="001626AA" w:rsidRDefault="001626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71A4CC" w14:textId="77777777" w:rsidR="001626AA" w:rsidRDefault="001626AA">
      <w:r>
        <w:separator/>
      </w:r>
    </w:p>
  </w:footnote>
  <w:footnote w:type="continuationSeparator" w:id="0">
    <w:p w14:paraId="5A0D9676" w14:textId="77777777" w:rsidR="001626AA" w:rsidRDefault="001626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0C07F12C" w:rsidR="001626AA" w:rsidRPr="00872672" w:rsidRDefault="001626AA" w:rsidP="00D877C6">
    <w:pPr>
      <w:tabs>
        <w:tab w:val="right" w:pos="8505"/>
      </w:tabs>
      <w:suppressAutoHyphens/>
      <w:spacing w:line="160" w:lineRule="exact"/>
      <w:rPr>
        <w:sz w:val="12"/>
      </w:rPr>
    </w:pPr>
    <w:r w:rsidRPr="004C2855">
      <w:rPr>
        <w:sz w:val="12"/>
      </w:rPr>
      <w:t>Nazwa i numer postępowania:</w:t>
    </w:r>
    <w:r w:rsidRPr="008D76FB">
      <w:t xml:space="preserve"> </w:t>
    </w:r>
    <w:r w:rsidRPr="008D76FB">
      <w:rPr>
        <w:sz w:val="12"/>
      </w:rPr>
      <w:t>„</w:t>
    </w:r>
    <w:r>
      <w:rPr>
        <w:sz w:val="12"/>
      </w:rPr>
      <w:t>Kontrola tras gazociągów z powietrza</w:t>
    </w:r>
    <w:r w:rsidRPr="008D76FB">
      <w:rPr>
        <w:sz w:val="12"/>
      </w:rPr>
      <w:t>”</w:t>
    </w:r>
    <w:r>
      <w:rPr>
        <w:sz w:val="12"/>
      </w:rPr>
      <w:t>,</w:t>
    </w:r>
    <w:r w:rsidRPr="008D76FB">
      <w:t xml:space="preserve"> </w:t>
    </w:r>
    <w:r>
      <w:rPr>
        <w:sz w:val="12"/>
      </w:rPr>
      <w:t>NP/ORLEN/26/0142/CS/ZZ</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5A36AC9"/>
    <w:multiLevelType w:val="hybridMultilevel"/>
    <w:tmpl w:val="C1C2A7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761621"/>
    <w:multiLevelType w:val="hybridMultilevel"/>
    <w:tmpl w:val="803E53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D938F384">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D2743B6"/>
    <w:multiLevelType w:val="hybridMultilevel"/>
    <w:tmpl w:val="50E4CEA4"/>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8"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345BE9"/>
    <w:multiLevelType w:val="hybridMultilevel"/>
    <w:tmpl w:val="B4801C60"/>
    <w:lvl w:ilvl="0" w:tplc="054A6658">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3" w15:restartNumberingAfterBreak="0">
    <w:nsid w:val="2C737193"/>
    <w:multiLevelType w:val="hybridMultilevel"/>
    <w:tmpl w:val="BD504046"/>
    <w:lvl w:ilvl="0" w:tplc="118A52A2">
      <w:start w:val="1"/>
      <w:numFmt w:val="bullet"/>
      <w:lvlText w:val=""/>
      <w:lvlJc w:val="left"/>
      <w:pPr>
        <w:ind w:left="2160" w:hanging="360"/>
      </w:pPr>
      <w:rPr>
        <w:rFonts w:ascii="Symbol" w:hAnsi="Symbol"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FE10AFD"/>
    <w:multiLevelType w:val="hybridMultilevel"/>
    <w:tmpl w:val="E8DC03A6"/>
    <w:lvl w:ilvl="0" w:tplc="B11E44A8">
      <w:start w:val="1"/>
      <w:numFmt w:val="decimal"/>
      <w:lvlText w:val="%1."/>
      <w:lvlJc w:val="left"/>
      <w:pPr>
        <w:ind w:left="345" w:hanging="360"/>
      </w:pPr>
    </w:lvl>
    <w:lvl w:ilvl="1" w:tplc="04150019">
      <w:start w:val="1"/>
      <w:numFmt w:val="lowerLetter"/>
      <w:lvlText w:val="%2."/>
      <w:lvlJc w:val="left"/>
      <w:pPr>
        <w:ind w:left="1065" w:hanging="360"/>
      </w:pPr>
    </w:lvl>
    <w:lvl w:ilvl="2" w:tplc="D2C214A6">
      <w:start w:val="1"/>
      <w:numFmt w:val="lowerRoman"/>
      <w:lvlText w:val="%3."/>
      <w:lvlJc w:val="right"/>
      <w:pPr>
        <w:ind w:left="1785" w:hanging="180"/>
      </w:pPr>
      <w:rPr>
        <w:rFonts w:ascii="Arial" w:hAnsi="Arial" w:cs="Arial" w:hint="default"/>
      </w:rPr>
    </w:lvl>
    <w:lvl w:ilvl="3" w:tplc="3F0AEEE8">
      <w:start w:val="1"/>
      <w:numFmt w:val="decimal"/>
      <w:lvlText w:val="%4."/>
      <w:lvlJc w:val="left"/>
      <w:pPr>
        <w:ind w:left="2505" w:hanging="360"/>
      </w:pPr>
      <w:rPr>
        <w:sz w:val="20"/>
        <w:szCs w:val="20"/>
      </w:rPr>
    </w:lvl>
    <w:lvl w:ilvl="4" w:tplc="04150019">
      <w:start w:val="1"/>
      <w:numFmt w:val="lowerLetter"/>
      <w:lvlText w:val="%5."/>
      <w:lvlJc w:val="left"/>
      <w:pPr>
        <w:ind w:left="3225" w:hanging="360"/>
      </w:pPr>
    </w:lvl>
    <w:lvl w:ilvl="5" w:tplc="0415001B">
      <w:start w:val="1"/>
      <w:numFmt w:val="lowerRoman"/>
      <w:lvlText w:val="%6."/>
      <w:lvlJc w:val="right"/>
      <w:pPr>
        <w:ind w:left="3945" w:hanging="180"/>
      </w:pPr>
    </w:lvl>
    <w:lvl w:ilvl="6" w:tplc="0415000F">
      <w:start w:val="1"/>
      <w:numFmt w:val="decimal"/>
      <w:lvlText w:val="%7."/>
      <w:lvlJc w:val="left"/>
      <w:pPr>
        <w:ind w:left="4665" w:hanging="360"/>
      </w:pPr>
    </w:lvl>
    <w:lvl w:ilvl="7" w:tplc="04150019">
      <w:start w:val="1"/>
      <w:numFmt w:val="lowerLetter"/>
      <w:lvlText w:val="%8."/>
      <w:lvlJc w:val="left"/>
      <w:pPr>
        <w:ind w:left="5385" w:hanging="360"/>
      </w:pPr>
    </w:lvl>
    <w:lvl w:ilvl="8" w:tplc="0415001B">
      <w:start w:val="1"/>
      <w:numFmt w:val="lowerRoman"/>
      <w:lvlText w:val="%9."/>
      <w:lvlJc w:val="right"/>
      <w:pPr>
        <w:ind w:left="6105" w:hanging="180"/>
      </w:pPr>
    </w:lvl>
  </w:abstractNum>
  <w:abstractNum w:abstractNumId="16"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8"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C8416B1"/>
    <w:multiLevelType w:val="hybridMultilevel"/>
    <w:tmpl w:val="5BCE5F34"/>
    <w:lvl w:ilvl="0" w:tplc="118A52A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8017"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6E12C0D"/>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3463AFA"/>
    <w:multiLevelType w:val="hybridMultilevel"/>
    <w:tmpl w:val="426EC774"/>
    <w:lvl w:ilvl="0" w:tplc="17E6364A">
      <w:start w:val="1"/>
      <w:numFmt w:val="decimal"/>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9"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2"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3"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5"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6"/>
  </w:num>
  <w:num w:numId="2">
    <w:abstractNumId w:val="11"/>
  </w:num>
  <w:num w:numId="3">
    <w:abstractNumId w:val="5"/>
  </w:num>
  <w:num w:numId="4">
    <w:abstractNumId w:val="19"/>
  </w:num>
  <w:num w:numId="5">
    <w:abstractNumId w:val="20"/>
  </w:num>
  <w:num w:numId="6">
    <w:abstractNumId w:val="21"/>
  </w:num>
  <w:num w:numId="7">
    <w:abstractNumId w:val="3"/>
  </w:num>
  <w:num w:numId="8">
    <w:abstractNumId w:val="29"/>
  </w:num>
  <w:num w:numId="9">
    <w:abstractNumId w:val="10"/>
  </w:num>
  <w:num w:numId="10">
    <w:abstractNumId w:val="9"/>
  </w:num>
  <w:num w:numId="11">
    <w:abstractNumId w:val="26"/>
  </w:num>
  <w:num w:numId="12">
    <w:abstractNumId w:val="30"/>
  </w:num>
  <w:num w:numId="13">
    <w:abstractNumId w:val="24"/>
  </w:num>
  <w:num w:numId="14">
    <w:abstractNumId w:val="35"/>
  </w:num>
  <w:num w:numId="15">
    <w:abstractNumId w:val="4"/>
  </w:num>
  <w:num w:numId="16">
    <w:abstractNumId w:val="31"/>
  </w:num>
  <w:num w:numId="17">
    <w:abstractNumId w:val="1"/>
  </w:num>
  <w:num w:numId="18">
    <w:abstractNumId w:val="18"/>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12"/>
  </w:num>
  <w:num w:numId="25">
    <w:abstractNumId w:val="32"/>
  </w:num>
  <w:num w:numId="26">
    <w:abstractNumId w:val="7"/>
  </w:num>
  <w:num w:numId="27">
    <w:abstractNumId w:val="17"/>
  </w:num>
  <w:num w:numId="28">
    <w:abstractNumId w:val="23"/>
  </w:num>
  <w:num w:numId="29">
    <w:abstractNumId w:val="14"/>
  </w:num>
  <w:num w:numId="30">
    <w:abstractNumId w:val="34"/>
  </w:num>
  <w:num w:numId="31">
    <w:abstractNumId w:val="33"/>
  </w:num>
  <w:num w:numId="32">
    <w:abstractNumId w:val="8"/>
  </w:num>
  <w:num w:numId="33">
    <w:abstractNumId w:val="16"/>
  </w:num>
  <w:num w:numId="34">
    <w:abstractNumId w:val="0"/>
  </w:num>
  <w:num w:numId="35">
    <w:abstractNumId w:val="27"/>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num>
  <w:num w:numId="40">
    <w:abstractNumId w:val="25"/>
  </w:num>
  <w:num w:numId="41">
    <w:abstractNumId w:val="22"/>
  </w:num>
  <w:num w:numId="42">
    <w:abstractNumId w:val="1"/>
    <w:lvlOverride w:ilvl="0">
      <w:startOverride w:val="1"/>
    </w:lvlOverride>
  </w:num>
  <w:num w:numId="43">
    <w:abstractNumId w:val="13"/>
  </w:num>
  <w:num w:numId="44">
    <w:abstractNumId w:val="6"/>
  </w:num>
  <w:num w:numId="45">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1B9A"/>
    <w:rsid w:val="00004B11"/>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115"/>
    <w:rsid w:val="000603F3"/>
    <w:rsid w:val="00060A4B"/>
    <w:rsid w:val="000631DC"/>
    <w:rsid w:val="00064A4B"/>
    <w:rsid w:val="00067A0C"/>
    <w:rsid w:val="00077A3C"/>
    <w:rsid w:val="00083756"/>
    <w:rsid w:val="000851FF"/>
    <w:rsid w:val="00085E9D"/>
    <w:rsid w:val="00087C7C"/>
    <w:rsid w:val="00090716"/>
    <w:rsid w:val="00091A5E"/>
    <w:rsid w:val="000935C1"/>
    <w:rsid w:val="00093ECC"/>
    <w:rsid w:val="00094C5F"/>
    <w:rsid w:val="000977C1"/>
    <w:rsid w:val="000A36B9"/>
    <w:rsid w:val="000B07ED"/>
    <w:rsid w:val="000B11AD"/>
    <w:rsid w:val="000B2DF5"/>
    <w:rsid w:val="000B5DCA"/>
    <w:rsid w:val="000B6E97"/>
    <w:rsid w:val="000C6FF8"/>
    <w:rsid w:val="000D0BE0"/>
    <w:rsid w:val="000D2460"/>
    <w:rsid w:val="000D3A5F"/>
    <w:rsid w:val="000D4BEE"/>
    <w:rsid w:val="000D6C85"/>
    <w:rsid w:val="000D6ED7"/>
    <w:rsid w:val="000E04AA"/>
    <w:rsid w:val="000E270B"/>
    <w:rsid w:val="000E2882"/>
    <w:rsid w:val="000E58A2"/>
    <w:rsid w:val="000E63AD"/>
    <w:rsid w:val="000F229E"/>
    <w:rsid w:val="000F2347"/>
    <w:rsid w:val="000F2FE6"/>
    <w:rsid w:val="000F5209"/>
    <w:rsid w:val="000F74A6"/>
    <w:rsid w:val="00101D40"/>
    <w:rsid w:val="0010449D"/>
    <w:rsid w:val="001046F8"/>
    <w:rsid w:val="0010687E"/>
    <w:rsid w:val="00114479"/>
    <w:rsid w:val="001173AC"/>
    <w:rsid w:val="001222CB"/>
    <w:rsid w:val="00124264"/>
    <w:rsid w:val="0012516E"/>
    <w:rsid w:val="00125875"/>
    <w:rsid w:val="00125A64"/>
    <w:rsid w:val="00126285"/>
    <w:rsid w:val="00126902"/>
    <w:rsid w:val="00130F50"/>
    <w:rsid w:val="00135301"/>
    <w:rsid w:val="00137221"/>
    <w:rsid w:val="00137C87"/>
    <w:rsid w:val="00140FE9"/>
    <w:rsid w:val="0014119B"/>
    <w:rsid w:val="001414BF"/>
    <w:rsid w:val="00151B19"/>
    <w:rsid w:val="00152187"/>
    <w:rsid w:val="00154F87"/>
    <w:rsid w:val="0015557A"/>
    <w:rsid w:val="00155A9A"/>
    <w:rsid w:val="00155D32"/>
    <w:rsid w:val="00156FDE"/>
    <w:rsid w:val="001571FB"/>
    <w:rsid w:val="00161116"/>
    <w:rsid w:val="001626AA"/>
    <w:rsid w:val="00162E24"/>
    <w:rsid w:val="00163B95"/>
    <w:rsid w:val="00164C33"/>
    <w:rsid w:val="001650ED"/>
    <w:rsid w:val="00165445"/>
    <w:rsid w:val="00165AEC"/>
    <w:rsid w:val="001676E1"/>
    <w:rsid w:val="00167DA9"/>
    <w:rsid w:val="0017112A"/>
    <w:rsid w:val="00177A06"/>
    <w:rsid w:val="0018265F"/>
    <w:rsid w:val="001831F0"/>
    <w:rsid w:val="00186A75"/>
    <w:rsid w:val="001919DB"/>
    <w:rsid w:val="001948F4"/>
    <w:rsid w:val="001965B4"/>
    <w:rsid w:val="0019755C"/>
    <w:rsid w:val="00197E5E"/>
    <w:rsid w:val="001A0A02"/>
    <w:rsid w:val="001A568C"/>
    <w:rsid w:val="001A57EE"/>
    <w:rsid w:val="001B048D"/>
    <w:rsid w:val="001B5165"/>
    <w:rsid w:val="001C0A88"/>
    <w:rsid w:val="001C4CFE"/>
    <w:rsid w:val="001D6979"/>
    <w:rsid w:val="001E0317"/>
    <w:rsid w:val="001E1AB7"/>
    <w:rsid w:val="001E2DB0"/>
    <w:rsid w:val="001E6E20"/>
    <w:rsid w:val="001E6FE6"/>
    <w:rsid w:val="001F180B"/>
    <w:rsid w:val="001F2AF3"/>
    <w:rsid w:val="001F4019"/>
    <w:rsid w:val="001F44C1"/>
    <w:rsid w:val="001F6240"/>
    <w:rsid w:val="001F6678"/>
    <w:rsid w:val="001F74AF"/>
    <w:rsid w:val="00204D3A"/>
    <w:rsid w:val="00210076"/>
    <w:rsid w:val="00210F36"/>
    <w:rsid w:val="00212856"/>
    <w:rsid w:val="00212C9D"/>
    <w:rsid w:val="00213DF8"/>
    <w:rsid w:val="00214A89"/>
    <w:rsid w:val="00222C9C"/>
    <w:rsid w:val="0022385A"/>
    <w:rsid w:val="00224893"/>
    <w:rsid w:val="00224D60"/>
    <w:rsid w:val="00225295"/>
    <w:rsid w:val="00226164"/>
    <w:rsid w:val="00233581"/>
    <w:rsid w:val="00234ABF"/>
    <w:rsid w:val="00235187"/>
    <w:rsid w:val="00241B2D"/>
    <w:rsid w:val="00241CEC"/>
    <w:rsid w:val="00241D34"/>
    <w:rsid w:val="00244734"/>
    <w:rsid w:val="00246DCB"/>
    <w:rsid w:val="00250971"/>
    <w:rsid w:val="002540A2"/>
    <w:rsid w:val="00255F5A"/>
    <w:rsid w:val="0025777F"/>
    <w:rsid w:val="002627D7"/>
    <w:rsid w:val="00262F4E"/>
    <w:rsid w:val="002635ED"/>
    <w:rsid w:val="002660AB"/>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C6B"/>
    <w:rsid w:val="002B1E17"/>
    <w:rsid w:val="002B2744"/>
    <w:rsid w:val="002B4BA6"/>
    <w:rsid w:val="002B772B"/>
    <w:rsid w:val="002C45A1"/>
    <w:rsid w:val="002C4D86"/>
    <w:rsid w:val="002C4E02"/>
    <w:rsid w:val="002D14ED"/>
    <w:rsid w:val="002D1CD7"/>
    <w:rsid w:val="002D70D6"/>
    <w:rsid w:val="002E10DC"/>
    <w:rsid w:val="002E3B90"/>
    <w:rsid w:val="002E4891"/>
    <w:rsid w:val="002F5A1C"/>
    <w:rsid w:val="00301CDE"/>
    <w:rsid w:val="003045B8"/>
    <w:rsid w:val="00310CD0"/>
    <w:rsid w:val="00312656"/>
    <w:rsid w:val="00312BF6"/>
    <w:rsid w:val="0031762B"/>
    <w:rsid w:val="00320B1C"/>
    <w:rsid w:val="00322CEC"/>
    <w:rsid w:val="00322FB1"/>
    <w:rsid w:val="003237ED"/>
    <w:rsid w:val="00326502"/>
    <w:rsid w:val="00331AEA"/>
    <w:rsid w:val="00331CEE"/>
    <w:rsid w:val="00336512"/>
    <w:rsid w:val="00337A10"/>
    <w:rsid w:val="00341231"/>
    <w:rsid w:val="00351B34"/>
    <w:rsid w:val="003522E3"/>
    <w:rsid w:val="00352A08"/>
    <w:rsid w:val="0035756B"/>
    <w:rsid w:val="00360633"/>
    <w:rsid w:val="0036194A"/>
    <w:rsid w:val="0036220B"/>
    <w:rsid w:val="0036488B"/>
    <w:rsid w:val="00365829"/>
    <w:rsid w:val="0037077D"/>
    <w:rsid w:val="003708F3"/>
    <w:rsid w:val="00373DAC"/>
    <w:rsid w:val="003830B8"/>
    <w:rsid w:val="003839A3"/>
    <w:rsid w:val="0038591A"/>
    <w:rsid w:val="00391950"/>
    <w:rsid w:val="00392A54"/>
    <w:rsid w:val="00396670"/>
    <w:rsid w:val="003969EB"/>
    <w:rsid w:val="003A3DA7"/>
    <w:rsid w:val="003A54BB"/>
    <w:rsid w:val="003A6159"/>
    <w:rsid w:val="003B2483"/>
    <w:rsid w:val="003B54B5"/>
    <w:rsid w:val="003B72F1"/>
    <w:rsid w:val="003C2E88"/>
    <w:rsid w:val="003C4F15"/>
    <w:rsid w:val="003C559E"/>
    <w:rsid w:val="003C6A2E"/>
    <w:rsid w:val="003C6F35"/>
    <w:rsid w:val="003D0986"/>
    <w:rsid w:val="003D0E90"/>
    <w:rsid w:val="003D2127"/>
    <w:rsid w:val="003D4414"/>
    <w:rsid w:val="003E4559"/>
    <w:rsid w:val="003E4722"/>
    <w:rsid w:val="003E4BEB"/>
    <w:rsid w:val="003E6BFE"/>
    <w:rsid w:val="003F0AE1"/>
    <w:rsid w:val="003F1A3C"/>
    <w:rsid w:val="003F2CD6"/>
    <w:rsid w:val="00400706"/>
    <w:rsid w:val="00402048"/>
    <w:rsid w:val="004027EF"/>
    <w:rsid w:val="004046A3"/>
    <w:rsid w:val="00404B5B"/>
    <w:rsid w:val="004113E4"/>
    <w:rsid w:val="00415BEF"/>
    <w:rsid w:val="00416556"/>
    <w:rsid w:val="004168FC"/>
    <w:rsid w:val="0042113D"/>
    <w:rsid w:val="00422792"/>
    <w:rsid w:val="004335C1"/>
    <w:rsid w:val="00434CDF"/>
    <w:rsid w:val="00435600"/>
    <w:rsid w:val="00436AB5"/>
    <w:rsid w:val="00441428"/>
    <w:rsid w:val="004423BA"/>
    <w:rsid w:val="00447A46"/>
    <w:rsid w:val="00451A2E"/>
    <w:rsid w:val="0045226F"/>
    <w:rsid w:val="00454B4E"/>
    <w:rsid w:val="00455E91"/>
    <w:rsid w:val="00457247"/>
    <w:rsid w:val="004624E0"/>
    <w:rsid w:val="00464903"/>
    <w:rsid w:val="00464C58"/>
    <w:rsid w:val="00465204"/>
    <w:rsid w:val="00466A06"/>
    <w:rsid w:val="00466ABA"/>
    <w:rsid w:val="0047149C"/>
    <w:rsid w:val="00473836"/>
    <w:rsid w:val="00480892"/>
    <w:rsid w:val="00480A1E"/>
    <w:rsid w:val="0048213B"/>
    <w:rsid w:val="00482581"/>
    <w:rsid w:val="0048597A"/>
    <w:rsid w:val="004A1D68"/>
    <w:rsid w:val="004A20B0"/>
    <w:rsid w:val="004A5165"/>
    <w:rsid w:val="004B4E09"/>
    <w:rsid w:val="004C16D8"/>
    <w:rsid w:val="004C37F1"/>
    <w:rsid w:val="004C50A8"/>
    <w:rsid w:val="004C511E"/>
    <w:rsid w:val="004C5FF6"/>
    <w:rsid w:val="004C60E7"/>
    <w:rsid w:val="004D0756"/>
    <w:rsid w:val="004D2095"/>
    <w:rsid w:val="004D27F6"/>
    <w:rsid w:val="004D3DAD"/>
    <w:rsid w:val="004D3EFB"/>
    <w:rsid w:val="004D4CC4"/>
    <w:rsid w:val="004D6799"/>
    <w:rsid w:val="004E0028"/>
    <w:rsid w:val="004E49D6"/>
    <w:rsid w:val="004E76F7"/>
    <w:rsid w:val="004F01D9"/>
    <w:rsid w:val="004F2DF6"/>
    <w:rsid w:val="004F3D4A"/>
    <w:rsid w:val="004F456E"/>
    <w:rsid w:val="004F4CEF"/>
    <w:rsid w:val="004F517F"/>
    <w:rsid w:val="0050032E"/>
    <w:rsid w:val="005102A3"/>
    <w:rsid w:val="0051128D"/>
    <w:rsid w:val="00513B82"/>
    <w:rsid w:val="005141DC"/>
    <w:rsid w:val="0051451B"/>
    <w:rsid w:val="00515B52"/>
    <w:rsid w:val="005176BC"/>
    <w:rsid w:val="00517897"/>
    <w:rsid w:val="00517967"/>
    <w:rsid w:val="00520899"/>
    <w:rsid w:val="0052151D"/>
    <w:rsid w:val="00525C0E"/>
    <w:rsid w:val="005309C6"/>
    <w:rsid w:val="005334A9"/>
    <w:rsid w:val="00534A25"/>
    <w:rsid w:val="00537400"/>
    <w:rsid w:val="005376C9"/>
    <w:rsid w:val="00537E36"/>
    <w:rsid w:val="00542CED"/>
    <w:rsid w:val="0054304E"/>
    <w:rsid w:val="00543302"/>
    <w:rsid w:val="00543BE1"/>
    <w:rsid w:val="00545066"/>
    <w:rsid w:val="005468D0"/>
    <w:rsid w:val="00550651"/>
    <w:rsid w:val="0055589C"/>
    <w:rsid w:val="005573B6"/>
    <w:rsid w:val="00560897"/>
    <w:rsid w:val="0056169C"/>
    <w:rsid w:val="005622C7"/>
    <w:rsid w:val="005656F7"/>
    <w:rsid w:val="00566AA6"/>
    <w:rsid w:val="00573CBF"/>
    <w:rsid w:val="00580584"/>
    <w:rsid w:val="00582DC7"/>
    <w:rsid w:val="005836CF"/>
    <w:rsid w:val="00584E00"/>
    <w:rsid w:val="005854A2"/>
    <w:rsid w:val="0058618F"/>
    <w:rsid w:val="00587480"/>
    <w:rsid w:val="00590B16"/>
    <w:rsid w:val="0059283F"/>
    <w:rsid w:val="00594DAF"/>
    <w:rsid w:val="00597893"/>
    <w:rsid w:val="00597C1B"/>
    <w:rsid w:val="005A045C"/>
    <w:rsid w:val="005A5BA4"/>
    <w:rsid w:val="005A6EDE"/>
    <w:rsid w:val="005B4898"/>
    <w:rsid w:val="005B7090"/>
    <w:rsid w:val="005C4682"/>
    <w:rsid w:val="005C5AA3"/>
    <w:rsid w:val="005C694C"/>
    <w:rsid w:val="005D2AA8"/>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04F2B"/>
    <w:rsid w:val="006107B4"/>
    <w:rsid w:val="0061218C"/>
    <w:rsid w:val="0061390E"/>
    <w:rsid w:val="00613A48"/>
    <w:rsid w:val="006155DB"/>
    <w:rsid w:val="00616B12"/>
    <w:rsid w:val="00620163"/>
    <w:rsid w:val="00620902"/>
    <w:rsid w:val="006250D0"/>
    <w:rsid w:val="00626381"/>
    <w:rsid w:val="00631113"/>
    <w:rsid w:val="006406F7"/>
    <w:rsid w:val="00640FA2"/>
    <w:rsid w:val="00645F06"/>
    <w:rsid w:val="00650149"/>
    <w:rsid w:val="00653BD4"/>
    <w:rsid w:val="006566F1"/>
    <w:rsid w:val="00656BB0"/>
    <w:rsid w:val="0065768D"/>
    <w:rsid w:val="00664DDE"/>
    <w:rsid w:val="0066578F"/>
    <w:rsid w:val="00665917"/>
    <w:rsid w:val="00667CAD"/>
    <w:rsid w:val="0067202D"/>
    <w:rsid w:val="00672110"/>
    <w:rsid w:val="00675E44"/>
    <w:rsid w:val="00677CB3"/>
    <w:rsid w:val="00681BD9"/>
    <w:rsid w:val="00684FB4"/>
    <w:rsid w:val="006853CA"/>
    <w:rsid w:val="00685ED8"/>
    <w:rsid w:val="006902BF"/>
    <w:rsid w:val="00690694"/>
    <w:rsid w:val="0069101D"/>
    <w:rsid w:val="006920B8"/>
    <w:rsid w:val="00696E9C"/>
    <w:rsid w:val="00697555"/>
    <w:rsid w:val="006A2FC0"/>
    <w:rsid w:val="006A4B48"/>
    <w:rsid w:val="006A5961"/>
    <w:rsid w:val="006A6F21"/>
    <w:rsid w:val="006B17CD"/>
    <w:rsid w:val="006B41FA"/>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17A"/>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17D10"/>
    <w:rsid w:val="007204BE"/>
    <w:rsid w:val="0072558C"/>
    <w:rsid w:val="0072588B"/>
    <w:rsid w:val="0072652A"/>
    <w:rsid w:val="007279B8"/>
    <w:rsid w:val="007333AD"/>
    <w:rsid w:val="00733C76"/>
    <w:rsid w:val="007343D8"/>
    <w:rsid w:val="00735138"/>
    <w:rsid w:val="007356F1"/>
    <w:rsid w:val="00736020"/>
    <w:rsid w:val="0073613C"/>
    <w:rsid w:val="007456D4"/>
    <w:rsid w:val="00753140"/>
    <w:rsid w:val="00755A6F"/>
    <w:rsid w:val="007564C8"/>
    <w:rsid w:val="0076284C"/>
    <w:rsid w:val="00763D41"/>
    <w:rsid w:val="00764011"/>
    <w:rsid w:val="00772972"/>
    <w:rsid w:val="00774D5C"/>
    <w:rsid w:val="0077632E"/>
    <w:rsid w:val="00776EDF"/>
    <w:rsid w:val="00782DEE"/>
    <w:rsid w:val="00783935"/>
    <w:rsid w:val="00785B82"/>
    <w:rsid w:val="007868C8"/>
    <w:rsid w:val="0079180F"/>
    <w:rsid w:val="00792095"/>
    <w:rsid w:val="007940A8"/>
    <w:rsid w:val="007961CD"/>
    <w:rsid w:val="007A044A"/>
    <w:rsid w:val="007A4E67"/>
    <w:rsid w:val="007B1380"/>
    <w:rsid w:val="007B2C37"/>
    <w:rsid w:val="007B42F9"/>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0441"/>
    <w:rsid w:val="008113DB"/>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319C"/>
    <w:rsid w:val="008575DB"/>
    <w:rsid w:val="00857A86"/>
    <w:rsid w:val="00860872"/>
    <w:rsid w:val="00861B3B"/>
    <w:rsid w:val="00864C9A"/>
    <w:rsid w:val="008721B9"/>
    <w:rsid w:val="00874243"/>
    <w:rsid w:val="00875EFE"/>
    <w:rsid w:val="00877D9C"/>
    <w:rsid w:val="00880B26"/>
    <w:rsid w:val="00881BEA"/>
    <w:rsid w:val="00881DA5"/>
    <w:rsid w:val="00882B39"/>
    <w:rsid w:val="00886DAD"/>
    <w:rsid w:val="00890E6B"/>
    <w:rsid w:val="00892855"/>
    <w:rsid w:val="008958F7"/>
    <w:rsid w:val="008A0487"/>
    <w:rsid w:val="008A3133"/>
    <w:rsid w:val="008A406C"/>
    <w:rsid w:val="008B2B4B"/>
    <w:rsid w:val="008C2353"/>
    <w:rsid w:val="008C3059"/>
    <w:rsid w:val="008C73A4"/>
    <w:rsid w:val="008D01FF"/>
    <w:rsid w:val="008D26F2"/>
    <w:rsid w:val="008D31F4"/>
    <w:rsid w:val="008D3947"/>
    <w:rsid w:val="008D4495"/>
    <w:rsid w:val="008D523A"/>
    <w:rsid w:val="008D52A0"/>
    <w:rsid w:val="008D6348"/>
    <w:rsid w:val="008D76FB"/>
    <w:rsid w:val="008E1743"/>
    <w:rsid w:val="008E2362"/>
    <w:rsid w:val="008E41FB"/>
    <w:rsid w:val="008E44CD"/>
    <w:rsid w:val="008E698B"/>
    <w:rsid w:val="008E773B"/>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31112"/>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1A5F"/>
    <w:rsid w:val="00982939"/>
    <w:rsid w:val="00984346"/>
    <w:rsid w:val="00984893"/>
    <w:rsid w:val="00985EC2"/>
    <w:rsid w:val="00990FF3"/>
    <w:rsid w:val="00992149"/>
    <w:rsid w:val="00992B39"/>
    <w:rsid w:val="00992D4C"/>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5B7"/>
    <w:rsid w:val="009E0E66"/>
    <w:rsid w:val="009E59BE"/>
    <w:rsid w:val="009E6B03"/>
    <w:rsid w:val="009F167E"/>
    <w:rsid w:val="009F1886"/>
    <w:rsid w:val="009F70B3"/>
    <w:rsid w:val="009F7BC2"/>
    <w:rsid w:val="00A0466B"/>
    <w:rsid w:val="00A05D86"/>
    <w:rsid w:val="00A073D9"/>
    <w:rsid w:val="00A074E9"/>
    <w:rsid w:val="00A235A4"/>
    <w:rsid w:val="00A321CD"/>
    <w:rsid w:val="00A33295"/>
    <w:rsid w:val="00A33FEA"/>
    <w:rsid w:val="00A3467E"/>
    <w:rsid w:val="00A441AC"/>
    <w:rsid w:val="00A442F1"/>
    <w:rsid w:val="00A44B45"/>
    <w:rsid w:val="00A46FC9"/>
    <w:rsid w:val="00A46FE7"/>
    <w:rsid w:val="00A473A6"/>
    <w:rsid w:val="00A52317"/>
    <w:rsid w:val="00A557CA"/>
    <w:rsid w:val="00A563FA"/>
    <w:rsid w:val="00A56C14"/>
    <w:rsid w:val="00A61DFC"/>
    <w:rsid w:val="00A62E07"/>
    <w:rsid w:val="00A63574"/>
    <w:rsid w:val="00A638B9"/>
    <w:rsid w:val="00A74D27"/>
    <w:rsid w:val="00A812AB"/>
    <w:rsid w:val="00A83EF2"/>
    <w:rsid w:val="00A843F5"/>
    <w:rsid w:val="00A86119"/>
    <w:rsid w:val="00A86FA6"/>
    <w:rsid w:val="00A93D95"/>
    <w:rsid w:val="00A94DDC"/>
    <w:rsid w:val="00A95B19"/>
    <w:rsid w:val="00AA1EB1"/>
    <w:rsid w:val="00AA328D"/>
    <w:rsid w:val="00AA49D1"/>
    <w:rsid w:val="00AA541F"/>
    <w:rsid w:val="00AB08DA"/>
    <w:rsid w:val="00AB23A1"/>
    <w:rsid w:val="00AB4A1C"/>
    <w:rsid w:val="00AB6FD6"/>
    <w:rsid w:val="00AB70BA"/>
    <w:rsid w:val="00AB74A6"/>
    <w:rsid w:val="00AC2BAC"/>
    <w:rsid w:val="00AC4598"/>
    <w:rsid w:val="00AC58A6"/>
    <w:rsid w:val="00AD55E2"/>
    <w:rsid w:val="00AD71F5"/>
    <w:rsid w:val="00AE195A"/>
    <w:rsid w:val="00AE2214"/>
    <w:rsid w:val="00AE4C01"/>
    <w:rsid w:val="00AE616B"/>
    <w:rsid w:val="00AF0F3C"/>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0F1B"/>
    <w:rsid w:val="00B215A3"/>
    <w:rsid w:val="00B25BEA"/>
    <w:rsid w:val="00B27AF6"/>
    <w:rsid w:val="00B32BB8"/>
    <w:rsid w:val="00B344BA"/>
    <w:rsid w:val="00B36F20"/>
    <w:rsid w:val="00B40BB3"/>
    <w:rsid w:val="00B41553"/>
    <w:rsid w:val="00B415C0"/>
    <w:rsid w:val="00B41843"/>
    <w:rsid w:val="00B43308"/>
    <w:rsid w:val="00B46AD6"/>
    <w:rsid w:val="00B479DD"/>
    <w:rsid w:val="00B5177A"/>
    <w:rsid w:val="00B61CA6"/>
    <w:rsid w:val="00B629BF"/>
    <w:rsid w:val="00B630CA"/>
    <w:rsid w:val="00B63C48"/>
    <w:rsid w:val="00B67B9D"/>
    <w:rsid w:val="00B751CB"/>
    <w:rsid w:val="00B75C5E"/>
    <w:rsid w:val="00B769C2"/>
    <w:rsid w:val="00B83B79"/>
    <w:rsid w:val="00B855AF"/>
    <w:rsid w:val="00B86BB9"/>
    <w:rsid w:val="00B90250"/>
    <w:rsid w:val="00B90B4B"/>
    <w:rsid w:val="00B9104F"/>
    <w:rsid w:val="00B9170F"/>
    <w:rsid w:val="00B917FD"/>
    <w:rsid w:val="00B92822"/>
    <w:rsid w:val="00B96D0B"/>
    <w:rsid w:val="00BA20C5"/>
    <w:rsid w:val="00BA21AC"/>
    <w:rsid w:val="00BA227D"/>
    <w:rsid w:val="00BB1B0E"/>
    <w:rsid w:val="00BB301C"/>
    <w:rsid w:val="00BB3361"/>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5165"/>
    <w:rsid w:val="00BF59C3"/>
    <w:rsid w:val="00BF5D65"/>
    <w:rsid w:val="00BF69C6"/>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260EB"/>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4C66"/>
    <w:rsid w:val="00C878A7"/>
    <w:rsid w:val="00CA33F1"/>
    <w:rsid w:val="00CA3D2C"/>
    <w:rsid w:val="00CB3737"/>
    <w:rsid w:val="00CB381E"/>
    <w:rsid w:val="00CB3893"/>
    <w:rsid w:val="00CB520B"/>
    <w:rsid w:val="00CB602D"/>
    <w:rsid w:val="00CB6EFB"/>
    <w:rsid w:val="00CC0331"/>
    <w:rsid w:val="00CC2049"/>
    <w:rsid w:val="00CC2300"/>
    <w:rsid w:val="00CC2316"/>
    <w:rsid w:val="00CC2622"/>
    <w:rsid w:val="00CC4977"/>
    <w:rsid w:val="00CD0535"/>
    <w:rsid w:val="00CD6ADD"/>
    <w:rsid w:val="00CE193E"/>
    <w:rsid w:val="00CE308C"/>
    <w:rsid w:val="00CE67A5"/>
    <w:rsid w:val="00CE68E5"/>
    <w:rsid w:val="00CF3B23"/>
    <w:rsid w:val="00CF5BB4"/>
    <w:rsid w:val="00CF5D1E"/>
    <w:rsid w:val="00CF711D"/>
    <w:rsid w:val="00D01E2F"/>
    <w:rsid w:val="00D02D33"/>
    <w:rsid w:val="00D05D5E"/>
    <w:rsid w:val="00D11B8B"/>
    <w:rsid w:val="00D11FB0"/>
    <w:rsid w:val="00D131B4"/>
    <w:rsid w:val="00D16040"/>
    <w:rsid w:val="00D2092C"/>
    <w:rsid w:val="00D2165F"/>
    <w:rsid w:val="00D22591"/>
    <w:rsid w:val="00D2442C"/>
    <w:rsid w:val="00D32DCA"/>
    <w:rsid w:val="00D3405A"/>
    <w:rsid w:val="00D344D9"/>
    <w:rsid w:val="00D36629"/>
    <w:rsid w:val="00D413C6"/>
    <w:rsid w:val="00D428F6"/>
    <w:rsid w:val="00D42AA6"/>
    <w:rsid w:val="00D45D44"/>
    <w:rsid w:val="00D51457"/>
    <w:rsid w:val="00D51788"/>
    <w:rsid w:val="00D53237"/>
    <w:rsid w:val="00D55163"/>
    <w:rsid w:val="00D55996"/>
    <w:rsid w:val="00D6485A"/>
    <w:rsid w:val="00D6487E"/>
    <w:rsid w:val="00D720D4"/>
    <w:rsid w:val="00D733B3"/>
    <w:rsid w:val="00D74284"/>
    <w:rsid w:val="00D75150"/>
    <w:rsid w:val="00D80D3F"/>
    <w:rsid w:val="00D848D5"/>
    <w:rsid w:val="00D877C6"/>
    <w:rsid w:val="00D92DD7"/>
    <w:rsid w:val="00D940AE"/>
    <w:rsid w:val="00D96B65"/>
    <w:rsid w:val="00D975D3"/>
    <w:rsid w:val="00D976F1"/>
    <w:rsid w:val="00DA25C9"/>
    <w:rsid w:val="00DA5C95"/>
    <w:rsid w:val="00DB4718"/>
    <w:rsid w:val="00DB5FE2"/>
    <w:rsid w:val="00DB691C"/>
    <w:rsid w:val="00DC0D3C"/>
    <w:rsid w:val="00DC41A7"/>
    <w:rsid w:val="00DC74F8"/>
    <w:rsid w:val="00DC7824"/>
    <w:rsid w:val="00DD06A2"/>
    <w:rsid w:val="00DD3886"/>
    <w:rsid w:val="00DE0CE3"/>
    <w:rsid w:val="00DE6E68"/>
    <w:rsid w:val="00DF1D02"/>
    <w:rsid w:val="00DF226A"/>
    <w:rsid w:val="00DF2D0C"/>
    <w:rsid w:val="00DF7C55"/>
    <w:rsid w:val="00E0078D"/>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47CCA"/>
    <w:rsid w:val="00E513EE"/>
    <w:rsid w:val="00E52A9D"/>
    <w:rsid w:val="00E54F29"/>
    <w:rsid w:val="00E614DD"/>
    <w:rsid w:val="00E6258A"/>
    <w:rsid w:val="00E62B1C"/>
    <w:rsid w:val="00E62B43"/>
    <w:rsid w:val="00E65E28"/>
    <w:rsid w:val="00E65F46"/>
    <w:rsid w:val="00E715DF"/>
    <w:rsid w:val="00E719B4"/>
    <w:rsid w:val="00E76189"/>
    <w:rsid w:val="00E8172B"/>
    <w:rsid w:val="00E83528"/>
    <w:rsid w:val="00E84DFE"/>
    <w:rsid w:val="00E932D9"/>
    <w:rsid w:val="00E9501B"/>
    <w:rsid w:val="00E9682E"/>
    <w:rsid w:val="00E96BDD"/>
    <w:rsid w:val="00EA2309"/>
    <w:rsid w:val="00EA303D"/>
    <w:rsid w:val="00EA38FD"/>
    <w:rsid w:val="00EB04F0"/>
    <w:rsid w:val="00EB11D4"/>
    <w:rsid w:val="00EB2786"/>
    <w:rsid w:val="00EB37E9"/>
    <w:rsid w:val="00EB5470"/>
    <w:rsid w:val="00EB5A6B"/>
    <w:rsid w:val="00EB6D5D"/>
    <w:rsid w:val="00EC0B1C"/>
    <w:rsid w:val="00EC0E3D"/>
    <w:rsid w:val="00EC1DEC"/>
    <w:rsid w:val="00EC1E0C"/>
    <w:rsid w:val="00EC52A3"/>
    <w:rsid w:val="00EC5317"/>
    <w:rsid w:val="00EC785E"/>
    <w:rsid w:val="00ED3DD0"/>
    <w:rsid w:val="00EE13B1"/>
    <w:rsid w:val="00EE2D8F"/>
    <w:rsid w:val="00EE4672"/>
    <w:rsid w:val="00EE7A4B"/>
    <w:rsid w:val="00EF0081"/>
    <w:rsid w:val="00EF10D9"/>
    <w:rsid w:val="00EF502A"/>
    <w:rsid w:val="00EF5C9F"/>
    <w:rsid w:val="00EF6729"/>
    <w:rsid w:val="00F011B3"/>
    <w:rsid w:val="00F020A3"/>
    <w:rsid w:val="00F1197D"/>
    <w:rsid w:val="00F129B8"/>
    <w:rsid w:val="00F13DAA"/>
    <w:rsid w:val="00F23772"/>
    <w:rsid w:val="00F27459"/>
    <w:rsid w:val="00F27794"/>
    <w:rsid w:val="00F31DB2"/>
    <w:rsid w:val="00F3349E"/>
    <w:rsid w:val="00F34FBF"/>
    <w:rsid w:val="00F352E4"/>
    <w:rsid w:val="00F40506"/>
    <w:rsid w:val="00F40ACC"/>
    <w:rsid w:val="00F416BA"/>
    <w:rsid w:val="00F42012"/>
    <w:rsid w:val="00F43336"/>
    <w:rsid w:val="00F44242"/>
    <w:rsid w:val="00F44DF0"/>
    <w:rsid w:val="00F45477"/>
    <w:rsid w:val="00F511B5"/>
    <w:rsid w:val="00F538C5"/>
    <w:rsid w:val="00F54EBE"/>
    <w:rsid w:val="00F56419"/>
    <w:rsid w:val="00F57983"/>
    <w:rsid w:val="00F6251F"/>
    <w:rsid w:val="00F66C2C"/>
    <w:rsid w:val="00F67218"/>
    <w:rsid w:val="00F70DD2"/>
    <w:rsid w:val="00F70E9A"/>
    <w:rsid w:val="00F71F4A"/>
    <w:rsid w:val="00F740FB"/>
    <w:rsid w:val="00F74D86"/>
    <w:rsid w:val="00F74EDD"/>
    <w:rsid w:val="00F822D6"/>
    <w:rsid w:val="00F833FE"/>
    <w:rsid w:val="00F84422"/>
    <w:rsid w:val="00F86A86"/>
    <w:rsid w:val="00F87124"/>
    <w:rsid w:val="00F87D6F"/>
    <w:rsid w:val="00F916A9"/>
    <w:rsid w:val="00F91BE6"/>
    <w:rsid w:val="00F93F3F"/>
    <w:rsid w:val="00FA5847"/>
    <w:rsid w:val="00FA73BA"/>
    <w:rsid w:val="00FA7B83"/>
    <w:rsid w:val="00FB1D23"/>
    <w:rsid w:val="00FB6293"/>
    <w:rsid w:val="00FC24B2"/>
    <w:rsid w:val="00FC2DB1"/>
    <w:rsid w:val="00FC6CCD"/>
    <w:rsid w:val="00FD2EEE"/>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969EB"/>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styleId="Tabela-Siatka">
    <w:name w:val="Table Grid"/>
    <w:basedOn w:val="Standardowy"/>
    <w:uiPriority w:val="59"/>
    <w:rsid w:val="00435600"/>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234ABF"/>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F2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249002718">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36301965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144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ukasz.zych@pgnig.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przetargi.pgnig.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0EAF7-979D-4BA7-9ECA-938F2C9DD6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1B4792-5DD0-4D74-93BB-6555D43F3E65}">
  <ds:schemaRefs>
    <ds:schemaRef ds:uri="http://schemas.openxmlformats.org/package/2006/metadata/core-properties"/>
    <ds:schemaRef ds:uri="http://purl.org/dc/dcmitype/"/>
    <ds:schemaRef ds:uri="http://schemas.microsoft.com/office/infopath/2007/PartnerControls"/>
    <ds:schemaRef ds:uri="366bcbea-f306-49df-9fee-420df3f21ab2"/>
    <ds:schemaRef ds:uri="http://purl.org/dc/elements/1.1/"/>
    <ds:schemaRef ds:uri="http://schemas.microsoft.com/office/2006/metadata/properties"/>
    <ds:schemaRef ds:uri="http://schemas.microsoft.com/office/2006/documentManagement/types"/>
    <ds:schemaRef ds:uri="http://purl.org/dc/terms/"/>
    <ds:schemaRef ds:uri="83cc594e-1913-4543-bb38-8a2f73b7f1c3"/>
    <ds:schemaRef ds:uri="http://www.w3.org/XML/1998/namespace"/>
  </ds:schemaRefs>
</ds:datastoreItem>
</file>

<file path=customXml/itemProps3.xml><?xml version="1.0" encoding="utf-8"?>
<ds:datastoreItem xmlns:ds="http://schemas.openxmlformats.org/officeDocument/2006/customXml" ds:itemID="{15159406-D95F-488B-B96D-A83ECDBE5023}">
  <ds:schemaRefs>
    <ds:schemaRef ds:uri="http://schemas.microsoft.com/sharepoint/v3/contenttype/forms"/>
  </ds:schemaRefs>
</ds:datastoreItem>
</file>

<file path=customXml/itemProps4.xml><?xml version="1.0" encoding="utf-8"?>
<ds:datastoreItem xmlns:ds="http://schemas.openxmlformats.org/officeDocument/2006/customXml" ds:itemID="{7CFC2512-7F3D-4068-98CD-65224114E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950</TotalTime>
  <Pages>31</Pages>
  <Words>9698</Words>
  <Characters>63838</Characters>
  <Application>Microsoft Office Word</Application>
  <DocSecurity>0</DocSecurity>
  <Lines>531</Lines>
  <Paragraphs>146</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Zych Łukasz</cp:lastModifiedBy>
  <cp:revision>64</cp:revision>
  <cp:lastPrinted>2018-05-25T12:56:00Z</cp:lastPrinted>
  <dcterms:created xsi:type="dcterms:W3CDTF">2024-10-04T06:14:00Z</dcterms:created>
  <dcterms:modified xsi:type="dcterms:W3CDTF">2026-02-04T11:23:00Z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