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0164531C" w:rsidR="00087C7C" w:rsidRPr="00123078" w:rsidRDefault="006902BF" w:rsidP="008F3D9B">
      <w:pPr>
        <w:pStyle w:val="StylZa"/>
      </w:pPr>
      <w:bookmarkStart w:id="0" w:name="_GoBack"/>
      <w:bookmarkEnd w:id="0"/>
      <w:r>
        <w:t>Załącznik n</w:t>
      </w:r>
      <w:r w:rsidR="00087C7C">
        <w:t xml:space="preserve">r 1 do </w:t>
      </w:r>
      <w:r w:rsidR="006C29FD">
        <w:t>SWZ</w:t>
      </w:r>
    </w:p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A0441B3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DB98274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B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A6A5336" w14:textId="77777777" w:rsidR="00087C7C" w:rsidRPr="00123078" w:rsidRDefault="00087C7C" w:rsidP="00373DAC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6C22F6F5" w14:textId="41B5E129" w:rsidR="00FE14E3" w:rsidRPr="00F84422" w:rsidRDefault="00FE14E3" w:rsidP="0035756B">
      <w:pPr>
        <w:spacing w:line="259" w:lineRule="auto"/>
        <w:ind w:left="4678"/>
        <w:rPr>
          <w:rFonts w:cs="Arial"/>
          <w:sz w:val="20"/>
        </w:rPr>
      </w:pPr>
      <w:r w:rsidRPr="00F84422">
        <w:rPr>
          <w:rFonts w:cs="Arial"/>
          <w:b/>
          <w:sz w:val="20"/>
        </w:rPr>
        <w:t>ORLEN Spółki Akcyjnej</w:t>
      </w:r>
    </w:p>
    <w:p w14:paraId="146906E6" w14:textId="058ADE16" w:rsidR="00FE14E3" w:rsidRPr="006E3E82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 xml:space="preserve">Oddział Centralny </w:t>
      </w:r>
      <w:proofErr w:type="spellStart"/>
      <w:r w:rsidR="00EF6874">
        <w:rPr>
          <w:rFonts w:cs="Arial"/>
          <w:b/>
          <w:sz w:val="20"/>
        </w:rPr>
        <w:t>Upstream</w:t>
      </w:r>
      <w:proofErr w:type="spellEnd"/>
      <w:r w:rsidRPr="006E3E82">
        <w:rPr>
          <w:rFonts w:cs="Arial"/>
          <w:b/>
          <w:sz w:val="20"/>
        </w:rPr>
        <w:t xml:space="preserve"> </w:t>
      </w:r>
      <w:r w:rsidR="00EF6874">
        <w:rPr>
          <w:rFonts w:cs="Arial"/>
          <w:b/>
          <w:sz w:val="20"/>
        </w:rPr>
        <w:t>Polska</w:t>
      </w:r>
      <w:r w:rsidRPr="006E3E82">
        <w:rPr>
          <w:rFonts w:cs="Arial"/>
          <w:b/>
          <w:sz w:val="20"/>
        </w:rPr>
        <w:t xml:space="preserve"> </w:t>
      </w:r>
      <w:r w:rsidR="00EF6874">
        <w:rPr>
          <w:rFonts w:cs="Arial"/>
          <w:b/>
          <w:sz w:val="20"/>
        </w:rPr>
        <w:br/>
      </w:r>
      <w:r w:rsidRPr="006E3E82">
        <w:rPr>
          <w:rFonts w:cs="Arial"/>
          <w:b/>
          <w:sz w:val="20"/>
        </w:rPr>
        <w:t>w Warszawie</w:t>
      </w:r>
    </w:p>
    <w:p w14:paraId="1C3A5CA1" w14:textId="77777777" w:rsidR="00FE14E3" w:rsidRPr="006E3E82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>ul. Marcina Kasprzaka 25</w:t>
      </w:r>
    </w:p>
    <w:p w14:paraId="06005360" w14:textId="77777777" w:rsidR="00FE14E3" w:rsidRPr="006E3E82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>01-224 Warszawa</w:t>
      </w:r>
    </w:p>
    <w:p w14:paraId="65CC1ECA" w14:textId="131D7520" w:rsidR="00087C7C" w:rsidRPr="00123078" w:rsidRDefault="00087C7C" w:rsidP="00373DAC"/>
    <w:p w14:paraId="62C60585" w14:textId="77777777" w:rsidR="00087C7C" w:rsidRPr="006E3E82" w:rsidRDefault="00087C7C" w:rsidP="00373DAC">
      <w:pPr>
        <w:jc w:val="center"/>
        <w:rPr>
          <w:b/>
          <w:u w:val="single"/>
        </w:rPr>
      </w:pPr>
      <w:r w:rsidRPr="006E3E82">
        <w:rPr>
          <w:b/>
          <w:u w:val="single"/>
        </w:rPr>
        <w:t>O F E R T A</w:t>
      </w:r>
    </w:p>
    <w:p w14:paraId="25A18FE9" w14:textId="77818DC1" w:rsidR="00161116" w:rsidRPr="00B65C31" w:rsidRDefault="00087C7C" w:rsidP="00F84422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</w:t>
      </w:r>
      <w:r w:rsidR="005119A1">
        <w:rPr>
          <w:rFonts w:cs="Arial"/>
          <w:sz w:val="20"/>
          <w:szCs w:val="20"/>
        </w:rPr>
        <w:t>:</w:t>
      </w:r>
      <w:r w:rsidR="006E3E82">
        <w:rPr>
          <w:rFonts w:cs="Arial"/>
          <w:sz w:val="20"/>
          <w:szCs w:val="20"/>
        </w:rPr>
        <w:t xml:space="preserve"> </w:t>
      </w:r>
      <w:r w:rsidR="006E3E82" w:rsidRPr="006E3E82">
        <w:rPr>
          <w:rFonts w:cs="Arial"/>
          <w:b/>
          <w:sz w:val="20"/>
          <w:szCs w:val="20"/>
        </w:rPr>
        <w:t>„</w:t>
      </w:r>
      <w:r w:rsidR="002547AB" w:rsidRPr="002547AB">
        <w:rPr>
          <w:rFonts w:cs="Arial"/>
          <w:b/>
          <w:sz w:val="20"/>
          <w:szCs w:val="20"/>
        </w:rPr>
        <w:t>Dostawa zaworów, g</w:t>
      </w:r>
      <w:r w:rsidR="002547AB">
        <w:rPr>
          <w:rFonts w:cs="Arial"/>
          <w:b/>
          <w:sz w:val="20"/>
          <w:szCs w:val="20"/>
        </w:rPr>
        <w:t>rzybkowych, zaworów zwrotnych i </w:t>
      </w:r>
      <w:r w:rsidR="002547AB" w:rsidRPr="002547AB">
        <w:rPr>
          <w:rFonts w:cs="Arial"/>
          <w:b/>
          <w:sz w:val="20"/>
          <w:szCs w:val="20"/>
        </w:rPr>
        <w:t>zasuw</w:t>
      </w:r>
      <w:r w:rsidR="00C3632C" w:rsidRPr="006E3E82">
        <w:rPr>
          <w:rFonts w:cs="Arial"/>
          <w:b/>
          <w:sz w:val="20"/>
          <w:szCs w:val="20"/>
        </w:rPr>
        <w:t>”</w:t>
      </w:r>
      <w:r w:rsidR="00161116" w:rsidRPr="006E3E82">
        <w:rPr>
          <w:rFonts w:cs="Arial"/>
          <w:b/>
          <w:sz w:val="20"/>
          <w:szCs w:val="20"/>
        </w:rPr>
        <w:t>,</w:t>
      </w:r>
      <w:r w:rsidR="00161116" w:rsidRPr="00052764">
        <w:rPr>
          <w:rFonts w:cs="Arial"/>
          <w:sz w:val="20"/>
          <w:szCs w:val="20"/>
        </w:rPr>
        <w:t xml:space="preserve"> numer postępowania: </w:t>
      </w:r>
      <w:r w:rsidR="002547AB" w:rsidRPr="002547AB">
        <w:rPr>
          <w:rFonts w:cs="Arial"/>
          <w:b/>
          <w:sz w:val="20"/>
          <w:szCs w:val="20"/>
        </w:rPr>
        <w:t>NP/ORLEN/26/0039/OZ/TRU</w:t>
      </w:r>
      <w:r w:rsidR="009D0D20" w:rsidRPr="009D0D20">
        <w:rPr>
          <w:rFonts w:cs="Arial"/>
          <w:b/>
          <w:sz w:val="20"/>
          <w:szCs w:val="20"/>
        </w:rPr>
        <w:t>.</w:t>
      </w:r>
    </w:p>
    <w:p w14:paraId="61DBB279" w14:textId="77777777" w:rsidR="00087C7C" w:rsidRPr="00123078" w:rsidRDefault="00087C7C" w:rsidP="00D975D3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D975D3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F84422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672BC2C7" w14:textId="77777777" w:rsidR="00087C7C" w:rsidRPr="00F84422" w:rsidRDefault="00087C7C" w:rsidP="00F84422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14:paraId="271C9813" w14:textId="08DCE4BF" w:rsidR="00087C7C" w:rsidRDefault="00087C7C" w:rsidP="00F84422">
      <w:pPr>
        <w:shd w:val="clear" w:color="auto" w:fill="FFFFFF"/>
        <w:spacing w:line="259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1D402E5C" w14:textId="69F4CC64" w:rsidR="00867B2D" w:rsidRPr="00093112" w:rsidRDefault="00867B2D" w:rsidP="00F84422">
      <w:pPr>
        <w:shd w:val="clear" w:color="auto" w:fill="FFFFFF"/>
        <w:spacing w:line="259" w:lineRule="auto"/>
        <w:rPr>
          <w:b/>
          <w:sz w:val="20"/>
          <w:u w:val="single"/>
        </w:rPr>
      </w:pPr>
    </w:p>
    <w:p w14:paraId="0F02C9B4" w14:textId="77777777" w:rsidR="009B3A47" w:rsidRPr="00093112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522"/>
      </w:tblGrid>
      <w:tr w:rsidR="008D729E" w:rsidRPr="00C42A5E" w14:paraId="4D005C48" w14:textId="77777777" w:rsidTr="008D729E">
        <w:trPr>
          <w:trHeight w:val="8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9D31" w14:textId="53C0A7A7" w:rsidR="008D729E" w:rsidRPr="00093112" w:rsidRDefault="008D729E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 xml:space="preserve">CZĘŚĆ I :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Dostawa</w:t>
            </w:r>
            <w:proofErr w:type="spellEnd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fabrycznie</w:t>
            </w:r>
            <w:proofErr w:type="spellEnd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nowych</w:t>
            </w:r>
            <w:proofErr w:type="spellEnd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zasuw</w:t>
            </w:r>
            <w:proofErr w:type="spellEnd"/>
          </w:p>
        </w:tc>
      </w:tr>
      <w:tr w:rsidR="00A13A39" w:rsidRPr="00C42A5E" w14:paraId="750958DF" w14:textId="77777777" w:rsidTr="001A411F">
        <w:trPr>
          <w:trHeight w:val="815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093112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28E2B846" w14:textId="77777777" w:rsidR="00087C7C" w:rsidRPr="00093112" w:rsidRDefault="00087C7C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093112">
              <w:rPr>
                <w:rFonts w:cs="Arial"/>
                <w:b/>
                <w:sz w:val="20"/>
              </w:rPr>
              <w:t xml:space="preserve">CENA </w:t>
            </w:r>
          </w:p>
          <w:p w14:paraId="1CC417E5" w14:textId="77777777" w:rsidR="00087C7C" w:rsidRPr="00093112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093112" w:rsidRDefault="00087C7C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63BF4E98" w14:textId="2FEE06C0" w:rsidR="00A13A39" w:rsidRPr="00937DF8" w:rsidRDefault="00EF6874" w:rsidP="00A13A39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>NETTO</w:t>
            </w:r>
            <w:r w:rsidRPr="001A411F">
              <w:rPr>
                <w:rFonts w:cs="Arial"/>
                <w:b/>
                <w:i/>
                <w:sz w:val="20"/>
                <w:lang w:val="en-US"/>
              </w:rPr>
              <w:t xml:space="preserve"> </w:t>
            </w:r>
            <w:r w:rsidR="00A13A39" w:rsidRPr="001A411F">
              <w:rPr>
                <w:rFonts w:cs="Arial"/>
                <w:b/>
                <w:i/>
                <w:sz w:val="20"/>
                <w:lang w:val="en-US"/>
              </w:rPr>
              <w:t>……</w:t>
            </w:r>
            <w:r w:rsidR="00A13A39">
              <w:rPr>
                <w:rFonts w:cs="Arial"/>
                <w:b/>
                <w:sz w:val="20"/>
                <w:lang w:val="en-US"/>
              </w:rPr>
              <w:t>………………</w:t>
            </w:r>
            <w:r w:rsidR="001A411F">
              <w:rPr>
                <w:rFonts w:cs="Arial"/>
                <w:b/>
                <w:sz w:val="20"/>
                <w:lang w:val="en-US"/>
              </w:rPr>
              <w:t>……..</w:t>
            </w:r>
            <w:r w:rsidR="00A13A39">
              <w:rPr>
                <w:rFonts w:cs="Arial"/>
                <w:b/>
                <w:sz w:val="20"/>
                <w:lang w:val="en-US"/>
              </w:rPr>
              <w:t>….</w:t>
            </w:r>
            <w:r w:rsidR="000C54F8"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  <w:p w14:paraId="1AF3ABA1" w14:textId="17CD3A15" w:rsidR="00AC4494" w:rsidRPr="001245EE" w:rsidRDefault="00AC4494" w:rsidP="00AC4494">
            <w:pPr>
              <w:pStyle w:val="Tekstpodstawowy"/>
              <w:ind w:right="44"/>
              <w:rPr>
                <w:rFonts w:cs="Arial"/>
                <w:i/>
                <w:sz w:val="18"/>
                <w:szCs w:val="18"/>
              </w:rPr>
            </w:pPr>
            <w:r w:rsidRPr="001A411F">
              <w:rPr>
                <w:rFonts w:cs="Arial"/>
                <w:i/>
                <w:sz w:val="18"/>
                <w:szCs w:val="18"/>
              </w:rPr>
              <w:t>/na</w:t>
            </w:r>
            <w:r w:rsidR="00E22C0C">
              <w:rPr>
                <w:rFonts w:cs="Arial"/>
                <w:i/>
                <w:sz w:val="18"/>
                <w:szCs w:val="18"/>
              </w:rPr>
              <w:t>leży przepisać kwotę z pozycji „Wartość oferty</w:t>
            </w:r>
            <w:r w:rsidRPr="001A411F">
              <w:rPr>
                <w:rFonts w:cs="Arial"/>
                <w:i/>
                <w:sz w:val="18"/>
                <w:szCs w:val="18"/>
              </w:rPr>
              <w:t>“</w:t>
            </w:r>
            <w:r w:rsidR="00E22C0C">
              <w:rPr>
                <w:rFonts w:cs="Arial"/>
                <w:i/>
                <w:sz w:val="18"/>
                <w:szCs w:val="18"/>
              </w:rPr>
              <w:t xml:space="preserve"> (oznaczonej kolorem czerwonym)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z wypełnionej tabeli załącznika nr </w:t>
            </w:r>
            <w:r w:rsidR="000C54F8">
              <w:rPr>
                <w:rFonts w:cs="Arial"/>
                <w:i/>
                <w:sz w:val="18"/>
                <w:szCs w:val="18"/>
              </w:rPr>
              <w:t>5.a</w:t>
            </w:r>
            <w:r w:rsidR="00E22C0C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1A411F">
              <w:rPr>
                <w:rFonts w:cs="Arial"/>
                <w:i/>
                <w:sz w:val="18"/>
                <w:szCs w:val="18"/>
              </w:rPr>
              <w:t>SWZ/</w:t>
            </w:r>
          </w:p>
          <w:p w14:paraId="3D370F8F" w14:textId="77777777" w:rsidR="00A13A39" w:rsidRPr="00937DF8" w:rsidRDefault="00A13A39" w:rsidP="00A13A39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045CC1D6" w14:textId="77777777" w:rsidR="00A13A39" w:rsidRPr="00D26A38" w:rsidRDefault="00A13A39" w:rsidP="00A13A39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 xml:space="preserve">VAT ........ </w:t>
            </w:r>
            <w:r w:rsidRPr="00D26A38">
              <w:rPr>
                <w:rFonts w:cs="Arial"/>
                <w:b/>
                <w:sz w:val="20"/>
                <w:lang w:val="en-GB"/>
              </w:rPr>
              <w:t>%</w:t>
            </w:r>
          </w:p>
          <w:p w14:paraId="7584DCE5" w14:textId="77777777" w:rsidR="00A13A39" w:rsidRPr="00D26A38" w:rsidRDefault="00A13A39" w:rsidP="00A13A39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</w:p>
          <w:p w14:paraId="6AF285F1" w14:textId="152C9ADA" w:rsidR="00087C7C" w:rsidRPr="004618BF" w:rsidRDefault="00EF6874" w:rsidP="00EF6874">
            <w:pPr>
              <w:spacing w:after="120" w:line="240" w:lineRule="auto"/>
              <w:rPr>
                <w:rFonts w:cs="Arial"/>
                <w:b/>
                <w:sz w:val="20"/>
                <w:szCs w:val="22"/>
                <w:lang w:val="en-GB"/>
              </w:rPr>
            </w:pPr>
            <w:r w:rsidRPr="004618BF">
              <w:rPr>
                <w:rFonts w:cs="Arial"/>
                <w:b/>
                <w:sz w:val="20"/>
                <w:lang w:val="en-GB"/>
              </w:rPr>
              <w:t xml:space="preserve">BRUTTO </w:t>
            </w:r>
            <w:r w:rsidR="00A13A39" w:rsidRPr="004618BF">
              <w:rPr>
                <w:rFonts w:cs="Arial"/>
                <w:b/>
                <w:sz w:val="20"/>
                <w:lang w:val="en-GB"/>
              </w:rPr>
              <w:t>……………………………..</w:t>
            </w:r>
            <w:r w:rsidR="004618BF" w:rsidRPr="00937DF8">
              <w:rPr>
                <w:rFonts w:cs="Arial"/>
                <w:b/>
                <w:sz w:val="20"/>
                <w:lang w:val="en-US"/>
              </w:rPr>
              <w:t xml:space="preserve"> </w:t>
            </w:r>
            <w:r w:rsidR="000C54F8"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</w:tc>
      </w:tr>
      <w:tr w:rsidR="000C54F8" w:rsidRPr="00C42A5E" w14:paraId="65CA6E4D" w14:textId="77777777" w:rsidTr="000C54F8">
        <w:trPr>
          <w:trHeight w:val="8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D2B7" w14:textId="78B01743" w:rsidR="000C54F8" w:rsidRPr="00093112" w:rsidRDefault="006B79D6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>CZĘŚĆ II:</w:t>
            </w:r>
            <w:r w:rsid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Dostawa</w:t>
            </w:r>
            <w:proofErr w:type="spellEnd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fabrycznie</w:t>
            </w:r>
            <w:proofErr w:type="spellEnd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nowych</w:t>
            </w:r>
            <w:proofErr w:type="spellEnd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zaworów</w:t>
            </w:r>
            <w:proofErr w:type="spellEnd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="00123715" w:rsidRPr="00123715">
              <w:rPr>
                <w:rFonts w:cs="Arial"/>
                <w:b/>
                <w:sz w:val="20"/>
                <w:szCs w:val="22"/>
                <w:lang w:val="en-US"/>
              </w:rPr>
              <w:t>grzybkowych</w:t>
            </w:r>
            <w:proofErr w:type="spellEnd"/>
          </w:p>
        </w:tc>
      </w:tr>
      <w:tr w:rsidR="000C54F8" w:rsidRPr="00C42A5E" w14:paraId="6E7C83B1" w14:textId="77777777" w:rsidTr="001A411F">
        <w:trPr>
          <w:trHeight w:val="815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7BAA" w14:textId="77777777" w:rsidR="000C54F8" w:rsidRPr="00093112" w:rsidRDefault="000C54F8" w:rsidP="000C54F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0A7DD0FF" w14:textId="77777777" w:rsidR="000C54F8" w:rsidRPr="00093112" w:rsidRDefault="000C54F8" w:rsidP="000C54F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093112">
              <w:rPr>
                <w:rFonts w:cs="Arial"/>
                <w:b/>
                <w:sz w:val="20"/>
              </w:rPr>
              <w:t xml:space="preserve">CENA </w:t>
            </w:r>
          </w:p>
          <w:p w14:paraId="1915F4A3" w14:textId="77777777" w:rsidR="000C54F8" w:rsidRPr="00093112" w:rsidRDefault="000C54F8" w:rsidP="000C54F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8EDF" w14:textId="77777777" w:rsidR="000C54F8" w:rsidRPr="00093112" w:rsidRDefault="000C54F8" w:rsidP="000C54F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5DC0B862" w14:textId="7BCF6705" w:rsidR="000C54F8" w:rsidRPr="00937DF8" w:rsidRDefault="000C54F8" w:rsidP="000C54F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>NETTO</w:t>
            </w:r>
            <w:r w:rsidRPr="001A411F">
              <w:rPr>
                <w:rFonts w:cs="Arial"/>
                <w:b/>
                <w:i/>
                <w:sz w:val="20"/>
                <w:lang w:val="en-US"/>
              </w:rPr>
              <w:t xml:space="preserve"> ……</w:t>
            </w:r>
            <w:r>
              <w:rPr>
                <w:rFonts w:cs="Arial"/>
                <w:b/>
                <w:sz w:val="20"/>
                <w:lang w:val="en-US"/>
              </w:rPr>
              <w:t>……………………..….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  <w:p w14:paraId="456E6A5B" w14:textId="01FD9FE1" w:rsidR="000C54F8" w:rsidRPr="001245EE" w:rsidRDefault="000C54F8" w:rsidP="000C54F8">
            <w:pPr>
              <w:pStyle w:val="Tekstpodstawowy"/>
              <w:ind w:right="44"/>
              <w:rPr>
                <w:rFonts w:cs="Arial"/>
                <w:i/>
                <w:sz w:val="18"/>
                <w:szCs w:val="18"/>
              </w:rPr>
            </w:pPr>
            <w:r w:rsidRPr="001A411F">
              <w:rPr>
                <w:rFonts w:cs="Arial"/>
                <w:i/>
                <w:sz w:val="18"/>
                <w:szCs w:val="18"/>
              </w:rPr>
              <w:t xml:space="preserve">/należy przepisać kwotę z pozycji </w:t>
            </w:r>
            <w:r w:rsidR="00E22C0C">
              <w:rPr>
                <w:rFonts w:cs="Arial"/>
                <w:i/>
                <w:sz w:val="18"/>
                <w:szCs w:val="18"/>
              </w:rPr>
              <w:t>„Wartość oferty</w:t>
            </w:r>
            <w:r w:rsidR="00E22C0C" w:rsidRPr="001A411F">
              <w:rPr>
                <w:rFonts w:cs="Arial"/>
                <w:i/>
                <w:sz w:val="18"/>
                <w:szCs w:val="18"/>
              </w:rPr>
              <w:t>“</w:t>
            </w:r>
            <w:r w:rsidR="00E22C0C">
              <w:rPr>
                <w:rFonts w:cs="Arial"/>
                <w:i/>
                <w:sz w:val="18"/>
                <w:szCs w:val="18"/>
              </w:rPr>
              <w:t xml:space="preserve"> (oznaczonej kolorem czerwonym)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z wypełnionej tabeli załącznika nr </w:t>
            </w:r>
            <w:r>
              <w:rPr>
                <w:rFonts w:cs="Arial"/>
                <w:i/>
                <w:sz w:val="18"/>
                <w:szCs w:val="18"/>
              </w:rPr>
              <w:t>5.b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SWZ/</w:t>
            </w:r>
          </w:p>
          <w:p w14:paraId="37F30E55" w14:textId="77777777" w:rsidR="000C54F8" w:rsidRPr="00937DF8" w:rsidRDefault="000C54F8" w:rsidP="000C54F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0279B497" w14:textId="77777777" w:rsidR="000C54F8" w:rsidRPr="00D26A38" w:rsidRDefault="000C54F8" w:rsidP="000C54F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 xml:space="preserve">VAT ........ </w:t>
            </w:r>
            <w:r w:rsidRPr="00D26A38">
              <w:rPr>
                <w:rFonts w:cs="Arial"/>
                <w:b/>
                <w:sz w:val="20"/>
                <w:lang w:val="en-GB"/>
              </w:rPr>
              <w:t>%</w:t>
            </w:r>
          </w:p>
          <w:p w14:paraId="1211B2F1" w14:textId="77777777" w:rsidR="000C54F8" w:rsidRPr="00D26A38" w:rsidRDefault="000C54F8" w:rsidP="000C54F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</w:p>
          <w:p w14:paraId="7A56C97C" w14:textId="194E14C5" w:rsidR="000C54F8" w:rsidRPr="00093112" w:rsidRDefault="000C54F8" w:rsidP="000C54F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4618BF">
              <w:rPr>
                <w:rFonts w:cs="Arial"/>
                <w:b/>
                <w:sz w:val="20"/>
                <w:lang w:val="en-GB"/>
              </w:rPr>
              <w:t>BRUTTO ……………………………..</w:t>
            </w:r>
            <w:r w:rsidRPr="00937DF8">
              <w:rPr>
                <w:rFonts w:cs="Arial"/>
                <w:b/>
                <w:sz w:val="20"/>
                <w:lang w:val="en-US"/>
              </w:rPr>
              <w:t xml:space="preserve"> 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</w:tc>
      </w:tr>
      <w:tr w:rsidR="00123715" w:rsidRPr="00C42A5E" w14:paraId="241A8398" w14:textId="77777777" w:rsidTr="00955DCA">
        <w:trPr>
          <w:trHeight w:val="815"/>
        </w:trPr>
        <w:tc>
          <w:tcPr>
            <w:tcW w:w="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C84A" w14:textId="69637588" w:rsidR="00123715" w:rsidRPr="00093112" w:rsidRDefault="00123715" w:rsidP="000C54F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 xml:space="preserve">CZĘŚĆ III: </w:t>
            </w:r>
            <w:proofErr w:type="spellStart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>Dostawa</w:t>
            </w:r>
            <w:proofErr w:type="spellEnd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>fabrycznie</w:t>
            </w:r>
            <w:proofErr w:type="spellEnd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>nowych</w:t>
            </w:r>
            <w:proofErr w:type="spellEnd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>zaworów</w:t>
            </w:r>
            <w:proofErr w:type="spellEnd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123715">
              <w:rPr>
                <w:rFonts w:cs="Arial"/>
                <w:b/>
                <w:sz w:val="20"/>
                <w:szCs w:val="22"/>
                <w:lang w:val="en-US"/>
              </w:rPr>
              <w:t>zwrotnych</w:t>
            </w:r>
            <w:proofErr w:type="spellEnd"/>
          </w:p>
        </w:tc>
      </w:tr>
      <w:tr w:rsidR="006B79D6" w:rsidRPr="00C42A5E" w14:paraId="645CD0C9" w14:textId="77777777" w:rsidTr="001A411F">
        <w:trPr>
          <w:trHeight w:val="815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79BC" w14:textId="77777777" w:rsidR="006B79D6" w:rsidRPr="00093112" w:rsidRDefault="006B79D6" w:rsidP="006B79D6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68B8F43E" w14:textId="77777777" w:rsidR="006B79D6" w:rsidRPr="00093112" w:rsidRDefault="006B79D6" w:rsidP="006B79D6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093112">
              <w:rPr>
                <w:rFonts w:cs="Arial"/>
                <w:b/>
                <w:sz w:val="20"/>
              </w:rPr>
              <w:t xml:space="preserve">CENA </w:t>
            </w:r>
          </w:p>
          <w:p w14:paraId="42B994E9" w14:textId="77777777" w:rsidR="006B79D6" w:rsidRPr="00093112" w:rsidRDefault="006B79D6" w:rsidP="006B79D6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CB4A" w14:textId="77777777" w:rsidR="006B79D6" w:rsidRPr="00093112" w:rsidRDefault="006B79D6" w:rsidP="006B79D6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0D49846B" w14:textId="77777777" w:rsidR="006B79D6" w:rsidRPr="00937DF8" w:rsidRDefault="006B79D6" w:rsidP="006B79D6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>NETTO</w:t>
            </w:r>
            <w:r w:rsidRPr="001A411F">
              <w:rPr>
                <w:rFonts w:cs="Arial"/>
                <w:b/>
                <w:i/>
                <w:sz w:val="20"/>
                <w:lang w:val="en-US"/>
              </w:rPr>
              <w:t xml:space="preserve"> ……</w:t>
            </w:r>
            <w:r>
              <w:rPr>
                <w:rFonts w:cs="Arial"/>
                <w:b/>
                <w:sz w:val="20"/>
                <w:lang w:val="en-US"/>
              </w:rPr>
              <w:t>……………………..….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  <w:p w14:paraId="5869A8A1" w14:textId="311AA307" w:rsidR="006B79D6" w:rsidRPr="001245EE" w:rsidRDefault="006B79D6" w:rsidP="006B79D6">
            <w:pPr>
              <w:pStyle w:val="Tekstpodstawowy"/>
              <w:ind w:right="44"/>
              <w:rPr>
                <w:rFonts w:cs="Arial"/>
                <w:i/>
                <w:sz w:val="18"/>
                <w:szCs w:val="18"/>
              </w:rPr>
            </w:pPr>
            <w:r w:rsidRPr="001A411F">
              <w:rPr>
                <w:rFonts w:cs="Arial"/>
                <w:i/>
                <w:sz w:val="18"/>
                <w:szCs w:val="18"/>
              </w:rPr>
              <w:t xml:space="preserve">/należy przepisać kwotę z pozycji </w:t>
            </w:r>
            <w:r w:rsidR="00E22C0C">
              <w:rPr>
                <w:rFonts w:cs="Arial"/>
                <w:i/>
                <w:sz w:val="18"/>
                <w:szCs w:val="18"/>
              </w:rPr>
              <w:t>„Wartość oferty</w:t>
            </w:r>
            <w:r w:rsidR="00E22C0C" w:rsidRPr="001A411F">
              <w:rPr>
                <w:rFonts w:cs="Arial"/>
                <w:i/>
                <w:sz w:val="18"/>
                <w:szCs w:val="18"/>
              </w:rPr>
              <w:t>“</w:t>
            </w:r>
            <w:r w:rsidR="00E22C0C">
              <w:rPr>
                <w:rFonts w:cs="Arial"/>
                <w:i/>
                <w:sz w:val="18"/>
                <w:szCs w:val="18"/>
              </w:rPr>
              <w:t xml:space="preserve"> (oznaczonej kolorem czerwonym)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z wypełnionej tabeli załącznika nr </w:t>
            </w:r>
            <w:r>
              <w:rPr>
                <w:rFonts w:cs="Arial"/>
                <w:i/>
                <w:sz w:val="18"/>
                <w:szCs w:val="18"/>
              </w:rPr>
              <w:t>5.c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SWZ/</w:t>
            </w:r>
          </w:p>
          <w:p w14:paraId="68770553" w14:textId="77777777" w:rsidR="006B79D6" w:rsidRPr="00937DF8" w:rsidRDefault="006B79D6" w:rsidP="006B79D6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39141D04" w14:textId="77777777" w:rsidR="006B79D6" w:rsidRPr="00D26A38" w:rsidRDefault="006B79D6" w:rsidP="006B79D6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 xml:space="preserve">VAT ........ </w:t>
            </w:r>
            <w:r w:rsidRPr="00D26A38">
              <w:rPr>
                <w:rFonts w:cs="Arial"/>
                <w:b/>
                <w:sz w:val="20"/>
                <w:lang w:val="en-GB"/>
              </w:rPr>
              <w:t>%</w:t>
            </w:r>
          </w:p>
          <w:p w14:paraId="53A9F074" w14:textId="77777777" w:rsidR="006B79D6" w:rsidRPr="00D26A38" w:rsidRDefault="006B79D6" w:rsidP="006B79D6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</w:p>
          <w:p w14:paraId="64928748" w14:textId="397A6F5A" w:rsidR="006B79D6" w:rsidRPr="00093112" w:rsidRDefault="006B79D6" w:rsidP="006B79D6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4618BF">
              <w:rPr>
                <w:rFonts w:cs="Arial"/>
                <w:b/>
                <w:sz w:val="20"/>
                <w:lang w:val="en-GB"/>
              </w:rPr>
              <w:t>BRUTTO ……………………………..</w:t>
            </w:r>
            <w:r w:rsidRPr="00937DF8">
              <w:rPr>
                <w:rFonts w:cs="Arial"/>
                <w:b/>
                <w:sz w:val="20"/>
                <w:lang w:val="en-US"/>
              </w:rPr>
              <w:t xml:space="preserve"> 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</w:tc>
      </w:tr>
    </w:tbl>
    <w:p w14:paraId="401F4E02" w14:textId="6657E75D" w:rsidR="00D74284" w:rsidRPr="001A411F" w:rsidRDefault="00AD4277" w:rsidP="00AD4277">
      <w:pPr>
        <w:pStyle w:val="Tekstpodstawowy"/>
        <w:keepLines/>
        <w:spacing w:line="276" w:lineRule="auto"/>
        <w:rPr>
          <w:rFonts w:cs="Arial"/>
          <w:sz w:val="18"/>
          <w:szCs w:val="18"/>
        </w:rPr>
      </w:pPr>
      <w:r w:rsidRPr="001A411F">
        <w:rPr>
          <w:rFonts w:ascii="Symbol" w:hAnsi="Symbol" w:cs="Arial"/>
          <w:sz w:val="18"/>
          <w:szCs w:val="18"/>
        </w:rPr>
        <w:sym w:font="Symbol" w:char="F02A"/>
      </w:r>
      <w:r w:rsidR="00774BE1" w:rsidRPr="001A411F">
        <w:t xml:space="preserve"> </w:t>
      </w:r>
      <w:r w:rsidR="00774BE1" w:rsidRPr="001A411F">
        <w:rPr>
          <w:rFonts w:cs="Arial"/>
          <w:sz w:val="18"/>
          <w:szCs w:val="18"/>
        </w:rPr>
        <w:t>niepotrzebne skreślić</w:t>
      </w:r>
    </w:p>
    <w:p w14:paraId="3D9E6DA1" w14:textId="77777777" w:rsidR="006B79D6" w:rsidRDefault="006B79D6" w:rsidP="006B79D6">
      <w:pPr>
        <w:autoSpaceDE w:val="0"/>
        <w:autoSpaceDN w:val="0"/>
        <w:adjustRightInd w:val="0"/>
        <w:spacing w:line="240" w:lineRule="auto"/>
        <w:jc w:val="left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Uwaga! W celu potwierdzenia prawidłowości obliczenia ceny oferty wskazanej powyżej,</w:t>
      </w:r>
    </w:p>
    <w:p w14:paraId="01E086AB" w14:textId="77A0EDCF" w:rsidR="006B79D6" w:rsidRPr="006B79D6" w:rsidRDefault="006B79D6" w:rsidP="006B79D6">
      <w:pPr>
        <w:autoSpaceDE w:val="0"/>
        <w:autoSpaceDN w:val="0"/>
        <w:adjustRightInd w:val="0"/>
        <w:spacing w:line="240" w:lineRule="auto"/>
        <w:jc w:val="left"/>
        <w:rPr>
          <w:rFonts w:ascii="Arial-BoldMT" w:hAnsi="Arial-BoldMT" w:cs="Arial-BoldMT"/>
          <w:b/>
          <w:bCs/>
          <w:i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Wykonawca składa Formularz cenowy - Załączniki nr 5.a – 5.c do SWZ (</w:t>
      </w:r>
      <w:r w:rsidRPr="006B79D6">
        <w:rPr>
          <w:rFonts w:ascii="Arial-BoldMT" w:hAnsi="Arial-BoldMT" w:cs="Arial-BoldMT"/>
          <w:b/>
          <w:bCs/>
          <w:i/>
          <w:sz w:val="20"/>
          <w:szCs w:val="20"/>
        </w:rPr>
        <w:t>odpowiednio dla danej</w:t>
      </w:r>
    </w:p>
    <w:p w14:paraId="3124C36A" w14:textId="1D9B050C" w:rsidR="00093112" w:rsidRPr="001A411F" w:rsidRDefault="006B79D6" w:rsidP="006B79D6">
      <w:pPr>
        <w:pStyle w:val="Tekstpodstawowy"/>
        <w:keepLines/>
        <w:spacing w:line="276" w:lineRule="auto"/>
        <w:rPr>
          <w:rFonts w:cs="Arial"/>
          <w:sz w:val="20"/>
          <w:szCs w:val="20"/>
          <w:lang w:val="en-GB"/>
        </w:rPr>
      </w:pPr>
      <w:r w:rsidRPr="006B79D6">
        <w:rPr>
          <w:rFonts w:ascii="Arial-BoldMT" w:hAnsi="Arial-BoldMT" w:cs="Arial-BoldMT"/>
          <w:b/>
          <w:bCs/>
          <w:i/>
          <w:sz w:val="20"/>
          <w:szCs w:val="20"/>
        </w:rPr>
        <w:t>części</w:t>
      </w:r>
      <w:r>
        <w:rPr>
          <w:rFonts w:ascii="Arial-BoldMT" w:hAnsi="Arial-BoldMT" w:cs="Arial-BoldMT"/>
          <w:b/>
          <w:bCs/>
          <w:sz w:val="20"/>
          <w:szCs w:val="20"/>
        </w:rPr>
        <w:t>)</w:t>
      </w:r>
      <w:r w:rsidR="00001948" w:rsidRPr="001A411F">
        <w:rPr>
          <w:rFonts w:cs="Arial"/>
          <w:sz w:val="20"/>
          <w:szCs w:val="20"/>
        </w:rPr>
        <w:t>.</w:t>
      </w:r>
    </w:p>
    <w:p w14:paraId="7E33FBEC" w14:textId="77777777" w:rsidR="00087C7C" w:rsidRPr="00123078" w:rsidRDefault="00087C7C" w:rsidP="00D975D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66CDB0D" w14:textId="13D965A4" w:rsidR="00587480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D975D3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D975D3">
      <w:pPr>
        <w:pStyle w:val="Styl1formularz"/>
        <w:spacing w:line="259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D975D3">
      <w:pPr>
        <w:pStyle w:val="Styl1formularz"/>
        <w:spacing w:line="259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D975D3">
      <w:pPr>
        <w:pStyle w:val="Styl1formularz"/>
        <w:spacing w:line="259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49B29AA0" w14:textId="77777777" w:rsidR="00D975D3" w:rsidRPr="00AF1D9B" w:rsidRDefault="00D975D3" w:rsidP="00D975D3">
      <w:pPr>
        <w:pStyle w:val="Styl1formularz"/>
        <w:spacing w:after="120" w:line="259" w:lineRule="auto"/>
      </w:pPr>
      <w:r w:rsidRPr="00AF1D9B">
        <w:t>Zakres prac, który zamierzamy wykonać przy udziale podwykonawców:</w:t>
      </w:r>
    </w:p>
    <w:p w14:paraId="63E2D71F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14:paraId="1063A8CA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14:paraId="5A4F0FC5" w14:textId="77777777" w:rsidR="00D975D3" w:rsidRPr="00AF1D9B" w:rsidRDefault="00D975D3" w:rsidP="00D975D3">
      <w:pPr>
        <w:pStyle w:val="Styl1formularz"/>
        <w:numPr>
          <w:ilvl w:val="0"/>
          <w:numId w:val="23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14:paraId="261CCFDC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14:paraId="3A5EF5DA" w14:textId="77777777" w:rsidR="00D975D3" w:rsidRPr="00C713EC" w:rsidRDefault="00D975D3" w:rsidP="00D975D3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14:paraId="680A783F" w14:textId="77777777" w:rsidR="00D975D3" w:rsidRPr="00505554" w:rsidRDefault="00747F21" w:rsidP="00D975D3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 </w:t>
      </w:r>
      <w:r w:rsidR="00D975D3"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74B3F0BC" w14:textId="77777777" w:rsidR="00D975D3" w:rsidRPr="007F6E2A" w:rsidRDefault="00D975D3" w:rsidP="00D975D3">
      <w:pPr>
        <w:pStyle w:val="Styla"/>
        <w:numPr>
          <w:ilvl w:val="0"/>
          <w:numId w:val="19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14:paraId="3627530F" w14:textId="77777777" w:rsidR="00D975D3" w:rsidRPr="007F6E2A" w:rsidRDefault="00D975D3" w:rsidP="00D975D3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14:paraId="1DAA3C8B" w14:textId="77777777" w:rsidR="00D975D3" w:rsidRDefault="00D975D3" w:rsidP="00D975D3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14:paraId="26E16F06" w14:textId="77777777" w:rsidR="00D975D3" w:rsidRPr="00250971" w:rsidRDefault="00747F21" w:rsidP="00D975D3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</w:t>
      </w:r>
      <w:r w:rsidR="00D975D3" w:rsidRPr="00C023E8">
        <w:rPr>
          <w:rFonts w:cs="Arial"/>
          <w:sz w:val="20"/>
          <w:szCs w:val="20"/>
          <w:lang w:eastAsia="en-US"/>
        </w:rPr>
        <w:t>nie przekazujemy danych osobowych innych ni</w:t>
      </w:r>
      <w:r w:rsidR="00D975D3">
        <w:rPr>
          <w:rFonts w:cs="Arial"/>
          <w:sz w:val="20"/>
          <w:szCs w:val="20"/>
          <w:lang w:eastAsia="en-US"/>
        </w:rPr>
        <w:t xml:space="preserve">ż bezpośrednio nas dotyczących </w:t>
      </w:r>
      <w:r w:rsidR="00D975D3"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 w:rsidR="00D975D3">
        <w:rPr>
          <w:rFonts w:cs="Arial"/>
          <w:sz w:val="20"/>
          <w:szCs w:val="20"/>
          <w:lang w:eastAsia="en-US"/>
        </w:rPr>
        <w:t xml:space="preserve">o, stosownie do art. 13 ust. 4 </w:t>
      </w:r>
      <w:r w:rsidR="00D975D3" w:rsidRPr="00C023E8">
        <w:rPr>
          <w:rFonts w:cs="Arial"/>
          <w:sz w:val="20"/>
          <w:szCs w:val="20"/>
          <w:lang w:eastAsia="en-US"/>
        </w:rPr>
        <w:t>lub art. 14 ust. 5 RODO</w:t>
      </w:r>
      <w:r w:rsidR="00D975D3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D975D3">
      <w:pPr>
        <w:pStyle w:val="Styl1formularz"/>
        <w:spacing w:line="259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D975D3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77777777" w:rsidR="005102A3" w:rsidRPr="00AE4C01" w:rsidRDefault="00702E15" w:rsidP="00D975D3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21D0A5D2" w14:textId="379E035B" w:rsidR="005102A3" w:rsidRPr="008D0027" w:rsidRDefault="005102A3" w:rsidP="00D975D3">
      <w:pPr>
        <w:pStyle w:val="Styl1formularz"/>
        <w:spacing w:line="259" w:lineRule="auto"/>
        <w:rPr>
          <w:b/>
          <w:color w:val="auto"/>
        </w:rPr>
      </w:pPr>
      <w:r w:rsidRPr="008D0027">
        <w:rPr>
          <w:rFonts w:eastAsia="Calibri"/>
          <w:b/>
          <w:color w:val="auto"/>
          <w:lang w:eastAsia="en-US"/>
        </w:rPr>
        <w:t>Niniejszym oświadczamy, że ubiegając się o przedmiotowe</w:t>
      </w:r>
      <w:r w:rsidR="001948F4" w:rsidRPr="008D0027">
        <w:rPr>
          <w:rFonts w:eastAsia="Calibri"/>
          <w:b/>
          <w:color w:val="auto"/>
          <w:lang w:eastAsia="en-US"/>
        </w:rPr>
        <w:t xml:space="preserve"> zamówienie</w:t>
      </w:r>
      <w:r w:rsidRPr="008D0027">
        <w:rPr>
          <w:rFonts w:eastAsia="Calibri"/>
          <w:b/>
          <w:color w:val="auto"/>
          <w:lang w:eastAsia="en-US"/>
        </w:rPr>
        <w:t>:</w:t>
      </w:r>
    </w:p>
    <w:p w14:paraId="25EF5D0E" w14:textId="006399F1" w:rsidR="00835CC5" w:rsidRPr="008D0027" w:rsidRDefault="00835CC5" w:rsidP="00D975D3">
      <w:pPr>
        <w:pStyle w:val="Styl1formularz"/>
        <w:numPr>
          <w:ilvl w:val="0"/>
          <w:numId w:val="35"/>
        </w:numPr>
        <w:spacing w:line="259" w:lineRule="auto"/>
        <w:ind w:left="851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>deklarujemy i płacimy w sposób należyty i rzetelny zobowiązania prawno</w:t>
      </w:r>
      <w:r w:rsidR="00D975D3" w:rsidRPr="008D0027">
        <w:rPr>
          <w:rFonts w:eastAsia="Calibri" w:cs="Calibri"/>
          <w:color w:val="auto"/>
          <w:lang w:eastAsia="en-US"/>
        </w:rPr>
        <w:t>-</w:t>
      </w:r>
      <w:r w:rsidRPr="008D0027">
        <w:rPr>
          <w:rFonts w:eastAsia="Calibri" w:cs="Calibri"/>
          <w:color w:val="auto"/>
          <w:lang w:eastAsia="en-US"/>
        </w:rPr>
        <w:t>podatkowe związane z podatkiem VAT;</w:t>
      </w:r>
    </w:p>
    <w:p w14:paraId="6AD1A8E4" w14:textId="18E55514" w:rsidR="00835CC5" w:rsidRPr="008D0027" w:rsidRDefault="00835CC5" w:rsidP="00D975D3">
      <w:pPr>
        <w:pStyle w:val="Styl1formularz"/>
        <w:numPr>
          <w:ilvl w:val="0"/>
          <w:numId w:val="35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 xml:space="preserve">rozpoczęliśmy prowadzenie działalności gospodarczej w dniu </w:t>
      </w:r>
      <w:r w:rsidRPr="008D0027">
        <w:rPr>
          <w:rFonts w:eastAsia="Calibri" w:cs="Calibri"/>
          <w:b/>
          <w:color w:val="auto"/>
          <w:lang w:eastAsia="en-US"/>
        </w:rPr>
        <w:t>…</w:t>
      </w:r>
      <w:r w:rsidR="00D975D3" w:rsidRPr="008D0027">
        <w:rPr>
          <w:rFonts w:eastAsia="Calibri" w:cs="Calibri"/>
          <w:b/>
          <w:color w:val="auto"/>
          <w:lang w:eastAsia="en-US"/>
        </w:rPr>
        <w:t>……...</w:t>
      </w:r>
      <w:r w:rsidRPr="008D0027">
        <w:rPr>
          <w:rFonts w:eastAsia="Calibri" w:cs="Calibri"/>
          <w:b/>
          <w:color w:val="auto"/>
          <w:lang w:eastAsia="en-US"/>
        </w:rPr>
        <w:t>….</w:t>
      </w:r>
      <w:r w:rsidR="00D975D3" w:rsidRPr="008D0027">
        <w:rPr>
          <w:rFonts w:eastAsia="Calibri" w:cs="Calibri"/>
          <w:color w:val="auto"/>
          <w:lang w:eastAsia="en-US"/>
        </w:rPr>
        <w:t xml:space="preserve"> </w:t>
      </w:r>
      <w:r w:rsidRPr="008D0027">
        <w:rPr>
          <w:rFonts w:eastAsia="Calibri" w:cs="Calibri"/>
          <w:color w:val="auto"/>
          <w:lang w:eastAsia="en-US"/>
        </w:rPr>
        <w:t>(dzień-miesiąc-rok);</w:t>
      </w:r>
    </w:p>
    <w:p w14:paraId="0849259F" w14:textId="63655D79" w:rsidR="00835CC5" w:rsidRPr="008D0027" w:rsidRDefault="00835CC5" w:rsidP="00D975D3">
      <w:pPr>
        <w:pStyle w:val="Styl1formularz"/>
        <w:numPr>
          <w:ilvl w:val="0"/>
          <w:numId w:val="35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>miejscem prowadzenia działalności gospodarcz</w:t>
      </w:r>
      <w:r w:rsidR="00D975D3" w:rsidRPr="008D0027">
        <w:rPr>
          <w:rFonts w:eastAsia="Calibri" w:cs="Calibri"/>
          <w:color w:val="auto"/>
          <w:lang w:eastAsia="en-US"/>
        </w:rPr>
        <w:t xml:space="preserve">ej jest </w:t>
      </w:r>
      <w:r w:rsidR="00D975D3" w:rsidRPr="008D0027">
        <w:rPr>
          <w:rFonts w:eastAsia="Calibri" w:cs="Calibri"/>
          <w:b/>
          <w:color w:val="auto"/>
          <w:lang w:eastAsia="en-US"/>
        </w:rPr>
        <w:t>…………</w:t>
      </w:r>
      <w:r w:rsidR="00A812AB" w:rsidRPr="008D0027">
        <w:rPr>
          <w:rFonts w:eastAsia="Calibri" w:cs="Calibri"/>
          <w:b/>
          <w:color w:val="auto"/>
          <w:lang w:eastAsia="en-US"/>
        </w:rPr>
        <w:t>…</w:t>
      </w:r>
      <w:r w:rsidR="00A812AB" w:rsidRPr="008D0027">
        <w:rPr>
          <w:rFonts w:eastAsia="Calibri" w:cs="Calibri"/>
          <w:color w:val="auto"/>
          <w:lang w:eastAsia="en-US"/>
        </w:rPr>
        <w:t xml:space="preserve"> (wskazać dokładny adres).</w:t>
      </w:r>
    </w:p>
    <w:p w14:paraId="3B316CA3" w14:textId="77777777" w:rsidR="00087C7C" w:rsidRPr="00E50C59" w:rsidRDefault="00087C7C" w:rsidP="00D975D3">
      <w:pPr>
        <w:pStyle w:val="Styl1formularz"/>
        <w:spacing w:after="120" w:line="259" w:lineRule="auto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087C7C" w:rsidRPr="00F0054B" w14:paraId="11EBB526" w14:textId="77777777" w:rsidTr="00D975D3">
        <w:trPr>
          <w:jc w:val="right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D975D3">
        <w:trPr>
          <w:jc w:val="right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D975D3">
        <w:trPr>
          <w:jc w:val="right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D975D3">
        <w:trPr>
          <w:jc w:val="right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D975D3">
        <w:trPr>
          <w:trHeight w:val="70"/>
          <w:jc w:val="right"/>
        </w:trPr>
        <w:tc>
          <w:tcPr>
            <w:tcW w:w="2968" w:type="dxa"/>
          </w:tcPr>
          <w:p w14:paraId="281BEA5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5674" w:type="dxa"/>
          </w:tcPr>
          <w:p w14:paraId="51F9EAB0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D975D3">
        <w:trPr>
          <w:jc w:val="right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00E637BF" w14:textId="6FDDF930" w:rsidR="00087C7C" w:rsidRDefault="00087C7C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14:paraId="31ADA90A" w14:textId="77777777" w:rsidR="00D975D3" w:rsidRPr="00D975D3" w:rsidRDefault="00D975D3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D975D3" w:rsidRPr="00640FA2" w14:paraId="03C9A938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EF6677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DEB9047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710AC40A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450FA21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975D3" w:rsidRPr="00F0054B" w14:paraId="413E195A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6A6D758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438282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2CF2785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6D005808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021CF63" w14:textId="6E06752F" w:rsidR="00D975D3" w:rsidRDefault="00D975D3" w:rsidP="008F3D9B">
      <w:pPr>
        <w:pStyle w:val="StylZa"/>
      </w:pPr>
    </w:p>
    <w:p w14:paraId="08CA743A" w14:textId="77777777" w:rsidR="00D975D3" w:rsidRDefault="00D975D3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98DBC87" w14:textId="0210B8DF" w:rsidR="00087C7C" w:rsidRPr="006116C4" w:rsidRDefault="00087C7C" w:rsidP="00D975D3">
      <w:pPr>
        <w:pStyle w:val="StylZa"/>
        <w:spacing w:after="240" w:line="259" w:lineRule="auto"/>
      </w:pPr>
      <w:r w:rsidRPr="006116C4">
        <w:t xml:space="preserve">Załącznik nr 2 do </w:t>
      </w:r>
      <w:r w:rsidR="006C29FD">
        <w:t>SWZ</w:t>
      </w:r>
    </w:p>
    <w:p w14:paraId="4A41BFEB" w14:textId="77777777" w:rsidR="00D975D3" w:rsidRDefault="00D975D3" w:rsidP="00D975D3">
      <w:pPr>
        <w:pStyle w:val="Styltytuza"/>
        <w:spacing w:after="240" w:line="259" w:lineRule="auto"/>
      </w:pPr>
    </w:p>
    <w:p w14:paraId="3B4F012D" w14:textId="02324004" w:rsidR="003730CB" w:rsidRPr="008F3D9B" w:rsidRDefault="00087C7C" w:rsidP="006B79D6">
      <w:pPr>
        <w:pStyle w:val="Styltytuza"/>
        <w:spacing w:after="240" w:line="259" w:lineRule="auto"/>
      </w:pPr>
      <w:r w:rsidRPr="008F3D9B">
        <w:t>OPIS PRZEDMIOTU ZAMÓWIENIA</w:t>
      </w:r>
      <w:r w:rsidR="008D0027">
        <w:t xml:space="preserve"> </w:t>
      </w:r>
    </w:p>
    <w:p w14:paraId="015EDA0C" w14:textId="74EF77CC" w:rsidR="00FD7E3B" w:rsidRDefault="009B3A47" w:rsidP="00D975D3">
      <w:pPr>
        <w:pStyle w:val="Styltytuza"/>
        <w:spacing w:after="240" w:line="259" w:lineRule="auto"/>
      </w:pPr>
      <w:r w:rsidRPr="008F3D9B">
        <w:t>/w oddzielnym pliku/</w:t>
      </w:r>
    </w:p>
    <w:p w14:paraId="21D3D2EF" w14:textId="77777777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5426CDE7" w14:textId="739F3106" w:rsidR="00087C7C" w:rsidRPr="002A7223" w:rsidRDefault="00087C7C" w:rsidP="00D975D3">
      <w:pPr>
        <w:pStyle w:val="StylZa"/>
        <w:spacing w:after="240" w:line="259" w:lineRule="auto"/>
      </w:pPr>
      <w:r w:rsidRPr="002A7223">
        <w:t>Załącznik nr 3</w:t>
      </w:r>
      <w:r w:rsidR="006B79D6">
        <w:t>.a-3.c</w:t>
      </w:r>
      <w:r w:rsidRPr="002A7223">
        <w:t xml:space="preserve"> do </w:t>
      </w:r>
      <w:r w:rsidR="006C29FD">
        <w:t>SWZ</w:t>
      </w:r>
    </w:p>
    <w:p w14:paraId="5781C231" w14:textId="77777777" w:rsidR="00D975D3" w:rsidRDefault="00D975D3" w:rsidP="00D975D3">
      <w:pPr>
        <w:pStyle w:val="Styltytuza"/>
        <w:spacing w:after="240" w:line="259" w:lineRule="auto"/>
      </w:pPr>
    </w:p>
    <w:p w14:paraId="309EB2BC" w14:textId="7E2AF34D" w:rsidR="00087C7C" w:rsidRDefault="00CC2316" w:rsidP="00D975D3">
      <w:pPr>
        <w:pStyle w:val="Styltytuza"/>
        <w:spacing w:after="240" w:line="259" w:lineRule="auto"/>
      </w:pPr>
      <w:r>
        <w:t xml:space="preserve">WZÓR </w:t>
      </w:r>
      <w:r w:rsidR="00087C7C">
        <w:t>UMOWY</w:t>
      </w:r>
      <w:r w:rsidR="008D0027">
        <w:t xml:space="preserve"> </w:t>
      </w:r>
    </w:p>
    <w:p w14:paraId="50C4D61F" w14:textId="67525C84" w:rsidR="006B79D6" w:rsidRPr="007925EE" w:rsidRDefault="006B79D6" w:rsidP="00D975D3">
      <w:pPr>
        <w:pStyle w:val="Styltytuza"/>
        <w:spacing w:after="240" w:line="259" w:lineRule="auto"/>
      </w:pPr>
      <w:r>
        <w:t xml:space="preserve">odpowiednio </w:t>
      </w:r>
      <w:r w:rsidRPr="006B79D6">
        <w:t>dla danej części</w:t>
      </w:r>
    </w:p>
    <w:p w14:paraId="08F36E2C" w14:textId="77777777" w:rsidR="00087C7C" w:rsidRDefault="00087C7C" w:rsidP="00D975D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0C53E950" w14:textId="77777777" w:rsidR="00D975D3" w:rsidRPr="00FD7E3B" w:rsidRDefault="00D975D3" w:rsidP="00D975D3">
      <w:pPr>
        <w:pStyle w:val="StylZa"/>
      </w:pPr>
      <w:r>
        <w:t>Załącznik n</w:t>
      </w:r>
      <w:r w:rsidRPr="00FD7E3B">
        <w:t xml:space="preserve">r 4a do SWZ </w:t>
      </w:r>
    </w:p>
    <w:p w14:paraId="0A2A638E" w14:textId="5A4EEF9D" w:rsidR="00D975D3" w:rsidRPr="002A44D0" w:rsidRDefault="00D975D3" w:rsidP="00D975D3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6432" behindDoc="0" locked="0" layoutInCell="0" allowOverlap="1" wp14:anchorId="610988CE" wp14:editId="45D223AC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70FC1" id="Łącznik prostoliniowy 6" o:spid="_x0000_s1026" style="position:absolute;z-index:251666432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from="0,24pt" to="453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" o:allowincell="f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1739E8A0" w14:textId="77777777" w:rsidR="00D975D3" w:rsidRPr="00D91BDA" w:rsidRDefault="00D975D3" w:rsidP="00D975D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975D3" w:rsidRPr="00686709" w14:paraId="330BFC5D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39DF1C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7D514D36" w14:textId="77777777" w:rsidR="00D975D3" w:rsidRPr="00686709" w:rsidRDefault="00D975D3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975D3" w:rsidRPr="00686709" w14:paraId="715EE87A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DDD5D6A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0559F5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FCEEC47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504B3C8E" w14:textId="77777777" w:rsidR="00D975D3" w:rsidRPr="00686709" w:rsidRDefault="00D975D3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67FA1F4" w14:textId="71030467" w:rsidR="00087C7C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E4580"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C3632C" w:rsidRPr="008D0027">
        <w:rPr>
          <w:rFonts w:cs="Arial"/>
          <w:b/>
          <w:sz w:val="20"/>
          <w:szCs w:val="20"/>
        </w:rPr>
        <w:t>„</w:t>
      </w:r>
      <w:r w:rsidR="006B79D6" w:rsidRPr="006B79D6">
        <w:rPr>
          <w:rFonts w:cs="Arial"/>
          <w:b/>
          <w:sz w:val="20"/>
          <w:szCs w:val="20"/>
        </w:rPr>
        <w:t>Dostawa zaworów, grzybkowych, zaworów zwrotnych i zasuw</w:t>
      </w:r>
      <w:r w:rsidR="00C3632C" w:rsidRPr="008D0027">
        <w:rPr>
          <w:rFonts w:cs="Arial"/>
          <w:b/>
          <w:sz w:val="20"/>
          <w:szCs w:val="20"/>
        </w:rPr>
        <w:t>”</w:t>
      </w:r>
      <w:r w:rsidR="008D0027" w:rsidRPr="008D0027">
        <w:rPr>
          <w:rFonts w:cs="Arial"/>
          <w:b/>
          <w:sz w:val="20"/>
          <w:szCs w:val="20"/>
        </w:rPr>
        <w:t>,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6B79D6" w:rsidRPr="006B79D6">
        <w:rPr>
          <w:rFonts w:cs="Arial"/>
          <w:b/>
          <w:sz w:val="20"/>
          <w:szCs w:val="20"/>
        </w:rPr>
        <w:t>NP/ORLEN/26/0039/OZ/TRU</w:t>
      </w:r>
      <w:r w:rsidR="009D0D20" w:rsidRPr="009D0D20">
        <w:rPr>
          <w:rFonts w:cs="Arial"/>
          <w:b/>
          <w:sz w:val="20"/>
          <w:szCs w:val="20"/>
        </w:rPr>
        <w:t>.</w:t>
      </w:r>
    </w:p>
    <w:p w14:paraId="4974F1BF" w14:textId="77777777" w:rsidR="00087C7C" w:rsidRPr="002A44D0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341231">
      <w:pPr>
        <w:pStyle w:val="xl114"/>
        <w:numPr>
          <w:ilvl w:val="0"/>
          <w:numId w:val="12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341231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1A583F49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6BFE2E9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A70C515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3345989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0FFA8F4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24D702F2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4680A3D8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01A6484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1F8F0DFF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E18B4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79CB22D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1176AABC" w14:textId="77777777" w:rsidR="00341231" w:rsidRDefault="00087C7C" w:rsidP="00341231">
      <w:pPr>
        <w:pStyle w:val="StylZa"/>
      </w:pPr>
      <w:r>
        <w:br w:type="page"/>
      </w:r>
      <w:r w:rsidR="00341231">
        <w:t xml:space="preserve">Załącznik nr 4b do SWZ </w:t>
      </w:r>
    </w:p>
    <w:p w14:paraId="1080AA78" w14:textId="385299D0" w:rsidR="00341231" w:rsidRPr="002A44D0" w:rsidRDefault="00341231" w:rsidP="00341231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8480" behindDoc="0" locked="0" layoutInCell="1" allowOverlap="1" wp14:anchorId="5B7BD811" wp14:editId="391CED3A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3287E" id="Łącznik prostoliniowy 5" o:spid="_x0000_s1026" style="position:absolute;flip:y;z-index:251668480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from="401.5pt,22.4pt" to="85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</w:t>
      </w:r>
      <w:r w:rsidR="006268B2">
        <w:t xml:space="preserve"> </w:t>
      </w:r>
    </w:p>
    <w:p w14:paraId="33186B9A" w14:textId="77777777" w:rsidR="00341231" w:rsidRPr="002A44D0" w:rsidRDefault="00341231" w:rsidP="00341231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0710A227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E4BAA7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43D96BFD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3A95898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4297275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518C67F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283E7BB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195DB280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15C902C4" w14:textId="77777777" w:rsidR="00341231" w:rsidRPr="00686709" w:rsidRDefault="00341231" w:rsidP="00341231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76552AE6" w14:textId="1B296962" w:rsidR="00087C7C" w:rsidRPr="00E50C59" w:rsidRDefault="00087C7C" w:rsidP="00341231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E4580"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BA5BCD" w:rsidRPr="008D0027">
        <w:rPr>
          <w:rFonts w:cs="Arial"/>
          <w:b/>
          <w:sz w:val="20"/>
          <w:szCs w:val="20"/>
        </w:rPr>
        <w:t>„</w:t>
      </w:r>
      <w:r w:rsidR="00BA5BCD" w:rsidRPr="006B79D6">
        <w:rPr>
          <w:rFonts w:cs="Arial"/>
          <w:b/>
          <w:sz w:val="20"/>
          <w:szCs w:val="20"/>
        </w:rPr>
        <w:t>Dostawa zaworów, grzybkowych, zaworów zwrotnych i zasuw</w:t>
      </w:r>
      <w:r w:rsidR="00BA5BCD" w:rsidRPr="008D0027">
        <w:rPr>
          <w:rFonts w:cs="Arial"/>
          <w:b/>
          <w:sz w:val="20"/>
          <w:szCs w:val="20"/>
        </w:rPr>
        <w:t>”,</w:t>
      </w:r>
      <w:r w:rsidR="00BA5BCD">
        <w:rPr>
          <w:rFonts w:cs="Arial"/>
          <w:b/>
          <w:sz w:val="20"/>
          <w:szCs w:val="20"/>
        </w:rPr>
        <w:t xml:space="preserve"> </w:t>
      </w:r>
      <w:r w:rsidR="00BA5BCD" w:rsidRPr="00F35670">
        <w:rPr>
          <w:rFonts w:cs="Arial"/>
          <w:sz w:val="20"/>
          <w:szCs w:val="20"/>
        </w:rPr>
        <w:t>o numerze</w:t>
      </w:r>
      <w:r w:rsidR="00BA5BCD">
        <w:rPr>
          <w:rFonts w:cs="Arial"/>
          <w:b/>
          <w:sz w:val="20"/>
          <w:szCs w:val="20"/>
        </w:rPr>
        <w:t xml:space="preserve"> </w:t>
      </w:r>
      <w:r w:rsidR="00BA5BCD" w:rsidRPr="006B79D6">
        <w:rPr>
          <w:rFonts w:cs="Arial"/>
          <w:b/>
          <w:sz w:val="20"/>
          <w:szCs w:val="20"/>
        </w:rPr>
        <w:t>NP/ORLEN/26/0039/OZ/TRU</w:t>
      </w:r>
      <w:r w:rsidR="009D0D20" w:rsidRPr="009D0D20">
        <w:rPr>
          <w:rFonts w:cs="Arial"/>
          <w:b/>
          <w:sz w:val="20"/>
          <w:szCs w:val="20"/>
        </w:rPr>
        <w:t>.</w:t>
      </w:r>
    </w:p>
    <w:p w14:paraId="24262DEB" w14:textId="77777777" w:rsidR="00087C7C" w:rsidRPr="002A44D0" w:rsidRDefault="00087C7C" w:rsidP="00341231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0B62D276" w:rsidR="00EE4672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022C7A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6107B4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7116A625" w14:textId="77777777" w:rsidR="00341231" w:rsidRDefault="00482581" w:rsidP="0034123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43E7EBE0" w14:textId="77777777" w:rsidR="00341231" w:rsidRDefault="00482581" w:rsidP="0034123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w których pracownicy lub osoby najbliższe pracowników </w:t>
      </w:r>
      <w:r w:rsidR="00C77586" w:rsidRPr="00341231">
        <w:rPr>
          <w:rFonts w:cs="Arial"/>
          <w:sz w:val="20"/>
          <w:szCs w:val="20"/>
        </w:rPr>
        <w:t>Zespołu Oddziałów Polskie Górnictwo Naftowe i Gazownictwo  ORLEN Spółki Akcyjnej</w:t>
      </w:r>
      <w:r w:rsidR="00C77586" w:rsidRPr="00341231" w:rsidDel="00A0466B">
        <w:rPr>
          <w:rFonts w:cs="Arial"/>
          <w:sz w:val="20"/>
          <w:szCs w:val="20"/>
        </w:rPr>
        <w:t xml:space="preserve"> </w:t>
      </w:r>
      <w:r w:rsidR="00CD0535" w:rsidRPr="00341231">
        <w:rPr>
          <w:rFonts w:cs="Arial"/>
          <w:sz w:val="20"/>
          <w:szCs w:val="20"/>
        </w:rPr>
        <w:t>lub Spółki Zależnej</w:t>
      </w:r>
      <w:r w:rsidRPr="00341231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7A6D0864" w:rsidR="00482581" w:rsidRPr="00341231" w:rsidRDefault="00482581" w:rsidP="0034123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na rzecz których pracownicy lub osoby najbliższe pracowników </w:t>
      </w:r>
      <w:r w:rsidR="00C77586" w:rsidRPr="00341231">
        <w:rPr>
          <w:rFonts w:cs="Arial"/>
          <w:sz w:val="20"/>
          <w:szCs w:val="20"/>
        </w:rPr>
        <w:t>Zespołu Oddziałów Polskie Górnictwo Naftowe i Gazownictwo  ORLEN Spółki Akcyjnej</w:t>
      </w:r>
      <w:r w:rsidR="00C77586" w:rsidRPr="00341231" w:rsidDel="00A0466B">
        <w:rPr>
          <w:rFonts w:cs="Arial"/>
          <w:sz w:val="20"/>
          <w:szCs w:val="20"/>
        </w:rPr>
        <w:t xml:space="preserve"> </w:t>
      </w:r>
      <w:r w:rsidR="00CD0535" w:rsidRPr="00341231">
        <w:rPr>
          <w:rFonts w:cs="Arial"/>
          <w:sz w:val="20"/>
          <w:szCs w:val="20"/>
        </w:rPr>
        <w:t>lub Spółki Zależnej</w:t>
      </w:r>
      <w:r w:rsidRPr="00341231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 w:rsidRPr="00341231"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41231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2DF48904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231A68D9" w14:textId="4EEBC5AA" w:rsidR="006155DB" w:rsidRPr="00815516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</w:t>
      </w:r>
      <w:r w:rsidR="009141EF" w:rsidRPr="008721B9">
        <w:rPr>
          <w:rFonts w:cs="Arial"/>
          <w:bCs/>
          <w:iCs/>
          <w:sz w:val="20"/>
          <w:szCs w:val="20"/>
          <w:u w:val="single"/>
        </w:rPr>
        <w:t>owaniu terroryzmu</w:t>
      </w:r>
      <w:r w:rsidR="008721B9"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14:paraId="34811DDB" w14:textId="05743919" w:rsidR="006155DB" w:rsidRPr="006B41FA" w:rsidRDefault="006155DB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</w:t>
      </w:r>
      <w:r w:rsidR="00C71177" w:rsidRPr="006B41FA">
        <w:rPr>
          <w:rFonts w:cs="Arial"/>
          <w:bCs/>
          <w:iCs/>
          <w:sz w:val="20"/>
          <w:szCs w:val="20"/>
          <w:u w:val="single"/>
        </w:rPr>
        <w:t>. o rachunkowości</w:t>
      </w:r>
      <w:r w:rsidR="006B41FA"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</w:t>
      </w:r>
      <w:r w:rsidR="007343D8" w:rsidRPr="006B41FA">
        <w:rPr>
          <w:rFonts w:cs="Arial"/>
          <w:bCs/>
          <w:iCs/>
          <w:sz w:val="20"/>
          <w:szCs w:val="20"/>
          <w:u w:val="single"/>
        </w:rPr>
        <w:t> </w:t>
      </w:r>
      <w:r w:rsidRPr="006B41FA">
        <w:rPr>
          <w:rFonts w:cs="Arial"/>
          <w:bCs/>
          <w:iCs/>
          <w:sz w:val="20"/>
          <w:szCs w:val="20"/>
          <w:u w:val="single"/>
        </w:rPr>
        <w:t>zakresie przeciwdziałania wspieraniu agresji na Ukrainę oraz służących ochronie bezpieczeństwa narodowego.</w:t>
      </w:r>
    </w:p>
    <w:p w14:paraId="5C28699C" w14:textId="28BC80DB" w:rsidR="006155DB" w:rsidRPr="00815516" w:rsidRDefault="00D51788" w:rsidP="003412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</w:t>
      </w:r>
      <w:r w:rsidR="006155DB"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="006155DB"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341231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341231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53A95452" w:rsidR="00087C7C" w:rsidRDefault="00087C7C" w:rsidP="00341231">
      <w:pPr>
        <w:spacing w:line="259" w:lineRule="auto"/>
        <w:rPr>
          <w:rFonts w:cs="Arial"/>
          <w:sz w:val="20"/>
          <w:szCs w:val="20"/>
        </w:rPr>
      </w:pPr>
    </w:p>
    <w:p w14:paraId="2214A5AF" w14:textId="77777777" w:rsidR="00341231" w:rsidRDefault="00341231" w:rsidP="00341231">
      <w:pPr>
        <w:spacing w:line="259" w:lineRule="auto"/>
        <w:rPr>
          <w:rFonts w:cs="Arial"/>
          <w:sz w:val="20"/>
          <w:szCs w:val="20"/>
        </w:rPr>
      </w:pPr>
    </w:p>
    <w:p w14:paraId="532AA445" w14:textId="49506B05" w:rsidR="00087C7C" w:rsidRDefault="00087C7C" w:rsidP="00341231">
      <w:pPr>
        <w:pStyle w:val="Styltytuza"/>
        <w:spacing w:after="0" w:line="259" w:lineRule="auto"/>
      </w:pPr>
      <w:r w:rsidRPr="009C47E0">
        <w:t>OŚWIADCZAMY, ŻE NIE PODLEGAMY WYKLUCZENIU</w:t>
      </w:r>
      <w:r w:rsidR="006155DB">
        <w:t xml:space="preserve"> Z POSTĘPOWANIA</w:t>
      </w:r>
    </w:p>
    <w:p w14:paraId="2D267AAE" w14:textId="77777777" w:rsidR="00341231" w:rsidRPr="009C47E0" w:rsidRDefault="00341231" w:rsidP="00341231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65B379F4" w14:textId="77777777" w:rsidTr="007961CD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5E072D3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14:paraId="545F5B32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14:paraId="693A656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14:paraId="005205C1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7BF9C6E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15A725D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5E231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01847712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1D88F2E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E91566D" w14:textId="77777777" w:rsidR="00341231" w:rsidRPr="009C47E0" w:rsidRDefault="00341231" w:rsidP="00341231">
      <w:pPr>
        <w:pStyle w:val="StylZa"/>
      </w:pPr>
      <w:r>
        <w:t xml:space="preserve">Załącznik nr 4c do SWZ </w:t>
      </w:r>
    </w:p>
    <w:p w14:paraId="18AD4FEB" w14:textId="524F690C" w:rsidR="00341231" w:rsidRPr="002A44D0" w:rsidRDefault="00341231" w:rsidP="00341231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  <w:r w:rsidR="006268B2">
        <w:t xml:space="preserve"> </w:t>
      </w:r>
    </w:p>
    <w:p w14:paraId="4BDFA650" w14:textId="77777777" w:rsidR="00341231" w:rsidRPr="002A44D0" w:rsidRDefault="00341231" w:rsidP="0034123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70528" behindDoc="0" locked="0" layoutInCell="1" allowOverlap="1" wp14:anchorId="536BD18E" wp14:editId="6A5324E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419DD" id="Łącznik prostoliniowy 12" o:spid="_x0000_s1026" style="position:absolute;flip:y;z-index:251670528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3F673FC0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DFC30E3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2EEC6EE6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2994FAF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7058C8D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EDFB54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6CF93F8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646C4B63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3466B1F" w14:textId="3D6308E9" w:rsidR="00087C7C" w:rsidRPr="00C63DCD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E4580"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BA5BCD" w:rsidRPr="008D0027">
        <w:rPr>
          <w:rFonts w:cs="Arial"/>
          <w:b/>
          <w:sz w:val="20"/>
          <w:szCs w:val="20"/>
        </w:rPr>
        <w:t>„</w:t>
      </w:r>
      <w:r w:rsidR="00BA5BCD" w:rsidRPr="006B79D6">
        <w:rPr>
          <w:rFonts w:cs="Arial"/>
          <w:b/>
          <w:sz w:val="20"/>
          <w:szCs w:val="20"/>
        </w:rPr>
        <w:t>Dostawa zaworów, grzybkowych, zaworów zwrotnych i zasuw</w:t>
      </w:r>
      <w:r w:rsidR="00BA5BCD" w:rsidRPr="008D0027">
        <w:rPr>
          <w:rFonts w:cs="Arial"/>
          <w:b/>
          <w:sz w:val="20"/>
          <w:szCs w:val="20"/>
        </w:rPr>
        <w:t>”,</w:t>
      </w:r>
      <w:r w:rsidR="00BA5BCD">
        <w:rPr>
          <w:rFonts w:cs="Arial"/>
          <w:b/>
          <w:sz w:val="20"/>
          <w:szCs w:val="20"/>
        </w:rPr>
        <w:t xml:space="preserve"> </w:t>
      </w:r>
      <w:r w:rsidR="00BA5BCD" w:rsidRPr="00F35670">
        <w:rPr>
          <w:rFonts w:cs="Arial"/>
          <w:sz w:val="20"/>
          <w:szCs w:val="20"/>
        </w:rPr>
        <w:t>o numerze</w:t>
      </w:r>
      <w:r w:rsidR="00BA5BCD">
        <w:rPr>
          <w:rFonts w:cs="Arial"/>
          <w:b/>
          <w:sz w:val="20"/>
          <w:szCs w:val="20"/>
        </w:rPr>
        <w:t xml:space="preserve"> </w:t>
      </w:r>
      <w:r w:rsidR="00BA5BCD" w:rsidRPr="006B79D6">
        <w:rPr>
          <w:rFonts w:cs="Arial"/>
          <w:b/>
          <w:sz w:val="20"/>
          <w:szCs w:val="20"/>
        </w:rPr>
        <w:t>NP/ORLEN/26/0039/OZ/TRU</w:t>
      </w:r>
      <w:r w:rsidR="009D0D20">
        <w:rPr>
          <w:rFonts w:cs="Arial"/>
          <w:b/>
          <w:sz w:val="20"/>
          <w:szCs w:val="20"/>
        </w:rPr>
        <w:t xml:space="preserve">,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341231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47E26D2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A11580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669C627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2E38AF4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2E5682BE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03C81C2F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482E2A9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C3E57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EB51E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5525D0A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27BAF8D2" w14:textId="77777777" w:rsidR="00BA5BCD" w:rsidRDefault="00BA5BCD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14:paraId="587D5E07" w14:textId="201E521D" w:rsidR="00665F1F" w:rsidRPr="009C47E0" w:rsidRDefault="00665F1F" w:rsidP="00665F1F">
      <w:pPr>
        <w:pStyle w:val="StylZa"/>
      </w:pPr>
      <w:r>
        <w:t xml:space="preserve">Załącznik nr 5a-5c do SWZ </w:t>
      </w:r>
    </w:p>
    <w:p w14:paraId="178E21CA" w14:textId="77777777" w:rsidR="00665F1F" w:rsidRDefault="00665F1F" w:rsidP="00665F1F">
      <w:pPr>
        <w:pStyle w:val="Styltytuza"/>
        <w:spacing w:after="240" w:line="259" w:lineRule="auto"/>
      </w:pPr>
    </w:p>
    <w:p w14:paraId="14C1706E" w14:textId="77777777" w:rsidR="00665F1F" w:rsidRDefault="00665F1F" w:rsidP="00665F1F">
      <w:pPr>
        <w:pStyle w:val="Styltytuza"/>
        <w:spacing w:after="240" w:line="259" w:lineRule="auto"/>
      </w:pPr>
      <w:r>
        <w:br/>
        <w:t xml:space="preserve">FORMULARZ CENOWY </w:t>
      </w:r>
    </w:p>
    <w:p w14:paraId="0D6B890F" w14:textId="3B1E4ECA" w:rsidR="00665F1F" w:rsidRPr="007925EE" w:rsidRDefault="00665F1F" w:rsidP="00665F1F">
      <w:pPr>
        <w:pStyle w:val="Styltytuza"/>
        <w:spacing w:after="240" w:line="259" w:lineRule="auto"/>
      </w:pPr>
      <w:r>
        <w:t xml:space="preserve">odpowiednio </w:t>
      </w:r>
      <w:r w:rsidRPr="006B79D6">
        <w:t>dla danej części</w:t>
      </w:r>
    </w:p>
    <w:p w14:paraId="7175C782" w14:textId="39755958" w:rsidR="00665F1F" w:rsidRDefault="00665F1F" w:rsidP="00665F1F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14:paraId="069298A9" w14:textId="44BEAA78" w:rsidR="00665F1F" w:rsidRDefault="000F2F26" w:rsidP="00665F1F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Zamawiający wymaga złożenia wypełnionej Tabeli (</w:t>
      </w:r>
      <w:r w:rsidRPr="000F2F26">
        <w:rPr>
          <w:i/>
          <w:szCs w:val="20"/>
        </w:rPr>
        <w:t>odpowiednio dla danej części</w:t>
      </w:r>
      <w:r>
        <w:rPr>
          <w:szCs w:val="20"/>
        </w:rPr>
        <w:t xml:space="preserve">): </w:t>
      </w:r>
    </w:p>
    <w:p w14:paraId="4A87EE8A" w14:textId="77777777" w:rsidR="000F2F26" w:rsidRPr="000F2F26" w:rsidRDefault="000F2F26" w:rsidP="000F2F26">
      <w:pPr>
        <w:pStyle w:val="Styltytuza"/>
        <w:spacing w:after="240" w:line="259" w:lineRule="auto"/>
        <w:jc w:val="left"/>
        <w:rPr>
          <w:szCs w:val="20"/>
        </w:rPr>
      </w:pPr>
      <w:r w:rsidRPr="000F2F26">
        <w:rPr>
          <w:szCs w:val="20"/>
        </w:rPr>
        <w:t>a. w wersji podpisanej,</w:t>
      </w:r>
    </w:p>
    <w:p w14:paraId="3BA40AE7" w14:textId="5BD6F86D" w:rsidR="000F2F26" w:rsidRDefault="000F2F26" w:rsidP="000F2F26">
      <w:pPr>
        <w:pStyle w:val="Styltytuza"/>
        <w:spacing w:after="240" w:line="259" w:lineRule="auto"/>
        <w:jc w:val="left"/>
        <w:rPr>
          <w:szCs w:val="20"/>
        </w:rPr>
      </w:pPr>
      <w:r w:rsidRPr="000F2F26">
        <w:rPr>
          <w:szCs w:val="20"/>
        </w:rPr>
        <w:t xml:space="preserve">b. w wersji edytowalnej (plik </w:t>
      </w:r>
      <w:proofErr w:type="spellStart"/>
      <w:r w:rsidRPr="000F2F26">
        <w:rPr>
          <w:szCs w:val="20"/>
        </w:rPr>
        <w:t>excel</w:t>
      </w:r>
      <w:proofErr w:type="spellEnd"/>
      <w:r w:rsidRPr="000F2F26">
        <w:rPr>
          <w:szCs w:val="20"/>
        </w:rPr>
        <w:t>) – dodatkowa forma opcjonalna;</w:t>
      </w:r>
    </w:p>
    <w:p w14:paraId="1301C759" w14:textId="77777777" w:rsidR="00665F1F" w:rsidRDefault="00665F1F">
      <w:pPr>
        <w:spacing w:line="240" w:lineRule="auto"/>
        <w:jc w:val="left"/>
        <w:rPr>
          <w:rFonts w:eastAsia="Calibri" w:cs="Calibri"/>
          <w:b/>
          <w:sz w:val="20"/>
          <w:szCs w:val="20"/>
          <w:lang w:eastAsia="en-US"/>
        </w:rPr>
      </w:pPr>
      <w:r>
        <w:rPr>
          <w:szCs w:val="20"/>
        </w:rPr>
        <w:br w:type="page"/>
      </w:r>
    </w:p>
    <w:p w14:paraId="012F6158" w14:textId="77777777" w:rsidR="00665F1F" w:rsidRDefault="00665F1F" w:rsidP="00665F1F">
      <w:pPr>
        <w:pStyle w:val="Styltytuza"/>
        <w:spacing w:after="240" w:line="259" w:lineRule="auto"/>
        <w:rPr>
          <w:szCs w:val="20"/>
        </w:rPr>
      </w:pPr>
    </w:p>
    <w:p w14:paraId="35EF6EE8" w14:textId="216E8397" w:rsidR="00341231" w:rsidRDefault="00341231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</w:p>
    <w:p w14:paraId="6186FBB9" w14:textId="40B53156" w:rsidR="00402048" w:rsidRPr="008D0027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8D0027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BA5BCD">
        <w:rPr>
          <w:rFonts w:cs="Arial"/>
          <w:b/>
          <w:bCs/>
          <w:kern w:val="32"/>
          <w:sz w:val="20"/>
          <w:szCs w:val="22"/>
        </w:rPr>
        <w:t>6</w:t>
      </w:r>
      <w:r w:rsidRPr="008D0027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14:paraId="1273DDB3" w14:textId="77777777" w:rsidR="00402048" w:rsidRPr="008D0027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020CC850" w14:textId="19F4AAE4" w:rsidR="00402048" w:rsidRDefault="008D0027" w:rsidP="00665F1F">
      <w:pPr>
        <w:pStyle w:val="Styltytuza"/>
      </w:pPr>
      <w:r w:rsidRPr="008D0027">
        <w:t>Wykaz dostaw</w:t>
      </w:r>
    </w:p>
    <w:p w14:paraId="76A46A9A" w14:textId="77777777" w:rsidR="00665F1F" w:rsidRDefault="00665F1F" w:rsidP="00665F1F">
      <w:pPr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Dla części nr …</w:t>
      </w:r>
    </w:p>
    <w:p w14:paraId="0E3F7E7F" w14:textId="1C9A7ED9" w:rsidR="00665F1F" w:rsidRPr="00665F1F" w:rsidRDefault="00665F1F" w:rsidP="00665F1F">
      <w:pPr>
        <w:pStyle w:val="Styltytuza"/>
        <w:rPr>
          <w:b w:val="0"/>
        </w:rPr>
      </w:pPr>
      <w:r w:rsidRPr="00665F1F">
        <w:rPr>
          <w:rFonts w:ascii="Arial-ItalicMT" w:hAnsi="Arial-ItalicMT" w:cs="Arial-ItalicMT"/>
          <w:b w:val="0"/>
          <w:i/>
          <w:iCs/>
          <w:szCs w:val="20"/>
        </w:rPr>
        <w:t>(należy wpisać numer części)</w:t>
      </w:r>
    </w:p>
    <w:p w14:paraId="3F6D65F3" w14:textId="77777777" w:rsidR="00402048" w:rsidRPr="008D0027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8D0027">
        <w:rPr>
          <w:noProof/>
        </w:rPr>
        <mc:AlternateContent>
          <mc:Choice Requires="wps">
            <w:drawing>
              <wp:anchor distT="4294967289" distB="4294967289" distL="114300" distR="114300" simplePos="0" relativeHeight="251674624" behindDoc="0" locked="0" layoutInCell="1" allowOverlap="1" wp14:anchorId="03C94958" wp14:editId="5C0F78E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8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E5820" id="Łącznik prostoliniowy 12" o:spid="_x0000_s1026" style="position:absolute;flip:y;z-index:251674624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A3oLwIAAEY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ClkDe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2048" w:rsidRPr="008D0027" w14:paraId="440852E3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2ED00A8" w14:textId="77777777" w:rsidR="00402048" w:rsidRPr="008D0027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393F14A8" w14:textId="77777777" w:rsidR="00402048" w:rsidRPr="008D0027" w:rsidRDefault="00402048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02048" w:rsidRPr="008D0027" w14:paraId="3555007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E60B0D9" w14:textId="77777777" w:rsidR="00402048" w:rsidRPr="008D0027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2E6D3B44" w14:textId="77777777" w:rsidR="00402048" w:rsidRPr="008D0027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2F876FA7" w14:textId="77777777" w:rsidR="00402048" w:rsidRPr="008D0027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79D32C3C" w14:textId="77777777" w:rsidR="00402048" w:rsidRPr="008D0027" w:rsidRDefault="00402048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A89255E" w14:textId="1171AE38" w:rsidR="00CE308C" w:rsidRPr="008D0027" w:rsidRDefault="00CE308C" w:rsidP="001A0061"/>
    <w:p w14:paraId="4EA7216C" w14:textId="244F44B0" w:rsidR="001A0061" w:rsidRPr="00665F1F" w:rsidRDefault="001A0061" w:rsidP="00665F1F">
      <w:pPr>
        <w:spacing w:line="276" w:lineRule="auto"/>
        <w:ind w:left="-142"/>
        <w:rPr>
          <w:rFonts w:cs="Arial"/>
          <w:sz w:val="20"/>
          <w:szCs w:val="20"/>
        </w:rPr>
      </w:pPr>
      <w:r w:rsidRPr="006268B2">
        <w:rPr>
          <w:rFonts w:cs="Arial"/>
          <w:spacing w:val="2"/>
          <w:sz w:val="20"/>
          <w:szCs w:val="20"/>
        </w:rPr>
        <w:t xml:space="preserve">Składając ofertę w postępowaniu o udzielenie zamówienia, prowadzonym w trybie przetargu nieograniczonego na wykonanie zadania, pn.: </w:t>
      </w:r>
      <w:r w:rsidR="00EE4580" w:rsidRPr="00EE4580">
        <w:rPr>
          <w:rFonts w:cs="Arial"/>
          <w:b/>
          <w:sz w:val="20"/>
          <w:szCs w:val="20"/>
        </w:rPr>
        <w:t>„</w:t>
      </w:r>
      <w:r w:rsidR="00BA5BCD" w:rsidRPr="00BA5BCD">
        <w:rPr>
          <w:rFonts w:cs="Arial"/>
          <w:b/>
          <w:sz w:val="20"/>
          <w:szCs w:val="20"/>
        </w:rPr>
        <w:t>Dostawa zaworów, grzybkowych, zaworów zwrotnych i zasuw”, o numerze NP/ORLEN/26/0039/OZ/TRU</w:t>
      </w:r>
      <w:r w:rsidR="009D0D20" w:rsidRPr="008C44D2">
        <w:rPr>
          <w:rFonts w:cs="Arial"/>
          <w:b/>
          <w:spacing w:val="2"/>
          <w:sz w:val="20"/>
          <w:szCs w:val="20"/>
        </w:rPr>
        <w:t>,</w:t>
      </w:r>
      <w:r w:rsidRPr="008C44D2">
        <w:rPr>
          <w:rFonts w:cs="Arial"/>
          <w:sz w:val="20"/>
          <w:szCs w:val="20"/>
        </w:rPr>
        <w:t xml:space="preserve"> </w:t>
      </w:r>
      <w:r w:rsidR="00665F1F" w:rsidRPr="00665F1F">
        <w:rPr>
          <w:rFonts w:cs="Arial"/>
          <w:sz w:val="20"/>
          <w:szCs w:val="20"/>
        </w:rPr>
        <w:t>w celu potwierdzenia spełnienia warunku</w:t>
      </w:r>
      <w:r w:rsidR="00665F1F">
        <w:rPr>
          <w:rFonts w:cs="Arial"/>
          <w:sz w:val="20"/>
          <w:szCs w:val="20"/>
        </w:rPr>
        <w:t xml:space="preserve"> </w:t>
      </w:r>
      <w:r w:rsidR="00665F1F" w:rsidRPr="00665F1F">
        <w:rPr>
          <w:rFonts w:cs="Arial"/>
          <w:sz w:val="20"/>
          <w:szCs w:val="20"/>
        </w:rPr>
        <w:t>udziału w postęp</w:t>
      </w:r>
      <w:r w:rsidR="00EA5500">
        <w:rPr>
          <w:rFonts w:cs="Arial"/>
          <w:sz w:val="20"/>
          <w:szCs w:val="20"/>
        </w:rPr>
        <w:t xml:space="preserve">owaniu wskazanego w pkt 10.2. </w:t>
      </w:r>
      <w:r w:rsidR="00665F1F" w:rsidRPr="00665F1F">
        <w:rPr>
          <w:rFonts w:cs="Arial"/>
          <w:sz w:val="20"/>
          <w:szCs w:val="20"/>
        </w:rPr>
        <w:t>SWZ oświadczam, iż wykonaliśmy następujące</w:t>
      </w:r>
      <w:r w:rsidR="00665F1F">
        <w:rPr>
          <w:rFonts w:cs="Arial"/>
          <w:sz w:val="20"/>
          <w:szCs w:val="20"/>
        </w:rPr>
        <w:t xml:space="preserve"> </w:t>
      </w:r>
      <w:r w:rsidR="00665F1F" w:rsidRPr="00665F1F">
        <w:rPr>
          <w:rFonts w:cs="Arial"/>
          <w:sz w:val="20"/>
          <w:szCs w:val="20"/>
        </w:rPr>
        <w:t>dostawy:</w:t>
      </w:r>
    </w:p>
    <w:tbl>
      <w:tblPr>
        <w:tblW w:w="921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9"/>
        <w:gridCol w:w="1701"/>
        <w:gridCol w:w="2127"/>
        <w:gridCol w:w="2127"/>
      </w:tblGrid>
      <w:tr w:rsidR="001A0061" w:rsidRPr="005A37AA" w14:paraId="52485123" w14:textId="77777777" w:rsidTr="001A0061">
        <w:trPr>
          <w:trHeight w:val="6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7CBA05C5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077C5918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14:paraId="730BB0E6" w14:textId="40A6827C" w:rsidR="001A0061" w:rsidRPr="001A0061" w:rsidRDefault="00665F1F" w:rsidP="009D0D20">
            <w:pPr>
              <w:spacing w:line="240" w:lineRule="auto"/>
              <w:jc w:val="center"/>
              <w:rPr>
                <w:b/>
                <w:bCs/>
                <w:i/>
                <w:color w:val="FFFFFF" w:themeColor="background1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Przedmiot dostawy</w:t>
            </w:r>
            <w:r w:rsidRPr="001A0061">
              <w:rPr>
                <w:b/>
                <w:bCs/>
                <w:i/>
                <w:color w:val="FFFFFF" w:themeColor="background1"/>
                <w:sz w:val="20"/>
                <w:szCs w:val="20"/>
              </w:rPr>
              <w:t xml:space="preserve"> </w:t>
            </w:r>
            <w:r w:rsidR="001A0061" w:rsidRPr="001A0061">
              <w:rPr>
                <w:b/>
                <w:bCs/>
                <w:i/>
                <w:color w:val="FFFFFF" w:themeColor="background1"/>
                <w:sz w:val="20"/>
                <w:szCs w:val="20"/>
              </w:rPr>
              <w:t>(producent, model, typ)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14:paraId="228E5F84" w14:textId="3DAD9260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Zamawiający/     Odbiorca</w:t>
            </w:r>
          </w:p>
          <w:p w14:paraId="4AF31D73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</w:tcPr>
          <w:p w14:paraId="6BBD9E17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14:paraId="6466C5F9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Wartość</w:t>
            </w:r>
          </w:p>
          <w:p w14:paraId="55C5D7C5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[zł netto]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21F37324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Data / -y</w:t>
            </w:r>
          </w:p>
          <w:p w14:paraId="1394E600" w14:textId="77777777" w:rsidR="001A0061" w:rsidRPr="001A0061" w:rsidRDefault="001A0061" w:rsidP="009D0D20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 xml:space="preserve"> wykonania </w:t>
            </w:r>
          </w:p>
        </w:tc>
      </w:tr>
      <w:tr w:rsidR="001A0061" w:rsidRPr="005A37AA" w14:paraId="77C65242" w14:textId="77777777" w:rsidTr="009D0D20">
        <w:trPr>
          <w:trHeight w:val="3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5D7BF7" w14:textId="77777777" w:rsidR="001A0061" w:rsidRPr="009D0D20" w:rsidRDefault="001A0061" w:rsidP="009D0D20">
            <w:pPr>
              <w:spacing w:line="240" w:lineRule="auto"/>
              <w:jc w:val="center"/>
              <w:rPr>
                <w:b/>
                <w:color w:val="000000"/>
                <w:sz w:val="24"/>
              </w:rPr>
            </w:pPr>
          </w:p>
          <w:p w14:paraId="0C697AD1" w14:textId="6E4CA145" w:rsidR="001A0061" w:rsidRPr="009D0D20" w:rsidRDefault="001A0061" w:rsidP="009D0D20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D0D20">
              <w:rPr>
                <w:b/>
                <w:color w:val="000000"/>
                <w:sz w:val="20"/>
                <w:szCs w:val="20"/>
              </w:rPr>
              <w:t>1</w:t>
            </w:r>
            <w:r w:rsidR="009D0D20" w:rsidRPr="009D0D20">
              <w:rPr>
                <w:b/>
                <w:color w:val="000000"/>
                <w:sz w:val="20"/>
                <w:szCs w:val="20"/>
              </w:rPr>
              <w:t>.</w:t>
            </w:r>
          </w:p>
          <w:p w14:paraId="45994D5C" w14:textId="77777777" w:rsidR="001A0061" w:rsidRPr="009D0D20" w:rsidRDefault="001A0061" w:rsidP="009D0D20">
            <w:pPr>
              <w:spacing w:line="24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9AD6C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30BECA66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22676D71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74DE5F57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14:paraId="11FC7DE6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76AC9C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89E29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5B4B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5A37AA">
              <w:rPr>
                <w:color w:val="000000"/>
                <w:sz w:val="20"/>
                <w:szCs w:val="20"/>
              </w:rPr>
              <w:t>rozpoczęcie: …..</w:t>
            </w:r>
          </w:p>
          <w:p w14:paraId="2E832244" w14:textId="77777777" w:rsidR="001A0061" w:rsidRPr="005A37AA" w:rsidRDefault="001A0061" w:rsidP="009D0D20">
            <w:pPr>
              <w:spacing w:line="240" w:lineRule="auto"/>
              <w:rPr>
                <w:color w:val="000000"/>
              </w:rPr>
            </w:pPr>
            <w:r w:rsidRPr="005A37AA">
              <w:rPr>
                <w:color w:val="000000"/>
                <w:sz w:val="20"/>
                <w:szCs w:val="20"/>
              </w:rPr>
              <w:t>zakończenie: …..</w:t>
            </w:r>
          </w:p>
        </w:tc>
      </w:tr>
      <w:tr w:rsidR="001A0061" w:rsidRPr="005A37AA" w14:paraId="54483A66" w14:textId="77777777" w:rsidTr="009D0D20">
        <w:trPr>
          <w:trHeight w:val="3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4E99BA" w14:textId="77777777" w:rsidR="001A0061" w:rsidRPr="009D0D20" w:rsidRDefault="001A0061" w:rsidP="009D0D20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786C2FD6" w14:textId="227A7EB9" w:rsidR="001A0061" w:rsidRPr="009D0D20" w:rsidRDefault="001A0061" w:rsidP="009D0D20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D0D20">
              <w:rPr>
                <w:b/>
                <w:color w:val="000000"/>
                <w:sz w:val="20"/>
                <w:szCs w:val="20"/>
              </w:rPr>
              <w:t>2</w:t>
            </w:r>
            <w:r w:rsidR="009D0D20" w:rsidRPr="009D0D20">
              <w:rPr>
                <w:b/>
                <w:color w:val="000000"/>
                <w:sz w:val="20"/>
                <w:szCs w:val="20"/>
              </w:rPr>
              <w:t>.</w:t>
            </w:r>
          </w:p>
          <w:p w14:paraId="69741894" w14:textId="77777777" w:rsidR="001A0061" w:rsidRPr="009D0D20" w:rsidRDefault="001A0061" w:rsidP="009D0D20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FDF14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187DB8AB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2A2226A7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7B31A6C9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3AD87038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C55F049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FCF20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D7B7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5A37AA">
              <w:rPr>
                <w:color w:val="000000"/>
                <w:sz w:val="20"/>
                <w:szCs w:val="20"/>
              </w:rPr>
              <w:t>rozpoczęcie: …..</w:t>
            </w:r>
          </w:p>
          <w:p w14:paraId="67056032" w14:textId="77777777" w:rsidR="001A0061" w:rsidRPr="005A37AA" w:rsidRDefault="001A0061" w:rsidP="009D0D20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5A37AA">
              <w:rPr>
                <w:color w:val="000000"/>
                <w:sz w:val="20"/>
                <w:szCs w:val="20"/>
              </w:rPr>
              <w:t>zakończenie: …..</w:t>
            </w:r>
          </w:p>
        </w:tc>
      </w:tr>
    </w:tbl>
    <w:p w14:paraId="71F54BE5" w14:textId="77777777" w:rsidR="001A0061" w:rsidRPr="005A37AA" w:rsidRDefault="001A0061" w:rsidP="001A0061">
      <w:pPr>
        <w:spacing w:line="240" w:lineRule="auto"/>
        <w:rPr>
          <w:color w:val="000000"/>
          <w:sz w:val="24"/>
          <w:lang w:val="cs-CZ"/>
        </w:rPr>
      </w:pPr>
    </w:p>
    <w:p w14:paraId="59C1C801" w14:textId="77777777" w:rsidR="00911D1A" w:rsidRPr="008703B0" w:rsidRDefault="00911D1A" w:rsidP="000D366A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Do wykazu załączamy list/y referencyjny/e potwierdzający/e, że </w:t>
      </w:r>
      <w:r>
        <w:rPr>
          <w:sz w:val="20"/>
          <w:szCs w:val="20"/>
        </w:rPr>
        <w:t xml:space="preserve">usługi </w:t>
      </w:r>
      <w:r w:rsidRPr="008703B0">
        <w:rPr>
          <w:sz w:val="20"/>
          <w:szCs w:val="20"/>
        </w:rPr>
        <w:t>zostały wykonane należycie;</w:t>
      </w:r>
    </w:p>
    <w:p w14:paraId="7A22A294" w14:textId="77777777" w:rsidR="00911D1A" w:rsidRPr="008703B0" w:rsidRDefault="00911D1A" w:rsidP="000D366A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>1) ………………………..</w:t>
      </w:r>
    </w:p>
    <w:p w14:paraId="1DC40E44" w14:textId="77777777" w:rsidR="00911D1A" w:rsidRPr="008703B0" w:rsidRDefault="00911D1A" w:rsidP="000D366A">
      <w:pPr>
        <w:spacing w:line="240" w:lineRule="auto"/>
        <w:jc w:val="left"/>
        <w:rPr>
          <w:sz w:val="20"/>
          <w:szCs w:val="20"/>
        </w:rPr>
      </w:pPr>
    </w:p>
    <w:p w14:paraId="0563FBFB" w14:textId="77777777" w:rsidR="00911D1A" w:rsidRPr="008703B0" w:rsidRDefault="00911D1A" w:rsidP="000D366A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UWAGA: </w:t>
      </w:r>
    </w:p>
    <w:p w14:paraId="2855E72C" w14:textId="77777777" w:rsidR="0008600E" w:rsidRDefault="00911D1A" w:rsidP="00665F1F">
      <w:pPr>
        <w:numPr>
          <w:ilvl w:val="0"/>
          <w:numId w:val="44"/>
        </w:numPr>
        <w:spacing w:line="240" w:lineRule="auto"/>
        <w:contextualSpacing/>
        <w:jc w:val="left"/>
        <w:rPr>
          <w:sz w:val="20"/>
          <w:szCs w:val="20"/>
        </w:rPr>
      </w:pPr>
      <w:r w:rsidRPr="008703B0">
        <w:rPr>
          <w:sz w:val="20"/>
          <w:szCs w:val="20"/>
        </w:rPr>
        <w:t>Zasady załączenia listów referencyjnych potwierdzających należyte wyk</w:t>
      </w:r>
      <w:r>
        <w:rPr>
          <w:sz w:val="20"/>
          <w:szCs w:val="20"/>
        </w:rPr>
        <w:t>onanie robót opisano w pkt. 11.2</w:t>
      </w:r>
      <w:r w:rsidRPr="008703B0">
        <w:rPr>
          <w:sz w:val="20"/>
          <w:szCs w:val="20"/>
        </w:rPr>
        <w:t>. lit. i) SWZ.</w:t>
      </w:r>
    </w:p>
    <w:p w14:paraId="119EF69E" w14:textId="4B524E77" w:rsidR="00665F1F" w:rsidRDefault="0008600E" w:rsidP="00665F1F">
      <w:pPr>
        <w:numPr>
          <w:ilvl w:val="0"/>
          <w:numId w:val="44"/>
        </w:numPr>
        <w:spacing w:line="240" w:lineRule="auto"/>
        <w:contextualSpacing/>
        <w:jc w:val="left"/>
        <w:rPr>
          <w:sz w:val="20"/>
          <w:szCs w:val="20"/>
        </w:rPr>
      </w:pPr>
      <w:r w:rsidRPr="0008600E">
        <w:rPr>
          <w:sz w:val="20"/>
          <w:szCs w:val="20"/>
        </w:rPr>
        <w:t xml:space="preserve">Wszystkie oferowane zasuwy/zawory grzybkowe/zawory zwrotne (odpowiednio dla poszczególnych części zamówienia) muszą pochodzić </w:t>
      </w:r>
      <w:r w:rsidRPr="0008600E">
        <w:rPr>
          <w:sz w:val="20"/>
          <w:szCs w:val="20"/>
          <w:u w:val="single"/>
        </w:rPr>
        <w:t>maksymalnie dwóch</w:t>
      </w:r>
      <w:r w:rsidRPr="0008600E">
        <w:rPr>
          <w:sz w:val="20"/>
          <w:szCs w:val="20"/>
        </w:rPr>
        <w:t xml:space="preserve"> producenta oraz muszą być zgodne w zakresie producenta z wykazem wykonanych dostaw </w:t>
      </w:r>
    </w:p>
    <w:p w14:paraId="2F98FE67" w14:textId="77777777" w:rsidR="0008600E" w:rsidRPr="0008600E" w:rsidRDefault="0008600E" w:rsidP="0008600E">
      <w:pPr>
        <w:spacing w:line="240" w:lineRule="auto"/>
        <w:contextualSpacing/>
        <w:jc w:val="left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402048" w:rsidRPr="008D0027" w14:paraId="0B310A0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DFDD97E" w14:textId="77777777" w:rsidR="00402048" w:rsidRPr="008D0027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E8D7A36" w14:textId="77777777" w:rsidR="00402048" w:rsidRPr="008D0027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 do występowania w obrocie prawnym lub posiadającej(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04962F61" w14:textId="77777777" w:rsidR="00402048" w:rsidRPr="008D0027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0A453D7" w14:textId="77777777" w:rsidR="00402048" w:rsidRPr="008D0027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402048" w:rsidRPr="008D0027" w14:paraId="6A723380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735AFE8B" w14:textId="77777777" w:rsidR="00402048" w:rsidRPr="008D0027" w:rsidRDefault="00402048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E3FD55" w14:textId="77777777" w:rsidR="00402048" w:rsidRPr="008D0027" w:rsidRDefault="00402048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97A4978" w14:textId="77777777" w:rsidR="00402048" w:rsidRPr="008D0027" w:rsidRDefault="00402048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23616526" w14:textId="77777777" w:rsidR="00402048" w:rsidRPr="008D0027" w:rsidRDefault="00402048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FF6D4A7" w14:textId="3F26BAEE" w:rsidR="00665F1F" w:rsidRDefault="00665F1F">
      <w:pPr>
        <w:spacing w:line="240" w:lineRule="auto"/>
        <w:jc w:val="left"/>
      </w:pPr>
    </w:p>
    <w:p w14:paraId="4BDE0391" w14:textId="77777777" w:rsidR="00665F1F" w:rsidRDefault="00665F1F">
      <w:pPr>
        <w:spacing w:line="240" w:lineRule="auto"/>
        <w:jc w:val="left"/>
      </w:pPr>
      <w:r>
        <w:br w:type="page"/>
      </w:r>
    </w:p>
    <w:p w14:paraId="50329263" w14:textId="77777777" w:rsidR="00AB19C2" w:rsidRDefault="00AB19C2">
      <w:pPr>
        <w:spacing w:line="240" w:lineRule="auto"/>
        <w:jc w:val="left"/>
      </w:pPr>
    </w:p>
    <w:p w14:paraId="20E05D77" w14:textId="77777777" w:rsidR="00137221" w:rsidRPr="008D0027" w:rsidRDefault="00137221" w:rsidP="008C4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color w:val="C00000"/>
        </w:rPr>
      </w:pPr>
      <w:r w:rsidRPr="00805651">
        <w:rPr>
          <w:b/>
          <w:i/>
          <w:color w:val="C00000"/>
        </w:rPr>
        <w:t>!  !  !      TYLKO DLA SPÓŁEK Z GK ORLEN    !   !   !</w:t>
      </w:r>
    </w:p>
    <w:p w14:paraId="5A6E5574" w14:textId="77777777" w:rsidR="00137221" w:rsidRDefault="00137221" w:rsidP="00137221"/>
    <w:p w14:paraId="324C6C25" w14:textId="348765D4" w:rsidR="00402048" w:rsidRPr="00CF5BB4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665F1F">
        <w:rPr>
          <w:rFonts w:cs="Arial"/>
          <w:b/>
          <w:bCs/>
          <w:kern w:val="32"/>
          <w:sz w:val="20"/>
          <w:szCs w:val="22"/>
        </w:rPr>
        <w:t>7</w:t>
      </w:r>
      <w:r w:rsidRPr="00CF5BB4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14:paraId="38DD9511" w14:textId="77777777" w:rsidR="00402048" w:rsidRPr="00CF5BB4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27AC8DE9" w14:textId="496FEF86" w:rsidR="00402048" w:rsidRPr="00CF5BB4" w:rsidRDefault="00402048" w:rsidP="00402048">
      <w:pPr>
        <w:pStyle w:val="Styltytuza"/>
      </w:pPr>
      <w:r w:rsidRPr="00637966">
        <w:t>Oświadczenie kontrahenta o rynkowym charakterze ceny</w:t>
      </w:r>
      <w:r w:rsidR="006268B2">
        <w:t xml:space="preserve"> </w:t>
      </w:r>
    </w:p>
    <w:p w14:paraId="21CCEA3B" w14:textId="77777777" w:rsidR="00402048" w:rsidRPr="00CF5BB4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76672" behindDoc="0" locked="0" layoutInCell="1" allowOverlap="1" wp14:anchorId="07AE0603" wp14:editId="3A2957F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BB9F3" id="Łącznik prostoliniowy 12" o:spid="_x0000_s1026" style="position:absolute;flip:y;z-index:25167667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CF5BB4" w:rsidRPr="00CF5BB4" w14:paraId="12CE8AEA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4290F4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0DBFD156" w14:textId="77777777" w:rsidR="00402048" w:rsidRPr="00CF5BB4" w:rsidRDefault="00402048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F5BB4" w:rsidRPr="00CF5BB4" w14:paraId="54B01D71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8B3EF1A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49E885D9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7863A1A8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213DA358" w14:textId="77777777" w:rsidR="00402048" w:rsidRPr="00CF5BB4" w:rsidRDefault="00402048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036653EB" w14:textId="77777777" w:rsidR="00402048" w:rsidRPr="00CF5BB4" w:rsidRDefault="00402048" w:rsidP="00402048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14:paraId="40C365A2" w14:textId="77777777" w:rsidR="00637966" w:rsidRDefault="00137221" w:rsidP="00637966">
      <w:pPr>
        <w:spacing w:line="259" w:lineRule="auto"/>
        <w:rPr>
          <w:iCs/>
          <w:color w:val="000000" w:themeColor="text1"/>
          <w:sz w:val="20"/>
          <w:szCs w:val="20"/>
        </w:rPr>
      </w:pPr>
      <w:r w:rsidRPr="00CF5BB4">
        <w:rPr>
          <w:iCs/>
          <w:color w:val="000000" w:themeColor="text1"/>
          <w:sz w:val="20"/>
          <w:szCs w:val="20"/>
        </w:rPr>
        <w:t xml:space="preserve">Uczestnicząc w postępowaniu o udzielenie zamówienia </w:t>
      </w:r>
      <w:r w:rsidR="00E47CCA" w:rsidRPr="00CF5BB4">
        <w:rPr>
          <w:iCs/>
          <w:color w:val="000000" w:themeColor="text1"/>
          <w:sz w:val="20"/>
          <w:szCs w:val="20"/>
        </w:rPr>
        <w:t>niepublicznego prowadzonego w trybie przetargu nieograniczonego</w:t>
      </w:r>
      <w:r w:rsidRPr="00CF5BB4">
        <w:rPr>
          <w:iCs/>
          <w:sz w:val="20"/>
          <w:szCs w:val="20"/>
        </w:rPr>
        <w:t xml:space="preserve">, pn.: </w:t>
      </w:r>
      <w:r w:rsidR="00665F1F">
        <w:rPr>
          <w:rFonts w:cs="Arial"/>
          <w:b/>
          <w:sz w:val="20"/>
          <w:szCs w:val="20"/>
        </w:rPr>
        <w:t>„</w:t>
      </w:r>
      <w:r w:rsidR="00665F1F" w:rsidRPr="00665F1F">
        <w:rPr>
          <w:rFonts w:cs="Arial"/>
          <w:b/>
          <w:sz w:val="20"/>
          <w:szCs w:val="20"/>
        </w:rPr>
        <w:t>Dostawa zaworów, grzybkowych, zaworów zwrotnych i zasuw”, o numerze NP/ORLEN/26/0039/OZ/TRU</w:t>
      </w:r>
      <w:r w:rsidR="009D0D20">
        <w:rPr>
          <w:rFonts w:cs="Arial"/>
          <w:b/>
          <w:sz w:val="20"/>
          <w:szCs w:val="20"/>
        </w:rPr>
        <w:t xml:space="preserve">, </w:t>
      </w:r>
      <w:r w:rsidRPr="00CF5BB4">
        <w:rPr>
          <w:iCs/>
          <w:color w:val="000000" w:themeColor="text1"/>
          <w:sz w:val="20"/>
          <w:szCs w:val="20"/>
        </w:rPr>
        <w:t>oświadczamy, że zaoferowana przez nas Cena za realizację przedmiotu zamówienia</w:t>
      </w:r>
      <w:r w:rsidR="00637966">
        <w:rPr>
          <w:iCs/>
          <w:color w:val="000000" w:themeColor="text1"/>
          <w:sz w:val="20"/>
          <w:szCs w:val="20"/>
        </w:rPr>
        <w:t xml:space="preserve">: </w:t>
      </w:r>
    </w:p>
    <w:p w14:paraId="2C519A6B" w14:textId="694615E8" w:rsidR="00637966" w:rsidRPr="00637966" w:rsidRDefault="00137221" w:rsidP="00637966">
      <w:pPr>
        <w:spacing w:line="259" w:lineRule="auto"/>
        <w:ind w:left="567" w:hanging="425"/>
        <w:rPr>
          <w:iCs/>
          <w:color w:val="000000" w:themeColor="text1"/>
          <w:sz w:val="20"/>
          <w:szCs w:val="20"/>
        </w:rPr>
      </w:pPr>
      <w:r w:rsidRPr="00637966">
        <w:rPr>
          <w:iCs/>
          <w:color w:val="000000" w:themeColor="text1"/>
          <w:sz w:val="20"/>
          <w:szCs w:val="20"/>
        </w:rPr>
        <w:t xml:space="preserve"> </w:t>
      </w:r>
      <w:r w:rsidR="00637966" w:rsidRPr="00637966">
        <w:rPr>
          <w:iCs/>
          <w:color w:val="000000" w:themeColor="text1"/>
          <w:sz w:val="20"/>
          <w:szCs w:val="20"/>
        </w:rPr>
        <w:t>1)</w:t>
      </w:r>
      <w:r w:rsidR="00637966" w:rsidRPr="00637966">
        <w:rPr>
          <w:iCs/>
          <w:color w:val="000000" w:themeColor="text1"/>
          <w:sz w:val="20"/>
          <w:szCs w:val="20"/>
        </w:rPr>
        <w:tab/>
        <w:t>została ustalona zgodnie z zasadą ceny rynkowej w rozumieniu przepisów o cenach transferowych,</w:t>
      </w:r>
    </w:p>
    <w:p w14:paraId="519DB3F7" w14:textId="2D2AAD37" w:rsidR="00637966" w:rsidRPr="00637966" w:rsidRDefault="00637966" w:rsidP="00637966">
      <w:pPr>
        <w:spacing w:line="259" w:lineRule="auto"/>
        <w:ind w:left="426" w:hanging="284"/>
        <w:rPr>
          <w:iCs/>
          <w:color w:val="000000" w:themeColor="text1"/>
          <w:sz w:val="20"/>
          <w:szCs w:val="20"/>
        </w:rPr>
      </w:pPr>
      <w:r w:rsidRPr="00637966">
        <w:rPr>
          <w:iCs/>
          <w:color w:val="000000" w:themeColor="text1"/>
          <w:sz w:val="20"/>
          <w:szCs w:val="20"/>
        </w:rPr>
        <w:t>2)</w:t>
      </w:r>
      <w:r w:rsidRPr="00637966">
        <w:rPr>
          <w:iCs/>
          <w:color w:val="000000" w:themeColor="text1"/>
          <w:sz w:val="20"/>
          <w:szCs w:val="20"/>
        </w:rPr>
        <w:tab/>
        <w:t xml:space="preserve">pokrywa wszystkie związane z wykonywanym zadaniem </w:t>
      </w:r>
      <w:r>
        <w:rPr>
          <w:iCs/>
          <w:color w:val="000000" w:themeColor="text1"/>
          <w:sz w:val="20"/>
          <w:szCs w:val="20"/>
        </w:rPr>
        <w:t>planowane koszty bezpośrednie i </w:t>
      </w:r>
      <w:r w:rsidRPr="00637966">
        <w:rPr>
          <w:iCs/>
          <w:color w:val="000000" w:themeColor="text1"/>
          <w:sz w:val="20"/>
          <w:szCs w:val="20"/>
        </w:rPr>
        <w:t>pośrednie (zgodnie z przyjętym modelem kalkulacji ceny) zapewniając rynkowy zysk wynikający z aktualnej analizy porównawczej dla danej transakcji.</w:t>
      </w:r>
    </w:p>
    <w:p w14:paraId="2A0DF44E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74622B8D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752DAA8B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73F48D1B" w14:textId="77777777" w:rsidR="00637966" w:rsidRPr="00637966" w:rsidRDefault="00637966" w:rsidP="00637966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14:paraId="07D63355" w14:textId="77777777" w:rsidR="00637966" w:rsidRPr="0008600E" w:rsidRDefault="00637966" w:rsidP="00637966">
      <w:pPr>
        <w:spacing w:line="259" w:lineRule="auto"/>
        <w:rPr>
          <w:iCs/>
          <w:color w:val="000000" w:themeColor="text1"/>
          <w:sz w:val="20"/>
          <w:szCs w:val="20"/>
        </w:rPr>
      </w:pPr>
      <w:r w:rsidRPr="0008600E">
        <w:rPr>
          <w:iCs/>
          <w:color w:val="000000" w:themeColor="text1"/>
          <w:sz w:val="20"/>
          <w:szCs w:val="20"/>
        </w:rPr>
        <w:t xml:space="preserve">* przez zasadę ceny rynkowej w rozumieniu przepisów o cenach transferowych należy rozumieć cenę, którą można uzasadnić stosując przepisy </w:t>
      </w:r>
      <w:r w:rsidRPr="0008600E">
        <w:rPr>
          <w:iCs/>
          <w:color w:val="000000" w:themeColor="text1"/>
          <w:sz w:val="20"/>
          <w:szCs w:val="20"/>
          <w:u w:val="single"/>
        </w:rPr>
        <w:t>art. 11c ust. 1 ustawy o podatku dochodowym od osób prawnych</w:t>
      </w:r>
      <w:r w:rsidRPr="0008600E">
        <w:rPr>
          <w:iCs/>
          <w:color w:val="000000" w:themeColor="text1"/>
          <w:sz w:val="20"/>
          <w:szCs w:val="20"/>
        </w:rPr>
        <w:t>, i (jeżeli dotyczy) opartą na zapisach odpowiedniej Polityki Cen Transferowych obowiązującej w Grupie Orlen.</w:t>
      </w:r>
    </w:p>
    <w:p w14:paraId="1EC3A0A7" w14:textId="11635F74" w:rsidR="00137221" w:rsidRPr="002512BE" w:rsidRDefault="00137221" w:rsidP="00637966">
      <w:pPr>
        <w:spacing w:line="259" w:lineRule="auto"/>
        <w:rPr>
          <w:rFonts w:cs="Arial"/>
          <w:bCs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CF5BB4" w:rsidRPr="00640FA2" w14:paraId="75C15990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DC2F80F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BB339F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5C4268E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107DD4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CF5BB4" w:rsidRPr="00F0054B" w14:paraId="3171A4B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595E8EB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153FBC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513AEA4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C39D37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A5B295C" w14:textId="77777777" w:rsidR="00137221" w:rsidRPr="002512BE" w:rsidRDefault="00137221" w:rsidP="00137221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14:paraId="464E9C91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50D940F7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3BE0A3C3" w14:textId="52DFB8D4" w:rsidR="00137221" w:rsidRDefault="00137221">
      <w:pPr>
        <w:spacing w:line="240" w:lineRule="auto"/>
        <w:jc w:val="left"/>
      </w:pPr>
    </w:p>
    <w:p w14:paraId="61554CE2" w14:textId="77777777" w:rsidR="006268B2" w:rsidRDefault="006268B2" w:rsidP="002E3D1E">
      <w:pPr>
        <w:spacing w:line="240" w:lineRule="auto"/>
      </w:pPr>
    </w:p>
    <w:sectPr w:rsidR="006268B2" w:rsidSect="00D877C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0BB98" w14:textId="77777777" w:rsidR="004B23C5" w:rsidRDefault="004B23C5">
      <w:r>
        <w:separator/>
      </w:r>
    </w:p>
  </w:endnote>
  <w:endnote w:type="continuationSeparator" w:id="0">
    <w:p w14:paraId="3A669B1E" w14:textId="77777777" w:rsidR="004B23C5" w:rsidRDefault="004B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erox Serif Wide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1A634977" w:rsidR="004B23C5" w:rsidRPr="00872672" w:rsidRDefault="004B23C5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747F21">
              <w:rPr>
                <w:rFonts w:cs="Arial"/>
                <w:b/>
                <w:bCs/>
                <w:noProof/>
                <w:sz w:val="16"/>
              </w:rPr>
              <w:t>14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747F21">
              <w:rPr>
                <w:rFonts w:cs="Arial"/>
                <w:b/>
                <w:bCs/>
                <w:noProof/>
                <w:sz w:val="16"/>
              </w:rPr>
              <w:t>14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4B23C5" w:rsidRDefault="004B2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C324C" w14:textId="77777777" w:rsidR="004B23C5" w:rsidRDefault="004B23C5">
      <w:r>
        <w:separator/>
      </w:r>
    </w:p>
  </w:footnote>
  <w:footnote w:type="continuationSeparator" w:id="0">
    <w:p w14:paraId="60E049B8" w14:textId="77777777" w:rsidR="004B23C5" w:rsidRDefault="004B2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7EA" w14:textId="64345BC9" w:rsidR="004B23C5" w:rsidRPr="00BF3CA3" w:rsidRDefault="004B23C5" w:rsidP="00D877C6">
    <w:pPr>
      <w:tabs>
        <w:tab w:val="right" w:pos="8505"/>
      </w:tabs>
      <w:suppressAutoHyphens/>
      <w:spacing w:line="160" w:lineRule="exact"/>
      <w:rPr>
        <w:sz w:val="16"/>
        <w:szCs w:val="16"/>
      </w:rPr>
    </w:pPr>
    <w:r w:rsidRPr="00BF3CA3">
      <w:rPr>
        <w:sz w:val="16"/>
        <w:szCs w:val="16"/>
      </w:rPr>
      <w:t xml:space="preserve">Nazwa i numer postępowania: </w:t>
    </w:r>
    <w:r w:rsidRPr="00901928">
      <w:rPr>
        <w:rFonts w:cs="Arial"/>
        <w:sz w:val="16"/>
        <w:szCs w:val="16"/>
      </w:rPr>
      <w:t>Dostawa zaworów, grzybkowych, zaworów zwrotnych i zasuw</w:t>
    </w:r>
    <w:r w:rsidRPr="00BF3CA3">
      <w:rPr>
        <w:sz w:val="16"/>
        <w:szCs w:val="16"/>
      </w:rPr>
      <w:t xml:space="preserve">, </w:t>
    </w:r>
    <w:r w:rsidRPr="00D17815">
      <w:rPr>
        <w:sz w:val="16"/>
        <w:szCs w:val="16"/>
      </w:rPr>
      <w:t>NP/ORLEN/26/0039/OZ/TRU</w:t>
    </w:r>
    <w:r w:rsidRPr="00BF3CA3">
      <w:rPr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D0085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B90EC456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color w:val="auto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0E10F02C"/>
    <w:lvl w:ilvl="0" w:tplc="0415001B">
      <w:start w:val="1"/>
      <w:numFmt w:val="lowerRoman"/>
      <w:pStyle w:val="Stylkropka"/>
      <w:lvlText w:val="%1."/>
      <w:lvlJc w:val="righ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F40E7"/>
    <w:multiLevelType w:val="hybridMultilevel"/>
    <w:tmpl w:val="1BECB07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87D3B68"/>
    <w:multiLevelType w:val="hybridMultilevel"/>
    <w:tmpl w:val="67127FC6"/>
    <w:lvl w:ilvl="0" w:tplc="8FB0E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45BE9"/>
    <w:multiLevelType w:val="hybridMultilevel"/>
    <w:tmpl w:val="F26223EE"/>
    <w:lvl w:ilvl="0" w:tplc="D86AFFBE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C9F78F9"/>
    <w:multiLevelType w:val="hybridMultilevel"/>
    <w:tmpl w:val="9AF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10AFD"/>
    <w:multiLevelType w:val="hybridMultilevel"/>
    <w:tmpl w:val="E8DC03A6"/>
    <w:lvl w:ilvl="0" w:tplc="B11E44A8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D2C214A6">
      <w:start w:val="1"/>
      <w:numFmt w:val="lowerRoman"/>
      <w:lvlText w:val="%3."/>
      <w:lvlJc w:val="right"/>
      <w:pPr>
        <w:ind w:left="1785" w:hanging="180"/>
      </w:pPr>
      <w:rPr>
        <w:rFonts w:ascii="Arial" w:hAnsi="Arial" w:cs="Arial" w:hint="default"/>
      </w:rPr>
    </w:lvl>
    <w:lvl w:ilvl="3" w:tplc="3F0AEEE8">
      <w:start w:val="1"/>
      <w:numFmt w:val="decimal"/>
      <w:lvlText w:val="%4."/>
      <w:lvlJc w:val="left"/>
      <w:pPr>
        <w:ind w:left="2505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33AC09D4"/>
    <w:multiLevelType w:val="hybridMultilevel"/>
    <w:tmpl w:val="81C0186A"/>
    <w:lvl w:ilvl="0" w:tplc="3FF87F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4F4511"/>
    <w:multiLevelType w:val="hybridMultilevel"/>
    <w:tmpl w:val="D11A61C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5C715B9"/>
    <w:multiLevelType w:val="hybridMultilevel"/>
    <w:tmpl w:val="FF089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03B1B7E"/>
    <w:multiLevelType w:val="hybridMultilevel"/>
    <w:tmpl w:val="E08A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639D4"/>
    <w:multiLevelType w:val="hybridMultilevel"/>
    <w:tmpl w:val="8E40B0D8"/>
    <w:lvl w:ilvl="0" w:tplc="E1308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6E12C0D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63AFA"/>
    <w:multiLevelType w:val="hybridMultilevel"/>
    <w:tmpl w:val="426EC774"/>
    <w:lvl w:ilvl="0" w:tplc="17E6364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2D35912"/>
    <w:multiLevelType w:val="hybridMultilevel"/>
    <w:tmpl w:val="80B8B09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9"/>
  </w:num>
  <w:num w:numId="3">
    <w:abstractNumId w:val="4"/>
  </w:num>
  <w:num w:numId="4">
    <w:abstractNumId w:val="16"/>
  </w:num>
  <w:num w:numId="5">
    <w:abstractNumId w:val="17"/>
  </w:num>
  <w:num w:numId="6">
    <w:abstractNumId w:val="20"/>
  </w:num>
  <w:num w:numId="7">
    <w:abstractNumId w:val="2"/>
  </w:num>
  <w:num w:numId="8">
    <w:abstractNumId w:val="29"/>
  </w:num>
  <w:num w:numId="9">
    <w:abstractNumId w:val="8"/>
  </w:num>
  <w:num w:numId="10">
    <w:abstractNumId w:val="7"/>
  </w:num>
  <w:num w:numId="11">
    <w:abstractNumId w:val="26"/>
  </w:num>
  <w:num w:numId="12">
    <w:abstractNumId w:val="30"/>
  </w:num>
  <w:num w:numId="13">
    <w:abstractNumId w:val="24"/>
  </w:num>
  <w:num w:numId="14">
    <w:abstractNumId w:val="35"/>
  </w:num>
  <w:num w:numId="15">
    <w:abstractNumId w:val="3"/>
  </w:num>
  <w:num w:numId="16">
    <w:abstractNumId w:val="31"/>
  </w:num>
  <w:num w:numId="17">
    <w:abstractNumId w:val="1"/>
  </w:num>
  <w:num w:numId="18">
    <w:abstractNumId w:val="15"/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0"/>
  </w:num>
  <w:num w:numId="25">
    <w:abstractNumId w:val="32"/>
  </w:num>
  <w:num w:numId="26">
    <w:abstractNumId w:val="5"/>
  </w:num>
  <w:num w:numId="27">
    <w:abstractNumId w:val="14"/>
  </w:num>
  <w:num w:numId="28">
    <w:abstractNumId w:val="22"/>
  </w:num>
  <w:num w:numId="29">
    <w:abstractNumId w:val="11"/>
  </w:num>
  <w:num w:numId="30">
    <w:abstractNumId w:val="34"/>
  </w:num>
  <w:num w:numId="31">
    <w:abstractNumId w:val="33"/>
  </w:num>
  <w:num w:numId="32">
    <w:abstractNumId w:val="6"/>
  </w:num>
  <w:num w:numId="33">
    <w:abstractNumId w:val="13"/>
  </w:num>
  <w:num w:numId="34">
    <w:abstractNumId w:val="0"/>
  </w:num>
  <w:num w:numId="35">
    <w:abstractNumId w:val="27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5"/>
  </w:num>
  <w:num w:numId="41">
    <w:abstractNumId w:val="21"/>
  </w:num>
  <w:num w:numId="42">
    <w:abstractNumId w:val="19"/>
  </w:num>
  <w:num w:numId="43">
    <w:abstractNumId w:val="18"/>
  </w:num>
  <w:num w:numId="44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1948"/>
    <w:rsid w:val="00001B9A"/>
    <w:rsid w:val="00004B11"/>
    <w:rsid w:val="00011FC0"/>
    <w:rsid w:val="00016DD7"/>
    <w:rsid w:val="000225F7"/>
    <w:rsid w:val="00024228"/>
    <w:rsid w:val="00025E8A"/>
    <w:rsid w:val="00027430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77A3C"/>
    <w:rsid w:val="0008164C"/>
    <w:rsid w:val="000818E8"/>
    <w:rsid w:val="00083756"/>
    <w:rsid w:val="000851FF"/>
    <w:rsid w:val="00085E9D"/>
    <w:rsid w:val="0008600E"/>
    <w:rsid w:val="00087C7C"/>
    <w:rsid w:val="00090716"/>
    <w:rsid w:val="00091A5E"/>
    <w:rsid w:val="00093112"/>
    <w:rsid w:val="000935C1"/>
    <w:rsid w:val="00093ECC"/>
    <w:rsid w:val="00094C5F"/>
    <w:rsid w:val="000974B0"/>
    <w:rsid w:val="000977C1"/>
    <w:rsid w:val="000A36B9"/>
    <w:rsid w:val="000B07ED"/>
    <w:rsid w:val="000B11AD"/>
    <w:rsid w:val="000B5DCA"/>
    <w:rsid w:val="000B6E97"/>
    <w:rsid w:val="000C54F8"/>
    <w:rsid w:val="000C6FF8"/>
    <w:rsid w:val="000D0BE0"/>
    <w:rsid w:val="000D2460"/>
    <w:rsid w:val="000D366A"/>
    <w:rsid w:val="000D3A5F"/>
    <w:rsid w:val="000D4BEE"/>
    <w:rsid w:val="000D6C85"/>
    <w:rsid w:val="000D6ED7"/>
    <w:rsid w:val="000E04AA"/>
    <w:rsid w:val="000E270B"/>
    <w:rsid w:val="000E2882"/>
    <w:rsid w:val="000E63AD"/>
    <w:rsid w:val="000F229E"/>
    <w:rsid w:val="000F2347"/>
    <w:rsid w:val="000F2F26"/>
    <w:rsid w:val="000F2FE6"/>
    <w:rsid w:val="000F5209"/>
    <w:rsid w:val="000F74A6"/>
    <w:rsid w:val="00101D40"/>
    <w:rsid w:val="0010449D"/>
    <w:rsid w:val="001046F8"/>
    <w:rsid w:val="0010687E"/>
    <w:rsid w:val="00114479"/>
    <w:rsid w:val="001173AC"/>
    <w:rsid w:val="001222CB"/>
    <w:rsid w:val="00123715"/>
    <w:rsid w:val="00124264"/>
    <w:rsid w:val="0012516E"/>
    <w:rsid w:val="00125875"/>
    <w:rsid w:val="00125A64"/>
    <w:rsid w:val="00126285"/>
    <w:rsid w:val="00126902"/>
    <w:rsid w:val="00130F50"/>
    <w:rsid w:val="00135301"/>
    <w:rsid w:val="00137221"/>
    <w:rsid w:val="00137C87"/>
    <w:rsid w:val="001405D3"/>
    <w:rsid w:val="00140FE9"/>
    <w:rsid w:val="0014119B"/>
    <w:rsid w:val="001414BF"/>
    <w:rsid w:val="00151B19"/>
    <w:rsid w:val="001520BE"/>
    <w:rsid w:val="00152187"/>
    <w:rsid w:val="00154F87"/>
    <w:rsid w:val="0015557A"/>
    <w:rsid w:val="00155A9A"/>
    <w:rsid w:val="00155D32"/>
    <w:rsid w:val="00156FDE"/>
    <w:rsid w:val="001571FB"/>
    <w:rsid w:val="00157CD5"/>
    <w:rsid w:val="00161116"/>
    <w:rsid w:val="00161A10"/>
    <w:rsid w:val="00162E24"/>
    <w:rsid w:val="00163B95"/>
    <w:rsid w:val="00164C33"/>
    <w:rsid w:val="001650ED"/>
    <w:rsid w:val="00165445"/>
    <w:rsid w:val="00165AEC"/>
    <w:rsid w:val="001676E1"/>
    <w:rsid w:val="0017112A"/>
    <w:rsid w:val="00174253"/>
    <w:rsid w:val="00177A06"/>
    <w:rsid w:val="0018265F"/>
    <w:rsid w:val="00186A75"/>
    <w:rsid w:val="001919DB"/>
    <w:rsid w:val="001948F4"/>
    <w:rsid w:val="001965B4"/>
    <w:rsid w:val="0019755C"/>
    <w:rsid w:val="00197E5E"/>
    <w:rsid w:val="001A0061"/>
    <w:rsid w:val="001A411F"/>
    <w:rsid w:val="001A568C"/>
    <w:rsid w:val="001A57EE"/>
    <w:rsid w:val="001B048D"/>
    <w:rsid w:val="001B5165"/>
    <w:rsid w:val="001C0A88"/>
    <w:rsid w:val="001C2BA8"/>
    <w:rsid w:val="001C4CFE"/>
    <w:rsid w:val="001D6979"/>
    <w:rsid w:val="001E0317"/>
    <w:rsid w:val="001E1AB7"/>
    <w:rsid w:val="001E2DB0"/>
    <w:rsid w:val="001E4610"/>
    <w:rsid w:val="001E4E46"/>
    <w:rsid w:val="001E6E2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2C9D"/>
    <w:rsid w:val="00213DF8"/>
    <w:rsid w:val="00214A89"/>
    <w:rsid w:val="00216DCC"/>
    <w:rsid w:val="00222C9C"/>
    <w:rsid w:val="0022385A"/>
    <w:rsid w:val="00224893"/>
    <w:rsid w:val="00224D60"/>
    <w:rsid w:val="00225295"/>
    <w:rsid w:val="00226164"/>
    <w:rsid w:val="00233581"/>
    <w:rsid w:val="00234200"/>
    <w:rsid w:val="00234DF4"/>
    <w:rsid w:val="00235187"/>
    <w:rsid w:val="00235993"/>
    <w:rsid w:val="00241B2D"/>
    <w:rsid w:val="00241CEC"/>
    <w:rsid w:val="00241D34"/>
    <w:rsid w:val="00244734"/>
    <w:rsid w:val="00246DCB"/>
    <w:rsid w:val="00250971"/>
    <w:rsid w:val="002540A2"/>
    <w:rsid w:val="002547AB"/>
    <w:rsid w:val="00255F5A"/>
    <w:rsid w:val="0025777F"/>
    <w:rsid w:val="002627D7"/>
    <w:rsid w:val="00262F4E"/>
    <w:rsid w:val="002635ED"/>
    <w:rsid w:val="002660AB"/>
    <w:rsid w:val="00270354"/>
    <w:rsid w:val="00270605"/>
    <w:rsid w:val="00275234"/>
    <w:rsid w:val="0028437C"/>
    <w:rsid w:val="002844DA"/>
    <w:rsid w:val="00286BA0"/>
    <w:rsid w:val="0028746B"/>
    <w:rsid w:val="00290164"/>
    <w:rsid w:val="00295256"/>
    <w:rsid w:val="00296204"/>
    <w:rsid w:val="002A0400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3D1E"/>
    <w:rsid w:val="002E4891"/>
    <w:rsid w:val="002F3EA2"/>
    <w:rsid w:val="002F5A1C"/>
    <w:rsid w:val="00301CDE"/>
    <w:rsid w:val="003045B8"/>
    <w:rsid w:val="00310CD0"/>
    <w:rsid w:val="00312656"/>
    <w:rsid w:val="00312BF6"/>
    <w:rsid w:val="0031762B"/>
    <w:rsid w:val="00320B1C"/>
    <w:rsid w:val="00322CEC"/>
    <w:rsid w:val="00322FB1"/>
    <w:rsid w:val="003237ED"/>
    <w:rsid w:val="00326502"/>
    <w:rsid w:val="00331AEA"/>
    <w:rsid w:val="00331CEE"/>
    <w:rsid w:val="00336512"/>
    <w:rsid w:val="00337A10"/>
    <w:rsid w:val="00341231"/>
    <w:rsid w:val="00351B34"/>
    <w:rsid w:val="003522E3"/>
    <w:rsid w:val="0035756B"/>
    <w:rsid w:val="00360633"/>
    <w:rsid w:val="0036194A"/>
    <w:rsid w:val="0036220B"/>
    <w:rsid w:val="0036488B"/>
    <w:rsid w:val="00365829"/>
    <w:rsid w:val="0037077D"/>
    <w:rsid w:val="003708F3"/>
    <w:rsid w:val="003730CB"/>
    <w:rsid w:val="00373DAC"/>
    <w:rsid w:val="003830B8"/>
    <w:rsid w:val="003839A3"/>
    <w:rsid w:val="0038591A"/>
    <w:rsid w:val="00391950"/>
    <w:rsid w:val="00392A54"/>
    <w:rsid w:val="00396670"/>
    <w:rsid w:val="003969EB"/>
    <w:rsid w:val="0039786D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D4E05"/>
    <w:rsid w:val="003E2EE0"/>
    <w:rsid w:val="003E4559"/>
    <w:rsid w:val="003E4722"/>
    <w:rsid w:val="003E4BEB"/>
    <w:rsid w:val="003E6BFE"/>
    <w:rsid w:val="003F0AE1"/>
    <w:rsid w:val="003F1A3C"/>
    <w:rsid w:val="003F2CD6"/>
    <w:rsid w:val="00400706"/>
    <w:rsid w:val="00402048"/>
    <w:rsid w:val="004027EF"/>
    <w:rsid w:val="004046A3"/>
    <w:rsid w:val="00404B5B"/>
    <w:rsid w:val="004113E4"/>
    <w:rsid w:val="00415BEF"/>
    <w:rsid w:val="00416556"/>
    <w:rsid w:val="004168FC"/>
    <w:rsid w:val="00420802"/>
    <w:rsid w:val="0042113D"/>
    <w:rsid w:val="00422792"/>
    <w:rsid w:val="00423CB8"/>
    <w:rsid w:val="004335C1"/>
    <w:rsid w:val="00434CDF"/>
    <w:rsid w:val="00436AB5"/>
    <w:rsid w:val="00441428"/>
    <w:rsid w:val="004423BA"/>
    <w:rsid w:val="00447A46"/>
    <w:rsid w:val="00451A2E"/>
    <w:rsid w:val="0045226F"/>
    <w:rsid w:val="00454B4E"/>
    <w:rsid w:val="00455E91"/>
    <w:rsid w:val="00457247"/>
    <w:rsid w:val="004572AA"/>
    <w:rsid w:val="004618BF"/>
    <w:rsid w:val="004624E0"/>
    <w:rsid w:val="00464903"/>
    <w:rsid w:val="00464C58"/>
    <w:rsid w:val="00465204"/>
    <w:rsid w:val="00466ABA"/>
    <w:rsid w:val="0047149C"/>
    <w:rsid w:val="00473836"/>
    <w:rsid w:val="00480892"/>
    <w:rsid w:val="00480A1E"/>
    <w:rsid w:val="0048213B"/>
    <w:rsid w:val="00482581"/>
    <w:rsid w:val="0048597A"/>
    <w:rsid w:val="004A1D68"/>
    <w:rsid w:val="004A5165"/>
    <w:rsid w:val="004B23C5"/>
    <w:rsid w:val="004C16D8"/>
    <w:rsid w:val="004C37F1"/>
    <w:rsid w:val="004C3B5F"/>
    <w:rsid w:val="004C50A8"/>
    <w:rsid w:val="004C511E"/>
    <w:rsid w:val="004C5FF6"/>
    <w:rsid w:val="004C60E7"/>
    <w:rsid w:val="004D0756"/>
    <w:rsid w:val="004D0875"/>
    <w:rsid w:val="004D2095"/>
    <w:rsid w:val="004D27F6"/>
    <w:rsid w:val="004D3DAD"/>
    <w:rsid w:val="004D3EFB"/>
    <w:rsid w:val="004D4CC4"/>
    <w:rsid w:val="004D6799"/>
    <w:rsid w:val="004E0028"/>
    <w:rsid w:val="004E49D6"/>
    <w:rsid w:val="004E76F7"/>
    <w:rsid w:val="004F01D9"/>
    <w:rsid w:val="004F2DF6"/>
    <w:rsid w:val="004F3D4A"/>
    <w:rsid w:val="004F456E"/>
    <w:rsid w:val="004F4CEF"/>
    <w:rsid w:val="004F517F"/>
    <w:rsid w:val="0050032E"/>
    <w:rsid w:val="005102A3"/>
    <w:rsid w:val="0051128D"/>
    <w:rsid w:val="005119A1"/>
    <w:rsid w:val="00513B82"/>
    <w:rsid w:val="005141DC"/>
    <w:rsid w:val="0051451B"/>
    <w:rsid w:val="00515B52"/>
    <w:rsid w:val="005176BC"/>
    <w:rsid w:val="00517897"/>
    <w:rsid w:val="00517967"/>
    <w:rsid w:val="00520899"/>
    <w:rsid w:val="0052151D"/>
    <w:rsid w:val="00525C0E"/>
    <w:rsid w:val="005309C6"/>
    <w:rsid w:val="005334A9"/>
    <w:rsid w:val="00534A25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73B6"/>
    <w:rsid w:val="00560897"/>
    <w:rsid w:val="0056169C"/>
    <w:rsid w:val="005622C7"/>
    <w:rsid w:val="005656F7"/>
    <w:rsid w:val="00566AA6"/>
    <w:rsid w:val="00566B04"/>
    <w:rsid w:val="00573CBF"/>
    <w:rsid w:val="00580584"/>
    <w:rsid w:val="00580905"/>
    <w:rsid w:val="00582DC7"/>
    <w:rsid w:val="005836CF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5BA4"/>
    <w:rsid w:val="005A6EDE"/>
    <w:rsid w:val="005B4898"/>
    <w:rsid w:val="005B7090"/>
    <w:rsid w:val="005C4682"/>
    <w:rsid w:val="005C694C"/>
    <w:rsid w:val="005D2AA8"/>
    <w:rsid w:val="005D3C37"/>
    <w:rsid w:val="005E00F1"/>
    <w:rsid w:val="005E1FB9"/>
    <w:rsid w:val="005E272E"/>
    <w:rsid w:val="005E3BFC"/>
    <w:rsid w:val="005E43DD"/>
    <w:rsid w:val="005E44DE"/>
    <w:rsid w:val="005F03A9"/>
    <w:rsid w:val="005F0E5C"/>
    <w:rsid w:val="005F4112"/>
    <w:rsid w:val="005F4403"/>
    <w:rsid w:val="005F5FC3"/>
    <w:rsid w:val="006003D1"/>
    <w:rsid w:val="006023E9"/>
    <w:rsid w:val="00603185"/>
    <w:rsid w:val="00604F2B"/>
    <w:rsid w:val="006079C5"/>
    <w:rsid w:val="006107B4"/>
    <w:rsid w:val="0061218C"/>
    <w:rsid w:val="0061390E"/>
    <w:rsid w:val="00613A48"/>
    <w:rsid w:val="006155DB"/>
    <w:rsid w:val="00616B12"/>
    <w:rsid w:val="00620163"/>
    <w:rsid w:val="00620902"/>
    <w:rsid w:val="006250D0"/>
    <w:rsid w:val="00626381"/>
    <w:rsid w:val="006268B2"/>
    <w:rsid w:val="00631113"/>
    <w:rsid w:val="00637966"/>
    <w:rsid w:val="006406F7"/>
    <w:rsid w:val="00640FA2"/>
    <w:rsid w:val="00645F06"/>
    <w:rsid w:val="00650149"/>
    <w:rsid w:val="00653BD4"/>
    <w:rsid w:val="006554CA"/>
    <w:rsid w:val="006566F1"/>
    <w:rsid w:val="00656BB0"/>
    <w:rsid w:val="0065768D"/>
    <w:rsid w:val="00664DDE"/>
    <w:rsid w:val="0066578F"/>
    <w:rsid w:val="00665917"/>
    <w:rsid w:val="00665D9D"/>
    <w:rsid w:val="00665F1F"/>
    <w:rsid w:val="00667CAD"/>
    <w:rsid w:val="0067202D"/>
    <w:rsid w:val="00675E44"/>
    <w:rsid w:val="00677CB3"/>
    <w:rsid w:val="00681BD9"/>
    <w:rsid w:val="00684FB4"/>
    <w:rsid w:val="006853CA"/>
    <w:rsid w:val="006902BF"/>
    <w:rsid w:val="00690694"/>
    <w:rsid w:val="0069101D"/>
    <w:rsid w:val="006920B8"/>
    <w:rsid w:val="00696E9C"/>
    <w:rsid w:val="00697555"/>
    <w:rsid w:val="006A2FC0"/>
    <w:rsid w:val="006A329F"/>
    <w:rsid w:val="006A4B48"/>
    <w:rsid w:val="006A5961"/>
    <w:rsid w:val="006A6F21"/>
    <w:rsid w:val="006B3B6F"/>
    <w:rsid w:val="006B41FA"/>
    <w:rsid w:val="006B5830"/>
    <w:rsid w:val="006B79D6"/>
    <w:rsid w:val="006C29FD"/>
    <w:rsid w:val="006D05C2"/>
    <w:rsid w:val="006D1E9C"/>
    <w:rsid w:val="006D68AD"/>
    <w:rsid w:val="006D7251"/>
    <w:rsid w:val="006D727B"/>
    <w:rsid w:val="006D77E9"/>
    <w:rsid w:val="006D7F56"/>
    <w:rsid w:val="006E3E82"/>
    <w:rsid w:val="006E4BC9"/>
    <w:rsid w:val="006E56D6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587A"/>
    <w:rsid w:val="00716D94"/>
    <w:rsid w:val="00717D10"/>
    <w:rsid w:val="007204BE"/>
    <w:rsid w:val="0072148E"/>
    <w:rsid w:val="0072558C"/>
    <w:rsid w:val="0072588B"/>
    <w:rsid w:val="0072652A"/>
    <w:rsid w:val="007279B8"/>
    <w:rsid w:val="007333AD"/>
    <w:rsid w:val="00733C76"/>
    <w:rsid w:val="007343D8"/>
    <w:rsid w:val="00735138"/>
    <w:rsid w:val="007356F1"/>
    <w:rsid w:val="00736020"/>
    <w:rsid w:val="0073613C"/>
    <w:rsid w:val="007456D4"/>
    <w:rsid w:val="00746CAF"/>
    <w:rsid w:val="00747F21"/>
    <w:rsid w:val="00753140"/>
    <w:rsid w:val="00755A6F"/>
    <w:rsid w:val="007564C8"/>
    <w:rsid w:val="0076284C"/>
    <w:rsid w:val="00763D41"/>
    <w:rsid w:val="00764011"/>
    <w:rsid w:val="00772972"/>
    <w:rsid w:val="00774BE1"/>
    <w:rsid w:val="00774D5C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961CD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6CF2"/>
    <w:rsid w:val="007F78C3"/>
    <w:rsid w:val="00800E66"/>
    <w:rsid w:val="00802090"/>
    <w:rsid w:val="00803908"/>
    <w:rsid w:val="00805651"/>
    <w:rsid w:val="008067B9"/>
    <w:rsid w:val="00810441"/>
    <w:rsid w:val="008113DB"/>
    <w:rsid w:val="00815516"/>
    <w:rsid w:val="00815678"/>
    <w:rsid w:val="00815CBD"/>
    <w:rsid w:val="008204FB"/>
    <w:rsid w:val="00823A2D"/>
    <w:rsid w:val="008254D3"/>
    <w:rsid w:val="00825DA8"/>
    <w:rsid w:val="00827EA6"/>
    <w:rsid w:val="00830051"/>
    <w:rsid w:val="008338C1"/>
    <w:rsid w:val="008351C4"/>
    <w:rsid w:val="00835CC5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5DB"/>
    <w:rsid w:val="00857A86"/>
    <w:rsid w:val="00860872"/>
    <w:rsid w:val="00861B3B"/>
    <w:rsid w:val="00864C9A"/>
    <w:rsid w:val="00867B2D"/>
    <w:rsid w:val="008721B9"/>
    <w:rsid w:val="00874243"/>
    <w:rsid w:val="00875EFE"/>
    <w:rsid w:val="00877D9C"/>
    <w:rsid w:val="00880B26"/>
    <w:rsid w:val="00881BEA"/>
    <w:rsid w:val="00881DA5"/>
    <w:rsid w:val="00882B39"/>
    <w:rsid w:val="00886DAD"/>
    <w:rsid w:val="00890E6B"/>
    <w:rsid w:val="00892855"/>
    <w:rsid w:val="008958F7"/>
    <w:rsid w:val="008A0487"/>
    <w:rsid w:val="008A3133"/>
    <w:rsid w:val="008A406C"/>
    <w:rsid w:val="008B2B4B"/>
    <w:rsid w:val="008C2353"/>
    <w:rsid w:val="008C3059"/>
    <w:rsid w:val="008C44D2"/>
    <w:rsid w:val="008C73A4"/>
    <w:rsid w:val="008D0027"/>
    <w:rsid w:val="008D26F2"/>
    <w:rsid w:val="008D31F4"/>
    <w:rsid w:val="008D3947"/>
    <w:rsid w:val="008D4495"/>
    <w:rsid w:val="008D523A"/>
    <w:rsid w:val="008D52A0"/>
    <w:rsid w:val="008D6348"/>
    <w:rsid w:val="008D729E"/>
    <w:rsid w:val="008E1743"/>
    <w:rsid w:val="008E2362"/>
    <w:rsid w:val="008E41FB"/>
    <w:rsid w:val="008E44CD"/>
    <w:rsid w:val="008E698B"/>
    <w:rsid w:val="008E773B"/>
    <w:rsid w:val="008F3D9B"/>
    <w:rsid w:val="008F495F"/>
    <w:rsid w:val="008F63EC"/>
    <w:rsid w:val="008F7015"/>
    <w:rsid w:val="008F78D2"/>
    <w:rsid w:val="00901928"/>
    <w:rsid w:val="00901C0A"/>
    <w:rsid w:val="00906E68"/>
    <w:rsid w:val="0090723D"/>
    <w:rsid w:val="00911D1A"/>
    <w:rsid w:val="009123C8"/>
    <w:rsid w:val="0091252E"/>
    <w:rsid w:val="009135F1"/>
    <w:rsid w:val="00913903"/>
    <w:rsid w:val="009141EF"/>
    <w:rsid w:val="0091579E"/>
    <w:rsid w:val="009207F1"/>
    <w:rsid w:val="00920AFF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6D8"/>
    <w:rsid w:val="0095285D"/>
    <w:rsid w:val="00955972"/>
    <w:rsid w:val="00956667"/>
    <w:rsid w:val="009567D4"/>
    <w:rsid w:val="009572AD"/>
    <w:rsid w:val="00957435"/>
    <w:rsid w:val="00957AF6"/>
    <w:rsid w:val="009606F1"/>
    <w:rsid w:val="00962442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2939"/>
    <w:rsid w:val="00984346"/>
    <w:rsid w:val="00984893"/>
    <w:rsid w:val="00985EC2"/>
    <w:rsid w:val="00990FF3"/>
    <w:rsid w:val="00992149"/>
    <w:rsid w:val="00992B39"/>
    <w:rsid w:val="00992D4C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104"/>
    <w:rsid w:val="009C3AD6"/>
    <w:rsid w:val="009C4094"/>
    <w:rsid w:val="009C49AF"/>
    <w:rsid w:val="009C6996"/>
    <w:rsid w:val="009C6D1B"/>
    <w:rsid w:val="009D0D20"/>
    <w:rsid w:val="009D15D1"/>
    <w:rsid w:val="009D1816"/>
    <w:rsid w:val="009D226E"/>
    <w:rsid w:val="009D3018"/>
    <w:rsid w:val="009D6592"/>
    <w:rsid w:val="009D7C18"/>
    <w:rsid w:val="009E05B7"/>
    <w:rsid w:val="009E0E66"/>
    <w:rsid w:val="009E59BE"/>
    <w:rsid w:val="009E6B03"/>
    <w:rsid w:val="009F167E"/>
    <w:rsid w:val="009F1886"/>
    <w:rsid w:val="009F70B3"/>
    <w:rsid w:val="009F7BC2"/>
    <w:rsid w:val="00A0466B"/>
    <w:rsid w:val="00A05A71"/>
    <w:rsid w:val="00A05D86"/>
    <w:rsid w:val="00A073D9"/>
    <w:rsid w:val="00A074E9"/>
    <w:rsid w:val="00A13A39"/>
    <w:rsid w:val="00A235A4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473A6"/>
    <w:rsid w:val="00A52317"/>
    <w:rsid w:val="00A557CA"/>
    <w:rsid w:val="00A563FA"/>
    <w:rsid w:val="00A56C14"/>
    <w:rsid w:val="00A61DFC"/>
    <w:rsid w:val="00A62E07"/>
    <w:rsid w:val="00A63574"/>
    <w:rsid w:val="00A638B9"/>
    <w:rsid w:val="00A74D27"/>
    <w:rsid w:val="00A812AB"/>
    <w:rsid w:val="00A83EF2"/>
    <w:rsid w:val="00A843F5"/>
    <w:rsid w:val="00A8577D"/>
    <w:rsid w:val="00A86119"/>
    <w:rsid w:val="00A86FA6"/>
    <w:rsid w:val="00A94DDC"/>
    <w:rsid w:val="00A95B19"/>
    <w:rsid w:val="00AA1EB1"/>
    <w:rsid w:val="00AA328D"/>
    <w:rsid w:val="00AA49D1"/>
    <w:rsid w:val="00AA541F"/>
    <w:rsid w:val="00AB19C2"/>
    <w:rsid w:val="00AB23A1"/>
    <w:rsid w:val="00AB4A1C"/>
    <w:rsid w:val="00AB6FD6"/>
    <w:rsid w:val="00AB70BA"/>
    <w:rsid w:val="00AB74A6"/>
    <w:rsid w:val="00AC2BAC"/>
    <w:rsid w:val="00AC4494"/>
    <w:rsid w:val="00AC4598"/>
    <w:rsid w:val="00AC58A6"/>
    <w:rsid w:val="00AD4277"/>
    <w:rsid w:val="00AD55E2"/>
    <w:rsid w:val="00AD71F5"/>
    <w:rsid w:val="00AE195A"/>
    <w:rsid w:val="00AE2214"/>
    <w:rsid w:val="00AE4C01"/>
    <w:rsid w:val="00AE616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0F1B"/>
    <w:rsid w:val="00B215A3"/>
    <w:rsid w:val="00B23312"/>
    <w:rsid w:val="00B2501A"/>
    <w:rsid w:val="00B25BEA"/>
    <w:rsid w:val="00B27AF6"/>
    <w:rsid w:val="00B32BB8"/>
    <w:rsid w:val="00B344BA"/>
    <w:rsid w:val="00B40BB3"/>
    <w:rsid w:val="00B41553"/>
    <w:rsid w:val="00B415C0"/>
    <w:rsid w:val="00B41843"/>
    <w:rsid w:val="00B43308"/>
    <w:rsid w:val="00B46AD6"/>
    <w:rsid w:val="00B479DD"/>
    <w:rsid w:val="00B5177A"/>
    <w:rsid w:val="00B54682"/>
    <w:rsid w:val="00B57DCF"/>
    <w:rsid w:val="00B61CA6"/>
    <w:rsid w:val="00B630CA"/>
    <w:rsid w:val="00B63C48"/>
    <w:rsid w:val="00B751CB"/>
    <w:rsid w:val="00B75C5E"/>
    <w:rsid w:val="00B769C2"/>
    <w:rsid w:val="00B83B79"/>
    <w:rsid w:val="00B83FC6"/>
    <w:rsid w:val="00B855AF"/>
    <w:rsid w:val="00B86BB9"/>
    <w:rsid w:val="00B9019B"/>
    <w:rsid w:val="00B90250"/>
    <w:rsid w:val="00B90B4B"/>
    <w:rsid w:val="00B9104F"/>
    <w:rsid w:val="00B9170F"/>
    <w:rsid w:val="00B917FD"/>
    <w:rsid w:val="00B92822"/>
    <w:rsid w:val="00B96D0B"/>
    <w:rsid w:val="00BA20C5"/>
    <w:rsid w:val="00BA21AC"/>
    <w:rsid w:val="00BA227D"/>
    <w:rsid w:val="00BA5BCD"/>
    <w:rsid w:val="00BB1B0E"/>
    <w:rsid w:val="00BB301C"/>
    <w:rsid w:val="00BB3361"/>
    <w:rsid w:val="00BC27D2"/>
    <w:rsid w:val="00BC3C34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CA3"/>
    <w:rsid w:val="00BF3DDB"/>
    <w:rsid w:val="00BF4F70"/>
    <w:rsid w:val="00BF5D65"/>
    <w:rsid w:val="00BF69C6"/>
    <w:rsid w:val="00C0475F"/>
    <w:rsid w:val="00C05C86"/>
    <w:rsid w:val="00C07E74"/>
    <w:rsid w:val="00C105F8"/>
    <w:rsid w:val="00C1237B"/>
    <w:rsid w:val="00C12837"/>
    <w:rsid w:val="00C12E48"/>
    <w:rsid w:val="00C130AF"/>
    <w:rsid w:val="00C159F4"/>
    <w:rsid w:val="00C16BF6"/>
    <w:rsid w:val="00C17D1D"/>
    <w:rsid w:val="00C216E9"/>
    <w:rsid w:val="00C22244"/>
    <w:rsid w:val="00C22459"/>
    <w:rsid w:val="00C22528"/>
    <w:rsid w:val="00C24F8F"/>
    <w:rsid w:val="00C25CA2"/>
    <w:rsid w:val="00C260EB"/>
    <w:rsid w:val="00C3632C"/>
    <w:rsid w:val="00C36806"/>
    <w:rsid w:val="00C37A3E"/>
    <w:rsid w:val="00C41260"/>
    <w:rsid w:val="00C42A5E"/>
    <w:rsid w:val="00C46DD3"/>
    <w:rsid w:val="00C53EE9"/>
    <w:rsid w:val="00C571A7"/>
    <w:rsid w:val="00C576C8"/>
    <w:rsid w:val="00C57E71"/>
    <w:rsid w:val="00C608FA"/>
    <w:rsid w:val="00C61ACF"/>
    <w:rsid w:val="00C629F3"/>
    <w:rsid w:val="00C64A09"/>
    <w:rsid w:val="00C677FE"/>
    <w:rsid w:val="00C70EB7"/>
    <w:rsid w:val="00C71177"/>
    <w:rsid w:val="00C713EC"/>
    <w:rsid w:val="00C75651"/>
    <w:rsid w:val="00C75EDE"/>
    <w:rsid w:val="00C77586"/>
    <w:rsid w:val="00C77BB4"/>
    <w:rsid w:val="00C82CAE"/>
    <w:rsid w:val="00C84C66"/>
    <w:rsid w:val="00C878A7"/>
    <w:rsid w:val="00CA33F1"/>
    <w:rsid w:val="00CA3D2C"/>
    <w:rsid w:val="00CB3737"/>
    <w:rsid w:val="00CB381E"/>
    <w:rsid w:val="00CB3893"/>
    <w:rsid w:val="00CB520B"/>
    <w:rsid w:val="00CB602D"/>
    <w:rsid w:val="00CB6EFB"/>
    <w:rsid w:val="00CC0331"/>
    <w:rsid w:val="00CC2300"/>
    <w:rsid w:val="00CC2316"/>
    <w:rsid w:val="00CC2622"/>
    <w:rsid w:val="00CC4977"/>
    <w:rsid w:val="00CD0535"/>
    <w:rsid w:val="00CD5173"/>
    <w:rsid w:val="00CD6ADD"/>
    <w:rsid w:val="00CE193E"/>
    <w:rsid w:val="00CE308C"/>
    <w:rsid w:val="00CE67A5"/>
    <w:rsid w:val="00CE68E5"/>
    <w:rsid w:val="00CF3B23"/>
    <w:rsid w:val="00CF5BB4"/>
    <w:rsid w:val="00CF5D1E"/>
    <w:rsid w:val="00CF711D"/>
    <w:rsid w:val="00D01E2F"/>
    <w:rsid w:val="00D02D33"/>
    <w:rsid w:val="00D05D5E"/>
    <w:rsid w:val="00D11B8B"/>
    <w:rsid w:val="00D11FB0"/>
    <w:rsid w:val="00D131B4"/>
    <w:rsid w:val="00D16040"/>
    <w:rsid w:val="00D17815"/>
    <w:rsid w:val="00D2092C"/>
    <w:rsid w:val="00D2165F"/>
    <w:rsid w:val="00D22591"/>
    <w:rsid w:val="00D2442C"/>
    <w:rsid w:val="00D26A38"/>
    <w:rsid w:val="00D32DCA"/>
    <w:rsid w:val="00D3405A"/>
    <w:rsid w:val="00D344D9"/>
    <w:rsid w:val="00D36629"/>
    <w:rsid w:val="00D413C6"/>
    <w:rsid w:val="00D428F6"/>
    <w:rsid w:val="00D42AA6"/>
    <w:rsid w:val="00D45D44"/>
    <w:rsid w:val="00D51457"/>
    <w:rsid w:val="00D51788"/>
    <w:rsid w:val="00D53237"/>
    <w:rsid w:val="00D55163"/>
    <w:rsid w:val="00D55996"/>
    <w:rsid w:val="00D6485A"/>
    <w:rsid w:val="00D6487E"/>
    <w:rsid w:val="00D720D4"/>
    <w:rsid w:val="00D733B3"/>
    <w:rsid w:val="00D74284"/>
    <w:rsid w:val="00D75150"/>
    <w:rsid w:val="00D80D3F"/>
    <w:rsid w:val="00D848D5"/>
    <w:rsid w:val="00D872CD"/>
    <w:rsid w:val="00D877C6"/>
    <w:rsid w:val="00D92DD7"/>
    <w:rsid w:val="00D940AE"/>
    <w:rsid w:val="00D96B65"/>
    <w:rsid w:val="00D975D3"/>
    <w:rsid w:val="00D976F1"/>
    <w:rsid w:val="00DA25C9"/>
    <w:rsid w:val="00DA3BF4"/>
    <w:rsid w:val="00DA5C95"/>
    <w:rsid w:val="00DB4718"/>
    <w:rsid w:val="00DB5FE2"/>
    <w:rsid w:val="00DB691C"/>
    <w:rsid w:val="00DC0D3C"/>
    <w:rsid w:val="00DC41A7"/>
    <w:rsid w:val="00DC74F8"/>
    <w:rsid w:val="00DC7824"/>
    <w:rsid w:val="00DD06A2"/>
    <w:rsid w:val="00DD3886"/>
    <w:rsid w:val="00DE0CE3"/>
    <w:rsid w:val="00DE6E68"/>
    <w:rsid w:val="00DF1D02"/>
    <w:rsid w:val="00DF226A"/>
    <w:rsid w:val="00DF2D0C"/>
    <w:rsid w:val="00DF7C55"/>
    <w:rsid w:val="00E0078D"/>
    <w:rsid w:val="00E02B12"/>
    <w:rsid w:val="00E03A73"/>
    <w:rsid w:val="00E102BA"/>
    <w:rsid w:val="00E121C6"/>
    <w:rsid w:val="00E1283B"/>
    <w:rsid w:val="00E1322A"/>
    <w:rsid w:val="00E14213"/>
    <w:rsid w:val="00E1660E"/>
    <w:rsid w:val="00E22C0C"/>
    <w:rsid w:val="00E24295"/>
    <w:rsid w:val="00E2602C"/>
    <w:rsid w:val="00E27A39"/>
    <w:rsid w:val="00E27DED"/>
    <w:rsid w:val="00E32981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47CCA"/>
    <w:rsid w:val="00E513EE"/>
    <w:rsid w:val="00E52A9D"/>
    <w:rsid w:val="00E54F29"/>
    <w:rsid w:val="00E60E27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76978"/>
    <w:rsid w:val="00E8172B"/>
    <w:rsid w:val="00E83528"/>
    <w:rsid w:val="00E84DFE"/>
    <w:rsid w:val="00E932D9"/>
    <w:rsid w:val="00E9501B"/>
    <w:rsid w:val="00E9682E"/>
    <w:rsid w:val="00E96BDD"/>
    <w:rsid w:val="00EA2309"/>
    <w:rsid w:val="00EA303D"/>
    <w:rsid w:val="00EA38FD"/>
    <w:rsid w:val="00EA4A8F"/>
    <w:rsid w:val="00EA5500"/>
    <w:rsid w:val="00EB04F0"/>
    <w:rsid w:val="00EB11D4"/>
    <w:rsid w:val="00EB2786"/>
    <w:rsid w:val="00EB37E9"/>
    <w:rsid w:val="00EB5470"/>
    <w:rsid w:val="00EB5A6B"/>
    <w:rsid w:val="00EB6D5D"/>
    <w:rsid w:val="00EC0B1C"/>
    <w:rsid w:val="00EC1DEC"/>
    <w:rsid w:val="00EC52A3"/>
    <w:rsid w:val="00EC5317"/>
    <w:rsid w:val="00EC785E"/>
    <w:rsid w:val="00ED3DD0"/>
    <w:rsid w:val="00EE13B1"/>
    <w:rsid w:val="00EE2D8F"/>
    <w:rsid w:val="00EE4580"/>
    <w:rsid w:val="00EE4672"/>
    <w:rsid w:val="00EE7A4B"/>
    <w:rsid w:val="00EF0081"/>
    <w:rsid w:val="00EF10D9"/>
    <w:rsid w:val="00EF502A"/>
    <w:rsid w:val="00EF5C9F"/>
    <w:rsid w:val="00EF6729"/>
    <w:rsid w:val="00EF6874"/>
    <w:rsid w:val="00F020A3"/>
    <w:rsid w:val="00F1197D"/>
    <w:rsid w:val="00F129B8"/>
    <w:rsid w:val="00F13DAA"/>
    <w:rsid w:val="00F23772"/>
    <w:rsid w:val="00F27794"/>
    <w:rsid w:val="00F31DB2"/>
    <w:rsid w:val="00F3349E"/>
    <w:rsid w:val="00F34FBF"/>
    <w:rsid w:val="00F352E4"/>
    <w:rsid w:val="00F40506"/>
    <w:rsid w:val="00F40ACC"/>
    <w:rsid w:val="00F416BA"/>
    <w:rsid w:val="00F42012"/>
    <w:rsid w:val="00F43336"/>
    <w:rsid w:val="00F44242"/>
    <w:rsid w:val="00F44DF0"/>
    <w:rsid w:val="00F45477"/>
    <w:rsid w:val="00F511B5"/>
    <w:rsid w:val="00F538C5"/>
    <w:rsid w:val="00F54EBE"/>
    <w:rsid w:val="00F56419"/>
    <w:rsid w:val="00F57983"/>
    <w:rsid w:val="00F6251F"/>
    <w:rsid w:val="00F66C2C"/>
    <w:rsid w:val="00F67218"/>
    <w:rsid w:val="00F70E9A"/>
    <w:rsid w:val="00F71F4A"/>
    <w:rsid w:val="00F740FB"/>
    <w:rsid w:val="00F74D86"/>
    <w:rsid w:val="00F74EDD"/>
    <w:rsid w:val="00F822D6"/>
    <w:rsid w:val="00F833FE"/>
    <w:rsid w:val="00F84422"/>
    <w:rsid w:val="00F86A86"/>
    <w:rsid w:val="00F87124"/>
    <w:rsid w:val="00F87D6F"/>
    <w:rsid w:val="00F916A9"/>
    <w:rsid w:val="00F91BE6"/>
    <w:rsid w:val="00F93F3F"/>
    <w:rsid w:val="00FA5847"/>
    <w:rsid w:val="00FA73BA"/>
    <w:rsid w:val="00FA7B83"/>
    <w:rsid w:val="00FB1D23"/>
    <w:rsid w:val="00FB6293"/>
    <w:rsid w:val="00FC03E9"/>
    <w:rsid w:val="00FC24B2"/>
    <w:rsid w:val="00FC2DB1"/>
    <w:rsid w:val="00FC43DE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2E76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9EB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3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3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4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5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6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8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0">
    <w:name w:val="0"/>
    <w:basedOn w:val="Normalny"/>
    <w:rsid w:val="00001948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table" w:styleId="Tabela-Siatka">
    <w:name w:val="Table Grid"/>
    <w:basedOn w:val="Standardowy"/>
    <w:rsid w:val="00E16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48D1A-05A1-43EF-ADFB-E3C23F20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DF4994-C577-441C-8BEA-F939F585EDD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83cc594e-1913-4543-bb38-8a2f73b7f1c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B59C09-6141-4696-8B59-D7739EF12C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5A93F-19EB-4B44-B876-1DF10179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</Template>
  <TotalTime>0</TotalTime>
  <Pages>14</Pages>
  <Words>2467</Words>
  <Characters>16554</Characters>
  <Application>Microsoft Office Word</Application>
  <DocSecurity>0</DocSecurity>
  <Lines>137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18984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Bartczak Emilia</cp:lastModifiedBy>
  <cp:revision>2</cp:revision>
  <cp:lastPrinted>2018-05-25T12:56:00Z</cp:lastPrinted>
  <dcterms:created xsi:type="dcterms:W3CDTF">2026-01-19T13:39:00Z</dcterms:created>
  <dcterms:modified xsi:type="dcterms:W3CDTF">2026-01-19T13:39:00Z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