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8FA5BBF" w14:textId="29A84FF7" w:rsidR="00D76DEF" w:rsidRPr="004A48D6" w:rsidRDefault="005977E6" w:rsidP="005B508A">
      <w:pPr>
        <w:spacing w:line="280" w:lineRule="exact"/>
        <w:ind w:left="-142"/>
        <w:jc w:val="left"/>
        <w:rPr>
          <w:rFonts w:cs="Arial"/>
          <w:noProof/>
          <w:szCs w:val="22"/>
        </w:rPr>
      </w:pPr>
      <w:bookmarkStart w:id="0" w:name="_Toc75503973"/>
      <w:bookmarkStart w:id="1" w:name="_GoBack"/>
      <w:bookmarkEnd w:id="1"/>
      <w:r w:rsidRPr="004A48D6">
        <w:rPr>
          <w:rFonts w:cs="Arial"/>
          <w:b/>
          <w:szCs w:val="22"/>
        </w:rPr>
        <w:t>1.</w:t>
      </w:r>
      <w:r w:rsidRPr="004A48D6">
        <w:rPr>
          <w:rFonts w:cs="Arial"/>
          <w:b/>
          <w:szCs w:val="22"/>
        </w:rPr>
        <w:tab/>
        <w:t>FORMULARZ OFERTOWY</w:t>
      </w:r>
      <w:bookmarkEnd w:id="0"/>
    </w:p>
    <w:p w14:paraId="079E7679" w14:textId="3065696A" w:rsidR="00D76DEF" w:rsidRPr="00293607" w:rsidRDefault="00E93F0D" w:rsidP="00D76DEF">
      <w:pPr>
        <w:tabs>
          <w:tab w:val="left" w:pos="720"/>
          <w:tab w:val="left" w:pos="1584"/>
          <w:tab w:val="left" w:pos="2592"/>
          <w:tab w:val="left" w:pos="3312"/>
          <w:tab w:val="left" w:pos="3744"/>
          <w:tab w:val="left" w:pos="4032"/>
          <w:tab w:val="left" w:pos="4896"/>
          <w:tab w:val="left" w:pos="5904"/>
          <w:tab w:val="left" w:pos="6768"/>
          <w:tab w:val="left" w:pos="7056"/>
        </w:tabs>
        <w:rPr>
          <w:rFonts w:cs="Arial"/>
          <w:b/>
          <w:szCs w:val="22"/>
        </w:rPr>
      </w:pPr>
      <w:r w:rsidRPr="00293607">
        <w:rPr>
          <w:rFonts w:cs="Arial"/>
          <w:noProof/>
          <w:szCs w:val="22"/>
        </w:rPr>
        <mc:AlternateContent>
          <mc:Choice Requires="wps">
            <w:drawing>
              <wp:anchor distT="0" distB="0" distL="114300" distR="114300" simplePos="0" relativeHeight="251655680" behindDoc="0" locked="0" layoutInCell="0" allowOverlap="1" wp14:anchorId="53C54A32" wp14:editId="73376D34">
                <wp:simplePos x="0" y="0"/>
                <wp:positionH relativeFrom="column">
                  <wp:posOffset>7620</wp:posOffset>
                </wp:positionH>
                <wp:positionV relativeFrom="paragraph">
                  <wp:posOffset>100330</wp:posOffset>
                </wp:positionV>
                <wp:extent cx="2114550" cy="0"/>
                <wp:effectExtent l="11430" t="12065" r="7620" b="6985"/>
                <wp:wrapNone/>
                <wp:docPr id="4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1455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5D0BD39" id="Line 2" o:spid="_x0000_s1026" style="position:absolute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6pt,7.9pt" to="167.1pt,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" o:allowincell="f"/>
            </w:pict>
          </mc:Fallback>
        </mc:AlternateContent>
      </w:r>
    </w:p>
    <w:tbl>
      <w:tblPr>
        <w:tblW w:w="10065" w:type="dxa"/>
        <w:tblInd w:w="-601" w:type="dxa"/>
        <w:tblLook w:val="01E0" w:firstRow="1" w:lastRow="1" w:firstColumn="1" w:lastColumn="1" w:noHBand="0" w:noVBand="0"/>
      </w:tblPr>
      <w:tblGrid>
        <w:gridCol w:w="5671"/>
        <w:gridCol w:w="4394"/>
      </w:tblGrid>
      <w:tr w:rsidR="009A3213" w:rsidRPr="00ED1D8E" w14:paraId="5278E023" w14:textId="77777777" w:rsidTr="00801059">
        <w:tc>
          <w:tcPr>
            <w:tcW w:w="5671" w:type="dxa"/>
          </w:tcPr>
          <w:p w14:paraId="6533A964" w14:textId="77777777" w:rsidR="00EE14B4" w:rsidRPr="00ED1D8E" w:rsidRDefault="00EE14B4" w:rsidP="009C49E6">
            <w:pPr>
              <w:jc w:val="left"/>
              <w:rPr>
                <w:rFonts w:cs="Arial"/>
                <w:b/>
                <w:szCs w:val="22"/>
              </w:rPr>
            </w:pPr>
          </w:p>
          <w:p w14:paraId="09F64C54" w14:textId="77777777" w:rsidR="009A3213" w:rsidRPr="00ED1D8E" w:rsidRDefault="00646D1F" w:rsidP="009C49E6">
            <w:pPr>
              <w:jc w:val="left"/>
              <w:rPr>
                <w:rFonts w:cs="Arial"/>
                <w:b/>
                <w:szCs w:val="22"/>
              </w:rPr>
            </w:pPr>
            <w:r w:rsidRPr="00ED1D8E">
              <w:rPr>
                <w:rFonts w:cs="Arial"/>
                <w:b/>
                <w:szCs w:val="22"/>
              </w:rPr>
              <w:t>Dane</w:t>
            </w:r>
            <w:r w:rsidR="009A3213" w:rsidRPr="00ED1D8E">
              <w:rPr>
                <w:rFonts w:cs="Arial"/>
                <w:b/>
                <w:szCs w:val="22"/>
              </w:rPr>
              <w:t xml:space="preserve"> Wykonawcy</w:t>
            </w:r>
            <w:r w:rsidRPr="00ED1D8E">
              <w:rPr>
                <w:rFonts w:cs="Arial"/>
                <w:b/>
                <w:szCs w:val="22"/>
              </w:rPr>
              <w:t>:</w:t>
            </w:r>
          </w:p>
          <w:p w14:paraId="48DAF4AD" w14:textId="77777777" w:rsidR="00AC7953" w:rsidRPr="00ED1D8E" w:rsidRDefault="00AC7953" w:rsidP="009C49E6">
            <w:pPr>
              <w:jc w:val="left"/>
              <w:rPr>
                <w:rFonts w:cs="Arial"/>
                <w:b/>
                <w:szCs w:val="22"/>
              </w:rPr>
            </w:pPr>
            <w:r w:rsidRPr="00ED1D8E">
              <w:rPr>
                <w:rFonts w:cs="Arial"/>
                <w:b/>
                <w:szCs w:val="22"/>
              </w:rPr>
              <w:t>………………………</w:t>
            </w:r>
          </w:p>
          <w:p w14:paraId="12E9799A" w14:textId="77777777" w:rsidR="00AC7953" w:rsidRPr="00ED1D8E" w:rsidRDefault="00AC7953" w:rsidP="009C49E6">
            <w:pPr>
              <w:jc w:val="left"/>
              <w:rPr>
                <w:rFonts w:cs="Arial"/>
                <w:b/>
                <w:szCs w:val="22"/>
              </w:rPr>
            </w:pPr>
            <w:r w:rsidRPr="00ED1D8E">
              <w:rPr>
                <w:rFonts w:cs="Arial"/>
                <w:b/>
                <w:szCs w:val="22"/>
              </w:rPr>
              <w:t>………………………</w:t>
            </w:r>
          </w:p>
          <w:p w14:paraId="21EAB9E0" w14:textId="77777777" w:rsidR="00AC7953" w:rsidRPr="00ED1D8E" w:rsidRDefault="00AC7953" w:rsidP="009C49E6">
            <w:pPr>
              <w:jc w:val="left"/>
              <w:rPr>
                <w:rFonts w:cs="Arial"/>
                <w:b/>
                <w:szCs w:val="22"/>
              </w:rPr>
            </w:pPr>
            <w:r w:rsidRPr="00ED1D8E">
              <w:rPr>
                <w:rFonts w:cs="Arial"/>
                <w:b/>
                <w:szCs w:val="22"/>
              </w:rPr>
              <w:t>………………………</w:t>
            </w:r>
          </w:p>
          <w:p w14:paraId="44E9914E" w14:textId="77777777" w:rsidR="007E2392" w:rsidRPr="00ED1D8E" w:rsidRDefault="00AC7953" w:rsidP="00AC7953">
            <w:pPr>
              <w:rPr>
                <w:rFonts w:cs="Arial"/>
                <w:color w:val="0D0D0D"/>
                <w:szCs w:val="22"/>
              </w:rPr>
            </w:pPr>
            <w:r w:rsidRPr="00ED1D8E">
              <w:rPr>
                <w:rFonts w:cs="Arial"/>
                <w:color w:val="0D0D0D"/>
                <w:szCs w:val="22"/>
              </w:rPr>
              <w:t>(</w:t>
            </w:r>
            <w:r w:rsidR="007F0E6C">
              <w:rPr>
                <w:rFonts w:cs="Arial"/>
                <w:color w:val="0D0D0D"/>
                <w:szCs w:val="22"/>
              </w:rPr>
              <w:t xml:space="preserve">nazwa, </w:t>
            </w:r>
            <w:r w:rsidR="00646D1F" w:rsidRPr="00ED1D8E">
              <w:rPr>
                <w:rFonts w:cs="Arial"/>
                <w:color w:val="0D0D0D"/>
                <w:szCs w:val="22"/>
              </w:rPr>
              <w:t>kod, miejscowość</w:t>
            </w:r>
            <w:r w:rsidRPr="00ED1D8E">
              <w:rPr>
                <w:rFonts w:cs="Arial"/>
                <w:color w:val="0D0D0D"/>
                <w:szCs w:val="22"/>
              </w:rPr>
              <w:t>,</w:t>
            </w:r>
            <w:r w:rsidR="00646D1F" w:rsidRPr="00ED1D8E">
              <w:rPr>
                <w:rFonts w:cs="Arial"/>
                <w:color w:val="0D0D0D"/>
                <w:szCs w:val="22"/>
              </w:rPr>
              <w:t xml:space="preserve"> ulica, nr lokalu</w:t>
            </w:r>
            <w:r w:rsidRPr="00ED1D8E">
              <w:rPr>
                <w:rFonts w:cs="Arial"/>
                <w:color w:val="0D0D0D"/>
                <w:szCs w:val="22"/>
              </w:rPr>
              <w:t>)</w:t>
            </w:r>
          </w:p>
          <w:p w14:paraId="4F782963" w14:textId="77777777" w:rsidR="003818FE" w:rsidRPr="00ED1D8E" w:rsidRDefault="00E24623" w:rsidP="007E2392">
            <w:pPr>
              <w:jc w:val="left"/>
              <w:rPr>
                <w:rFonts w:cs="Arial"/>
                <w:szCs w:val="22"/>
              </w:rPr>
            </w:pPr>
            <w:r w:rsidRPr="00ED1D8E">
              <w:rPr>
                <w:rFonts w:cs="Arial"/>
                <w:szCs w:val="22"/>
              </w:rPr>
              <w:t>REGON ………………………</w:t>
            </w:r>
          </w:p>
          <w:p w14:paraId="4FD8A2D1" w14:textId="77777777" w:rsidR="00E24623" w:rsidRPr="00ED1D8E" w:rsidRDefault="00E24623" w:rsidP="007E2392">
            <w:pPr>
              <w:jc w:val="left"/>
              <w:rPr>
                <w:rFonts w:cs="Arial"/>
                <w:szCs w:val="22"/>
              </w:rPr>
            </w:pPr>
            <w:r w:rsidRPr="00ED1D8E">
              <w:rPr>
                <w:rFonts w:cs="Arial"/>
                <w:szCs w:val="22"/>
              </w:rPr>
              <w:t>NIP: ……………………………</w:t>
            </w:r>
          </w:p>
          <w:p w14:paraId="44EAFC53" w14:textId="77777777" w:rsidR="00AC0225" w:rsidRPr="00ED1D8E" w:rsidRDefault="00AC0225" w:rsidP="007E2392">
            <w:pPr>
              <w:jc w:val="left"/>
              <w:rPr>
                <w:rFonts w:cs="Arial"/>
                <w:szCs w:val="22"/>
              </w:rPr>
            </w:pPr>
          </w:p>
          <w:p w14:paraId="05DED22D" w14:textId="77777777" w:rsidR="007E2392" w:rsidRPr="00ED1D8E" w:rsidRDefault="007E2392" w:rsidP="007E2392">
            <w:pPr>
              <w:jc w:val="left"/>
              <w:rPr>
                <w:rFonts w:cs="Arial"/>
                <w:szCs w:val="22"/>
              </w:rPr>
            </w:pPr>
            <w:r w:rsidRPr="00ED1D8E">
              <w:rPr>
                <w:rFonts w:cs="Arial"/>
                <w:szCs w:val="22"/>
              </w:rPr>
              <w:t>adres</w:t>
            </w:r>
            <w:r w:rsidR="003818FE" w:rsidRPr="00ED1D8E">
              <w:rPr>
                <w:rFonts w:cs="Arial"/>
                <w:szCs w:val="22"/>
              </w:rPr>
              <w:t xml:space="preserve"> do korespondencji: …………………</w:t>
            </w:r>
          </w:p>
          <w:p w14:paraId="5031A98A" w14:textId="77777777" w:rsidR="007E2392" w:rsidRPr="00ED1D8E" w:rsidRDefault="00E24623" w:rsidP="007E2392">
            <w:pPr>
              <w:jc w:val="left"/>
              <w:rPr>
                <w:rFonts w:cs="Arial"/>
                <w:szCs w:val="22"/>
              </w:rPr>
            </w:pPr>
            <w:r w:rsidRPr="00ED1D8E">
              <w:rPr>
                <w:rFonts w:cs="Arial"/>
                <w:szCs w:val="22"/>
              </w:rPr>
              <w:t xml:space="preserve">nr </w:t>
            </w:r>
            <w:r w:rsidR="003818FE" w:rsidRPr="00ED1D8E">
              <w:rPr>
                <w:rFonts w:cs="Arial"/>
                <w:szCs w:val="22"/>
              </w:rPr>
              <w:t>tel</w:t>
            </w:r>
            <w:r w:rsidRPr="00ED1D8E">
              <w:rPr>
                <w:rFonts w:cs="Arial"/>
                <w:szCs w:val="22"/>
              </w:rPr>
              <w:t>efonu:</w:t>
            </w:r>
            <w:r w:rsidR="00265794" w:rsidRPr="00ED1D8E" w:rsidDel="00265794">
              <w:rPr>
                <w:rFonts w:cs="Arial"/>
                <w:szCs w:val="22"/>
              </w:rPr>
              <w:t xml:space="preserve"> </w:t>
            </w:r>
            <w:r w:rsidRPr="00ED1D8E">
              <w:rPr>
                <w:rFonts w:cs="Arial"/>
                <w:szCs w:val="22"/>
              </w:rPr>
              <w:t>…………………………………</w:t>
            </w:r>
          </w:p>
          <w:p w14:paraId="1C41FEE2" w14:textId="77777777" w:rsidR="007C6B46" w:rsidRPr="00ED1D8E" w:rsidRDefault="00697655" w:rsidP="009C49E6">
            <w:pPr>
              <w:jc w:val="left"/>
              <w:rPr>
                <w:rFonts w:cs="Arial"/>
                <w:szCs w:val="22"/>
              </w:rPr>
            </w:pPr>
            <w:r w:rsidRPr="00ED1D8E">
              <w:rPr>
                <w:rFonts w:cs="Arial"/>
                <w:szCs w:val="22"/>
              </w:rPr>
              <w:t xml:space="preserve">adres </w:t>
            </w:r>
            <w:r w:rsidR="003818FE" w:rsidRPr="00ED1D8E">
              <w:rPr>
                <w:rFonts w:cs="Arial"/>
                <w:szCs w:val="22"/>
              </w:rPr>
              <w:t>e-mail………………</w:t>
            </w:r>
            <w:r w:rsidR="00156384" w:rsidRPr="00ED1D8E">
              <w:rPr>
                <w:rFonts w:cs="Arial"/>
                <w:szCs w:val="22"/>
              </w:rPr>
              <w:t>…………………</w:t>
            </w:r>
          </w:p>
          <w:p w14:paraId="2ADBDF39" w14:textId="77777777" w:rsidR="009A3213" w:rsidRPr="00ED1D8E" w:rsidRDefault="009A3213" w:rsidP="009C49E6">
            <w:pPr>
              <w:jc w:val="left"/>
              <w:rPr>
                <w:rFonts w:cs="Arial"/>
                <w:szCs w:val="22"/>
              </w:rPr>
            </w:pPr>
          </w:p>
        </w:tc>
        <w:tc>
          <w:tcPr>
            <w:tcW w:w="4394" w:type="dxa"/>
          </w:tcPr>
          <w:p w14:paraId="500F4D3F" w14:textId="77777777" w:rsidR="007C6B46" w:rsidRPr="00ED1D8E" w:rsidRDefault="007C6B46" w:rsidP="009C49E6">
            <w:pPr>
              <w:jc w:val="left"/>
              <w:rPr>
                <w:rFonts w:cs="Arial"/>
                <w:b/>
                <w:szCs w:val="22"/>
              </w:rPr>
            </w:pPr>
          </w:p>
          <w:p w14:paraId="761344EC" w14:textId="77777777" w:rsidR="007C6B46" w:rsidRPr="00ED1D8E" w:rsidRDefault="00AC7953" w:rsidP="009C49E6">
            <w:pPr>
              <w:jc w:val="left"/>
              <w:rPr>
                <w:rFonts w:cs="Arial"/>
                <w:b/>
                <w:szCs w:val="22"/>
              </w:rPr>
            </w:pPr>
            <w:r w:rsidRPr="00ED1D8E">
              <w:rPr>
                <w:rFonts w:cs="Arial"/>
                <w:b/>
                <w:szCs w:val="22"/>
              </w:rPr>
              <w:t>Do:</w:t>
            </w:r>
          </w:p>
          <w:p w14:paraId="5C48062C" w14:textId="77777777" w:rsidR="0036254A" w:rsidRPr="00ED1D8E" w:rsidRDefault="0036254A" w:rsidP="009C49E6">
            <w:pPr>
              <w:jc w:val="left"/>
              <w:rPr>
                <w:rFonts w:cs="Arial"/>
                <w:b/>
                <w:szCs w:val="22"/>
              </w:rPr>
            </w:pPr>
          </w:p>
          <w:p w14:paraId="5221AA50" w14:textId="77777777" w:rsidR="00AC7953" w:rsidRPr="00ED1D8E" w:rsidRDefault="00384E94" w:rsidP="00AC7953">
            <w:pPr>
              <w:rPr>
                <w:rFonts w:cs="Arial"/>
              </w:rPr>
            </w:pPr>
            <w:r>
              <w:rPr>
                <w:rFonts w:cs="Arial"/>
                <w:b/>
              </w:rPr>
              <w:t>ORLEN Spółka Akcyjna</w:t>
            </w:r>
          </w:p>
          <w:p w14:paraId="708FA137" w14:textId="77777777" w:rsidR="009A3213" w:rsidRPr="00ED1D8E" w:rsidRDefault="003873C0" w:rsidP="00AC7953">
            <w:pPr>
              <w:jc w:val="left"/>
              <w:rPr>
                <w:rFonts w:cs="Arial"/>
                <w:sz w:val="20"/>
                <w:szCs w:val="20"/>
              </w:rPr>
            </w:pPr>
            <w:r w:rsidRPr="00ED1D8E">
              <w:rPr>
                <w:rFonts w:cs="Arial"/>
                <w:sz w:val="20"/>
                <w:szCs w:val="20"/>
              </w:rPr>
              <w:t xml:space="preserve">Oddział </w:t>
            </w:r>
            <w:r w:rsidR="00AC7953" w:rsidRPr="00ED1D8E">
              <w:rPr>
                <w:rFonts w:cs="Arial"/>
                <w:sz w:val="20"/>
                <w:szCs w:val="20"/>
              </w:rPr>
              <w:t>Polskie Górnictwo Naftowe i Gazownictwo w </w:t>
            </w:r>
            <w:r w:rsidRPr="00ED1D8E">
              <w:rPr>
                <w:rFonts w:cs="Arial"/>
                <w:sz w:val="20"/>
                <w:szCs w:val="20"/>
              </w:rPr>
              <w:t>Zielonej Górze</w:t>
            </w:r>
          </w:p>
          <w:p w14:paraId="5128B93C" w14:textId="77777777" w:rsidR="00AC7953" w:rsidRPr="00ED1D8E" w:rsidRDefault="00AC7953" w:rsidP="003818FE">
            <w:pPr>
              <w:ind w:left="355"/>
              <w:jc w:val="left"/>
              <w:rPr>
                <w:rFonts w:cs="Arial"/>
                <w:sz w:val="20"/>
                <w:szCs w:val="20"/>
              </w:rPr>
            </w:pPr>
          </w:p>
          <w:p w14:paraId="22570F30" w14:textId="77777777" w:rsidR="009A3213" w:rsidRPr="00ED1D8E" w:rsidRDefault="00B35757" w:rsidP="00801059">
            <w:pPr>
              <w:ind w:left="355" w:hanging="422"/>
              <w:jc w:val="left"/>
              <w:rPr>
                <w:rFonts w:cs="Arial"/>
                <w:sz w:val="20"/>
                <w:szCs w:val="20"/>
              </w:rPr>
            </w:pPr>
            <w:r w:rsidRPr="00ED1D8E">
              <w:rPr>
                <w:rFonts w:cs="Arial"/>
                <w:sz w:val="20"/>
                <w:szCs w:val="20"/>
              </w:rPr>
              <w:t>ul. Bohaterów</w:t>
            </w:r>
            <w:r w:rsidR="003873C0" w:rsidRPr="00ED1D8E">
              <w:rPr>
                <w:rFonts w:cs="Arial"/>
                <w:sz w:val="20"/>
                <w:szCs w:val="20"/>
              </w:rPr>
              <w:t xml:space="preserve"> Westerplatte 15</w:t>
            </w:r>
          </w:p>
          <w:p w14:paraId="00EE567E" w14:textId="77777777" w:rsidR="003873C0" w:rsidRPr="00ED1D8E" w:rsidRDefault="003873C0" w:rsidP="00801059">
            <w:pPr>
              <w:ind w:left="355" w:hanging="389"/>
              <w:jc w:val="left"/>
              <w:rPr>
                <w:rFonts w:cs="Arial"/>
                <w:b/>
                <w:szCs w:val="22"/>
              </w:rPr>
            </w:pPr>
            <w:r w:rsidRPr="00ED1D8E">
              <w:rPr>
                <w:rFonts w:cs="Arial"/>
                <w:sz w:val="20"/>
                <w:szCs w:val="20"/>
              </w:rPr>
              <w:t>65-034 Zielona Góra</w:t>
            </w:r>
          </w:p>
        </w:tc>
      </w:tr>
    </w:tbl>
    <w:p w14:paraId="63E13F8E" w14:textId="77777777" w:rsidR="002361B8" w:rsidRDefault="002361B8" w:rsidP="00721245">
      <w:pPr>
        <w:jc w:val="left"/>
        <w:rPr>
          <w:b/>
          <w:sz w:val="24"/>
        </w:rPr>
      </w:pPr>
    </w:p>
    <w:p w14:paraId="34E27B01" w14:textId="3E8733F6" w:rsidR="00721245" w:rsidRPr="00FE044B" w:rsidRDefault="00721245" w:rsidP="00721245">
      <w:pPr>
        <w:jc w:val="left"/>
        <w:rPr>
          <w:b/>
          <w:sz w:val="24"/>
          <w:lang w:val="de-DE"/>
        </w:rPr>
      </w:pPr>
      <w:r>
        <w:rPr>
          <w:b/>
          <w:sz w:val="24"/>
        </w:rPr>
        <w:t>CRZ:NP/ORLEN/25/0217</w:t>
      </w:r>
      <w:r w:rsidRPr="00FE044B">
        <w:rPr>
          <w:b/>
          <w:sz w:val="24"/>
        </w:rPr>
        <w:t>/OZ/EU</w:t>
      </w:r>
    </w:p>
    <w:p w14:paraId="023B79AF" w14:textId="77777777" w:rsidR="00F01D5D" w:rsidRPr="00ED1D8E" w:rsidRDefault="00F01D5D" w:rsidP="00EE2837">
      <w:pPr>
        <w:rPr>
          <w:rFonts w:cs="Arial"/>
          <w:color w:val="000000"/>
          <w:szCs w:val="22"/>
          <w:lang w:val="de-DE" w:eastAsia="ar-SA"/>
        </w:rPr>
      </w:pPr>
    </w:p>
    <w:p w14:paraId="761D99B0" w14:textId="014471E7" w:rsidR="005165D4" w:rsidRDefault="000929ED" w:rsidP="002361B8">
      <w:pPr>
        <w:jc w:val="left"/>
        <w:rPr>
          <w:b/>
        </w:rPr>
      </w:pPr>
      <w:r w:rsidRPr="000929ED">
        <w:rPr>
          <w:b/>
          <w:sz w:val="24"/>
        </w:rPr>
        <w:t xml:space="preserve"> </w:t>
      </w:r>
      <w:r w:rsidR="007747D5" w:rsidRPr="007747D5">
        <w:rPr>
          <w:b/>
        </w:rPr>
        <w:t xml:space="preserve"> </w:t>
      </w:r>
    </w:p>
    <w:p w14:paraId="689DE27B" w14:textId="77777777" w:rsidR="004668E7" w:rsidRPr="00272648" w:rsidRDefault="009A3213" w:rsidP="00515959">
      <w:pPr>
        <w:pStyle w:val="Tekstpodstawowy"/>
        <w:jc w:val="center"/>
        <w:rPr>
          <w:rFonts w:ascii="Arial" w:hAnsi="Arial" w:cs="Arial"/>
          <w:b/>
          <w:sz w:val="22"/>
          <w:szCs w:val="22"/>
        </w:rPr>
      </w:pPr>
      <w:r w:rsidRPr="00272648">
        <w:rPr>
          <w:rFonts w:ascii="Arial" w:hAnsi="Arial" w:cs="Arial"/>
          <w:b/>
          <w:sz w:val="22"/>
          <w:szCs w:val="22"/>
        </w:rPr>
        <w:t>OFERTA</w:t>
      </w:r>
    </w:p>
    <w:p w14:paraId="0C06781B" w14:textId="65AC6CB7" w:rsidR="007A52B0" w:rsidRPr="00C62C51" w:rsidRDefault="009A3213" w:rsidP="007A52B0">
      <w:pPr>
        <w:rPr>
          <w:rFonts w:cs="Arial"/>
          <w:b/>
          <w:i/>
          <w:szCs w:val="22"/>
        </w:rPr>
      </w:pPr>
      <w:r w:rsidRPr="00272648">
        <w:rPr>
          <w:rFonts w:cs="Arial"/>
          <w:szCs w:val="22"/>
        </w:rPr>
        <w:t>Na</w:t>
      </w:r>
      <w:r w:rsidR="00886763" w:rsidRPr="00272648">
        <w:rPr>
          <w:rFonts w:cs="Arial"/>
          <w:szCs w:val="22"/>
        </w:rPr>
        <w:t xml:space="preserve"> zadanie</w:t>
      </w:r>
      <w:r w:rsidR="00BB6ABB" w:rsidRPr="00272648">
        <w:rPr>
          <w:rFonts w:cs="Arial"/>
          <w:szCs w:val="22"/>
        </w:rPr>
        <w:t>,</w:t>
      </w:r>
      <w:r w:rsidR="00886763" w:rsidRPr="00272648">
        <w:rPr>
          <w:rFonts w:cs="Arial"/>
          <w:szCs w:val="22"/>
        </w:rPr>
        <w:t xml:space="preserve"> pn</w:t>
      </w:r>
      <w:r w:rsidR="00451D7A" w:rsidRPr="00272648">
        <w:rPr>
          <w:rFonts w:cs="Arial"/>
          <w:szCs w:val="22"/>
        </w:rPr>
        <w:t>.</w:t>
      </w:r>
      <w:r w:rsidR="00BB6ABB" w:rsidRPr="00272648">
        <w:rPr>
          <w:rFonts w:cs="Arial"/>
          <w:szCs w:val="22"/>
        </w:rPr>
        <w:t>:</w:t>
      </w:r>
      <w:r w:rsidRPr="00272648">
        <w:rPr>
          <w:rFonts w:cs="Arial"/>
          <w:b/>
          <w:i/>
          <w:szCs w:val="22"/>
        </w:rPr>
        <w:t xml:space="preserve"> </w:t>
      </w:r>
      <w:r w:rsidR="00BB6ABB" w:rsidRPr="00C62C51">
        <w:rPr>
          <w:rFonts w:cs="Arial"/>
          <w:b/>
          <w:szCs w:val="22"/>
        </w:rPr>
        <w:t>„</w:t>
      </w:r>
      <w:r w:rsidR="00C62C51" w:rsidRPr="00C62C51">
        <w:rPr>
          <w:rFonts w:cs="Arial"/>
          <w:b/>
          <w:szCs w:val="22"/>
          <w:shd w:val="clear" w:color="auto" w:fill="FFFFFF"/>
        </w:rPr>
        <w:t>Modernizacja systemu sterowania dopalaczem Clausa na Kopalni Ropy Naftowej i Gazu Ziemnego Zielin</w:t>
      </w:r>
      <w:r w:rsidR="00BB6ABB" w:rsidRPr="00C62C51">
        <w:rPr>
          <w:rFonts w:cs="Arial"/>
          <w:b/>
          <w:szCs w:val="22"/>
        </w:rPr>
        <w:t>”</w:t>
      </w:r>
    </w:p>
    <w:p w14:paraId="6F3A5B1A" w14:textId="77777777" w:rsidR="009C0B27" w:rsidRPr="005F0F30" w:rsidRDefault="009C0B27" w:rsidP="00DA1F4E">
      <w:pPr>
        <w:spacing w:line="280" w:lineRule="exact"/>
        <w:rPr>
          <w:rFonts w:cs="Arial"/>
          <w:szCs w:val="22"/>
        </w:rPr>
      </w:pPr>
    </w:p>
    <w:p w14:paraId="2CC5F699" w14:textId="77777777" w:rsidR="009A3213" w:rsidRPr="005F0F30" w:rsidRDefault="009A3213" w:rsidP="00DA1F4E">
      <w:pPr>
        <w:spacing w:line="280" w:lineRule="exact"/>
        <w:rPr>
          <w:rFonts w:cs="Arial"/>
          <w:szCs w:val="22"/>
        </w:rPr>
      </w:pPr>
      <w:r w:rsidRPr="005F0F30">
        <w:rPr>
          <w:rFonts w:cs="Arial"/>
          <w:szCs w:val="22"/>
        </w:rPr>
        <w:t>My, niżej podpisani:</w:t>
      </w:r>
    </w:p>
    <w:p w14:paraId="419212B0" w14:textId="77777777" w:rsidR="009A3213" w:rsidRPr="00390513" w:rsidRDefault="009A3213" w:rsidP="009A3213">
      <w:pPr>
        <w:pStyle w:val="Tekstpodstawowy"/>
        <w:rPr>
          <w:rFonts w:ascii="Arial" w:hAnsi="Arial" w:cs="Arial"/>
          <w:sz w:val="22"/>
          <w:szCs w:val="22"/>
        </w:rPr>
      </w:pPr>
      <w:r w:rsidRPr="00390513">
        <w:rPr>
          <w:rFonts w:ascii="Arial" w:hAnsi="Arial" w:cs="Arial"/>
          <w:sz w:val="22"/>
          <w:szCs w:val="22"/>
        </w:rPr>
        <w:t>..........................................................</w:t>
      </w:r>
    </w:p>
    <w:p w14:paraId="1BE3D23D" w14:textId="77777777" w:rsidR="009A3213" w:rsidRPr="00390513" w:rsidRDefault="009A3213" w:rsidP="009A3213">
      <w:pPr>
        <w:pStyle w:val="Tekstpodstawowy"/>
        <w:rPr>
          <w:rFonts w:ascii="Arial" w:hAnsi="Arial" w:cs="Arial"/>
          <w:sz w:val="22"/>
          <w:szCs w:val="22"/>
        </w:rPr>
      </w:pPr>
      <w:r w:rsidRPr="00390513">
        <w:rPr>
          <w:rFonts w:ascii="Arial" w:hAnsi="Arial" w:cs="Arial"/>
          <w:sz w:val="22"/>
          <w:szCs w:val="22"/>
        </w:rPr>
        <w:t>..........................................................</w:t>
      </w:r>
    </w:p>
    <w:p w14:paraId="0E054202" w14:textId="77777777" w:rsidR="009A3213" w:rsidRPr="00390513" w:rsidRDefault="009A3213" w:rsidP="009A3213">
      <w:pPr>
        <w:pStyle w:val="Tekstpodstawowy"/>
        <w:rPr>
          <w:rFonts w:ascii="Arial" w:hAnsi="Arial" w:cs="Arial"/>
          <w:sz w:val="22"/>
          <w:szCs w:val="22"/>
        </w:rPr>
      </w:pPr>
      <w:r w:rsidRPr="00390513">
        <w:rPr>
          <w:rFonts w:ascii="Arial" w:hAnsi="Arial" w:cs="Arial"/>
          <w:sz w:val="22"/>
          <w:szCs w:val="22"/>
        </w:rPr>
        <w:t>działając w imieniu i na rzecz:</w:t>
      </w:r>
    </w:p>
    <w:p w14:paraId="7AC20404" w14:textId="77777777" w:rsidR="009A3213" w:rsidRPr="00390513" w:rsidRDefault="009A3213" w:rsidP="009A3213">
      <w:pPr>
        <w:pStyle w:val="Tekstpodstawowy"/>
        <w:rPr>
          <w:rFonts w:ascii="Arial" w:hAnsi="Arial" w:cs="Arial"/>
          <w:sz w:val="22"/>
          <w:szCs w:val="22"/>
        </w:rPr>
      </w:pPr>
      <w:r w:rsidRPr="00390513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</w:t>
      </w:r>
    </w:p>
    <w:p w14:paraId="0020FDA0" w14:textId="77777777" w:rsidR="009A3213" w:rsidRPr="00390513" w:rsidRDefault="009A3213" w:rsidP="009A3213">
      <w:pPr>
        <w:pStyle w:val="Tekstpodstawowy"/>
        <w:rPr>
          <w:rFonts w:ascii="Arial" w:hAnsi="Arial" w:cs="Arial"/>
          <w:sz w:val="22"/>
          <w:szCs w:val="22"/>
        </w:rPr>
      </w:pPr>
      <w:r w:rsidRPr="00390513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</w:t>
      </w:r>
    </w:p>
    <w:p w14:paraId="0CAE9375" w14:textId="77777777" w:rsidR="00190DD1" w:rsidRPr="00390513" w:rsidRDefault="0033023E" w:rsidP="00190DD1">
      <w:pPr>
        <w:pStyle w:val="Tekstpodstawowy"/>
        <w:spacing w:before="24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</w:t>
      </w:r>
      <w:r w:rsidR="00190DD1" w:rsidRPr="00390513">
        <w:rPr>
          <w:rFonts w:ascii="Arial" w:hAnsi="Arial" w:cs="Arial"/>
          <w:sz w:val="22"/>
          <w:szCs w:val="22"/>
        </w:rPr>
        <w:t xml:space="preserve"> odpowiedzi na </w:t>
      </w:r>
      <w:r w:rsidR="00F76760" w:rsidRPr="00390513">
        <w:rPr>
          <w:rFonts w:ascii="Arial" w:hAnsi="Arial" w:cs="Arial"/>
          <w:sz w:val="22"/>
          <w:szCs w:val="22"/>
        </w:rPr>
        <w:t>ogłoszenie o</w:t>
      </w:r>
      <w:r w:rsidR="00190DD1" w:rsidRPr="00390513">
        <w:rPr>
          <w:rFonts w:ascii="Arial" w:hAnsi="Arial" w:cs="Arial"/>
          <w:sz w:val="22"/>
          <w:szCs w:val="22"/>
        </w:rPr>
        <w:t xml:space="preserve"> przetargu nieograniczonym, </w:t>
      </w:r>
      <w:r w:rsidR="00F76760" w:rsidRPr="00390513">
        <w:rPr>
          <w:rFonts w:ascii="Arial" w:hAnsi="Arial" w:cs="Arial"/>
          <w:sz w:val="22"/>
          <w:szCs w:val="22"/>
        </w:rPr>
        <w:t>umieszczonym</w:t>
      </w:r>
      <w:r w:rsidR="00190DD1" w:rsidRPr="00390513">
        <w:rPr>
          <w:rFonts w:ascii="Arial" w:hAnsi="Arial" w:cs="Arial"/>
          <w:sz w:val="22"/>
          <w:szCs w:val="22"/>
        </w:rPr>
        <w:t xml:space="preserve"> </w:t>
      </w:r>
      <w:r w:rsidR="00960CC3">
        <w:rPr>
          <w:rFonts w:ascii="Arial" w:hAnsi="Arial" w:cs="Arial"/>
          <w:sz w:val="22"/>
          <w:szCs w:val="22"/>
        </w:rPr>
        <w:t xml:space="preserve">na stronie </w:t>
      </w:r>
      <w:r w:rsidR="00960CC3" w:rsidRPr="00FF5E72">
        <w:rPr>
          <w:rFonts w:ascii="Arial" w:hAnsi="Arial" w:cs="Arial"/>
          <w:sz w:val="22"/>
          <w:szCs w:val="22"/>
        </w:rPr>
        <w:t xml:space="preserve">internetowej </w:t>
      </w:r>
      <w:hyperlink r:id="rId9" w:history="1">
        <w:r w:rsidR="00FF5E72" w:rsidRPr="00FF5E72">
          <w:rPr>
            <w:rStyle w:val="Hipercze"/>
            <w:rFonts w:ascii="Arial" w:hAnsi="Arial" w:cs="Arial"/>
            <w:sz w:val="22"/>
            <w:szCs w:val="22"/>
            <w:u w:val="none"/>
          </w:rPr>
          <w:t>https://przetargi.pgnig.pl</w:t>
        </w:r>
      </w:hyperlink>
      <w:r w:rsidR="00FF5E72">
        <w:rPr>
          <w:rFonts w:ascii="Arial" w:hAnsi="Arial" w:cs="Arial"/>
          <w:color w:val="0000FF"/>
          <w:sz w:val="22"/>
          <w:szCs w:val="22"/>
        </w:rPr>
        <w:t xml:space="preserve"> </w:t>
      </w:r>
      <w:r w:rsidR="00190DD1" w:rsidRPr="00390513">
        <w:rPr>
          <w:rFonts w:ascii="Arial" w:hAnsi="Arial" w:cs="Arial"/>
          <w:sz w:val="22"/>
          <w:szCs w:val="22"/>
        </w:rPr>
        <w:t>,</w:t>
      </w:r>
      <w:r w:rsidR="00F76760" w:rsidRPr="00390513">
        <w:rPr>
          <w:rFonts w:ascii="Arial" w:hAnsi="Arial" w:cs="Arial"/>
          <w:sz w:val="22"/>
          <w:szCs w:val="22"/>
        </w:rPr>
        <w:t xml:space="preserve"> </w:t>
      </w:r>
      <w:r w:rsidR="00190DD1" w:rsidRPr="00390513">
        <w:rPr>
          <w:rFonts w:ascii="Arial" w:hAnsi="Arial" w:cs="Arial"/>
          <w:sz w:val="22"/>
          <w:szCs w:val="22"/>
        </w:rPr>
        <w:t>na wykonanie zamówienia jak wyżej, składamy niniejszą ofertę.</w:t>
      </w:r>
    </w:p>
    <w:p w14:paraId="205BA90D" w14:textId="77777777" w:rsidR="00BA5306" w:rsidRPr="00390513" w:rsidRDefault="00190DD1" w:rsidP="00CC6955">
      <w:pPr>
        <w:pStyle w:val="Tekstpodstawowy"/>
        <w:ind w:right="44"/>
        <w:jc w:val="both"/>
        <w:rPr>
          <w:rFonts w:ascii="Arial" w:hAnsi="Arial" w:cs="Arial"/>
          <w:sz w:val="22"/>
          <w:szCs w:val="22"/>
        </w:rPr>
      </w:pPr>
      <w:r w:rsidRPr="00390513">
        <w:rPr>
          <w:rFonts w:ascii="Arial" w:hAnsi="Arial" w:cs="Arial"/>
          <w:sz w:val="22"/>
          <w:szCs w:val="22"/>
        </w:rPr>
        <w:t>Oferujemy realizację zamówienia zgodnie ze wszystkimi przedstawionymi przez nas dokumentami na niżej określonych warunkach:</w:t>
      </w:r>
    </w:p>
    <w:p w14:paraId="77712CC1" w14:textId="77777777" w:rsidR="00390513" w:rsidRDefault="00390513" w:rsidP="00CC6955">
      <w:pPr>
        <w:pStyle w:val="Tekstpodstawowy"/>
        <w:ind w:right="44"/>
        <w:jc w:val="both"/>
        <w:rPr>
          <w:rFonts w:ascii="Arial" w:hAnsi="Arial" w:cs="Arial"/>
          <w:sz w:val="22"/>
          <w:szCs w:val="22"/>
          <w:highlight w:val="yellow"/>
        </w:rPr>
      </w:pPr>
    </w:p>
    <w:p w14:paraId="4BCEDF49" w14:textId="77777777" w:rsidR="004116A8" w:rsidRPr="00F02B5A" w:rsidRDefault="004116A8" w:rsidP="004116A8">
      <w:pPr>
        <w:pStyle w:val="Tekstpodstawowy"/>
        <w:jc w:val="both"/>
        <w:rPr>
          <w:rFonts w:ascii="Arial" w:hAnsi="Arial" w:cs="Arial"/>
          <w:color w:val="auto"/>
          <w:sz w:val="22"/>
          <w:szCs w:val="22"/>
        </w:rPr>
      </w:pPr>
    </w:p>
    <w:p w14:paraId="5A58DCCB" w14:textId="05BFB9CE" w:rsidR="00640A1C" w:rsidRDefault="00640A1C" w:rsidP="00640A1C">
      <w:pPr>
        <w:pStyle w:val="Tekstpodstawowy"/>
        <w:ind w:right="44"/>
        <w:jc w:val="both"/>
        <w:rPr>
          <w:rFonts w:ascii="Arial" w:hAnsi="Arial" w:cs="Arial"/>
          <w:sz w:val="22"/>
          <w:szCs w:val="22"/>
        </w:rPr>
      </w:pPr>
      <w:r w:rsidRPr="000347DE">
        <w:rPr>
          <w:rFonts w:ascii="Arial" w:hAnsi="Arial" w:cs="Arial"/>
          <w:b/>
          <w:sz w:val="22"/>
          <w:szCs w:val="22"/>
        </w:rPr>
        <w:t xml:space="preserve">CENA </w:t>
      </w:r>
      <w:r w:rsidR="00D043B3">
        <w:rPr>
          <w:rFonts w:ascii="Arial" w:hAnsi="Arial" w:cs="Arial"/>
          <w:b/>
          <w:sz w:val="22"/>
          <w:szCs w:val="22"/>
        </w:rPr>
        <w:t xml:space="preserve">RYCZAŁTOWA </w:t>
      </w:r>
      <w:r w:rsidRPr="000347DE">
        <w:rPr>
          <w:rFonts w:ascii="Arial" w:hAnsi="Arial" w:cs="Arial"/>
          <w:b/>
          <w:sz w:val="22"/>
          <w:szCs w:val="22"/>
        </w:rPr>
        <w:t>NETTO:</w:t>
      </w:r>
      <w:r>
        <w:rPr>
          <w:rFonts w:ascii="Arial" w:hAnsi="Arial" w:cs="Arial"/>
          <w:sz w:val="22"/>
          <w:szCs w:val="22"/>
        </w:rPr>
        <w:t xml:space="preserve"> ....................</w:t>
      </w:r>
      <w:r w:rsidR="00B009AF">
        <w:rPr>
          <w:rFonts w:ascii="Arial" w:hAnsi="Arial" w:cs="Arial"/>
          <w:sz w:val="22"/>
          <w:szCs w:val="22"/>
        </w:rPr>
        <w:t>..................</w:t>
      </w:r>
      <w:r>
        <w:rPr>
          <w:rFonts w:ascii="Arial" w:hAnsi="Arial" w:cs="Arial"/>
          <w:sz w:val="22"/>
          <w:szCs w:val="22"/>
        </w:rPr>
        <w:t xml:space="preserve">..... </w:t>
      </w:r>
      <w:r w:rsidRPr="00B009AF">
        <w:rPr>
          <w:rFonts w:ascii="Arial" w:hAnsi="Arial" w:cs="Arial"/>
          <w:b/>
          <w:sz w:val="22"/>
          <w:szCs w:val="22"/>
        </w:rPr>
        <w:t>złotych</w:t>
      </w:r>
      <w:r w:rsidR="003E51BE">
        <w:rPr>
          <w:rFonts w:ascii="Arial" w:hAnsi="Arial" w:cs="Arial"/>
          <w:sz w:val="22"/>
          <w:szCs w:val="22"/>
        </w:rPr>
        <w:t xml:space="preserve"> </w:t>
      </w:r>
    </w:p>
    <w:p w14:paraId="1E1B3974" w14:textId="4F51ECBA" w:rsidR="000929ED" w:rsidRPr="00856C0E" w:rsidRDefault="000929ED" w:rsidP="00370ED1">
      <w:pPr>
        <w:shd w:val="clear" w:color="auto" w:fill="D0CECE"/>
        <w:spacing w:line="240" w:lineRule="auto"/>
        <w:rPr>
          <w:i/>
          <w:sz w:val="20"/>
          <w:szCs w:val="20"/>
        </w:rPr>
      </w:pPr>
      <w:r w:rsidRPr="00856C0E">
        <w:rPr>
          <w:rFonts w:cs="Arial"/>
          <w:i/>
          <w:sz w:val="20"/>
          <w:szCs w:val="20"/>
        </w:rPr>
        <w:t>(należy przepisać wartość</w:t>
      </w:r>
      <w:r w:rsidR="00C70E99" w:rsidRPr="00856C0E">
        <w:rPr>
          <w:rFonts w:cs="Arial"/>
          <w:i/>
          <w:sz w:val="20"/>
          <w:szCs w:val="20"/>
        </w:rPr>
        <w:t xml:space="preserve"> </w:t>
      </w:r>
      <w:r w:rsidR="00357384">
        <w:rPr>
          <w:rFonts w:cs="Arial"/>
          <w:i/>
          <w:color w:val="000000"/>
          <w:sz w:val="20"/>
          <w:szCs w:val="20"/>
        </w:rPr>
        <w:t>z Poz. nr 5</w:t>
      </w:r>
      <w:r w:rsidR="00C70E99" w:rsidRPr="00856C0E">
        <w:rPr>
          <w:rFonts w:cs="Arial"/>
          <w:i/>
          <w:color w:val="000000"/>
          <w:sz w:val="20"/>
          <w:szCs w:val="20"/>
        </w:rPr>
        <w:t>. „</w:t>
      </w:r>
      <w:r w:rsidR="00856C0E" w:rsidRPr="00856C0E">
        <w:rPr>
          <w:rFonts w:cs="Arial"/>
          <w:b/>
          <w:bCs/>
          <w:color w:val="000000"/>
          <w:sz w:val="20"/>
          <w:szCs w:val="20"/>
        </w:rPr>
        <w:t>RAZEM:  (1.+2.+3.+4.)”</w:t>
      </w:r>
      <w:r w:rsidRPr="00856C0E">
        <w:rPr>
          <w:i/>
          <w:sz w:val="20"/>
          <w:szCs w:val="20"/>
        </w:rPr>
        <w:t>,wypełnionej Tabeli elementów - pozycja oznaczona szarym tłem w załącznik nr 9 do SWZ</w:t>
      </w:r>
      <w:r w:rsidRPr="00856C0E">
        <w:rPr>
          <w:rFonts w:cs="Arial"/>
          <w:i/>
          <w:sz w:val="20"/>
          <w:szCs w:val="20"/>
        </w:rPr>
        <w:t>).</w:t>
      </w:r>
    </w:p>
    <w:p w14:paraId="1577EB96" w14:textId="77777777" w:rsidR="00640A1C" w:rsidRPr="00856C0E" w:rsidRDefault="00640A1C" w:rsidP="00370ED1">
      <w:pPr>
        <w:pStyle w:val="Tekstpodstawowy"/>
        <w:shd w:val="clear" w:color="auto" w:fill="D0CECE"/>
        <w:ind w:right="44"/>
        <w:rPr>
          <w:rFonts w:ascii="Arial" w:hAnsi="Arial" w:cs="Arial"/>
          <w:i/>
          <w:sz w:val="20"/>
          <w:lang w:val="pl-PL"/>
        </w:rPr>
      </w:pPr>
    </w:p>
    <w:p w14:paraId="3495A82B" w14:textId="451CCAEB" w:rsidR="00001F52" w:rsidRDefault="00001F52" w:rsidP="00001F52">
      <w:pPr>
        <w:spacing w:line="240" w:lineRule="auto"/>
        <w:ind w:right="44"/>
        <w:rPr>
          <w:rFonts w:cs="Arial"/>
          <w:color w:val="000000"/>
          <w:szCs w:val="22"/>
        </w:rPr>
      </w:pPr>
    </w:p>
    <w:p w14:paraId="346E89B7" w14:textId="77777777" w:rsidR="00C70E99" w:rsidRPr="00E13D9F" w:rsidRDefault="00C70E99" w:rsidP="00001F52">
      <w:pPr>
        <w:spacing w:line="240" w:lineRule="auto"/>
        <w:ind w:right="44"/>
        <w:rPr>
          <w:rFonts w:cs="Arial"/>
          <w:color w:val="000000"/>
          <w:szCs w:val="22"/>
        </w:rPr>
      </w:pPr>
    </w:p>
    <w:p w14:paraId="6C6148D1" w14:textId="77777777" w:rsidR="00001F52" w:rsidRPr="009A4649" w:rsidRDefault="00001F52" w:rsidP="00001F52">
      <w:pPr>
        <w:spacing w:line="240" w:lineRule="auto"/>
        <w:ind w:right="44"/>
        <w:jc w:val="left"/>
        <w:rPr>
          <w:rFonts w:cs="Arial"/>
          <w:color w:val="000000"/>
          <w:szCs w:val="22"/>
          <w:lang w:val="cs-CZ"/>
        </w:rPr>
      </w:pPr>
      <w:r w:rsidRPr="009A4649">
        <w:rPr>
          <w:rFonts w:cs="Arial"/>
          <w:color w:val="000000"/>
          <w:szCs w:val="22"/>
          <w:lang w:val="cs-CZ"/>
        </w:rPr>
        <w:t>+ VAT .</w:t>
      </w:r>
      <w:r>
        <w:rPr>
          <w:rFonts w:cs="Arial"/>
          <w:color w:val="000000"/>
          <w:szCs w:val="22"/>
          <w:lang w:val="cs-CZ"/>
        </w:rPr>
        <w:t>...</w:t>
      </w:r>
      <w:r w:rsidRPr="009A4649">
        <w:rPr>
          <w:rFonts w:cs="Arial"/>
          <w:color w:val="000000"/>
          <w:szCs w:val="22"/>
          <w:lang w:val="cs-CZ"/>
        </w:rPr>
        <w:t xml:space="preserve">.... </w:t>
      </w:r>
      <w:r w:rsidRPr="00D91B77">
        <w:rPr>
          <w:rFonts w:cs="Arial"/>
          <w:b/>
          <w:color w:val="000000"/>
          <w:szCs w:val="22"/>
          <w:lang w:val="cs-CZ"/>
        </w:rPr>
        <w:t xml:space="preserve">% </w:t>
      </w:r>
      <w:r>
        <w:rPr>
          <w:rFonts w:cs="Arial"/>
          <w:b/>
          <w:color w:val="000000"/>
          <w:szCs w:val="22"/>
          <w:lang w:val="cs-CZ"/>
        </w:rPr>
        <w:t xml:space="preserve">, </w:t>
      </w:r>
      <w:r w:rsidRPr="00354116">
        <w:rPr>
          <w:rFonts w:cs="Arial"/>
          <w:color w:val="000000"/>
          <w:szCs w:val="22"/>
          <w:lang w:val="cs-CZ"/>
        </w:rPr>
        <w:t>tj. ....................................</w:t>
      </w:r>
      <w:r>
        <w:rPr>
          <w:rFonts w:cs="Arial"/>
          <w:color w:val="000000"/>
          <w:szCs w:val="22"/>
          <w:lang w:val="cs-CZ"/>
        </w:rPr>
        <w:t>.......................</w:t>
      </w:r>
      <w:r w:rsidRPr="00354116">
        <w:rPr>
          <w:rFonts w:cs="Arial"/>
          <w:color w:val="000000"/>
          <w:szCs w:val="22"/>
          <w:lang w:val="cs-CZ"/>
        </w:rPr>
        <w:t>.....</w:t>
      </w:r>
      <w:r>
        <w:rPr>
          <w:rFonts w:cs="Arial"/>
          <w:color w:val="000000"/>
          <w:szCs w:val="22"/>
          <w:lang w:val="cs-CZ"/>
        </w:rPr>
        <w:t xml:space="preserve">. </w:t>
      </w:r>
      <w:r w:rsidRPr="00354116">
        <w:rPr>
          <w:rFonts w:cs="Arial"/>
          <w:b/>
          <w:color w:val="000000"/>
          <w:szCs w:val="22"/>
          <w:lang w:val="cs-CZ"/>
        </w:rPr>
        <w:t>złotych</w:t>
      </w:r>
      <w:r>
        <w:rPr>
          <w:rFonts w:cs="Arial"/>
          <w:b/>
          <w:color w:val="000000"/>
          <w:szCs w:val="22"/>
          <w:lang w:val="cs-CZ"/>
        </w:rPr>
        <w:t xml:space="preserve"> </w:t>
      </w:r>
    </w:p>
    <w:p w14:paraId="6B3379E7" w14:textId="77777777" w:rsidR="00001F52" w:rsidRPr="009A4649" w:rsidRDefault="00001F52" w:rsidP="00001F52">
      <w:pPr>
        <w:spacing w:line="240" w:lineRule="auto"/>
        <w:ind w:right="44"/>
        <w:jc w:val="left"/>
        <w:rPr>
          <w:rFonts w:cs="Arial"/>
          <w:color w:val="000000"/>
          <w:szCs w:val="22"/>
          <w:lang w:val="cs-CZ"/>
        </w:rPr>
      </w:pPr>
    </w:p>
    <w:p w14:paraId="30D8760D" w14:textId="3FCC27C4" w:rsidR="00001F52" w:rsidRPr="009A4649" w:rsidRDefault="00001F52" w:rsidP="00001F52">
      <w:pPr>
        <w:spacing w:line="240" w:lineRule="auto"/>
        <w:ind w:right="44"/>
        <w:rPr>
          <w:rFonts w:cs="Arial"/>
          <w:color w:val="000000"/>
          <w:szCs w:val="22"/>
          <w:lang w:val="cs-CZ"/>
        </w:rPr>
      </w:pPr>
      <w:r w:rsidRPr="003F33DE">
        <w:rPr>
          <w:rFonts w:cs="Arial"/>
          <w:b/>
          <w:color w:val="000000"/>
          <w:szCs w:val="22"/>
          <w:lang w:val="cs-CZ"/>
        </w:rPr>
        <w:t xml:space="preserve">CENA  </w:t>
      </w:r>
      <w:r w:rsidR="00D043B3" w:rsidRPr="00D043B3">
        <w:rPr>
          <w:rFonts w:cs="Arial"/>
          <w:b/>
          <w:color w:val="000000"/>
          <w:szCs w:val="22"/>
        </w:rPr>
        <w:t>RYCZAŁTOWA</w:t>
      </w:r>
      <w:r w:rsidR="00D043B3" w:rsidRPr="00D043B3">
        <w:rPr>
          <w:rFonts w:cs="Arial"/>
          <w:b/>
          <w:color w:val="000000"/>
          <w:szCs w:val="22"/>
          <w:lang w:val="cs-CZ"/>
        </w:rPr>
        <w:t xml:space="preserve"> </w:t>
      </w:r>
      <w:r w:rsidRPr="003F33DE">
        <w:rPr>
          <w:rFonts w:cs="Arial"/>
          <w:b/>
          <w:color w:val="000000"/>
          <w:szCs w:val="22"/>
          <w:lang w:val="cs-CZ"/>
        </w:rPr>
        <w:t>BRUTTO:</w:t>
      </w:r>
      <w:r w:rsidRPr="003F33DE">
        <w:rPr>
          <w:rFonts w:cs="Arial"/>
          <w:color w:val="000000"/>
          <w:szCs w:val="22"/>
          <w:lang w:val="cs-CZ"/>
        </w:rPr>
        <w:t xml:space="preserve"> .......................................</w:t>
      </w:r>
      <w:r w:rsidRPr="009A4649">
        <w:rPr>
          <w:rFonts w:ascii="Times New Roman" w:hAnsi="Times New Roman"/>
          <w:color w:val="000000"/>
          <w:sz w:val="24"/>
          <w:szCs w:val="20"/>
          <w:lang w:val="cs-CZ"/>
        </w:rPr>
        <w:t xml:space="preserve"> </w:t>
      </w:r>
      <w:r>
        <w:rPr>
          <w:rFonts w:cs="Arial"/>
          <w:b/>
          <w:color w:val="000000"/>
          <w:szCs w:val="22"/>
          <w:lang w:val="cs-CZ"/>
        </w:rPr>
        <w:t>złotych</w:t>
      </w:r>
      <w:r w:rsidRPr="00F84B12">
        <w:rPr>
          <w:rFonts w:cs="Arial"/>
          <w:b/>
          <w:color w:val="000000"/>
          <w:szCs w:val="22"/>
          <w:lang w:val="cs-CZ"/>
        </w:rPr>
        <w:t xml:space="preserve"> </w:t>
      </w:r>
    </w:p>
    <w:p w14:paraId="7B35902F" w14:textId="77777777" w:rsidR="00640A1C" w:rsidRDefault="00640A1C" w:rsidP="00640A1C">
      <w:pPr>
        <w:pStyle w:val="Tekstpodstawowy"/>
        <w:ind w:right="44"/>
        <w:jc w:val="both"/>
        <w:rPr>
          <w:rFonts w:ascii="Arial" w:hAnsi="Arial" w:cs="Arial"/>
          <w:b/>
          <w:sz w:val="22"/>
          <w:szCs w:val="22"/>
        </w:rPr>
      </w:pPr>
    </w:p>
    <w:p w14:paraId="50E95582" w14:textId="77777777" w:rsidR="00001F52" w:rsidRDefault="00001F52" w:rsidP="00640A1C">
      <w:pPr>
        <w:pStyle w:val="Tekstpodstawowy"/>
        <w:ind w:right="44"/>
        <w:jc w:val="both"/>
        <w:rPr>
          <w:rFonts w:ascii="Arial" w:hAnsi="Arial" w:cs="Arial"/>
          <w:b/>
          <w:sz w:val="22"/>
          <w:szCs w:val="22"/>
        </w:rPr>
      </w:pPr>
    </w:p>
    <w:p w14:paraId="22822E93" w14:textId="77777777" w:rsidR="007E34FB" w:rsidRPr="007E34FB" w:rsidRDefault="007E34FB" w:rsidP="007E34FB">
      <w:pPr>
        <w:spacing w:line="240" w:lineRule="auto"/>
        <w:rPr>
          <w:rFonts w:cs="Arial"/>
          <w:b/>
          <w:szCs w:val="22"/>
          <w:lang w:val="cs-CZ" w:eastAsia="x-none"/>
        </w:rPr>
      </w:pPr>
      <w:r w:rsidRPr="007E34FB">
        <w:rPr>
          <w:rFonts w:cs="Arial"/>
          <w:szCs w:val="22"/>
          <w:lang w:val="x-none" w:eastAsia="x-none"/>
        </w:rPr>
        <w:t>Powyższ</w:t>
      </w:r>
      <w:r w:rsidRPr="007E34FB">
        <w:rPr>
          <w:rFonts w:cs="Arial"/>
          <w:szCs w:val="22"/>
          <w:lang w:val="cs-CZ" w:eastAsia="x-none"/>
        </w:rPr>
        <w:t>e</w:t>
      </w:r>
      <w:r w:rsidRPr="007E34FB">
        <w:rPr>
          <w:rFonts w:cs="Arial"/>
          <w:szCs w:val="22"/>
          <w:lang w:val="x-none" w:eastAsia="x-none"/>
        </w:rPr>
        <w:t xml:space="preserve"> cen</w:t>
      </w:r>
      <w:r w:rsidRPr="007E34FB">
        <w:rPr>
          <w:rFonts w:cs="Arial"/>
          <w:szCs w:val="22"/>
          <w:lang w:val="cs-CZ" w:eastAsia="x-none"/>
        </w:rPr>
        <w:t>y</w:t>
      </w:r>
      <w:r w:rsidRPr="007E34FB">
        <w:rPr>
          <w:rFonts w:cs="Arial"/>
          <w:szCs w:val="22"/>
          <w:lang w:val="x-none" w:eastAsia="x-none"/>
        </w:rPr>
        <w:t xml:space="preserve"> uwzględnia</w:t>
      </w:r>
      <w:r w:rsidRPr="007E34FB">
        <w:rPr>
          <w:rFonts w:cs="Arial"/>
          <w:szCs w:val="22"/>
          <w:lang w:val="cs-CZ" w:eastAsia="x-none"/>
        </w:rPr>
        <w:t>ją</w:t>
      </w:r>
      <w:r w:rsidRPr="007E34FB">
        <w:rPr>
          <w:rFonts w:cs="Arial"/>
          <w:szCs w:val="22"/>
          <w:lang w:val="x-none" w:eastAsia="x-none"/>
        </w:rPr>
        <w:t xml:space="preserve"> wszelkie koszty związane z realizacją w/w przedmiotu zamówienia</w:t>
      </w:r>
      <w:r w:rsidRPr="007E34FB">
        <w:rPr>
          <w:rFonts w:cs="Arial"/>
          <w:szCs w:val="22"/>
          <w:lang w:val="cs-CZ" w:eastAsia="x-none"/>
        </w:rPr>
        <w:t>.</w:t>
      </w:r>
    </w:p>
    <w:p w14:paraId="774188C7" w14:textId="77777777" w:rsidR="007E34FB" w:rsidRPr="007E34FB" w:rsidRDefault="007E34FB" w:rsidP="007E34FB">
      <w:pPr>
        <w:spacing w:line="240" w:lineRule="auto"/>
        <w:rPr>
          <w:rFonts w:cs="Arial"/>
          <w:szCs w:val="22"/>
          <w:lang w:eastAsia="x-none"/>
        </w:rPr>
      </w:pPr>
      <w:r w:rsidRPr="007E34FB">
        <w:rPr>
          <w:rFonts w:cs="Arial"/>
          <w:szCs w:val="22"/>
          <w:lang w:val="x-none" w:eastAsia="x-none"/>
        </w:rPr>
        <w:t>Sposób naliczenia podatku VAT jest zgodny z obowiązującymi przepisami.</w:t>
      </w:r>
    </w:p>
    <w:p w14:paraId="28293028" w14:textId="77777777" w:rsidR="00640A1C" w:rsidRPr="000209BE" w:rsidRDefault="00640A1C" w:rsidP="00640A1C">
      <w:pPr>
        <w:spacing w:line="240" w:lineRule="auto"/>
        <w:rPr>
          <w:rFonts w:cs="Arial"/>
          <w:szCs w:val="22"/>
          <w:lang w:eastAsia="x-none"/>
        </w:rPr>
      </w:pPr>
    </w:p>
    <w:p w14:paraId="4F293DBB" w14:textId="77777777" w:rsidR="000B3474" w:rsidRPr="000B3474" w:rsidRDefault="000B3474" w:rsidP="000B3474">
      <w:pPr>
        <w:spacing w:line="240" w:lineRule="auto"/>
        <w:rPr>
          <w:rFonts w:cs="Arial"/>
          <w:szCs w:val="22"/>
          <w:lang w:eastAsia="x-none"/>
        </w:rPr>
      </w:pPr>
    </w:p>
    <w:p w14:paraId="7C32088B" w14:textId="77777777" w:rsidR="0026681A" w:rsidRPr="005E1DC4" w:rsidRDefault="0026681A" w:rsidP="00F12F31">
      <w:pPr>
        <w:numPr>
          <w:ilvl w:val="0"/>
          <w:numId w:val="9"/>
        </w:numPr>
        <w:tabs>
          <w:tab w:val="clear" w:pos="360"/>
          <w:tab w:val="num" w:pos="0"/>
          <w:tab w:val="num" w:pos="1074"/>
        </w:tabs>
        <w:spacing w:line="240" w:lineRule="auto"/>
        <w:ind w:left="0"/>
        <w:rPr>
          <w:rFonts w:cs="Arial"/>
          <w:color w:val="000000"/>
          <w:szCs w:val="22"/>
        </w:rPr>
      </w:pPr>
      <w:r w:rsidRPr="005E1DC4">
        <w:rPr>
          <w:rFonts w:cs="Arial"/>
          <w:szCs w:val="22"/>
        </w:rPr>
        <w:t>Podan</w:t>
      </w:r>
      <w:r w:rsidR="00390513">
        <w:rPr>
          <w:rFonts w:cs="Arial"/>
          <w:szCs w:val="22"/>
        </w:rPr>
        <w:t>e w ofercie ceny ofertowe mogą</w:t>
      </w:r>
      <w:r w:rsidRPr="005E1DC4">
        <w:rPr>
          <w:rFonts w:cs="Arial"/>
          <w:szCs w:val="22"/>
        </w:rPr>
        <w:t xml:space="preserve"> ulec zmianie w wyniku negocjacji cenowych</w:t>
      </w:r>
      <w:r w:rsidR="006C0473">
        <w:rPr>
          <w:rFonts w:cs="Arial"/>
          <w:szCs w:val="22"/>
        </w:rPr>
        <w:t xml:space="preserve"> i </w:t>
      </w:r>
      <w:r w:rsidR="00C70AF5">
        <w:rPr>
          <w:rFonts w:cs="Arial"/>
          <w:szCs w:val="22"/>
        </w:rPr>
        <w:t>dogrywki</w:t>
      </w:r>
      <w:r w:rsidR="006C0473">
        <w:rPr>
          <w:rFonts w:cs="Arial"/>
          <w:szCs w:val="22"/>
        </w:rPr>
        <w:t>,</w:t>
      </w:r>
      <w:r w:rsidRPr="005E1DC4">
        <w:rPr>
          <w:rFonts w:cs="Arial"/>
          <w:szCs w:val="22"/>
        </w:rPr>
        <w:t xml:space="preserve"> </w:t>
      </w:r>
      <w:r w:rsidR="00642B88">
        <w:rPr>
          <w:rFonts w:cs="Arial"/>
          <w:szCs w:val="22"/>
        </w:rPr>
        <w:t>o </w:t>
      </w:r>
      <w:r w:rsidRPr="005E1DC4">
        <w:rPr>
          <w:rFonts w:cs="Arial"/>
          <w:szCs w:val="22"/>
        </w:rPr>
        <w:t>któ</w:t>
      </w:r>
      <w:r w:rsidR="00390513">
        <w:rPr>
          <w:rFonts w:cs="Arial"/>
          <w:szCs w:val="22"/>
        </w:rPr>
        <w:t>rych mowa w rozdz. XIII</w:t>
      </w:r>
      <w:r w:rsidR="0016710C">
        <w:rPr>
          <w:rFonts w:cs="Arial"/>
          <w:szCs w:val="22"/>
        </w:rPr>
        <w:t xml:space="preserve"> pk</w:t>
      </w:r>
      <w:r w:rsidR="00F01D5D">
        <w:rPr>
          <w:rFonts w:cs="Arial"/>
          <w:szCs w:val="22"/>
        </w:rPr>
        <w:t>t</w:t>
      </w:r>
      <w:r w:rsidR="00890CAF">
        <w:rPr>
          <w:rFonts w:cs="Arial"/>
          <w:szCs w:val="22"/>
        </w:rPr>
        <w:t xml:space="preserve"> 2</w:t>
      </w:r>
      <w:r w:rsidR="00390513">
        <w:rPr>
          <w:rFonts w:cs="Arial"/>
          <w:szCs w:val="22"/>
        </w:rPr>
        <w:t xml:space="preserve"> </w:t>
      </w:r>
      <w:r w:rsidR="00A300C9">
        <w:rPr>
          <w:rFonts w:cs="Arial"/>
          <w:szCs w:val="22"/>
        </w:rPr>
        <w:t>SWZ</w:t>
      </w:r>
      <w:r w:rsidR="004B5129">
        <w:rPr>
          <w:rFonts w:cs="Arial"/>
          <w:szCs w:val="22"/>
        </w:rPr>
        <w:t>.</w:t>
      </w:r>
    </w:p>
    <w:p w14:paraId="267EC5FE" w14:textId="77777777" w:rsidR="001F2C85" w:rsidRDefault="008D0E4A" w:rsidP="00694861">
      <w:pPr>
        <w:tabs>
          <w:tab w:val="num" w:pos="0"/>
        </w:tabs>
        <w:spacing w:line="240" w:lineRule="auto"/>
        <w:rPr>
          <w:rFonts w:cs="Arial"/>
          <w:szCs w:val="22"/>
        </w:rPr>
      </w:pPr>
      <w:r w:rsidRPr="00001B29">
        <w:rPr>
          <w:rFonts w:cs="Arial"/>
          <w:szCs w:val="22"/>
        </w:rPr>
        <w:t>Dopuszcza się możliwość zmiany stawki VAT w d</w:t>
      </w:r>
      <w:r w:rsidR="0026681A">
        <w:rPr>
          <w:rFonts w:cs="Arial"/>
          <w:szCs w:val="22"/>
        </w:rPr>
        <w:t>ostosowaniu do obowiązujących w </w:t>
      </w:r>
      <w:r w:rsidRPr="00001B29">
        <w:rPr>
          <w:rFonts w:cs="Arial"/>
          <w:szCs w:val="22"/>
        </w:rPr>
        <w:t xml:space="preserve">dniu wystawienia faktury przepisów. </w:t>
      </w:r>
    </w:p>
    <w:p w14:paraId="687E60BC" w14:textId="77777777" w:rsidR="00D023E9" w:rsidRPr="00D023E9" w:rsidRDefault="00D76DEF" w:rsidP="00F12F31">
      <w:pPr>
        <w:numPr>
          <w:ilvl w:val="0"/>
          <w:numId w:val="9"/>
        </w:numPr>
        <w:tabs>
          <w:tab w:val="clear" w:pos="360"/>
          <w:tab w:val="num" w:pos="0"/>
        </w:tabs>
        <w:spacing w:line="240" w:lineRule="auto"/>
        <w:ind w:left="0" w:hanging="357"/>
        <w:rPr>
          <w:rFonts w:cs="Arial"/>
          <w:b/>
          <w:szCs w:val="22"/>
        </w:rPr>
      </w:pPr>
      <w:r w:rsidRPr="00932D7E">
        <w:rPr>
          <w:rFonts w:cs="Arial"/>
          <w:szCs w:val="22"/>
        </w:rPr>
        <w:t>Akceptujemy warunki</w:t>
      </w:r>
      <w:r w:rsidR="00FC5A8C" w:rsidRPr="00932D7E">
        <w:rPr>
          <w:rFonts w:cs="Arial"/>
          <w:szCs w:val="22"/>
        </w:rPr>
        <w:t xml:space="preserve"> płatności przedstawione przez Z</w:t>
      </w:r>
      <w:r w:rsidR="00731DCE">
        <w:rPr>
          <w:rFonts w:cs="Arial"/>
          <w:szCs w:val="22"/>
        </w:rPr>
        <w:t>amawiającego w projekcie umowy, zgodnie</w:t>
      </w:r>
      <w:r w:rsidR="004C48F7">
        <w:rPr>
          <w:rFonts w:cs="Arial"/>
          <w:szCs w:val="22"/>
        </w:rPr>
        <w:t>,</w:t>
      </w:r>
      <w:r w:rsidR="00731DCE">
        <w:rPr>
          <w:rFonts w:cs="Arial"/>
          <w:szCs w:val="22"/>
        </w:rPr>
        <w:t xml:space="preserve"> z którymi dokonana zostan</w:t>
      </w:r>
      <w:r w:rsidR="00A82C54">
        <w:rPr>
          <w:rFonts w:cs="Arial"/>
          <w:szCs w:val="22"/>
        </w:rPr>
        <w:t>ie zapłata wynagrodzenia wraz z </w:t>
      </w:r>
      <w:r w:rsidR="00731DCE">
        <w:rPr>
          <w:rFonts w:cs="Arial"/>
          <w:szCs w:val="22"/>
        </w:rPr>
        <w:t>podatkiem VAT.</w:t>
      </w:r>
    </w:p>
    <w:p w14:paraId="535206BB" w14:textId="77777777" w:rsidR="00CF56AC" w:rsidRPr="008D3F84" w:rsidRDefault="002572FE" w:rsidP="00F12F31">
      <w:pPr>
        <w:numPr>
          <w:ilvl w:val="0"/>
          <w:numId w:val="9"/>
        </w:numPr>
        <w:tabs>
          <w:tab w:val="clear" w:pos="360"/>
          <w:tab w:val="num" w:pos="0"/>
        </w:tabs>
        <w:spacing w:line="240" w:lineRule="auto"/>
        <w:ind w:left="0" w:hanging="357"/>
        <w:rPr>
          <w:rFonts w:cs="Arial"/>
          <w:szCs w:val="22"/>
        </w:rPr>
      </w:pPr>
      <w:r w:rsidRPr="002572FE">
        <w:rPr>
          <w:rFonts w:cs="Arial"/>
          <w:szCs w:val="22"/>
        </w:rPr>
        <w:t xml:space="preserve">Zobowiązujemy się do realizacji </w:t>
      </w:r>
      <w:r w:rsidR="00181779">
        <w:rPr>
          <w:rFonts w:cs="Arial"/>
          <w:szCs w:val="22"/>
        </w:rPr>
        <w:t>zamówienia</w:t>
      </w:r>
      <w:r w:rsidRPr="002572FE">
        <w:rPr>
          <w:rFonts w:cs="Arial"/>
          <w:szCs w:val="22"/>
        </w:rPr>
        <w:t xml:space="preserve"> w terminie określonym w projekcie umowy. </w:t>
      </w:r>
    </w:p>
    <w:p w14:paraId="0CD90622" w14:textId="77777777" w:rsidR="00BF0305" w:rsidRPr="00BF0305" w:rsidRDefault="00D76DEF" w:rsidP="00F12F31">
      <w:pPr>
        <w:numPr>
          <w:ilvl w:val="0"/>
          <w:numId w:val="9"/>
        </w:numPr>
        <w:tabs>
          <w:tab w:val="clear" w:pos="360"/>
          <w:tab w:val="num" w:pos="0"/>
        </w:tabs>
        <w:spacing w:line="240" w:lineRule="auto"/>
        <w:ind w:left="0" w:hanging="357"/>
        <w:rPr>
          <w:rFonts w:cs="Arial"/>
          <w:szCs w:val="22"/>
        </w:rPr>
      </w:pPr>
      <w:r w:rsidRPr="00932D7E">
        <w:rPr>
          <w:rFonts w:cs="Arial"/>
          <w:szCs w:val="22"/>
        </w:rPr>
        <w:t>Oświadczamy, że zapoznaliśmy się ze Specyfikacj</w:t>
      </w:r>
      <w:r w:rsidR="00C4712C" w:rsidRPr="00932D7E">
        <w:rPr>
          <w:rFonts w:cs="Arial"/>
          <w:szCs w:val="22"/>
        </w:rPr>
        <w:t xml:space="preserve">ą </w:t>
      </w:r>
      <w:r w:rsidR="004D486A">
        <w:rPr>
          <w:rFonts w:cs="Arial"/>
          <w:szCs w:val="22"/>
        </w:rPr>
        <w:t>w</w:t>
      </w:r>
      <w:r w:rsidR="00C4712C" w:rsidRPr="00932D7E">
        <w:rPr>
          <w:rFonts w:cs="Arial"/>
          <w:szCs w:val="22"/>
        </w:rPr>
        <w:t xml:space="preserve">arunków </w:t>
      </w:r>
      <w:r w:rsidR="004D486A">
        <w:rPr>
          <w:rFonts w:cs="Arial"/>
          <w:szCs w:val="22"/>
        </w:rPr>
        <w:t>z</w:t>
      </w:r>
      <w:r w:rsidR="00C4712C" w:rsidRPr="00932D7E">
        <w:rPr>
          <w:rFonts w:cs="Arial"/>
          <w:szCs w:val="22"/>
        </w:rPr>
        <w:t>amówienia</w:t>
      </w:r>
      <w:r w:rsidRPr="00932D7E">
        <w:rPr>
          <w:rFonts w:cs="Arial"/>
          <w:szCs w:val="22"/>
        </w:rPr>
        <w:t xml:space="preserve"> </w:t>
      </w:r>
      <w:r w:rsidR="003C119D">
        <w:rPr>
          <w:rFonts w:cs="Arial"/>
          <w:szCs w:val="22"/>
        </w:rPr>
        <w:t>i jej </w:t>
      </w:r>
      <w:r w:rsidR="007C6B46">
        <w:rPr>
          <w:rFonts w:cs="Arial"/>
          <w:szCs w:val="22"/>
        </w:rPr>
        <w:t xml:space="preserve">załącznikami, </w:t>
      </w:r>
      <w:r w:rsidRPr="00932D7E">
        <w:rPr>
          <w:rFonts w:cs="Arial"/>
          <w:szCs w:val="22"/>
        </w:rPr>
        <w:t xml:space="preserve">przyjmujemy je bez zastrzeżeń oraz zdobyliśmy konieczne informacje potrzebne do prawidłowego przygotowania oferty. </w:t>
      </w:r>
    </w:p>
    <w:p w14:paraId="7CCD03CA" w14:textId="77777777" w:rsidR="00451D7A" w:rsidRDefault="00451D7A" w:rsidP="00F12F31">
      <w:pPr>
        <w:numPr>
          <w:ilvl w:val="0"/>
          <w:numId w:val="9"/>
        </w:numPr>
        <w:tabs>
          <w:tab w:val="clear" w:pos="360"/>
          <w:tab w:val="num" w:pos="0"/>
        </w:tabs>
        <w:spacing w:line="240" w:lineRule="auto"/>
        <w:ind w:left="0"/>
        <w:rPr>
          <w:rFonts w:cs="Arial"/>
          <w:szCs w:val="22"/>
        </w:rPr>
      </w:pPr>
      <w:r w:rsidRPr="00932D7E">
        <w:rPr>
          <w:rFonts w:cs="Arial"/>
          <w:szCs w:val="22"/>
        </w:rPr>
        <w:t>Oświadczamy, że zawarty w</w:t>
      </w:r>
      <w:r w:rsidR="009727FA">
        <w:rPr>
          <w:rFonts w:cs="Arial"/>
          <w:szCs w:val="22"/>
        </w:rPr>
        <w:t xml:space="preserve"> </w:t>
      </w:r>
      <w:r w:rsidR="004D486A">
        <w:rPr>
          <w:rFonts w:cs="Arial"/>
          <w:szCs w:val="22"/>
        </w:rPr>
        <w:t>S</w:t>
      </w:r>
      <w:r w:rsidRPr="00932D7E">
        <w:rPr>
          <w:rFonts w:cs="Arial"/>
          <w:szCs w:val="22"/>
        </w:rPr>
        <w:t>pecyfikacji warunków zamówien</w:t>
      </w:r>
      <w:r w:rsidR="0016710C">
        <w:rPr>
          <w:rFonts w:cs="Arial"/>
          <w:szCs w:val="22"/>
        </w:rPr>
        <w:t xml:space="preserve">ia projekt Umowy </w:t>
      </w:r>
      <w:r w:rsidR="000E533D">
        <w:rPr>
          <w:rFonts w:cs="Arial"/>
          <w:szCs w:val="22"/>
        </w:rPr>
        <w:t>(Załącznik nr 5</w:t>
      </w:r>
      <w:r w:rsidRPr="0086014A">
        <w:rPr>
          <w:rFonts w:cs="Arial"/>
          <w:szCs w:val="22"/>
        </w:rPr>
        <w:t xml:space="preserve"> do </w:t>
      </w:r>
      <w:r w:rsidR="00A300C9">
        <w:rPr>
          <w:rFonts w:cs="Arial"/>
          <w:szCs w:val="22"/>
        </w:rPr>
        <w:t>SWZ</w:t>
      </w:r>
      <w:r w:rsidRPr="0086014A">
        <w:rPr>
          <w:rFonts w:cs="Arial"/>
          <w:szCs w:val="22"/>
        </w:rPr>
        <w:t>) został</w:t>
      </w:r>
      <w:r w:rsidRPr="00932D7E">
        <w:rPr>
          <w:rFonts w:cs="Arial"/>
          <w:szCs w:val="22"/>
        </w:rPr>
        <w:t xml:space="preserve"> przez nas zaakceptowany i</w:t>
      </w:r>
      <w:r w:rsidR="00291983">
        <w:rPr>
          <w:rFonts w:cs="Arial"/>
          <w:szCs w:val="22"/>
        </w:rPr>
        <w:t> </w:t>
      </w:r>
      <w:r w:rsidRPr="00932D7E">
        <w:rPr>
          <w:rFonts w:cs="Arial"/>
          <w:szCs w:val="22"/>
        </w:rPr>
        <w:t>zobowiązuj</w:t>
      </w:r>
      <w:r w:rsidR="009727FA">
        <w:rPr>
          <w:rFonts w:cs="Arial"/>
          <w:szCs w:val="22"/>
        </w:rPr>
        <w:t>emy się w </w:t>
      </w:r>
      <w:r w:rsidRPr="00932D7E">
        <w:rPr>
          <w:rFonts w:cs="Arial"/>
          <w:szCs w:val="22"/>
        </w:rPr>
        <w:t xml:space="preserve">przypadku wyboru naszej oferty do zawarcia umowy na warunkach, w miejscu </w:t>
      </w:r>
      <w:r w:rsidR="009727FA">
        <w:rPr>
          <w:rFonts w:cs="Arial"/>
          <w:szCs w:val="22"/>
        </w:rPr>
        <w:t>i </w:t>
      </w:r>
      <w:r w:rsidRPr="00932D7E">
        <w:rPr>
          <w:rFonts w:cs="Arial"/>
          <w:szCs w:val="22"/>
        </w:rPr>
        <w:t>terminie wyznaczonym przez Zamawiającego.</w:t>
      </w:r>
    </w:p>
    <w:p w14:paraId="60175A7C" w14:textId="77777777" w:rsidR="00890CAF" w:rsidRPr="004105FB" w:rsidRDefault="00587B18" w:rsidP="00F12F31">
      <w:pPr>
        <w:numPr>
          <w:ilvl w:val="0"/>
          <w:numId w:val="9"/>
        </w:numPr>
        <w:tabs>
          <w:tab w:val="clear" w:pos="360"/>
          <w:tab w:val="num" w:pos="0"/>
        </w:tabs>
        <w:spacing w:line="240" w:lineRule="auto"/>
        <w:ind w:left="0"/>
        <w:rPr>
          <w:rFonts w:cs="Arial"/>
          <w:szCs w:val="22"/>
        </w:rPr>
      </w:pPr>
      <w:r w:rsidRPr="004105FB">
        <w:rPr>
          <w:rFonts w:cs="Arial"/>
          <w:szCs w:val="22"/>
        </w:rPr>
        <w:t xml:space="preserve">Niniejszym </w:t>
      </w:r>
      <w:r w:rsidR="003E51BE">
        <w:rPr>
          <w:rFonts w:cs="Arial"/>
          <w:szCs w:val="22"/>
        </w:rPr>
        <w:t>upoważniam</w:t>
      </w:r>
      <w:r w:rsidRPr="004105FB">
        <w:rPr>
          <w:rFonts w:cs="Arial"/>
          <w:szCs w:val="22"/>
        </w:rPr>
        <w:t xml:space="preserve">/-y Pana/Panią </w:t>
      </w:r>
      <w:r w:rsidRPr="00B12C95">
        <w:rPr>
          <w:rFonts w:cs="Arial"/>
          <w:szCs w:val="22"/>
          <w:highlight w:val="lightGray"/>
        </w:rPr>
        <w:t>……</w:t>
      </w:r>
      <w:r w:rsidR="003C26FD" w:rsidRPr="00B12C95">
        <w:rPr>
          <w:rFonts w:cs="Arial"/>
          <w:szCs w:val="22"/>
          <w:highlight w:val="lightGray"/>
        </w:rPr>
        <w:t>……</w:t>
      </w:r>
      <w:r w:rsidRPr="00B12C95">
        <w:rPr>
          <w:rFonts w:cs="Arial"/>
          <w:szCs w:val="22"/>
          <w:highlight w:val="lightGray"/>
        </w:rPr>
        <w:t>……………, tel. ……………………..</w:t>
      </w:r>
      <w:r w:rsidR="00401D5A" w:rsidRPr="00B12C95">
        <w:rPr>
          <w:rFonts w:cs="Arial"/>
          <w:szCs w:val="22"/>
          <w:highlight w:val="lightGray"/>
        </w:rPr>
        <w:t xml:space="preserve"> e mail …………………</w:t>
      </w:r>
      <w:r w:rsidR="00F01D5D" w:rsidRPr="00B12C95">
        <w:rPr>
          <w:rFonts w:cs="Arial"/>
          <w:szCs w:val="22"/>
          <w:highlight w:val="lightGray"/>
        </w:rPr>
        <w:t>………..</w:t>
      </w:r>
      <w:r w:rsidR="00401D5A" w:rsidRPr="00B12C95">
        <w:rPr>
          <w:rFonts w:cs="Arial"/>
          <w:szCs w:val="22"/>
          <w:highlight w:val="lightGray"/>
        </w:rPr>
        <w:t>…….</w:t>
      </w:r>
      <w:r w:rsidRPr="004105FB">
        <w:rPr>
          <w:rFonts w:cs="Arial"/>
          <w:szCs w:val="22"/>
        </w:rPr>
        <w:t xml:space="preserve"> do przeprowadzenia</w:t>
      </w:r>
      <w:r w:rsidR="001638B0">
        <w:rPr>
          <w:rFonts w:cs="Arial"/>
          <w:szCs w:val="22"/>
        </w:rPr>
        <w:t>,</w:t>
      </w:r>
      <w:r w:rsidR="00F01D5D">
        <w:rPr>
          <w:rFonts w:cs="Arial"/>
          <w:szCs w:val="22"/>
        </w:rPr>
        <w:t xml:space="preserve"> na podstawie rozdz. XIII pkt</w:t>
      </w:r>
      <w:r w:rsidR="0009126A">
        <w:rPr>
          <w:rFonts w:cs="Arial"/>
          <w:szCs w:val="22"/>
        </w:rPr>
        <w:t> </w:t>
      </w:r>
      <w:r w:rsidR="0070541E" w:rsidRPr="004105FB">
        <w:rPr>
          <w:rFonts w:cs="Arial"/>
          <w:szCs w:val="22"/>
        </w:rPr>
        <w:t>2</w:t>
      </w:r>
      <w:r w:rsidRPr="004105FB">
        <w:rPr>
          <w:rFonts w:cs="Arial"/>
          <w:szCs w:val="22"/>
        </w:rPr>
        <w:t xml:space="preserve"> </w:t>
      </w:r>
      <w:r w:rsidR="00A300C9">
        <w:rPr>
          <w:rFonts w:cs="Arial"/>
          <w:szCs w:val="22"/>
        </w:rPr>
        <w:t>SWZ</w:t>
      </w:r>
      <w:r w:rsidR="0009126A">
        <w:rPr>
          <w:rFonts w:cs="Arial"/>
          <w:szCs w:val="22"/>
        </w:rPr>
        <w:t xml:space="preserve">, </w:t>
      </w:r>
      <w:r w:rsidRPr="004105FB">
        <w:rPr>
          <w:rFonts w:cs="Arial"/>
          <w:szCs w:val="22"/>
        </w:rPr>
        <w:t xml:space="preserve">telefonicznych </w:t>
      </w:r>
      <w:r w:rsidR="00DA1F4E" w:rsidRPr="004105FB">
        <w:rPr>
          <w:rFonts w:cs="Arial"/>
          <w:szCs w:val="22"/>
        </w:rPr>
        <w:t xml:space="preserve">lub e-mailowych </w:t>
      </w:r>
      <w:r w:rsidRPr="004105FB">
        <w:rPr>
          <w:rFonts w:cs="Arial"/>
          <w:szCs w:val="22"/>
        </w:rPr>
        <w:t xml:space="preserve">negocjacji cenowych </w:t>
      </w:r>
      <w:r w:rsidR="004D486A">
        <w:rPr>
          <w:rFonts w:cs="Arial"/>
          <w:szCs w:val="22"/>
        </w:rPr>
        <w:t>lub dogrywki</w:t>
      </w:r>
      <w:r w:rsidR="001638B0">
        <w:rPr>
          <w:rFonts w:cs="Arial"/>
          <w:szCs w:val="22"/>
        </w:rPr>
        <w:t>,</w:t>
      </w:r>
      <w:r w:rsidR="004D486A">
        <w:rPr>
          <w:rFonts w:cs="Arial"/>
          <w:szCs w:val="22"/>
        </w:rPr>
        <w:t xml:space="preserve"> </w:t>
      </w:r>
      <w:r w:rsidRPr="004105FB">
        <w:rPr>
          <w:rFonts w:cs="Arial"/>
          <w:szCs w:val="22"/>
        </w:rPr>
        <w:t>z</w:t>
      </w:r>
      <w:r w:rsidR="0048366A">
        <w:rPr>
          <w:rFonts w:cs="Arial"/>
          <w:szCs w:val="22"/>
        </w:rPr>
        <w:t> </w:t>
      </w:r>
      <w:r w:rsidRPr="004105FB">
        <w:rPr>
          <w:rFonts w:cs="Arial"/>
          <w:szCs w:val="22"/>
        </w:rPr>
        <w:t xml:space="preserve">Zamawiającym. </w:t>
      </w:r>
    </w:p>
    <w:p w14:paraId="7AF73BDB" w14:textId="77777777" w:rsidR="001F2C85" w:rsidRPr="0016710C" w:rsidRDefault="00587B18" w:rsidP="00694861">
      <w:pPr>
        <w:tabs>
          <w:tab w:val="num" w:pos="0"/>
        </w:tabs>
        <w:spacing w:line="240" w:lineRule="auto"/>
        <w:rPr>
          <w:rFonts w:cs="Arial"/>
          <w:szCs w:val="22"/>
        </w:rPr>
      </w:pPr>
      <w:r w:rsidRPr="0016710C">
        <w:rPr>
          <w:rFonts w:cs="Arial"/>
          <w:szCs w:val="22"/>
        </w:rPr>
        <w:t>Po zakończonych negocjacjach</w:t>
      </w:r>
      <w:r w:rsidR="007941C9">
        <w:rPr>
          <w:rFonts w:cs="Arial"/>
          <w:szCs w:val="22"/>
        </w:rPr>
        <w:t>/</w:t>
      </w:r>
      <w:r w:rsidR="004970FA">
        <w:rPr>
          <w:rFonts w:cs="Arial"/>
          <w:szCs w:val="22"/>
        </w:rPr>
        <w:t>dogrywce</w:t>
      </w:r>
      <w:r w:rsidR="007941C9">
        <w:rPr>
          <w:rFonts w:cs="Arial"/>
          <w:szCs w:val="22"/>
        </w:rPr>
        <w:t xml:space="preserve"> </w:t>
      </w:r>
      <w:r w:rsidRPr="0016710C">
        <w:rPr>
          <w:rFonts w:cs="Arial"/>
          <w:szCs w:val="22"/>
        </w:rPr>
        <w:t>ostateczna cena zostanie potwierdzona przez tę osobę drogą elektroniczną lub faksem. (Forma pisemna jest zawsze dozwolona)</w:t>
      </w:r>
      <w:r w:rsidR="00291983">
        <w:rPr>
          <w:rFonts w:cs="Arial"/>
          <w:szCs w:val="22"/>
        </w:rPr>
        <w:t>.</w:t>
      </w:r>
    </w:p>
    <w:p w14:paraId="79C04794" w14:textId="77777777" w:rsidR="001F2C85" w:rsidRPr="00A7190F" w:rsidRDefault="00D76DEF" w:rsidP="00A7190F">
      <w:pPr>
        <w:numPr>
          <w:ilvl w:val="0"/>
          <w:numId w:val="9"/>
        </w:numPr>
        <w:tabs>
          <w:tab w:val="clear" w:pos="360"/>
          <w:tab w:val="num" w:pos="0"/>
        </w:tabs>
        <w:spacing w:line="240" w:lineRule="auto"/>
        <w:ind w:left="0" w:hanging="357"/>
        <w:rPr>
          <w:rFonts w:cs="Arial"/>
          <w:szCs w:val="22"/>
        </w:rPr>
      </w:pPr>
      <w:r w:rsidRPr="002424C8">
        <w:rPr>
          <w:rFonts w:cs="Arial"/>
          <w:szCs w:val="22"/>
        </w:rPr>
        <w:t xml:space="preserve">Uważamy się za </w:t>
      </w:r>
      <w:r w:rsidRPr="00A7190F">
        <w:rPr>
          <w:rFonts w:cs="Arial"/>
          <w:szCs w:val="22"/>
        </w:rPr>
        <w:t xml:space="preserve">związanych niniejszą ofertą przez czas wskazany w Specyfikacji </w:t>
      </w:r>
      <w:r w:rsidR="004D486A" w:rsidRPr="00A7190F">
        <w:rPr>
          <w:rFonts w:cs="Arial"/>
          <w:szCs w:val="22"/>
        </w:rPr>
        <w:t>w</w:t>
      </w:r>
      <w:r w:rsidRPr="00A7190F">
        <w:rPr>
          <w:rFonts w:cs="Arial"/>
          <w:szCs w:val="22"/>
        </w:rPr>
        <w:t xml:space="preserve">arunków </w:t>
      </w:r>
      <w:r w:rsidR="004D486A" w:rsidRPr="00A7190F">
        <w:rPr>
          <w:rFonts w:cs="Arial"/>
          <w:szCs w:val="22"/>
        </w:rPr>
        <w:t>z</w:t>
      </w:r>
      <w:r w:rsidRPr="00A7190F">
        <w:rPr>
          <w:rFonts w:cs="Arial"/>
          <w:szCs w:val="22"/>
        </w:rPr>
        <w:t xml:space="preserve">amówienia, czyli przez okres </w:t>
      </w:r>
      <w:r w:rsidR="00DD3D87" w:rsidRPr="00A7190F">
        <w:rPr>
          <w:rFonts w:cs="Arial"/>
          <w:szCs w:val="22"/>
        </w:rPr>
        <w:t>60</w:t>
      </w:r>
      <w:r w:rsidRPr="00A7190F">
        <w:rPr>
          <w:rFonts w:cs="Arial"/>
          <w:szCs w:val="22"/>
        </w:rPr>
        <w:t xml:space="preserve"> dni. Bie</w:t>
      </w:r>
      <w:r w:rsidR="00680FE6" w:rsidRPr="00A7190F">
        <w:rPr>
          <w:rFonts w:cs="Arial"/>
          <w:szCs w:val="22"/>
        </w:rPr>
        <w:t>g terminu rozpoczyna się wraz z </w:t>
      </w:r>
      <w:r w:rsidRPr="00A7190F">
        <w:rPr>
          <w:rFonts w:cs="Arial"/>
          <w:szCs w:val="22"/>
        </w:rPr>
        <w:t>upływem terminu składania ofert określonym w SWZ.</w:t>
      </w:r>
    </w:p>
    <w:p w14:paraId="6086DEE4" w14:textId="77777777" w:rsidR="0078161C" w:rsidRPr="00A7190F" w:rsidRDefault="0078161C" w:rsidP="00A7190F">
      <w:pPr>
        <w:numPr>
          <w:ilvl w:val="0"/>
          <w:numId w:val="9"/>
        </w:numPr>
        <w:tabs>
          <w:tab w:val="clear" w:pos="360"/>
          <w:tab w:val="num" w:pos="0"/>
        </w:tabs>
        <w:spacing w:line="240" w:lineRule="auto"/>
        <w:ind w:left="0" w:hanging="357"/>
        <w:rPr>
          <w:rFonts w:cs="Arial"/>
          <w:szCs w:val="22"/>
        </w:rPr>
      </w:pPr>
      <w:r w:rsidRPr="00A7190F">
        <w:rPr>
          <w:rFonts w:cs="Arial"/>
          <w:szCs w:val="22"/>
        </w:rPr>
        <w:t>Zachowamy w tajemnicy wszelkie informacje uzyskane w związku z niniejszym postępowaniem, realizacją przedmiotu zamówienia oraz zobowiązujemy się do niekopiowania, niepowielania, ani w jakikolwiek sposób nierozpowszechniania informacji otrzymanych od Zamawiającego, za wyjątkiem przypadków, gdy jest to potrzebne w celu realizacji przedmiotu zamówienia</w:t>
      </w:r>
      <w:r w:rsidR="00A7190F" w:rsidRPr="00A7190F">
        <w:rPr>
          <w:rFonts w:cs="Arial"/>
          <w:szCs w:val="22"/>
        </w:rPr>
        <w:t>.</w:t>
      </w:r>
    </w:p>
    <w:p w14:paraId="3121C0D9" w14:textId="77777777" w:rsidR="00B86904" w:rsidRPr="00EE14B4" w:rsidRDefault="00B86904" w:rsidP="00B86904">
      <w:pPr>
        <w:spacing w:line="240" w:lineRule="auto"/>
        <w:rPr>
          <w:rFonts w:cs="Arial"/>
          <w:szCs w:val="22"/>
        </w:rPr>
      </w:pPr>
    </w:p>
    <w:p w14:paraId="76F00D82" w14:textId="77777777" w:rsidR="000F45CA" w:rsidRPr="00FC00CA" w:rsidRDefault="000F45CA" w:rsidP="00F12F31">
      <w:pPr>
        <w:numPr>
          <w:ilvl w:val="0"/>
          <w:numId w:val="9"/>
        </w:numPr>
        <w:tabs>
          <w:tab w:val="clear" w:pos="360"/>
          <w:tab w:val="num" w:pos="0"/>
        </w:tabs>
        <w:spacing w:line="240" w:lineRule="auto"/>
        <w:ind w:left="0"/>
        <w:rPr>
          <w:rFonts w:eastAsia="Calibri" w:cs="Arial"/>
          <w:b/>
          <w:sz w:val="24"/>
          <w:lang w:eastAsia="en-US"/>
        </w:rPr>
      </w:pPr>
      <w:r w:rsidRPr="00FC00CA">
        <w:rPr>
          <w:rFonts w:eastAsia="Calibri" w:cs="Arial"/>
          <w:b/>
          <w:sz w:val="24"/>
          <w:lang w:eastAsia="en-US"/>
        </w:rPr>
        <w:t xml:space="preserve">Oświadczamy, że </w:t>
      </w:r>
      <w:r w:rsidRPr="00FC00CA">
        <w:rPr>
          <w:rFonts w:eastAsia="Calibri" w:cs="Arial"/>
          <w:b/>
          <w:i/>
          <w:sz w:val="24"/>
          <w:lang w:eastAsia="en-US"/>
        </w:rPr>
        <w:t>(</w:t>
      </w:r>
      <w:r w:rsidRPr="00FC00CA">
        <w:rPr>
          <w:rFonts w:eastAsia="Calibri" w:cs="Arial"/>
          <w:b/>
          <w:i/>
          <w:sz w:val="24"/>
          <w:u w:val="single"/>
          <w:lang w:eastAsia="en-US"/>
        </w:rPr>
        <w:t>NALEŻY zaznaczyć znakiem „X” w odpowiednim polu „</w:t>
      </w:r>
      <w:r w:rsidRPr="00FC00CA">
        <w:rPr>
          <w:rFonts w:eastAsia="Calibri" w:cs="Arial"/>
          <w:b/>
          <w:sz w:val="24"/>
          <w:u w:val="single"/>
          <w:lang w:eastAsia="en-US"/>
        </w:rPr>
        <w:t>□”</w:t>
      </w:r>
      <w:r w:rsidRPr="00FC00CA">
        <w:rPr>
          <w:rFonts w:eastAsia="Calibri" w:cs="Arial"/>
          <w:b/>
          <w:sz w:val="24"/>
          <w:lang w:eastAsia="en-US"/>
        </w:rPr>
        <w:t>):</w:t>
      </w:r>
    </w:p>
    <w:p w14:paraId="72433BC5" w14:textId="77777777" w:rsidR="000F45CA" w:rsidRPr="00163296" w:rsidRDefault="000F45CA" w:rsidP="00884574">
      <w:pPr>
        <w:pStyle w:val="Akapitzlist"/>
        <w:numPr>
          <w:ilvl w:val="0"/>
          <w:numId w:val="19"/>
        </w:numPr>
        <w:ind w:left="284" w:hanging="284"/>
        <w:rPr>
          <w:rFonts w:ascii="Arial" w:hAnsi="Arial" w:cs="Arial"/>
          <w:color w:val="000000"/>
          <w:sz w:val="22"/>
          <w:szCs w:val="22"/>
        </w:rPr>
      </w:pPr>
      <w:r w:rsidRPr="00163296">
        <w:rPr>
          <w:rFonts w:ascii="Arial" w:hAnsi="Arial" w:cs="Arial"/>
          <w:sz w:val="22"/>
          <w:szCs w:val="22"/>
          <w:lang w:eastAsia="en-US"/>
        </w:rPr>
        <w:t>przekazujemy dane osobowe inne niż bezpośrednio nas dotyczące wobec czego:</w:t>
      </w:r>
    </w:p>
    <w:p w14:paraId="1858E509" w14:textId="77777777" w:rsidR="000F45CA" w:rsidRPr="00163296" w:rsidRDefault="000F45CA" w:rsidP="00884574">
      <w:pPr>
        <w:pStyle w:val="Akapitzlist"/>
        <w:numPr>
          <w:ilvl w:val="0"/>
          <w:numId w:val="18"/>
        </w:numPr>
        <w:ind w:left="993" w:hanging="284"/>
        <w:rPr>
          <w:rFonts w:ascii="Arial" w:hAnsi="Arial" w:cs="Arial"/>
          <w:color w:val="000000"/>
          <w:sz w:val="22"/>
          <w:szCs w:val="22"/>
        </w:rPr>
      </w:pPr>
      <w:r w:rsidRPr="00163296">
        <w:rPr>
          <w:rFonts w:ascii="Arial" w:hAnsi="Arial" w:cs="Arial"/>
          <w:color w:val="000000"/>
          <w:sz w:val="22"/>
          <w:szCs w:val="22"/>
        </w:rPr>
        <w:t>wypełniliśmy obowiązki informacyjne przewidziane w art. 13 lub art. 14 RODO wobec osób fizycznych, od których dane osobowe zostały bezpośrednio lub pośrednio pozyskane w celu ubiegania się o udzielenie zamówienia w niniejszym postepowaniu;</w:t>
      </w:r>
    </w:p>
    <w:p w14:paraId="25575679" w14:textId="77777777" w:rsidR="000F45CA" w:rsidRPr="00163296" w:rsidRDefault="000F45CA" w:rsidP="00884574">
      <w:pPr>
        <w:pStyle w:val="Akapitzlist"/>
        <w:numPr>
          <w:ilvl w:val="0"/>
          <w:numId w:val="18"/>
        </w:numPr>
        <w:ind w:left="993" w:hanging="284"/>
        <w:rPr>
          <w:rFonts w:ascii="Arial" w:hAnsi="Arial" w:cs="Arial"/>
          <w:color w:val="000000"/>
          <w:sz w:val="22"/>
          <w:szCs w:val="22"/>
        </w:rPr>
      </w:pPr>
      <w:r w:rsidRPr="00163296">
        <w:rPr>
          <w:rFonts w:ascii="Arial" w:hAnsi="Arial" w:cs="Arial"/>
          <w:color w:val="000000"/>
          <w:sz w:val="22"/>
          <w:szCs w:val="22"/>
        </w:rPr>
        <w:t>poinformowaliśmy wszystkie osoby fizyczne, których dane zostały przekazane Zamawiającemu w związku</w:t>
      </w:r>
      <w:r w:rsidR="009176C3">
        <w:rPr>
          <w:rFonts w:ascii="Arial" w:hAnsi="Arial" w:cs="Arial"/>
          <w:color w:val="000000"/>
          <w:sz w:val="22"/>
          <w:szCs w:val="22"/>
        </w:rPr>
        <w:t xml:space="preserve"> z prowadzonym postępowaniem, o </w:t>
      </w:r>
      <w:r w:rsidRPr="00163296">
        <w:rPr>
          <w:rFonts w:ascii="Arial" w:hAnsi="Arial" w:cs="Arial"/>
          <w:color w:val="000000"/>
          <w:sz w:val="22"/>
          <w:szCs w:val="22"/>
        </w:rPr>
        <w:t>przetwarzaniu ich danych osobowyc</w:t>
      </w:r>
      <w:r w:rsidR="009176C3">
        <w:rPr>
          <w:rFonts w:ascii="Arial" w:hAnsi="Arial" w:cs="Arial"/>
          <w:color w:val="000000"/>
          <w:sz w:val="22"/>
          <w:szCs w:val="22"/>
        </w:rPr>
        <w:t>h przez Zamawiającego zgodnie z </w:t>
      </w:r>
      <w:r w:rsidRPr="00163296">
        <w:rPr>
          <w:rFonts w:ascii="Arial" w:hAnsi="Arial" w:cs="Arial"/>
          <w:color w:val="000000"/>
          <w:sz w:val="22"/>
          <w:szCs w:val="22"/>
        </w:rPr>
        <w:t xml:space="preserve">treścią </w:t>
      </w:r>
      <w:r w:rsidR="00D25D94">
        <w:rPr>
          <w:rFonts w:ascii="Arial" w:hAnsi="Arial" w:cs="Arial"/>
          <w:color w:val="000000"/>
          <w:sz w:val="22"/>
          <w:szCs w:val="22"/>
        </w:rPr>
        <w:t>r</w:t>
      </w:r>
      <w:r w:rsidRPr="00163296">
        <w:rPr>
          <w:rFonts w:ascii="Arial" w:hAnsi="Arial" w:cs="Arial"/>
          <w:color w:val="000000"/>
          <w:sz w:val="22"/>
          <w:szCs w:val="22"/>
        </w:rPr>
        <w:t xml:space="preserve">ozdz. </w:t>
      </w:r>
      <w:r w:rsidR="00DD6A98">
        <w:rPr>
          <w:rFonts w:ascii="Arial" w:hAnsi="Arial" w:cs="Arial"/>
          <w:color w:val="000000"/>
          <w:sz w:val="22"/>
          <w:szCs w:val="22"/>
        </w:rPr>
        <w:t xml:space="preserve">XVI </w:t>
      </w:r>
      <w:r w:rsidR="00A300C9">
        <w:rPr>
          <w:rFonts w:ascii="Arial" w:hAnsi="Arial" w:cs="Arial"/>
          <w:color w:val="000000"/>
          <w:sz w:val="22"/>
          <w:szCs w:val="22"/>
        </w:rPr>
        <w:t>SWZ</w:t>
      </w:r>
      <w:r w:rsidRPr="00163296">
        <w:rPr>
          <w:rFonts w:ascii="Arial" w:hAnsi="Arial" w:cs="Arial"/>
          <w:color w:val="000000"/>
          <w:sz w:val="22"/>
          <w:szCs w:val="22"/>
        </w:rPr>
        <w:t>;</w:t>
      </w:r>
    </w:p>
    <w:p w14:paraId="229D2F62" w14:textId="77777777" w:rsidR="000F45CA" w:rsidRPr="00163296" w:rsidRDefault="000F45CA" w:rsidP="00884574">
      <w:pPr>
        <w:pStyle w:val="Akapitzlist"/>
        <w:numPr>
          <w:ilvl w:val="0"/>
          <w:numId w:val="18"/>
        </w:numPr>
        <w:ind w:left="993" w:hanging="284"/>
        <w:rPr>
          <w:rFonts w:ascii="Arial" w:hAnsi="Arial" w:cs="Arial"/>
          <w:color w:val="000000"/>
          <w:sz w:val="22"/>
          <w:szCs w:val="22"/>
        </w:rPr>
      </w:pPr>
      <w:r w:rsidRPr="00163296">
        <w:rPr>
          <w:rFonts w:ascii="Arial" w:hAnsi="Arial" w:cs="Arial"/>
          <w:color w:val="000000"/>
          <w:sz w:val="22"/>
          <w:szCs w:val="22"/>
        </w:rPr>
        <w:t>zobowiązujemy się do przekazania informacji, w zakresie, o którym mowa pkt b) powyżej, także osobom, których dane zostaną przekazane Zamawiającemu w ww. celu na dalszych etapach postępowania.</w:t>
      </w:r>
    </w:p>
    <w:p w14:paraId="032F8AC3" w14:textId="77777777" w:rsidR="000F45CA" w:rsidRPr="00163296" w:rsidRDefault="000F45CA" w:rsidP="00884574">
      <w:pPr>
        <w:pStyle w:val="Akapitzlist"/>
        <w:numPr>
          <w:ilvl w:val="0"/>
          <w:numId w:val="19"/>
        </w:numPr>
        <w:autoSpaceDE w:val="0"/>
        <w:autoSpaceDN w:val="0"/>
        <w:spacing w:after="120"/>
        <w:ind w:left="284" w:hanging="284"/>
        <w:contextualSpacing/>
        <w:rPr>
          <w:rFonts w:ascii="Arial" w:eastAsia="Calibri" w:hAnsi="Arial" w:cs="Arial"/>
          <w:color w:val="000000"/>
          <w:sz w:val="22"/>
          <w:szCs w:val="22"/>
        </w:rPr>
      </w:pPr>
      <w:r w:rsidRPr="00163296">
        <w:rPr>
          <w:rFonts w:ascii="Arial" w:hAnsi="Arial" w:cs="Arial"/>
          <w:sz w:val="22"/>
          <w:szCs w:val="22"/>
          <w:lang w:eastAsia="en-US"/>
        </w:rPr>
        <w:t xml:space="preserve">nie przekazujemy danych osobowych innych niż bezpośrednio nas dotyczących </w:t>
      </w:r>
      <w:r w:rsidRPr="00163296">
        <w:rPr>
          <w:rFonts w:ascii="Arial" w:hAnsi="Arial" w:cs="Arial"/>
          <w:sz w:val="22"/>
          <w:szCs w:val="22"/>
          <w:lang w:eastAsia="en-US"/>
        </w:rPr>
        <w:br/>
        <w:t>lub zachodzi wyłączenie stosowania obowiązku informacyjneg</w:t>
      </w:r>
      <w:r>
        <w:rPr>
          <w:rFonts w:ascii="Arial" w:hAnsi="Arial" w:cs="Arial"/>
          <w:sz w:val="22"/>
          <w:szCs w:val="22"/>
          <w:lang w:eastAsia="en-US"/>
        </w:rPr>
        <w:t xml:space="preserve">o, stosownie do art. 13 ust. 4 </w:t>
      </w:r>
      <w:r w:rsidRPr="00163296">
        <w:rPr>
          <w:rFonts w:ascii="Arial" w:hAnsi="Arial" w:cs="Arial"/>
          <w:sz w:val="22"/>
          <w:szCs w:val="22"/>
          <w:lang w:eastAsia="en-US"/>
        </w:rPr>
        <w:t>lub art. 14 ust. 5 RODO</w:t>
      </w:r>
      <w:r w:rsidR="00670376">
        <w:rPr>
          <w:rFonts w:ascii="Arial" w:hAnsi="Arial" w:cs="Arial"/>
          <w:sz w:val="22"/>
          <w:szCs w:val="22"/>
          <w:lang w:eastAsia="en-US"/>
        </w:rPr>
        <w:t>.</w:t>
      </w:r>
    </w:p>
    <w:p w14:paraId="411B3067" w14:textId="77777777" w:rsidR="004933DA" w:rsidRPr="006A060C" w:rsidRDefault="004933DA" w:rsidP="004933DA">
      <w:pPr>
        <w:spacing w:line="240" w:lineRule="auto"/>
        <w:jc w:val="left"/>
        <w:rPr>
          <w:rFonts w:cs="Arial"/>
          <w:szCs w:val="22"/>
        </w:rPr>
      </w:pPr>
    </w:p>
    <w:p w14:paraId="4B1CB8F5" w14:textId="77777777" w:rsidR="004933DA" w:rsidRPr="006A060C" w:rsidRDefault="004933DA" w:rsidP="004933DA">
      <w:pPr>
        <w:spacing w:line="240" w:lineRule="auto"/>
        <w:jc w:val="left"/>
        <w:rPr>
          <w:rFonts w:cs="Arial"/>
          <w:szCs w:val="22"/>
        </w:rPr>
      </w:pPr>
      <w:r w:rsidRPr="006A060C">
        <w:rPr>
          <w:rFonts w:cs="Arial"/>
          <w:szCs w:val="22"/>
        </w:rPr>
        <w:t>..........................</w:t>
      </w:r>
      <w:r>
        <w:rPr>
          <w:rFonts w:cs="Arial"/>
          <w:szCs w:val="22"/>
        </w:rPr>
        <w:t>....................</w:t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  <w:t>…….</w:t>
      </w:r>
      <w:r w:rsidRPr="006A060C">
        <w:rPr>
          <w:rFonts w:cs="Arial"/>
          <w:szCs w:val="22"/>
        </w:rPr>
        <w:t>……………………………………….</w:t>
      </w:r>
    </w:p>
    <w:p w14:paraId="27F06B2B" w14:textId="77777777" w:rsidR="00F95ACF" w:rsidRPr="00932D7E" w:rsidRDefault="004933DA" w:rsidP="004933DA">
      <w:pPr>
        <w:widowControl w:val="0"/>
        <w:numPr>
          <w:ilvl w:val="12"/>
          <w:numId w:val="0"/>
        </w:numPr>
        <w:tabs>
          <w:tab w:val="num" w:pos="0"/>
        </w:tabs>
        <w:rPr>
          <w:rFonts w:cs="Arial"/>
          <w:szCs w:val="22"/>
        </w:rPr>
      </w:pPr>
      <w:r>
        <w:rPr>
          <w:rFonts w:cs="Arial"/>
          <w:szCs w:val="22"/>
        </w:rPr>
        <w:t xml:space="preserve">(data, miejscowość) </w:t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 w:rsidRPr="006A060C">
        <w:rPr>
          <w:rFonts w:cs="Arial"/>
          <w:szCs w:val="22"/>
        </w:rPr>
        <w:t>(podpis/-y</w:t>
      </w:r>
      <w:r>
        <w:rPr>
          <w:rFonts w:cs="Arial"/>
          <w:szCs w:val="22"/>
        </w:rPr>
        <w:t>, pieczęć imienna</w:t>
      </w:r>
      <w:r w:rsidRPr="006A060C">
        <w:rPr>
          <w:rFonts w:cs="Arial"/>
          <w:szCs w:val="22"/>
        </w:rPr>
        <w:t>)</w:t>
      </w:r>
    </w:p>
    <w:p w14:paraId="547059F9" w14:textId="77777777" w:rsidR="000C5C8A" w:rsidRDefault="000C5C8A" w:rsidP="00F01D5D">
      <w:pPr>
        <w:pStyle w:val="Tekstpodstawowy2"/>
        <w:tabs>
          <w:tab w:val="num" w:pos="0"/>
        </w:tabs>
        <w:rPr>
          <w:rFonts w:ascii="Arial" w:hAnsi="Arial" w:cs="Arial"/>
          <w:b/>
          <w:sz w:val="22"/>
          <w:szCs w:val="22"/>
        </w:rPr>
      </w:pPr>
      <w:bookmarkStart w:id="2" w:name="_Toc75503976"/>
    </w:p>
    <w:p w14:paraId="4D4C1422" w14:textId="2F366292" w:rsidR="00DD6A98" w:rsidRDefault="00451D7A" w:rsidP="00F01D5D">
      <w:pPr>
        <w:pStyle w:val="Tekstpodstawowy2"/>
        <w:tabs>
          <w:tab w:val="num" w:pos="0"/>
        </w:tabs>
        <w:rPr>
          <w:rFonts w:ascii="Arial" w:hAnsi="Arial" w:cs="Arial"/>
          <w:b/>
          <w:bCs/>
          <w:sz w:val="22"/>
          <w:szCs w:val="22"/>
        </w:rPr>
      </w:pPr>
      <w:r w:rsidRPr="00932D7E">
        <w:rPr>
          <w:rFonts w:ascii="Arial" w:hAnsi="Arial" w:cs="Arial"/>
          <w:b/>
          <w:sz w:val="22"/>
          <w:szCs w:val="22"/>
        </w:rPr>
        <w:t xml:space="preserve">Załącznikami do </w:t>
      </w:r>
      <w:r w:rsidR="003A580C">
        <w:rPr>
          <w:rFonts w:ascii="Arial" w:hAnsi="Arial" w:cs="Arial"/>
          <w:b/>
          <w:sz w:val="22"/>
          <w:szCs w:val="22"/>
        </w:rPr>
        <w:t>o</w:t>
      </w:r>
      <w:r w:rsidRPr="00932D7E">
        <w:rPr>
          <w:rFonts w:ascii="Arial" w:hAnsi="Arial" w:cs="Arial"/>
          <w:b/>
          <w:sz w:val="22"/>
          <w:szCs w:val="22"/>
        </w:rPr>
        <w:t xml:space="preserve">ferty są dokumenty wymienione w rozdz. VII </w:t>
      </w:r>
      <w:r w:rsidR="00A75E57">
        <w:rPr>
          <w:rFonts w:ascii="Arial" w:hAnsi="Arial" w:cs="Arial"/>
          <w:b/>
          <w:sz w:val="22"/>
          <w:szCs w:val="22"/>
        </w:rPr>
        <w:t>SWZ</w:t>
      </w:r>
    </w:p>
    <w:p w14:paraId="7AAD2913" w14:textId="77777777" w:rsidR="00780375" w:rsidRDefault="00780375" w:rsidP="00780375">
      <w:pPr>
        <w:pStyle w:val="xl68"/>
        <w:tabs>
          <w:tab w:val="left" w:pos="720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hAnsi="Arial" w:cs="Arial"/>
          <w:b/>
          <w:bCs/>
          <w:sz w:val="22"/>
          <w:szCs w:val="22"/>
        </w:rPr>
        <w:sectPr w:rsidR="00780375" w:rsidSect="00293B0E">
          <w:headerReference w:type="default" r:id="rId10"/>
          <w:footerReference w:type="default" r:id="rId11"/>
          <w:headerReference w:type="first" r:id="rId12"/>
          <w:footerReference w:type="first" r:id="rId13"/>
          <w:pgSz w:w="11906" w:h="16838"/>
          <w:pgMar w:top="1135" w:right="1701" w:bottom="993" w:left="1701" w:header="709" w:footer="709" w:gutter="0"/>
          <w:cols w:space="708"/>
          <w:formProt w:val="0"/>
          <w:titlePg/>
          <w:docGrid w:linePitch="360"/>
        </w:sectPr>
      </w:pPr>
    </w:p>
    <w:p w14:paraId="600DBE1A" w14:textId="77777777" w:rsidR="00C72F1C" w:rsidRPr="00EE14B4" w:rsidRDefault="000E7E22" w:rsidP="00780375">
      <w:pPr>
        <w:pStyle w:val="xl68"/>
        <w:tabs>
          <w:tab w:val="left" w:pos="720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="Arial"/>
          <w:b/>
          <w:bCs/>
          <w:sz w:val="22"/>
          <w:szCs w:val="22"/>
        </w:rPr>
      </w:pPr>
      <w:r w:rsidRPr="001D7EAF">
        <w:rPr>
          <w:rFonts w:ascii="Arial" w:hAnsi="Arial" w:cs="Arial"/>
          <w:b/>
          <w:bCs/>
          <w:sz w:val="22"/>
          <w:szCs w:val="22"/>
        </w:rPr>
        <w:lastRenderedPageBreak/>
        <w:t xml:space="preserve">Załącznik nr 2 do </w:t>
      </w:r>
      <w:r w:rsidR="00A75E57">
        <w:rPr>
          <w:rFonts w:ascii="Arial" w:hAnsi="Arial" w:cs="Arial"/>
          <w:b/>
          <w:bCs/>
          <w:sz w:val="22"/>
          <w:szCs w:val="22"/>
        </w:rPr>
        <w:t>SWZ</w:t>
      </w:r>
      <w:r>
        <w:rPr>
          <w:rFonts w:ascii="Arial" w:hAnsi="Arial" w:cs="Arial"/>
          <w:b/>
          <w:bCs/>
          <w:sz w:val="22"/>
          <w:szCs w:val="22"/>
        </w:rPr>
        <w:t xml:space="preserve"> - </w:t>
      </w:r>
      <w:r w:rsidR="00CC6955" w:rsidRPr="00932D7E">
        <w:rPr>
          <w:rFonts w:ascii="Arial" w:hAnsi="Arial" w:cs="Arial"/>
          <w:b/>
          <w:bCs/>
          <w:sz w:val="22"/>
          <w:szCs w:val="22"/>
        </w:rPr>
        <w:t>FO</w:t>
      </w:r>
      <w:r w:rsidR="006F3DCF">
        <w:rPr>
          <w:rFonts w:ascii="Arial" w:hAnsi="Arial" w:cs="Arial"/>
          <w:b/>
          <w:bCs/>
          <w:sz w:val="22"/>
          <w:szCs w:val="22"/>
        </w:rPr>
        <w:t>RMULARZ</w:t>
      </w:r>
      <w:r w:rsidR="00CC6955" w:rsidRPr="00932D7E">
        <w:rPr>
          <w:rFonts w:ascii="Arial" w:hAnsi="Arial" w:cs="Arial"/>
          <w:b/>
          <w:bCs/>
          <w:sz w:val="22"/>
          <w:szCs w:val="22"/>
        </w:rPr>
        <w:t xml:space="preserve"> - Oświadczenie o spełnianiu warunków </w:t>
      </w:r>
      <w:r w:rsidR="008B4652">
        <w:rPr>
          <w:rFonts w:ascii="Arial" w:hAnsi="Arial" w:cs="Arial"/>
          <w:b/>
          <w:bCs/>
          <w:sz w:val="22"/>
          <w:szCs w:val="22"/>
        </w:rPr>
        <w:t xml:space="preserve">udziału w postępowaniu </w:t>
      </w:r>
    </w:p>
    <w:p w14:paraId="0A42E38F" w14:textId="74FDB08B" w:rsidR="00CC6955" w:rsidRPr="00293607" w:rsidRDefault="00E93F0D" w:rsidP="00CC6955">
      <w:pPr>
        <w:pStyle w:val="xl114"/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b w:val="0"/>
          <w:color w:val="auto"/>
          <w:sz w:val="22"/>
          <w:szCs w:val="22"/>
        </w:rPr>
      </w:pPr>
      <w:r w:rsidRPr="00932D7E"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6704" behindDoc="0" locked="0" layoutInCell="0" allowOverlap="1" wp14:anchorId="52BC3475" wp14:editId="39C92783">
                <wp:simplePos x="0" y="0"/>
                <wp:positionH relativeFrom="column">
                  <wp:posOffset>130810</wp:posOffset>
                </wp:positionH>
                <wp:positionV relativeFrom="paragraph">
                  <wp:posOffset>28575</wp:posOffset>
                </wp:positionV>
                <wp:extent cx="2114550" cy="0"/>
                <wp:effectExtent l="10795" t="13970" r="8255" b="5080"/>
                <wp:wrapNone/>
                <wp:docPr id="3" name="Lin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1455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C29A782" id="Line 6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.3pt,2.25pt" to="176.8pt,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/rwpEgIAACg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" o:allowincell="f"/>
            </w:pict>
          </mc:Fallback>
        </mc:AlternateContent>
      </w:r>
    </w:p>
    <w:p w14:paraId="43209EF2" w14:textId="77777777" w:rsidR="00CC6955" w:rsidRPr="00E9309B" w:rsidRDefault="00CC6955" w:rsidP="00CC6955">
      <w:pPr>
        <w:pStyle w:val="xl114"/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b w:val="0"/>
          <w:color w:val="auto"/>
          <w:sz w:val="22"/>
          <w:szCs w:val="22"/>
        </w:rPr>
      </w:pPr>
      <w:r w:rsidRPr="00E9309B">
        <w:rPr>
          <w:rFonts w:ascii="Arial" w:eastAsia="Times New Roman" w:hAnsi="Arial" w:cs="Arial"/>
          <w:b w:val="0"/>
          <w:color w:val="auto"/>
          <w:sz w:val="22"/>
          <w:szCs w:val="22"/>
        </w:rPr>
        <w:t>.................................................</w:t>
      </w:r>
    </w:p>
    <w:p w14:paraId="557E7404" w14:textId="77777777" w:rsidR="00CC6955" w:rsidRPr="0078514D" w:rsidRDefault="00CC6955" w:rsidP="00CC6955">
      <w:pPr>
        <w:pStyle w:val="xl114"/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b w:val="0"/>
          <w:color w:val="auto"/>
          <w:sz w:val="22"/>
          <w:szCs w:val="22"/>
        </w:rPr>
      </w:pPr>
      <w:r w:rsidRPr="0078514D">
        <w:rPr>
          <w:rFonts w:ascii="Arial" w:eastAsia="Times New Roman" w:hAnsi="Arial" w:cs="Arial"/>
          <w:b w:val="0"/>
          <w:color w:val="auto"/>
          <w:sz w:val="22"/>
          <w:szCs w:val="22"/>
        </w:rPr>
        <w:t>.................................................</w:t>
      </w:r>
    </w:p>
    <w:p w14:paraId="6F35AFF1" w14:textId="77777777" w:rsidR="00CC6955" w:rsidRPr="0004300D" w:rsidRDefault="00CC6955" w:rsidP="00CC6955">
      <w:pPr>
        <w:pStyle w:val="xl114"/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b w:val="0"/>
          <w:color w:val="auto"/>
          <w:sz w:val="22"/>
          <w:szCs w:val="22"/>
        </w:rPr>
      </w:pPr>
      <w:r w:rsidRPr="00611F57">
        <w:rPr>
          <w:rFonts w:ascii="Arial" w:eastAsia="Times New Roman" w:hAnsi="Arial" w:cs="Arial"/>
          <w:b w:val="0"/>
          <w:color w:val="auto"/>
          <w:sz w:val="22"/>
          <w:szCs w:val="22"/>
        </w:rPr>
        <w:t>(Nazwa i adres wykonawcy/ów)</w:t>
      </w:r>
    </w:p>
    <w:p w14:paraId="79AB9F5E" w14:textId="77777777" w:rsidR="00855491" w:rsidRPr="008807D7" w:rsidRDefault="00855491" w:rsidP="00855491">
      <w:pPr>
        <w:rPr>
          <w:rFonts w:cs="Arial"/>
          <w:szCs w:val="22"/>
        </w:rPr>
      </w:pPr>
      <w:r w:rsidRPr="000D70F6">
        <w:rPr>
          <w:rFonts w:cs="Arial"/>
          <w:szCs w:val="22"/>
        </w:rPr>
        <w:t xml:space="preserve">Składając ofertę w </w:t>
      </w:r>
      <w:r w:rsidRPr="00DC59CC">
        <w:rPr>
          <w:rFonts w:cs="Arial"/>
          <w:szCs w:val="22"/>
        </w:rPr>
        <w:t xml:space="preserve">postępowaniu o udzielenie zamówienia, prowadzonym w trybie </w:t>
      </w:r>
      <w:r w:rsidRPr="008807D7">
        <w:rPr>
          <w:rFonts w:cs="Arial"/>
          <w:szCs w:val="22"/>
        </w:rPr>
        <w:t>przetargu nieograniczonego na wykonanie zadania, pn.:</w:t>
      </w:r>
    </w:p>
    <w:p w14:paraId="480DCBDD" w14:textId="1EE6B89F" w:rsidR="00591F7C" w:rsidRDefault="00591F7C" w:rsidP="00CC6955">
      <w:pPr>
        <w:spacing w:line="280" w:lineRule="exact"/>
        <w:rPr>
          <w:rFonts w:cs="Arial"/>
          <w:b/>
          <w:szCs w:val="22"/>
        </w:rPr>
      </w:pPr>
      <w:r w:rsidRPr="008807D7">
        <w:rPr>
          <w:rFonts w:cs="Arial"/>
          <w:b/>
          <w:szCs w:val="22"/>
        </w:rPr>
        <w:t>„</w:t>
      </w:r>
      <w:r w:rsidR="00C54975" w:rsidRPr="00C62C51">
        <w:rPr>
          <w:rFonts w:cs="Arial"/>
          <w:b/>
          <w:szCs w:val="22"/>
          <w:shd w:val="clear" w:color="auto" w:fill="FFFFFF"/>
        </w:rPr>
        <w:t>Modernizacja systemu sterowania dopalaczem Clausa na Kopalni Ropy Naftowej i Gazu Ziemnego Zielin</w:t>
      </w:r>
      <w:r w:rsidRPr="008807D7">
        <w:rPr>
          <w:rFonts w:cs="Arial"/>
          <w:b/>
          <w:szCs w:val="22"/>
        </w:rPr>
        <w:t>”</w:t>
      </w:r>
    </w:p>
    <w:p w14:paraId="5550F1BD" w14:textId="77777777" w:rsidR="00CA3B80" w:rsidRPr="008807D7" w:rsidRDefault="00CA3B80" w:rsidP="00CC6955">
      <w:pPr>
        <w:spacing w:line="280" w:lineRule="exact"/>
        <w:rPr>
          <w:rFonts w:cs="Arial"/>
          <w:b/>
          <w:szCs w:val="22"/>
        </w:rPr>
      </w:pPr>
    </w:p>
    <w:p w14:paraId="5452BAB8" w14:textId="77777777" w:rsidR="00CC6955" w:rsidRPr="008807D7" w:rsidRDefault="003E01D9" w:rsidP="00CC6955">
      <w:pPr>
        <w:spacing w:line="280" w:lineRule="exact"/>
        <w:rPr>
          <w:rFonts w:cs="Arial"/>
          <w:b/>
          <w:szCs w:val="22"/>
          <w:u w:val="single"/>
        </w:rPr>
      </w:pPr>
      <w:r w:rsidRPr="008807D7">
        <w:rPr>
          <w:rFonts w:cs="Arial"/>
          <w:szCs w:val="22"/>
        </w:rPr>
        <w:t>o</w:t>
      </w:r>
      <w:r w:rsidR="00CC6955" w:rsidRPr="008807D7">
        <w:rPr>
          <w:rFonts w:cs="Arial"/>
          <w:szCs w:val="22"/>
        </w:rPr>
        <w:t>świadczamy</w:t>
      </w:r>
      <w:r w:rsidRPr="008807D7">
        <w:rPr>
          <w:rFonts w:cs="Arial"/>
          <w:szCs w:val="22"/>
        </w:rPr>
        <w:t>,</w:t>
      </w:r>
      <w:r w:rsidR="00CC6955" w:rsidRPr="008807D7">
        <w:rPr>
          <w:rFonts w:cs="Arial"/>
          <w:szCs w:val="22"/>
        </w:rPr>
        <w:t xml:space="preserve"> że:</w:t>
      </w:r>
    </w:p>
    <w:p w14:paraId="04D21218" w14:textId="77777777" w:rsidR="00CC6955" w:rsidRPr="00932D7E" w:rsidRDefault="00CC6955" w:rsidP="00CC6955">
      <w:pPr>
        <w:pStyle w:val="xl114"/>
        <w:tabs>
          <w:tab w:val="left" w:pos="360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 w:hanging="360"/>
        <w:jc w:val="both"/>
        <w:rPr>
          <w:rFonts w:ascii="Arial" w:eastAsia="Times New Roman" w:hAnsi="Arial" w:cs="Arial"/>
          <w:b w:val="0"/>
          <w:color w:val="auto"/>
          <w:sz w:val="22"/>
          <w:szCs w:val="22"/>
        </w:rPr>
      </w:pPr>
      <w:r w:rsidRPr="008807D7">
        <w:rPr>
          <w:rFonts w:ascii="Arial" w:eastAsia="Times New Roman" w:hAnsi="Arial" w:cs="Arial"/>
          <w:b w:val="0"/>
          <w:color w:val="auto"/>
          <w:sz w:val="22"/>
          <w:szCs w:val="22"/>
        </w:rPr>
        <w:t>1.</w:t>
      </w:r>
      <w:r w:rsidRPr="008807D7">
        <w:rPr>
          <w:rFonts w:ascii="Arial" w:eastAsia="Times New Roman" w:hAnsi="Arial" w:cs="Arial"/>
          <w:b w:val="0"/>
          <w:color w:val="auto"/>
          <w:sz w:val="22"/>
          <w:szCs w:val="22"/>
        </w:rPr>
        <w:tab/>
        <w:t>posiadamy uprawnienia do wykonywania określonej działalności lub czynności</w:t>
      </w:r>
      <w:r w:rsidRPr="00932D7E">
        <w:rPr>
          <w:rFonts w:ascii="Arial" w:eastAsia="Times New Roman" w:hAnsi="Arial" w:cs="Arial"/>
          <w:b w:val="0"/>
          <w:color w:val="auto"/>
          <w:sz w:val="22"/>
          <w:szCs w:val="22"/>
        </w:rPr>
        <w:t xml:space="preserve">, jeżeli </w:t>
      </w:r>
      <w:r>
        <w:rPr>
          <w:rFonts w:ascii="Arial" w:eastAsia="Times New Roman" w:hAnsi="Arial" w:cs="Arial"/>
          <w:b w:val="0"/>
          <w:color w:val="auto"/>
          <w:sz w:val="22"/>
          <w:szCs w:val="22"/>
        </w:rPr>
        <w:t>przepisy prawa</w:t>
      </w:r>
      <w:r w:rsidRPr="00932D7E">
        <w:rPr>
          <w:rFonts w:ascii="Arial" w:eastAsia="Times New Roman" w:hAnsi="Arial" w:cs="Arial"/>
          <w:b w:val="0"/>
          <w:color w:val="auto"/>
          <w:sz w:val="22"/>
          <w:szCs w:val="22"/>
        </w:rPr>
        <w:t xml:space="preserve"> nakładają obowiązek posiadania takich uprawnień;</w:t>
      </w:r>
    </w:p>
    <w:p w14:paraId="0A0CCFC1" w14:textId="77777777" w:rsidR="00CC6955" w:rsidRPr="00932D7E" w:rsidRDefault="00CC6955" w:rsidP="00CC6955">
      <w:pPr>
        <w:pStyle w:val="xl114"/>
        <w:tabs>
          <w:tab w:val="left" w:pos="360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 w:hanging="360"/>
        <w:jc w:val="both"/>
        <w:rPr>
          <w:rFonts w:ascii="Arial" w:eastAsia="Times New Roman" w:hAnsi="Arial" w:cs="Arial"/>
          <w:b w:val="0"/>
          <w:color w:val="auto"/>
          <w:sz w:val="22"/>
          <w:szCs w:val="22"/>
        </w:rPr>
      </w:pPr>
      <w:r w:rsidRPr="00932D7E">
        <w:rPr>
          <w:rFonts w:ascii="Arial" w:eastAsia="Times New Roman" w:hAnsi="Arial" w:cs="Arial"/>
          <w:b w:val="0"/>
          <w:color w:val="auto"/>
          <w:sz w:val="22"/>
          <w:szCs w:val="22"/>
        </w:rPr>
        <w:t>2.</w:t>
      </w:r>
      <w:r w:rsidRPr="00932D7E">
        <w:rPr>
          <w:rFonts w:ascii="Arial" w:eastAsia="Times New Roman" w:hAnsi="Arial" w:cs="Arial"/>
          <w:b w:val="0"/>
          <w:color w:val="auto"/>
          <w:sz w:val="22"/>
          <w:szCs w:val="22"/>
        </w:rPr>
        <w:tab/>
        <w:t>posiadamy niezbędną wiedzę i doświadczenie oraz dysponujemy potencjałem technicznym i osobami zdolnymi do wykonania zamówienia</w:t>
      </w:r>
      <w:r w:rsidR="004D35A0">
        <w:rPr>
          <w:rFonts w:ascii="Arial" w:eastAsia="Times New Roman" w:hAnsi="Arial" w:cs="Arial"/>
          <w:b w:val="0"/>
          <w:color w:val="auto"/>
          <w:sz w:val="22"/>
          <w:szCs w:val="22"/>
        </w:rPr>
        <w:t>;</w:t>
      </w:r>
    </w:p>
    <w:p w14:paraId="288AD8F6" w14:textId="77777777" w:rsidR="00CC6955" w:rsidRPr="00932D7E" w:rsidRDefault="00CC6955" w:rsidP="00CC6955">
      <w:pPr>
        <w:pStyle w:val="xl114"/>
        <w:tabs>
          <w:tab w:val="left" w:pos="360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 w:hanging="360"/>
        <w:jc w:val="both"/>
        <w:rPr>
          <w:rFonts w:ascii="Arial" w:eastAsia="Times New Roman" w:hAnsi="Arial" w:cs="Arial"/>
          <w:b w:val="0"/>
          <w:color w:val="auto"/>
          <w:sz w:val="22"/>
          <w:szCs w:val="22"/>
        </w:rPr>
      </w:pPr>
      <w:r w:rsidRPr="00932D7E">
        <w:rPr>
          <w:rFonts w:ascii="Arial" w:eastAsia="Times New Roman" w:hAnsi="Arial" w:cs="Arial"/>
          <w:b w:val="0"/>
          <w:color w:val="auto"/>
          <w:sz w:val="22"/>
          <w:szCs w:val="22"/>
        </w:rPr>
        <w:t>3.</w:t>
      </w:r>
      <w:r w:rsidRPr="00932D7E">
        <w:rPr>
          <w:rFonts w:ascii="Arial" w:eastAsia="Times New Roman" w:hAnsi="Arial" w:cs="Arial"/>
          <w:b w:val="0"/>
          <w:color w:val="auto"/>
          <w:sz w:val="22"/>
          <w:szCs w:val="22"/>
        </w:rPr>
        <w:tab/>
        <w:t>znajdujemy się w sytuacji ekonomicznej i finansowej zapewniającej wykonanie zamówienia</w:t>
      </w:r>
      <w:r w:rsidR="00C05AF0">
        <w:rPr>
          <w:rFonts w:ascii="Arial" w:eastAsia="Times New Roman" w:hAnsi="Arial" w:cs="Arial"/>
          <w:b w:val="0"/>
          <w:color w:val="auto"/>
          <w:sz w:val="22"/>
          <w:szCs w:val="22"/>
        </w:rPr>
        <w:t>.</w:t>
      </w:r>
    </w:p>
    <w:p w14:paraId="71B21188" w14:textId="77777777" w:rsidR="00CC6955" w:rsidRPr="00932D7E" w:rsidRDefault="00CC6955" w:rsidP="00CC6955">
      <w:pPr>
        <w:pStyle w:val="xl114"/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b w:val="0"/>
          <w:color w:val="auto"/>
          <w:sz w:val="22"/>
          <w:szCs w:val="22"/>
        </w:rPr>
      </w:pPr>
    </w:p>
    <w:p w14:paraId="57578923" w14:textId="77777777" w:rsidR="004933DA" w:rsidRPr="006A060C" w:rsidRDefault="004933DA" w:rsidP="004933DA">
      <w:pPr>
        <w:spacing w:line="240" w:lineRule="auto"/>
        <w:jc w:val="left"/>
        <w:rPr>
          <w:rFonts w:cs="Arial"/>
          <w:szCs w:val="22"/>
        </w:rPr>
      </w:pPr>
    </w:p>
    <w:p w14:paraId="5434F1EF" w14:textId="77777777" w:rsidR="004933DA" w:rsidRPr="006A060C" w:rsidRDefault="004933DA" w:rsidP="004933DA">
      <w:pPr>
        <w:spacing w:line="240" w:lineRule="auto"/>
        <w:jc w:val="left"/>
        <w:rPr>
          <w:rFonts w:cs="Arial"/>
          <w:szCs w:val="22"/>
        </w:rPr>
      </w:pPr>
      <w:r w:rsidRPr="006A060C">
        <w:rPr>
          <w:rFonts w:cs="Arial"/>
          <w:szCs w:val="22"/>
        </w:rPr>
        <w:t>..........................</w:t>
      </w:r>
      <w:r>
        <w:rPr>
          <w:rFonts w:cs="Arial"/>
          <w:szCs w:val="22"/>
        </w:rPr>
        <w:t>....................</w:t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  <w:t>…….</w:t>
      </w:r>
      <w:r w:rsidRPr="006A060C">
        <w:rPr>
          <w:rFonts w:cs="Arial"/>
          <w:szCs w:val="22"/>
        </w:rPr>
        <w:t>……………………………………….</w:t>
      </w:r>
    </w:p>
    <w:p w14:paraId="0E323F16" w14:textId="77777777" w:rsidR="00CC6955" w:rsidRPr="00932D7E" w:rsidRDefault="004933DA" w:rsidP="004933DA">
      <w:pPr>
        <w:widowControl w:val="0"/>
        <w:numPr>
          <w:ilvl w:val="12"/>
          <w:numId w:val="0"/>
        </w:numPr>
        <w:rPr>
          <w:rFonts w:cs="Arial"/>
          <w:szCs w:val="22"/>
        </w:rPr>
      </w:pPr>
      <w:r>
        <w:rPr>
          <w:rFonts w:cs="Arial"/>
          <w:szCs w:val="22"/>
        </w:rPr>
        <w:t xml:space="preserve">(data, miejscowość) </w:t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 w:rsidRPr="006A060C">
        <w:rPr>
          <w:rFonts w:cs="Arial"/>
          <w:szCs w:val="22"/>
        </w:rPr>
        <w:t>(podpis/-y</w:t>
      </w:r>
      <w:r>
        <w:rPr>
          <w:rFonts w:cs="Arial"/>
          <w:szCs w:val="22"/>
        </w:rPr>
        <w:t>, pieczęć imienna</w:t>
      </w:r>
      <w:r w:rsidRPr="006A060C">
        <w:rPr>
          <w:rFonts w:cs="Arial"/>
          <w:szCs w:val="22"/>
        </w:rPr>
        <w:t>)</w:t>
      </w:r>
    </w:p>
    <w:p w14:paraId="38AAD9A1" w14:textId="77777777" w:rsidR="00CC6955" w:rsidRPr="00932D7E" w:rsidRDefault="00CC6955" w:rsidP="00CC6955">
      <w:pPr>
        <w:widowControl w:val="0"/>
        <w:numPr>
          <w:ilvl w:val="12"/>
          <w:numId w:val="0"/>
        </w:numPr>
        <w:rPr>
          <w:rFonts w:cs="Arial"/>
          <w:szCs w:val="22"/>
        </w:rPr>
      </w:pPr>
    </w:p>
    <w:p w14:paraId="0D6BB688" w14:textId="77777777" w:rsidR="00CC6955" w:rsidRPr="00932D7E" w:rsidRDefault="00CC6955" w:rsidP="00CC6955">
      <w:pPr>
        <w:pStyle w:val="xl114"/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b w:val="0"/>
          <w:color w:val="auto"/>
          <w:sz w:val="22"/>
          <w:szCs w:val="22"/>
        </w:rPr>
        <w:sectPr w:rsidR="00CC6955" w:rsidRPr="00932D7E" w:rsidSect="00780375">
          <w:pgSz w:w="11906" w:h="16838"/>
          <w:pgMar w:top="1276" w:right="1701" w:bottom="993" w:left="1701" w:header="709" w:footer="709" w:gutter="0"/>
          <w:cols w:space="708"/>
          <w:formProt w:val="0"/>
          <w:docGrid w:linePitch="360"/>
        </w:sectPr>
      </w:pPr>
    </w:p>
    <w:p w14:paraId="784625FE" w14:textId="77777777" w:rsidR="00CC6955" w:rsidRPr="00181EB1" w:rsidRDefault="000E7E22" w:rsidP="00C72F1C">
      <w:pPr>
        <w:pStyle w:val="xl30"/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="Arial"/>
          <w:sz w:val="22"/>
          <w:szCs w:val="22"/>
        </w:rPr>
      </w:pPr>
      <w:r w:rsidRPr="0040679F">
        <w:rPr>
          <w:rFonts w:ascii="Arial" w:hAnsi="Arial" w:cs="Arial"/>
          <w:sz w:val="22"/>
          <w:szCs w:val="22"/>
        </w:rPr>
        <w:lastRenderedPageBreak/>
        <w:t xml:space="preserve">Załącznik nr 3 do </w:t>
      </w:r>
      <w:r w:rsidR="00A300C9">
        <w:rPr>
          <w:rFonts w:ascii="Arial" w:hAnsi="Arial" w:cs="Arial"/>
          <w:sz w:val="22"/>
          <w:szCs w:val="22"/>
        </w:rPr>
        <w:t>SWZ</w:t>
      </w:r>
      <w:r w:rsidRPr="0040679F">
        <w:rPr>
          <w:rFonts w:ascii="Arial" w:hAnsi="Arial" w:cs="Arial"/>
          <w:sz w:val="22"/>
          <w:szCs w:val="22"/>
        </w:rPr>
        <w:t xml:space="preserve"> - </w:t>
      </w:r>
      <w:r w:rsidR="005B50DE" w:rsidRPr="0040679F">
        <w:rPr>
          <w:rFonts w:ascii="Arial" w:hAnsi="Arial" w:cs="Arial"/>
          <w:sz w:val="22"/>
          <w:szCs w:val="22"/>
        </w:rPr>
        <w:t>FORMULARZ - oświadczenie</w:t>
      </w:r>
      <w:r w:rsidR="00CC6955" w:rsidRPr="0040679F">
        <w:rPr>
          <w:rFonts w:ascii="Arial" w:hAnsi="Arial" w:cs="Arial"/>
          <w:sz w:val="22"/>
          <w:szCs w:val="22"/>
        </w:rPr>
        <w:t xml:space="preserve"> o niepodleganiu</w:t>
      </w:r>
      <w:r w:rsidR="00CC6955" w:rsidRPr="00932D7E">
        <w:rPr>
          <w:rFonts w:ascii="Arial" w:hAnsi="Arial" w:cs="Arial"/>
          <w:sz w:val="22"/>
          <w:szCs w:val="22"/>
        </w:rPr>
        <w:t xml:space="preserve"> </w:t>
      </w:r>
      <w:r w:rsidR="00CC6955" w:rsidRPr="00EE2837">
        <w:rPr>
          <w:rFonts w:ascii="Arial" w:hAnsi="Arial" w:cs="Arial"/>
          <w:sz w:val="22"/>
          <w:szCs w:val="22"/>
        </w:rPr>
        <w:t>wykluczeniu</w:t>
      </w:r>
    </w:p>
    <w:p w14:paraId="362C7005" w14:textId="5309628E" w:rsidR="00CC6955" w:rsidRPr="00293607" w:rsidRDefault="00E93F0D" w:rsidP="00CC6955">
      <w:pPr>
        <w:pStyle w:val="xl30"/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rPr>
          <w:rFonts w:ascii="Arial" w:eastAsia="Times New Roman" w:hAnsi="Arial" w:cs="Arial"/>
          <w:b w:val="0"/>
          <w:color w:val="auto"/>
          <w:sz w:val="22"/>
          <w:szCs w:val="22"/>
        </w:rPr>
      </w:pPr>
      <w:r w:rsidRPr="00932D7E"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1935539C" wp14:editId="08F8FCDD">
                <wp:simplePos x="0" y="0"/>
                <wp:positionH relativeFrom="column">
                  <wp:posOffset>-120650</wp:posOffset>
                </wp:positionH>
                <wp:positionV relativeFrom="paragraph">
                  <wp:posOffset>161290</wp:posOffset>
                </wp:positionV>
                <wp:extent cx="2137410" cy="0"/>
                <wp:effectExtent l="6985" t="8255" r="8255" b="10795"/>
                <wp:wrapNone/>
                <wp:docPr id="2" name="Lin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13741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69E33B8" id="Line 7" o:spid="_x0000_s1026" style="position:absolute;flip:y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9.5pt,12.7pt" to="158.8pt,1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"/>
            </w:pict>
          </mc:Fallback>
        </mc:AlternateContent>
      </w:r>
    </w:p>
    <w:p w14:paraId="61D23546" w14:textId="77777777" w:rsidR="00CC6955" w:rsidRPr="00E9309B" w:rsidRDefault="00CC6955" w:rsidP="00CC6955">
      <w:pPr>
        <w:pStyle w:val="xl114"/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b w:val="0"/>
          <w:color w:val="auto"/>
          <w:sz w:val="22"/>
          <w:szCs w:val="22"/>
        </w:rPr>
      </w:pPr>
      <w:r w:rsidRPr="00E9309B">
        <w:rPr>
          <w:rFonts w:ascii="Arial" w:eastAsia="Times New Roman" w:hAnsi="Arial" w:cs="Arial"/>
          <w:b w:val="0"/>
          <w:color w:val="auto"/>
          <w:sz w:val="22"/>
          <w:szCs w:val="22"/>
        </w:rPr>
        <w:t>.........................................</w:t>
      </w:r>
    </w:p>
    <w:p w14:paraId="5852A6E1" w14:textId="77777777" w:rsidR="00CC6955" w:rsidRPr="00611F57" w:rsidRDefault="00CC6955" w:rsidP="00CC6955">
      <w:pPr>
        <w:pStyle w:val="xl114"/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b w:val="0"/>
          <w:color w:val="auto"/>
          <w:sz w:val="22"/>
          <w:szCs w:val="22"/>
        </w:rPr>
      </w:pPr>
      <w:r w:rsidRPr="0078514D">
        <w:rPr>
          <w:rFonts w:ascii="Arial" w:eastAsia="Times New Roman" w:hAnsi="Arial" w:cs="Arial"/>
          <w:b w:val="0"/>
          <w:color w:val="auto"/>
          <w:sz w:val="22"/>
          <w:szCs w:val="22"/>
        </w:rPr>
        <w:t>.........................................</w:t>
      </w:r>
    </w:p>
    <w:p w14:paraId="75D8E784" w14:textId="77777777" w:rsidR="00CC6955" w:rsidRPr="00932D7E" w:rsidRDefault="00CC6955" w:rsidP="00CC6955">
      <w:pPr>
        <w:pStyle w:val="xl114"/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b w:val="0"/>
          <w:color w:val="auto"/>
          <w:sz w:val="22"/>
          <w:szCs w:val="22"/>
        </w:rPr>
      </w:pPr>
      <w:r w:rsidRPr="00932D7E">
        <w:rPr>
          <w:rFonts w:ascii="Arial" w:eastAsia="Times New Roman" w:hAnsi="Arial" w:cs="Arial"/>
          <w:b w:val="0"/>
          <w:color w:val="auto"/>
          <w:sz w:val="22"/>
          <w:szCs w:val="22"/>
        </w:rPr>
        <w:t xml:space="preserve"> (Nazwa i adres wykonawcy/ów)</w:t>
      </w:r>
    </w:p>
    <w:p w14:paraId="1D36B4BB" w14:textId="77777777" w:rsidR="009F6454" w:rsidRDefault="009F6454" w:rsidP="009F6454">
      <w:pPr>
        <w:rPr>
          <w:rFonts w:cs="Arial"/>
          <w:szCs w:val="22"/>
        </w:rPr>
      </w:pPr>
      <w:r w:rsidRPr="000D70F6">
        <w:rPr>
          <w:rFonts w:cs="Arial"/>
          <w:szCs w:val="22"/>
        </w:rPr>
        <w:t xml:space="preserve">Składając ofertę w </w:t>
      </w:r>
      <w:r w:rsidRPr="00DC59CC">
        <w:rPr>
          <w:rFonts w:cs="Arial"/>
          <w:szCs w:val="22"/>
        </w:rPr>
        <w:t>postępowaniu o udzielenie zamówienia, prowadzonym w trybie przetargu nieograniczonego na wykonanie zadania, pn.:</w:t>
      </w:r>
    </w:p>
    <w:p w14:paraId="56C0347C" w14:textId="335820BD" w:rsidR="00372FE3" w:rsidRPr="00402507" w:rsidRDefault="00591F7C" w:rsidP="00372FE3">
      <w:pPr>
        <w:rPr>
          <w:rFonts w:cs="Arial"/>
          <w:b/>
          <w:bCs/>
          <w:i/>
          <w:szCs w:val="22"/>
        </w:rPr>
      </w:pPr>
      <w:r w:rsidRPr="00402507">
        <w:rPr>
          <w:rFonts w:cs="Arial"/>
          <w:b/>
          <w:szCs w:val="22"/>
        </w:rPr>
        <w:t>„</w:t>
      </w:r>
      <w:r w:rsidR="00C54975" w:rsidRPr="00C62C51">
        <w:rPr>
          <w:rFonts w:cs="Arial"/>
          <w:b/>
          <w:szCs w:val="22"/>
          <w:shd w:val="clear" w:color="auto" w:fill="FFFFFF"/>
        </w:rPr>
        <w:t>Modernizacja systemu sterowania dopalaczem Clausa na Kopalni Ropy Naftowej i Gazu Ziemnego Zielin</w:t>
      </w:r>
      <w:r w:rsidRPr="00402507">
        <w:rPr>
          <w:rFonts w:cs="Arial"/>
          <w:b/>
          <w:szCs w:val="22"/>
        </w:rPr>
        <w:t>”</w:t>
      </w:r>
    </w:p>
    <w:p w14:paraId="26AA6EFC" w14:textId="77777777" w:rsidR="00CC6955" w:rsidRDefault="0084688C" w:rsidP="00372FE3">
      <w:pPr>
        <w:rPr>
          <w:rFonts w:cs="Arial"/>
          <w:szCs w:val="22"/>
        </w:rPr>
      </w:pPr>
      <w:r w:rsidRPr="00DC59CC">
        <w:rPr>
          <w:rFonts w:cs="Arial"/>
          <w:szCs w:val="22"/>
        </w:rPr>
        <w:t>ś</w:t>
      </w:r>
      <w:r w:rsidR="006441D9" w:rsidRPr="00DC59CC">
        <w:rPr>
          <w:rFonts w:cs="Arial"/>
          <w:szCs w:val="22"/>
        </w:rPr>
        <w:t>wiadomi, że</w:t>
      </w:r>
      <w:r w:rsidR="00CC6955" w:rsidRPr="00932D7E">
        <w:rPr>
          <w:rFonts w:cs="Arial"/>
          <w:szCs w:val="22"/>
        </w:rPr>
        <w:t xml:space="preserve"> </w:t>
      </w:r>
      <w:r w:rsidR="005F6340">
        <w:rPr>
          <w:rFonts w:cs="Arial"/>
          <w:szCs w:val="22"/>
        </w:rPr>
        <w:t xml:space="preserve">z </w:t>
      </w:r>
      <w:r w:rsidR="00CC6955" w:rsidRPr="00932D7E">
        <w:rPr>
          <w:rFonts w:cs="Arial"/>
          <w:szCs w:val="22"/>
        </w:rPr>
        <w:t>postępowania o udzielenie Zamówienia wyklucza się:</w:t>
      </w:r>
      <w:r w:rsidR="00591F7C">
        <w:rPr>
          <w:rFonts w:cs="Arial"/>
          <w:szCs w:val="22"/>
        </w:rPr>
        <w:t xml:space="preserve"> </w:t>
      </w:r>
    </w:p>
    <w:p w14:paraId="73708FA3" w14:textId="77777777" w:rsidR="00FC0499" w:rsidRDefault="00FC0499" w:rsidP="00372FE3">
      <w:pPr>
        <w:rPr>
          <w:rFonts w:cs="Arial"/>
          <w:szCs w:val="22"/>
        </w:rPr>
      </w:pPr>
    </w:p>
    <w:p w14:paraId="4043551A" w14:textId="77777777" w:rsidR="00B15C86" w:rsidRDefault="00B15C86" w:rsidP="009914C9">
      <w:pPr>
        <w:pStyle w:val="Teksttreci0"/>
        <w:numPr>
          <w:ilvl w:val="3"/>
          <w:numId w:val="8"/>
        </w:numPr>
        <w:shd w:val="clear" w:color="auto" w:fill="auto"/>
        <w:tabs>
          <w:tab w:val="left" w:pos="426"/>
        </w:tabs>
        <w:ind w:left="426" w:hanging="426"/>
        <w:jc w:val="both"/>
      </w:pPr>
      <w:r w:rsidRPr="00802C15">
        <w:t>Wykonawców, którzy w ciągu ostatnich trzech lat przed wszczęciem postępowania wyrządzili szkodę Zespołowi Oddziałów Polskie Górnictwo Naftowe i Gazownictwo ORLEN Spółki Akcyjnej (status podmiotu oceniany według daty wyrządzenia szkody), nie wykonując Zamówienia lub wykonując je nienależycie, a szkoda ta nie została dobrowolnie naprawiona do dnia wszczęcia Postępowania, chyba że niewykonanie lub nienależyte wykonanie jest następstwem okoliczności, za które Wykonawca nie ponosi odpowiedzialności,</w:t>
      </w:r>
      <w:r>
        <w:t xml:space="preserve"> </w:t>
      </w:r>
    </w:p>
    <w:p w14:paraId="7224AE12" w14:textId="77777777" w:rsidR="00B15C86" w:rsidRDefault="00B15C86" w:rsidP="00FC0499">
      <w:pPr>
        <w:pStyle w:val="Teksttreci0"/>
        <w:numPr>
          <w:ilvl w:val="3"/>
          <w:numId w:val="8"/>
        </w:numPr>
        <w:shd w:val="clear" w:color="auto" w:fill="auto"/>
        <w:tabs>
          <w:tab w:val="left" w:pos="426"/>
        </w:tabs>
        <w:ind w:left="426" w:hanging="426"/>
        <w:jc w:val="both"/>
      </w:pPr>
      <w:r w:rsidRPr="003B6B11">
        <w:t>Wykonawców, w stosunku do których otwarto likwidację, ogłoszono upadłość, których aktywami zarządza likwidator lub sąd, zawarli układ z wierzycielami, których działalność gospodarcza jest zawieszona albo znajdują się oni w innej tego rodzaju sytuacji wynik</w:t>
      </w:r>
      <w:r w:rsidRPr="00182F79">
        <w:t>ającej z pod</w:t>
      </w:r>
      <w:r>
        <w:t>obnej procedury przewidzianej w </w:t>
      </w:r>
      <w:r w:rsidRPr="00182F79">
        <w:t>przepisach miejsca wszczęcia tej procedury</w:t>
      </w:r>
      <w:r>
        <w:t>,</w:t>
      </w:r>
    </w:p>
    <w:p w14:paraId="0436CA66" w14:textId="77777777" w:rsidR="00B15C86" w:rsidRDefault="00B15C86" w:rsidP="00A457B8">
      <w:pPr>
        <w:pStyle w:val="Teksttreci0"/>
        <w:numPr>
          <w:ilvl w:val="3"/>
          <w:numId w:val="8"/>
        </w:numPr>
        <w:shd w:val="clear" w:color="auto" w:fill="auto"/>
        <w:tabs>
          <w:tab w:val="left" w:pos="426"/>
        </w:tabs>
        <w:ind w:left="426" w:hanging="426"/>
        <w:jc w:val="both"/>
      </w:pPr>
      <w:r>
        <w:t>Wykonawców będących osobami fizycznymi, których prawomocnie skazano za przestępstwo popełnione w związku z postępowaniem o udzielenie zamówienia lub inne przestępstwo popełnione w celu osiągnięcia korzyści majątkowych,</w:t>
      </w:r>
    </w:p>
    <w:p w14:paraId="44FF6739" w14:textId="77777777" w:rsidR="00B15C86" w:rsidRDefault="00B15C86" w:rsidP="00A457B8">
      <w:pPr>
        <w:pStyle w:val="Teksttreci0"/>
        <w:numPr>
          <w:ilvl w:val="3"/>
          <w:numId w:val="8"/>
        </w:numPr>
        <w:shd w:val="clear" w:color="auto" w:fill="auto"/>
        <w:tabs>
          <w:tab w:val="left" w:pos="426"/>
        </w:tabs>
        <w:ind w:left="426" w:hanging="426"/>
        <w:jc w:val="both"/>
      </w:pPr>
      <w:r>
        <w:t>Wykonawców będących spółkami prawa handlowego, których odpowiednio urzędujących członków władz zarządzających, wspólników, partnerów, komplementariuszy, prawomocnie skazano za przestępstwo popełnione w związku z postępowaniem o udzielenie zamówienia lub inne przestępstwo popełnio</w:t>
      </w:r>
      <w:r w:rsidR="00E83CAB">
        <w:t>ne w </w:t>
      </w:r>
      <w:r>
        <w:t>celu osiągnięcia korzyści majątkowych,</w:t>
      </w:r>
    </w:p>
    <w:p w14:paraId="1527CA14" w14:textId="77777777" w:rsidR="00B15C86" w:rsidRDefault="00B15C86" w:rsidP="00E83CAB">
      <w:pPr>
        <w:pStyle w:val="Teksttreci0"/>
        <w:numPr>
          <w:ilvl w:val="3"/>
          <w:numId w:val="8"/>
        </w:numPr>
        <w:shd w:val="clear" w:color="auto" w:fill="auto"/>
        <w:tabs>
          <w:tab w:val="left" w:pos="426"/>
        </w:tabs>
        <w:ind w:left="426" w:hanging="426"/>
        <w:jc w:val="both"/>
      </w:pPr>
      <w:r w:rsidRPr="00A71247">
        <w:t xml:space="preserve">Wykonawców, będących podmiotami zbiorowymi, pociągniętymi do odpowiedzialności na podstawie przepisów o odpowiedzialności podmiotów zbiorowych za czyny zabronione pod groźbą kary w Polsce lub na podstawie odpowiednich przepisów państw obcych, za następujące przestępstwa: finansowanie przestępstwa o charakterze </w:t>
      </w:r>
      <w:r>
        <w:t>terrorystycznym, przestępstwo o </w:t>
      </w:r>
      <w:r w:rsidRPr="00A71247">
        <w:t>charakterze terrorystycznym, handel ludźmi, praca dzieci, zatrudnianie cudzoziemców nielegalnie przebywających w warunkach szczególnego wykorzystania, pranie brudnych pieniędzy, łapownictwo czynne, łapownictwo wyborcze, łapownictwo managerskie, płatna protekc</w:t>
      </w:r>
      <w:r>
        <w:t>ja czynna, udział w </w:t>
      </w:r>
      <w:r w:rsidRPr="00A71247">
        <w:t xml:space="preserve">zorganizowanej grupie lub związku przestępczym, fałszowanie faktur, podawanie nieprawdy w fakturach, fałszowanie lub używanie sfałszowanej faktury z kwotą </w:t>
      </w:r>
      <w:r w:rsidRPr="00A71247">
        <w:lastRenderedPageBreak/>
        <w:t>określającą mienie wielkiej wartości,</w:t>
      </w:r>
    </w:p>
    <w:p w14:paraId="328028F9" w14:textId="77777777" w:rsidR="00B15C86" w:rsidRDefault="00B15C86" w:rsidP="00E83CAB">
      <w:pPr>
        <w:pStyle w:val="Teksttreci0"/>
        <w:numPr>
          <w:ilvl w:val="3"/>
          <w:numId w:val="8"/>
        </w:numPr>
        <w:shd w:val="clear" w:color="auto" w:fill="auto"/>
        <w:tabs>
          <w:tab w:val="left" w:pos="426"/>
        </w:tabs>
        <w:ind w:left="426" w:hanging="426"/>
        <w:jc w:val="both"/>
      </w:pPr>
      <w:r>
        <w:t>Wykonawców, będących podmiotami zbiorowymi, pociągniętymi do odpowiedzialności na podstawie przepisów o odpowiedzialności podmiotów zbiorowych za czyny zabronione pod groźbą kary w Polsce lub na podstawie odpowiednich przepisów państw obcych, za prz</w:t>
      </w:r>
      <w:r w:rsidR="006F3DCF">
        <w:t>estępstwa inne niż wymienione w </w:t>
      </w:r>
      <w:r>
        <w:t>pkt 5), jeżeli podmiot zbiorowy nie wdrożył środków naprawczych i prewencyjnych (</w:t>
      </w:r>
      <w:proofErr w:type="spellStart"/>
      <w:r>
        <w:t>self-cleaning</w:t>
      </w:r>
      <w:proofErr w:type="spellEnd"/>
      <w:r>
        <w:t>),</w:t>
      </w:r>
    </w:p>
    <w:p w14:paraId="79B0ABC6" w14:textId="77777777" w:rsidR="00B15C86" w:rsidRDefault="00B15C86" w:rsidP="00E83CAB">
      <w:pPr>
        <w:pStyle w:val="Teksttreci0"/>
        <w:numPr>
          <w:ilvl w:val="3"/>
          <w:numId w:val="8"/>
        </w:numPr>
        <w:shd w:val="clear" w:color="auto" w:fill="auto"/>
        <w:tabs>
          <w:tab w:val="left" w:pos="426"/>
        </w:tabs>
        <w:ind w:left="426" w:hanging="426"/>
        <w:jc w:val="both"/>
      </w:pPr>
      <w:r>
        <w:t xml:space="preserve">Wykonawców, będących adresatami lub zarządzanych przez adresatów lub powiązanych z adresatami sankcji Stanów Zjednoczonych Ameryki Północnej, Unii </w:t>
      </w:r>
      <w:r w:rsidRPr="00A457B8">
        <w:t xml:space="preserve">Europejskiej, Zjednoczonego Królestwa Wielkiej Brytanii i Irlandii Północnej, Narodów Zjednoczonych lub Królestwa Norwegii, chyba że ustali się, iż zawarcie umowy z danym Wykonawcą nie będzie mieć negatywnego wpływu na interesy Grupy, </w:t>
      </w:r>
    </w:p>
    <w:p w14:paraId="09BACA89" w14:textId="77777777" w:rsidR="00B15C86" w:rsidRPr="00A457B8" w:rsidRDefault="00B15C86" w:rsidP="00E83CAB">
      <w:pPr>
        <w:pStyle w:val="Teksttreci0"/>
        <w:numPr>
          <w:ilvl w:val="3"/>
          <w:numId w:val="8"/>
        </w:numPr>
        <w:shd w:val="clear" w:color="auto" w:fill="auto"/>
        <w:tabs>
          <w:tab w:val="left" w:pos="426"/>
        </w:tabs>
        <w:ind w:left="426" w:hanging="426"/>
        <w:jc w:val="both"/>
      </w:pPr>
      <w:r w:rsidRPr="00A457B8">
        <w:t>Wykonawców, o których osoby biorące udział w prowadzonym Postępowaniu mają wiedzę, że:</w:t>
      </w:r>
    </w:p>
    <w:p w14:paraId="5DF8AA22" w14:textId="77777777" w:rsidR="00B15C86" w:rsidRPr="00A457B8" w:rsidRDefault="00B15C86" w:rsidP="00B15C86">
      <w:pPr>
        <w:pStyle w:val="Teksttreci0"/>
        <w:shd w:val="clear" w:color="auto" w:fill="auto"/>
        <w:tabs>
          <w:tab w:val="left" w:pos="1350"/>
        </w:tabs>
        <w:spacing w:line="290" w:lineRule="auto"/>
        <w:ind w:left="720"/>
        <w:jc w:val="both"/>
      </w:pPr>
      <w:r w:rsidRPr="00A457B8">
        <w:t>- są pracownikami lub osobami najbliższymi pracowników Zespołu Oddziałów Polskie Górnictwo Naftowe i Gazownictwo ORLEN Spółki Akcyjnej lub Spółki Zależnej, lub</w:t>
      </w:r>
    </w:p>
    <w:p w14:paraId="27A3B551" w14:textId="77777777" w:rsidR="00B15C86" w:rsidRPr="00A457B8" w:rsidRDefault="00B15C86" w:rsidP="00B15C86">
      <w:pPr>
        <w:pStyle w:val="Teksttreci0"/>
        <w:shd w:val="clear" w:color="auto" w:fill="auto"/>
        <w:tabs>
          <w:tab w:val="left" w:pos="1350"/>
        </w:tabs>
        <w:spacing w:line="286" w:lineRule="auto"/>
        <w:ind w:left="720"/>
        <w:jc w:val="both"/>
      </w:pPr>
      <w:r w:rsidRPr="00A457B8">
        <w:t>- są podmiotami, w których pracownicy lub osoby najbliższe pracowników Zespołu Oddziałów Polskie Górnictwo Naftowe i Gazownictwo ORLEN Spółki Akcyjnej lub Spółki Zależnej są właścicielami, udziałowcami lub członkami organów zarządzających, lub</w:t>
      </w:r>
    </w:p>
    <w:p w14:paraId="4E6FAB88" w14:textId="77777777" w:rsidR="00B15C86" w:rsidRDefault="00B15C86" w:rsidP="00B15C86">
      <w:pPr>
        <w:pStyle w:val="Teksttreci0"/>
        <w:shd w:val="clear" w:color="auto" w:fill="auto"/>
        <w:tabs>
          <w:tab w:val="left" w:pos="1350"/>
        </w:tabs>
        <w:spacing w:line="286" w:lineRule="auto"/>
        <w:ind w:left="720"/>
        <w:jc w:val="both"/>
      </w:pPr>
      <w:r w:rsidRPr="00A457B8">
        <w:rPr>
          <w:sz w:val="20"/>
          <w:szCs w:val="20"/>
        </w:rPr>
        <w:t xml:space="preserve">- </w:t>
      </w:r>
      <w:r w:rsidRPr="00A457B8">
        <w:t>są podmiotami, na rzecz których pracownicy lub osoby najbliższe pracowników Zespołu Oddziałów Polskie Górnictwo Naftowe i Gazownictwo ORLEN Spółki Akcyjnej lub Spółki Zależnej świadczą pracę na podstawie umowy o pracę lub innego stosunku prawnego,</w:t>
      </w:r>
    </w:p>
    <w:p w14:paraId="2D1468B5" w14:textId="77777777" w:rsidR="00B15C86" w:rsidRDefault="00B15C86" w:rsidP="00B15C86">
      <w:pPr>
        <w:pStyle w:val="Teksttreci0"/>
        <w:shd w:val="clear" w:color="auto" w:fill="auto"/>
        <w:tabs>
          <w:tab w:val="left" w:pos="1350"/>
        </w:tabs>
        <w:spacing w:line="286" w:lineRule="auto"/>
        <w:ind w:left="720"/>
        <w:jc w:val="both"/>
      </w:pPr>
      <w:r w:rsidRPr="00FC4690">
        <w:t>jeśli fakt ten budzi uzasadnione wątpliwości co do bezstronności Postępowania.</w:t>
      </w:r>
    </w:p>
    <w:p w14:paraId="0301BB9A" w14:textId="77777777" w:rsidR="00B15C86" w:rsidRDefault="00B15C86" w:rsidP="005B441A">
      <w:pPr>
        <w:pStyle w:val="Teksttreci0"/>
        <w:numPr>
          <w:ilvl w:val="3"/>
          <w:numId w:val="8"/>
        </w:numPr>
        <w:shd w:val="clear" w:color="auto" w:fill="auto"/>
        <w:tabs>
          <w:tab w:val="left" w:pos="426"/>
        </w:tabs>
        <w:spacing w:line="286" w:lineRule="auto"/>
        <w:ind w:left="426" w:hanging="426"/>
        <w:jc w:val="both"/>
      </w:pPr>
      <w:r>
        <w:t>Wykonawców, którzy złożyli nieprawdziwe informacje mające wpływ na wynik prowadzonego postępowania.</w:t>
      </w:r>
    </w:p>
    <w:p w14:paraId="7486C03C" w14:textId="77777777" w:rsidR="00B15C86" w:rsidRDefault="00B15C86" w:rsidP="005B441A">
      <w:pPr>
        <w:pStyle w:val="Teksttreci0"/>
        <w:numPr>
          <w:ilvl w:val="3"/>
          <w:numId w:val="8"/>
        </w:numPr>
        <w:shd w:val="clear" w:color="auto" w:fill="auto"/>
        <w:tabs>
          <w:tab w:val="left" w:pos="426"/>
        </w:tabs>
        <w:spacing w:line="286" w:lineRule="auto"/>
        <w:ind w:left="426" w:hanging="426"/>
        <w:jc w:val="both"/>
      </w:pPr>
      <w:r>
        <w:t>Zamawiający wykluczy również z postępowania Wykonawcę:</w:t>
      </w:r>
    </w:p>
    <w:p w14:paraId="7089ADF7" w14:textId="77777777" w:rsidR="00B15C86" w:rsidRDefault="00B15C86" w:rsidP="00B15C86">
      <w:pPr>
        <w:pStyle w:val="Teksttreci0"/>
        <w:tabs>
          <w:tab w:val="left" w:pos="866"/>
        </w:tabs>
        <w:ind w:left="720"/>
        <w:jc w:val="both"/>
      </w:pPr>
      <w:r>
        <w:t>10.1)</w:t>
      </w:r>
      <w:r>
        <w:tab/>
        <w:t xml:space="preserve">wymienionego w wykazach określonych w rozporządzeniu  Rady (WE) nr 765/2006 z dnia 18 maja 2006 r. dotyczącego środków ograniczających w związku z sytuacją na Białorusi i udziałem Białorusi w agresji Rosji wobec Ukrainy (Dz. Urz. UE L 134 z 20.05.2006, str. 1, z </w:t>
      </w:r>
      <w:proofErr w:type="spellStart"/>
      <w:r>
        <w:t>późn</w:t>
      </w:r>
      <w:proofErr w:type="spellEnd"/>
      <w:r>
        <w:t xml:space="preserve">. zm.) – dalej: „rozporządzenie 765/2006”  i rozporządzeniu Rady (UE) nr 269/2014 z dnia 17 marca 2014 r. w sprawie środków ograniczających w odniesieniu do działań podważających integralność terytorialną, suwerenność i niezależność Ukrainy lub im zagrażających (Dz. Urz. UE L 78 z 17.03.2014, str. 6, z </w:t>
      </w:r>
      <w:proofErr w:type="spellStart"/>
      <w:r>
        <w:t>późn</w:t>
      </w:r>
      <w:proofErr w:type="spellEnd"/>
      <w:r>
        <w:t>. zm.) – zwane dalej: rozporządzenie 269/2014,  albo wpisanego na listę na podstawie decyzji w sprawie wpisu na listę  osób i podmiotów, wobec których są stosowane środki, o których mowa w art. 1 pkt 3 ustawy z dnia 13 kwietnia 2022 r. o szczególnych rozwiązaniach w zakresie przeciwdziałania wspieraniu agresji na Ukrainę oraz służących ochronie bezpieczeństwa narodowego (Dz. U. z 2022 r., poz. 835).</w:t>
      </w:r>
    </w:p>
    <w:p w14:paraId="6CE3CA59" w14:textId="77777777" w:rsidR="00B15C86" w:rsidRDefault="00B15C86" w:rsidP="00B15C86">
      <w:pPr>
        <w:pStyle w:val="Teksttreci0"/>
        <w:tabs>
          <w:tab w:val="left" w:pos="866"/>
        </w:tabs>
        <w:ind w:left="720"/>
        <w:jc w:val="both"/>
      </w:pPr>
      <w:r>
        <w:t>10.2)</w:t>
      </w:r>
      <w:r>
        <w:tab/>
        <w:t>którego beneficjentem rzeczywist</w:t>
      </w:r>
      <w:r w:rsidR="006F3DCF">
        <w:t>ym w rozumieniu ustawy z dnia 1 </w:t>
      </w:r>
      <w:r>
        <w:t xml:space="preserve">marca 2018 r. o przeciwdziałaniu praniu pieniędzy oraz finansowaniu terroryzmu (Dz. U. z 2022 r. poz. 593 i 655) jest osoba wymieniona w wykazach określonych w rozporządzeniu 765/2006 i rozporządzeniu 269/2014 albo wpisana na listę lub </w:t>
      </w:r>
      <w:r>
        <w:lastRenderedPageBreak/>
        <w:t>będąca takim benefi</w:t>
      </w:r>
      <w:r w:rsidR="006F3DCF">
        <w:t>cjentem rzeczywistym od dnia 24 </w:t>
      </w:r>
      <w:r>
        <w:t>lutego 2022 r., o ile została wpisana na listę na podstawie decyzji w sprawie wpisu na listę rozstrzygającej o zastosowaniu</w:t>
      </w:r>
      <w:r w:rsidR="006F3DCF">
        <w:t xml:space="preserve"> środka, o którym mowa w art. </w:t>
      </w:r>
      <w:r w:rsidR="006F3DCF" w:rsidRPr="006F3DCF">
        <w:t>1</w:t>
      </w:r>
      <w:r w:rsidR="006F3DCF">
        <w:t> </w:t>
      </w:r>
      <w:r w:rsidRPr="006F3DCF">
        <w:t>pkt</w:t>
      </w:r>
      <w:r>
        <w:t xml:space="preserve"> 3 ustawy o szczególnych rozwiązaniach w zakresie przeciwdziałania wspieraniu agresji na Ukrainę oraz służących ochronie bezpieczeństwa narodowego.</w:t>
      </w:r>
    </w:p>
    <w:p w14:paraId="79D6AEA4" w14:textId="77777777" w:rsidR="00B15C86" w:rsidRDefault="00B15C86" w:rsidP="00B15C86">
      <w:pPr>
        <w:pStyle w:val="Teksttreci0"/>
        <w:tabs>
          <w:tab w:val="left" w:pos="866"/>
        </w:tabs>
        <w:ind w:left="720"/>
        <w:jc w:val="both"/>
      </w:pPr>
      <w:r>
        <w:t>10.3)</w:t>
      </w:r>
      <w:r>
        <w:tab/>
        <w:t>którego jednostką dominującą w rozumieniu art. 3 ust. 1 pkt 37 ustawy z dnia 29 września 1994 r. o rachunkowości (Dz. U. z 2021 r. poz. 217, 2105 i 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 o szczególnych rozwiązaniach w zakresie przeciwdziałania wspieraniu agresji na Ukrainę oraz służących ochronie bezpieczeństwa narodowego.</w:t>
      </w:r>
    </w:p>
    <w:p w14:paraId="3BF6C297" w14:textId="77777777" w:rsidR="00B15C86" w:rsidRDefault="00B15C86" w:rsidP="00B15C86">
      <w:pPr>
        <w:pStyle w:val="Teksttreci0"/>
        <w:tabs>
          <w:tab w:val="left" w:pos="866"/>
        </w:tabs>
        <w:ind w:left="720"/>
        <w:jc w:val="both"/>
      </w:pPr>
      <w:r>
        <w:t>10.4)</w:t>
      </w:r>
      <w:r>
        <w:tab/>
        <w:t>objętego zakazem, o którym mowa w art. 5k Rozporządzenia Rady (UE) 2022/576 z dnia 8 kwietnia 2022 r. w sprawi</w:t>
      </w:r>
      <w:r w:rsidR="006F3DCF">
        <w:t>e zmiany rozporządzenia (UE) nr </w:t>
      </w:r>
      <w:r>
        <w:t>833/2014 dotyczącego środków ograniczających w związku z działaniami Rosji destabilizującymi sytuację na Ukrainie z dnia 8 kwietnia 2022 r. (</w:t>
      </w:r>
      <w:proofErr w:type="spellStart"/>
      <w:r>
        <w:t>Dz.Urz.UE.L</w:t>
      </w:r>
      <w:proofErr w:type="spellEnd"/>
      <w:r>
        <w:t xml:space="preserve"> Nr 111, str. 1), zgodnie z którym zakazuje się udzielania lub dalszego wykonywania wszelkich zamówień publicznych lub koncesji objętych zakresem dyrektyw w sprawie zamówień publicznych, a także zakresem art. 10 ust. 1, 3, ust. 6 lit. a)–e), ust. 8, 9 i 10, art. 11, 12, 13 i 14 dyrektywy 2014/23/UE, art. 7 i 8, art. 10 lit. b)–f) i lit. h)–j) dyrektywy 2014/24/UE, art. 18, art. 21 lit. b)–e) i lit. g)–i), art. 29 i 30 dyrektywy 2014/25/UE oraz art. 13 lit. a)–d), lit. f)–h) i lit. j) dyrektywy 2009/81/WE na rzecz lub z udziałem: </w:t>
      </w:r>
    </w:p>
    <w:p w14:paraId="0493DBD2" w14:textId="77777777" w:rsidR="00B15C86" w:rsidRDefault="00C05F6A" w:rsidP="00B15C86">
      <w:pPr>
        <w:pStyle w:val="Teksttreci0"/>
        <w:tabs>
          <w:tab w:val="left" w:pos="866"/>
        </w:tabs>
        <w:ind w:left="720"/>
        <w:jc w:val="both"/>
      </w:pPr>
      <w:r>
        <w:t xml:space="preserve">a) </w:t>
      </w:r>
      <w:r w:rsidR="00B15C86">
        <w:t>obywateli rosyjskich lub osób fizycznych lub prawnych, podmiotów lub organów z siedzibą w Rosji;</w:t>
      </w:r>
    </w:p>
    <w:p w14:paraId="3764CD46" w14:textId="77777777" w:rsidR="00B15C86" w:rsidRDefault="00C05F6A" w:rsidP="00B15C86">
      <w:pPr>
        <w:pStyle w:val="Teksttreci0"/>
        <w:tabs>
          <w:tab w:val="left" w:pos="866"/>
        </w:tabs>
        <w:ind w:left="720"/>
        <w:jc w:val="both"/>
      </w:pPr>
      <w:r>
        <w:t xml:space="preserve">b) </w:t>
      </w:r>
      <w:r w:rsidR="00B15C86">
        <w:t>osób prawnych, podmiotów lub organów, do których prawa własności bezpośrednio lub pośrednio w ponad 50 % należą do podmiotu, o którym mowa w lit. a) niniejszego ustępu; lub</w:t>
      </w:r>
    </w:p>
    <w:p w14:paraId="3123C2EF" w14:textId="77777777" w:rsidR="00B15C86" w:rsidRDefault="00C05F6A" w:rsidP="00B15C86">
      <w:pPr>
        <w:pStyle w:val="Teksttreci0"/>
        <w:tabs>
          <w:tab w:val="left" w:pos="866"/>
        </w:tabs>
        <w:ind w:left="720"/>
        <w:jc w:val="both"/>
      </w:pPr>
      <w:r>
        <w:t xml:space="preserve">c) </w:t>
      </w:r>
      <w:r w:rsidR="00B15C86">
        <w:t>osób fizycznych lub prawnych, podmiotów lub organów działających w imieniu lub pod kierunkiem podmiotu, o którym mowa w lit. a) lub b) niniejszego ustępu,</w:t>
      </w:r>
    </w:p>
    <w:p w14:paraId="43FA0FC2" w14:textId="77777777" w:rsidR="00B15C86" w:rsidRDefault="00B15C86" w:rsidP="00B15C86">
      <w:pPr>
        <w:pStyle w:val="Teksttreci0"/>
        <w:tabs>
          <w:tab w:val="left" w:pos="866"/>
        </w:tabs>
        <w:ind w:left="720"/>
        <w:jc w:val="both"/>
      </w:pPr>
      <w:r>
        <w:t>w tym podwykonawców, dostawców lub podmiotów, na których zdolności polega się w rozumieniu dyrektyw w sprawie zamówień publicznych, w przypadku gdy przypada na nich ponad 10 % wartości zamówienia;</w:t>
      </w:r>
    </w:p>
    <w:p w14:paraId="6B3B6382" w14:textId="77777777" w:rsidR="00B15C86" w:rsidRDefault="00B15C86" w:rsidP="00B15C86">
      <w:pPr>
        <w:pStyle w:val="Teksttreci0"/>
        <w:tabs>
          <w:tab w:val="left" w:pos="866"/>
        </w:tabs>
        <w:ind w:left="720"/>
        <w:jc w:val="both"/>
      </w:pPr>
      <w:r>
        <w:t>- chyba że zastosowanie ma odstępstwo, o którym mowa w ar</w:t>
      </w:r>
      <w:r w:rsidR="00643061">
        <w:t>t. 5k ust. 2 ww. rozporządzenia,</w:t>
      </w:r>
    </w:p>
    <w:p w14:paraId="606570DB" w14:textId="77777777" w:rsidR="00CC6955" w:rsidRPr="00932D7E" w:rsidRDefault="00643061" w:rsidP="00CC6955">
      <w:pPr>
        <w:pStyle w:val="xl114"/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b w:val="0"/>
          <w:color w:val="auto"/>
          <w:sz w:val="22"/>
          <w:szCs w:val="22"/>
        </w:rPr>
      </w:pPr>
      <w:r>
        <w:rPr>
          <w:rFonts w:ascii="Arial" w:eastAsia="Times New Roman" w:hAnsi="Arial" w:cs="Arial"/>
          <w:b w:val="0"/>
          <w:color w:val="auto"/>
          <w:sz w:val="22"/>
          <w:szCs w:val="22"/>
        </w:rPr>
        <w:t>O</w:t>
      </w:r>
      <w:r w:rsidR="00CC6955" w:rsidRPr="00932D7E">
        <w:rPr>
          <w:rFonts w:ascii="Arial" w:eastAsia="Times New Roman" w:hAnsi="Arial" w:cs="Arial"/>
          <w:b w:val="0"/>
          <w:color w:val="auto"/>
          <w:sz w:val="22"/>
          <w:szCs w:val="22"/>
        </w:rPr>
        <w:t>ŚWIADCZAMY</w:t>
      </w:r>
      <w:r w:rsidR="00CC6955">
        <w:rPr>
          <w:rFonts w:ascii="Arial" w:eastAsia="Times New Roman" w:hAnsi="Arial" w:cs="Arial"/>
          <w:b w:val="0"/>
          <w:color w:val="auto"/>
          <w:sz w:val="22"/>
          <w:szCs w:val="22"/>
        </w:rPr>
        <w:t>,</w:t>
      </w:r>
      <w:r w:rsidR="0023176E">
        <w:rPr>
          <w:rFonts w:ascii="Arial" w:eastAsia="Times New Roman" w:hAnsi="Arial" w:cs="Arial"/>
          <w:b w:val="0"/>
          <w:color w:val="auto"/>
          <w:sz w:val="22"/>
          <w:szCs w:val="22"/>
        </w:rPr>
        <w:t xml:space="preserve"> ŻE NIE PODLEGAMY WYKLUCZENIU</w:t>
      </w:r>
      <w:r w:rsidR="00CC6955" w:rsidRPr="00932D7E">
        <w:rPr>
          <w:rFonts w:ascii="Arial" w:eastAsia="Times New Roman" w:hAnsi="Arial" w:cs="Arial"/>
          <w:b w:val="0"/>
          <w:color w:val="auto"/>
          <w:sz w:val="22"/>
          <w:szCs w:val="22"/>
        </w:rPr>
        <w:t>.</w:t>
      </w:r>
    </w:p>
    <w:p w14:paraId="2EA75A80" w14:textId="77777777" w:rsidR="004933DA" w:rsidRPr="006A060C" w:rsidRDefault="004933DA" w:rsidP="004933DA">
      <w:pPr>
        <w:spacing w:line="240" w:lineRule="auto"/>
        <w:jc w:val="left"/>
        <w:rPr>
          <w:rFonts w:cs="Arial"/>
          <w:szCs w:val="22"/>
        </w:rPr>
      </w:pPr>
    </w:p>
    <w:p w14:paraId="6547AB47" w14:textId="77777777" w:rsidR="004933DA" w:rsidRPr="006A060C" w:rsidRDefault="004933DA" w:rsidP="004933DA">
      <w:pPr>
        <w:spacing w:line="240" w:lineRule="auto"/>
        <w:jc w:val="left"/>
        <w:rPr>
          <w:rFonts w:cs="Arial"/>
          <w:szCs w:val="22"/>
        </w:rPr>
      </w:pPr>
      <w:r w:rsidRPr="006A060C">
        <w:rPr>
          <w:rFonts w:cs="Arial"/>
          <w:szCs w:val="22"/>
        </w:rPr>
        <w:t>..........................</w:t>
      </w:r>
      <w:r>
        <w:rPr>
          <w:rFonts w:cs="Arial"/>
          <w:szCs w:val="22"/>
        </w:rPr>
        <w:t>....................</w:t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  <w:t>…….</w:t>
      </w:r>
      <w:r w:rsidRPr="006A060C">
        <w:rPr>
          <w:rFonts w:cs="Arial"/>
          <w:szCs w:val="22"/>
        </w:rPr>
        <w:t>……………………………………….</w:t>
      </w:r>
    </w:p>
    <w:p w14:paraId="0982A747" w14:textId="77777777" w:rsidR="001F0864" w:rsidRPr="00932D7E" w:rsidRDefault="004933DA" w:rsidP="001F0864">
      <w:pPr>
        <w:widowControl w:val="0"/>
        <w:numPr>
          <w:ilvl w:val="12"/>
          <w:numId w:val="0"/>
        </w:numPr>
        <w:rPr>
          <w:rFonts w:cs="Arial"/>
          <w:szCs w:val="22"/>
        </w:rPr>
      </w:pPr>
      <w:r>
        <w:rPr>
          <w:rFonts w:cs="Arial"/>
          <w:szCs w:val="22"/>
        </w:rPr>
        <w:t xml:space="preserve">(data, miejscowość) </w:t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 w:rsidRPr="006A060C">
        <w:rPr>
          <w:rFonts w:cs="Arial"/>
          <w:szCs w:val="22"/>
        </w:rPr>
        <w:t>(podpis/-y</w:t>
      </w:r>
      <w:r>
        <w:rPr>
          <w:rFonts w:cs="Arial"/>
          <w:szCs w:val="22"/>
        </w:rPr>
        <w:t>, pieczęć imienna</w:t>
      </w:r>
      <w:r w:rsidRPr="006A060C">
        <w:rPr>
          <w:rFonts w:cs="Arial"/>
          <w:szCs w:val="22"/>
        </w:rPr>
        <w:t>)</w:t>
      </w:r>
    </w:p>
    <w:p w14:paraId="7457F228" w14:textId="77777777" w:rsidR="00CC6955" w:rsidRPr="00932D7E" w:rsidRDefault="00CC6955" w:rsidP="00CC6955">
      <w:pPr>
        <w:pStyle w:val="xl30"/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rPr>
          <w:rFonts w:ascii="Arial" w:hAnsi="Arial" w:cs="Arial"/>
          <w:b w:val="0"/>
          <w:sz w:val="22"/>
          <w:szCs w:val="22"/>
        </w:rPr>
        <w:sectPr w:rsidR="00CC6955" w:rsidRPr="00932D7E">
          <w:pgSz w:w="11906" w:h="16838"/>
          <w:pgMar w:top="1418" w:right="1701" w:bottom="1418" w:left="1701" w:header="709" w:footer="709" w:gutter="0"/>
          <w:cols w:space="708"/>
          <w:formProt w:val="0"/>
          <w:docGrid w:linePitch="360"/>
        </w:sectPr>
      </w:pPr>
    </w:p>
    <w:p w14:paraId="6CF1DE8A" w14:textId="77777777" w:rsidR="00CC6955" w:rsidRPr="007B2318" w:rsidRDefault="000E7E22" w:rsidP="00CC6955">
      <w:pPr>
        <w:pageBreakBefore/>
        <w:tabs>
          <w:tab w:val="left" w:pos="360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after="100" w:line="240" w:lineRule="auto"/>
        <w:rPr>
          <w:rFonts w:eastAsia="Arial Unicode MS" w:cs="Arial"/>
          <w:bCs/>
          <w:szCs w:val="22"/>
        </w:rPr>
      </w:pPr>
      <w:r w:rsidRPr="0040679F">
        <w:rPr>
          <w:rFonts w:eastAsia="Arial Unicode MS" w:cs="Arial"/>
          <w:b/>
          <w:color w:val="000000"/>
          <w:szCs w:val="22"/>
        </w:rPr>
        <w:lastRenderedPageBreak/>
        <w:t xml:space="preserve">Załącznik nr </w:t>
      </w:r>
      <w:r w:rsidR="00CC6955" w:rsidRPr="0040679F">
        <w:rPr>
          <w:rFonts w:eastAsia="Arial Unicode MS" w:cs="Arial"/>
          <w:b/>
          <w:color w:val="000000"/>
          <w:szCs w:val="22"/>
        </w:rPr>
        <w:t>4</w:t>
      </w:r>
      <w:r w:rsidRPr="0040679F">
        <w:rPr>
          <w:rFonts w:eastAsia="Arial Unicode MS" w:cs="Arial"/>
          <w:b/>
          <w:color w:val="000000"/>
          <w:szCs w:val="22"/>
        </w:rPr>
        <w:t xml:space="preserve"> do </w:t>
      </w:r>
      <w:r w:rsidR="00A300C9">
        <w:rPr>
          <w:rFonts w:eastAsia="Arial Unicode MS" w:cs="Arial"/>
          <w:b/>
          <w:color w:val="000000"/>
          <w:szCs w:val="22"/>
        </w:rPr>
        <w:t>SWZ</w:t>
      </w:r>
      <w:r w:rsidRPr="0040679F">
        <w:rPr>
          <w:rFonts w:eastAsia="Arial Unicode MS" w:cs="Arial"/>
          <w:b/>
          <w:color w:val="000000"/>
          <w:szCs w:val="22"/>
        </w:rPr>
        <w:t xml:space="preserve"> -</w:t>
      </w:r>
      <w:r w:rsidR="00CC6955" w:rsidRPr="0040679F">
        <w:rPr>
          <w:rFonts w:eastAsia="Arial Unicode MS" w:cs="Arial"/>
          <w:color w:val="000000"/>
          <w:szCs w:val="22"/>
        </w:rPr>
        <w:t xml:space="preserve"> </w:t>
      </w:r>
      <w:r w:rsidR="00CC6955" w:rsidRPr="0040679F">
        <w:rPr>
          <w:rFonts w:eastAsia="Arial Unicode MS" w:cs="Arial"/>
          <w:b/>
          <w:bCs/>
          <w:szCs w:val="22"/>
        </w:rPr>
        <w:t>FORMULARZ – oświadczenie o niezgłaszaniu roszczeń</w:t>
      </w:r>
      <w:r w:rsidR="00CC6955" w:rsidRPr="007B2318">
        <w:rPr>
          <w:rFonts w:eastAsia="Arial Unicode MS" w:cs="Arial"/>
          <w:b/>
          <w:bCs/>
          <w:szCs w:val="22"/>
        </w:rPr>
        <w:t xml:space="preserve"> wobec Zamawiającego</w:t>
      </w:r>
      <w:r w:rsidR="00C72F1C">
        <w:rPr>
          <w:rFonts w:eastAsia="Arial Unicode MS" w:cs="Arial"/>
          <w:b/>
          <w:bCs/>
          <w:szCs w:val="22"/>
        </w:rPr>
        <w:t xml:space="preserve"> </w:t>
      </w:r>
    </w:p>
    <w:p w14:paraId="15F357A3" w14:textId="00710900" w:rsidR="00CC6955" w:rsidRPr="00C51396" w:rsidRDefault="00E93F0D" w:rsidP="00CC6955">
      <w:pPr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left"/>
        <w:rPr>
          <w:rFonts w:ascii="Times New Roman" w:hAnsi="Times New Roman"/>
          <w:b/>
          <w:sz w:val="20"/>
          <w:szCs w:val="22"/>
        </w:rPr>
      </w:pPr>
      <w:r w:rsidRPr="00C51396">
        <w:rPr>
          <w:rFonts w:ascii="Times New Roman" w:hAnsi="Times New Roman"/>
          <w:b/>
          <w:noProof/>
          <w:sz w:val="20"/>
          <w:szCs w:val="22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2DD538C0" wp14:editId="22751345">
                <wp:simplePos x="0" y="0"/>
                <wp:positionH relativeFrom="column">
                  <wp:posOffset>0</wp:posOffset>
                </wp:positionH>
                <wp:positionV relativeFrom="paragraph">
                  <wp:posOffset>57150</wp:posOffset>
                </wp:positionV>
                <wp:extent cx="2137410" cy="0"/>
                <wp:effectExtent l="8890" t="6985" r="6350" b="12065"/>
                <wp:wrapNone/>
                <wp:docPr id="1" name="Lin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13741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C309D90" id="Line 8" o:spid="_x0000_s1026" style="position:absolute;flip:y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4.5pt" to="168.3pt,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"/>
            </w:pict>
          </mc:Fallback>
        </mc:AlternateContent>
      </w:r>
    </w:p>
    <w:p w14:paraId="3375B34D" w14:textId="77777777" w:rsidR="00CC6955" w:rsidRPr="00C51396" w:rsidRDefault="00CC6955" w:rsidP="00CC6955">
      <w:pPr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after="100" w:line="240" w:lineRule="auto"/>
        <w:jc w:val="left"/>
        <w:rPr>
          <w:rFonts w:cs="Arial"/>
          <w:b/>
          <w:color w:val="000000"/>
          <w:szCs w:val="22"/>
        </w:rPr>
      </w:pPr>
      <w:r w:rsidRPr="00C51396">
        <w:rPr>
          <w:rFonts w:ascii="Times New Roman" w:eastAsia="Arial Unicode MS" w:hAnsi="Times New Roman"/>
          <w:b/>
          <w:color w:val="000000"/>
          <w:sz w:val="24"/>
          <w:szCs w:val="22"/>
        </w:rPr>
        <w:tab/>
      </w:r>
    </w:p>
    <w:p w14:paraId="456C5575" w14:textId="77777777" w:rsidR="00CC6955" w:rsidRPr="00C51396" w:rsidRDefault="00CC6955" w:rsidP="00CC6955">
      <w:pPr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after="100" w:line="240" w:lineRule="auto"/>
        <w:jc w:val="left"/>
        <w:rPr>
          <w:rFonts w:cs="Arial"/>
          <w:szCs w:val="22"/>
        </w:rPr>
      </w:pPr>
      <w:r w:rsidRPr="00C51396">
        <w:rPr>
          <w:rFonts w:cs="Arial"/>
          <w:szCs w:val="22"/>
        </w:rPr>
        <w:t>.................................................</w:t>
      </w:r>
    </w:p>
    <w:p w14:paraId="68174417" w14:textId="77777777" w:rsidR="00CC6955" w:rsidRPr="00C51396" w:rsidRDefault="00CC6955" w:rsidP="00CC6955">
      <w:pPr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after="100" w:line="240" w:lineRule="auto"/>
        <w:jc w:val="left"/>
        <w:rPr>
          <w:rFonts w:cs="Arial"/>
          <w:szCs w:val="22"/>
        </w:rPr>
      </w:pPr>
      <w:r w:rsidRPr="00C51396">
        <w:rPr>
          <w:rFonts w:cs="Arial"/>
          <w:szCs w:val="22"/>
        </w:rPr>
        <w:t>.................................................</w:t>
      </w:r>
    </w:p>
    <w:p w14:paraId="5F9C1759" w14:textId="77777777" w:rsidR="00CC6955" w:rsidRPr="00C51396" w:rsidRDefault="00CC6955" w:rsidP="00CC6955">
      <w:pPr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after="100" w:line="240" w:lineRule="auto"/>
        <w:jc w:val="left"/>
        <w:rPr>
          <w:rFonts w:cs="Arial"/>
          <w:szCs w:val="22"/>
        </w:rPr>
      </w:pPr>
      <w:r w:rsidRPr="00C51396">
        <w:rPr>
          <w:rFonts w:cs="Arial"/>
          <w:szCs w:val="22"/>
        </w:rPr>
        <w:t>(Nazwa i adres wykonawcy/ów)</w:t>
      </w:r>
    </w:p>
    <w:p w14:paraId="023887E1" w14:textId="77777777" w:rsidR="00CC6955" w:rsidRPr="00C51396" w:rsidRDefault="00CC6955" w:rsidP="00CC6955">
      <w:pPr>
        <w:shd w:val="clear" w:color="auto" w:fill="FFFFFF"/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118" w:line="240" w:lineRule="auto"/>
        <w:ind w:left="72"/>
        <w:jc w:val="center"/>
        <w:rPr>
          <w:rFonts w:cs="Arial"/>
          <w:szCs w:val="22"/>
          <w:u w:val="single"/>
        </w:rPr>
      </w:pPr>
      <w:r w:rsidRPr="00C51396">
        <w:rPr>
          <w:rFonts w:cs="Arial"/>
          <w:b/>
          <w:bCs/>
          <w:spacing w:val="-1"/>
          <w:szCs w:val="22"/>
          <w:u w:val="single"/>
        </w:rPr>
        <w:t>OŚWIADCZENIE O NIEZGŁASZANIU ROSZCZEŃ WOBEC ZAMAWIAJĄCEGO</w:t>
      </w:r>
    </w:p>
    <w:p w14:paraId="4DC16E59" w14:textId="77777777" w:rsidR="00CC6955" w:rsidRPr="00C51396" w:rsidRDefault="00CC6955" w:rsidP="00CC6955">
      <w:pPr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cs="Arial"/>
          <w:color w:val="000000"/>
          <w:spacing w:val="2"/>
          <w:szCs w:val="22"/>
        </w:rPr>
      </w:pPr>
    </w:p>
    <w:p w14:paraId="10B31B3D" w14:textId="77777777" w:rsidR="00CC6955" w:rsidRPr="00C51396" w:rsidRDefault="00CC6955" w:rsidP="00CC6955">
      <w:pPr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cs="Arial"/>
          <w:color w:val="000000"/>
          <w:spacing w:val="2"/>
          <w:szCs w:val="22"/>
        </w:rPr>
      </w:pPr>
    </w:p>
    <w:p w14:paraId="4228A18A" w14:textId="77777777" w:rsidR="00CC6955" w:rsidRPr="00C51396" w:rsidRDefault="00CC6955" w:rsidP="00CC6955">
      <w:pPr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cs="Arial"/>
          <w:color w:val="000000"/>
          <w:spacing w:val="2"/>
          <w:szCs w:val="22"/>
        </w:rPr>
      </w:pPr>
    </w:p>
    <w:p w14:paraId="2BCA15AF" w14:textId="77777777" w:rsidR="004E5033" w:rsidRDefault="004E5033" w:rsidP="004E5033">
      <w:pPr>
        <w:rPr>
          <w:rFonts w:cs="Arial"/>
          <w:szCs w:val="22"/>
        </w:rPr>
      </w:pPr>
      <w:r w:rsidRPr="000D70F6">
        <w:rPr>
          <w:rFonts w:cs="Arial"/>
          <w:szCs w:val="22"/>
        </w:rPr>
        <w:t xml:space="preserve">Składając ofertę w </w:t>
      </w:r>
      <w:r w:rsidRPr="00DC59CC">
        <w:rPr>
          <w:rFonts w:cs="Arial"/>
          <w:szCs w:val="22"/>
        </w:rPr>
        <w:t>postępowaniu o udzielenie zamówienia, prowadzonym w trybie przetargu nieograniczonego na wykonanie zadania, pn.:</w:t>
      </w:r>
    </w:p>
    <w:p w14:paraId="02AE994B" w14:textId="5B892349" w:rsidR="00C52020" w:rsidRPr="00183D6F" w:rsidRDefault="00591F7C" w:rsidP="004E5033">
      <w:pPr>
        <w:rPr>
          <w:rFonts w:cs="Arial"/>
          <w:b/>
          <w:i/>
          <w:szCs w:val="22"/>
        </w:rPr>
      </w:pPr>
      <w:r w:rsidRPr="00183D6F">
        <w:rPr>
          <w:rFonts w:cs="Arial"/>
          <w:b/>
          <w:szCs w:val="22"/>
        </w:rPr>
        <w:t>„</w:t>
      </w:r>
      <w:r w:rsidR="00C54975" w:rsidRPr="00C62C51">
        <w:rPr>
          <w:rFonts w:cs="Arial"/>
          <w:b/>
          <w:szCs w:val="22"/>
          <w:shd w:val="clear" w:color="auto" w:fill="FFFFFF"/>
        </w:rPr>
        <w:t>Modernizacja systemu sterowania dopalaczem Clausa na Kopalni Ropy Naftowej i Gazu Ziemnego Zielin</w:t>
      </w:r>
      <w:r w:rsidRPr="00183D6F">
        <w:rPr>
          <w:rFonts w:cs="Arial"/>
          <w:b/>
          <w:szCs w:val="22"/>
        </w:rPr>
        <w:t>”</w:t>
      </w:r>
    </w:p>
    <w:p w14:paraId="7F3B86FE" w14:textId="77777777" w:rsidR="00AC0EB9" w:rsidRPr="00276238" w:rsidRDefault="00AC0EB9" w:rsidP="00AC0EB9">
      <w:pPr>
        <w:rPr>
          <w:rFonts w:cs="Arial"/>
          <w:b/>
          <w:bCs/>
          <w:i/>
        </w:rPr>
      </w:pPr>
    </w:p>
    <w:p w14:paraId="29B6B9AF" w14:textId="77777777" w:rsidR="00CC6955" w:rsidRPr="00AC0EB9" w:rsidRDefault="00CC6955" w:rsidP="00DF3223">
      <w:pPr>
        <w:shd w:val="clear" w:color="auto" w:fill="FFFFFF"/>
        <w:rPr>
          <w:rFonts w:cs="Arial"/>
          <w:b/>
          <w:bCs/>
          <w:i/>
        </w:rPr>
      </w:pPr>
      <w:r w:rsidRPr="00C51396">
        <w:rPr>
          <w:rFonts w:cs="Arial"/>
          <w:spacing w:val="4"/>
          <w:szCs w:val="22"/>
        </w:rPr>
        <w:t>oświadczamy, że nie będziemy zgłaszać żadnych</w:t>
      </w:r>
      <w:r>
        <w:rPr>
          <w:rFonts w:cs="Arial"/>
          <w:spacing w:val="4"/>
          <w:szCs w:val="22"/>
        </w:rPr>
        <w:t xml:space="preserve"> roszczeń wobec Zamawiającego w </w:t>
      </w:r>
      <w:r w:rsidR="001E6A53">
        <w:rPr>
          <w:rFonts w:cs="Arial"/>
          <w:spacing w:val="4"/>
          <w:szCs w:val="22"/>
        </w:rPr>
        <w:t>przypadku unieważnienia P</w:t>
      </w:r>
      <w:r w:rsidRPr="00C51396">
        <w:rPr>
          <w:rFonts w:cs="Arial"/>
          <w:spacing w:val="4"/>
          <w:szCs w:val="22"/>
        </w:rPr>
        <w:t>ostępowania</w:t>
      </w:r>
      <w:r w:rsidR="00CD75FD">
        <w:rPr>
          <w:rFonts w:cs="Arial"/>
          <w:szCs w:val="22"/>
        </w:rPr>
        <w:t xml:space="preserve"> </w:t>
      </w:r>
      <w:r w:rsidR="00E55CDB">
        <w:rPr>
          <w:rFonts w:cs="Arial"/>
          <w:szCs w:val="22"/>
        </w:rPr>
        <w:t>bez podania przyczyn</w:t>
      </w:r>
      <w:r w:rsidR="00E55CDB" w:rsidRPr="00485CB3">
        <w:rPr>
          <w:rFonts w:cs="Arial"/>
          <w:szCs w:val="22"/>
        </w:rPr>
        <w:t>y</w:t>
      </w:r>
      <w:r w:rsidR="00D56E6F" w:rsidRPr="0024227A">
        <w:rPr>
          <w:rFonts w:cs="Arial"/>
          <w:szCs w:val="22"/>
        </w:rPr>
        <w:t>,</w:t>
      </w:r>
      <w:r w:rsidR="00E55CDB">
        <w:rPr>
          <w:rFonts w:cs="Arial"/>
          <w:szCs w:val="22"/>
        </w:rPr>
        <w:t xml:space="preserve"> wskutek: </w:t>
      </w:r>
    </w:p>
    <w:p w14:paraId="61FE3F45" w14:textId="77777777" w:rsidR="00CC6955" w:rsidRPr="00C51396" w:rsidRDefault="00CC6955" w:rsidP="00DF3223">
      <w:pPr>
        <w:shd w:val="clear" w:color="auto" w:fill="FFFFFF"/>
        <w:tabs>
          <w:tab w:val="left" w:pos="274"/>
        </w:tabs>
        <w:spacing w:line="240" w:lineRule="auto"/>
        <w:ind w:left="10"/>
        <w:rPr>
          <w:rFonts w:cs="Arial"/>
          <w:spacing w:val="-10"/>
          <w:szCs w:val="22"/>
        </w:rPr>
      </w:pPr>
    </w:p>
    <w:p w14:paraId="71CE2BF4" w14:textId="77777777" w:rsidR="00E55CDB" w:rsidRPr="00E55CDB" w:rsidRDefault="00E55CDB" w:rsidP="00DF3223">
      <w:pPr>
        <w:numPr>
          <w:ilvl w:val="1"/>
          <w:numId w:val="9"/>
        </w:numPr>
        <w:shd w:val="clear" w:color="auto" w:fill="FFFFFF"/>
        <w:rPr>
          <w:rFonts w:cs="Arial"/>
          <w:b/>
          <w:bCs/>
          <w:i/>
        </w:rPr>
      </w:pPr>
      <w:r w:rsidRPr="00E55CDB">
        <w:rPr>
          <w:rFonts w:cs="Arial"/>
          <w:szCs w:val="22"/>
        </w:rPr>
        <w:t xml:space="preserve">odwołania Postępowania do upływu terminu na składanie ofert, </w:t>
      </w:r>
    </w:p>
    <w:p w14:paraId="0D793371" w14:textId="77777777" w:rsidR="00E55CDB" w:rsidRPr="00E55CDB" w:rsidRDefault="00E55CDB" w:rsidP="00DF3223">
      <w:pPr>
        <w:numPr>
          <w:ilvl w:val="1"/>
          <w:numId w:val="9"/>
        </w:numPr>
        <w:shd w:val="clear" w:color="auto" w:fill="FFFFFF"/>
        <w:rPr>
          <w:rFonts w:cs="Arial"/>
          <w:b/>
          <w:bCs/>
          <w:i/>
        </w:rPr>
      </w:pPr>
      <w:r w:rsidRPr="00E55CDB">
        <w:rPr>
          <w:rFonts w:cs="Arial"/>
          <w:szCs w:val="22"/>
        </w:rPr>
        <w:t>zamknięcia postępowania po upływie terminu składania ofert bez wybrania którejkolwiek z ofert.</w:t>
      </w:r>
    </w:p>
    <w:p w14:paraId="7DB73D01" w14:textId="77777777" w:rsidR="00CC6955" w:rsidRPr="00C51396" w:rsidRDefault="00CC6955" w:rsidP="00DF3223">
      <w:pPr>
        <w:shd w:val="clear" w:color="auto" w:fill="FFFFFF"/>
        <w:tabs>
          <w:tab w:val="left" w:pos="274"/>
        </w:tabs>
        <w:spacing w:line="360" w:lineRule="auto"/>
        <w:ind w:left="10"/>
        <w:rPr>
          <w:rFonts w:cs="Arial"/>
          <w:spacing w:val="-10"/>
          <w:szCs w:val="22"/>
        </w:rPr>
      </w:pPr>
    </w:p>
    <w:p w14:paraId="79AC5016" w14:textId="77777777" w:rsidR="004933DA" w:rsidRPr="006A060C" w:rsidRDefault="004933DA" w:rsidP="004933DA">
      <w:pPr>
        <w:spacing w:line="240" w:lineRule="auto"/>
        <w:jc w:val="left"/>
        <w:rPr>
          <w:rFonts w:cs="Arial"/>
          <w:szCs w:val="22"/>
        </w:rPr>
      </w:pPr>
    </w:p>
    <w:p w14:paraId="62895E97" w14:textId="77777777" w:rsidR="004933DA" w:rsidRPr="006A060C" w:rsidRDefault="004933DA" w:rsidP="004933DA">
      <w:pPr>
        <w:spacing w:line="240" w:lineRule="auto"/>
        <w:jc w:val="left"/>
        <w:rPr>
          <w:rFonts w:cs="Arial"/>
          <w:szCs w:val="22"/>
        </w:rPr>
      </w:pPr>
      <w:r w:rsidRPr="006A060C">
        <w:rPr>
          <w:rFonts w:cs="Arial"/>
          <w:szCs w:val="22"/>
        </w:rPr>
        <w:t>..........................</w:t>
      </w:r>
      <w:r>
        <w:rPr>
          <w:rFonts w:cs="Arial"/>
          <w:szCs w:val="22"/>
        </w:rPr>
        <w:t>....................</w:t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  <w:t>…….</w:t>
      </w:r>
      <w:r w:rsidRPr="006A060C">
        <w:rPr>
          <w:rFonts w:cs="Arial"/>
          <w:szCs w:val="22"/>
        </w:rPr>
        <w:t>……………………………………….</w:t>
      </w:r>
    </w:p>
    <w:p w14:paraId="4AFEB7C6" w14:textId="77777777" w:rsidR="00CC6955" w:rsidRDefault="004933DA" w:rsidP="004933DA">
      <w:pPr>
        <w:widowControl w:val="0"/>
        <w:numPr>
          <w:ilvl w:val="12"/>
          <w:numId w:val="0"/>
        </w:numPr>
        <w:spacing w:line="240" w:lineRule="auto"/>
        <w:jc w:val="left"/>
        <w:rPr>
          <w:rFonts w:cs="Arial"/>
          <w:szCs w:val="22"/>
        </w:rPr>
      </w:pPr>
      <w:r>
        <w:rPr>
          <w:rFonts w:cs="Arial"/>
          <w:szCs w:val="22"/>
        </w:rPr>
        <w:t xml:space="preserve">(data, miejscowość) </w:t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 w:rsidRPr="006A060C">
        <w:rPr>
          <w:rFonts w:cs="Arial"/>
          <w:szCs w:val="22"/>
        </w:rPr>
        <w:t>(podpis/-y</w:t>
      </w:r>
      <w:r>
        <w:rPr>
          <w:rFonts w:cs="Arial"/>
          <w:szCs w:val="22"/>
        </w:rPr>
        <w:t>, pieczęć imienna</w:t>
      </w:r>
      <w:r w:rsidRPr="006A060C">
        <w:rPr>
          <w:rFonts w:cs="Arial"/>
          <w:szCs w:val="22"/>
        </w:rPr>
        <w:t>)</w:t>
      </w:r>
    </w:p>
    <w:p w14:paraId="28DCF681" w14:textId="77777777" w:rsidR="007A759F" w:rsidRDefault="007A759F" w:rsidP="00360EF1">
      <w:pPr>
        <w:widowControl w:val="0"/>
        <w:numPr>
          <w:ilvl w:val="12"/>
          <w:numId w:val="0"/>
        </w:numPr>
        <w:spacing w:line="240" w:lineRule="auto"/>
        <w:jc w:val="left"/>
        <w:rPr>
          <w:rFonts w:cs="Arial"/>
          <w:szCs w:val="22"/>
        </w:rPr>
      </w:pPr>
    </w:p>
    <w:p w14:paraId="3FE988F5" w14:textId="77777777" w:rsidR="007A759F" w:rsidRDefault="007A759F" w:rsidP="007A759F">
      <w:pPr>
        <w:widowControl w:val="0"/>
        <w:numPr>
          <w:ilvl w:val="12"/>
          <w:numId w:val="0"/>
        </w:numPr>
        <w:spacing w:line="240" w:lineRule="auto"/>
        <w:jc w:val="left"/>
        <w:rPr>
          <w:rFonts w:cs="Arial"/>
          <w:szCs w:val="22"/>
        </w:rPr>
      </w:pPr>
      <w:r>
        <w:rPr>
          <w:rFonts w:cs="Arial"/>
          <w:szCs w:val="22"/>
        </w:rPr>
        <w:br w:type="page"/>
      </w:r>
    </w:p>
    <w:p w14:paraId="7D37ED86" w14:textId="0994DD54" w:rsidR="00C731EC" w:rsidRDefault="003355F7" w:rsidP="007A759F">
      <w:pPr>
        <w:widowControl w:val="0"/>
        <w:numPr>
          <w:ilvl w:val="12"/>
          <w:numId w:val="0"/>
        </w:numPr>
        <w:spacing w:line="240" w:lineRule="auto"/>
        <w:jc w:val="left"/>
        <w:rPr>
          <w:rFonts w:eastAsia="Arial Unicode MS" w:cs="Arial"/>
          <w:b/>
          <w:bCs/>
          <w:szCs w:val="22"/>
        </w:rPr>
      </w:pPr>
      <w:r w:rsidRPr="0040679F">
        <w:rPr>
          <w:rFonts w:eastAsia="Arial Unicode MS" w:cs="Arial"/>
          <w:b/>
          <w:bCs/>
          <w:szCs w:val="22"/>
        </w:rPr>
        <w:lastRenderedPageBreak/>
        <w:t>Załącznik nr 5 do</w:t>
      </w:r>
      <w:r>
        <w:rPr>
          <w:rFonts w:eastAsia="Arial Unicode MS" w:cs="Arial"/>
          <w:b/>
          <w:bCs/>
          <w:szCs w:val="22"/>
        </w:rPr>
        <w:t xml:space="preserve"> </w:t>
      </w:r>
      <w:r w:rsidR="00A300C9">
        <w:rPr>
          <w:rFonts w:eastAsia="Arial Unicode MS" w:cs="Arial"/>
          <w:b/>
          <w:bCs/>
          <w:szCs w:val="22"/>
        </w:rPr>
        <w:t>SWZ</w:t>
      </w:r>
      <w:r>
        <w:rPr>
          <w:rFonts w:eastAsia="Arial Unicode MS" w:cs="Arial"/>
          <w:b/>
          <w:bCs/>
          <w:szCs w:val="22"/>
        </w:rPr>
        <w:t xml:space="preserve"> – projekt umowy</w:t>
      </w:r>
      <w:r w:rsidR="00C3443F">
        <w:rPr>
          <w:rFonts w:eastAsia="Arial Unicode MS" w:cs="Arial"/>
          <w:b/>
          <w:bCs/>
          <w:szCs w:val="22"/>
        </w:rPr>
        <w:t xml:space="preserve"> – stanowi odrębny dokument</w:t>
      </w:r>
      <w:r w:rsidR="00477622">
        <w:rPr>
          <w:rFonts w:eastAsia="Arial Unicode MS" w:cs="Arial"/>
          <w:b/>
          <w:bCs/>
          <w:szCs w:val="22"/>
        </w:rPr>
        <w:t xml:space="preserve"> (plik).</w:t>
      </w:r>
    </w:p>
    <w:bookmarkEnd w:id="2"/>
    <w:p w14:paraId="65A03BAB" w14:textId="77777777" w:rsidR="007A31D0" w:rsidRDefault="007A31D0" w:rsidP="00C472E7">
      <w:pPr>
        <w:spacing w:line="240" w:lineRule="auto"/>
        <w:rPr>
          <w:rFonts w:cs="Arial"/>
          <w:b/>
        </w:rPr>
      </w:pPr>
    </w:p>
    <w:p w14:paraId="4F1DF10D" w14:textId="77777777" w:rsidR="007A31D0" w:rsidRDefault="007A31D0" w:rsidP="00C472E7">
      <w:pPr>
        <w:spacing w:line="240" w:lineRule="auto"/>
        <w:rPr>
          <w:rFonts w:cs="Arial"/>
          <w:b/>
        </w:rPr>
      </w:pPr>
    </w:p>
    <w:p w14:paraId="4AB56912" w14:textId="77777777" w:rsidR="00C472E7" w:rsidRDefault="006841F4" w:rsidP="00C472E7">
      <w:pPr>
        <w:spacing w:line="240" w:lineRule="auto"/>
        <w:rPr>
          <w:rFonts w:ascii="Times New Roman" w:hAnsi="Times New Roman"/>
          <w:sz w:val="20"/>
          <w:szCs w:val="20"/>
          <w:lang w:eastAsia="ar-SA"/>
        </w:rPr>
      </w:pPr>
      <w:r>
        <w:rPr>
          <w:rFonts w:cs="Arial"/>
          <w:b/>
        </w:rPr>
        <w:br w:type="page"/>
      </w:r>
    </w:p>
    <w:p w14:paraId="2C8CC037" w14:textId="77777777" w:rsidR="001A32AB" w:rsidRDefault="00C472E7" w:rsidP="0040679F">
      <w:pPr>
        <w:rPr>
          <w:rFonts w:cs="Arial"/>
          <w:szCs w:val="22"/>
        </w:rPr>
      </w:pPr>
      <w:r w:rsidRPr="00607C13">
        <w:rPr>
          <w:rFonts w:cs="Arial"/>
          <w:b/>
          <w:szCs w:val="22"/>
        </w:rPr>
        <w:lastRenderedPageBreak/>
        <w:t xml:space="preserve">Załącznik nr </w:t>
      </w:r>
      <w:r>
        <w:rPr>
          <w:rFonts w:cs="Arial"/>
          <w:b/>
          <w:color w:val="000000"/>
          <w:szCs w:val="22"/>
        </w:rPr>
        <w:t>6</w:t>
      </w:r>
      <w:r w:rsidRPr="00DF2852">
        <w:rPr>
          <w:rFonts w:cs="Arial"/>
          <w:b/>
          <w:color w:val="000000"/>
          <w:szCs w:val="22"/>
        </w:rPr>
        <w:t xml:space="preserve"> d</w:t>
      </w:r>
      <w:r w:rsidRPr="00607C13">
        <w:rPr>
          <w:rFonts w:cs="Arial"/>
          <w:b/>
          <w:szCs w:val="22"/>
        </w:rPr>
        <w:t xml:space="preserve">o </w:t>
      </w:r>
      <w:r w:rsidR="00A300C9">
        <w:rPr>
          <w:rFonts w:cs="Arial"/>
          <w:b/>
          <w:szCs w:val="22"/>
        </w:rPr>
        <w:t>SWZ</w:t>
      </w:r>
      <w:r w:rsidRPr="006B4F45">
        <w:rPr>
          <w:rFonts w:cs="Arial"/>
          <w:szCs w:val="22"/>
        </w:rPr>
        <w:t xml:space="preserve"> </w:t>
      </w:r>
      <w:r w:rsidR="001A32AB">
        <w:rPr>
          <w:rFonts w:cs="Arial"/>
          <w:szCs w:val="22"/>
        </w:rPr>
        <w:t>–</w:t>
      </w:r>
      <w:r w:rsidRPr="006B4F45">
        <w:rPr>
          <w:rFonts w:cs="Arial"/>
          <w:szCs w:val="22"/>
        </w:rPr>
        <w:t xml:space="preserve"> </w:t>
      </w:r>
      <w:r w:rsidR="001A32AB" w:rsidRPr="001A32AB">
        <w:rPr>
          <w:rFonts w:cs="Arial"/>
          <w:b/>
          <w:szCs w:val="22"/>
        </w:rPr>
        <w:t>FORMULARZ -</w:t>
      </w:r>
      <w:r w:rsidR="001A32AB">
        <w:rPr>
          <w:rFonts w:cs="Arial"/>
          <w:szCs w:val="22"/>
        </w:rPr>
        <w:t xml:space="preserve"> </w:t>
      </w:r>
      <w:r w:rsidR="003455BB" w:rsidRPr="00850E32">
        <w:rPr>
          <w:rFonts w:cs="Arial"/>
          <w:b/>
          <w:szCs w:val="22"/>
        </w:rPr>
        <w:t>W</w:t>
      </w:r>
      <w:r w:rsidRPr="00850E32">
        <w:rPr>
          <w:rFonts w:cs="Arial"/>
          <w:b/>
          <w:szCs w:val="22"/>
        </w:rPr>
        <w:t>ykaz</w:t>
      </w:r>
      <w:r w:rsidRPr="007A759F">
        <w:rPr>
          <w:rFonts w:cs="Arial"/>
          <w:b/>
          <w:szCs w:val="22"/>
        </w:rPr>
        <w:t xml:space="preserve"> wykonanych</w:t>
      </w:r>
      <w:r w:rsidRPr="002064D2">
        <w:rPr>
          <w:rFonts w:cs="Arial"/>
          <w:b/>
          <w:szCs w:val="22"/>
        </w:rPr>
        <w:t xml:space="preserve"> </w:t>
      </w:r>
      <w:r w:rsidR="002064D2" w:rsidRPr="002064D2">
        <w:rPr>
          <w:rFonts w:cs="Arial"/>
          <w:b/>
          <w:szCs w:val="22"/>
        </w:rPr>
        <w:t>zadań</w:t>
      </w:r>
      <w:r w:rsidR="002064D2">
        <w:rPr>
          <w:rFonts w:cs="Arial"/>
          <w:szCs w:val="22"/>
        </w:rPr>
        <w:t xml:space="preserve"> </w:t>
      </w:r>
    </w:p>
    <w:p w14:paraId="2EB6CE4E" w14:textId="77777777" w:rsidR="00C52020" w:rsidRPr="00CE12B6" w:rsidRDefault="00C52020" w:rsidP="00C52020">
      <w:pPr>
        <w:rPr>
          <w:rFonts w:cs="Arial"/>
          <w:b/>
          <w:i/>
          <w:szCs w:val="22"/>
        </w:rPr>
      </w:pPr>
    </w:p>
    <w:p w14:paraId="6B7982A4" w14:textId="77777777" w:rsidR="008033F7" w:rsidRDefault="008033F7" w:rsidP="00C472E7">
      <w:pPr>
        <w:keepNext/>
        <w:tabs>
          <w:tab w:val="left" w:pos="0"/>
        </w:tabs>
        <w:spacing w:line="240" w:lineRule="auto"/>
        <w:outlineLvl w:val="3"/>
      </w:pPr>
    </w:p>
    <w:p w14:paraId="2F95B8F4" w14:textId="77777777" w:rsidR="00C472E7" w:rsidRPr="00773F9D" w:rsidRDefault="00C472E7" w:rsidP="00C472E7">
      <w:pPr>
        <w:keepNext/>
        <w:tabs>
          <w:tab w:val="left" w:pos="0"/>
        </w:tabs>
        <w:spacing w:line="240" w:lineRule="auto"/>
        <w:outlineLvl w:val="3"/>
      </w:pPr>
      <w:r w:rsidRPr="00773F9D">
        <w:t>....................................</w:t>
      </w:r>
    </w:p>
    <w:p w14:paraId="1DE5275C" w14:textId="77777777" w:rsidR="00C472E7" w:rsidRPr="00773F9D" w:rsidRDefault="00C472E7" w:rsidP="00C472E7">
      <w:pPr>
        <w:spacing w:line="240" w:lineRule="auto"/>
        <w:rPr>
          <w:rFonts w:cs="Arial"/>
          <w:color w:val="000000"/>
          <w:sz w:val="16"/>
          <w:lang w:val="cs-CZ"/>
        </w:rPr>
      </w:pPr>
      <w:r w:rsidRPr="00773F9D">
        <w:rPr>
          <w:rFonts w:cs="Arial"/>
          <w:color w:val="000000"/>
          <w:sz w:val="16"/>
          <w:lang w:val="cs-CZ"/>
        </w:rPr>
        <w:t>pieczątka firmowa Wykonawcy</w:t>
      </w:r>
    </w:p>
    <w:p w14:paraId="7B23A92B" w14:textId="77777777" w:rsidR="00C472E7" w:rsidRPr="00773F9D" w:rsidRDefault="00C472E7" w:rsidP="00C472E7">
      <w:pPr>
        <w:spacing w:line="240" w:lineRule="auto"/>
        <w:rPr>
          <w:rFonts w:cs="Arial"/>
          <w:szCs w:val="22"/>
        </w:rPr>
      </w:pPr>
    </w:p>
    <w:p w14:paraId="221DD208" w14:textId="77777777" w:rsidR="00C472E7" w:rsidRPr="007A759F" w:rsidRDefault="00C472E7" w:rsidP="00D91362">
      <w:pPr>
        <w:spacing w:line="240" w:lineRule="auto"/>
        <w:ind w:left="-142" w:hanging="284"/>
        <w:jc w:val="center"/>
        <w:rPr>
          <w:rFonts w:cs="Arial"/>
          <w:b/>
          <w:lang w:val="cs-CZ"/>
        </w:rPr>
      </w:pPr>
      <w:r w:rsidRPr="00773F9D">
        <w:rPr>
          <w:rFonts w:cs="Arial"/>
          <w:b/>
          <w:color w:val="000000"/>
          <w:lang w:val="cs-CZ"/>
        </w:rPr>
        <w:t xml:space="preserve">WYKAZ </w:t>
      </w:r>
      <w:r w:rsidRPr="002064D2">
        <w:rPr>
          <w:rFonts w:cs="Arial"/>
          <w:b/>
          <w:lang w:val="cs-CZ"/>
        </w:rPr>
        <w:t xml:space="preserve">WYKONANYCH </w:t>
      </w:r>
      <w:r w:rsidR="002064D2" w:rsidRPr="002064D2">
        <w:rPr>
          <w:rFonts w:cs="Arial"/>
          <w:b/>
          <w:lang w:val="cs-CZ"/>
        </w:rPr>
        <w:t>ZADAŃ</w:t>
      </w:r>
    </w:p>
    <w:p w14:paraId="6D0F36AC" w14:textId="77777777" w:rsidR="00C472E7" w:rsidRPr="00773F9D" w:rsidRDefault="00C472E7" w:rsidP="00C472E7">
      <w:pPr>
        <w:spacing w:line="240" w:lineRule="auto"/>
        <w:jc w:val="center"/>
        <w:rPr>
          <w:rFonts w:cs="Arial"/>
          <w:b/>
          <w:color w:val="000000"/>
          <w:lang w:val="cs-CZ"/>
        </w:rPr>
      </w:pPr>
    </w:p>
    <w:p w14:paraId="0AF45ADB" w14:textId="0D14DCE7" w:rsidR="001F3751" w:rsidRPr="001F3751" w:rsidRDefault="001F3D4C" w:rsidP="001F3751">
      <w:pPr>
        <w:spacing w:line="260" w:lineRule="exact"/>
        <w:ind w:left="-142"/>
        <w:rPr>
          <w:szCs w:val="22"/>
        </w:rPr>
      </w:pPr>
      <w:r w:rsidRPr="0014430F">
        <w:rPr>
          <w:rFonts w:cs="Arial"/>
          <w:szCs w:val="22"/>
        </w:rPr>
        <w:t>Składając ofertę w postępowaniu o udzielenie zamówienia, prowadzonym w trybie przetargu nieograniczonego na wykonanie zadania, pn.:</w:t>
      </w:r>
      <w:r w:rsidR="005F6340" w:rsidRPr="0014430F">
        <w:rPr>
          <w:rFonts w:cs="Arial"/>
          <w:szCs w:val="22"/>
        </w:rPr>
        <w:t xml:space="preserve"> </w:t>
      </w:r>
      <w:r w:rsidR="00591F7C" w:rsidRPr="0014430F">
        <w:rPr>
          <w:rFonts w:cs="Arial"/>
          <w:b/>
          <w:szCs w:val="22"/>
        </w:rPr>
        <w:t>„</w:t>
      </w:r>
      <w:r w:rsidR="00C54975" w:rsidRPr="00C62C51">
        <w:rPr>
          <w:rFonts w:cs="Arial"/>
          <w:b/>
          <w:szCs w:val="22"/>
          <w:shd w:val="clear" w:color="auto" w:fill="FFFFFF"/>
        </w:rPr>
        <w:t>Modernizacja systemu sterowania dopalaczem Clausa na Kopalni Ropy Naftowej i Gazu Ziemnego Zielin</w:t>
      </w:r>
      <w:r w:rsidR="00591F7C" w:rsidRPr="0014430F">
        <w:rPr>
          <w:rFonts w:cs="Arial"/>
          <w:b/>
          <w:szCs w:val="22"/>
        </w:rPr>
        <w:t>”,</w:t>
      </w:r>
      <w:r w:rsidR="001F3751">
        <w:rPr>
          <w:rFonts w:cs="Arial"/>
          <w:b/>
          <w:szCs w:val="22"/>
        </w:rPr>
        <w:t xml:space="preserve"> </w:t>
      </w:r>
      <w:r w:rsidR="001F3751">
        <w:rPr>
          <w:szCs w:val="22"/>
        </w:rPr>
        <w:t>p</w:t>
      </w:r>
      <w:r w:rsidR="008D7E02" w:rsidRPr="0014430F">
        <w:rPr>
          <w:szCs w:val="22"/>
        </w:rPr>
        <w:t>rzedstawiamy Wykaz, z którego wynika, że zrealizowaliśmy w okresie</w:t>
      </w:r>
      <w:r w:rsidR="0014430F" w:rsidRPr="0014430F">
        <w:rPr>
          <w:szCs w:val="22"/>
        </w:rPr>
        <w:t xml:space="preserve"> ostatnich</w:t>
      </w:r>
      <w:r w:rsidR="001F3751">
        <w:rPr>
          <w:szCs w:val="22"/>
        </w:rPr>
        <w:t xml:space="preserve">  </w:t>
      </w:r>
      <w:r w:rsidR="001F3751" w:rsidRPr="001F3751">
        <w:rPr>
          <w:szCs w:val="22"/>
        </w:rPr>
        <w:t>trzech lat przed upływem terminu składania ofert, a jeżeli okres prowadzenia działalności jest krótszy - w tym okresie co najmniej jedno zadanie odpowiadające swoim rodzajem i wartością robotom stanowiącym przedmiot zamówienia z podaniem rodzaju robót, wartości, dat oraz miejsca ich wykonania i odbiorców i załączeniem dokumentów potwierdzających, że roboty te zostały wykonane należycie, np. list referencyjny, przy czym:</w:t>
      </w:r>
    </w:p>
    <w:p w14:paraId="5B4E4CCD" w14:textId="77777777" w:rsidR="001F3751" w:rsidRPr="001F3751" w:rsidRDefault="001F3751" w:rsidP="001F3751">
      <w:pPr>
        <w:spacing w:line="280" w:lineRule="exact"/>
        <w:ind w:left="-142"/>
        <w:contextualSpacing/>
        <w:rPr>
          <w:szCs w:val="22"/>
        </w:rPr>
      </w:pPr>
    </w:p>
    <w:p w14:paraId="77BBDAA7" w14:textId="65E5305F" w:rsidR="001F3751" w:rsidRDefault="001F3751" w:rsidP="001F3751">
      <w:pPr>
        <w:spacing w:line="280" w:lineRule="exact"/>
        <w:ind w:left="-142"/>
        <w:contextualSpacing/>
        <w:rPr>
          <w:szCs w:val="22"/>
        </w:rPr>
      </w:pPr>
      <w:r w:rsidRPr="001F3751">
        <w:rPr>
          <w:szCs w:val="22"/>
        </w:rPr>
        <w:t>Zamawiający uzna za odpowiadające przedmiotowi zamówienia następujące prace: wymiana lub modernizacja systemu sterowania PLC/SCADA/HMI  o wartości nie mniejszej niż 250 000 złotych netto.</w:t>
      </w:r>
    </w:p>
    <w:p w14:paraId="76FCB62A" w14:textId="77777777" w:rsidR="00352F90" w:rsidRPr="005F2102" w:rsidRDefault="00352F90" w:rsidP="00352F90">
      <w:pPr>
        <w:pStyle w:val="Teksttreci0"/>
        <w:tabs>
          <w:tab w:val="left" w:pos="917"/>
        </w:tabs>
        <w:spacing w:line="260" w:lineRule="exact"/>
        <w:ind w:left="-142"/>
        <w:jc w:val="both"/>
        <w:rPr>
          <w:i/>
        </w:rPr>
      </w:pPr>
    </w:p>
    <w:tbl>
      <w:tblPr>
        <w:tblW w:w="9214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2268"/>
        <w:gridCol w:w="2410"/>
        <w:gridCol w:w="1843"/>
        <w:gridCol w:w="1984"/>
      </w:tblGrid>
      <w:tr w:rsidR="007008CD" w:rsidRPr="00536FEC" w14:paraId="65EDFFFD" w14:textId="77777777" w:rsidTr="00E21764">
        <w:trPr>
          <w:trHeight w:val="675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7AF7E2C" w14:textId="77777777" w:rsidR="007008CD" w:rsidRPr="008D7E02" w:rsidRDefault="007008CD" w:rsidP="00275318">
            <w:pPr>
              <w:tabs>
                <w:tab w:val="left" w:pos="90"/>
              </w:tabs>
              <w:spacing w:line="240" w:lineRule="auto"/>
              <w:ind w:left="-142"/>
              <w:jc w:val="center"/>
              <w:rPr>
                <w:rFonts w:cs="Arial"/>
                <w:bCs/>
                <w:sz w:val="20"/>
                <w:szCs w:val="20"/>
              </w:rPr>
            </w:pPr>
            <w:r w:rsidRPr="008D7E02">
              <w:rPr>
                <w:rFonts w:cs="Arial"/>
                <w:bCs/>
                <w:sz w:val="20"/>
                <w:szCs w:val="20"/>
              </w:rPr>
              <w:t>Lp.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2880C4A" w14:textId="77777777" w:rsidR="007008CD" w:rsidRPr="008D7E02" w:rsidRDefault="007008CD" w:rsidP="00275318">
            <w:pPr>
              <w:spacing w:line="240" w:lineRule="auto"/>
              <w:ind w:left="67"/>
              <w:jc w:val="center"/>
              <w:rPr>
                <w:rFonts w:cs="Arial"/>
                <w:bCs/>
                <w:sz w:val="18"/>
                <w:szCs w:val="18"/>
              </w:rPr>
            </w:pPr>
            <w:r w:rsidRPr="008D7E02">
              <w:rPr>
                <w:rFonts w:cs="Arial"/>
                <w:bCs/>
                <w:sz w:val="18"/>
                <w:szCs w:val="18"/>
              </w:rPr>
              <w:t>Opis / rodzaj przedmiotu zamówienia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84C5676" w14:textId="77777777" w:rsidR="007008CD" w:rsidRPr="008D7E02" w:rsidRDefault="007008CD" w:rsidP="00275318">
            <w:pPr>
              <w:spacing w:line="240" w:lineRule="auto"/>
              <w:ind w:left="70"/>
              <w:jc w:val="center"/>
              <w:rPr>
                <w:rFonts w:cs="Arial"/>
                <w:bCs/>
                <w:sz w:val="18"/>
                <w:szCs w:val="18"/>
              </w:rPr>
            </w:pPr>
            <w:r w:rsidRPr="008D7E02">
              <w:rPr>
                <w:rFonts w:cs="Arial"/>
                <w:bCs/>
                <w:sz w:val="18"/>
                <w:szCs w:val="18"/>
              </w:rPr>
              <w:t>Zamawiający/  Odbiorca</w:t>
            </w:r>
          </w:p>
          <w:p w14:paraId="239DD612" w14:textId="77777777" w:rsidR="007008CD" w:rsidRPr="008D7E02" w:rsidRDefault="007008CD" w:rsidP="00275318">
            <w:pPr>
              <w:spacing w:line="240" w:lineRule="auto"/>
              <w:ind w:left="-142"/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792A24E9" w14:textId="0F722AA9" w:rsidR="007008CD" w:rsidRPr="0014430F" w:rsidRDefault="00774801" w:rsidP="00275318">
            <w:pPr>
              <w:spacing w:line="240" w:lineRule="auto"/>
              <w:ind w:left="211" w:hanging="141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14430F">
              <w:rPr>
                <w:rFonts w:cs="Arial"/>
                <w:b/>
                <w:bCs/>
                <w:sz w:val="18"/>
                <w:szCs w:val="18"/>
              </w:rPr>
              <w:t>Miejsce wykonania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0D6FD92" w14:textId="77777777" w:rsidR="007008CD" w:rsidRPr="008D7E02" w:rsidRDefault="007008CD" w:rsidP="00275318">
            <w:pPr>
              <w:spacing w:line="240" w:lineRule="auto"/>
              <w:ind w:left="208"/>
              <w:jc w:val="center"/>
              <w:rPr>
                <w:rFonts w:cs="Arial"/>
                <w:bCs/>
                <w:sz w:val="18"/>
                <w:szCs w:val="18"/>
              </w:rPr>
            </w:pPr>
            <w:r w:rsidRPr="008D7E02">
              <w:rPr>
                <w:rFonts w:cs="Arial"/>
                <w:bCs/>
                <w:sz w:val="18"/>
                <w:szCs w:val="18"/>
              </w:rPr>
              <w:t xml:space="preserve">Wartość </w:t>
            </w:r>
            <w:r w:rsidR="008A30B9">
              <w:rPr>
                <w:rFonts w:cs="Arial"/>
                <w:bCs/>
                <w:sz w:val="18"/>
                <w:szCs w:val="18"/>
              </w:rPr>
              <w:t>zamówienia</w:t>
            </w:r>
          </w:p>
          <w:p w14:paraId="32CABEDA" w14:textId="77777777" w:rsidR="007008CD" w:rsidRPr="008D7E02" w:rsidRDefault="007008CD" w:rsidP="00275318">
            <w:pPr>
              <w:spacing w:line="240" w:lineRule="auto"/>
              <w:ind w:left="208"/>
              <w:jc w:val="center"/>
              <w:rPr>
                <w:rFonts w:cs="Arial"/>
                <w:bCs/>
                <w:sz w:val="18"/>
                <w:szCs w:val="18"/>
              </w:rPr>
            </w:pPr>
            <w:r w:rsidRPr="008D7E02">
              <w:rPr>
                <w:rFonts w:cs="Arial"/>
                <w:bCs/>
                <w:sz w:val="18"/>
                <w:szCs w:val="18"/>
              </w:rPr>
              <w:t>Netto</w:t>
            </w:r>
          </w:p>
          <w:p w14:paraId="270891DB" w14:textId="77777777" w:rsidR="007008CD" w:rsidRPr="008D7E02" w:rsidRDefault="007008CD" w:rsidP="00275318">
            <w:pPr>
              <w:spacing w:line="240" w:lineRule="auto"/>
              <w:ind w:left="208"/>
              <w:jc w:val="center"/>
              <w:rPr>
                <w:rFonts w:cs="Arial"/>
                <w:bCs/>
                <w:sz w:val="18"/>
                <w:szCs w:val="18"/>
              </w:rPr>
            </w:pPr>
            <w:r w:rsidRPr="008D7E02">
              <w:rPr>
                <w:rFonts w:cs="Arial"/>
                <w:bCs/>
                <w:sz w:val="18"/>
                <w:szCs w:val="18"/>
              </w:rPr>
              <w:t>(PLN)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D03E2D" w14:textId="77777777" w:rsidR="007008CD" w:rsidRPr="00536FEC" w:rsidRDefault="002B3EB2" w:rsidP="00640A1C">
            <w:pPr>
              <w:spacing w:line="240" w:lineRule="auto"/>
              <w:ind w:left="72"/>
              <w:jc w:val="center"/>
              <w:rPr>
                <w:rFonts w:cs="Arial"/>
                <w:bCs/>
                <w:sz w:val="18"/>
                <w:szCs w:val="18"/>
              </w:rPr>
            </w:pPr>
            <w:r w:rsidRPr="008D7E02">
              <w:rPr>
                <w:rFonts w:cs="Arial"/>
                <w:bCs/>
                <w:sz w:val="18"/>
                <w:szCs w:val="18"/>
              </w:rPr>
              <w:t>Daty wykonania</w:t>
            </w:r>
          </w:p>
        </w:tc>
      </w:tr>
      <w:tr w:rsidR="007008CD" w:rsidRPr="009B4E5E" w14:paraId="4EBF78F8" w14:textId="77777777" w:rsidTr="00E21764">
        <w:trPr>
          <w:trHeight w:val="32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6827D3A" w14:textId="77777777" w:rsidR="007008CD" w:rsidRPr="007008CD" w:rsidRDefault="007008CD" w:rsidP="00275318">
            <w:pPr>
              <w:ind w:left="-142"/>
              <w:jc w:val="center"/>
              <w:rPr>
                <w:rFonts w:cs="Arial"/>
                <w:sz w:val="20"/>
                <w:szCs w:val="20"/>
              </w:rPr>
            </w:pPr>
            <w:r w:rsidRPr="007008CD">
              <w:rPr>
                <w:rFonts w:cs="Arial"/>
                <w:sz w:val="20"/>
                <w:szCs w:val="20"/>
              </w:rPr>
              <w:t>1.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70AFEA1" w14:textId="77777777" w:rsidR="007008CD" w:rsidRPr="009B4E5E" w:rsidRDefault="007008CD" w:rsidP="00275318">
            <w:pPr>
              <w:ind w:left="-142"/>
              <w:rPr>
                <w:rFonts w:cs="Arial"/>
                <w:szCs w:val="22"/>
              </w:rPr>
            </w:pPr>
          </w:p>
          <w:p w14:paraId="4BD710F9" w14:textId="77777777" w:rsidR="007008CD" w:rsidRPr="009B4E5E" w:rsidRDefault="007008CD" w:rsidP="00275318">
            <w:pPr>
              <w:ind w:left="-142"/>
              <w:rPr>
                <w:rFonts w:cs="Arial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14B2F9ED" w14:textId="77777777" w:rsidR="007008CD" w:rsidRPr="009B4E5E" w:rsidRDefault="007008CD" w:rsidP="00275318">
            <w:pPr>
              <w:ind w:left="-142"/>
              <w:rPr>
                <w:rFonts w:cs="Arial"/>
                <w:szCs w:val="22"/>
              </w:rPr>
            </w:pPr>
            <w:r w:rsidRPr="009B4E5E">
              <w:rPr>
                <w:rFonts w:cs="Arial"/>
                <w:szCs w:val="22"/>
              </w:rPr>
              <w:t> </w:t>
            </w:r>
          </w:p>
          <w:p w14:paraId="312AA7EE" w14:textId="77777777" w:rsidR="007008CD" w:rsidRPr="009B4E5E" w:rsidRDefault="007008CD" w:rsidP="00275318">
            <w:pPr>
              <w:ind w:left="-142"/>
              <w:rPr>
                <w:rFonts w:cs="Arial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C791D18" w14:textId="77777777" w:rsidR="007008CD" w:rsidRPr="009B4E5E" w:rsidRDefault="007008CD" w:rsidP="00275318">
            <w:pPr>
              <w:ind w:left="-142"/>
              <w:rPr>
                <w:rFonts w:cs="Arial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D5DEE12" w14:textId="77777777" w:rsidR="002B3EB2" w:rsidRPr="00854FE6" w:rsidRDefault="002B3EB2" w:rsidP="002B3EB2">
            <w:pPr>
              <w:spacing w:line="240" w:lineRule="auto"/>
              <w:rPr>
                <w:sz w:val="20"/>
                <w:szCs w:val="20"/>
              </w:rPr>
            </w:pPr>
            <w:r w:rsidRPr="00854FE6">
              <w:rPr>
                <w:sz w:val="20"/>
                <w:szCs w:val="20"/>
              </w:rPr>
              <w:t>rozpoczęcie: …..</w:t>
            </w:r>
          </w:p>
          <w:p w14:paraId="778305E6" w14:textId="77777777" w:rsidR="002B3EB2" w:rsidRPr="00854FE6" w:rsidRDefault="002B3EB2" w:rsidP="002B3EB2">
            <w:pPr>
              <w:spacing w:line="240" w:lineRule="auto"/>
              <w:rPr>
                <w:sz w:val="20"/>
                <w:szCs w:val="20"/>
              </w:rPr>
            </w:pPr>
            <w:r w:rsidRPr="00854FE6">
              <w:rPr>
                <w:sz w:val="20"/>
                <w:szCs w:val="20"/>
              </w:rPr>
              <w:t>zakończenie: …..</w:t>
            </w:r>
          </w:p>
          <w:p w14:paraId="78862ED4" w14:textId="77777777" w:rsidR="007008CD" w:rsidRPr="00854FE6" w:rsidRDefault="007008CD" w:rsidP="00275318">
            <w:pPr>
              <w:ind w:left="72"/>
              <w:rPr>
                <w:rFonts w:cs="Arial"/>
                <w:sz w:val="20"/>
                <w:szCs w:val="20"/>
              </w:rPr>
            </w:pPr>
          </w:p>
        </w:tc>
      </w:tr>
      <w:tr w:rsidR="007008CD" w:rsidRPr="009B4E5E" w14:paraId="2EDB3278" w14:textId="77777777" w:rsidTr="00E21764">
        <w:trPr>
          <w:trHeight w:val="32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290A8F9" w14:textId="77777777" w:rsidR="007008CD" w:rsidRPr="007008CD" w:rsidRDefault="007008CD" w:rsidP="00275318">
            <w:pPr>
              <w:ind w:left="-142"/>
              <w:jc w:val="center"/>
              <w:rPr>
                <w:rFonts w:cs="Arial"/>
                <w:sz w:val="20"/>
                <w:szCs w:val="20"/>
              </w:rPr>
            </w:pPr>
          </w:p>
          <w:p w14:paraId="22AF1AFF" w14:textId="77777777" w:rsidR="007008CD" w:rsidRPr="007008CD" w:rsidRDefault="007008CD" w:rsidP="00275318">
            <w:pPr>
              <w:jc w:val="center"/>
              <w:rPr>
                <w:rFonts w:cs="Arial"/>
                <w:sz w:val="20"/>
                <w:szCs w:val="20"/>
              </w:rPr>
            </w:pPr>
            <w:r w:rsidRPr="007008CD">
              <w:rPr>
                <w:rFonts w:cs="Arial"/>
                <w:sz w:val="20"/>
                <w:szCs w:val="20"/>
              </w:rPr>
              <w:t>2.</w:t>
            </w:r>
          </w:p>
          <w:p w14:paraId="32AB6781" w14:textId="77777777" w:rsidR="007008CD" w:rsidRPr="007008CD" w:rsidRDefault="007008CD" w:rsidP="00275318">
            <w:pPr>
              <w:ind w:left="-142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4AE828C" w14:textId="77777777" w:rsidR="007008CD" w:rsidRPr="009B4E5E" w:rsidRDefault="007008CD" w:rsidP="00275318">
            <w:pPr>
              <w:ind w:left="-142"/>
              <w:rPr>
                <w:rFonts w:cs="Arial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5D32806" w14:textId="77777777" w:rsidR="007008CD" w:rsidRPr="009B4E5E" w:rsidRDefault="007008CD" w:rsidP="00275318">
            <w:pPr>
              <w:ind w:left="-142"/>
              <w:rPr>
                <w:rFonts w:cs="Arial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0B34F0F" w14:textId="77777777" w:rsidR="007008CD" w:rsidRPr="009B4E5E" w:rsidRDefault="007008CD" w:rsidP="00275318">
            <w:pPr>
              <w:ind w:left="-142"/>
              <w:rPr>
                <w:rFonts w:cs="Arial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9ECED55" w14:textId="77777777" w:rsidR="002B3EB2" w:rsidRPr="00854FE6" w:rsidRDefault="002B3EB2" w:rsidP="002B3EB2">
            <w:pPr>
              <w:spacing w:line="240" w:lineRule="auto"/>
              <w:rPr>
                <w:sz w:val="20"/>
                <w:szCs w:val="20"/>
              </w:rPr>
            </w:pPr>
            <w:r w:rsidRPr="00854FE6">
              <w:rPr>
                <w:sz w:val="20"/>
                <w:szCs w:val="20"/>
              </w:rPr>
              <w:t>rozpoczęcie: …..</w:t>
            </w:r>
          </w:p>
          <w:p w14:paraId="0159AB87" w14:textId="77777777" w:rsidR="002B3EB2" w:rsidRPr="00854FE6" w:rsidRDefault="002B3EB2" w:rsidP="002B3EB2">
            <w:pPr>
              <w:spacing w:line="240" w:lineRule="auto"/>
              <w:rPr>
                <w:sz w:val="20"/>
                <w:szCs w:val="20"/>
              </w:rPr>
            </w:pPr>
            <w:r w:rsidRPr="00854FE6">
              <w:rPr>
                <w:sz w:val="20"/>
                <w:szCs w:val="20"/>
              </w:rPr>
              <w:t>zakończenie: …..</w:t>
            </w:r>
          </w:p>
          <w:p w14:paraId="6815FEC1" w14:textId="77777777" w:rsidR="007008CD" w:rsidRPr="00854FE6" w:rsidRDefault="007008CD" w:rsidP="00275318">
            <w:pPr>
              <w:ind w:left="72"/>
              <w:rPr>
                <w:rFonts w:cs="Arial"/>
                <w:sz w:val="20"/>
                <w:szCs w:val="20"/>
              </w:rPr>
            </w:pPr>
          </w:p>
        </w:tc>
      </w:tr>
    </w:tbl>
    <w:p w14:paraId="2A2BEA4E" w14:textId="77777777" w:rsidR="005B33CE" w:rsidRDefault="005B33CE" w:rsidP="00C472E7">
      <w:pPr>
        <w:spacing w:line="240" w:lineRule="auto"/>
        <w:rPr>
          <w:color w:val="000000"/>
          <w:sz w:val="24"/>
          <w:lang w:val="cs-CZ"/>
        </w:rPr>
      </w:pPr>
    </w:p>
    <w:p w14:paraId="71C87B77" w14:textId="77777777" w:rsidR="005B33CE" w:rsidRPr="0009422E" w:rsidRDefault="005B33CE" w:rsidP="005B33CE">
      <w:pPr>
        <w:spacing w:line="276" w:lineRule="auto"/>
        <w:ind w:left="-142"/>
        <w:rPr>
          <w:rFonts w:cs="Arial"/>
          <w:b/>
          <w:szCs w:val="22"/>
        </w:rPr>
      </w:pPr>
      <w:r w:rsidRPr="0009422E">
        <w:rPr>
          <w:rFonts w:cs="Arial"/>
          <w:szCs w:val="22"/>
        </w:rPr>
        <w:t>przy czym:</w:t>
      </w:r>
    </w:p>
    <w:p w14:paraId="333568DC" w14:textId="77777777" w:rsidR="005B33CE" w:rsidRPr="0009422E" w:rsidRDefault="005B33CE" w:rsidP="005B33CE">
      <w:pPr>
        <w:spacing w:line="276" w:lineRule="auto"/>
        <w:ind w:left="284"/>
        <w:rPr>
          <w:rFonts w:cs="Arial"/>
          <w:szCs w:val="22"/>
          <w:lang w:eastAsia="ar-SA"/>
        </w:rPr>
      </w:pPr>
    </w:p>
    <w:p w14:paraId="230497AA" w14:textId="4E8C9726" w:rsidR="005B33CE" w:rsidRPr="0038478B" w:rsidRDefault="005B33CE" w:rsidP="00884574">
      <w:pPr>
        <w:numPr>
          <w:ilvl w:val="3"/>
          <w:numId w:val="37"/>
        </w:numPr>
        <w:spacing w:line="276" w:lineRule="auto"/>
        <w:ind w:left="284" w:hanging="426"/>
        <w:rPr>
          <w:rFonts w:cs="Arial"/>
          <w:szCs w:val="22"/>
        </w:rPr>
      </w:pPr>
      <w:r w:rsidRPr="0038478B">
        <w:rPr>
          <w:rFonts w:cs="Arial"/>
          <w:szCs w:val="22"/>
        </w:rPr>
        <w:t xml:space="preserve">dokumenty potwierdzające, że prace </w:t>
      </w:r>
      <w:r w:rsidR="004347A0">
        <w:rPr>
          <w:rFonts w:cs="Arial"/>
          <w:szCs w:val="22"/>
        </w:rPr>
        <w:t xml:space="preserve">te zostały wykonane należycie (np. </w:t>
      </w:r>
      <w:r w:rsidR="00542B15">
        <w:rPr>
          <w:rFonts w:cs="Arial"/>
          <w:szCs w:val="22"/>
        </w:rPr>
        <w:t>list referencyjny</w:t>
      </w:r>
      <w:r w:rsidR="004347A0">
        <w:rPr>
          <w:rFonts w:cs="Arial"/>
          <w:szCs w:val="22"/>
        </w:rPr>
        <w:t>)</w:t>
      </w:r>
      <w:r w:rsidRPr="0038478B">
        <w:rPr>
          <w:rFonts w:cs="Arial"/>
          <w:szCs w:val="22"/>
        </w:rPr>
        <w:t xml:space="preserve"> z zastrzeżeniem, iż:</w:t>
      </w:r>
    </w:p>
    <w:p w14:paraId="023B2323" w14:textId="77777777" w:rsidR="0009422E" w:rsidRPr="0066762D" w:rsidRDefault="0009422E" w:rsidP="006767AF">
      <w:pPr>
        <w:shd w:val="clear" w:color="auto" w:fill="FFFFFF"/>
        <w:spacing w:line="276" w:lineRule="auto"/>
        <w:rPr>
          <w:rFonts w:cs="Arial"/>
          <w:szCs w:val="22"/>
          <w:highlight w:val="yellow"/>
        </w:rPr>
      </w:pPr>
    </w:p>
    <w:p w14:paraId="31BFA90B" w14:textId="77777777" w:rsidR="0009422E" w:rsidRPr="0038478B" w:rsidRDefault="0009422E" w:rsidP="006767AF">
      <w:pPr>
        <w:shd w:val="clear" w:color="auto" w:fill="FFFFFF"/>
        <w:spacing w:line="276" w:lineRule="auto"/>
        <w:rPr>
          <w:rFonts w:cs="Arial"/>
          <w:szCs w:val="22"/>
        </w:rPr>
      </w:pPr>
      <w:r w:rsidRPr="0038478B">
        <w:rPr>
          <w:rFonts w:cs="Arial"/>
          <w:szCs w:val="22"/>
        </w:rPr>
        <w:t>1.1.jeżeli Wykonawca składający ofertę wykonał prace jako Wykonawca -  przedkłada list referencyjny wystawiony przez Inwestora dla Wykonawcy;</w:t>
      </w:r>
    </w:p>
    <w:p w14:paraId="20C4CEBC" w14:textId="77777777" w:rsidR="0009422E" w:rsidRPr="0038478B" w:rsidRDefault="0009422E" w:rsidP="006767AF">
      <w:pPr>
        <w:shd w:val="clear" w:color="auto" w:fill="FFFFFF"/>
        <w:spacing w:line="276" w:lineRule="auto"/>
        <w:rPr>
          <w:rFonts w:cs="Arial"/>
          <w:szCs w:val="22"/>
        </w:rPr>
      </w:pPr>
      <w:r w:rsidRPr="0038478B">
        <w:rPr>
          <w:rFonts w:cs="Arial"/>
          <w:szCs w:val="22"/>
        </w:rPr>
        <w:t>1.2.jeżeli Wykonawca składający ofertę wykonał prace jako podwykonawca, przedkłada list referencyjny,  wystawiony przez:</w:t>
      </w:r>
    </w:p>
    <w:p w14:paraId="393BD492" w14:textId="77777777" w:rsidR="0009422E" w:rsidRPr="0038478B" w:rsidRDefault="0009422E" w:rsidP="006767AF">
      <w:pPr>
        <w:shd w:val="clear" w:color="auto" w:fill="FFFFFF"/>
        <w:spacing w:line="276" w:lineRule="auto"/>
        <w:rPr>
          <w:rFonts w:cs="Arial"/>
          <w:szCs w:val="22"/>
        </w:rPr>
      </w:pPr>
      <w:r w:rsidRPr="0038478B">
        <w:rPr>
          <w:rFonts w:cs="Arial"/>
          <w:szCs w:val="22"/>
        </w:rPr>
        <w:t xml:space="preserve">1.2.1.Inwestora dla podwykonawcy z którego musi wynikać należyte wykonanie zakresu </w:t>
      </w:r>
      <w:r w:rsidR="008D7E02" w:rsidRPr="0038478B">
        <w:rPr>
          <w:rFonts w:cs="Arial"/>
          <w:szCs w:val="22"/>
        </w:rPr>
        <w:t>prac</w:t>
      </w:r>
      <w:r w:rsidRPr="0038478B">
        <w:rPr>
          <w:rFonts w:cs="Arial"/>
          <w:szCs w:val="22"/>
        </w:rPr>
        <w:t xml:space="preserve"> zrealizowanych przez podwykonawcę (tj. składającego ofertę),</w:t>
      </w:r>
    </w:p>
    <w:p w14:paraId="4756A973" w14:textId="77777777" w:rsidR="0009422E" w:rsidRPr="0038478B" w:rsidRDefault="0009422E" w:rsidP="006767AF">
      <w:pPr>
        <w:shd w:val="clear" w:color="auto" w:fill="FFFFFF"/>
        <w:spacing w:line="276" w:lineRule="auto"/>
        <w:rPr>
          <w:rFonts w:cs="Arial"/>
          <w:szCs w:val="22"/>
        </w:rPr>
      </w:pPr>
      <w:r w:rsidRPr="0038478B">
        <w:rPr>
          <w:rFonts w:cs="Arial"/>
          <w:szCs w:val="22"/>
        </w:rPr>
        <w:t>lub</w:t>
      </w:r>
    </w:p>
    <w:p w14:paraId="62AF7465" w14:textId="77777777" w:rsidR="0009422E" w:rsidRPr="0009422E" w:rsidRDefault="0009422E" w:rsidP="006767AF">
      <w:pPr>
        <w:shd w:val="clear" w:color="auto" w:fill="FFFFFF"/>
        <w:spacing w:line="276" w:lineRule="auto"/>
        <w:rPr>
          <w:rFonts w:cs="Arial"/>
          <w:szCs w:val="22"/>
        </w:rPr>
      </w:pPr>
      <w:r w:rsidRPr="0038478B">
        <w:rPr>
          <w:rFonts w:cs="Arial"/>
          <w:szCs w:val="22"/>
        </w:rPr>
        <w:t xml:space="preserve">1.2.2. Wykonawcę dla podwykonawcy, z którego musi wynikać należyte wykonanie zakresu </w:t>
      </w:r>
      <w:r w:rsidR="008D7E02" w:rsidRPr="0038478B">
        <w:rPr>
          <w:rFonts w:cs="Arial"/>
          <w:szCs w:val="22"/>
        </w:rPr>
        <w:t>prac</w:t>
      </w:r>
      <w:r w:rsidRPr="0038478B">
        <w:rPr>
          <w:rFonts w:cs="Arial"/>
          <w:szCs w:val="22"/>
        </w:rPr>
        <w:t xml:space="preserve"> zrealizowanych przez podwykonawcę (tj. składającego ofertę). W takim przypadku należy dodatkowo przedstawić referencje wystawione przez Inwestora na Wykonawcę.</w:t>
      </w:r>
    </w:p>
    <w:p w14:paraId="00113BCF" w14:textId="77777777" w:rsidR="0009422E" w:rsidRDefault="0009422E" w:rsidP="006767AF">
      <w:pPr>
        <w:shd w:val="clear" w:color="auto" w:fill="FFFFFF"/>
        <w:spacing w:line="276" w:lineRule="auto"/>
        <w:rPr>
          <w:rFonts w:cs="Arial"/>
          <w:szCs w:val="22"/>
        </w:rPr>
      </w:pPr>
    </w:p>
    <w:p w14:paraId="7D015CF4" w14:textId="54A6357F" w:rsidR="00E95AA0" w:rsidRDefault="00E95AA0">
      <w:pPr>
        <w:spacing w:line="240" w:lineRule="auto"/>
        <w:jc w:val="left"/>
        <w:rPr>
          <w:rFonts w:cs="Arial"/>
          <w:szCs w:val="22"/>
        </w:rPr>
      </w:pPr>
      <w:r>
        <w:rPr>
          <w:rFonts w:cs="Arial"/>
          <w:szCs w:val="22"/>
        </w:rPr>
        <w:br w:type="page"/>
      </w:r>
    </w:p>
    <w:p w14:paraId="075F2899" w14:textId="77777777" w:rsidR="0009422E" w:rsidRPr="0009422E" w:rsidRDefault="0009422E" w:rsidP="006767AF">
      <w:pPr>
        <w:shd w:val="clear" w:color="auto" w:fill="FFFFFF"/>
        <w:spacing w:line="276" w:lineRule="auto"/>
        <w:rPr>
          <w:rFonts w:cs="Arial"/>
          <w:szCs w:val="22"/>
        </w:rPr>
      </w:pPr>
    </w:p>
    <w:p w14:paraId="3857F2A7" w14:textId="77777777" w:rsidR="004B23AA" w:rsidRPr="0009422E" w:rsidRDefault="005B33CE" w:rsidP="005B33CE">
      <w:pPr>
        <w:tabs>
          <w:tab w:val="left" w:pos="284"/>
        </w:tabs>
        <w:spacing w:line="240" w:lineRule="auto"/>
        <w:ind w:left="278" w:hanging="420"/>
        <w:rPr>
          <w:szCs w:val="22"/>
          <w:lang w:val="cs-CZ"/>
        </w:rPr>
      </w:pPr>
      <w:r w:rsidRPr="0009422E">
        <w:rPr>
          <w:color w:val="000000"/>
          <w:szCs w:val="22"/>
          <w:lang w:val="cs-CZ"/>
        </w:rPr>
        <w:t>2.</w:t>
      </w:r>
      <w:r w:rsidRPr="0009422E">
        <w:rPr>
          <w:color w:val="000000"/>
          <w:szCs w:val="22"/>
          <w:lang w:val="cs-CZ"/>
        </w:rPr>
        <w:tab/>
      </w:r>
      <w:r w:rsidR="006B6335" w:rsidRPr="0009422E">
        <w:rPr>
          <w:szCs w:val="22"/>
        </w:rPr>
        <w:t xml:space="preserve">Wykonawca nie jest zobowiązany do złożenia dokumentów potwierdzających należyte wykonanie </w:t>
      </w:r>
      <w:r w:rsidR="006B6335" w:rsidRPr="0009422E">
        <w:rPr>
          <w:szCs w:val="22"/>
          <w:u w:val="single"/>
        </w:rPr>
        <w:t>zadań wskazanych w Wykazie</w:t>
      </w:r>
      <w:r w:rsidR="006B6335" w:rsidRPr="0009422E">
        <w:rPr>
          <w:szCs w:val="22"/>
        </w:rPr>
        <w:t>, w przypadku</w:t>
      </w:r>
      <w:r w:rsidR="001A0130" w:rsidRPr="0009422E">
        <w:rPr>
          <w:szCs w:val="22"/>
        </w:rPr>
        <w:t>,</w:t>
      </w:r>
      <w:r w:rsidR="006B6335" w:rsidRPr="0009422E">
        <w:rPr>
          <w:szCs w:val="22"/>
        </w:rPr>
        <w:t xml:space="preserve"> gdy </w:t>
      </w:r>
      <w:r w:rsidR="001A0130" w:rsidRPr="0009422E">
        <w:rPr>
          <w:szCs w:val="22"/>
        </w:rPr>
        <w:t>Oddział PGNiG w Zielonej Górze</w:t>
      </w:r>
      <w:r w:rsidR="006B6335" w:rsidRPr="0009422E">
        <w:rPr>
          <w:szCs w:val="22"/>
        </w:rPr>
        <w:t xml:space="preserve"> </w:t>
      </w:r>
      <w:r w:rsidR="001A0130" w:rsidRPr="0009422E">
        <w:rPr>
          <w:rFonts w:cs="Arial"/>
          <w:szCs w:val="22"/>
        </w:rPr>
        <w:t>ORLEN SA</w:t>
      </w:r>
      <w:r w:rsidR="00C83C70" w:rsidRPr="0009422E">
        <w:rPr>
          <w:rFonts w:cs="Arial"/>
          <w:szCs w:val="22"/>
        </w:rPr>
        <w:t xml:space="preserve"> (przed dniem</w:t>
      </w:r>
      <w:r w:rsidR="001A0130" w:rsidRPr="0009422E">
        <w:rPr>
          <w:rFonts w:cs="Arial"/>
          <w:szCs w:val="22"/>
        </w:rPr>
        <w:t xml:space="preserve"> 02.11.22r.</w:t>
      </w:r>
      <w:r w:rsidR="007E3C00" w:rsidRPr="0009422E">
        <w:rPr>
          <w:rFonts w:cs="Arial"/>
          <w:szCs w:val="22"/>
        </w:rPr>
        <w:t xml:space="preserve"> -</w:t>
      </w:r>
      <w:r w:rsidR="001A0130" w:rsidRPr="0009422E">
        <w:rPr>
          <w:rFonts w:cs="Arial"/>
          <w:szCs w:val="22"/>
        </w:rPr>
        <w:t xml:space="preserve"> PGNiG SA </w:t>
      </w:r>
      <w:r w:rsidR="001A0130" w:rsidRPr="0009422E">
        <w:rPr>
          <w:szCs w:val="22"/>
        </w:rPr>
        <w:t>Oddział w Zielonej Górze</w:t>
      </w:r>
      <w:r w:rsidR="00C83C70" w:rsidRPr="0009422E">
        <w:rPr>
          <w:szCs w:val="22"/>
        </w:rPr>
        <w:t>),</w:t>
      </w:r>
      <w:r w:rsidR="001A0130" w:rsidRPr="0009422E">
        <w:rPr>
          <w:rFonts w:cs="Arial"/>
          <w:szCs w:val="22"/>
        </w:rPr>
        <w:t xml:space="preserve"> </w:t>
      </w:r>
      <w:r w:rsidR="00C83C70" w:rsidRPr="0009422E">
        <w:rPr>
          <w:szCs w:val="22"/>
        </w:rPr>
        <w:t xml:space="preserve">jest </w:t>
      </w:r>
      <w:r w:rsidR="006B6335" w:rsidRPr="0009422E">
        <w:rPr>
          <w:szCs w:val="22"/>
        </w:rPr>
        <w:t>podmiotem, na rzecz którego te zadania zostały wcześniej wykonane przez tego Wykonawcę</w:t>
      </w:r>
      <w:r w:rsidR="00FE127E" w:rsidRPr="0009422E">
        <w:rPr>
          <w:szCs w:val="22"/>
        </w:rPr>
        <w:t>)</w:t>
      </w:r>
      <w:r w:rsidR="006B6335" w:rsidRPr="0009422E">
        <w:rPr>
          <w:szCs w:val="22"/>
        </w:rPr>
        <w:t>.</w:t>
      </w:r>
    </w:p>
    <w:p w14:paraId="2104CDCE" w14:textId="77777777" w:rsidR="008B6961" w:rsidRDefault="008B6961" w:rsidP="008B6961">
      <w:pPr>
        <w:spacing w:line="240" w:lineRule="auto"/>
        <w:jc w:val="left"/>
        <w:rPr>
          <w:rFonts w:cs="Arial"/>
          <w:szCs w:val="22"/>
        </w:rPr>
      </w:pPr>
    </w:p>
    <w:p w14:paraId="50582935" w14:textId="77777777" w:rsidR="008B6961" w:rsidRPr="006A060C" w:rsidRDefault="008B6961" w:rsidP="008B6961">
      <w:pPr>
        <w:spacing w:line="240" w:lineRule="auto"/>
        <w:jc w:val="left"/>
        <w:rPr>
          <w:rFonts w:cs="Arial"/>
          <w:szCs w:val="22"/>
        </w:rPr>
      </w:pPr>
    </w:p>
    <w:p w14:paraId="679CF510" w14:textId="77777777" w:rsidR="005F3848" w:rsidRDefault="005F3848" w:rsidP="004933DA">
      <w:pPr>
        <w:spacing w:line="240" w:lineRule="auto"/>
        <w:jc w:val="left"/>
        <w:rPr>
          <w:rFonts w:cs="Arial"/>
          <w:szCs w:val="22"/>
        </w:rPr>
      </w:pPr>
    </w:p>
    <w:p w14:paraId="0B72673E" w14:textId="77777777" w:rsidR="005F3848" w:rsidRDefault="005F3848" w:rsidP="004933DA">
      <w:pPr>
        <w:spacing w:line="240" w:lineRule="auto"/>
        <w:jc w:val="left"/>
        <w:rPr>
          <w:rFonts w:cs="Arial"/>
          <w:szCs w:val="22"/>
        </w:rPr>
      </w:pPr>
    </w:p>
    <w:p w14:paraId="3EEF75BD" w14:textId="77777777" w:rsidR="005F3848" w:rsidRDefault="005F3848" w:rsidP="004933DA">
      <w:pPr>
        <w:spacing w:line="240" w:lineRule="auto"/>
        <w:jc w:val="left"/>
        <w:rPr>
          <w:rFonts w:cs="Arial"/>
          <w:szCs w:val="22"/>
        </w:rPr>
      </w:pPr>
    </w:p>
    <w:p w14:paraId="0384A0B1" w14:textId="77777777" w:rsidR="005F3848" w:rsidRPr="006A060C" w:rsidRDefault="005F3848" w:rsidP="004933DA">
      <w:pPr>
        <w:spacing w:line="240" w:lineRule="auto"/>
        <w:jc w:val="left"/>
        <w:rPr>
          <w:rFonts w:cs="Arial"/>
          <w:szCs w:val="22"/>
        </w:rPr>
      </w:pPr>
    </w:p>
    <w:p w14:paraId="12154F4A" w14:textId="77777777" w:rsidR="004933DA" w:rsidRPr="006A060C" w:rsidRDefault="004933DA" w:rsidP="004933DA">
      <w:pPr>
        <w:spacing w:line="240" w:lineRule="auto"/>
        <w:jc w:val="left"/>
        <w:rPr>
          <w:rFonts w:cs="Arial"/>
          <w:szCs w:val="22"/>
        </w:rPr>
      </w:pPr>
      <w:r w:rsidRPr="006A060C">
        <w:rPr>
          <w:rFonts w:cs="Arial"/>
          <w:szCs w:val="22"/>
        </w:rPr>
        <w:t>..........................</w:t>
      </w:r>
      <w:r>
        <w:rPr>
          <w:rFonts w:cs="Arial"/>
          <w:szCs w:val="22"/>
        </w:rPr>
        <w:t>....................</w:t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  <w:t>…….</w:t>
      </w:r>
      <w:r w:rsidRPr="006A060C">
        <w:rPr>
          <w:rFonts w:cs="Arial"/>
          <w:szCs w:val="22"/>
        </w:rPr>
        <w:t>……………………………………….</w:t>
      </w:r>
    </w:p>
    <w:p w14:paraId="568F8B12" w14:textId="77777777" w:rsidR="00C472E7" w:rsidRPr="00773F9D" w:rsidRDefault="00CF7655" w:rsidP="004933DA">
      <w:pPr>
        <w:widowControl w:val="0"/>
        <w:spacing w:line="240" w:lineRule="auto"/>
        <w:rPr>
          <w:rFonts w:cs="Arial"/>
          <w:szCs w:val="22"/>
        </w:rPr>
      </w:pPr>
      <w:r>
        <w:rPr>
          <w:rFonts w:cs="Arial"/>
          <w:szCs w:val="22"/>
        </w:rPr>
        <w:t xml:space="preserve">   </w:t>
      </w:r>
      <w:r w:rsidR="004933DA">
        <w:rPr>
          <w:rFonts w:cs="Arial"/>
          <w:szCs w:val="22"/>
        </w:rPr>
        <w:t xml:space="preserve">(data, miejscowość) </w:t>
      </w:r>
      <w:r w:rsidR="004933DA">
        <w:rPr>
          <w:rFonts w:cs="Arial"/>
          <w:szCs w:val="22"/>
        </w:rPr>
        <w:tab/>
      </w:r>
      <w:r w:rsidR="004933DA">
        <w:rPr>
          <w:rFonts w:cs="Arial"/>
          <w:szCs w:val="22"/>
        </w:rPr>
        <w:tab/>
      </w:r>
      <w:r w:rsidR="004933DA">
        <w:rPr>
          <w:rFonts w:cs="Arial"/>
          <w:szCs w:val="22"/>
        </w:rPr>
        <w:tab/>
      </w:r>
      <w:r w:rsidR="004933DA">
        <w:rPr>
          <w:rFonts w:cs="Arial"/>
          <w:szCs w:val="22"/>
        </w:rPr>
        <w:tab/>
      </w:r>
      <w:r w:rsidR="004933DA">
        <w:rPr>
          <w:rFonts w:cs="Arial"/>
          <w:szCs w:val="22"/>
        </w:rPr>
        <w:tab/>
      </w:r>
      <w:r w:rsidR="004933DA" w:rsidRPr="006A060C">
        <w:rPr>
          <w:rFonts w:cs="Arial"/>
          <w:szCs w:val="22"/>
        </w:rPr>
        <w:t>(podpis/-y</w:t>
      </w:r>
      <w:r w:rsidR="004933DA">
        <w:rPr>
          <w:rFonts w:cs="Arial"/>
          <w:szCs w:val="22"/>
        </w:rPr>
        <w:t>, pieczęć imienna</w:t>
      </w:r>
      <w:r w:rsidR="004933DA" w:rsidRPr="006A060C">
        <w:rPr>
          <w:rFonts w:cs="Arial"/>
          <w:szCs w:val="22"/>
        </w:rPr>
        <w:t>)</w:t>
      </w:r>
    </w:p>
    <w:p w14:paraId="5BD70C6D" w14:textId="77777777" w:rsidR="003B2B0A" w:rsidRDefault="003B2B0A" w:rsidP="00C312EC">
      <w:pPr>
        <w:rPr>
          <w:rFonts w:cs="Arial"/>
          <w:strike/>
          <w:szCs w:val="22"/>
          <w:lang w:eastAsia="ar-SA"/>
        </w:rPr>
      </w:pPr>
    </w:p>
    <w:p w14:paraId="64049819" w14:textId="77777777" w:rsidR="007008CD" w:rsidRDefault="007008CD" w:rsidP="00C312EC">
      <w:pPr>
        <w:rPr>
          <w:rFonts w:cs="Arial"/>
          <w:strike/>
          <w:szCs w:val="22"/>
          <w:lang w:eastAsia="ar-SA"/>
        </w:rPr>
      </w:pPr>
    </w:p>
    <w:p w14:paraId="1F4BE381" w14:textId="77777777" w:rsidR="007008CD" w:rsidRDefault="007008CD" w:rsidP="00C312EC">
      <w:pPr>
        <w:rPr>
          <w:rFonts w:cs="Arial"/>
          <w:strike/>
          <w:szCs w:val="22"/>
          <w:lang w:eastAsia="ar-SA"/>
        </w:rPr>
      </w:pPr>
    </w:p>
    <w:p w14:paraId="3D639F55" w14:textId="77777777" w:rsidR="00850E32" w:rsidRPr="000C0F49" w:rsidRDefault="002A286C" w:rsidP="00D82FA8">
      <w:pPr>
        <w:rPr>
          <w:b/>
          <w:bCs/>
        </w:rPr>
      </w:pPr>
      <w:r>
        <w:rPr>
          <w:b/>
          <w:bCs/>
        </w:rPr>
        <w:br w:type="page"/>
      </w:r>
      <w:r w:rsidR="005C1BDB" w:rsidRPr="00ED6B2F">
        <w:rPr>
          <w:b/>
          <w:lang w:val="cs-CZ"/>
        </w:rPr>
        <w:lastRenderedPageBreak/>
        <w:t xml:space="preserve">Załącznik </w:t>
      </w:r>
      <w:r w:rsidR="008D7E02">
        <w:rPr>
          <w:b/>
          <w:lang w:val="cs-CZ"/>
        </w:rPr>
        <w:t>nr 7</w:t>
      </w:r>
      <w:r w:rsidR="00D82FA8" w:rsidRPr="00181779">
        <w:rPr>
          <w:b/>
          <w:lang w:val="cs-CZ"/>
        </w:rPr>
        <w:t xml:space="preserve"> do </w:t>
      </w:r>
      <w:r w:rsidR="00A300C9">
        <w:rPr>
          <w:b/>
          <w:lang w:val="cs-CZ"/>
        </w:rPr>
        <w:t>SWZ</w:t>
      </w:r>
      <w:r w:rsidR="00850E32">
        <w:rPr>
          <w:b/>
          <w:lang w:val="cs-CZ"/>
        </w:rPr>
        <w:t xml:space="preserve"> </w:t>
      </w:r>
      <w:r w:rsidR="00BA498F">
        <w:rPr>
          <w:b/>
          <w:lang w:val="cs-CZ"/>
        </w:rPr>
        <w:t xml:space="preserve">– FORMULARZ - </w:t>
      </w:r>
      <w:r w:rsidR="00BA498F">
        <w:rPr>
          <w:b/>
          <w:bCs/>
        </w:rPr>
        <w:t xml:space="preserve">Oświadczenie w zakresie </w:t>
      </w:r>
      <w:r w:rsidR="00BA498F" w:rsidRPr="000C0F49">
        <w:rPr>
          <w:b/>
          <w:bCs/>
        </w:rPr>
        <w:t>Podwykonawców</w:t>
      </w:r>
      <w:r w:rsidR="00AF59C9" w:rsidRPr="000C0F49">
        <w:rPr>
          <w:b/>
          <w:bCs/>
        </w:rPr>
        <w:t xml:space="preserve"> – Lista Podwykonawców</w:t>
      </w:r>
    </w:p>
    <w:p w14:paraId="31E4670E" w14:textId="77777777" w:rsidR="00BA498F" w:rsidRPr="000C0F49" w:rsidRDefault="00BA498F" w:rsidP="00D82FA8">
      <w:pPr>
        <w:rPr>
          <w:b/>
          <w:lang w:val="cs-CZ"/>
        </w:rPr>
      </w:pPr>
    </w:p>
    <w:p w14:paraId="2252627F" w14:textId="77777777" w:rsidR="00BA498F" w:rsidRPr="000C0F49" w:rsidRDefault="00BA498F" w:rsidP="00BA498F">
      <w:pPr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after="100" w:line="240" w:lineRule="auto"/>
        <w:jc w:val="left"/>
        <w:rPr>
          <w:rFonts w:cs="Arial"/>
          <w:szCs w:val="22"/>
        </w:rPr>
      </w:pPr>
      <w:r w:rsidRPr="000C0F49">
        <w:rPr>
          <w:rFonts w:cs="Arial"/>
          <w:szCs w:val="22"/>
        </w:rPr>
        <w:t>.................................................</w:t>
      </w:r>
    </w:p>
    <w:p w14:paraId="4D9976E1" w14:textId="77777777" w:rsidR="00BA498F" w:rsidRPr="000C0F49" w:rsidRDefault="00BA498F" w:rsidP="00BA498F">
      <w:pPr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after="100" w:line="240" w:lineRule="auto"/>
        <w:jc w:val="left"/>
        <w:rPr>
          <w:rFonts w:cs="Arial"/>
          <w:szCs w:val="22"/>
        </w:rPr>
      </w:pPr>
      <w:r w:rsidRPr="000C0F49">
        <w:rPr>
          <w:rFonts w:cs="Arial"/>
          <w:szCs w:val="22"/>
        </w:rPr>
        <w:t>.................................................</w:t>
      </w:r>
    </w:p>
    <w:p w14:paraId="1372804A" w14:textId="77777777" w:rsidR="00BA498F" w:rsidRPr="000C0F49" w:rsidRDefault="00BA498F" w:rsidP="00BA498F">
      <w:pPr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after="100" w:line="240" w:lineRule="auto"/>
        <w:jc w:val="left"/>
        <w:rPr>
          <w:rFonts w:cs="Arial"/>
          <w:szCs w:val="22"/>
        </w:rPr>
      </w:pPr>
      <w:r w:rsidRPr="000C0F49">
        <w:rPr>
          <w:rFonts w:cs="Arial"/>
          <w:szCs w:val="22"/>
        </w:rPr>
        <w:t>(Nazwa i adres wykonawcy/ów)</w:t>
      </w:r>
    </w:p>
    <w:p w14:paraId="2AB05599" w14:textId="77777777" w:rsidR="00850E32" w:rsidRPr="000C0F49" w:rsidRDefault="00850E32" w:rsidP="00D82FA8">
      <w:pPr>
        <w:rPr>
          <w:b/>
          <w:lang w:val="cs-CZ"/>
        </w:rPr>
      </w:pPr>
    </w:p>
    <w:p w14:paraId="49D0A9B2" w14:textId="77777777" w:rsidR="00D82FA8" w:rsidRPr="000C0F49" w:rsidRDefault="00CE4469" w:rsidP="00850E32">
      <w:pPr>
        <w:jc w:val="center"/>
        <w:rPr>
          <w:b/>
          <w:bCs/>
        </w:rPr>
      </w:pPr>
      <w:r w:rsidRPr="000C0F49">
        <w:rPr>
          <w:b/>
          <w:bCs/>
        </w:rPr>
        <w:t>Oświadczenie w zakresie</w:t>
      </w:r>
      <w:r w:rsidR="00992020" w:rsidRPr="000C0F49">
        <w:rPr>
          <w:b/>
          <w:bCs/>
        </w:rPr>
        <w:t xml:space="preserve"> P</w:t>
      </w:r>
      <w:r w:rsidR="00D82FA8" w:rsidRPr="000C0F49">
        <w:rPr>
          <w:b/>
          <w:bCs/>
        </w:rPr>
        <w:t>odwykonawców</w:t>
      </w:r>
      <w:r w:rsidR="00AF59C9" w:rsidRPr="000C0F49">
        <w:rPr>
          <w:b/>
          <w:bCs/>
        </w:rPr>
        <w:t xml:space="preserve"> –</w:t>
      </w:r>
    </w:p>
    <w:p w14:paraId="650AE6B5" w14:textId="77777777" w:rsidR="00AF59C9" w:rsidRPr="000C0F49" w:rsidRDefault="00AF59C9" w:rsidP="00850E32">
      <w:pPr>
        <w:jc w:val="center"/>
        <w:rPr>
          <w:b/>
          <w:bCs/>
        </w:rPr>
      </w:pPr>
      <w:r w:rsidRPr="000C0F49">
        <w:rPr>
          <w:b/>
          <w:bCs/>
        </w:rPr>
        <w:t>Lista Podwykonawców</w:t>
      </w:r>
    </w:p>
    <w:p w14:paraId="6E418DCF" w14:textId="77777777" w:rsidR="000E020B" w:rsidRPr="00CF72D0" w:rsidRDefault="000E020B" w:rsidP="00D82FA8">
      <w:pPr>
        <w:rPr>
          <w:b/>
          <w:bCs/>
          <w:szCs w:val="22"/>
        </w:rPr>
      </w:pPr>
    </w:p>
    <w:p w14:paraId="63EA3928" w14:textId="77777777" w:rsidR="00AB095A" w:rsidRPr="00CF72D0" w:rsidRDefault="00AB095A" w:rsidP="00AB095A">
      <w:pPr>
        <w:rPr>
          <w:rFonts w:cs="Arial"/>
          <w:szCs w:val="22"/>
        </w:rPr>
      </w:pPr>
      <w:r w:rsidRPr="00CF72D0">
        <w:rPr>
          <w:rFonts w:cs="Arial"/>
          <w:szCs w:val="22"/>
        </w:rPr>
        <w:t>Składając ofertę w postępowaniu o udzielenie zamówienia, prowadzonym w trybie przetargu nieograniczonego na wykonanie zadania, pn.:</w:t>
      </w:r>
    </w:p>
    <w:p w14:paraId="2B9F9038" w14:textId="4BC8A3D7" w:rsidR="006C4E85" w:rsidRPr="00CF72D0" w:rsidRDefault="00591F7C" w:rsidP="006C4E85">
      <w:pPr>
        <w:rPr>
          <w:rFonts w:cs="Arial"/>
          <w:szCs w:val="22"/>
        </w:rPr>
      </w:pPr>
      <w:r w:rsidRPr="00CF72D0">
        <w:rPr>
          <w:rFonts w:cs="Arial"/>
          <w:b/>
          <w:szCs w:val="22"/>
        </w:rPr>
        <w:t>„</w:t>
      </w:r>
      <w:r w:rsidR="00C54975" w:rsidRPr="00C62C51">
        <w:rPr>
          <w:rFonts w:cs="Arial"/>
          <w:b/>
          <w:szCs w:val="22"/>
          <w:shd w:val="clear" w:color="auto" w:fill="FFFFFF"/>
        </w:rPr>
        <w:t>Modernizacja systemu sterowania dopalaczem Clausa na Kopalni Ropy Naftowej i Gazu Ziemnego Zielin</w:t>
      </w:r>
      <w:r w:rsidRPr="00CF72D0">
        <w:rPr>
          <w:rFonts w:cs="Arial"/>
          <w:b/>
          <w:szCs w:val="22"/>
        </w:rPr>
        <w:t>”</w:t>
      </w:r>
      <w:r w:rsidR="006C4E85" w:rsidRPr="00CF72D0">
        <w:rPr>
          <w:rFonts w:cs="Arial"/>
          <w:szCs w:val="22"/>
        </w:rPr>
        <w:t xml:space="preserve">, </w:t>
      </w:r>
    </w:p>
    <w:p w14:paraId="236C8245" w14:textId="77777777" w:rsidR="00C12346" w:rsidRPr="00CF72D0" w:rsidRDefault="00C12346" w:rsidP="00D82FA8">
      <w:pPr>
        <w:rPr>
          <w:rFonts w:cs="Arial"/>
          <w:szCs w:val="22"/>
        </w:rPr>
      </w:pPr>
    </w:p>
    <w:p w14:paraId="14CE6750" w14:textId="77777777" w:rsidR="008033F7" w:rsidRPr="0094395E" w:rsidRDefault="008033F7" w:rsidP="008033F7">
      <w:pPr>
        <w:rPr>
          <w:b/>
          <w:i/>
          <w:sz w:val="24"/>
        </w:rPr>
      </w:pPr>
      <w:r w:rsidRPr="008D16CB">
        <w:rPr>
          <w:b/>
          <w:i/>
          <w:color w:val="FF0000"/>
          <w:sz w:val="40"/>
          <w:szCs w:val="40"/>
        </w:rPr>
        <w:t>*</w:t>
      </w:r>
      <w:r w:rsidR="00AB095A" w:rsidRPr="0094395E">
        <w:rPr>
          <w:b/>
          <w:i/>
          <w:sz w:val="24"/>
        </w:rPr>
        <w:t>o</w:t>
      </w:r>
      <w:r w:rsidRPr="0094395E">
        <w:rPr>
          <w:b/>
          <w:i/>
          <w:sz w:val="24"/>
        </w:rPr>
        <w:t xml:space="preserve">świadczamy, że zadanie zrealizujemy sami / </w:t>
      </w:r>
      <w:r w:rsidR="00992020" w:rsidRPr="0094395E">
        <w:rPr>
          <w:b/>
          <w:i/>
          <w:sz w:val="24"/>
        </w:rPr>
        <w:t>przy udziale następujących P</w:t>
      </w:r>
      <w:r w:rsidRPr="0094395E">
        <w:rPr>
          <w:b/>
          <w:i/>
          <w:sz w:val="24"/>
        </w:rPr>
        <w:t>odwykonawców:</w:t>
      </w:r>
    </w:p>
    <w:p w14:paraId="4D5E1E29" w14:textId="77777777" w:rsidR="008033F7" w:rsidRPr="008033F7" w:rsidRDefault="008033F7" w:rsidP="008033F7">
      <w:pPr>
        <w:rPr>
          <w:b/>
          <w:i/>
        </w:rPr>
      </w:pPr>
    </w:p>
    <w:p w14:paraId="2EB7EA48" w14:textId="77777777" w:rsidR="008033F7" w:rsidRPr="008033F7" w:rsidRDefault="00A24C56" w:rsidP="008033F7">
      <w:pPr>
        <w:rPr>
          <w:i/>
        </w:rPr>
      </w:pPr>
      <w:r>
        <w:rPr>
          <w:i/>
        </w:rPr>
        <w:t>a)</w:t>
      </w:r>
      <w:r w:rsidR="008033F7" w:rsidRPr="008033F7">
        <w:rPr>
          <w:i/>
        </w:rPr>
        <w:t>   ....................................................................................................................................</w:t>
      </w:r>
    </w:p>
    <w:p w14:paraId="60A38866" w14:textId="77777777" w:rsidR="008033F7" w:rsidRPr="008033F7" w:rsidRDefault="009C34C0" w:rsidP="008033F7">
      <w:pPr>
        <w:rPr>
          <w:i/>
          <w:iCs/>
        </w:rPr>
      </w:pPr>
      <w:r>
        <w:rPr>
          <w:i/>
          <w:iCs/>
        </w:rPr>
        <w:t>(nazwa/firma, dokładny adres P</w:t>
      </w:r>
      <w:r w:rsidR="008033F7" w:rsidRPr="008033F7">
        <w:rPr>
          <w:i/>
          <w:iCs/>
        </w:rPr>
        <w:t>odwykonawcy, (zakres wykonywanych przez ten podmiot czynności)</w:t>
      </w:r>
    </w:p>
    <w:p w14:paraId="7CB48C64" w14:textId="77777777" w:rsidR="008033F7" w:rsidRPr="008033F7" w:rsidRDefault="008033F7" w:rsidP="008033F7">
      <w:pPr>
        <w:rPr>
          <w:i/>
        </w:rPr>
      </w:pPr>
      <w:r w:rsidRPr="008033F7">
        <w:rPr>
          <w:i/>
        </w:rPr>
        <w:t>b)   ...................................................................................................................................</w:t>
      </w:r>
    </w:p>
    <w:p w14:paraId="357AC247" w14:textId="77777777" w:rsidR="008033F7" w:rsidRDefault="009C34C0" w:rsidP="008033F7">
      <w:pPr>
        <w:rPr>
          <w:i/>
          <w:iCs/>
        </w:rPr>
      </w:pPr>
      <w:r>
        <w:rPr>
          <w:i/>
          <w:iCs/>
        </w:rPr>
        <w:t>(nazwa/firma, dokładny adres P</w:t>
      </w:r>
      <w:r w:rsidR="008033F7" w:rsidRPr="008033F7">
        <w:rPr>
          <w:i/>
          <w:iCs/>
        </w:rPr>
        <w:t>odwykonawcy, zakres wykonywanych przez ten podmiot czynności)</w:t>
      </w:r>
      <w:r w:rsidR="00B505C0">
        <w:rPr>
          <w:i/>
          <w:iCs/>
        </w:rPr>
        <w:t>,</w:t>
      </w:r>
    </w:p>
    <w:p w14:paraId="417BF1A3" w14:textId="77777777" w:rsidR="00D82FA8" w:rsidRPr="00E919B1" w:rsidRDefault="00D82FA8" w:rsidP="00D82FA8">
      <w:pPr>
        <w:rPr>
          <w:b/>
          <w:color w:val="00B050"/>
        </w:rPr>
      </w:pPr>
    </w:p>
    <w:p w14:paraId="4AF1DDDE" w14:textId="77777777" w:rsidR="005C10E2" w:rsidRDefault="005C10E2" w:rsidP="00D82FA8">
      <w:pPr>
        <w:rPr>
          <w:b/>
        </w:rPr>
      </w:pPr>
    </w:p>
    <w:p w14:paraId="3BD97DD1" w14:textId="77777777" w:rsidR="00FF7AC7" w:rsidRPr="0078557C" w:rsidRDefault="0078029B" w:rsidP="00D82FA8">
      <w:pPr>
        <w:rPr>
          <w:b/>
        </w:rPr>
      </w:pPr>
      <w:r w:rsidRPr="0078557C">
        <w:rPr>
          <w:b/>
        </w:rPr>
        <w:t xml:space="preserve">W załączeniu odpis/y z </w:t>
      </w:r>
      <w:proofErr w:type="spellStart"/>
      <w:r w:rsidRPr="0078557C">
        <w:rPr>
          <w:b/>
        </w:rPr>
        <w:t>KRSu</w:t>
      </w:r>
      <w:proofErr w:type="spellEnd"/>
      <w:r w:rsidR="00FF7AC7" w:rsidRPr="0078557C">
        <w:rPr>
          <w:b/>
        </w:rPr>
        <w:t xml:space="preserve"> albo CEIDG</w:t>
      </w:r>
      <w:r w:rsidR="00992020">
        <w:rPr>
          <w:b/>
        </w:rPr>
        <w:t xml:space="preserve"> ww. P</w:t>
      </w:r>
      <w:r w:rsidR="00FF7AC7" w:rsidRPr="0078557C">
        <w:rPr>
          <w:b/>
        </w:rPr>
        <w:t>odwykonawcy/ów</w:t>
      </w:r>
    </w:p>
    <w:p w14:paraId="21BC918C" w14:textId="77777777" w:rsidR="00D82FA8" w:rsidRDefault="00D82FA8" w:rsidP="00D82FA8">
      <w:pPr>
        <w:rPr>
          <w:b/>
        </w:rPr>
      </w:pPr>
    </w:p>
    <w:p w14:paraId="5A285A6F" w14:textId="77777777" w:rsidR="00A22935" w:rsidRDefault="006A060C" w:rsidP="008033F7">
      <w:pPr>
        <w:rPr>
          <w:b/>
          <w:u w:val="single"/>
        </w:rPr>
      </w:pPr>
      <w:r>
        <w:rPr>
          <w:szCs w:val="22"/>
        </w:rPr>
        <w:t>Ponadto, o</w:t>
      </w:r>
      <w:r w:rsidRPr="007A52B0">
        <w:rPr>
          <w:szCs w:val="22"/>
        </w:rPr>
        <w:t>świadczamy, że zgadzamy się na zatwierdz</w:t>
      </w:r>
      <w:r w:rsidR="0035576D">
        <w:rPr>
          <w:szCs w:val="22"/>
        </w:rPr>
        <w:t>enie przez Zamawiającego listy P</w:t>
      </w:r>
      <w:r w:rsidRPr="007A52B0">
        <w:rPr>
          <w:szCs w:val="22"/>
        </w:rPr>
        <w:t>odwykonawców, a także zakresu wykonywanych przez nich czynności</w:t>
      </w:r>
      <w:r>
        <w:rPr>
          <w:szCs w:val="22"/>
        </w:rPr>
        <w:t>.</w:t>
      </w:r>
    </w:p>
    <w:p w14:paraId="59224577" w14:textId="77777777" w:rsidR="00A22935" w:rsidRDefault="00A22935" w:rsidP="008033F7">
      <w:pPr>
        <w:rPr>
          <w:b/>
          <w:u w:val="single"/>
        </w:rPr>
      </w:pPr>
    </w:p>
    <w:p w14:paraId="12CFCAB6" w14:textId="77777777" w:rsidR="008033F7" w:rsidRPr="008D16CB" w:rsidRDefault="008033F7" w:rsidP="008033F7">
      <w:pPr>
        <w:rPr>
          <w:b/>
          <w:i/>
          <w:color w:val="FF0000"/>
          <w:sz w:val="20"/>
          <w:szCs w:val="20"/>
          <w:u w:val="single"/>
        </w:rPr>
      </w:pPr>
      <w:r w:rsidRPr="008D16CB">
        <w:rPr>
          <w:b/>
          <w:i/>
          <w:color w:val="FF0000"/>
          <w:sz w:val="20"/>
          <w:szCs w:val="20"/>
          <w:u w:val="single"/>
        </w:rPr>
        <w:t>* niepotrzebne skreślić</w:t>
      </w:r>
    </w:p>
    <w:p w14:paraId="48A071D9" w14:textId="77777777" w:rsidR="008033F7" w:rsidRPr="00D82FA8" w:rsidRDefault="008033F7" w:rsidP="00D82FA8">
      <w:pPr>
        <w:rPr>
          <w:b/>
        </w:rPr>
      </w:pPr>
    </w:p>
    <w:p w14:paraId="4E3C617B" w14:textId="77777777" w:rsidR="008033F7" w:rsidRDefault="008033F7" w:rsidP="00D82FA8">
      <w:pPr>
        <w:rPr>
          <w:b/>
        </w:rPr>
      </w:pPr>
    </w:p>
    <w:p w14:paraId="7D7488BE" w14:textId="77777777" w:rsidR="008B6961" w:rsidRPr="006A060C" w:rsidRDefault="008B6961" w:rsidP="008B6961">
      <w:pPr>
        <w:spacing w:line="240" w:lineRule="auto"/>
        <w:jc w:val="left"/>
        <w:rPr>
          <w:rFonts w:cs="Arial"/>
          <w:szCs w:val="22"/>
        </w:rPr>
      </w:pPr>
    </w:p>
    <w:p w14:paraId="7AAED1CA" w14:textId="77777777" w:rsidR="004933DA" w:rsidRPr="006A060C" w:rsidRDefault="004933DA" w:rsidP="004933DA">
      <w:pPr>
        <w:spacing w:line="240" w:lineRule="auto"/>
        <w:jc w:val="left"/>
        <w:rPr>
          <w:rFonts w:cs="Arial"/>
          <w:szCs w:val="22"/>
        </w:rPr>
      </w:pPr>
    </w:p>
    <w:p w14:paraId="1FB31A76" w14:textId="77777777" w:rsidR="004933DA" w:rsidRPr="006A060C" w:rsidRDefault="004933DA" w:rsidP="004933DA">
      <w:pPr>
        <w:spacing w:line="240" w:lineRule="auto"/>
        <w:jc w:val="left"/>
        <w:rPr>
          <w:rFonts w:cs="Arial"/>
          <w:szCs w:val="22"/>
        </w:rPr>
      </w:pPr>
      <w:r w:rsidRPr="006A060C">
        <w:rPr>
          <w:rFonts w:cs="Arial"/>
          <w:szCs w:val="22"/>
        </w:rPr>
        <w:t>..........................</w:t>
      </w:r>
      <w:r>
        <w:rPr>
          <w:rFonts w:cs="Arial"/>
          <w:szCs w:val="22"/>
        </w:rPr>
        <w:t>....................</w:t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  <w:t>…….</w:t>
      </w:r>
      <w:r w:rsidRPr="006A060C">
        <w:rPr>
          <w:rFonts w:cs="Arial"/>
          <w:szCs w:val="22"/>
        </w:rPr>
        <w:t>……………………………………….</w:t>
      </w:r>
    </w:p>
    <w:p w14:paraId="350ADFE2" w14:textId="77777777" w:rsidR="006A060C" w:rsidRDefault="004933DA" w:rsidP="004933DA">
      <w:pPr>
        <w:rPr>
          <w:rFonts w:cs="Arial"/>
          <w:szCs w:val="22"/>
        </w:rPr>
      </w:pPr>
      <w:r>
        <w:rPr>
          <w:rFonts w:cs="Arial"/>
          <w:szCs w:val="22"/>
        </w:rPr>
        <w:t xml:space="preserve">(data, miejscowość) </w:t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 w:rsidRPr="006A060C">
        <w:rPr>
          <w:rFonts w:cs="Arial"/>
          <w:szCs w:val="22"/>
        </w:rPr>
        <w:t>(podpis/-y</w:t>
      </w:r>
      <w:r>
        <w:rPr>
          <w:rFonts w:cs="Arial"/>
          <w:szCs w:val="22"/>
        </w:rPr>
        <w:t>, pieczęć imienna</w:t>
      </w:r>
      <w:r w:rsidRPr="006A060C">
        <w:rPr>
          <w:rFonts w:cs="Arial"/>
          <w:szCs w:val="22"/>
        </w:rPr>
        <w:t>)</w:t>
      </w:r>
    </w:p>
    <w:p w14:paraId="7D3BB1B9" w14:textId="77777777" w:rsidR="004160B5" w:rsidRDefault="004160B5" w:rsidP="004933DA">
      <w:pPr>
        <w:rPr>
          <w:b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76"/>
      </w:tblGrid>
      <w:tr w:rsidR="004160B5" w:rsidRPr="00F12F31" w14:paraId="75B8609E" w14:textId="77777777" w:rsidTr="00A24C56">
        <w:trPr>
          <w:jc w:val="center"/>
        </w:trPr>
        <w:tc>
          <w:tcPr>
            <w:tcW w:w="9812" w:type="dxa"/>
            <w:shd w:val="clear" w:color="auto" w:fill="auto"/>
          </w:tcPr>
          <w:p w14:paraId="761DF120" w14:textId="77777777" w:rsidR="004160B5" w:rsidRPr="006E095A" w:rsidRDefault="004160B5" w:rsidP="00D82FA8">
            <w:pPr>
              <w:rPr>
                <w:b/>
                <w:highlight w:val="yellow"/>
              </w:rPr>
            </w:pPr>
            <w:r w:rsidRPr="0049628C">
              <w:rPr>
                <w:sz w:val="18"/>
                <w:szCs w:val="18"/>
              </w:rPr>
              <w:t>UWAGA: Lista Podwykonawców winna obejmować również podmiot/-y udostępniające swoje zasoby w  Postępowaniu – jeśli dotyczy.</w:t>
            </w:r>
          </w:p>
        </w:tc>
      </w:tr>
    </w:tbl>
    <w:p w14:paraId="3D5F8150" w14:textId="77777777" w:rsidR="00264D15" w:rsidRDefault="006A060C" w:rsidP="00D96307">
      <w:pPr>
        <w:tabs>
          <w:tab w:val="left" w:pos="360"/>
          <w:tab w:val="num" w:pos="900"/>
        </w:tabs>
        <w:spacing w:line="240" w:lineRule="auto"/>
        <w:rPr>
          <w:rFonts w:eastAsia="Arial Unicode MS" w:cs="Arial"/>
          <w:b/>
          <w:bCs/>
          <w:szCs w:val="22"/>
        </w:rPr>
      </w:pPr>
      <w:r>
        <w:rPr>
          <w:rFonts w:eastAsia="Arial Unicode MS" w:cs="Arial"/>
          <w:b/>
          <w:bCs/>
          <w:szCs w:val="22"/>
        </w:rPr>
        <w:br w:type="page"/>
      </w:r>
    </w:p>
    <w:p w14:paraId="13F0B3E8" w14:textId="77777777" w:rsidR="00984EC5" w:rsidRDefault="008D7E02" w:rsidP="00984EC5">
      <w:pPr>
        <w:tabs>
          <w:tab w:val="left" w:pos="360"/>
          <w:tab w:val="num" w:pos="900"/>
        </w:tabs>
        <w:spacing w:line="240" w:lineRule="auto"/>
        <w:rPr>
          <w:rFonts w:cs="Arial"/>
          <w:szCs w:val="22"/>
        </w:rPr>
      </w:pPr>
      <w:r>
        <w:rPr>
          <w:rFonts w:cs="Arial"/>
          <w:b/>
          <w:szCs w:val="22"/>
        </w:rPr>
        <w:lastRenderedPageBreak/>
        <w:t>Załącznik nr 8</w:t>
      </w:r>
      <w:r w:rsidR="00984EC5" w:rsidRPr="00DB0D97">
        <w:rPr>
          <w:rFonts w:cs="Arial"/>
          <w:b/>
          <w:szCs w:val="22"/>
        </w:rPr>
        <w:t xml:space="preserve"> do SWZ</w:t>
      </w:r>
      <w:r w:rsidR="00984EC5" w:rsidRPr="00F865DA">
        <w:rPr>
          <w:rFonts w:cs="Arial"/>
          <w:szCs w:val="22"/>
        </w:rPr>
        <w:t xml:space="preserve"> – Zobowiązanie podmiotu</w:t>
      </w:r>
      <w:r w:rsidR="00984EC5">
        <w:rPr>
          <w:rFonts w:cs="Arial"/>
          <w:szCs w:val="22"/>
        </w:rPr>
        <w:t>,</w:t>
      </w:r>
      <w:r w:rsidR="00984EC5" w:rsidRPr="00F865DA">
        <w:rPr>
          <w:rFonts w:cs="Arial"/>
          <w:szCs w:val="22"/>
        </w:rPr>
        <w:t xml:space="preserve"> na zasobach, którego Wykonawca będzie polegał </w:t>
      </w:r>
    </w:p>
    <w:p w14:paraId="14327698" w14:textId="77777777" w:rsidR="00984EC5" w:rsidRPr="00F865DA" w:rsidRDefault="00984EC5" w:rsidP="00984EC5">
      <w:pPr>
        <w:tabs>
          <w:tab w:val="left" w:pos="360"/>
          <w:tab w:val="num" w:pos="900"/>
        </w:tabs>
        <w:spacing w:line="240" w:lineRule="auto"/>
        <w:rPr>
          <w:rFonts w:cs="Arial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44"/>
      </w:tblGrid>
      <w:tr w:rsidR="00984EC5" w:rsidRPr="004C772A" w14:paraId="61D2371C" w14:textId="77777777" w:rsidTr="00861D5D">
        <w:tc>
          <w:tcPr>
            <w:tcW w:w="8644" w:type="dxa"/>
            <w:shd w:val="clear" w:color="auto" w:fill="auto"/>
          </w:tcPr>
          <w:p w14:paraId="6EFC583E" w14:textId="77777777" w:rsidR="00984EC5" w:rsidRPr="004C772A" w:rsidRDefault="00984EC5" w:rsidP="00861D5D">
            <w:pPr>
              <w:spacing w:line="240" w:lineRule="auto"/>
              <w:jc w:val="left"/>
              <w:rPr>
                <w:rFonts w:cs="Arial"/>
                <w:sz w:val="16"/>
                <w:szCs w:val="16"/>
              </w:rPr>
            </w:pPr>
            <w:r w:rsidRPr="004C772A">
              <w:rPr>
                <w:rFonts w:cs="Arial"/>
                <w:sz w:val="16"/>
                <w:szCs w:val="16"/>
              </w:rPr>
              <w:t>UWAGA: Niniejsze zobowiązanie wypełnia inny podmiot w przypadku, gdy Wykonawca polega na jego zasobach w celu wykazania spełnienia warunku doświadczenia.</w:t>
            </w:r>
          </w:p>
        </w:tc>
      </w:tr>
    </w:tbl>
    <w:p w14:paraId="58991F49" w14:textId="77777777" w:rsidR="00984EC5" w:rsidRPr="00C41F51" w:rsidRDefault="00984EC5" w:rsidP="00984EC5">
      <w:pPr>
        <w:widowControl w:val="0"/>
        <w:suppressAutoHyphens/>
        <w:jc w:val="center"/>
        <w:rPr>
          <w:rFonts w:cs="Arial"/>
          <w:b/>
          <w:bCs/>
          <w:kern w:val="2"/>
          <w:sz w:val="18"/>
          <w:szCs w:val="18"/>
          <w:lang w:eastAsia="ar-SA"/>
        </w:rPr>
      </w:pPr>
    </w:p>
    <w:p w14:paraId="055225DD" w14:textId="77777777" w:rsidR="00984EC5" w:rsidRPr="00CA04FE" w:rsidRDefault="00984EC5" w:rsidP="00984EC5">
      <w:pPr>
        <w:spacing w:line="240" w:lineRule="auto"/>
        <w:jc w:val="left"/>
        <w:rPr>
          <w:rFonts w:cs="Arial"/>
          <w:sz w:val="20"/>
          <w:szCs w:val="20"/>
        </w:rPr>
      </w:pPr>
      <w:r w:rsidRPr="00C41F51">
        <w:rPr>
          <w:rFonts w:cs="Arial"/>
          <w:sz w:val="18"/>
          <w:szCs w:val="18"/>
        </w:rPr>
        <w:tab/>
      </w:r>
      <w:r w:rsidRPr="00C41F51">
        <w:rPr>
          <w:rFonts w:cs="Arial"/>
          <w:sz w:val="18"/>
          <w:szCs w:val="18"/>
        </w:rPr>
        <w:tab/>
      </w:r>
      <w:r w:rsidRPr="00C41F51">
        <w:rPr>
          <w:rFonts w:cs="Arial"/>
          <w:sz w:val="18"/>
          <w:szCs w:val="18"/>
        </w:rPr>
        <w:tab/>
      </w:r>
      <w:r w:rsidRPr="00C41F51">
        <w:rPr>
          <w:rFonts w:cs="Arial"/>
          <w:sz w:val="18"/>
          <w:szCs w:val="18"/>
        </w:rPr>
        <w:tab/>
      </w:r>
      <w:r w:rsidRPr="00C41F51">
        <w:rPr>
          <w:rFonts w:cs="Arial"/>
          <w:sz w:val="18"/>
          <w:szCs w:val="18"/>
        </w:rPr>
        <w:tab/>
      </w:r>
      <w:r w:rsidRPr="00C41F51">
        <w:rPr>
          <w:rFonts w:cs="Arial"/>
          <w:sz w:val="18"/>
          <w:szCs w:val="18"/>
        </w:rPr>
        <w:tab/>
      </w:r>
      <w:r w:rsidRPr="00C41F51">
        <w:rPr>
          <w:rFonts w:cs="Arial"/>
          <w:sz w:val="18"/>
          <w:szCs w:val="18"/>
        </w:rPr>
        <w:tab/>
      </w:r>
      <w:r w:rsidRPr="00CA04FE">
        <w:rPr>
          <w:rFonts w:cs="Arial"/>
          <w:sz w:val="20"/>
          <w:szCs w:val="20"/>
        </w:rPr>
        <w:t xml:space="preserve">.................................................. </w:t>
      </w:r>
    </w:p>
    <w:p w14:paraId="3B8349CE" w14:textId="77777777" w:rsidR="00984EC5" w:rsidRPr="00CA04FE" w:rsidRDefault="00984EC5" w:rsidP="00984EC5">
      <w:pPr>
        <w:spacing w:line="240" w:lineRule="auto"/>
        <w:jc w:val="left"/>
        <w:rPr>
          <w:rFonts w:cs="Arial"/>
          <w:sz w:val="20"/>
          <w:szCs w:val="20"/>
        </w:rPr>
      </w:pPr>
      <w:r w:rsidRPr="00CA04FE">
        <w:rPr>
          <w:rFonts w:cs="Arial"/>
          <w:sz w:val="20"/>
          <w:szCs w:val="20"/>
        </w:rPr>
        <w:tab/>
      </w:r>
      <w:r w:rsidRPr="00CA04FE">
        <w:rPr>
          <w:rFonts w:cs="Arial"/>
          <w:sz w:val="20"/>
          <w:szCs w:val="20"/>
        </w:rPr>
        <w:tab/>
      </w:r>
      <w:r w:rsidRPr="00CA04FE">
        <w:rPr>
          <w:rFonts w:cs="Arial"/>
          <w:sz w:val="20"/>
          <w:szCs w:val="20"/>
        </w:rPr>
        <w:tab/>
      </w:r>
      <w:r w:rsidRPr="00CA04FE">
        <w:rPr>
          <w:rFonts w:cs="Arial"/>
          <w:sz w:val="20"/>
          <w:szCs w:val="20"/>
        </w:rPr>
        <w:tab/>
      </w:r>
      <w:r w:rsidRPr="00CA04FE">
        <w:rPr>
          <w:rFonts w:cs="Arial"/>
          <w:sz w:val="20"/>
          <w:szCs w:val="20"/>
        </w:rPr>
        <w:tab/>
      </w:r>
      <w:r w:rsidRPr="00CA04FE">
        <w:rPr>
          <w:rFonts w:cs="Arial"/>
          <w:sz w:val="20"/>
          <w:szCs w:val="20"/>
        </w:rPr>
        <w:tab/>
      </w:r>
      <w:r w:rsidRPr="00CA04FE">
        <w:rPr>
          <w:rFonts w:cs="Arial"/>
          <w:sz w:val="20"/>
          <w:szCs w:val="20"/>
        </w:rPr>
        <w:tab/>
      </w:r>
      <w:r w:rsidRPr="00CA04FE">
        <w:rPr>
          <w:rFonts w:cs="Arial"/>
          <w:sz w:val="20"/>
          <w:szCs w:val="20"/>
        </w:rPr>
        <w:tab/>
        <w:t>(miejscowość, dnia)</w:t>
      </w:r>
    </w:p>
    <w:p w14:paraId="36B3385B" w14:textId="77777777" w:rsidR="00984EC5" w:rsidRPr="00CA04FE" w:rsidRDefault="00984EC5" w:rsidP="00984EC5">
      <w:pPr>
        <w:spacing w:line="240" w:lineRule="auto"/>
        <w:jc w:val="left"/>
        <w:rPr>
          <w:rFonts w:cs="Arial"/>
          <w:sz w:val="20"/>
          <w:szCs w:val="20"/>
        </w:rPr>
      </w:pPr>
      <w:r w:rsidRPr="00CA04FE">
        <w:rPr>
          <w:rFonts w:cs="Arial"/>
          <w:sz w:val="20"/>
          <w:szCs w:val="20"/>
        </w:rPr>
        <w:t>Nazwa firmy :</w:t>
      </w:r>
    </w:p>
    <w:p w14:paraId="1485D0B4" w14:textId="77777777" w:rsidR="00984EC5" w:rsidRPr="00CA04FE" w:rsidRDefault="00984EC5" w:rsidP="00984EC5">
      <w:pPr>
        <w:spacing w:line="240" w:lineRule="auto"/>
        <w:jc w:val="left"/>
        <w:rPr>
          <w:rFonts w:cs="Arial"/>
          <w:sz w:val="20"/>
          <w:szCs w:val="20"/>
        </w:rPr>
      </w:pPr>
      <w:r w:rsidRPr="00CA04FE">
        <w:rPr>
          <w:rFonts w:cs="Arial"/>
          <w:sz w:val="20"/>
          <w:szCs w:val="20"/>
        </w:rPr>
        <w:t>…………………………</w:t>
      </w:r>
    </w:p>
    <w:p w14:paraId="6CA45477" w14:textId="77777777" w:rsidR="00984EC5" w:rsidRPr="00CA04FE" w:rsidRDefault="00984EC5" w:rsidP="00984EC5">
      <w:pPr>
        <w:spacing w:line="240" w:lineRule="auto"/>
        <w:jc w:val="left"/>
        <w:rPr>
          <w:rFonts w:cs="Arial"/>
          <w:sz w:val="20"/>
          <w:szCs w:val="20"/>
        </w:rPr>
      </w:pPr>
      <w:r w:rsidRPr="00CA04FE">
        <w:rPr>
          <w:rFonts w:cs="Arial"/>
          <w:sz w:val="20"/>
          <w:szCs w:val="20"/>
        </w:rPr>
        <w:t>…………………………</w:t>
      </w:r>
    </w:p>
    <w:p w14:paraId="77495994" w14:textId="77777777" w:rsidR="00984EC5" w:rsidRPr="00CA04FE" w:rsidRDefault="00984EC5" w:rsidP="00984EC5">
      <w:pPr>
        <w:spacing w:line="240" w:lineRule="auto"/>
        <w:jc w:val="left"/>
        <w:rPr>
          <w:rFonts w:cs="Arial"/>
          <w:sz w:val="20"/>
          <w:szCs w:val="20"/>
        </w:rPr>
      </w:pPr>
      <w:r w:rsidRPr="00CA04FE">
        <w:rPr>
          <w:rFonts w:cs="Arial"/>
          <w:sz w:val="20"/>
          <w:szCs w:val="20"/>
        </w:rPr>
        <w:t>Adres siedziby:</w:t>
      </w:r>
    </w:p>
    <w:p w14:paraId="53FE88D0" w14:textId="77777777" w:rsidR="00984EC5" w:rsidRPr="00CA04FE" w:rsidRDefault="00984EC5" w:rsidP="00984EC5">
      <w:pPr>
        <w:spacing w:line="240" w:lineRule="auto"/>
        <w:jc w:val="left"/>
        <w:rPr>
          <w:rFonts w:cs="Arial"/>
          <w:sz w:val="20"/>
          <w:szCs w:val="20"/>
        </w:rPr>
      </w:pPr>
      <w:r w:rsidRPr="00CA04FE">
        <w:rPr>
          <w:rFonts w:cs="Arial"/>
          <w:sz w:val="20"/>
          <w:szCs w:val="20"/>
        </w:rPr>
        <w:t>…………………………</w:t>
      </w:r>
    </w:p>
    <w:p w14:paraId="66D36BC0" w14:textId="77777777" w:rsidR="00984EC5" w:rsidRPr="00CA04FE" w:rsidRDefault="00984EC5" w:rsidP="00176D1C">
      <w:pPr>
        <w:tabs>
          <w:tab w:val="left" w:pos="8390"/>
        </w:tabs>
        <w:spacing w:line="240" w:lineRule="auto"/>
        <w:jc w:val="left"/>
        <w:rPr>
          <w:rFonts w:cs="Arial"/>
          <w:sz w:val="20"/>
          <w:szCs w:val="20"/>
        </w:rPr>
      </w:pPr>
      <w:r w:rsidRPr="00CA04FE">
        <w:rPr>
          <w:rFonts w:cs="Arial"/>
          <w:sz w:val="20"/>
          <w:szCs w:val="20"/>
        </w:rPr>
        <w:t>…………………………</w:t>
      </w:r>
      <w:r w:rsidR="00176D1C">
        <w:rPr>
          <w:rFonts w:cs="Arial"/>
          <w:sz w:val="20"/>
          <w:szCs w:val="20"/>
        </w:rPr>
        <w:tab/>
      </w:r>
    </w:p>
    <w:p w14:paraId="57D99CEF" w14:textId="77777777" w:rsidR="00984EC5" w:rsidRPr="00CA04FE" w:rsidRDefault="00984EC5" w:rsidP="00984EC5">
      <w:pPr>
        <w:spacing w:line="240" w:lineRule="auto"/>
        <w:jc w:val="left"/>
        <w:rPr>
          <w:rFonts w:cs="Arial"/>
          <w:sz w:val="20"/>
          <w:szCs w:val="20"/>
        </w:rPr>
      </w:pPr>
      <w:r w:rsidRPr="00CA04FE">
        <w:rPr>
          <w:rFonts w:cs="Arial"/>
          <w:sz w:val="20"/>
          <w:szCs w:val="20"/>
        </w:rPr>
        <w:t xml:space="preserve">dane kontaktowe: </w:t>
      </w:r>
    </w:p>
    <w:p w14:paraId="52666426" w14:textId="77777777" w:rsidR="00984EC5" w:rsidRPr="00CA04FE" w:rsidRDefault="00984EC5" w:rsidP="00984EC5">
      <w:pPr>
        <w:spacing w:line="240" w:lineRule="auto"/>
        <w:jc w:val="left"/>
        <w:rPr>
          <w:rFonts w:cs="Arial"/>
          <w:sz w:val="20"/>
          <w:szCs w:val="20"/>
        </w:rPr>
      </w:pPr>
      <w:r w:rsidRPr="00CA04FE">
        <w:rPr>
          <w:rFonts w:cs="Arial"/>
          <w:sz w:val="20"/>
          <w:szCs w:val="20"/>
        </w:rPr>
        <w:t>e-mail: ………………….</w:t>
      </w:r>
    </w:p>
    <w:p w14:paraId="3D1CF227" w14:textId="77777777" w:rsidR="00984EC5" w:rsidRPr="00CA04FE" w:rsidRDefault="00984EC5" w:rsidP="00984EC5">
      <w:pPr>
        <w:spacing w:line="240" w:lineRule="auto"/>
        <w:jc w:val="left"/>
        <w:rPr>
          <w:rFonts w:cs="Arial"/>
          <w:sz w:val="20"/>
          <w:szCs w:val="20"/>
        </w:rPr>
      </w:pPr>
      <w:r w:rsidRPr="00CA04FE">
        <w:rPr>
          <w:rFonts w:cs="Arial"/>
          <w:sz w:val="20"/>
          <w:szCs w:val="20"/>
        </w:rPr>
        <w:t>nr tel.: ………………….</w:t>
      </w:r>
    </w:p>
    <w:p w14:paraId="1A828EAC" w14:textId="77777777" w:rsidR="00984EC5" w:rsidRDefault="00984EC5" w:rsidP="00984EC5">
      <w:pPr>
        <w:widowControl w:val="0"/>
        <w:suppressAutoHyphens/>
        <w:spacing w:line="360" w:lineRule="auto"/>
        <w:jc w:val="center"/>
        <w:rPr>
          <w:rFonts w:cs="Arial"/>
          <w:b/>
          <w:bCs/>
          <w:kern w:val="2"/>
          <w:sz w:val="20"/>
          <w:szCs w:val="20"/>
          <w:lang w:eastAsia="ar-SA"/>
        </w:rPr>
      </w:pPr>
    </w:p>
    <w:p w14:paraId="1DA8216C" w14:textId="77777777" w:rsidR="00984EC5" w:rsidRPr="00CA04FE" w:rsidRDefault="00984EC5" w:rsidP="00984EC5">
      <w:pPr>
        <w:widowControl w:val="0"/>
        <w:suppressAutoHyphens/>
        <w:spacing w:line="360" w:lineRule="auto"/>
        <w:jc w:val="center"/>
        <w:rPr>
          <w:rFonts w:cs="Arial"/>
          <w:b/>
          <w:bCs/>
          <w:kern w:val="2"/>
          <w:sz w:val="20"/>
          <w:szCs w:val="20"/>
          <w:lang w:eastAsia="ar-SA"/>
        </w:rPr>
      </w:pPr>
      <w:r w:rsidRPr="00CA04FE">
        <w:rPr>
          <w:rFonts w:cs="Arial"/>
          <w:b/>
          <w:bCs/>
          <w:kern w:val="2"/>
          <w:sz w:val="20"/>
          <w:szCs w:val="20"/>
          <w:lang w:eastAsia="ar-SA"/>
        </w:rPr>
        <w:t>ZOBOWIĄZANIE</w:t>
      </w:r>
    </w:p>
    <w:p w14:paraId="5616E3E8" w14:textId="77777777" w:rsidR="00984EC5" w:rsidRPr="00A67837" w:rsidRDefault="00984EC5" w:rsidP="00984EC5">
      <w:pPr>
        <w:spacing w:line="360" w:lineRule="auto"/>
        <w:jc w:val="center"/>
        <w:rPr>
          <w:rFonts w:cs="Arial"/>
          <w:b/>
          <w:bCs/>
          <w:i/>
          <w:kern w:val="2"/>
          <w:sz w:val="20"/>
          <w:szCs w:val="20"/>
          <w:lang w:eastAsia="ar-SA"/>
        </w:rPr>
      </w:pPr>
      <w:r w:rsidRPr="00CA04FE">
        <w:rPr>
          <w:rFonts w:cs="Arial"/>
          <w:b/>
          <w:bCs/>
          <w:kern w:val="2"/>
          <w:sz w:val="20"/>
          <w:szCs w:val="20"/>
          <w:lang w:eastAsia="ar-SA"/>
        </w:rPr>
        <w:t xml:space="preserve">do oddania do dyspozycji Wykonawcy niezbędnych zasobów na potrzeby wykonana </w:t>
      </w:r>
      <w:r w:rsidRPr="00A67837">
        <w:rPr>
          <w:rFonts w:cs="Arial"/>
          <w:b/>
          <w:bCs/>
          <w:kern w:val="2"/>
          <w:sz w:val="20"/>
          <w:szCs w:val="20"/>
          <w:lang w:eastAsia="ar-SA"/>
        </w:rPr>
        <w:t>zamówienia</w:t>
      </w:r>
    </w:p>
    <w:p w14:paraId="4732138C" w14:textId="77777777" w:rsidR="00984EC5" w:rsidRPr="00412797" w:rsidRDefault="00984EC5" w:rsidP="00984EC5">
      <w:pPr>
        <w:spacing w:line="240" w:lineRule="auto"/>
        <w:contextualSpacing/>
        <w:rPr>
          <w:rFonts w:cs="Arial"/>
          <w:b/>
          <w:bCs/>
          <w:kern w:val="2"/>
          <w:sz w:val="16"/>
          <w:szCs w:val="16"/>
          <w:lang w:eastAsia="ar-SA"/>
        </w:rPr>
      </w:pPr>
      <w:r w:rsidRPr="00A67837">
        <w:rPr>
          <w:rFonts w:cs="Arial"/>
          <w:i/>
          <w:sz w:val="16"/>
          <w:szCs w:val="16"/>
        </w:rPr>
        <w:t>(Zobowiązanie musi być podpisane przez osoby upoważnione do reprezentacji innego podmiotu, zgodnie z wpisem do KRS lub CEDIG lub pełnomocnictwem, a jeżeli Wykonawca ma siedzibę lub miejsce zamieszkania za granicą, dokument lub dokumenty wystawione zgodnie z prawem kraju, w którym ma siedzibę lub miejsce zamieszkania, potwierdzających, że jest uprawniony do występowania w obrocie prawnym i nie wszczęto wobec niego postępowania likwidacyjnego, upadłościowego ani nie ogłoszono jego upadłości</w:t>
      </w:r>
      <w:r>
        <w:rPr>
          <w:rFonts w:cs="Arial"/>
          <w:i/>
          <w:sz w:val="16"/>
          <w:szCs w:val="16"/>
        </w:rPr>
        <w:t xml:space="preserve">, </w:t>
      </w:r>
      <w:r w:rsidRPr="00A67837">
        <w:rPr>
          <w:rFonts w:cs="Arial"/>
          <w:i/>
          <w:sz w:val="16"/>
          <w:szCs w:val="16"/>
        </w:rPr>
        <w:t>które Wykonawca załącza do oferty)</w:t>
      </w:r>
      <w:r>
        <w:rPr>
          <w:rFonts w:cs="Arial"/>
          <w:i/>
          <w:sz w:val="16"/>
          <w:szCs w:val="16"/>
        </w:rPr>
        <w:t>.</w:t>
      </w:r>
    </w:p>
    <w:p w14:paraId="6724BAA6" w14:textId="77777777" w:rsidR="00984EC5" w:rsidRPr="00C41F51" w:rsidRDefault="00984EC5" w:rsidP="00984EC5">
      <w:pPr>
        <w:spacing w:line="240" w:lineRule="auto"/>
        <w:jc w:val="center"/>
        <w:rPr>
          <w:rFonts w:cs="Arial"/>
          <w:bCs/>
          <w:kern w:val="2"/>
          <w:sz w:val="18"/>
          <w:szCs w:val="18"/>
          <w:lang w:eastAsia="ar-SA"/>
        </w:rPr>
      </w:pPr>
    </w:p>
    <w:p w14:paraId="07195583" w14:textId="77777777" w:rsidR="00984EC5" w:rsidRPr="00CA04FE" w:rsidRDefault="00984EC5" w:rsidP="00984EC5">
      <w:pPr>
        <w:spacing w:line="240" w:lineRule="auto"/>
        <w:jc w:val="left"/>
        <w:rPr>
          <w:rFonts w:cs="Arial"/>
          <w:bCs/>
          <w:kern w:val="2"/>
          <w:sz w:val="20"/>
          <w:szCs w:val="20"/>
          <w:lang w:eastAsia="ar-SA"/>
        </w:rPr>
      </w:pPr>
      <w:r w:rsidRPr="00CA04FE">
        <w:rPr>
          <w:rFonts w:cs="Arial"/>
          <w:bCs/>
          <w:kern w:val="2"/>
          <w:sz w:val="20"/>
          <w:szCs w:val="20"/>
          <w:lang w:eastAsia="ar-SA"/>
        </w:rPr>
        <w:t>Ja (my) niżej podpisany(i)</w:t>
      </w:r>
    </w:p>
    <w:p w14:paraId="71F248F2" w14:textId="77777777" w:rsidR="00984EC5" w:rsidRPr="00CA04FE" w:rsidRDefault="00984EC5" w:rsidP="00984EC5">
      <w:pPr>
        <w:spacing w:line="240" w:lineRule="auto"/>
        <w:jc w:val="left"/>
        <w:rPr>
          <w:rFonts w:cs="Arial"/>
          <w:bCs/>
          <w:kern w:val="2"/>
          <w:sz w:val="20"/>
          <w:szCs w:val="20"/>
          <w:lang w:eastAsia="ar-SA"/>
        </w:rPr>
      </w:pPr>
    </w:p>
    <w:p w14:paraId="76E55B41" w14:textId="77777777" w:rsidR="00984EC5" w:rsidRPr="00CA04FE" w:rsidRDefault="00984EC5" w:rsidP="00984EC5">
      <w:pPr>
        <w:spacing w:line="240" w:lineRule="auto"/>
        <w:jc w:val="left"/>
        <w:rPr>
          <w:rFonts w:cs="Arial"/>
          <w:bCs/>
          <w:kern w:val="2"/>
          <w:sz w:val="20"/>
          <w:szCs w:val="20"/>
          <w:lang w:eastAsia="ar-SA"/>
        </w:rPr>
      </w:pPr>
      <w:r w:rsidRPr="00CA04FE">
        <w:rPr>
          <w:rFonts w:cs="Arial"/>
          <w:bCs/>
          <w:kern w:val="2"/>
          <w:sz w:val="20"/>
          <w:szCs w:val="20"/>
          <w:lang w:eastAsia="ar-SA"/>
        </w:rPr>
        <w:t>………………………………………………………………………………………………….</w:t>
      </w:r>
    </w:p>
    <w:p w14:paraId="57EAC9D1" w14:textId="77777777" w:rsidR="00984EC5" w:rsidRPr="00CA04FE" w:rsidRDefault="00984EC5" w:rsidP="00984EC5">
      <w:pPr>
        <w:spacing w:line="240" w:lineRule="auto"/>
        <w:jc w:val="left"/>
        <w:rPr>
          <w:rFonts w:cs="Arial"/>
          <w:i/>
          <w:sz w:val="16"/>
          <w:szCs w:val="16"/>
        </w:rPr>
      </w:pPr>
      <w:r w:rsidRPr="00CA04FE">
        <w:rPr>
          <w:rFonts w:cs="Arial"/>
          <w:i/>
          <w:sz w:val="16"/>
          <w:szCs w:val="16"/>
        </w:rPr>
        <w:t>(imię i nazwisko osoby upoważnionej do reprezentowania innego podmiotu)</w:t>
      </w:r>
    </w:p>
    <w:p w14:paraId="654D44D8" w14:textId="77777777" w:rsidR="00984EC5" w:rsidRPr="00C41F51" w:rsidRDefault="00984EC5" w:rsidP="00984EC5">
      <w:pPr>
        <w:spacing w:line="240" w:lineRule="auto"/>
        <w:jc w:val="left"/>
        <w:rPr>
          <w:rFonts w:cs="Arial"/>
          <w:i/>
          <w:sz w:val="18"/>
          <w:szCs w:val="18"/>
        </w:rPr>
      </w:pPr>
    </w:p>
    <w:p w14:paraId="6056FE37" w14:textId="77777777" w:rsidR="00984EC5" w:rsidRPr="009373FE" w:rsidRDefault="00984EC5" w:rsidP="00984EC5">
      <w:pPr>
        <w:spacing w:line="276" w:lineRule="auto"/>
        <w:jc w:val="left"/>
        <w:rPr>
          <w:rFonts w:cs="Arial"/>
          <w:sz w:val="20"/>
          <w:szCs w:val="20"/>
        </w:rPr>
      </w:pPr>
      <w:r w:rsidRPr="009373FE">
        <w:rPr>
          <w:rFonts w:cs="Arial"/>
          <w:sz w:val="20"/>
          <w:szCs w:val="20"/>
          <w:u w:val="single"/>
        </w:rPr>
        <w:t>zobowiązuję się</w:t>
      </w:r>
      <w:r w:rsidRPr="009373FE">
        <w:rPr>
          <w:rFonts w:cs="Arial"/>
          <w:sz w:val="20"/>
          <w:szCs w:val="20"/>
        </w:rPr>
        <w:t xml:space="preserve"> do oddania na potrzeby wykonania zamówienia pod nazwą:</w:t>
      </w:r>
    </w:p>
    <w:p w14:paraId="04636577" w14:textId="08233F25" w:rsidR="00BE206E" w:rsidRPr="001B6074" w:rsidRDefault="00591F7C" w:rsidP="00C75F71">
      <w:pPr>
        <w:spacing w:line="240" w:lineRule="auto"/>
        <w:jc w:val="left"/>
        <w:rPr>
          <w:rFonts w:cs="Arial"/>
          <w:sz w:val="20"/>
          <w:szCs w:val="20"/>
        </w:rPr>
      </w:pPr>
      <w:r w:rsidRPr="001B6074">
        <w:rPr>
          <w:rFonts w:cs="Arial"/>
          <w:b/>
          <w:sz w:val="20"/>
          <w:szCs w:val="20"/>
        </w:rPr>
        <w:t>„</w:t>
      </w:r>
      <w:r w:rsidR="00C54975" w:rsidRPr="00C62C51">
        <w:rPr>
          <w:rFonts w:cs="Arial"/>
          <w:b/>
          <w:szCs w:val="22"/>
          <w:shd w:val="clear" w:color="auto" w:fill="FFFFFF"/>
        </w:rPr>
        <w:t>Modernizacja systemu sterowania dopalaczem Clausa na Kopalni Ropy Naftowej i Gazu Ziemnego Zielin</w:t>
      </w:r>
      <w:r w:rsidRPr="001B6074">
        <w:rPr>
          <w:rFonts w:cs="Arial"/>
          <w:b/>
          <w:sz w:val="20"/>
          <w:szCs w:val="20"/>
        </w:rPr>
        <w:t>”</w:t>
      </w:r>
      <w:r w:rsidR="006D1806" w:rsidRPr="001B6074">
        <w:rPr>
          <w:rFonts w:cs="Arial"/>
          <w:sz w:val="20"/>
          <w:szCs w:val="20"/>
        </w:rPr>
        <w:t>,</w:t>
      </w:r>
      <w:r w:rsidR="006D1806" w:rsidRPr="001B6074">
        <w:rPr>
          <w:rFonts w:cs="Arial"/>
          <w:color w:val="FF0000"/>
          <w:sz w:val="20"/>
          <w:szCs w:val="20"/>
        </w:rPr>
        <w:t xml:space="preserve"> </w:t>
      </w:r>
      <w:r w:rsidR="00984EC5" w:rsidRPr="001B6074">
        <w:rPr>
          <w:rFonts w:cs="Arial"/>
          <w:sz w:val="20"/>
          <w:szCs w:val="20"/>
        </w:rPr>
        <w:t xml:space="preserve"> </w:t>
      </w:r>
    </w:p>
    <w:p w14:paraId="743845C4" w14:textId="77777777" w:rsidR="00D53D9D" w:rsidRPr="001E67C9" w:rsidRDefault="00D53D9D" w:rsidP="00C75F71">
      <w:pPr>
        <w:spacing w:line="240" w:lineRule="auto"/>
        <w:jc w:val="left"/>
        <w:rPr>
          <w:b/>
          <w:szCs w:val="22"/>
        </w:rPr>
      </w:pPr>
    </w:p>
    <w:p w14:paraId="6A9767E6" w14:textId="77777777" w:rsidR="00247DDC" w:rsidRPr="00CB6A8F" w:rsidRDefault="00247DDC" w:rsidP="00247DDC">
      <w:pPr>
        <w:jc w:val="left"/>
        <w:rPr>
          <w:b/>
          <w:szCs w:val="22"/>
          <w:lang w:val="de-DE"/>
        </w:rPr>
      </w:pPr>
      <w:r w:rsidRPr="00CB6A8F">
        <w:rPr>
          <w:b/>
          <w:szCs w:val="22"/>
        </w:rPr>
        <w:t>CRZ:NP/ORLEN/25/0217/OZ/EU</w:t>
      </w:r>
    </w:p>
    <w:p w14:paraId="09E81576" w14:textId="77777777" w:rsidR="00984EC5" w:rsidRPr="001E67C9" w:rsidRDefault="00984EC5" w:rsidP="006D1806">
      <w:pPr>
        <w:rPr>
          <w:rFonts w:cs="Arial"/>
          <w:color w:val="FF0000"/>
          <w:szCs w:val="22"/>
        </w:rPr>
      </w:pPr>
    </w:p>
    <w:p w14:paraId="278C14A7" w14:textId="77777777" w:rsidR="00984EC5" w:rsidRPr="00C41F51" w:rsidRDefault="00984EC5" w:rsidP="00984EC5">
      <w:pPr>
        <w:spacing w:line="240" w:lineRule="auto"/>
        <w:jc w:val="left"/>
        <w:rPr>
          <w:rFonts w:cs="Arial"/>
          <w:sz w:val="18"/>
          <w:szCs w:val="18"/>
        </w:rPr>
      </w:pPr>
    </w:p>
    <w:p w14:paraId="44011AC4" w14:textId="77777777" w:rsidR="00984EC5" w:rsidRPr="00CA04FE" w:rsidRDefault="00984EC5" w:rsidP="00984EC5">
      <w:pPr>
        <w:spacing w:line="240" w:lineRule="auto"/>
        <w:jc w:val="left"/>
        <w:rPr>
          <w:rFonts w:cs="Arial"/>
          <w:i/>
          <w:sz w:val="16"/>
          <w:szCs w:val="16"/>
        </w:rPr>
      </w:pPr>
      <w:r w:rsidRPr="00CA04FE">
        <w:rPr>
          <w:rFonts w:cs="Arial"/>
          <w:sz w:val="20"/>
          <w:szCs w:val="20"/>
        </w:rPr>
        <w:t xml:space="preserve">poniższemu Wykonawcy </w:t>
      </w:r>
      <w:r w:rsidRPr="00AB7803">
        <w:rPr>
          <w:rFonts w:cs="Arial"/>
          <w:i/>
          <w:sz w:val="14"/>
          <w:szCs w:val="14"/>
        </w:rPr>
        <w:t>(</w:t>
      </w:r>
      <w:r w:rsidRPr="00CA04FE">
        <w:rPr>
          <w:rFonts w:cs="Arial"/>
          <w:i/>
          <w:sz w:val="16"/>
          <w:szCs w:val="16"/>
        </w:rPr>
        <w:t xml:space="preserve">nazwa i adres Wykonawcy): </w:t>
      </w:r>
    </w:p>
    <w:p w14:paraId="796CB1B5" w14:textId="77777777" w:rsidR="00984EC5" w:rsidRPr="00C41F51" w:rsidRDefault="00984EC5" w:rsidP="00984EC5">
      <w:pPr>
        <w:spacing w:line="240" w:lineRule="auto"/>
        <w:jc w:val="left"/>
        <w:rPr>
          <w:rFonts w:cs="Arial"/>
          <w:bCs/>
          <w:kern w:val="2"/>
          <w:sz w:val="18"/>
          <w:szCs w:val="18"/>
          <w:lang w:eastAsia="ar-SA"/>
        </w:rPr>
      </w:pPr>
      <w:r w:rsidRPr="00C41F51">
        <w:rPr>
          <w:rFonts w:cs="Arial"/>
          <w:bCs/>
          <w:kern w:val="2"/>
          <w:sz w:val="18"/>
          <w:szCs w:val="18"/>
          <w:lang w:eastAsia="ar-SA"/>
        </w:rPr>
        <w:t>………………………………………………………………………………………………………………………………………………………………………………………………………..</w:t>
      </w:r>
    </w:p>
    <w:p w14:paraId="59EA6B28" w14:textId="77777777" w:rsidR="00984EC5" w:rsidRPr="00B13BD7" w:rsidRDefault="00984EC5" w:rsidP="00984EC5">
      <w:pPr>
        <w:spacing w:line="240" w:lineRule="auto"/>
        <w:jc w:val="left"/>
        <w:rPr>
          <w:rFonts w:cs="Arial"/>
          <w:bCs/>
          <w:color w:val="000000"/>
          <w:kern w:val="2"/>
          <w:sz w:val="18"/>
          <w:szCs w:val="18"/>
          <w:lang w:eastAsia="ar-SA"/>
        </w:rPr>
      </w:pPr>
      <w:r w:rsidRPr="00CA04FE">
        <w:rPr>
          <w:rFonts w:cs="Arial"/>
          <w:bCs/>
          <w:kern w:val="2"/>
          <w:sz w:val="20"/>
          <w:szCs w:val="20"/>
          <w:lang w:eastAsia="ar-SA"/>
        </w:rPr>
        <w:t>następujących zasobów: doświadczenie</w:t>
      </w:r>
      <w:r>
        <w:rPr>
          <w:rFonts w:cs="Arial"/>
          <w:bCs/>
          <w:kern w:val="2"/>
          <w:sz w:val="20"/>
          <w:szCs w:val="20"/>
          <w:lang w:eastAsia="ar-SA"/>
        </w:rPr>
        <w:t>,</w:t>
      </w:r>
      <w:r w:rsidRPr="00D60A06">
        <w:rPr>
          <w:rFonts w:cs="Arial"/>
          <w:bCs/>
          <w:kern w:val="2"/>
          <w:sz w:val="20"/>
          <w:szCs w:val="20"/>
          <w:lang w:eastAsia="ar-SA"/>
        </w:rPr>
        <w:t xml:space="preserve"> </w:t>
      </w:r>
      <w:r w:rsidRPr="00B13BD7">
        <w:rPr>
          <w:rFonts w:cs="Arial"/>
          <w:bCs/>
          <w:color w:val="000000"/>
          <w:kern w:val="2"/>
          <w:sz w:val="20"/>
          <w:szCs w:val="20"/>
          <w:lang w:eastAsia="ar-SA"/>
        </w:rPr>
        <w:t>dysponowanie pracownikami</w:t>
      </w:r>
      <w:r w:rsidRPr="00B13BD7">
        <w:rPr>
          <w:rFonts w:cs="Arial"/>
          <w:bCs/>
          <w:color w:val="000000"/>
          <w:kern w:val="2"/>
          <w:sz w:val="18"/>
          <w:szCs w:val="18"/>
          <w:lang w:eastAsia="ar-SA"/>
        </w:rPr>
        <w:t>*.</w:t>
      </w:r>
    </w:p>
    <w:p w14:paraId="111DC7DC" w14:textId="77777777" w:rsidR="00984EC5" w:rsidRPr="00B13BD7" w:rsidRDefault="00984EC5" w:rsidP="00984EC5">
      <w:pPr>
        <w:spacing w:line="240" w:lineRule="auto"/>
        <w:jc w:val="left"/>
        <w:rPr>
          <w:rFonts w:cs="Arial"/>
          <w:bCs/>
          <w:color w:val="000000"/>
          <w:kern w:val="2"/>
          <w:sz w:val="18"/>
          <w:szCs w:val="18"/>
          <w:lang w:eastAsia="ar-SA"/>
        </w:rPr>
      </w:pPr>
      <w:r w:rsidRPr="00B13BD7">
        <w:rPr>
          <w:rFonts w:cs="Arial"/>
          <w:bCs/>
          <w:color w:val="000000"/>
          <w:kern w:val="2"/>
          <w:sz w:val="18"/>
          <w:szCs w:val="18"/>
          <w:lang w:eastAsia="ar-SA"/>
        </w:rPr>
        <w:t>(nieodpowiednie skreślić)</w:t>
      </w:r>
    </w:p>
    <w:p w14:paraId="3E88ECBB" w14:textId="77777777" w:rsidR="00984EC5" w:rsidRPr="00B13BD7" w:rsidRDefault="00984EC5" w:rsidP="00984EC5">
      <w:pPr>
        <w:spacing w:line="240" w:lineRule="auto"/>
        <w:jc w:val="left"/>
        <w:rPr>
          <w:rFonts w:cs="Arial"/>
          <w:color w:val="000000"/>
          <w:sz w:val="12"/>
          <w:szCs w:val="12"/>
        </w:rPr>
      </w:pPr>
    </w:p>
    <w:p w14:paraId="25EEA969" w14:textId="77777777" w:rsidR="00984EC5" w:rsidRPr="00B13BD7" w:rsidRDefault="00984EC5" w:rsidP="00984EC5">
      <w:pPr>
        <w:spacing w:line="240" w:lineRule="auto"/>
        <w:rPr>
          <w:b/>
          <w:i/>
          <w:color w:val="000000"/>
          <w:sz w:val="16"/>
          <w:szCs w:val="16"/>
        </w:rPr>
      </w:pPr>
      <w:r w:rsidRPr="00B13BD7">
        <w:rPr>
          <w:rFonts w:cs="Arial"/>
          <w:i/>
          <w:color w:val="000000"/>
          <w:sz w:val="16"/>
          <w:szCs w:val="16"/>
        </w:rPr>
        <w:t xml:space="preserve">(W przypadku udostępniania zasobów </w:t>
      </w:r>
      <w:r w:rsidRPr="00B13BD7">
        <w:rPr>
          <w:i/>
          <w:color w:val="000000"/>
          <w:sz w:val="16"/>
          <w:szCs w:val="16"/>
        </w:rPr>
        <w:t xml:space="preserve">w odniesieniu do warunków dotyczących doświadczenia, wykształcenia lub kwalifikacji zawodowych, </w:t>
      </w:r>
      <w:r w:rsidRPr="00B13BD7">
        <w:rPr>
          <w:b/>
          <w:i/>
          <w:color w:val="000000"/>
          <w:sz w:val="16"/>
          <w:szCs w:val="16"/>
        </w:rPr>
        <w:t xml:space="preserve">podmiot udostępniający </w:t>
      </w:r>
      <w:r w:rsidRPr="00B13BD7">
        <w:rPr>
          <w:b/>
          <w:i/>
          <w:color w:val="000000"/>
          <w:sz w:val="16"/>
          <w:szCs w:val="16"/>
          <w:u w:val="single"/>
        </w:rPr>
        <w:t>musi zrealizować</w:t>
      </w:r>
      <w:r w:rsidRPr="00B13BD7">
        <w:rPr>
          <w:b/>
          <w:i/>
          <w:color w:val="000000"/>
          <w:sz w:val="16"/>
          <w:szCs w:val="16"/>
        </w:rPr>
        <w:t xml:space="preserve"> </w:t>
      </w:r>
      <w:r w:rsidRPr="00B13BD7">
        <w:rPr>
          <w:i/>
          <w:color w:val="000000"/>
          <w:sz w:val="16"/>
          <w:szCs w:val="16"/>
        </w:rPr>
        <w:t>roboty budowlane lub usługi, do realizacji których zdolności były wymagane i udostępnił swoje zasoby).</w:t>
      </w:r>
    </w:p>
    <w:p w14:paraId="4FE5F510" w14:textId="77777777" w:rsidR="00984EC5" w:rsidRPr="00B13BD7" w:rsidRDefault="00984EC5" w:rsidP="00984EC5">
      <w:pPr>
        <w:spacing w:line="240" w:lineRule="auto"/>
        <w:jc w:val="left"/>
        <w:rPr>
          <w:rFonts w:cs="Arial"/>
          <w:bCs/>
          <w:color w:val="000000"/>
          <w:kern w:val="2"/>
          <w:sz w:val="18"/>
          <w:szCs w:val="18"/>
          <w:lang w:eastAsia="ar-SA"/>
        </w:rPr>
      </w:pPr>
    </w:p>
    <w:p w14:paraId="43F7516F" w14:textId="77777777" w:rsidR="00984EC5" w:rsidRPr="00B13BD7" w:rsidRDefault="00984EC5" w:rsidP="00984EC5">
      <w:pPr>
        <w:spacing w:line="240" w:lineRule="auto"/>
        <w:contextualSpacing/>
        <w:jc w:val="left"/>
        <w:rPr>
          <w:rFonts w:cs="Arial"/>
          <w:bCs/>
          <w:color w:val="000000"/>
          <w:kern w:val="2"/>
          <w:sz w:val="20"/>
          <w:szCs w:val="20"/>
          <w:lang w:eastAsia="ar-SA"/>
        </w:rPr>
      </w:pPr>
      <w:r w:rsidRPr="00B13BD7">
        <w:rPr>
          <w:rFonts w:cs="Arial"/>
          <w:bCs/>
          <w:color w:val="000000"/>
          <w:kern w:val="2"/>
          <w:sz w:val="20"/>
          <w:szCs w:val="20"/>
          <w:lang w:eastAsia="ar-SA"/>
        </w:rPr>
        <w:t xml:space="preserve">Jednocześnie </w:t>
      </w:r>
      <w:r w:rsidRPr="00B13BD7">
        <w:rPr>
          <w:rFonts w:cs="Arial"/>
          <w:bCs/>
          <w:color w:val="000000"/>
          <w:kern w:val="2"/>
          <w:sz w:val="20"/>
          <w:szCs w:val="20"/>
          <w:u w:val="single"/>
          <w:lang w:eastAsia="ar-SA"/>
        </w:rPr>
        <w:t>oświadczam, że:</w:t>
      </w:r>
    </w:p>
    <w:p w14:paraId="01FBFB60" w14:textId="77777777" w:rsidR="00984EC5" w:rsidRPr="00B13BD7" w:rsidRDefault="00984EC5" w:rsidP="00984EC5">
      <w:pPr>
        <w:spacing w:line="240" w:lineRule="auto"/>
        <w:contextualSpacing/>
        <w:jc w:val="left"/>
        <w:rPr>
          <w:rFonts w:cs="Arial"/>
          <w:bCs/>
          <w:color w:val="000000"/>
          <w:kern w:val="2"/>
          <w:sz w:val="20"/>
          <w:szCs w:val="20"/>
          <w:lang w:eastAsia="ar-SA"/>
        </w:rPr>
      </w:pPr>
    </w:p>
    <w:p w14:paraId="3AE74281" w14:textId="77777777" w:rsidR="00984EC5" w:rsidRPr="00B13BD7" w:rsidRDefault="00984EC5" w:rsidP="00884574">
      <w:pPr>
        <w:numPr>
          <w:ilvl w:val="0"/>
          <w:numId w:val="39"/>
        </w:numPr>
        <w:spacing w:before="120" w:after="120" w:line="240" w:lineRule="auto"/>
        <w:contextualSpacing/>
        <w:rPr>
          <w:rFonts w:cs="Arial"/>
          <w:color w:val="000000"/>
          <w:sz w:val="20"/>
          <w:szCs w:val="20"/>
        </w:rPr>
      </w:pPr>
      <w:r w:rsidRPr="00B13BD7">
        <w:rPr>
          <w:rFonts w:cs="Arial"/>
          <w:color w:val="000000"/>
          <w:sz w:val="20"/>
          <w:szCs w:val="20"/>
        </w:rPr>
        <w:t xml:space="preserve">Zrealizujemy </w:t>
      </w:r>
      <w:r>
        <w:rPr>
          <w:rFonts w:cs="Arial"/>
          <w:color w:val="000000"/>
          <w:sz w:val="20"/>
          <w:szCs w:val="20"/>
        </w:rPr>
        <w:t>prace</w:t>
      </w:r>
      <w:r w:rsidRPr="00B13BD7">
        <w:rPr>
          <w:rFonts w:cs="Arial"/>
          <w:color w:val="000000"/>
          <w:sz w:val="20"/>
          <w:szCs w:val="20"/>
        </w:rPr>
        <w:t xml:space="preserve"> w zakresie, w jakim udostępniłem/udostępniliśmy Wykonawcy swoje zasoby. </w:t>
      </w:r>
    </w:p>
    <w:p w14:paraId="54EF2448" w14:textId="77777777" w:rsidR="00984EC5" w:rsidRPr="00CA04FE" w:rsidRDefault="00984EC5" w:rsidP="00984EC5">
      <w:pPr>
        <w:spacing w:before="120" w:after="120" w:line="240" w:lineRule="auto"/>
        <w:ind w:left="426"/>
        <w:contextualSpacing/>
        <w:rPr>
          <w:rFonts w:cs="Arial"/>
          <w:sz w:val="20"/>
          <w:szCs w:val="20"/>
        </w:rPr>
      </w:pPr>
    </w:p>
    <w:p w14:paraId="754FD1B1" w14:textId="77777777" w:rsidR="00984EC5" w:rsidRPr="00374B11" w:rsidRDefault="00984EC5" w:rsidP="00884574">
      <w:pPr>
        <w:numPr>
          <w:ilvl w:val="0"/>
          <w:numId w:val="39"/>
        </w:numPr>
        <w:spacing w:before="120" w:after="120" w:line="240" w:lineRule="auto"/>
        <w:contextualSpacing/>
        <w:rPr>
          <w:rFonts w:cs="Arial"/>
          <w:sz w:val="18"/>
          <w:szCs w:val="18"/>
        </w:rPr>
      </w:pPr>
      <w:r>
        <w:rPr>
          <w:rFonts w:cs="Arial"/>
          <w:sz w:val="20"/>
          <w:szCs w:val="20"/>
        </w:rPr>
        <w:t xml:space="preserve">Będziemy </w:t>
      </w:r>
      <w:r w:rsidRPr="00CA04FE">
        <w:rPr>
          <w:rFonts w:cs="Arial"/>
          <w:sz w:val="20"/>
          <w:szCs w:val="20"/>
        </w:rPr>
        <w:t>ponosić solidarną odpowiedzialność z Wykonawcą za szkodę wobec Zamawiającego powstałą wskutek nieudostępnienia powyższych zasobów chyba, że za nieudostępnienie zasobów nie będziemy ponosić winy.</w:t>
      </w:r>
    </w:p>
    <w:p w14:paraId="122C76F4" w14:textId="77777777" w:rsidR="00984EC5" w:rsidRDefault="00984EC5" w:rsidP="00984EC5">
      <w:pPr>
        <w:spacing w:line="240" w:lineRule="auto"/>
        <w:jc w:val="left"/>
        <w:rPr>
          <w:rFonts w:cs="Arial"/>
          <w:bCs/>
          <w:kern w:val="2"/>
          <w:sz w:val="18"/>
          <w:szCs w:val="18"/>
          <w:lang w:eastAsia="ar-SA"/>
        </w:rPr>
      </w:pPr>
    </w:p>
    <w:p w14:paraId="4EDC27A9" w14:textId="77777777" w:rsidR="00984EC5" w:rsidRDefault="00984EC5" w:rsidP="00984EC5">
      <w:pPr>
        <w:spacing w:line="240" w:lineRule="auto"/>
        <w:jc w:val="left"/>
        <w:rPr>
          <w:rFonts w:cs="Arial"/>
          <w:bCs/>
          <w:kern w:val="2"/>
          <w:sz w:val="18"/>
          <w:szCs w:val="18"/>
          <w:lang w:eastAsia="ar-SA"/>
        </w:rPr>
      </w:pPr>
    </w:p>
    <w:p w14:paraId="6EEA60FF" w14:textId="77777777" w:rsidR="00984EC5" w:rsidRPr="00C41F51" w:rsidRDefault="00984EC5" w:rsidP="00984EC5">
      <w:pPr>
        <w:spacing w:before="120" w:after="120" w:line="240" w:lineRule="auto"/>
        <w:ind w:left="360"/>
        <w:contextualSpacing/>
        <w:jc w:val="left"/>
        <w:rPr>
          <w:rFonts w:cs="Arial"/>
          <w:sz w:val="18"/>
          <w:szCs w:val="18"/>
        </w:rPr>
      </w:pPr>
    </w:p>
    <w:p w14:paraId="30981857" w14:textId="77777777" w:rsidR="00984EC5" w:rsidRPr="00C41F51" w:rsidRDefault="00984EC5" w:rsidP="00984EC5">
      <w:pPr>
        <w:spacing w:line="240" w:lineRule="auto"/>
        <w:jc w:val="left"/>
        <w:rPr>
          <w:rFonts w:cs="Arial"/>
          <w:sz w:val="18"/>
          <w:szCs w:val="18"/>
        </w:rPr>
      </w:pPr>
      <w:r w:rsidRPr="00C41F51">
        <w:rPr>
          <w:rFonts w:cs="Arial"/>
          <w:sz w:val="18"/>
          <w:szCs w:val="18"/>
        </w:rPr>
        <w:t>..............................................</w:t>
      </w:r>
      <w:r w:rsidRPr="00C41F51">
        <w:rPr>
          <w:rFonts w:cs="Arial"/>
          <w:sz w:val="18"/>
          <w:szCs w:val="18"/>
        </w:rPr>
        <w:tab/>
      </w:r>
      <w:r w:rsidRPr="00C41F51">
        <w:rPr>
          <w:rFonts w:cs="Arial"/>
          <w:sz w:val="18"/>
          <w:szCs w:val="18"/>
        </w:rPr>
        <w:tab/>
      </w:r>
      <w:r w:rsidRPr="00C41F51">
        <w:rPr>
          <w:rFonts w:cs="Arial"/>
          <w:sz w:val="18"/>
          <w:szCs w:val="18"/>
        </w:rPr>
        <w:tab/>
        <w:t>…….……………………………………….</w:t>
      </w:r>
    </w:p>
    <w:p w14:paraId="55EA8544" w14:textId="77777777" w:rsidR="00984EC5" w:rsidRPr="00C41F51" w:rsidRDefault="00984EC5" w:rsidP="00984EC5">
      <w:pPr>
        <w:spacing w:line="240" w:lineRule="auto"/>
        <w:jc w:val="left"/>
        <w:rPr>
          <w:rFonts w:cs="Arial"/>
          <w:sz w:val="18"/>
          <w:szCs w:val="18"/>
        </w:rPr>
      </w:pPr>
      <w:r w:rsidRPr="00C41F51">
        <w:rPr>
          <w:rFonts w:cs="Arial"/>
          <w:sz w:val="18"/>
          <w:szCs w:val="18"/>
        </w:rPr>
        <w:t xml:space="preserve">(data, miejscowość) </w:t>
      </w:r>
      <w:r w:rsidRPr="00C41F51">
        <w:rPr>
          <w:rFonts w:cs="Arial"/>
          <w:sz w:val="18"/>
          <w:szCs w:val="18"/>
        </w:rPr>
        <w:tab/>
      </w:r>
      <w:r w:rsidRPr="00C41F51">
        <w:rPr>
          <w:rFonts w:cs="Arial"/>
          <w:sz w:val="18"/>
          <w:szCs w:val="18"/>
        </w:rPr>
        <w:tab/>
      </w:r>
      <w:r w:rsidRPr="00C41F51">
        <w:rPr>
          <w:rFonts w:cs="Arial"/>
          <w:sz w:val="18"/>
          <w:szCs w:val="18"/>
        </w:rPr>
        <w:tab/>
      </w:r>
      <w:r w:rsidRPr="00C41F51">
        <w:rPr>
          <w:rFonts w:cs="Arial"/>
          <w:sz w:val="18"/>
          <w:szCs w:val="18"/>
        </w:rPr>
        <w:tab/>
      </w:r>
      <w:r w:rsidRPr="00C41F51">
        <w:rPr>
          <w:rFonts w:cs="Arial"/>
          <w:sz w:val="18"/>
          <w:szCs w:val="18"/>
        </w:rPr>
        <w:tab/>
        <w:t>(podpis/-y, pieczęć imienna)</w:t>
      </w:r>
    </w:p>
    <w:p w14:paraId="21075C5E" w14:textId="77777777" w:rsidR="00984EC5" w:rsidRDefault="00984EC5" w:rsidP="00984EC5">
      <w:pPr>
        <w:spacing w:line="240" w:lineRule="auto"/>
        <w:contextualSpacing/>
        <w:jc w:val="left"/>
        <w:rPr>
          <w:rFonts w:cs="Arial"/>
          <w:szCs w:val="22"/>
        </w:rPr>
      </w:pPr>
    </w:p>
    <w:p w14:paraId="326F53BF" w14:textId="77777777" w:rsidR="00984EC5" w:rsidRDefault="00984EC5" w:rsidP="00984EC5">
      <w:pPr>
        <w:spacing w:line="276" w:lineRule="auto"/>
        <w:ind w:hanging="142"/>
        <w:jc w:val="center"/>
        <w:rPr>
          <w:rFonts w:cs="Arial"/>
          <w:b/>
          <w:szCs w:val="22"/>
        </w:rPr>
      </w:pPr>
    </w:p>
    <w:p w14:paraId="78478887" w14:textId="77777777" w:rsidR="004144D2" w:rsidRDefault="004144D2" w:rsidP="00984EC5">
      <w:pPr>
        <w:suppressAutoHyphens/>
        <w:spacing w:line="240" w:lineRule="auto"/>
        <w:rPr>
          <w:rFonts w:cs="Arial"/>
          <w:b/>
          <w:sz w:val="20"/>
          <w:szCs w:val="20"/>
        </w:rPr>
      </w:pPr>
    </w:p>
    <w:p w14:paraId="6B4D9468" w14:textId="77777777" w:rsidR="004144D2" w:rsidRDefault="004144D2" w:rsidP="00984EC5">
      <w:pPr>
        <w:suppressAutoHyphens/>
        <w:spacing w:line="240" w:lineRule="auto"/>
        <w:rPr>
          <w:rFonts w:cs="Arial"/>
          <w:b/>
          <w:sz w:val="20"/>
          <w:szCs w:val="20"/>
        </w:rPr>
      </w:pPr>
    </w:p>
    <w:p w14:paraId="1A43533E" w14:textId="77777777" w:rsidR="004144D2" w:rsidRPr="008D26D9" w:rsidRDefault="004144D2" w:rsidP="004144D2">
      <w:pPr>
        <w:tabs>
          <w:tab w:val="left" w:pos="360"/>
          <w:tab w:val="num" w:pos="900"/>
        </w:tabs>
        <w:spacing w:line="240" w:lineRule="auto"/>
        <w:rPr>
          <w:rFonts w:eastAsia="Arial Unicode MS" w:cs="Arial"/>
          <w:b/>
          <w:bCs/>
          <w:szCs w:val="22"/>
        </w:rPr>
      </w:pPr>
      <w:r w:rsidRPr="008D26D9">
        <w:rPr>
          <w:rFonts w:eastAsia="Arial Unicode MS" w:cs="Arial"/>
          <w:b/>
          <w:bCs/>
          <w:szCs w:val="22"/>
        </w:rPr>
        <w:t>Załącznik nr 9 do SWZ</w:t>
      </w:r>
    </w:p>
    <w:p w14:paraId="23DD35EF" w14:textId="77777777" w:rsidR="00D502BB" w:rsidRDefault="00D502BB" w:rsidP="004144D2">
      <w:pPr>
        <w:jc w:val="center"/>
        <w:rPr>
          <w:b/>
          <w:sz w:val="24"/>
        </w:rPr>
      </w:pPr>
    </w:p>
    <w:p w14:paraId="786AE571" w14:textId="68CA7277" w:rsidR="004144D2" w:rsidRDefault="004144D2" w:rsidP="004144D2">
      <w:pPr>
        <w:jc w:val="center"/>
        <w:rPr>
          <w:b/>
          <w:sz w:val="24"/>
        </w:rPr>
      </w:pPr>
      <w:r w:rsidRPr="008D26D9">
        <w:rPr>
          <w:b/>
          <w:sz w:val="24"/>
        </w:rPr>
        <w:t>TABELA  ELEMENTÓW</w:t>
      </w:r>
    </w:p>
    <w:p w14:paraId="399628CE" w14:textId="0B58AC35" w:rsidR="00B90E25" w:rsidRDefault="00B90E25" w:rsidP="004144D2">
      <w:pPr>
        <w:jc w:val="center"/>
        <w:rPr>
          <w:b/>
          <w:sz w:val="24"/>
        </w:rPr>
      </w:pPr>
    </w:p>
    <w:tbl>
      <w:tblPr>
        <w:tblW w:w="9625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29"/>
        <w:gridCol w:w="6347"/>
        <w:gridCol w:w="2249"/>
      </w:tblGrid>
      <w:tr w:rsidR="00B90E25" w:rsidRPr="008718E0" w14:paraId="48AA329B" w14:textId="77777777" w:rsidTr="00900276">
        <w:trPr>
          <w:trHeight w:val="438"/>
        </w:trPr>
        <w:tc>
          <w:tcPr>
            <w:tcW w:w="1029" w:type="dxa"/>
            <w:shd w:val="clear" w:color="auto" w:fill="auto"/>
            <w:vAlign w:val="center"/>
            <w:hideMark/>
          </w:tcPr>
          <w:p w14:paraId="66E9CDC7" w14:textId="77777777" w:rsidR="00B90E25" w:rsidRPr="008718E0" w:rsidRDefault="00B90E25" w:rsidP="00E827CB">
            <w:pPr>
              <w:jc w:val="center"/>
              <w:rPr>
                <w:rFonts w:cs="Arial"/>
                <w:color w:val="000000"/>
              </w:rPr>
            </w:pPr>
            <w:r w:rsidRPr="008718E0">
              <w:rPr>
                <w:rFonts w:cs="Arial"/>
                <w:color w:val="000000"/>
              </w:rPr>
              <w:t>LP</w:t>
            </w:r>
          </w:p>
        </w:tc>
        <w:tc>
          <w:tcPr>
            <w:tcW w:w="6347" w:type="dxa"/>
            <w:shd w:val="clear" w:color="auto" w:fill="auto"/>
            <w:vAlign w:val="center"/>
            <w:hideMark/>
          </w:tcPr>
          <w:p w14:paraId="32883013" w14:textId="77777777" w:rsidR="00B90E25" w:rsidRPr="008718E0" w:rsidRDefault="00B90E25" w:rsidP="00E827CB">
            <w:pPr>
              <w:jc w:val="center"/>
              <w:rPr>
                <w:rFonts w:cs="Arial"/>
                <w:color w:val="000000"/>
              </w:rPr>
            </w:pPr>
            <w:r w:rsidRPr="008718E0">
              <w:rPr>
                <w:rFonts w:cs="Arial"/>
                <w:color w:val="000000"/>
              </w:rPr>
              <w:t>Nazwa elementu</w:t>
            </w:r>
          </w:p>
        </w:tc>
        <w:tc>
          <w:tcPr>
            <w:tcW w:w="2249" w:type="dxa"/>
            <w:shd w:val="clear" w:color="auto" w:fill="auto"/>
            <w:vAlign w:val="center"/>
            <w:hideMark/>
          </w:tcPr>
          <w:p w14:paraId="2DA90825" w14:textId="3BEDFCD8" w:rsidR="00B90E25" w:rsidRPr="008718E0" w:rsidRDefault="00692B97" w:rsidP="00E827CB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 xml:space="preserve"> Wartość</w:t>
            </w:r>
            <w:r w:rsidR="00B90E25" w:rsidRPr="008718E0">
              <w:rPr>
                <w:rFonts w:cs="Arial"/>
                <w:color w:val="000000"/>
              </w:rPr>
              <w:t xml:space="preserve"> netto </w:t>
            </w:r>
            <w:r>
              <w:rPr>
                <w:rFonts w:cs="Arial"/>
                <w:color w:val="000000"/>
              </w:rPr>
              <w:t>w zł</w:t>
            </w:r>
            <w:r w:rsidR="00B90E25" w:rsidRPr="008718E0">
              <w:rPr>
                <w:rFonts w:cs="Arial"/>
                <w:color w:val="000000"/>
              </w:rPr>
              <w:t xml:space="preserve">  </w:t>
            </w:r>
          </w:p>
        </w:tc>
      </w:tr>
      <w:tr w:rsidR="00B90E25" w:rsidRPr="008718E0" w14:paraId="4DC9DF1E" w14:textId="77777777" w:rsidTr="00900276">
        <w:trPr>
          <w:trHeight w:val="448"/>
        </w:trPr>
        <w:tc>
          <w:tcPr>
            <w:tcW w:w="1029" w:type="dxa"/>
            <w:shd w:val="clear" w:color="auto" w:fill="auto"/>
            <w:vAlign w:val="center"/>
            <w:hideMark/>
          </w:tcPr>
          <w:p w14:paraId="446442DE" w14:textId="77777777" w:rsidR="00B90E25" w:rsidRPr="008718E0" w:rsidRDefault="00B90E25" w:rsidP="00E827CB">
            <w:pPr>
              <w:jc w:val="center"/>
              <w:rPr>
                <w:rFonts w:cs="Arial"/>
                <w:b/>
                <w:bCs/>
                <w:color w:val="000000"/>
              </w:rPr>
            </w:pPr>
            <w:r w:rsidRPr="008718E0">
              <w:rPr>
                <w:rFonts w:eastAsia="Arial" w:cs="Arial"/>
                <w:b/>
                <w:bCs/>
                <w:color w:val="000000"/>
              </w:rPr>
              <w:t>1.</w:t>
            </w:r>
            <w:r w:rsidRPr="008718E0">
              <w:rPr>
                <w:rFonts w:ascii="Times New Roman" w:eastAsia="Arial" w:hAnsi="Times New Roman"/>
                <w:b/>
                <w:bCs/>
                <w:color w:val="000000"/>
                <w:sz w:val="14"/>
                <w:szCs w:val="14"/>
              </w:rPr>
              <w:t xml:space="preserve">     </w:t>
            </w:r>
            <w:r w:rsidRPr="008718E0">
              <w:rPr>
                <w:rFonts w:eastAsia="Arial" w:cs="Arial"/>
                <w:b/>
                <w:bCs/>
                <w:color w:val="000000"/>
              </w:rPr>
              <w:t> </w:t>
            </w:r>
          </w:p>
        </w:tc>
        <w:tc>
          <w:tcPr>
            <w:tcW w:w="6347" w:type="dxa"/>
            <w:shd w:val="clear" w:color="auto" w:fill="auto"/>
            <w:vAlign w:val="center"/>
            <w:hideMark/>
          </w:tcPr>
          <w:p w14:paraId="55662154" w14:textId="77777777" w:rsidR="00B90E25" w:rsidRPr="0000409A" w:rsidRDefault="00B90E25" w:rsidP="00E827CB">
            <w:pPr>
              <w:rPr>
                <w:rFonts w:cs="Arial"/>
                <w:b/>
                <w:bCs/>
                <w:color w:val="FF0000"/>
              </w:rPr>
            </w:pPr>
            <w:r w:rsidRPr="00296244">
              <w:rPr>
                <w:rFonts w:cs="Arial"/>
                <w:b/>
                <w:bCs/>
              </w:rPr>
              <w:t xml:space="preserve">Dokumentacja projektowa </w:t>
            </w:r>
          </w:p>
        </w:tc>
        <w:tc>
          <w:tcPr>
            <w:tcW w:w="2249" w:type="dxa"/>
            <w:shd w:val="clear" w:color="auto" w:fill="auto"/>
            <w:vAlign w:val="center"/>
          </w:tcPr>
          <w:p w14:paraId="4A1975D2" w14:textId="77777777" w:rsidR="00B90E25" w:rsidRDefault="00B90E25" w:rsidP="00E827CB">
            <w:pPr>
              <w:jc w:val="right"/>
              <w:rPr>
                <w:rFonts w:cs="Arial"/>
                <w:b/>
                <w:bCs/>
                <w:color w:val="000000"/>
              </w:rPr>
            </w:pPr>
          </w:p>
        </w:tc>
      </w:tr>
      <w:tr w:rsidR="00B90E25" w:rsidRPr="008718E0" w14:paraId="07328EAF" w14:textId="77777777" w:rsidTr="00900276">
        <w:trPr>
          <w:trHeight w:val="371"/>
        </w:trPr>
        <w:tc>
          <w:tcPr>
            <w:tcW w:w="1029" w:type="dxa"/>
            <w:shd w:val="clear" w:color="auto" w:fill="auto"/>
            <w:vAlign w:val="center"/>
            <w:hideMark/>
          </w:tcPr>
          <w:p w14:paraId="548155F8" w14:textId="77777777" w:rsidR="00B90E25" w:rsidRPr="00296244" w:rsidRDefault="00B90E25" w:rsidP="00E827CB">
            <w:pPr>
              <w:jc w:val="center"/>
              <w:rPr>
                <w:rFonts w:cs="Arial"/>
                <w:b/>
                <w:bCs/>
              </w:rPr>
            </w:pPr>
            <w:r w:rsidRPr="00296244">
              <w:rPr>
                <w:rFonts w:eastAsia="Arial" w:cs="Arial"/>
                <w:b/>
                <w:bCs/>
              </w:rPr>
              <w:t>2.</w:t>
            </w:r>
            <w:r w:rsidRPr="00296244">
              <w:rPr>
                <w:rFonts w:ascii="Times New Roman" w:eastAsia="Arial" w:hAnsi="Times New Roman"/>
                <w:b/>
                <w:bCs/>
                <w:sz w:val="14"/>
                <w:szCs w:val="14"/>
              </w:rPr>
              <w:t xml:space="preserve">     </w:t>
            </w:r>
            <w:r w:rsidRPr="00296244">
              <w:rPr>
                <w:rFonts w:eastAsia="Arial" w:cs="Arial"/>
                <w:b/>
                <w:bCs/>
              </w:rPr>
              <w:t> </w:t>
            </w:r>
          </w:p>
        </w:tc>
        <w:tc>
          <w:tcPr>
            <w:tcW w:w="6347" w:type="dxa"/>
            <w:shd w:val="clear" w:color="auto" w:fill="auto"/>
            <w:vAlign w:val="center"/>
            <w:hideMark/>
          </w:tcPr>
          <w:p w14:paraId="00CBDD4B" w14:textId="3E4BC348" w:rsidR="00B90E25" w:rsidRPr="00296244" w:rsidRDefault="00B90E25" w:rsidP="00ED610D">
            <w:pPr>
              <w:tabs>
                <w:tab w:val="left" w:pos="4619"/>
              </w:tabs>
              <w:rPr>
                <w:rFonts w:cs="Arial"/>
                <w:b/>
                <w:bCs/>
              </w:rPr>
            </w:pPr>
            <w:r w:rsidRPr="00296244">
              <w:rPr>
                <w:rFonts w:cs="Arial"/>
                <w:b/>
                <w:bCs/>
              </w:rPr>
              <w:t xml:space="preserve">Prace montażowe                  </w:t>
            </w:r>
            <w:r w:rsidR="00ED610D">
              <w:rPr>
                <w:rFonts w:cs="Arial"/>
                <w:b/>
                <w:bCs/>
              </w:rPr>
              <w:t xml:space="preserve">                           </w:t>
            </w:r>
            <w:r w:rsidR="00900276">
              <w:rPr>
                <w:rFonts w:cs="Arial"/>
                <w:b/>
                <w:bCs/>
              </w:rPr>
              <w:t xml:space="preserve">     </w:t>
            </w:r>
            <w:r w:rsidRPr="00296244">
              <w:rPr>
                <w:rFonts w:cs="Arial"/>
                <w:b/>
                <w:bCs/>
              </w:rPr>
              <w:t>Suma: 1/÷5/</w:t>
            </w:r>
          </w:p>
        </w:tc>
        <w:tc>
          <w:tcPr>
            <w:tcW w:w="2249" w:type="dxa"/>
            <w:shd w:val="clear" w:color="auto" w:fill="auto"/>
            <w:vAlign w:val="center"/>
          </w:tcPr>
          <w:p w14:paraId="27F543B0" w14:textId="77777777" w:rsidR="00B90E25" w:rsidRDefault="00B90E25" w:rsidP="00E827CB">
            <w:pPr>
              <w:jc w:val="right"/>
              <w:rPr>
                <w:rFonts w:cs="Arial"/>
                <w:b/>
                <w:bCs/>
                <w:color w:val="000000"/>
              </w:rPr>
            </w:pPr>
          </w:p>
        </w:tc>
      </w:tr>
      <w:tr w:rsidR="00B90E25" w:rsidRPr="008718E0" w14:paraId="7DE88AE3" w14:textId="77777777" w:rsidTr="00900276">
        <w:trPr>
          <w:trHeight w:val="400"/>
        </w:trPr>
        <w:tc>
          <w:tcPr>
            <w:tcW w:w="1029" w:type="dxa"/>
            <w:shd w:val="clear" w:color="auto" w:fill="auto"/>
            <w:vAlign w:val="center"/>
            <w:hideMark/>
          </w:tcPr>
          <w:p w14:paraId="39988317" w14:textId="77777777" w:rsidR="00B90E25" w:rsidRPr="008718E0" w:rsidRDefault="00B90E25" w:rsidP="00E827CB">
            <w:pPr>
              <w:jc w:val="center"/>
              <w:rPr>
                <w:rFonts w:cs="Arial"/>
                <w:i/>
                <w:iCs/>
                <w:color w:val="000000"/>
              </w:rPr>
            </w:pPr>
            <w:r w:rsidRPr="008718E0">
              <w:rPr>
                <w:rFonts w:eastAsia="Arial" w:cs="Arial"/>
                <w:i/>
                <w:iCs/>
                <w:color w:val="000000"/>
              </w:rPr>
              <w:t>1/</w:t>
            </w:r>
            <w:r w:rsidRPr="008718E0">
              <w:rPr>
                <w:rFonts w:ascii="Times New Roman" w:eastAsia="Arial" w:hAnsi="Times New Roman"/>
                <w:i/>
                <w:iCs/>
                <w:color w:val="000000"/>
                <w:sz w:val="14"/>
                <w:szCs w:val="14"/>
              </w:rPr>
              <w:t xml:space="preserve">     </w:t>
            </w:r>
            <w:r w:rsidRPr="008718E0">
              <w:rPr>
                <w:rFonts w:eastAsia="Arial" w:cs="Arial"/>
                <w:i/>
                <w:iCs/>
                <w:color w:val="000000"/>
              </w:rPr>
              <w:t> </w:t>
            </w:r>
          </w:p>
        </w:tc>
        <w:tc>
          <w:tcPr>
            <w:tcW w:w="6347" w:type="dxa"/>
            <w:shd w:val="clear" w:color="auto" w:fill="auto"/>
            <w:vAlign w:val="center"/>
            <w:hideMark/>
          </w:tcPr>
          <w:p w14:paraId="2AE9CB55" w14:textId="77777777" w:rsidR="00B90E25" w:rsidRPr="008718E0" w:rsidRDefault="00B90E25" w:rsidP="00E827CB">
            <w:pPr>
              <w:rPr>
                <w:rFonts w:cs="Arial"/>
                <w:color w:val="000000"/>
              </w:rPr>
            </w:pPr>
            <w:r w:rsidRPr="008718E0">
              <w:rPr>
                <w:rFonts w:cs="Arial"/>
                <w:color w:val="000000"/>
              </w:rPr>
              <w:t xml:space="preserve">Montaż szafy wraz z wyposażeniem </w:t>
            </w:r>
          </w:p>
        </w:tc>
        <w:tc>
          <w:tcPr>
            <w:tcW w:w="2249" w:type="dxa"/>
            <w:shd w:val="clear" w:color="auto" w:fill="auto"/>
            <w:vAlign w:val="center"/>
          </w:tcPr>
          <w:p w14:paraId="662A4010" w14:textId="77777777" w:rsidR="00B90E25" w:rsidRDefault="00B90E25" w:rsidP="00E827CB">
            <w:pPr>
              <w:jc w:val="right"/>
              <w:rPr>
                <w:rFonts w:cs="Arial"/>
                <w:i/>
                <w:iCs/>
                <w:color w:val="000000"/>
              </w:rPr>
            </w:pPr>
          </w:p>
        </w:tc>
      </w:tr>
      <w:tr w:rsidR="00B90E25" w:rsidRPr="008718E0" w14:paraId="491EE889" w14:textId="77777777" w:rsidTr="00900276">
        <w:trPr>
          <w:trHeight w:val="438"/>
        </w:trPr>
        <w:tc>
          <w:tcPr>
            <w:tcW w:w="1029" w:type="dxa"/>
            <w:shd w:val="clear" w:color="auto" w:fill="auto"/>
            <w:vAlign w:val="center"/>
            <w:hideMark/>
          </w:tcPr>
          <w:p w14:paraId="5D2527F1" w14:textId="77777777" w:rsidR="00B90E25" w:rsidRPr="008718E0" w:rsidRDefault="00B90E25" w:rsidP="00E827CB">
            <w:pPr>
              <w:jc w:val="center"/>
              <w:rPr>
                <w:rFonts w:cs="Arial"/>
                <w:i/>
                <w:iCs/>
                <w:color w:val="000000"/>
              </w:rPr>
            </w:pPr>
            <w:r w:rsidRPr="008718E0">
              <w:rPr>
                <w:rFonts w:eastAsia="Arial" w:cs="Arial"/>
                <w:i/>
                <w:iCs/>
                <w:color w:val="000000"/>
              </w:rPr>
              <w:t>2/</w:t>
            </w:r>
            <w:r w:rsidRPr="008718E0">
              <w:rPr>
                <w:rFonts w:ascii="Times New Roman" w:eastAsia="Arial" w:hAnsi="Times New Roman"/>
                <w:i/>
                <w:iCs/>
                <w:color w:val="000000"/>
                <w:sz w:val="14"/>
                <w:szCs w:val="14"/>
              </w:rPr>
              <w:t xml:space="preserve">     </w:t>
            </w:r>
            <w:r w:rsidRPr="008718E0">
              <w:rPr>
                <w:rFonts w:eastAsia="Arial" w:cs="Arial"/>
                <w:i/>
                <w:iCs/>
                <w:color w:val="000000"/>
              </w:rPr>
              <w:t> </w:t>
            </w:r>
          </w:p>
        </w:tc>
        <w:tc>
          <w:tcPr>
            <w:tcW w:w="6347" w:type="dxa"/>
            <w:shd w:val="clear" w:color="auto" w:fill="auto"/>
            <w:vAlign w:val="center"/>
            <w:hideMark/>
          </w:tcPr>
          <w:p w14:paraId="757A1D97" w14:textId="77777777" w:rsidR="00B90E25" w:rsidRPr="008718E0" w:rsidRDefault="00B90E25" w:rsidP="00E827CB">
            <w:pPr>
              <w:rPr>
                <w:rFonts w:cs="Arial"/>
                <w:color w:val="000000"/>
              </w:rPr>
            </w:pPr>
            <w:r w:rsidRPr="008718E0">
              <w:rPr>
                <w:rFonts w:cs="Arial"/>
                <w:color w:val="000000"/>
              </w:rPr>
              <w:t xml:space="preserve">Montaż </w:t>
            </w:r>
            <w:proofErr w:type="spellStart"/>
            <w:r w:rsidRPr="008718E0">
              <w:rPr>
                <w:rFonts w:cs="Arial"/>
                <w:color w:val="000000"/>
              </w:rPr>
              <w:t>panela</w:t>
            </w:r>
            <w:proofErr w:type="spellEnd"/>
            <w:r w:rsidRPr="008718E0">
              <w:rPr>
                <w:rFonts w:cs="Arial"/>
                <w:color w:val="000000"/>
              </w:rPr>
              <w:t xml:space="preserve"> operatorskiego</w:t>
            </w:r>
          </w:p>
        </w:tc>
        <w:tc>
          <w:tcPr>
            <w:tcW w:w="2249" w:type="dxa"/>
            <w:shd w:val="clear" w:color="auto" w:fill="auto"/>
            <w:vAlign w:val="center"/>
          </w:tcPr>
          <w:p w14:paraId="68CE3046" w14:textId="77777777" w:rsidR="00B90E25" w:rsidRDefault="00B90E25" w:rsidP="00E827CB">
            <w:pPr>
              <w:jc w:val="right"/>
              <w:rPr>
                <w:rFonts w:cs="Arial"/>
                <w:i/>
                <w:iCs/>
                <w:color w:val="000000"/>
              </w:rPr>
            </w:pPr>
          </w:p>
        </w:tc>
      </w:tr>
      <w:tr w:rsidR="00B90E25" w:rsidRPr="008718E0" w14:paraId="36B748DD" w14:textId="77777777" w:rsidTr="00900276">
        <w:trPr>
          <w:trHeight w:val="400"/>
        </w:trPr>
        <w:tc>
          <w:tcPr>
            <w:tcW w:w="1029" w:type="dxa"/>
            <w:shd w:val="clear" w:color="auto" w:fill="auto"/>
            <w:vAlign w:val="center"/>
            <w:hideMark/>
          </w:tcPr>
          <w:p w14:paraId="41CBBA51" w14:textId="77777777" w:rsidR="00B90E25" w:rsidRPr="008718E0" w:rsidRDefault="00B90E25" w:rsidP="00E827CB">
            <w:pPr>
              <w:jc w:val="center"/>
              <w:rPr>
                <w:rFonts w:cs="Arial"/>
                <w:i/>
                <w:iCs/>
                <w:color w:val="000000"/>
              </w:rPr>
            </w:pPr>
            <w:r w:rsidRPr="008718E0">
              <w:rPr>
                <w:rFonts w:eastAsia="Arial" w:cs="Arial"/>
                <w:i/>
                <w:iCs/>
                <w:color w:val="000000"/>
              </w:rPr>
              <w:t>3/</w:t>
            </w:r>
            <w:r w:rsidRPr="008718E0">
              <w:rPr>
                <w:rFonts w:ascii="Times New Roman" w:eastAsia="Arial" w:hAnsi="Times New Roman"/>
                <w:i/>
                <w:iCs/>
                <w:color w:val="000000"/>
                <w:sz w:val="14"/>
                <w:szCs w:val="14"/>
              </w:rPr>
              <w:t xml:space="preserve">     </w:t>
            </w:r>
            <w:r w:rsidRPr="008718E0">
              <w:rPr>
                <w:rFonts w:eastAsia="Arial" w:cs="Arial"/>
                <w:i/>
                <w:iCs/>
                <w:color w:val="000000"/>
              </w:rPr>
              <w:t> </w:t>
            </w:r>
          </w:p>
        </w:tc>
        <w:tc>
          <w:tcPr>
            <w:tcW w:w="6347" w:type="dxa"/>
            <w:shd w:val="clear" w:color="auto" w:fill="auto"/>
            <w:vAlign w:val="center"/>
            <w:hideMark/>
          </w:tcPr>
          <w:p w14:paraId="3FB79A81" w14:textId="77777777" w:rsidR="00B90E25" w:rsidRPr="008718E0" w:rsidRDefault="00B90E25" w:rsidP="00E827CB">
            <w:pPr>
              <w:rPr>
                <w:rFonts w:cs="Arial"/>
                <w:color w:val="000000"/>
              </w:rPr>
            </w:pPr>
            <w:r w:rsidRPr="008718E0">
              <w:rPr>
                <w:rFonts w:cs="Arial"/>
                <w:color w:val="000000"/>
              </w:rPr>
              <w:t>Montaż urządzeń sieciowych</w:t>
            </w:r>
          </w:p>
        </w:tc>
        <w:tc>
          <w:tcPr>
            <w:tcW w:w="2249" w:type="dxa"/>
            <w:shd w:val="clear" w:color="auto" w:fill="auto"/>
            <w:vAlign w:val="center"/>
          </w:tcPr>
          <w:p w14:paraId="01AF21FB" w14:textId="77777777" w:rsidR="00B90E25" w:rsidRDefault="00B90E25" w:rsidP="00E827CB">
            <w:pPr>
              <w:jc w:val="right"/>
              <w:rPr>
                <w:rFonts w:cs="Arial"/>
                <w:i/>
                <w:iCs/>
                <w:color w:val="000000"/>
              </w:rPr>
            </w:pPr>
          </w:p>
        </w:tc>
      </w:tr>
      <w:tr w:rsidR="00B90E25" w:rsidRPr="008718E0" w14:paraId="0414D97E" w14:textId="77777777" w:rsidTr="00900276">
        <w:trPr>
          <w:trHeight w:val="381"/>
        </w:trPr>
        <w:tc>
          <w:tcPr>
            <w:tcW w:w="1029" w:type="dxa"/>
            <w:shd w:val="clear" w:color="auto" w:fill="auto"/>
            <w:vAlign w:val="center"/>
            <w:hideMark/>
          </w:tcPr>
          <w:p w14:paraId="30732659" w14:textId="77777777" w:rsidR="00B90E25" w:rsidRPr="008718E0" w:rsidRDefault="00B90E25" w:rsidP="00E827CB">
            <w:pPr>
              <w:jc w:val="center"/>
              <w:rPr>
                <w:rFonts w:cs="Arial"/>
                <w:i/>
                <w:iCs/>
                <w:color w:val="000000"/>
              </w:rPr>
            </w:pPr>
            <w:r w:rsidRPr="008718E0">
              <w:rPr>
                <w:rFonts w:eastAsia="Arial" w:cs="Arial"/>
                <w:i/>
                <w:iCs/>
                <w:color w:val="000000"/>
              </w:rPr>
              <w:t>4/</w:t>
            </w:r>
            <w:r w:rsidRPr="008718E0">
              <w:rPr>
                <w:rFonts w:ascii="Times New Roman" w:eastAsia="Arial" w:hAnsi="Times New Roman"/>
                <w:i/>
                <w:iCs/>
                <w:color w:val="000000"/>
                <w:sz w:val="14"/>
                <w:szCs w:val="14"/>
              </w:rPr>
              <w:t xml:space="preserve">     </w:t>
            </w:r>
            <w:r w:rsidRPr="008718E0">
              <w:rPr>
                <w:rFonts w:eastAsia="Arial" w:cs="Arial"/>
                <w:i/>
                <w:iCs/>
                <w:color w:val="000000"/>
              </w:rPr>
              <w:t> </w:t>
            </w:r>
          </w:p>
        </w:tc>
        <w:tc>
          <w:tcPr>
            <w:tcW w:w="6347" w:type="dxa"/>
            <w:shd w:val="clear" w:color="auto" w:fill="auto"/>
            <w:vAlign w:val="center"/>
            <w:hideMark/>
          </w:tcPr>
          <w:p w14:paraId="4C92E991" w14:textId="77777777" w:rsidR="00B90E25" w:rsidRPr="008718E0" w:rsidRDefault="00B90E25" w:rsidP="00E827CB">
            <w:pPr>
              <w:rPr>
                <w:rFonts w:cs="Arial"/>
                <w:color w:val="000000"/>
              </w:rPr>
            </w:pPr>
            <w:r w:rsidRPr="008718E0">
              <w:rPr>
                <w:rFonts w:cs="Arial"/>
                <w:color w:val="000000"/>
              </w:rPr>
              <w:t xml:space="preserve">Montaż skanerów płonienia </w:t>
            </w:r>
          </w:p>
        </w:tc>
        <w:tc>
          <w:tcPr>
            <w:tcW w:w="2249" w:type="dxa"/>
            <w:shd w:val="clear" w:color="auto" w:fill="auto"/>
            <w:vAlign w:val="center"/>
          </w:tcPr>
          <w:p w14:paraId="3B173339" w14:textId="77777777" w:rsidR="00B90E25" w:rsidRDefault="00B90E25" w:rsidP="00E827CB">
            <w:pPr>
              <w:jc w:val="right"/>
              <w:rPr>
                <w:rFonts w:cs="Arial"/>
                <w:i/>
                <w:iCs/>
                <w:color w:val="000000"/>
              </w:rPr>
            </w:pPr>
          </w:p>
        </w:tc>
      </w:tr>
      <w:tr w:rsidR="00B90E25" w:rsidRPr="008718E0" w14:paraId="7A433010" w14:textId="77777777" w:rsidTr="00900276">
        <w:trPr>
          <w:trHeight w:val="448"/>
        </w:trPr>
        <w:tc>
          <w:tcPr>
            <w:tcW w:w="1029" w:type="dxa"/>
            <w:shd w:val="clear" w:color="auto" w:fill="auto"/>
            <w:vAlign w:val="center"/>
            <w:hideMark/>
          </w:tcPr>
          <w:p w14:paraId="2EE86AB3" w14:textId="77777777" w:rsidR="00B90E25" w:rsidRPr="008718E0" w:rsidRDefault="00B90E25" w:rsidP="00E827CB">
            <w:pPr>
              <w:jc w:val="center"/>
              <w:rPr>
                <w:rFonts w:cs="Arial"/>
                <w:i/>
                <w:iCs/>
                <w:color w:val="000000"/>
              </w:rPr>
            </w:pPr>
            <w:r w:rsidRPr="008718E0">
              <w:rPr>
                <w:rFonts w:eastAsia="Arial" w:cs="Arial"/>
                <w:i/>
                <w:iCs/>
                <w:color w:val="000000"/>
              </w:rPr>
              <w:t>5/</w:t>
            </w:r>
            <w:r w:rsidRPr="008718E0">
              <w:rPr>
                <w:rFonts w:ascii="Times New Roman" w:eastAsia="Arial" w:hAnsi="Times New Roman"/>
                <w:i/>
                <w:iCs/>
                <w:color w:val="000000"/>
                <w:sz w:val="14"/>
                <w:szCs w:val="14"/>
              </w:rPr>
              <w:t xml:space="preserve">     </w:t>
            </w:r>
            <w:r w:rsidRPr="008718E0">
              <w:rPr>
                <w:rFonts w:eastAsia="Arial" w:cs="Arial"/>
                <w:i/>
                <w:iCs/>
                <w:color w:val="000000"/>
              </w:rPr>
              <w:t> </w:t>
            </w:r>
          </w:p>
        </w:tc>
        <w:tc>
          <w:tcPr>
            <w:tcW w:w="6347" w:type="dxa"/>
            <w:shd w:val="clear" w:color="auto" w:fill="auto"/>
            <w:vAlign w:val="center"/>
            <w:hideMark/>
          </w:tcPr>
          <w:p w14:paraId="25522A26" w14:textId="77777777" w:rsidR="00B90E25" w:rsidRPr="008718E0" w:rsidRDefault="00B90E25" w:rsidP="00E827CB">
            <w:pPr>
              <w:rPr>
                <w:rFonts w:cs="Arial"/>
                <w:color w:val="000000"/>
              </w:rPr>
            </w:pPr>
            <w:r w:rsidRPr="008718E0">
              <w:rPr>
                <w:rFonts w:cs="Arial"/>
                <w:color w:val="000000"/>
              </w:rPr>
              <w:t xml:space="preserve">Montaż sterownika PLC z wyposażeniem </w:t>
            </w:r>
          </w:p>
        </w:tc>
        <w:tc>
          <w:tcPr>
            <w:tcW w:w="2249" w:type="dxa"/>
            <w:shd w:val="clear" w:color="auto" w:fill="auto"/>
            <w:vAlign w:val="center"/>
          </w:tcPr>
          <w:p w14:paraId="5C27B477" w14:textId="77777777" w:rsidR="00B90E25" w:rsidRDefault="00B90E25" w:rsidP="00E827CB">
            <w:pPr>
              <w:jc w:val="right"/>
              <w:rPr>
                <w:rFonts w:cs="Arial"/>
                <w:i/>
                <w:iCs/>
                <w:color w:val="000000"/>
              </w:rPr>
            </w:pPr>
          </w:p>
        </w:tc>
      </w:tr>
      <w:tr w:rsidR="00B90E25" w:rsidRPr="008718E0" w14:paraId="7C71FBF4" w14:textId="77777777" w:rsidTr="00900276">
        <w:trPr>
          <w:trHeight w:val="448"/>
        </w:trPr>
        <w:tc>
          <w:tcPr>
            <w:tcW w:w="1029" w:type="dxa"/>
            <w:shd w:val="clear" w:color="auto" w:fill="auto"/>
            <w:vAlign w:val="center"/>
            <w:hideMark/>
          </w:tcPr>
          <w:p w14:paraId="7E97D929" w14:textId="77777777" w:rsidR="00B90E25" w:rsidRPr="008718E0" w:rsidRDefault="00B90E25" w:rsidP="00E827CB">
            <w:pPr>
              <w:jc w:val="center"/>
              <w:rPr>
                <w:rFonts w:cs="Arial"/>
                <w:b/>
                <w:bCs/>
                <w:color w:val="000000"/>
              </w:rPr>
            </w:pPr>
            <w:r w:rsidRPr="008718E0">
              <w:rPr>
                <w:rFonts w:eastAsia="Arial" w:cs="Arial"/>
                <w:b/>
                <w:bCs/>
                <w:color w:val="000000"/>
              </w:rPr>
              <w:t>3.</w:t>
            </w:r>
            <w:r w:rsidRPr="008718E0">
              <w:rPr>
                <w:rFonts w:ascii="Times New Roman" w:eastAsia="Arial" w:hAnsi="Times New Roman"/>
                <w:b/>
                <w:bCs/>
                <w:color w:val="000000"/>
                <w:sz w:val="14"/>
                <w:szCs w:val="14"/>
              </w:rPr>
              <w:t xml:space="preserve">     </w:t>
            </w:r>
            <w:r w:rsidRPr="008718E0">
              <w:rPr>
                <w:rFonts w:eastAsia="Arial" w:cs="Arial"/>
                <w:b/>
                <w:bCs/>
                <w:color w:val="000000"/>
              </w:rPr>
              <w:t> </w:t>
            </w:r>
          </w:p>
        </w:tc>
        <w:tc>
          <w:tcPr>
            <w:tcW w:w="6347" w:type="dxa"/>
            <w:shd w:val="clear" w:color="auto" w:fill="auto"/>
            <w:vAlign w:val="center"/>
            <w:hideMark/>
          </w:tcPr>
          <w:p w14:paraId="2272E3C5" w14:textId="3E1DCE56" w:rsidR="00B90E25" w:rsidRPr="008718E0" w:rsidRDefault="00B90E25" w:rsidP="00E827CB">
            <w:pPr>
              <w:rPr>
                <w:rFonts w:cs="Arial"/>
                <w:b/>
                <w:bCs/>
                <w:color w:val="000000"/>
              </w:rPr>
            </w:pPr>
            <w:r w:rsidRPr="008718E0">
              <w:rPr>
                <w:rFonts w:cs="Arial"/>
                <w:b/>
                <w:bCs/>
                <w:color w:val="000000"/>
              </w:rPr>
              <w:t xml:space="preserve">Prace programistyczne           </w:t>
            </w:r>
            <w:r w:rsidR="00ED610D">
              <w:rPr>
                <w:rFonts w:cs="Arial"/>
                <w:b/>
                <w:bCs/>
                <w:color w:val="000000"/>
              </w:rPr>
              <w:t xml:space="preserve">                        </w:t>
            </w:r>
            <w:r w:rsidR="00900276">
              <w:rPr>
                <w:rFonts w:cs="Arial"/>
                <w:b/>
                <w:bCs/>
                <w:color w:val="000000"/>
              </w:rPr>
              <w:t xml:space="preserve">     </w:t>
            </w:r>
            <w:r w:rsidRPr="008718E0">
              <w:rPr>
                <w:rFonts w:cs="Arial"/>
                <w:b/>
                <w:bCs/>
                <w:color w:val="000000"/>
              </w:rPr>
              <w:t>Suma: 1/÷4/</w:t>
            </w:r>
          </w:p>
        </w:tc>
        <w:tc>
          <w:tcPr>
            <w:tcW w:w="2249" w:type="dxa"/>
            <w:shd w:val="clear" w:color="auto" w:fill="auto"/>
            <w:vAlign w:val="center"/>
          </w:tcPr>
          <w:p w14:paraId="2C98C95F" w14:textId="77777777" w:rsidR="00B90E25" w:rsidRPr="00315A51" w:rsidRDefault="00B90E25" w:rsidP="00E827CB">
            <w:pPr>
              <w:jc w:val="right"/>
              <w:rPr>
                <w:rFonts w:cs="Arial"/>
                <w:b/>
                <w:bCs/>
                <w:i/>
              </w:rPr>
            </w:pPr>
          </w:p>
        </w:tc>
      </w:tr>
      <w:tr w:rsidR="00B90E25" w:rsidRPr="008718E0" w14:paraId="3FC3C39B" w14:textId="77777777" w:rsidTr="00900276">
        <w:trPr>
          <w:trHeight w:val="438"/>
        </w:trPr>
        <w:tc>
          <w:tcPr>
            <w:tcW w:w="1029" w:type="dxa"/>
            <w:shd w:val="clear" w:color="auto" w:fill="auto"/>
            <w:vAlign w:val="center"/>
            <w:hideMark/>
          </w:tcPr>
          <w:p w14:paraId="3BDBB38E" w14:textId="77777777" w:rsidR="00B90E25" w:rsidRPr="008718E0" w:rsidRDefault="00B90E25" w:rsidP="00E827CB">
            <w:pPr>
              <w:jc w:val="center"/>
              <w:rPr>
                <w:rFonts w:cs="Arial"/>
                <w:i/>
                <w:iCs/>
                <w:color w:val="000000"/>
              </w:rPr>
            </w:pPr>
            <w:r w:rsidRPr="008718E0">
              <w:rPr>
                <w:rFonts w:eastAsia="Arial" w:cs="Arial"/>
                <w:i/>
                <w:iCs/>
                <w:color w:val="000000"/>
              </w:rPr>
              <w:t>1/</w:t>
            </w:r>
            <w:r w:rsidRPr="008718E0">
              <w:rPr>
                <w:rFonts w:ascii="Times New Roman" w:eastAsia="Arial" w:hAnsi="Times New Roman"/>
                <w:i/>
                <w:iCs/>
                <w:color w:val="000000"/>
                <w:sz w:val="14"/>
                <w:szCs w:val="14"/>
              </w:rPr>
              <w:t xml:space="preserve">     </w:t>
            </w:r>
            <w:r w:rsidRPr="008718E0">
              <w:rPr>
                <w:rFonts w:eastAsia="Arial" w:cs="Arial"/>
                <w:color w:val="000000"/>
              </w:rPr>
              <w:t> </w:t>
            </w:r>
          </w:p>
        </w:tc>
        <w:tc>
          <w:tcPr>
            <w:tcW w:w="6347" w:type="dxa"/>
            <w:shd w:val="clear" w:color="auto" w:fill="auto"/>
            <w:vAlign w:val="center"/>
            <w:hideMark/>
          </w:tcPr>
          <w:p w14:paraId="7684286C" w14:textId="77777777" w:rsidR="00B90E25" w:rsidRPr="008718E0" w:rsidRDefault="00B90E25" w:rsidP="00E827CB">
            <w:pPr>
              <w:rPr>
                <w:rFonts w:cs="Arial"/>
                <w:color w:val="000000"/>
              </w:rPr>
            </w:pPr>
            <w:r w:rsidRPr="008718E0">
              <w:rPr>
                <w:rFonts w:cs="Arial"/>
                <w:color w:val="000000"/>
              </w:rPr>
              <w:t>Prace programistyczne PLC</w:t>
            </w:r>
          </w:p>
        </w:tc>
        <w:tc>
          <w:tcPr>
            <w:tcW w:w="2249" w:type="dxa"/>
            <w:shd w:val="clear" w:color="auto" w:fill="auto"/>
            <w:vAlign w:val="center"/>
          </w:tcPr>
          <w:p w14:paraId="470FAF45" w14:textId="77777777" w:rsidR="00B90E25" w:rsidRPr="00315A51" w:rsidRDefault="00B90E25" w:rsidP="00E827CB">
            <w:pPr>
              <w:jc w:val="right"/>
              <w:rPr>
                <w:rFonts w:cs="Arial"/>
              </w:rPr>
            </w:pPr>
          </w:p>
        </w:tc>
      </w:tr>
      <w:tr w:rsidR="00B90E25" w:rsidRPr="008718E0" w14:paraId="097639A2" w14:textId="77777777" w:rsidTr="00900276">
        <w:trPr>
          <w:trHeight w:val="457"/>
        </w:trPr>
        <w:tc>
          <w:tcPr>
            <w:tcW w:w="1029" w:type="dxa"/>
            <w:shd w:val="clear" w:color="auto" w:fill="auto"/>
            <w:vAlign w:val="center"/>
            <w:hideMark/>
          </w:tcPr>
          <w:p w14:paraId="5433ED78" w14:textId="77777777" w:rsidR="00B90E25" w:rsidRPr="008718E0" w:rsidRDefault="00B90E25" w:rsidP="00E827CB">
            <w:pPr>
              <w:jc w:val="center"/>
              <w:rPr>
                <w:rFonts w:cs="Arial"/>
                <w:i/>
                <w:iCs/>
                <w:color w:val="000000"/>
              </w:rPr>
            </w:pPr>
            <w:r w:rsidRPr="008718E0">
              <w:rPr>
                <w:rFonts w:eastAsia="Arial" w:cs="Arial"/>
                <w:i/>
                <w:iCs/>
                <w:color w:val="000000"/>
              </w:rPr>
              <w:t>2/</w:t>
            </w:r>
            <w:r w:rsidRPr="008718E0">
              <w:rPr>
                <w:rFonts w:ascii="Times New Roman" w:eastAsia="Arial" w:hAnsi="Times New Roman"/>
                <w:i/>
                <w:iCs/>
                <w:color w:val="000000"/>
                <w:sz w:val="14"/>
                <w:szCs w:val="14"/>
              </w:rPr>
              <w:t xml:space="preserve">     </w:t>
            </w:r>
            <w:r w:rsidRPr="008718E0">
              <w:rPr>
                <w:rFonts w:eastAsia="Arial" w:cs="Arial"/>
                <w:color w:val="000000"/>
              </w:rPr>
              <w:t> </w:t>
            </w:r>
          </w:p>
        </w:tc>
        <w:tc>
          <w:tcPr>
            <w:tcW w:w="6347" w:type="dxa"/>
            <w:shd w:val="clear" w:color="auto" w:fill="auto"/>
            <w:vAlign w:val="center"/>
            <w:hideMark/>
          </w:tcPr>
          <w:p w14:paraId="6729FE77" w14:textId="77777777" w:rsidR="00B90E25" w:rsidRPr="008718E0" w:rsidRDefault="00B90E25" w:rsidP="00E827CB">
            <w:pPr>
              <w:rPr>
                <w:rFonts w:cs="Arial"/>
                <w:color w:val="000000"/>
              </w:rPr>
            </w:pPr>
            <w:r w:rsidRPr="008718E0">
              <w:rPr>
                <w:rFonts w:cs="Arial"/>
                <w:color w:val="000000"/>
              </w:rPr>
              <w:t>Prace programistyczne Panel operatorski</w:t>
            </w:r>
          </w:p>
        </w:tc>
        <w:tc>
          <w:tcPr>
            <w:tcW w:w="2249" w:type="dxa"/>
            <w:shd w:val="clear" w:color="auto" w:fill="auto"/>
            <w:vAlign w:val="center"/>
          </w:tcPr>
          <w:p w14:paraId="51140E52" w14:textId="77777777" w:rsidR="00B90E25" w:rsidRPr="00315A51" w:rsidRDefault="00B90E25" w:rsidP="00E827CB">
            <w:pPr>
              <w:jc w:val="right"/>
              <w:rPr>
                <w:rFonts w:cs="Arial"/>
              </w:rPr>
            </w:pPr>
          </w:p>
        </w:tc>
      </w:tr>
      <w:tr w:rsidR="00B90E25" w:rsidRPr="008718E0" w14:paraId="07A92225" w14:textId="77777777" w:rsidTr="00900276">
        <w:trPr>
          <w:trHeight w:val="429"/>
        </w:trPr>
        <w:tc>
          <w:tcPr>
            <w:tcW w:w="1029" w:type="dxa"/>
            <w:shd w:val="clear" w:color="auto" w:fill="auto"/>
            <w:vAlign w:val="center"/>
            <w:hideMark/>
          </w:tcPr>
          <w:p w14:paraId="178DA72A" w14:textId="77777777" w:rsidR="00B90E25" w:rsidRPr="008718E0" w:rsidRDefault="00B90E25" w:rsidP="00E827CB">
            <w:pPr>
              <w:jc w:val="center"/>
              <w:rPr>
                <w:rFonts w:cs="Arial"/>
                <w:i/>
                <w:iCs/>
                <w:color w:val="000000"/>
              </w:rPr>
            </w:pPr>
            <w:r w:rsidRPr="008718E0">
              <w:rPr>
                <w:rFonts w:eastAsia="Arial" w:cs="Arial"/>
                <w:i/>
                <w:iCs/>
                <w:color w:val="000000"/>
              </w:rPr>
              <w:t>3/</w:t>
            </w:r>
            <w:r w:rsidRPr="008718E0">
              <w:rPr>
                <w:rFonts w:ascii="Times New Roman" w:eastAsia="Arial" w:hAnsi="Times New Roman"/>
                <w:i/>
                <w:iCs/>
                <w:color w:val="000000"/>
                <w:sz w:val="14"/>
                <w:szCs w:val="14"/>
              </w:rPr>
              <w:t xml:space="preserve">     </w:t>
            </w:r>
            <w:r w:rsidRPr="008718E0">
              <w:rPr>
                <w:rFonts w:eastAsia="Arial" w:cs="Arial"/>
                <w:color w:val="000000"/>
              </w:rPr>
              <w:t> </w:t>
            </w:r>
          </w:p>
        </w:tc>
        <w:tc>
          <w:tcPr>
            <w:tcW w:w="6347" w:type="dxa"/>
            <w:shd w:val="clear" w:color="auto" w:fill="auto"/>
            <w:vAlign w:val="center"/>
            <w:hideMark/>
          </w:tcPr>
          <w:p w14:paraId="3052A949" w14:textId="77777777" w:rsidR="00B90E25" w:rsidRPr="008718E0" w:rsidRDefault="00B90E25" w:rsidP="00E827CB">
            <w:pPr>
              <w:rPr>
                <w:rFonts w:cs="Arial"/>
                <w:color w:val="000000"/>
              </w:rPr>
            </w:pPr>
            <w:r w:rsidRPr="008718E0">
              <w:rPr>
                <w:rFonts w:cs="Arial"/>
                <w:color w:val="000000"/>
              </w:rPr>
              <w:t>Konfiguracja sieci LAN</w:t>
            </w:r>
          </w:p>
        </w:tc>
        <w:tc>
          <w:tcPr>
            <w:tcW w:w="2249" w:type="dxa"/>
            <w:shd w:val="clear" w:color="auto" w:fill="auto"/>
            <w:vAlign w:val="center"/>
          </w:tcPr>
          <w:p w14:paraId="6E3523BE" w14:textId="77777777" w:rsidR="00B90E25" w:rsidRPr="00315A51" w:rsidRDefault="00B90E25" w:rsidP="00E827CB">
            <w:pPr>
              <w:jc w:val="right"/>
              <w:rPr>
                <w:rFonts w:cs="Arial"/>
              </w:rPr>
            </w:pPr>
          </w:p>
        </w:tc>
      </w:tr>
      <w:tr w:rsidR="00B90E25" w:rsidRPr="008718E0" w14:paraId="2D4FEAA0" w14:textId="77777777" w:rsidTr="00900276">
        <w:trPr>
          <w:trHeight w:val="457"/>
        </w:trPr>
        <w:tc>
          <w:tcPr>
            <w:tcW w:w="1029" w:type="dxa"/>
            <w:shd w:val="clear" w:color="auto" w:fill="auto"/>
            <w:vAlign w:val="center"/>
            <w:hideMark/>
          </w:tcPr>
          <w:p w14:paraId="7E8F8B20" w14:textId="77777777" w:rsidR="00B90E25" w:rsidRPr="008718E0" w:rsidRDefault="00B90E25" w:rsidP="00E827CB">
            <w:pPr>
              <w:jc w:val="center"/>
              <w:rPr>
                <w:rFonts w:cs="Arial"/>
                <w:i/>
                <w:iCs/>
                <w:color w:val="000000"/>
              </w:rPr>
            </w:pPr>
            <w:r w:rsidRPr="008718E0">
              <w:rPr>
                <w:rFonts w:eastAsia="Arial" w:cs="Arial"/>
                <w:i/>
                <w:iCs/>
                <w:color w:val="000000"/>
              </w:rPr>
              <w:t>4/</w:t>
            </w:r>
            <w:r w:rsidRPr="008718E0">
              <w:rPr>
                <w:rFonts w:ascii="Times New Roman" w:eastAsia="Arial" w:hAnsi="Times New Roman"/>
                <w:i/>
                <w:iCs/>
                <w:color w:val="000000"/>
                <w:sz w:val="14"/>
                <w:szCs w:val="14"/>
              </w:rPr>
              <w:t xml:space="preserve">     </w:t>
            </w:r>
            <w:r w:rsidRPr="008718E0">
              <w:rPr>
                <w:rFonts w:eastAsia="Arial" w:cs="Arial"/>
                <w:color w:val="000000"/>
              </w:rPr>
              <w:t> </w:t>
            </w:r>
          </w:p>
        </w:tc>
        <w:tc>
          <w:tcPr>
            <w:tcW w:w="6347" w:type="dxa"/>
            <w:shd w:val="clear" w:color="auto" w:fill="auto"/>
            <w:vAlign w:val="center"/>
            <w:hideMark/>
          </w:tcPr>
          <w:p w14:paraId="63D958D6" w14:textId="77777777" w:rsidR="00B90E25" w:rsidRPr="008718E0" w:rsidRDefault="00B90E25" w:rsidP="00E827CB">
            <w:pPr>
              <w:rPr>
                <w:rFonts w:cs="Arial"/>
                <w:color w:val="000000"/>
              </w:rPr>
            </w:pPr>
            <w:r w:rsidRPr="008718E0">
              <w:rPr>
                <w:rFonts w:cs="Arial"/>
                <w:color w:val="000000"/>
              </w:rPr>
              <w:t xml:space="preserve">Kopie bezpieczeństwa </w:t>
            </w:r>
          </w:p>
        </w:tc>
        <w:tc>
          <w:tcPr>
            <w:tcW w:w="2249" w:type="dxa"/>
            <w:shd w:val="clear" w:color="auto" w:fill="auto"/>
            <w:vAlign w:val="center"/>
          </w:tcPr>
          <w:p w14:paraId="243200A8" w14:textId="77777777" w:rsidR="00B90E25" w:rsidRPr="00315A51" w:rsidRDefault="00B90E25" w:rsidP="00E827CB">
            <w:pPr>
              <w:jc w:val="right"/>
              <w:rPr>
                <w:rFonts w:cs="Arial"/>
              </w:rPr>
            </w:pPr>
          </w:p>
        </w:tc>
      </w:tr>
      <w:tr w:rsidR="00B90E25" w:rsidRPr="008718E0" w14:paraId="41F079A5" w14:textId="77777777" w:rsidTr="00900276">
        <w:trPr>
          <w:trHeight w:val="449"/>
        </w:trPr>
        <w:tc>
          <w:tcPr>
            <w:tcW w:w="1029" w:type="dxa"/>
            <w:shd w:val="clear" w:color="auto" w:fill="auto"/>
            <w:vAlign w:val="center"/>
            <w:hideMark/>
          </w:tcPr>
          <w:p w14:paraId="6DE8BB70" w14:textId="77777777" w:rsidR="00B90E25" w:rsidRPr="008718E0" w:rsidRDefault="00B90E25" w:rsidP="00E827CB">
            <w:pPr>
              <w:jc w:val="center"/>
              <w:rPr>
                <w:rFonts w:cs="Arial"/>
                <w:b/>
                <w:bCs/>
                <w:color w:val="000000"/>
              </w:rPr>
            </w:pPr>
            <w:r w:rsidRPr="008718E0">
              <w:rPr>
                <w:rFonts w:eastAsia="Arial" w:cs="Arial"/>
                <w:b/>
                <w:bCs/>
                <w:color w:val="000000"/>
              </w:rPr>
              <w:t>4.</w:t>
            </w:r>
            <w:r w:rsidRPr="008718E0">
              <w:rPr>
                <w:rFonts w:ascii="Times New Roman" w:eastAsia="Arial" w:hAnsi="Times New Roman"/>
                <w:b/>
                <w:bCs/>
                <w:color w:val="000000"/>
                <w:sz w:val="14"/>
                <w:szCs w:val="14"/>
              </w:rPr>
              <w:t xml:space="preserve">     </w:t>
            </w:r>
            <w:r w:rsidRPr="008718E0">
              <w:rPr>
                <w:rFonts w:eastAsia="Arial" w:cs="Arial"/>
                <w:b/>
                <w:bCs/>
                <w:color w:val="000000"/>
              </w:rPr>
              <w:t> </w:t>
            </w:r>
          </w:p>
        </w:tc>
        <w:tc>
          <w:tcPr>
            <w:tcW w:w="6347" w:type="dxa"/>
            <w:shd w:val="clear" w:color="auto" w:fill="auto"/>
            <w:vAlign w:val="center"/>
            <w:hideMark/>
          </w:tcPr>
          <w:p w14:paraId="146BA430" w14:textId="77777777" w:rsidR="00B90E25" w:rsidRPr="008718E0" w:rsidRDefault="00B90E25" w:rsidP="00E827CB">
            <w:pPr>
              <w:rPr>
                <w:rFonts w:cs="Arial"/>
                <w:b/>
                <w:bCs/>
                <w:color w:val="000000"/>
              </w:rPr>
            </w:pPr>
            <w:r w:rsidRPr="008718E0">
              <w:rPr>
                <w:rFonts w:cs="Arial"/>
                <w:b/>
                <w:bCs/>
                <w:color w:val="000000"/>
              </w:rPr>
              <w:t xml:space="preserve">Licencje </w:t>
            </w:r>
          </w:p>
        </w:tc>
        <w:tc>
          <w:tcPr>
            <w:tcW w:w="2249" w:type="dxa"/>
            <w:shd w:val="clear" w:color="auto" w:fill="auto"/>
            <w:vAlign w:val="center"/>
          </w:tcPr>
          <w:p w14:paraId="00867984" w14:textId="77777777" w:rsidR="00B90E25" w:rsidRPr="00315A51" w:rsidRDefault="00B90E25" w:rsidP="00E827CB">
            <w:pPr>
              <w:jc w:val="right"/>
              <w:rPr>
                <w:rFonts w:cs="Arial"/>
                <w:b/>
                <w:bCs/>
              </w:rPr>
            </w:pPr>
          </w:p>
        </w:tc>
      </w:tr>
      <w:tr w:rsidR="00B90E25" w:rsidRPr="008718E0" w14:paraId="5EF91E29" w14:textId="77777777" w:rsidTr="00DF6CBF">
        <w:trPr>
          <w:trHeight w:val="643"/>
        </w:trPr>
        <w:tc>
          <w:tcPr>
            <w:tcW w:w="1029" w:type="dxa"/>
            <w:shd w:val="clear" w:color="auto" w:fill="F2F2F2" w:themeFill="background1" w:themeFillShade="F2"/>
            <w:vAlign w:val="center"/>
            <w:hideMark/>
          </w:tcPr>
          <w:p w14:paraId="41778DBA" w14:textId="34CE2446" w:rsidR="00B90E25" w:rsidRPr="008718E0" w:rsidRDefault="00CD4B7D" w:rsidP="00CD4B7D">
            <w:pPr>
              <w:tabs>
                <w:tab w:val="left" w:pos="498"/>
              </w:tabs>
              <w:ind w:right="67"/>
              <w:rPr>
                <w:rFonts w:cs="Arial"/>
                <w:b/>
                <w:bCs/>
                <w:color w:val="000000"/>
              </w:rPr>
            </w:pPr>
            <w:r>
              <w:rPr>
                <w:rFonts w:cs="Arial"/>
                <w:b/>
                <w:bCs/>
                <w:color w:val="000000"/>
              </w:rPr>
              <w:t xml:space="preserve">    5.</w:t>
            </w:r>
          </w:p>
        </w:tc>
        <w:tc>
          <w:tcPr>
            <w:tcW w:w="6347" w:type="dxa"/>
            <w:shd w:val="clear" w:color="auto" w:fill="F2F2F2" w:themeFill="background1" w:themeFillShade="F2"/>
            <w:vAlign w:val="center"/>
            <w:hideMark/>
          </w:tcPr>
          <w:p w14:paraId="2284F542" w14:textId="01F43CF9" w:rsidR="00B90E25" w:rsidRPr="008718E0" w:rsidRDefault="00B90E25" w:rsidP="00E827CB">
            <w:pPr>
              <w:rPr>
                <w:rFonts w:cs="Arial"/>
                <w:b/>
                <w:bCs/>
                <w:color w:val="000000"/>
              </w:rPr>
            </w:pPr>
            <w:r>
              <w:rPr>
                <w:rFonts w:cs="Arial"/>
                <w:b/>
                <w:bCs/>
                <w:color w:val="000000"/>
              </w:rPr>
              <w:t>RAZEM:</w:t>
            </w:r>
            <w:r w:rsidRPr="008718E0">
              <w:rPr>
                <w:rFonts w:cs="Arial"/>
                <w:b/>
                <w:bCs/>
                <w:color w:val="000000"/>
              </w:rPr>
              <w:t xml:space="preserve">  (1</w:t>
            </w:r>
            <w:r>
              <w:rPr>
                <w:rFonts w:cs="Arial"/>
                <w:b/>
                <w:bCs/>
                <w:color w:val="000000"/>
              </w:rPr>
              <w:t>.+2.+3.+4.</w:t>
            </w:r>
            <w:r w:rsidRPr="008718E0">
              <w:rPr>
                <w:rFonts w:cs="Arial"/>
                <w:b/>
                <w:bCs/>
                <w:color w:val="000000"/>
              </w:rPr>
              <w:t>)</w:t>
            </w:r>
          </w:p>
        </w:tc>
        <w:tc>
          <w:tcPr>
            <w:tcW w:w="2249" w:type="dxa"/>
            <w:shd w:val="clear" w:color="auto" w:fill="D9D9D9" w:themeFill="background1" w:themeFillShade="D9"/>
            <w:vAlign w:val="center"/>
          </w:tcPr>
          <w:p w14:paraId="61C1B2E6" w14:textId="77777777" w:rsidR="00B90E25" w:rsidRPr="00315A51" w:rsidRDefault="00B90E25" w:rsidP="00E827CB">
            <w:pPr>
              <w:jc w:val="right"/>
              <w:rPr>
                <w:rFonts w:cs="Arial"/>
                <w:b/>
                <w:bCs/>
              </w:rPr>
            </w:pPr>
          </w:p>
        </w:tc>
      </w:tr>
    </w:tbl>
    <w:p w14:paraId="63D3346F" w14:textId="77777777" w:rsidR="00B90E25" w:rsidRDefault="00B90E25" w:rsidP="004144D2">
      <w:pPr>
        <w:jc w:val="center"/>
        <w:rPr>
          <w:b/>
          <w:sz w:val="24"/>
        </w:rPr>
      </w:pPr>
    </w:p>
    <w:p w14:paraId="37F1152A" w14:textId="77777777" w:rsidR="006A361F" w:rsidRDefault="006A361F" w:rsidP="004144D2">
      <w:pPr>
        <w:jc w:val="center"/>
        <w:rPr>
          <w:b/>
          <w:sz w:val="24"/>
        </w:rPr>
      </w:pPr>
    </w:p>
    <w:p w14:paraId="5EA12F85" w14:textId="27B21AEF" w:rsidR="006A361F" w:rsidRDefault="006A361F" w:rsidP="006A361F">
      <w:pPr>
        <w:jc w:val="left"/>
        <w:rPr>
          <w:b/>
          <w:sz w:val="24"/>
        </w:rPr>
      </w:pPr>
    </w:p>
    <w:p w14:paraId="76BFF94B" w14:textId="0CC00184" w:rsidR="00B31C22" w:rsidRDefault="00B31C22" w:rsidP="006A361F">
      <w:pPr>
        <w:jc w:val="left"/>
        <w:rPr>
          <w:b/>
          <w:sz w:val="24"/>
        </w:rPr>
      </w:pPr>
    </w:p>
    <w:p w14:paraId="3D06E817" w14:textId="77777777" w:rsidR="00B31C22" w:rsidRDefault="00B31C22" w:rsidP="006A361F">
      <w:pPr>
        <w:jc w:val="left"/>
        <w:rPr>
          <w:b/>
          <w:sz w:val="24"/>
        </w:rPr>
      </w:pPr>
    </w:p>
    <w:p w14:paraId="0AFB6202" w14:textId="77777777" w:rsidR="00614A5C" w:rsidRPr="006A060C" w:rsidRDefault="00614A5C" w:rsidP="00614A5C">
      <w:pPr>
        <w:spacing w:line="240" w:lineRule="auto"/>
        <w:jc w:val="left"/>
        <w:rPr>
          <w:rFonts w:cs="Arial"/>
          <w:szCs w:val="22"/>
        </w:rPr>
      </w:pPr>
    </w:p>
    <w:p w14:paraId="68EB9B2D" w14:textId="77777777" w:rsidR="00614A5C" w:rsidRPr="006A060C" w:rsidRDefault="00614A5C" w:rsidP="00614A5C">
      <w:pPr>
        <w:spacing w:line="240" w:lineRule="auto"/>
        <w:jc w:val="left"/>
        <w:rPr>
          <w:rFonts w:cs="Arial"/>
          <w:szCs w:val="22"/>
        </w:rPr>
      </w:pPr>
      <w:r w:rsidRPr="006A060C">
        <w:rPr>
          <w:rFonts w:cs="Arial"/>
          <w:szCs w:val="22"/>
        </w:rPr>
        <w:t>..........................</w:t>
      </w:r>
      <w:r>
        <w:rPr>
          <w:rFonts w:cs="Arial"/>
          <w:szCs w:val="22"/>
        </w:rPr>
        <w:t>....................</w:t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  <w:t>…….</w:t>
      </w:r>
      <w:r w:rsidRPr="006A060C">
        <w:rPr>
          <w:rFonts w:cs="Arial"/>
          <w:szCs w:val="22"/>
        </w:rPr>
        <w:t>……………………………………….</w:t>
      </w:r>
    </w:p>
    <w:p w14:paraId="31ACECE2" w14:textId="77777777" w:rsidR="00614A5C" w:rsidRPr="00E81CCF" w:rsidRDefault="00614A5C" w:rsidP="00614A5C">
      <w:pPr>
        <w:spacing w:line="240" w:lineRule="auto"/>
        <w:jc w:val="left"/>
        <w:rPr>
          <w:rFonts w:cs="Arial"/>
          <w:szCs w:val="22"/>
        </w:rPr>
      </w:pPr>
      <w:r>
        <w:rPr>
          <w:rFonts w:cs="Arial"/>
          <w:szCs w:val="22"/>
        </w:rPr>
        <w:t xml:space="preserve">      (data, miejscowość) </w:t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 w:rsidRPr="006A060C">
        <w:rPr>
          <w:rFonts w:cs="Arial"/>
          <w:szCs w:val="22"/>
        </w:rPr>
        <w:t>(podpis/-y</w:t>
      </w:r>
      <w:r>
        <w:rPr>
          <w:rFonts w:cs="Arial"/>
          <w:szCs w:val="22"/>
        </w:rPr>
        <w:t>, pieczęć imienna</w:t>
      </w:r>
      <w:r w:rsidRPr="006A060C">
        <w:rPr>
          <w:rFonts w:cs="Arial"/>
          <w:szCs w:val="22"/>
        </w:rPr>
        <w:t>)</w:t>
      </w:r>
    </w:p>
    <w:p w14:paraId="52086448" w14:textId="77777777" w:rsidR="00614A5C" w:rsidRPr="008D4C13" w:rsidRDefault="00614A5C" w:rsidP="00614A5C">
      <w:pPr>
        <w:ind w:left="502"/>
        <w:rPr>
          <w:rFonts w:cs="Arial"/>
          <w:b/>
          <w:szCs w:val="22"/>
          <w:lang w:val="cs-CZ"/>
        </w:rPr>
      </w:pPr>
    </w:p>
    <w:p w14:paraId="691FAD46" w14:textId="0FD4FC11" w:rsidR="00614A5C" w:rsidRPr="00614A5C" w:rsidRDefault="00614A5C">
      <w:pPr>
        <w:spacing w:line="240" w:lineRule="auto"/>
        <w:jc w:val="left"/>
        <w:rPr>
          <w:b/>
          <w:szCs w:val="22"/>
          <w:lang w:val="cs-CZ"/>
        </w:rPr>
      </w:pPr>
    </w:p>
    <w:p w14:paraId="78D6C4E8" w14:textId="269BF10D" w:rsidR="00614A5C" w:rsidRDefault="00614A5C">
      <w:pPr>
        <w:spacing w:line="240" w:lineRule="auto"/>
        <w:jc w:val="left"/>
        <w:rPr>
          <w:b/>
          <w:szCs w:val="22"/>
        </w:rPr>
      </w:pPr>
      <w:r>
        <w:rPr>
          <w:b/>
          <w:szCs w:val="22"/>
        </w:rPr>
        <w:br w:type="page"/>
      </w:r>
    </w:p>
    <w:p w14:paraId="477B58D0" w14:textId="77777777" w:rsidR="005C35B6" w:rsidRDefault="005C35B6" w:rsidP="004144D2">
      <w:pPr>
        <w:spacing w:line="240" w:lineRule="auto"/>
        <w:jc w:val="center"/>
        <w:rPr>
          <w:b/>
          <w:szCs w:val="22"/>
        </w:rPr>
      </w:pPr>
    </w:p>
    <w:p w14:paraId="7F4758BA" w14:textId="77777777" w:rsidR="005C35B6" w:rsidRPr="00F60C8E" w:rsidRDefault="005C35B6" w:rsidP="005C35B6">
      <w:pPr>
        <w:suppressAutoHyphens/>
        <w:spacing w:line="240" w:lineRule="auto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>Załącznik nr 10</w:t>
      </w:r>
      <w:r w:rsidRPr="00F60C8E">
        <w:rPr>
          <w:rFonts w:cs="Arial"/>
          <w:b/>
          <w:sz w:val="20"/>
          <w:szCs w:val="20"/>
        </w:rPr>
        <w:t xml:space="preserve"> do SWZ – Oświadczenie o zachowaniu poufności</w:t>
      </w:r>
    </w:p>
    <w:p w14:paraId="6F23D2E6" w14:textId="77777777" w:rsidR="005C35B6" w:rsidRPr="00F60C8E" w:rsidRDefault="005C35B6" w:rsidP="005C35B6">
      <w:pPr>
        <w:suppressAutoHyphens/>
        <w:jc w:val="right"/>
        <w:rPr>
          <w:rFonts w:cs="Arial"/>
          <w:b/>
          <w:sz w:val="20"/>
          <w:szCs w:val="20"/>
        </w:rPr>
      </w:pPr>
    </w:p>
    <w:p w14:paraId="4C5EC128" w14:textId="77777777" w:rsidR="005C35B6" w:rsidRPr="00F60C8E" w:rsidRDefault="005C35B6" w:rsidP="005C35B6">
      <w:pPr>
        <w:tabs>
          <w:tab w:val="left" w:pos="720"/>
          <w:tab w:val="left" w:pos="864"/>
          <w:tab w:val="left" w:pos="1008"/>
          <w:tab w:val="left" w:pos="1872"/>
          <w:tab w:val="left" w:pos="2016"/>
          <w:tab w:val="left" w:pos="2160"/>
          <w:tab w:val="left" w:pos="2880"/>
          <w:tab w:val="left" w:pos="3168"/>
          <w:tab w:val="left" w:pos="3456"/>
          <w:tab w:val="left" w:pos="3600"/>
          <w:tab w:val="left" w:pos="6048"/>
        </w:tabs>
        <w:rPr>
          <w:rFonts w:cs="Arial"/>
          <w:szCs w:val="22"/>
        </w:rPr>
      </w:pPr>
    </w:p>
    <w:tbl>
      <w:tblPr>
        <w:tblW w:w="5000" w:type="pct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89"/>
        <w:gridCol w:w="5581"/>
      </w:tblGrid>
      <w:tr w:rsidR="005C35B6" w:rsidRPr="00F60C8E" w14:paraId="312B2155" w14:textId="77777777" w:rsidTr="006767AF">
        <w:trPr>
          <w:cantSplit/>
          <w:trHeight w:hRule="exact" w:val="931"/>
          <w:jc w:val="center"/>
        </w:trPr>
        <w:tc>
          <w:tcPr>
            <w:tcW w:w="1957" w:type="pct"/>
            <w:shd w:val="clear" w:color="auto" w:fill="323E4F"/>
            <w:vAlign w:val="center"/>
          </w:tcPr>
          <w:p w14:paraId="6A250241" w14:textId="77777777" w:rsidR="005C35B6" w:rsidRPr="00F60C8E" w:rsidRDefault="005C35B6" w:rsidP="006767AF">
            <w:pPr>
              <w:spacing w:line="276" w:lineRule="auto"/>
              <w:rPr>
                <w:rFonts w:cs="Arial"/>
                <w:sz w:val="20"/>
              </w:rPr>
            </w:pPr>
            <w:r w:rsidRPr="00F60C8E">
              <w:rPr>
                <w:rFonts w:cs="Arial"/>
                <w:sz w:val="20"/>
              </w:rPr>
              <w:t>Dane Wykonawcy</w:t>
            </w:r>
          </w:p>
        </w:tc>
        <w:tc>
          <w:tcPr>
            <w:tcW w:w="3043" w:type="pct"/>
            <w:vAlign w:val="center"/>
          </w:tcPr>
          <w:p w14:paraId="28D478F1" w14:textId="77777777" w:rsidR="005C35B6" w:rsidRPr="00F60C8E" w:rsidRDefault="005C35B6" w:rsidP="006767AF">
            <w:pPr>
              <w:rPr>
                <w:rFonts w:cs="Arial"/>
              </w:rPr>
            </w:pPr>
          </w:p>
          <w:p w14:paraId="7A307CA8" w14:textId="77777777" w:rsidR="005C35B6" w:rsidRPr="00F60C8E" w:rsidRDefault="005C35B6" w:rsidP="006767AF">
            <w:pPr>
              <w:rPr>
                <w:rFonts w:cs="Arial"/>
              </w:rPr>
            </w:pPr>
          </w:p>
        </w:tc>
      </w:tr>
      <w:tr w:rsidR="005C35B6" w:rsidRPr="00F60C8E" w14:paraId="4BB8CDF9" w14:textId="77777777" w:rsidTr="006767AF">
        <w:trPr>
          <w:cantSplit/>
          <w:trHeight w:hRule="exact" w:val="1253"/>
          <w:jc w:val="center"/>
        </w:trPr>
        <w:tc>
          <w:tcPr>
            <w:tcW w:w="1957" w:type="pct"/>
            <w:shd w:val="clear" w:color="auto" w:fill="323E4F"/>
            <w:vAlign w:val="center"/>
          </w:tcPr>
          <w:p w14:paraId="5EAA8DB9" w14:textId="77777777" w:rsidR="005C35B6" w:rsidRPr="00F60C8E" w:rsidRDefault="005C35B6" w:rsidP="006767AF">
            <w:pPr>
              <w:spacing w:line="276" w:lineRule="auto"/>
              <w:rPr>
                <w:rFonts w:cs="Arial"/>
                <w:sz w:val="20"/>
              </w:rPr>
            </w:pPr>
            <w:r w:rsidRPr="00F60C8E">
              <w:rPr>
                <w:rFonts w:cs="Arial"/>
                <w:sz w:val="20"/>
              </w:rPr>
              <w:t xml:space="preserve">Adres Wykonawcy: </w:t>
            </w:r>
          </w:p>
          <w:p w14:paraId="500BD5DC" w14:textId="77777777" w:rsidR="005C35B6" w:rsidRPr="00F60C8E" w:rsidRDefault="005C35B6" w:rsidP="006767AF">
            <w:pPr>
              <w:spacing w:line="276" w:lineRule="auto"/>
              <w:rPr>
                <w:rFonts w:cs="Arial"/>
                <w:sz w:val="20"/>
              </w:rPr>
            </w:pPr>
            <w:r w:rsidRPr="00F60C8E">
              <w:rPr>
                <w:rFonts w:cs="Arial"/>
                <w:sz w:val="20"/>
              </w:rPr>
              <w:t xml:space="preserve">ulica, nr lokalu, kod, miejscowość </w:t>
            </w:r>
          </w:p>
        </w:tc>
        <w:tc>
          <w:tcPr>
            <w:tcW w:w="3043" w:type="pct"/>
            <w:vAlign w:val="center"/>
          </w:tcPr>
          <w:p w14:paraId="71184916" w14:textId="77777777" w:rsidR="005C35B6" w:rsidRPr="00F60C8E" w:rsidRDefault="005C35B6" w:rsidP="006767AF">
            <w:pPr>
              <w:rPr>
                <w:rFonts w:cs="Arial"/>
              </w:rPr>
            </w:pPr>
          </w:p>
        </w:tc>
      </w:tr>
    </w:tbl>
    <w:p w14:paraId="0BC2A267" w14:textId="77777777" w:rsidR="005C35B6" w:rsidRPr="005C35B6" w:rsidRDefault="005C35B6" w:rsidP="005C35B6">
      <w:pPr>
        <w:tabs>
          <w:tab w:val="center" w:pos="0"/>
          <w:tab w:val="right" w:pos="9072"/>
        </w:tabs>
        <w:spacing w:before="240" w:line="360" w:lineRule="auto"/>
        <w:rPr>
          <w:rFonts w:cs="Arial"/>
          <w:b/>
          <w:sz w:val="20"/>
          <w:szCs w:val="20"/>
        </w:rPr>
      </w:pPr>
      <w:r w:rsidRPr="00B43FFF">
        <w:rPr>
          <w:rFonts w:cs="Arial"/>
          <w:sz w:val="20"/>
          <w:szCs w:val="20"/>
        </w:rPr>
        <w:t xml:space="preserve">W związku ze złożeniem wniosku o udział w wizji lokalnej w postępowaniu o udzielenie zamówienia </w:t>
      </w:r>
      <w:r w:rsidRPr="005C35B6">
        <w:rPr>
          <w:rFonts w:cs="Arial"/>
          <w:sz w:val="20"/>
          <w:szCs w:val="20"/>
        </w:rPr>
        <w:t>prowadzonym w trybie przetargu nieograniczonego pn. „</w:t>
      </w:r>
    </w:p>
    <w:p w14:paraId="44DCEDD5" w14:textId="622412AF" w:rsidR="005C35B6" w:rsidRPr="00894071" w:rsidRDefault="005C35B6" w:rsidP="005C35B6">
      <w:pPr>
        <w:spacing w:line="276" w:lineRule="auto"/>
        <w:rPr>
          <w:rFonts w:cs="Arial"/>
          <w:sz w:val="20"/>
          <w:szCs w:val="20"/>
        </w:rPr>
      </w:pPr>
      <w:r w:rsidRPr="00894071">
        <w:rPr>
          <w:rFonts w:cs="Arial"/>
          <w:b/>
          <w:sz w:val="20"/>
          <w:szCs w:val="20"/>
        </w:rPr>
        <w:t>„</w:t>
      </w:r>
      <w:r w:rsidR="00C54975" w:rsidRPr="00C62C51">
        <w:rPr>
          <w:rFonts w:cs="Arial"/>
          <w:b/>
          <w:szCs w:val="22"/>
          <w:shd w:val="clear" w:color="auto" w:fill="FFFFFF"/>
        </w:rPr>
        <w:t>Modernizacja systemu sterowania dopalaczem Clausa na Kopalni Ropy Naftowej i Gazu Ziemnego Zielin</w:t>
      </w:r>
      <w:r w:rsidRPr="00894071">
        <w:rPr>
          <w:rFonts w:cs="Arial"/>
          <w:b/>
          <w:sz w:val="20"/>
          <w:szCs w:val="20"/>
        </w:rPr>
        <w:t>”</w:t>
      </w:r>
    </w:p>
    <w:p w14:paraId="6A9CE8DB" w14:textId="77777777" w:rsidR="001916E5" w:rsidRDefault="001916E5" w:rsidP="005C35B6">
      <w:pPr>
        <w:spacing w:line="276" w:lineRule="auto"/>
        <w:rPr>
          <w:rFonts w:cs="Arial"/>
          <w:sz w:val="20"/>
          <w:szCs w:val="20"/>
        </w:rPr>
      </w:pPr>
    </w:p>
    <w:p w14:paraId="209E09A7" w14:textId="0B6453DA" w:rsidR="005C35B6" w:rsidRPr="008277A3" w:rsidRDefault="005C35B6" w:rsidP="00247DDC">
      <w:pPr>
        <w:jc w:val="left"/>
        <w:rPr>
          <w:rFonts w:cs="Arial"/>
          <w:sz w:val="20"/>
          <w:szCs w:val="20"/>
        </w:rPr>
      </w:pPr>
      <w:r w:rsidRPr="00BA2CB2">
        <w:rPr>
          <w:rFonts w:cs="Arial"/>
          <w:sz w:val="20"/>
          <w:szCs w:val="20"/>
        </w:rPr>
        <w:t xml:space="preserve">numer </w:t>
      </w:r>
      <w:r w:rsidRPr="00247DDC">
        <w:rPr>
          <w:rFonts w:cs="Arial"/>
          <w:sz w:val="20"/>
          <w:szCs w:val="20"/>
        </w:rPr>
        <w:t>postępowania</w:t>
      </w:r>
      <w:r w:rsidR="00BA2CB2" w:rsidRPr="00247DDC">
        <w:rPr>
          <w:rFonts w:cs="Arial"/>
          <w:sz w:val="20"/>
          <w:szCs w:val="20"/>
        </w:rPr>
        <w:t xml:space="preserve">  </w:t>
      </w:r>
      <w:r w:rsidR="00247DDC" w:rsidRPr="00247DDC">
        <w:rPr>
          <w:b/>
          <w:sz w:val="20"/>
          <w:szCs w:val="20"/>
        </w:rPr>
        <w:t xml:space="preserve">CRZ:NP/ORLEN/25/0217/OZ/EU </w:t>
      </w:r>
      <w:r w:rsidRPr="00247DDC">
        <w:rPr>
          <w:rFonts w:cs="Arial"/>
          <w:sz w:val="20"/>
          <w:szCs w:val="20"/>
        </w:rPr>
        <w:t>oświadczam</w:t>
      </w:r>
      <w:r w:rsidRPr="008277A3">
        <w:rPr>
          <w:rFonts w:cs="Arial"/>
          <w:sz w:val="20"/>
          <w:szCs w:val="20"/>
        </w:rPr>
        <w:t>, że zobowiązuję się do:</w:t>
      </w:r>
    </w:p>
    <w:p w14:paraId="69E51B51" w14:textId="77777777" w:rsidR="005C35B6" w:rsidRPr="005C35B6" w:rsidRDefault="005C35B6" w:rsidP="005C35B6">
      <w:pPr>
        <w:spacing w:line="276" w:lineRule="auto"/>
        <w:rPr>
          <w:rFonts w:cs="Arial"/>
          <w:sz w:val="20"/>
          <w:szCs w:val="20"/>
        </w:rPr>
      </w:pPr>
    </w:p>
    <w:p w14:paraId="1555CF7D" w14:textId="77777777" w:rsidR="005C35B6" w:rsidRPr="00F60C8E" w:rsidRDefault="005C35B6" w:rsidP="005C35B6">
      <w:pPr>
        <w:spacing w:line="276" w:lineRule="auto"/>
        <w:rPr>
          <w:rFonts w:cs="Arial"/>
          <w:sz w:val="18"/>
          <w:szCs w:val="18"/>
        </w:rPr>
      </w:pPr>
    </w:p>
    <w:p w14:paraId="1805B8D1" w14:textId="77777777" w:rsidR="005C35B6" w:rsidRPr="00F60C8E" w:rsidRDefault="005C35B6" w:rsidP="00884574">
      <w:pPr>
        <w:pStyle w:val="Akapitzlist"/>
        <w:numPr>
          <w:ilvl w:val="0"/>
          <w:numId w:val="38"/>
        </w:numPr>
        <w:tabs>
          <w:tab w:val="center" w:pos="0"/>
          <w:tab w:val="right" w:pos="9072"/>
        </w:tabs>
        <w:spacing w:line="360" w:lineRule="auto"/>
        <w:ind w:left="0" w:hanging="284"/>
        <w:rPr>
          <w:rFonts w:ascii="Arial" w:hAnsi="Arial" w:cs="Arial"/>
        </w:rPr>
      </w:pPr>
      <w:r w:rsidRPr="00F60C8E">
        <w:rPr>
          <w:rFonts w:ascii="Arial" w:hAnsi="Arial" w:cs="Arial"/>
        </w:rPr>
        <w:t xml:space="preserve">Zachowania w ścisłej tajemnicy wszelkich informacji uzyskanych w trakcie wizji lokalnej, niezależnie od formy przekazania tych informacji i ich źródła. </w:t>
      </w:r>
    </w:p>
    <w:p w14:paraId="2E8FEB90" w14:textId="77777777" w:rsidR="005C35B6" w:rsidRPr="00F60C8E" w:rsidRDefault="005C35B6" w:rsidP="00884574">
      <w:pPr>
        <w:pStyle w:val="Akapitzlist"/>
        <w:numPr>
          <w:ilvl w:val="0"/>
          <w:numId w:val="38"/>
        </w:numPr>
        <w:tabs>
          <w:tab w:val="center" w:pos="0"/>
          <w:tab w:val="right" w:pos="9072"/>
        </w:tabs>
        <w:spacing w:line="360" w:lineRule="auto"/>
        <w:ind w:left="0" w:hanging="284"/>
        <w:rPr>
          <w:rFonts w:ascii="Arial" w:hAnsi="Arial" w:cs="Arial"/>
        </w:rPr>
      </w:pPr>
      <w:r w:rsidRPr="00F60C8E">
        <w:rPr>
          <w:rFonts w:ascii="Arial" w:hAnsi="Arial" w:cs="Arial"/>
        </w:rPr>
        <w:t>Wykorzystania informacji jedynie w celach przygotowania Oferty w przedmiotowym postępowaniu.</w:t>
      </w:r>
    </w:p>
    <w:p w14:paraId="624CD1A5" w14:textId="77777777" w:rsidR="005C35B6" w:rsidRDefault="005C35B6" w:rsidP="00884574">
      <w:pPr>
        <w:numPr>
          <w:ilvl w:val="0"/>
          <w:numId w:val="38"/>
        </w:numPr>
        <w:ind w:left="50" w:hanging="334"/>
        <w:rPr>
          <w:rFonts w:cs="Arial"/>
          <w:sz w:val="20"/>
          <w:szCs w:val="20"/>
        </w:rPr>
      </w:pPr>
      <w:r w:rsidRPr="003D4A58">
        <w:rPr>
          <w:rFonts w:cs="Arial"/>
          <w:sz w:val="20"/>
          <w:szCs w:val="20"/>
        </w:rPr>
        <w:t>Nierozpowszechniania jakichkolwiek informacji lub danych uzyskanych podczas wizji lokalnej.</w:t>
      </w:r>
    </w:p>
    <w:p w14:paraId="38139B15" w14:textId="77777777" w:rsidR="005C35B6" w:rsidRDefault="005C35B6" w:rsidP="005C35B6">
      <w:pPr>
        <w:rPr>
          <w:rFonts w:cs="Arial"/>
          <w:sz w:val="20"/>
          <w:szCs w:val="20"/>
        </w:rPr>
      </w:pPr>
    </w:p>
    <w:p w14:paraId="63313CEF" w14:textId="77777777" w:rsidR="005C35B6" w:rsidRDefault="005C35B6" w:rsidP="005C35B6">
      <w:pPr>
        <w:tabs>
          <w:tab w:val="center" w:pos="0"/>
          <w:tab w:val="right" w:pos="9072"/>
        </w:tabs>
        <w:spacing w:after="240" w:line="360" w:lineRule="auto"/>
        <w:rPr>
          <w:rFonts w:cs="Arial"/>
          <w:sz w:val="20"/>
          <w:szCs w:val="20"/>
        </w:rPr>
      </w:pPr>
      <w:r w:rsidRPr="0010645F">
        <w:rPr>
          <w:rFonts w:cs="Arial"/>
          <w:sz w:val="20"/>
          <w:szCs w:val="20"/>
        </w:rPr>
        <w:t>Ponadto</w:t>
      </w:r>
      <w:r>
        <w:rPr>
          <w:rFonts w:cs="Arial"/>
          <w:sz w:val="20"/>
          <w:szCs w:val="20"/>
        </w:rPr>
        <w:t>:</w:t>
      </w:r>
    </w:p>
    <w:p w14:paraId="72FB8186" w14:textId="77777777" w:rsidR="005C35B6" w:rsidRDefault="005C35B6" w:rsidP="005C35B6">
      <w:pPr>
        <w:tabs>
          <w:tab w:val="center" w:pos="0"/>
          <w:tab w:val="right" w:pos="9072"/>
        </w:tabs>
        <w:spacing w:after="240" w:line="360" w:lineRule="auto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1. </w:t>
      </w:r>
      <w:r w:rsidRPr="0010645F">
        <w:rPr>
          <w:rFonts w:cs="Arial"/>
          <w:sz w:val="20"/>
          <w:szCs w:val="20"/>
        </w:rPr>
        <w:t>Oświadczam, że mam świadomość skutków prawny</w:t>
      </w:r>
      <w:r>
        <w:rPr>
          <w:rFonts w:cs="Arial"/>
          <w:sz w:val="20"/>
          <w:szCs w:val="20"/>
        </w:rPr>
        <w:t>ch mogących powstać w związku z </w:t>
      </w:r>
      <w:r w:rsidRPr="0010645F">
        <w:rPr>
          <w:rFonts w:cs="Arial"/>
          <w:sz w:val="20"/>
          <w:szCs w:val="20"/>
        </w:rPr>
        <w:t>naruszeniem poufności otrzymanych informacji.</w:t>
      </w:r>
    </w:p>
    <w:p w14:paraId="35A4F6AE" w14:textId="77777777" w:rsidR="005C35B6" w:rsidRDefault="005C35B6" w:rsidP="005C35B6">
      <w:pPr>
        <w:tabs>
          <w:tab w:val="center" w:pos="0"/>
          <w:tab w:val="right" w:pos="9072"/>
        </w:tabs>
        <w:spacing w:after="240" w:line="360" w:lineRule="auto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2. Oświadczam, że w stosunku do osób biorących</w:t>
      </w:r>
      <w:r w:rsidRPr="0010645F">
        <w:rPr>
          <w:rFonts w:cs="Arial"/>
          <w:sz w:val="20"/>
          <w:szCs w:val="20"/>
        </w:rPr>
        <w:t xml:space="preserve"> udział w wizji lokalnej ze strony Wykonawcy</w:t>
      </w:r>
      <w:r>
        <w:rPr>
          <w:rFonts w:cs="Arial"/>
          <w:sz w:val="20"/>
          <w:szCs w:val="20"/>
        </w:rPr>
        <w:t xml:space="preserve">, zostały wypełnione obowiązki w zakresie ochrony danych osobowych, wynikające z pkt 2. i 3. </w:t>
      </w:r>
      <w:r w:rsidRPr="0010645F">
        <w:rPr>
          <w:rFonts w:cs="Arial"/>
          <w:sz w:val="20"/>
          <w:szCs w:val="20"/>
        </w:rPr>
        <w:t>rozdz. XVI SWZ.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64"/>
        <w:gridCol w:w="2824"/>
        <w:gridCol w:w="2188"/>
      </w:tblGrid>
      <w:tr w:rsidR="005C35B6" w:rsidRPr="00F60C8E" w14:paraId="127F6C9E" w14:textId="77777777" w:rsidTr="006767AF">
        <w:trPr>
          <w:cantSplit/>
          <w:trHeight w:val="703"/>
          <w:jc w:val="center"/>
        </w:trPr>
        <w:tc>
          <w:tcPr>
            <w:tcW w:w="2269" w:type="pct"/>
            <w:vAlign w:val="center"/>
          </w:tcPr>
          <w:p w14:paraId="14983493" w14:textId="77777777" w:rsidR="005C35B6" w:rsidRPr="00F60C8E" w:rsidRDefault="005C35B6" w:rsidP="006767AF">
            <w:pPr>
              <w:rPr>
                <w:rFonts w:cs="Arial"/>
                <w:bCs/>
                <w:sz w:val="20"/>
                <w:szCs w:val="20"/>
              </w:rPr>
            </w:pPr>
            <w:r w:rsidRPr="00F60C8E">
              <w:rPr>
                <w:rFonts w:cs="Arial"/>
                <w:bCs/>
                <w:sz w:val="20"/>
                <w:szCs w:val="20"/>
              </w:rPr>
              <w:t>Imię i nazwisko osoby uprawnionej</w:t>
            </w:r>
          </w:p>
          <w:p w14:paraId="2E25AA32" w14:textId="77777777" w:rsidR="005C35B6" w:rsidRPr="00F60C8E" w:rsidRDefault="005C35B6" w:rsidP="006767AF">
            <w:pPr>
              <w:rPr>
                <w:rFonts w:cs="Arial"/>
                <w:bCs/>
                <w:sz w:val="20"/>
                <w:szCs w:val="20"/>
              </w:rPr>
            </w:pPr>
            <w:r w:rsidRPr="00F60C8E">
              <w:rPr>
                <w:rFonts w:cs="Arial"/>
                <w:bCs/>
                <w:sz w:val="20"/>
                <w:szCs w:val="20"/>
              </w:rPr>
              <w:t>do reprezentowania Wykonawcy</w:t>
            </w:r>
          </w:p>
        </w:tc>
        <w:tc>
          <w:tcPr>
            <w:tcW w:w="1539" w:type="pct"/>
            <w:vAlign w:val="center"/>
          </w:tcPr>
          <w:p w14:paraId="75FEFBE1" w14:textId="77777777" w:rsidR="005C35B6" w:rsidRPr="00F60C8E" w:rsidRDefault="005C35B6" w:rsidP="006767AF">
            <w:pPr>
              <w:rPr>
                <w:rFonts w:cs="Arial"/>
                <w:bCs/>
                <w:sz w:val="20"/>
                <w:szCs w:val="20"/>
              </w:rPr>
            </w:pPr>
            <w:r w:rsidRPr="00F60C8E">
              <w:rPr>
                <w:rFonts w:cs="Arial"/>
                <w:bCs/>
                <w:sz w:val="20"/>
                <w:szCs w:val="20"/>
              </w:rPr>
              <w:t>Podpis</w:t>
            </w:r>
          </w:p>
        </w:tc>
        <w:tc>
          <w:tcPr>
            <w:tcW w:w="1192" w:type="pct"/>
            <w:vAlign w:val="center"/>
          </w:tcPr>
          <w:p w14:paraId="5211DE06" w14:textId="77777777" w:rsidR="005C35B6" w:rsidRPr="00F60C8E" w:rsidRDefault="005C35B6" w:rsidP="006767AF">
            <w:pPr>
              <w:rPr>
                <w:rFonts w:cs="Arial"/>
                <w:bCs/>
                <w:sz w:val="20"/>
                <w:szCs w:val="20"/>
              </w:rPr>
            </w:pPr>
            <w:r w:rsidRPr="00F60C8E">
              <w:rPr>
                <w:rFonts w:cs="Arial"/>
                <w:bCs/>
                <w:sz w:val="20"/>
                <w:szCs w:val="20"/>
              </w:rPr>
              <w:t>Miejscowość i data</w:t>
            </w:r>
          </w:p>
        </w:tc>
      </w:tr>
      <w:tr w:rsidR="005C35B6" w:rsidRPr="00F60C8E" w14:paraId="0BC61367" w14:textId="77777777" w:rsidTr="006767AF">
        <w:trPr>
          <w:cantSplit/>
          <w:trHeight w:val="674"/>
          <w:jc w:val="center"/>
        </w:trPr>
        <w:tc>
          <w:tcPr>
            <w:tcW w:w="2269" w:type="pct"/>
            <w:vAlign w:val="center"/>
          </w:tcPr>
          <w:p w14:paraId="3D76941C" w14:textId="77777777" w:rsidR="005C35B6" w:rsidRPr="00F60C8E" w:rsidRDefault="005C35B6" w:rsidP="006767AF">
            <w:pPr>
              <w:spacing w:after="200" w:line="276" w:lineRule="auto"/>
              <w:rPr>
                <w:rFonts w:cs="Arial"/>
                <w:b/>
                <w:sz w:val="20"/>
                <w:szCs w:val="20"/>
              </w:rPr>
            </w:pPr>
          </w:p>
          <w:p w14:paraId="091CBE2F" w14:textId="77777777" w:rsidR="005C35B6" w:rsidRPr="00F60C8E" w:rsidRDefault="005C35B6" w:rsidP="006767AF">
            <w:pPr>
              <w:spacing w:after="200" w:line="276" w:lineRule="auto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539" w:type="pct"/>
            <w:vAlign w:val="center"/>
          </w:tcPr>
          <w:p w14:paraId="2EB8B38B" w14:textId="77777777" w:rsidR="005C35B6" w:rsidRPr="00F60C8E" w:rsidRDefault="005C35B6" w:rsidP="006767AF">
            <w:pPr>
              <w:spacing w:after="200" w:line="276" w:lineRule="auto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192" w:type="pct"/>
            <w:vAlign w:val="center"/>
          </w:tcPr>
          <w:p w14:paraId="7ECCA43F" w14:textId="77777777" w:rsidR="005C35B6" w:rsidRPr="00F60C8E" w:rsidRDefault="005C35B6" w:rsidP="006767AF">
            <w:pPr>
              <w:spacing w:after="200" w:line="276" w:lineRule="auto"/>
              <w:rPr>
                <w:rFonts w:cs="Arial"/>
                <w:b/>
                <w:sz w:val="20"/>
                <w:szCs w:val="20"/>
              </w:rPr>
            </w:pPr>
          </w:p>
        </w:tc>
      </w:tr>
    </w:tbl>
    <w:p w14:paraId="48E31C7A" w14:textId="77777777" w:rsidR="005C35B6" w:rsidRDefault="005C35B6" w:rsidP="005C35B6">
      <w:pPr>
        <w:pStyle w:val="xl114"/>
        <w:jc w:val="both"/>
        <w:rPr>
          <w:rFonts w:ascii="Arial" w:hAnsi="Arial" w:cs="Arial"/>
          <w:color w:val="auto"/>
          <w:sz w:val="22"/>
          <w:szCs w:val="22"/>
        </w:rPr>
      </w:pPr>
    </w:p>
    <w:p w14:paraId="4BC847CA" w14:textId="77777777" w:rsidR="005C35B6" w:rsidRDefault="005C35B6" w:rsidP="004144D2">
      <w:pPr>
        <w:spacing w:line="240" w:lineRule="auto"/>
        <w:jc w:val="center"/>
        <w:rPr>
          <w:b/>
          <w:szCs w:val="22"/>
        </w:rPr>
      </w:pPr>
    </w:p>
    <w:p w14:paraId="5D76F78F" w14:textId="77777777" w:rsidR="007A0755" w:rsidRDefault="007A0755" w:rsidP="004144D2">
      <w:pPr>
        <w:spacing w:line="240" w:lineRule="auto"/>
        <w:jc w:val="center"/>
        <w:rPr>
          <w:b/>
          <w:szCs w:val="22"/>
        </w:rPr>
      </w:pPr>
    </w:p>
    <w:p w14:paraId="3804075C" w14:textId="77777777" w:rsidR="007A0755" w:rsidRDefault="007A0755" w:rsidP="004144D2">
      <w:pPr>
        <w:spacing w:line="240" w:lineRule="auto"/>
        <w:jc w:val="center"/>
        <w:rPr>
          <w:b/>
          <w:szCs w:val="22"/>
        </w:rPr>
      </w:pPr>
    </w:p>
    <w:p w14:paraId="0D9B292B" w14:textId="77777777" w:rsidR="007A0755" w:rsidRDefault="007A0755" w:rsidP="004144D2">
      <w:pPr>
        <w:spacing w:line="240" w:lineRule="auto"/>
        <w:jc w:val="center"/>
        <w:rPr>
          <w:b/>
          <w:szCs w:val="22"/>
        </w:rPr>
      </w:pPr>
    </w:p>
    <w:p w14:paraId="14871ACF" w14:textId="77777777" w:rsidR="007A0755" w:rsidRDefault="007A0755" w:rsidP="004144D2">
      <w:pPr>
        <w:spacing w:line="240" w:lineRule="auto"/>
        <w:jc w:val="center"/>
        <w:rPr>
          <w:b/>
          <w:szCs w:val="22"/>
        </w:rPr>
      </w:pPr>
    </w:p>
    <w:p w14:paraId="1E1C35EB" w14:textId="77777777" w:rsidR="007A0755" w:rsidRDefault="007A0755" w:rsidP="004144D2">
      <w:pPr>
        <w:spacing w:line="240" w:lineRule="auto"/>
        <w:jc w:val="center"/>
        <w:rPr>
          <w:b/>
          <w:szCs w:val="22"/>
        </w:rPr>
      </w:pPr>
    </w:p>
    <w:p w14:paraId="3B4D2D1F" w14:textId="77777777" w:rsidR="007A0755" w:rsidRDefault="007A0755" w:rsidP="004144D2">
      <w:pPr>
        <w:spacing w:line="240" w:lineRule="auto"/>
        <w:jc w:val="center"/>
        <w:rPr>
          <w:b/>
          <w:szCs w:val="22"/>
        </w:rPr>
      </w:pPr>
    </w:p>
    <w:p w14:paraId="1AC8D34F" w14:textId="77777777" w:rsidR="007A0755" w:rsidRDefault="007A0755" w:rsidP="004144D2">
      <w:pPr>
        <w:spacing w:line="240" w:lineRule="auto"/>
        <w:jc w:val="center"/>
        <w:rPr>
          <w:b/>
          <w:szCs w:val="22"/>
        </w:rPr>
      </w:pPr>
    </w:p>
    <w:p w14:paraId="255F3765" w14:textId="77777777" w:rsidR="007A0755" w:rsidRDefault="007A0755" w:rsidP="004144D2">
      <w:pPr>
        <w:spacing w:line="240" w:lineRule="auto"/>
        <w:jc w:val="center"/>
        <w:rPr>
          <w:b/>
          <w:szCs w:val="22"/>
        </w:rPr>
      </w:pPr>
    </w:p>
    <w:p w14:paraId="0A1A6311" w14:textId="77777777" w:rsidR="002929C0" w:rsidRPr="0078029B" w:rsidRDefault="002929C0" w:rsidP="002929C0">
      <w:pPr>
        <w:tabs>
          <w:tab w:val="left" w:pos="360"/>
          <w:tab w:val="num" w:pos="900"/>
        </w:tabs>
        <w:spacing w:line="240" w:lineRule="auto"/>
        <w:rPr>
          <w:rFonts w:eastAsia="Arial Unicode MS" w:cs="Arial"/>
          <w:b/>
          <w:szCs w:val="22"/>
        </w:rPr>
      </w:pPr>
      <w:r w:rsidRPr="007A31D0">
        <w:rPr>
          <w:rFonts w:eastAsia="Arial Unicode MS" w:cs="Arial"/>
          <w:b/>
          <w:bCs/>
          <w:szCs w:val="22"/>
        </w:rPr>
        <w:t xml:space="preserve">Załącznik nr </w:t>
      </w:r>
      <w:r w:rsidR="00415731">
        <w:rPr>
          <w:rFonts w:eastAsia="Arial Unicode MS" w:cs="Arial"/>
          <w:b/>
          <w:bCs/>
          <w:szCs w:val="22"/>
        </w:rPr>
        <w:t>11</w:t>
      </w:r>
      <w:r w:rsidRPr="007A31D0">
        <w:rPr>
          <w:rFonts w:eastAsia="Arial Unicode MS" w:cs="Arial"/>
          <w:b/>
          <w:bCs/>
          <w:szCs w:val="22"/>
        </w:rPr>
        <w:t xml:space="preserve"> do </w:t>
      </w:r>
      <w:r>
        <w:rPr>
          <w:rFonts w:eastAsia="Arial Unicode MS" w:cs="Arial"/>
          <w:b/>
          <w:bCs/>
          <w:szCs w:val="22"/>
        </w:rPr>
        <w:t xml:space="preserve">SWZ – FORMULARZ - </w:t>
      </w:r>
      <w:r w:rsidRPr="0078029B">
        <w:rPr>
          <w:rFonts w:eastAsia="Arial Unicode MS" w:cs="Arial"/>
          <w:b/>
          <w:szCs w:val="22"/>
        </w:rPr>
        <w:t>oświadczenie Wykonawcy dot. Polityki Energetycznej</w:t>
      </w:r>
    </w:p>
    <w:p w14:paraId="315738E7" w14:textId="77777777" w:rsidR="002929C0" w:rsidRDefault="002929C0" w:rsidP="002929C0">
      <w:pPr>
        <w:rPr>
          <w:b/>
          <w:lang w:val="cs-CZ"/>
        </w:rPr>
      </w:pPr>
    </w:p>
    <w:p w14:paraId="7A2EB275" w14:textId="77777777" w:rsidR="002929C0" w:rsidRPr="00C51396" w:rsidRDefault="002929C0" w:rsidP="002929C0">
      <w:pPr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after="100" w:line="240" w:lineRule="auto"/>
        <w:jc w:val="left"/>
        <w:rPr>
          <w:rFonts w:cs="Arial"/>
          <w:szCs w:val="22"/>
        </w:rPr>
      </w:pPr>
      <w:r w:rsidRPr="00C51396">
        <w:rPr>
          <w:rFonts w:cs="Arial"/>
          <w:szCs w:val="22"/>
        </w:rPr>
        <w:t>.................................................</w:t>
      </w:r>
    </w:p>
    <w:p w14:paraId="6C8129B6" w14:textId="77777777" w:rsidR="002929C0" w:rsidRPr="00C51396" w:rsidRDefault="002929C0" w:rsidP="002929C0">
      <w:pPr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after="100" w:line="240" w:lineRule="auto"/>
        <w:jc w:val="left"/>
        <w:rPr>
          <w:rFonts w:cs="Arial"/>
          <w:szCs w:val="22"/>
        </w:rPr>
      </w:pPr>
      <w:r w:rsidRPr="00C51396">
        <w:rPr>
          <w:rFonts w:cs="Arial"/>
          <w:szCs w:val="22"/>
        </w:rPr>
        <w:t>.................................................</w:t>
      </w:r>
    </w:p>
    <w:p w14:paraId="322A2B05" w14:textId="77777777" w:rsidR="002929C0" w:rsidRDefault="002929C0" w:rsidP="002929C0">
      <w:pPr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after="100" w:line="240" w:lineRule="auto"/>
        <w:jc w:val="left"/>
        <w:rPr>
          <w:rFonts w:cs="Arial"/>
          <w:szCs w:val="22"/>
        </w:rPr>
      </w:pPr>
      <w:r w:rsidRPr="00C51396">
        <w:rPr>
          <w:rFonts w:cs="Arial"/>
          <w:szCs w:val="22"/>
        </w:rPr>
        <w:t>(Nazwa i adres wykonawcy/ów)</w:t>
      </w:r>
    </w:p>
    <w:p w14:paraId="16C13B0E" w14:textId="77777777" w:rsidR="002929C0" w:rsidRDefault="002929C0" w:rsidP="002929C0">
      <w:pPr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after="100" w:line="240" w:lineRule="auto"/>
        <w:jc w:val="left"/>
        <w:rPr>
          <w:rFonts w:cs="Arial"/>
          <w:szCs w:val="22"/>
        </w:rPr>
      </w:pPr>
    </w:p>
    <w:p w14:paraId="0E035291" w14:textId="77777777" w:rsidR="002929C0" w:rsidRPr="00C51396" w:rsidRDefault="002929C0" w:rsidP="002929C0">
      <w:pPr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after="100" w:line="240" w:lineRule="auto"/>
        <w:jc w:val="center"/>
        <w:rPr>
          <w:rFonts w:cs="Arial"/>
          <w:szCs w:val="22"/>
        </w:rPr>
      </w:pPr>
      <w:r>
        <w:rPr>
          <w:rFonts w:eastAsia="Arial Unicode MS" w:cs="Arial"/>
          <w:b/>
          <w:szCs w:val="22"/>
        </w:rPr>
        <w:t>O</w:t>
      </w:r>
      <w:r w:rsidRPr="0078029B">
        <w:rPr>
          <w:rFonts w:eastAsia="Arial Unicode MS" w:cs="Arial"/>
          <w:b/>
          <w:szCs w:val="22"/>
        </w:rPr>
        <w:t>ŚWIADCZENIE WYKONAWCY DOT. POLITYKI ENERGETYCZNEJ</w:t>
      </w:r>
    </w:p>
    <w:p w14:paraId="30834D48" w14:textId="77777777" w:rsidR="002929C0" w:rsidRPr="0078029B" w:rsidRDefault="002929C0" w:rsidP="002929C0">
      <w:pPr>
        <w:widowControl w:val="0"/>
        <w:numPr>
          <w:ilvl w:val="12"/>
          <w:numId w:val="0"/>
        </w:numPr>
        <w:spacing w:before="240" w:line="240" w:lineRule="auto"/>
        <w:jc w:val="left"/>
        <w:rPr>
          <w:rFonts w:cs="Arial"/>
          <w:b/>
          <w:szCs w:val="22"/>
        </w:rPr>
      </w:pPr>
    </w:p>
    <w:p w14:paraId="38389D5F" w14:textId="77777777" w:rsidR="002929C0" w:rsidRDefault="002929C0" w:rsidP="002929C0">
      <w:pPr>
        <w:rPr>
          <w:rFonts w:cs="Arial"/>
          <w:szCs w:val="22"/>
        </w:rPr>
      </w:pPr>
      <w:r w:rsidRPr="000D70F6">
        <w:rPr>
          <w:rFonts w:cs="Arial"/>
          <w:szCs w:val="22"/>
        </w:rPr>
        <w:t xml:space="preserve">Składając ofertę w </w:t>
      </w:r>
      <w:r w:rsidRPr="0074727D">
        <w:rPr>
          <w:rFonts w:cs="Arial"/>
          <w:szCs w:val="22"/>
        </w:rPr>
        <w:t>postępowaniu o udzielenie zamówienia,</w:t>
      </w:r>
      <w:r>
        <w:rPr>
          <w:rFonts w:cs="Arial"/>
          <w:szCs w:val="22"/>
        </w:rPr>
        <w:t xml:space="preserve"> </w:t>
      </w:r>
      <w:r w:rsidRPr="000D70F6">
        <w:rPr>
          <w:rFonts w:cs="Arial"/>
          <w:szCs w:val="22"/>
        </w:rPr>
        <w:t xml:space="preserve">prowadzonym w trybie przetargu nieograniczonego na wykonanie </w:t>
      </w:r>
      <w:r w:rsidRPr="0074727D">
        <w:rPr>
          <w:rFonts w:cs="Arial"/>
          <w:szCs w:val="22"/>
        </w:rPr>
        <w:t>zadania, pn.:</w:t>
      </w:r>
    </w:p>
    <w:p w14:paraId="6EFA13A9" w14:textId="3F431DC6" w:rsidR="002929C0" w:rsidRPr="00DC0A88" w:rsidRDefault="002929C0" w:rsidP="002929C0">
      <w:pPr>
        <w:rPr>
          <w:b/>
          <w:i/>
          <w:szCs w:val="22"/>
        </w:rPr>
      </w:pPr>
      <w:r w:rsidRPr="00DC0A88">
        <w:rPr>
          <w:rFonts w:cs="Arial"/>
          <w:b/>
          <w:szCs w:val="22"/>
        </w:rPr>
        <w:t>„</w:t>
      </w:r>
      <w:r w:rsidR="00C54975" w:rsidRPr="00C62C51">
        <w:rPr>
          <w:rFonts w:cs="Arial"/>
          <w:b/>
          <w:szCs w:val="22"/>
          <w:shd w:val="clear" w:color="auto" w:fill="FFFFFF"/>
        </w:rPr>
        <w:t>Modernizacja systemu sterowania dopalaczem Clausa na Kopalni Ropy Naftowej i Gazu Ziemnego Zielin</w:t>
      </w:r>
      <w:r w:rsidRPr="00DC0A88">
        <w:rPr>
          <w:rFonts w:cs="Arial"/>
          <w:b/>
          <w:szCs w:val="22"/>
        </w:rPr>
        <w:t>”,</w:t>
      </w:r>
    </w:p>
    <w:p w14:paraId="0AD1258C" w14:textId="77777777" w:rsidR="002929C0" w:rsidRPr="00DC0A88" w:rsidRDefault="002929C0" w:rsidP="002929C0">
      <w:pPr>
        <w:tabs>
          <w:tab w:val="right" w:pos="8505"/>
        </w:tabs>
        <w:suppressAutoHyphens/>
        <w:spacing w:line="240" w:lineRule="auto"/>
        <w:jc w:val="left"/>
        <w:rPr>
          <w:rFonts w:cs="Arial"/>
          <w:szCs w:val="22"/>
          <w:lang w:eastAsia="ar-SA"/>
        </w:rPr>
      </w:pPr>
    </w:p>
    <w:p w14:paraId="149A15BF" w14:textId="77777777" w:rsidR="002929C0" w:rsidRDefault="002929C0" w:rsidP="002929C0">
      <w:pPr>
        <w:tabs>
          <w:tab w:val="right" w:pos="8505"/>
        </w:tabs>
        <w:suppressAutoHyphens/>
        <w:spacing w:line="300" w:lineRule="exact"/>
        <w:rPr>
          <w:rFonts w:cs="Arial"/>
          <w:szCs w:val="22"/>
          <w:lang w:eastAsia="ar-SA"/>
        </w:rPr>
      </w:pPr>
      <w:r>
        <w:rPr>
          <w:rFonts w:cs="Arial"/>
          <w:szCs w:val="22"/>
          <w:lang w:eastAsia="ar-SA"/>
        </w:rPr>
        <w:t xml:space="preserve">oświadczamy, </w:t>
      </w:r>
    </w:p>
    <w:p w14:paraId="76410877" w14:textId="77777777" w:rsidR="002929C0" w:rsidRPr="0078029B" w:rsidRDefault="002929C0" w:rsidP="002929C0">
      <w:pPr>
        <w:tabs>
          <w:tab w:val="right" w:pos="8505"/>
        </w:tabs>
        <w:suppressAutoHyphens/>
        <w:spacing w:line="300" w:lineRule="exact"/>
        <w:rPr>
          <w:rFonts w:cs="Arial"/>
          <w:szCs w:val="22"/>
        </w:rPr>
      </w:pPr>
      <w:r>
        <w:rPr>
          <w:rFonts w:cs="Arial"/>
          <w:szCs w:val="22"/>
          <w:lang w:eastAsia="ar-SA"/>
        </w:rPr>
        <w:t>że p</w:t>
      </w:r>
      <w:r w:rsidRPr="0078029B">
        <w:rPr>
          <w:rFonts w:cs="Arial"/>
          <w:szCs w:val="22"/>
        </w:rPr>
        <w:t xml:space="preserve">rzy realizacji zamówienia będziemy kierować się </w:t>
      </w:r>
      <w:r w:rsidRPr="00A843B2">
        <w:rPr>
          <w:rFonts w:cs="Arial"/>
          <w:szCs w:val="22"/>
        </w:rPr>
        <w:t>zasadą dostarczania energooszczędnych produktów i usług, które umożliwią Zamaw</w:t>
      </w:r>
      <w:r w:rsidRPr="0078029B">
        <w:rPr>
          <w:rFonts w:cs="Arial"/>
          <w:szCs w:val="22"/>
        </w:rPr>
        <w:t>iającemu eksploatacją obiektu/urządzenia w sposób efektywny energetyczne.</w:t>
      </w:r>
    </w:p>
    <w:p w14:paraId="37EEB365" w14:textId="77777777" w:rsidR="002929C0" w:rsidRDefault="002929C0" w:rsidP="002929C0">
      <w:pPr>
        <w:widowControl w:val="0"/>
        <w:spacing w:before="240"/>
        <w:rPr>
          <w:rFonts w:cs="Arial"/>
          <w:szCs w:val="22"/>
        </w:rPr>
      </w:pPr>
    </w:p>
    <w:p w14:paraId="5B64EE66" w14:textId="77777777" w:rsidR="00D73C4A" w:rsidRDefault="00D73C4A" w:rsidP="002929C0">
      <w:pPr>
        <w:widowControl w:val="0"/>
        <w:spacing w:before="240"/>
        <w:rPr>
          <w:rFonts w:cs="Arial"/>
          <w:szCs w:val="22"/>
        </w:rPr>
      </w:pPr>
    </w:p>
    <w:p w14:paraId="4A1AAE8C" w14:textId="77777777" w:rsidR="00D73C4A" w:rsidRDefault="00D73C4A" w:rsidP="002929C0">
      <w:pPr>
        <w:widowControl w:val="0"/>
        <w:spacing w:before="240"/>
        <w:rPr>
          <w:rFonts w:cs="Arial"/>
          <w:szCs w:val="22"/>
        </w:rPr>
      </w:pPr>
    </w:p>
    <w:p w14:paraId="7CA7157C" w14:textId="77777777" w:rsidR="00D73C4A" w:rsidRPr="0078029B" w:rsidRDefault="00D73C4A" w:rsidP="002929C0">
      <w:pPr>
        <w:widowControl w:val="0"/>
        <w:spacing w:before="240"/>
        <w:rPr>
          <w:rFonts w:cs="Arial"/>
          <w:szCs w:val="22"/>
        </w:rPr>
      </w:pPr>
    </w:p>
    <w:p w14:paraId="30F03414" w14:textId="77777777" w:rsidR="002929C0" w:rsidRPr="006A060C" w:rsidRDefault="002929C0" w:rsidP="002929C0">
      <w:pPr>
        <w:spacing w:line="240" w:lineRule="auto"/>
        <w:jc w:val="left"/>
        <w:rPr>
          <w:rFonts w:cs="Arial"/>
          <w:szCs w:val="22"/>
        </w:rPr>
      </w:pPr>
    </w:p>
    <w:p w14:paraId="0A0AAAD3" w14:textId="77777777" w:rsidR="002929C0" w:rsidRPr="006A060C" w:rsidRDefault="002929C0" w:rsidP="002929C0">
      <w:pPr>
        <w:spacing w:line="240" w:lineRule="auto"/>
        <w:jc w:val="left"/>
        <w:rPr>
          <w:rFonts w:cs="Arial"/>
          <w:szCs w:val="22"/>
        </w:rPr>
      </w:pPr>
    </w:p>
    <w:p w14:paraId="56482609" w14:textId="77777777" w:rsidR="002929C0" w:rsidRPr="006A060C" w:rsidRDefault="002929C0" w:rsidP="002929C0">
      <w:pPr>
        <w:spacing w:line="240" w:lineRule="auto"/>
        <w:jc w:val="left"/>
        <w:rPr>
          <w:rFonts w:cs="Arial"/>
          <w:szCs w:val="22"/>
        </w:rPr>
      </w:pPr>
      <w:r w:rsidRPr="006A060C">
        <w:rPr>
          <w:rFonts w:cs="Arial"/>
          <w:szCs w:val="22"/>
        </w:rPr>
        <w:t>..........................</w:t>
      </w:r>
      <w:r>
        <w:rPr>
          <w:rFonts w:cs="Arial"/>
          <w:szCs w:val="22"/>
        </w:rPr>
        <w:t>....................</w:t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  <w:t>…….</w:t>
      </w:r>
      <w:r w:rsidRPr="006A060C">
        <w:rPr>
          <w:rFonts w:cs="Arial"/>
          <w:szCs w:val="22"/>
        </w:rPr>
        <w:t>……………………………………….</w:t>
      </w:r>
    </w:p>
    <w:p w14:paraId="28E808C1" w14:textId="77777777" w:rsidR="002929C0" w:rsidRPr="00E81CCF" w:rsidRDefault="00913393" w:rsidP="002929C0">
      <w:pPr>
        <w:spacing w:line="240" w:lineRule="auto"/>
        <w:jc w:val="left"/>
        <w:rPr>
          <w:rFonts w:cs="Arial"/>
          <w:szCs w:val="22"/>
        </w:rPr>
      </w:pPr>
      <w:r>
        <w:rPr>
          <w:rFonts w:cs="Arial"/>
          <w:szCs w:val="22"/>
        </w:rPr>
        <w:t xml:space="preserve">      </w:t>
      </w:r>
      <w:r w:rsidR="002929C0">
        <w:rPr>
          <w:rFonts w:cs="Arial"/>
          <w:szCs w:val="22"/>
        </w:rPr>
        <w:t xml:space="preserve">(data, miejscowość) </w:t>
      </w:r>
      <w:r w:rsidR="002929C0">
        <w:rPr>
          <w:rFonts w:cs="Arial"/>
          <w:szCs w:val="22"/>
        </w:rPr>
        <w:tab/>
      </w:r>
      <w:r w:rsidR="002929C0">
        <w:rPr>
          <w:rFonts w:cs="Arial"/>
          <w:szCs w:val="22"/>
        </w:rPr>
        <w:tab/>
      </w:r>
      <w:r w:rsidR="002929C0">
        <w:rPr>
          <w:rFonts w:cs="Arial"/>
          <w:szCs w:val="22"/>
        </w:rPr>
        <w:tab/>
      </w:r>
      <w:r w:rsidR="002929C0">
        <w:rPr>
          <w:rFonts w:cs="Arial"/>
          <w:szCs w:val="22"/>
        </w:rPr>
        <w:tab/>
      </w:r>
      <w:r w:rsidR="002929C0" w:rsidRPr="006A060C">
        <w:rPr>
          <w:rFonts w:cs="Arial"/>
          <w:szCs w:val="22"/>
        </w:rPr>
        <w:t>(podpis/-y</w:t>
      </w:r>
      <w:r w:rsidR="002929C0">
        <w:rPr>
          <w:rFonts w:cs="Arial"/>
          <w:szCs w:val="22"/>
        </w:rPr>
        <w:t>, pieczęć imienna</w:t>
      </w:r>
      <w:r w:rsidR="002929C0" w:rsidRPr="006A060C">
        <w:rPr>
          <w:rFonts w:cs="Arial"/>
          <w:szCs w:val="22"/>
        </w:rPr>
        <w:t>)</w:t>
      </w:r>
    </w:p>
    <w:p w14:paraId="68A493A6" w14:textId="77777777" w:rsidR="002929C0" w:rsidRPr="008D4C13" w:rsidRDefault="002929C0" w:rsidP="002929C0">
      <w:pPr>
        <w:ind w:left="502"/>
        <w:rPr>
          <w:rFonts w:cs="Arial"/>
          <w:b/>
          <w:szCs w:val="22"/>
          <w:lang w:val="cs-CZ"/>
        </w:rPr>
      </w:pPr>
    </w:p>
    <w:p w14:paraId="0CC148B6" w14:textId="3D347E56" w:rsidR="001828C8" w:rsidRDefault="001828C8">
      <w:pPr>
        <w:spacing w:line="240" w:lineRule="auto"/>
        <w:jc w:val="left"/>
        <w:rPr>
          <w:b/>
          <w:szCs w:val="22"/>
          <w:lang w:val="cs-CZ"/>
        </w:rPr>
      </w:pPr>
      <w:r>
        <w:rPr>
          <w:b/>
          <w:szCs w:val="22"/>
          <w:lang w:val="cs-CZ"/>
        </w:rPr>
        <w:br w:type="page"/>
      </w:r>
    </w:p>
    <w:p w14:paraId="7CA67D11" w14:textId="77777777" w:rsidR="001828C8" w:rsidRDefault="001828C8" w:rsidP="001828C8">
      <w:pPr>
        <w:spacing w:line="240" w:lineRule="auto"/>
        <w:jc w:val="center"/>
        <w:rPr>
          <w:b/>
          <w:szCs w:val="22"/>
        </w:rPr>
      </w:pPr>
    </w:p>
    <w:p w14:paraId="1A18F78E" w14:textId="47890CA0" w:rsidR="001828C8" w:rsidRDefault="001828C8" w:rsidP="001828C8">
      <w:pPr>
        <w:widowControl w:val="0"/>
        <w:spacing w:line="240" w:lineRule="auto"/>
        <w:rPr>
          <w:b/>
          <w:bCs/>
        </w:rPr>
      </w:pPr>
      <w:r w:rsidRPr="00403310">
        <w:rPr>
          <w:b/>
          <w:bCs/>
          <w:lang w:val="cs-CZ"/>
        </w:rPr>
        <w:t xml:space="preserve">Załącznik </w:t>
      </w:r>
      <w:r w:rsidR="00E335A3">
        <w:rPr>
          <w:b/>
          <w:bCs/>
          <w:lang w:val="cs-CZ"/>
        </w:rPr>
        <w:t>nr 12</w:t>
      </w:r>
      <w:r w:rsidRPr="00403310">
        <w:rPr>
          <w:b/>
          <w:bCs/>
          <w:lang w:val="cs-CZ"/>
        </w:rPr>
        <w:t xml:space="preserve"> do SWZ – FORMULARZ</w:t>
      </w:r>
      <w:r w:rsidRPr="00400C54">
        <w:rPr>
          <w:b/>
          <w:bCs/>
          <w:lang w:val="cs-CZ"/>
        </w:rPr>
        <w:t xml:space="preserve"> - </w:t>
      </w:r>
      <w:r w:rsidRPr="00400C54">
        <w:rPr>
          <w:b/>
          <w:bCs/>
        </w:rPr>
        <w:t xml:space="preserve">Oświadczenie o dysponowaniu pracownikami </w:t>
      </w:r>
    </w:p>
    <w:p w14:paraId="4ADDB829" w14:textId="10EBD25F" w:rsidR="001828C8" w:rsidRPr="00C116B4" w:rsidRDefault="001828C8" w:rsidP="001828C8">
      <w:pPr>
        <w:rPr>
          <w:b/>
        </w:rPr>
      </w:pPr>
      <w:r w:rsidRPr="00C116B4">
        <w:rPr>
          <w:b/>
          <w:noProof/>
        </w:rPr>
        <mc:AlternateContent>
          <mc:Choice Requires="wps">
            <w:drawing>
              <wp:anchor distT="4294967295" distB="4294967295" distL="114300" distR="114300" simplePos="0" relativeHeight="251661824" behindDoc="0" locked="0" layoutInCell="1" allowOverlap="1" wp14:anchorId="2D4A4C9E" wp14:editId="2B3E5266">
                <wp:simplePos x="0" y="0"/>
                <wp:positionH relativeFrom="column">
                  <wp:posOffset>0</wp:posOffset>
                </wp:positionH>
                <wp:positionV relativeFrom="paragraph">
                  <wp:posOffset>57149</wp:posOffset>
                </wp:positionV>
                <wp:extent cx="2137410" cy="0"/>
                <wp:effectExtent l="0" t="0" r="34290" b="19050"/>
                <wp:wrapNone/>
                <wp:docPr id="6" name="Łącznik prosty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13741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29A24E8" id="Łącznik prosty 6" o:spid="_x0000_s1026" style="position:absolute;flip:y;z-index:25166182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4.5pt" to="168.3pt,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"/>
            </w:pict>
          </mc:Fallback>
        </mc:AlternateContent>
      </w:r>
    </w:p>
    <w:p w14:paraId="36EED1DD" w14:textId="77777777" w:rsidR="001828C8" w:rsidRPr="00C116B4" w:rsidRDefault="001828C8" w:rsidP="001828C8">
      <w:pPr>
        <w:rPr>
          <w:b/>
        </w:rPr>
      </w:pPr>
      <w:r w:rsidRPr="00C116B4">
        <w:rPr>
          <w:b/>
        </w:rPr>
        <w:t>.................................................</w:t>
      </w:r>
    </w:p>
    <w:p w14:paraId="02F5E461" w14:textId="77777777" w:rsidR="001828C8" w:rsidRPr="00C116B4" w:rsidRDefault="001828C8" w:rsidP="001828C8">
      <w:pPr>
        <w:rPr>
          <w:b/>
        </w:rPr>
      </w:pPr>
      <w:r w:rsidRPr="00C116B4">
        <w:rPr>
          <w:b/>
        </w:rPr>
        <w:t>.................................................</w:t>
      </w:r>
    </w:p>
    <w:p w14:paraId="2E470F97" w14:textId="77777777" w:rsidR="001828C8" w:rsidRDefault="001828C8" w:rsidP="001828C8">
      <w:pPr>
        <w:rPr>
          <w:b/>
        </w:rPr>
      </w:pPr>
      <w:r w:rsidRPr="00C116B4">
        <w:rPr>
          <w:b/>
        </w:rPr>
        <w:t>(Nazwa i adres wykonawcy/ów)</w:t>
      </w:r>
    </w:p>
    <w:p w14:paraId="772DF017" w14:textId="77777777" w:rsidR="001828C8" w:rsidRDefault="001828C8" w:rsidP="001828C8">
      <w:pPr>
        <w:spacing w:line="240" w:lineRule="atLeast"/>
        <w:rPr>
          <w:b/>
        </w:rPr>
      </w:pPr>
    </w:p>
    <w:p w14:paraId="3860AA34" w14:textId="13600F25" w:rsidR="001828C8" w:rsidRPr="009D6EAC" w:rsidRDefault="001828C8" w:rsidP="002F6FC8">
      <w:pPr>
        <w:spacing w:line="240" w:lineRule="exact"/>
        <w:ind w:left="-142"/>
        <w:rPr>
          <w:rFonts w:cs="Arial"/>
          <w:color w:val="000000"/>
          <w:szCs w:val="22"/>
        </w:rPr>
      </w:pPr>
      <w:r w:rsidRPr="009D6EAC">
        <w:rPr>
          <w:rFonts w:cs="Arial"/>
          <w:szCs w:val="22"/>
        </w:rPr>
        <w:t xml:space="preserve">Składając ofertę w postępowaniu o udzielenie zamówienia, prowadzonym w trybie </w:t>
      </w:r>
      <w:r w:rsidRPr="009D6EAC">
        <w:rPr>
          <w:rFonts w:cs="Arial"/>
          <w:color w:val="000000"/>
          <w:szCs w:val="22"/>
        </w:rPr>
        <w:t>przetargu nieograniczonego na wykonanie zadania, pn.:</w:t>
      </w:r>
    </w:p>
    <w:p w14:paraId="6F6E4C81" w14:textId="13A35C1D" w:rsidR="001828C8" w:rsidRPr="009D6EAC" w:rsidRDefault="001828C8" w:rsidP="002F6FC8">
      <w:pPr>
        <w:spacing w:line="240" w:lineRule="exact"/>
        <w:ind w:left="-142"/>
        <w:rPr>
          <w:rFonts w:cs="Arial"/>
          <w:color w:val="000000"/>
          <w:szCs w:val="22"/>
        </w:rPr>
      </w:pPr>
      <w:r w:rsidRPr="009D6EAC">
        <w:rPr>
          <w:rFonts w:cs="Arial"/>
          <w:b/>
          <w:color w:val="000000"/>
          <w:szCs w:val="22"/>
        </w:rPr>
        <w:t>„</w:t>
      </w:r>
      <w:r w:rsidR="00C54975" w:rsidRPr="00C62C51">
        <w:rPr>
          <w:rFonts w:cs="Arial"/>
          <w:b/>
          <w:szCs w:val="22"/>
          <w:shd w:val="clear" w:color="auto" w:fill="FFFFFF"/>
        </w:rPr>
        <w:t>Modernizacja systemu sterowania dopalaczem Clausa na Kopalni Ropy Naftowej i Gazu Ziemnego Zielin</w:t>
      </w:r>
      <w:r w:rsidRPr="009D6EAC">
        <w:rPr>
          <w:rFonts w:cs="Arial"/>
          <w:b/>
          <w:color w:val="000000"/>
          <w:szCs w:val="22"/>
        </w:rPr>
        <w:t>”</w:t>
      </w:r>
      <w:r w:rsidRPr="009D6EAC">
        <w:rPr>
          <w:rFonts w:cs="Arial"/>
          <w:color w:val="000000"/>
          <w:szCs w:val="22"/>
        </w:rPr>
        <w:t xml:space="preserve">, </w:t>
      </w:r>
    </w:p>
    <w:p w14:paraId="7579D2DE" w14:textId="4EFC84DA" w:rsidR="001828C8" w:rsidRDefault="001828C8" w:rsidP="002F6FC8">
      <w:pPr>
        <w:spacing w:line="240" w:lineRule="exact"/>
        <w:ind w:left="-142"/>
        <w:rPr>
          <w:rFonts w:cs="Arial"/>
          <w:color w:val="000000"/>
          <w:szCs w:val="22"/>
        </w:rPr>
      </w:pPr>
      <w:r w:rsidRPr="009D6EAC">
        <w:rPr>
          <w:rFonts w:cs="Arial"/>
          <w:szCs w:val="22"/>
        </w:rPr>
        <w:t>oświadczamy, że na etapie realizacji umowy, zawartej w wyniku niniejszego postępowania,</w:t>
      </w:r>
      <w:r w:rsidRPr="007A0755">
        <w:rPr>
          <w:rFonts w:cs="Arial"/>
          <w:szCs w:val="22"/>
        </w:rPr>
        <w:t xml:space="preserve"> będziemy dysponować osobami posiadającymi uprawnienia lub kwalifikacje</w:t>
      </w:r>
      <w:r w:rsidRPr="00F071C6">
        <w:rPr>
          <w:rFonts w:cs="Arial"/>
          <w:szCs w:val="22"/>
        </w:rPr>
        <w:t xml:space="preserve"> zawodowe, tj. w </w:t>
      </w:r>
      <w:r w:rsidRPr="00AA5503">
        <w:rPr>
          <w:rFonts w:cs="Arial"/>
          <w:color w:val="000000"/>
          <w:szCs w:val="22"/>
        </w:rPr>
        <w:t>szczególności:</w:t>
      </w:r>
    </w:p>
    <w:p w14:paraId="48818207" w14:textId="15BCDA21" w:rsidR="0059735D" w:rsidRDefault="0059735D" w:rsidP="0059735D">
      <w:pPr>
        <w:spacing w:line="240" w:lineRule="exact"/>
        <w:ind w:left="-142" w:hanging="284"/>
        <w:rPr>
          <w:rFonts w:cs="Arial"/>
          <w:color w:val="000000"/>
          <w:szCs w:val="22"/>
        </w:rPr>
      </w:pPr>
    </w:p>
    <w:p w14:paraId="53E6F734" w14:textId="0C213FAC" w:rsidR="0059735D" w:rsidRPr="0059735D" w:rsidRDefault="0059735D" w:rsidP="0059735D">
      <w:pPr>
        <w:pStyle w:val="Akapitzlist"/>
        <w:numPr>
          <w:ilvl w:val="3"/>
          <w:numId w:val="39"/>
        </w:numPr>
        <w:tabs>
          <w:tab w:val="left" w:pos="142"/>
          <w:tab w:val="left" w:pos="851"/>
        </w:tabs>
        <w:ind w:left="1134" w:hanging="1276"/>
        <w:contextualSpacing/>
        <w:rPr>
          <w:rFonts w:ascii="Arial" w:hAnsi="Arial" w:cs="Arial"/>
          <w:color w:val="000000"/>
          <w:sz w:val="22"/>
          <w:szCs w:val="22"/>
        </w:rPr>
      </w:pPr>
      <w:r w:rsidRPr="0059735D">
        <w:rPr>
          <w:rFonts w:ascii="Arial" w:hAnsi="Arial" w:cs="Arial"/>
          <w:color w:val="000000"/>
          <w:sz w:val="22"/>
          <w:szCs w:val="22"/>
          <w:u w:val="single"/>
        </w:rPr>
        <w:t>w zakresie dysponowania osobami zdolnymi do wykonania zamówienia:</w:t>
      </w:r>
    </w:p>
    <w:p w14:paraId="5EA6790E" w14:textId="002F805C" w:rsidR="0059735D" w:rsidRPr="0059735D" w:rsidRDefault="0059735D" w:rsidP="0059735D">
      <w:pPr>
        <w:spacing w:after="120" w:line="240" w:lineRule="auto"/>
        <w:ind w:left="142"/>
        <w:rPr>
          <w:rFonts w:cs="Arial"/>
          <w:szCs w:val="22"/>
        </w:rPr>
      </w:pPr>
      <w:r w:rsidRPr="0059735D">
        <w:rPr>
          <w:rFonts w:cs="Arial"/>
          <w:szCs w:val="22"/>
        </w:rPr>
        <w:t>dysponują osobami posiadającymi uprawnienia lub kwalifikacje, wymagane do wykonania zadania, tj.:</w:t>
      </w:r>
    </w:p>
    <w:p w14:paraId="279F94BE" w14:textId="5B5D5363" w:rsidR="0059735D" w:rsidRPr="005054D1" w:rsidRDefault="0059735D" w:rsidP="0059735D">
      <w:pPr>
        <w:tabs>
          <w:tab w:val="num" w:pos="851"/>
        </w:tabs>
        <w:spacing w:line="240" w:lineRule="auto"/>
        <w:ind w:left="851" w:hanging="851"/>
        <w:rPr>
          <w:rFonts w:cs="Arial"/>
          <w:szCs w:val="22"/>
        </w:rPr>
      </w:pPr>
      <w:r w:rsidRPr="0071415F">
        <w:rPr>
          <w:rFonts w:cs="Arial"/>
          <w:szCs w:val="22"/>
        </w:rPr>
        <w:t>1</w:t>
      </w:r>
      <w:r>
        <w:rPr>
          <w:rFonts w:cs="Arial"/>
          <w:szCs w:val="22"/>
        </w:rPr>
        <w:t>.1.</w:t>
      </w:r>
      <w:r w:rsidRPr="005054D1">
        <w:rPr>
          <w:rFonts w:cs="Arial"/>
          <w:szCs w:val="22"/>
        </w:rPr>
        <w:tab/>
        <w:t>osoba nadzoru/kierujący zespołem:</w:t>
      </w:r>
    </w:p>
    <w:p w14:paraId="301A16CA" w14:textId="77777777" w:rsidR="0059735D" w:rsidRPr="005054D1" w:rsidRDefault="0059735D" w:rsidP="0059735D">
      <w:pPr>
        <w:spacing w:after="120" w:line="240" w:lineRule="auto"/>
        <w:ind w:left="851"/>
        <w:rPr>
          <w:rFonts w:cs="Arial"/>
          <w:i/>
          <w:szCs w:val="22"/>
        </w:rPr>
      </w:pPr>
      <w:r w:rsidRPr="005054D1">
        <w:rPr>
          <w:rFonts w:cs="Arial"/>
          <w:i/>
          <w:szCs w:val="22"/>
        </w:rPr>
        <w:t>a/  kwalifikacje uprawniające do zajmowania się eksploatacją urządzeń, instalacji i sieci na stanowisku dozoru (D) i eksploatacji (E) G1:</w:t>
      </w:r>
    </w:p>
    <w:p w14:paraId="73E90E15" w14:textId="77777777" w:rsidR="0059735D" w:rsidRPr="002C0245" w:rsidRDefault="0059735D" w:rsidP="0059735D">
      <w:pPr>
        <w:spacing w:after="120" w:line="240" w:lineRule="auto"/>
        <w:ind w:left="851"/>
        <w:rPr>
          <w:rFonts w:cs="Arial"/>
          <w:i/>
          <w:szCs w:val="22"/>
        </w:rPr>
      </w:pPr>
      <w:r w:rsidRPr="002C0245">
        <w:rPr>
          <w:rFonts w:cs="Arial"/>
          <w:i/>
          <w:szCs w:val="22"/>
        </w:rPr>
        <w:t xml:space="preserve">- pkt 2, 9, 10, stwierdzone na podstawie rozporządzenia Ministra Gospodarki, Pracy i Polityki Społecznej z dnia 28 kwietnia 2003r. w sprawie szczegółowych zasad stwierdzania kwalifikacji przez osoby zajmujące się eksploatacją urządzeń, instalacji i sieci /Dz.U.2003.89.828/, </w:t>
      </w:r>
    </w:p>
    <w:p w14:paraId="4ECE3F81" w14:textId="77777777" w:rsidR="0059735D" w:rsidRPr="002C0245" w:rsidRDefault="0059735D" w:rsidP="0059735D">
      <w:pPr>
        <w:spacing w:after="120" w:line="240" w:lineRule="auto"/>
        <w:ind w:left="1134" w:hanging="283"/>
        <w:rPr>
          <w:rFonts w:cs="Arial"/>
          <w:i/>
          <w:szCs w:val="22"/>
        </w:rPr>
      </w:pPr>
      <w:r w:rsidRPr="002C0245">
        <w:rPr>
          <w:rFonts w:cs="Arial"/>
          <w:i/>
          <w:szCs w:val="22"/>
        </w:rPr>
        <w:t>lub</w:t>
      </w:r>
    </w:p>
    <w:p w14:paraId="596705B6" w14:textId="77777777" w:rsidR="0059735D" w:rsidRPr="002C0245" w:rsidRDefault="0059735D" w:rsidP="0059735D">
      <w:pPr>
        <w:spacing w:after="120" w:line="240" w:lineRule="auto"/>
        <w:ind w:left="851"/>
        <w:rPr>
          <w:rFonts w:cs="Arial"/>
          <w:i/>
          <w:szCs w:val="22"/>
        </w:rPr>
      </w:pPr>
      <w:r w:rsidRPr="002C0245">
        <w:rPr>
          <w:rFonts w:cs="Arial"/>
          <w:i/>
          <w:szCs w:val="22"/>
        </w:rPr>
        <w:t>- pkt 2, 11, 13, stwierdzone na podstawie rozporządzenia Ministra Gospodarki, Pracy i Polityki Społecznej z dnia 1 lipca 2022r r. w sprawie szczegółowych zasad stwierdzania kwalifikacji przez osoby zajmujące się eksploatacją urządzeń, instalacji i sieci / Dz.U.2022.1392/,</w:t>
      </w:r>
    </w:p>
    <w:p w14:paraId="60530CC1" w14:textId="77777777" w:rsidR="0059735D" w:rsidRPr="002C0245" w:rsidRDefault="0059735D" w:rsidP="0059735D">
      <w:pPr>
        <w:spacing w:after="120" w:line="240" w:lineRule="auto"/>
        <w:ind w:left="851"/>
        <w:rPr>
          <w:rFonts w:cs="Arial"/>
          <w:i/>
          <w:szCs w:val="22"/>
        </w:rPr>
      </w:pPr>
      <w:r w:rsidRPr="002C0245">
        <w:rPr>
          <w:rFonts w:cs="Arial"/>
          <w:i/>
          <w:szCs w:val="22"/>
        </w:rPr>
        <w:t>b/ kwalifikacje do zatrudnienia na stanowisku osoby dozoru ruchu specjalności energomechanicznej branży elektrycznej lub teletechniki i automatyki w zakładach górniczych wydobywających otworami wiertniczymi ropę naftową i gaz ziemny.</w:t>
      </w:r>
    </w:p>
    <w:p w14:paraId="6D1D28B2" w14:textId="28B30182" w:rsidR="0059735D" w:rsidRPr="0071415F" w:rsidRDefault="0059735D" w:rsidP="0059735D">
      <w:pPr>
        <w:tabs>
          <w:tab w:val="num" w:pos="851"/>
        </w:tabs>
        <w:spacing w:line="240" w:lineRule="auto"/>
        <w:ind w:left="851" w:hanging="851"/>
        <w:rPr>
          <w:rFonts w:cs="Arial"/>
          <w:szCs w:val="22"/>
        </w:rPr>
      </w:pPr>
      <w:r>
        <w:rPr>
          <w:rFonts w:cs="Arial"/>
          <w:color w:val="000000"/>
          <w:szCs w:val="22"/>
        </w:rPr>
        <w:t>1</w:t>
      </w:r>
      <w:r w:rsidRPr="0071415F">
        <w:rPr>
          <w:rFonts w:cs="Arial"/>
          <w:color w:val="000000"/>
          <w:szCs w:val="22"/>
        </w:rPr>
        <w:t>.</w:t>
      </w:r>
      <w:r>
        <w:rPr>
          <w:rFonts w:cs="Arial"/>
          <w:szCs w:val="22"/>
        </w:rPr>
        <w:t>2.</w:t>
      </w:r>
      <w:r w:rsidRPr="0071415F">
        <w:rPr>
          <w:rFonts w:cs="Arial"/>
          <w:szCs w:val="22"/>
        </w:rPr>
        <w:t xml:space="preserve"> </w:t>
      </w:r>
      <w:r w:rsidRPr="0071415F">
        <w:rPr>
          <w:rFonts w:cs="Arial"/>
          <w:szCs w:val="22"/>
        </w:rPr>
        <w:tab/>
        <w:t>pozostali pracownicy:</w:t>
      </w:r>
    </w:p>
    <w:p w14:paraId="12AF13AD" w14:textId="77777777" w:rsidR="0059735D" w:rsidRPr="00DD6BFA" w:rsidRDefault="0059735D" w:rsidP="0059735D">
      <w:pPr>
        <w:spacing w:after="120" w:line="240" w:lineRule="auto"/>
        <w:ind w:left="851"/>
        <w:rPr>
          <w:rFonts w:cs="Arial"/>
          <w:i/>
          <w:strike/>
          <w:szCs w:val="22"/>
        </w:rPr>
      </w:pPr>
      <w:r w:rsidRPr="00DD6BFA">
        <w:rPr>
          <w:rFonts w:cs="Arial"/>
          <w:i/>
          <w:szCs w:val="22"/>
        </w:rPr>
        <w:t>a/</w:t>
      </w:r>
      <w:r w:rsidRPr="00DD6BFA">
        <w:rPr>
          <w:rFonts w:cs="Arial"/>
          <w:i/>
          <w:szCs w:val="22"/>
        </w:rPr>
        <w:tab/>
        <w:t>kwalifikacje uprawniające do zajmowania się eksploatacją urządzeń, instalacji i sieci na stanowisku eksploatacji (E) G1:</w:t>
      </w:r>
    </w:p>
    <w:p w14:paraId="6192939C" w14:textId="77777777" w:rsidR="0059735D" w:rsidRPr="00DD6BFA" w:rsidRDefault="0059735D" w:rsidP="0059735D">
      <w:pPr>
        <w:spacing w:after="120" w:line="240" w:lineRule="auto"/>
        <w:ind w:left="851"/>
        <w:rPr>
          <w:rFonts w:cs="Arial"/>
          <w:i/>
          <w:strike/>
          <w:szCs w:val="22"/>
        </w:rPr>
      </w:pPr>
      <w:r w:rsidRPr="00DD6BFA">
        <w:rPr>
          <w:rFonts w:cs="Arial"/>
          <w:i/>
          <w:szCs w:val="22"/>
        </w:rPr>
        <w:t>- pkt 2, 9, 10 stwierdzone na podstawie rozporządzenia Ministra Gospodarki, Pracy i Polityki Społecznej z dnia 28 kwietnia 2003r. w sprawie szczegółowych zasad stwierdzania kwalifikacji przez osoby zajmujące się eksploatacją urządzeń, instalacji i sieci /Dz.U.2003.89.828/</w:t>
      </w:r>
    </w:p>
    <w:p w14:paraId="4F35B79D" w14:textId="77777777" w:rsidR="0059735D" w:rsidRPr="00DD6BFA" w:rsidRDefault="0059735D" w:rsidP="0059735D">
      <w:pPr>
        <w:spacing w:after="120" w:line="240" w:lineRule="auto"/>
        <w:ind w:left="851"/>
        <w:rPr>
          <w:rFonts w:cs="Arial"/>
          <w:i/>
          <w:szCs w:val="22"/>
        </w:rPr>
      </w:pPr>
      <w:r w:rsidRPr="00DD6BFA">
        <w:rPr>
          <w:rFonts w:cs="Arial"/>
          <w:i/>
          <w:szCs w:val="22"/>
        </w:rPr>
        <w:t>lub</w:t>
      </w:r>
    </w:p>
    <w:p w14:paraId="5AD1EA1C" w14:textId="77777777" w:rsidR="0059735D" w:rsidRPr="00DD6BFA" w:rsidRDefault="0059735D" w:rsidP="0059735D">
      <w:pPr>
        <w:spacing w:after="120" w:line="240" w:lineRule="auto"/>
        <w:ind w:left="851"/>
        <w:rPr>
          <w:rFonts w:cs="Arial"/>
          <w:i/>
          <w:szCs w:val="22"/>
        </w:rPr>
      </w:pPr>
      <w:r w:rsidRPr="00DD6BFA">
        <w:rPr>
          <w:rFonts w:cs="Arial"/>
          <w:i/>
          <w:szCs w:val="22"/>
        </w:rPr>
        <w:t>- pkt 2, 11, 13, stwierdzone na podstawie rozporządzenia Ministra Gospodarki, Pracy i Polityki Społecznej z dnia 1 lipca 2022r r. w sprawie szczegółowych zasad stwierdzania kwalifikacji przez osoby zajmujące się eksploatacją urządzeń, instalacji i sieci / Dz.U.2022.1392/),</w:t>
      </w:r>
    </w:p>
    <w:p w14:paraId="1C3C6108" w14:textId="3660B76B" w:rsidR="0059735D" w:rsidRDefault="0059735D" w:rsidP="0059735D">
      <w:pPr>
        <w:spacing w:after="120" w:line="240" w:lineRule="auto"/>
        <w:ind w:left="851"/>
        <w:rPr>
          <w:rFonts w:cs="Arial"/>
          <w:color w:val="000000"/>
          <w:szCs w:val="22"/>
        </w:rPr>
      </w:pPr>
      <w:r w:rsidRPr="00DD6BFA">
        <w:rPr>
          <w:rFonts w:cs="Arial"/>
          <w:i/>
          <w:szCs w:val="22"/>
        </w:rPr>
        <w:t>- minimum 2 osoby</w:t>
      </w:r>
    </w:p>
    <w:p w14:paraId="0B1948B1" w14:textId="434B344F" w:rsidR="0059735D" w:rsidRDefault="0059735D" w:rsidP="002F6FC8">
      <w:pPr>
        <w:spacing w:line="240" w:lineRule="exact"/>
        <w:ind w:left="-142"/>
        <w:rPr>
          <w:rFonts w:cs="Arial"/>
          <w:color w:val="000000"/>
          <w:szCs w:val="22"/>
        </w:rPr>
      </w:pPr>
    </w:p>
    <w:p w14:paraId="37228661" w14:textId="759D48EE" w:rsidR="0059735D" w:rsidRDefault="0059735D" w:rsidP="002F6FC8">
      <w:pPr>
        <w:spacing w:line="240" w:lineRule="exact"/>
        <w:ind w:left="-142"/>
        <w:rPr>
          <w:rFonts w:cs="Arial"/>
          <w:color w:val="000000"/>
          <w:szCs w:val="22"/>
        </w:rPr>
      </w:pPr>
    </w:p>
    <w:p w14:paraId="7CE87A77" w14:textId="77777777" w:rsidR="000F7633" w:rsidRPr="007D3A44" w:rsidRDefault="000F7633" w:rsidP="001828C8">
      <w:pPr>
        <w:spacing w:line="240" w:lineRule="auto"/>
        <w:jc w:val="left"/>
        <w:rPr>
          <w:rFonts w:cs="Arial"/>
          <w:sz w:val="20"/>
          <w:szCs w:val="20"/>
        </w:rPr>
      </w:pPr>
    </w:p>
    <w:p w14:paraId="7570A260" w14:textId="77777777" w:rsidR="001828C8" w:rsidRPr="00F071C6" w:rsidRDefault="001828C8" w:rsidP="001828C8">
      <w:pPr>
        <w:spacing w:line="240" w:lineRule="auto"/>
        <w:ind w:firstLine="709"/>
        <w:jc w:val="left"/>
        <w:rPr>
          <w:rFonts w:cs="Arial"/>
          <w:szCs w:val="22"/>
        </w:rPr>
      </w:pPr>
      <w:r w:rsidRPr="00F071C6">
        <w:rPr>
          <w:rFonts w:cs="Arial"/>
          <w:szCs w:val="22"/>
        </w:rPr>
        <w:t>..............................................</w:t>
      </w:r>
      <w:r w:rsidRPr="00F071C6">
        <w:rPr>
          <w:rFonts w:cs="Arial"/>
          <w:szCs w:val="22"/>
        </w:rPr>
        <w:tab/>
      </w:r>
      <w:r w:rsidRPr="00F071C6">
        <w:rPr>
          <w:rFonts w:cs="Arial"/>
          <w:szCs w:val="22"/>
        </w:rPr>
        <w:tab/>
      </w:r>
      <w:r w:rsidRPr="00F071C6">
        <w:rPr>
          <w:rFonts w:cs="Arial"/>
          <w:szCs w:val="22"/>
        </w:rPr>
        <w:tab/>
        <w:t>…….…………………………………</w:t>
      </w:r>
    </w:p>
    <w:p w14:paraId="590509E5" w14:textId="4560D695" w:rsidR="00D04746" w:rsidRDefault="001828C8" w:rsidP="00B67B94">
      <w:pPr>
        <w:widowControl w:val="0"/>
        <w:numPr>
          <w:ilvl w:val="12"/>
          <w:numId w:val="0"/>
        </w:numPr>
        <w:spacing w:line="240" w:lineRule="auto"/>
        <w:ind w:left="709" w:firstLine="425"/>
        <w:jc w:val="left"/>
        <w:rPr>
          <w:rFonts w:cs="Arial"/>
          <w:szCs w:val="22"/>
        </w:rPr>
      </w:pPr>
      <w:r w:rsidRPr="00F071C6">
        <w:rPr>
          <w:rFonts w:cs="Arial"/>
          <w:szCs w:val="22"/>
        </w:rPr>
        <w:t xml:space="preserve">(data, miejscowość) </w:t>
      </w:r>
      <w:r w:rsidRPr="00F071C6">
        <w:rPr>
          <w:rFonts w:cs="Arial"/>
          <w:szCs w:val="22"/>
        </w:rPr>
        <w:tab/>
      </w:r>
      <w:r w:rsidRPr="00F071C6">
        <w:rPr>
          <w:rFonts w:cs="Arial"/>
          <w:szCs w:val="22"/>
        </w:rPr>
        <w:tab/>
      </w:r>
      <w:r w:rsidRPr="00F071C6">
        <w:rPr>
          <w:rFonts w:cs="Arial"/>
          <w:szCs w:val="22"/>
        </w:rPr>
        <w:tab/>
      </w:r>
      <w:r>
        <w:rPr>
          <w:rFonts w:cs="Arial"/>
          <w:szCs w:val="22"/>
        </w:rPr>
        <w:t xml:space="preserve">     </w:t>
      </w:r>
      <w:r w:rsidRPr="00F071C6">
        <w:rPr>
          <w:rFonts w:cs="Arial"/>
          <w:szCs w:val="22"/>
        </w:rPr>
        <w:t>(podpis/-y, pieczęć imienna)</w:t>
      </w:r>
    </w:p>
    <w:p w14:paraId="5BB9B21C" w14:textId="77777777" w:rsidR="00D04746" w:rsidRPr="007D3A44" w:rsidRDefault="00D04746" w:rsidP="00D04746">
      <w:pPr>
        <w:spacing w:line="240" w:lineRule="auto"/>
        <w:jc w:val="left"/>
        <w:rPr>
          <w:rFonts w:cs="Arial"/>
          <w:sz w:val="20"/>
          <w:szCs w:val="20"/>
        </w:rPr>
      </w:pPr>
    </w:p>
    <w:sectPr w:rsidR="00D04746" w:rsidRPr="007D3A44" w:rsidSect="007241CF">
      <w:footerReference w:type="default" r:id="rId14"/>
      <w:pgSz w:w="11906" w:h="16838"/>
      <w:pgMar w:top="940" w:right="1416" w:bottom="766" w:left="1304" w:header="284" w:footer="709" w:gutter="0"/>
      <w:cols w:space="708"/>
      <w:formProt w:val="0"/>
      <w:docGrid w:linePitch="10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43B47D" w14:textId="77777777" w:rsidR="00AE3110" w:rsidRDefault="00AE3110">
      <w:r>
        <w:separator/>
      </w:r>
    </w:p>
  </w:endnote>
  <w:endnote w:type="continuationSeparator" w:id="0">
    <w:p w14:paraId="5E975F79" w14:textId="77777777" w:rsidR="00AE3110" w:rsidRDefault="00AE3110">
      <w:r>
        <w:continuationSeparator/>
      </w:r>
    </w:p>
  </w:endnote>
  <w:endnote w:type="continuationNotice" w:id="1">
    <w:p w14:paraId="7743576A" w14:textId="77777777" w:rsidR="00AE3110" w:rsidRDefault="00AE3110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altName w:val="Malgun Gothic Semilight"/>
    <w:panose1 w:val="020B0604020202020204"/>
    <w:charset w:val="00"/>
    <w:family w:val="roman"/>
    <w:pitch w:val="variable"/>
    <w:sig w:usb0="00000000" w:usb1="08070000" w:usb2="00000010" w:usb3="00000000" w:csb0="0002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Xerox Serif Wide">
    <w:altName w:val="Times New Roman"/>
    <w:charset w:val="00"/>
    <w:family w:val="roman"/>
    <w:pitch w:val="variable"/>
    <w:sig w:usb0="00000007" w:usb1="00000000" w:usb2="00000000" w:usb3="00000000" w:csb0="0000009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ntique Olive">
    <w:altName w:val="Corbel"/>
    <w:panose1 w:val="020B06030202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A40394" w14:textId="7236481B" w:rsidR="00AE3110" w:rsidRDefault="00AE3110">
    <w:pPr>
      <w:pStyle w:val="Stopka"/>
      <w:jc w:val="right"/>
    </w:pPr>
    <w: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913729">
      <w:rPr>
        <w:b/>
        <w:bCs/>
        <w:noProof/>
      </w:rPr>
      <w:t>6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913729">
      <w:rPr>
        <w:b/>
        <w:bCs/>
        <w:noProof/>
      </w:rPr>
      <w:t>16</w:t>
    </w:r>
    <w:r>
      <w:rPr>
        <w:b/>
        <w:bCs/>
        <w:sz w:val="24"/>
        <w:szCs w:val="24"/>
      </w:rPr>
      <w:fldChar w:fldCharType="end"/>
    </w:r>
  </w:p>
  <w:p w14:paraId="422A1D08" w14:textId="77777777" w:rsidR="00AE3110" w:rsidRDefault="00AE3110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38052177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C5566AE" w14:textId="0A5EA5F4" w:rsidR="00AE3110" w:rsidRDefault="00AE3110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913729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913729">
              <w:rPr>
                <w:b/>
                <w:bCs/>
                <w:noProof/>
              </w:rPr>
              <w:t>16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29F18F8" w14:textId="77777777" w:rsidR="00AE3110" w:rsidRDefault="00AE311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B5FD7E" w14:textId="3726BABA" w:rsidR="00AE3110" w:rsidRDefault="00AE3110">
    <w:pPr>
      <w:pStyle w:val="Nagwek"/>
      <w:rPr>
        <w:rFonts w:ascii="Antique Olive" w:hAnsi="Antique Olive"/>
        <w:lang w:val="de-DE"/>
      </w:rPr>
    </w:pPr>
    <w:r>
      <w:rPr>
        <w:rStyle w:val="Numerstrony"/>
        <w:lang w:val="de-DE"/>
      </w:rPr>
      <w:tab/>
    </w:r>
    <w:r>
      <w:rPr>
        <w:rStyle w:val="Numerstrony"/>
        <w:lang w:val="de-DE"/>
      </w:rPr>
      <w:tab/>
    </w:r>
    <w:r>
      <w:rPr>
        <w:noProof/>
        <w:lang w:val="pl-PL" w:eastAsia="pl-PL"/>
      </w:rPr>
      <mc:AlternateContent>
        <mc:Choice Requires="wps">
          <w:drawing>
            <wp:anchor distT="0" distB="0" distL="0" distR="0" simplePos="0" relativeHeight="251657728" behindDoc="0" locked="0" layoutInCell="1" allowOverlap="1" wp14:anchorId="3F0D55BC" wp14:editId="15E96DD1">
              <wp:simplePos x="0" y="0"/>
              <wp:positionH relativeFrom="page">
                <wp:posOffset>3872865</wp:posOffset>
              </wp:positionH>
              <wp:positionV relativeFrom="paragraph">
                <wp:posOffset>62865</wp:posOffset>
              </wp:positionV>
              <wp:extent cx="664210" cy="122555"/>
              <wp:effectExtent l="0" t="0" r="0" b="0"/>
              <wp:wrapSquare wrapText="largest"/>
              <wp:docPr id="5" name="Ramka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64210" cy="12255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 w14:paraId="7D9EF226" w14:textId="2CFD4264" w:rsidR="00AE3110" w:rsidRDefault="00AE3110">
                          <w:pPr>
                            <w:pStyle w:val="Stopka"/>
                            <w:ind w:right="360"/>
                            <w:jc w:val="right"/>
                          </w:pPr>
                          <w:r>
                            <w:rPr>
                              <w:rStyle w:val="Numerstrony"/>
                              <w:rFonts w:ascii="Tahoma" w:hAnsi="Tahoma"/>
                              <w:sz w:val="16"/>
                            </w:rPr>
                            <w:t xml:space="preserve">Strona </w:t>
                          </w:r>
                          <w:r>
                            <w:rPr>
                              <w:rStyle w:val="Numerstrony"/>
                              <w:rFonts w:ascii="Tahoma" w:hAnsi="Tahoma"/>
                              <w:sz w:val="16"/>
                            </w:rPr>
                            <w:fldChar w:fldCharType="begin"/>
                          </w:r>
                          <w:r>
                            <w:rPr>
                              <w:rStyle w:val="Numerstrony"/>
                              <w:rFonts w:ascii="Tahoma" w:hAnsi="Tahoma"/>
                              <w:sz w:val="16"/>
                            </w:rPr>
                            <w:instrText>PAGE</w:instrText>
                          </w:r>
                          <w:r>
                            <w:rPr>
                              <w:rStyle w:val="Numerstrony"/>
                              <w:rFonts w:ascii="Tahoma" w:hAnsi="Tahoma"/>
                              <w:sz w:val="16"/>
                            </w:rPr>
                            <w:fldChar w:fldCharType="separate"/>
                          </w:r>
                          <w:r w:rsidR="00913729">
                            <w:rPr>
                              <w:rStyle w:val="Numerstrony"/>
                              <w:rFonts w:ascii="Tahoma" w:hAnsi="Tahoma"/>
                              <w:noProof/>
                              <w:sz w:val="16"/>
                            </w:rPr>
                            <w:t>16</w:t>
                          </w:r>
                          <w:r>
                            <w:rPr>
                              <w:rStyle w:val="Numerstrony"/>
                              <w:rFonts w:ascii="Tahoma" w:hAnsi="Tahoma"/>
                              <w:sz w:val="16"/>
                            </w:rPr>
                            <w:fldChar w:fldCharType="end"/>
                          </w:r>
                          <w:r>
                            <w:rPr>
                              <w:rStyle w:val="Numerstrony"/>
                              <w:rFonts w:ascii="Tahoma" w:hAnsi="Tahoma"/>
                              <w:sz w:val="16"/>
                            </w:rPr>
                            <w:t xml:space="preserve"> </w:t>
                          </w:r>
                        </w:p>
                      </w:txbxContent>
                    </wps:txbx>
                    <wps:bodyPr lIns="0" tIns="0" rIns="0" bIns="0" anchor="t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F0D55BC" id="_x0000_t202" coordsize="21600,21600" o:spt="202" path="m,l,21600r21600,l21600,xe">
              <v:stroke joinstyle="miter"/>
              <v:path gradientshapeok="t" o:connecttype="rect"/>
            </v:shapetype>
            <v:shape id="Ramka1" o:spid="_x0000_s1026" type="#_x0000_t202" style="position:absolute;left:0;text-align:left;margin-left:304.95pt;margin-top:4.95pt;width:52.3pt;height:9.65pt;z-index:2516577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" stroked="f">
              <v:fill opacity="0"/>
              <v:path arrowok="t"/>
              <v:textbox style="mso-fit-shape-to-text:t" inset="0,0,0,0">
                <w:txbxContent>
                  <w:p w14:paraId="7D9EF226" w14:textId="2CFD4264" w:rsidR="00AE3110" w:rsidRDefault="00AE3110">
                    <w:pPr>
                      <w:pStyle w:val="Stopka"/>
                      <w:ind w:right="360"/>
                      <w:jc w:val="right"/>
                    </w:pPr>
                    <w:r>
                      <w:rPr>
                        <w:rStyle w:val="Numerstrony"/>
                        <w:rFonts w:ascii="Tahoma" w:hAnsi="Tahoma"/>
                        <w:sz w:val="16"/>
                      </w:rPr>
                      <w:t xml:space="preserve">Strona </w:t>
                    </w:r>
                    <w:r>
                      <w:rPr>
                        <w:rStyle w:val="Numerstrony"/>
                        <w:rFonts w:ascii="Tahoma" w:hAnsi="Tahoma"/>
                        <w:sz w:val="16"/>
                      </w:rPr>
                      <w:fldChar w:fldCharType="begin"/>
                    </w:r>
                    <w:r>
                      <w:rPr>
                        <w:rStyle w:val="Numerstrony"/>
                        <w:rFonts w:ascii="Tahoma" w:hAnsi="Tahoma"/>
                        <w:sz w:val="16"/>
                      </w:rPr>
                      <w:instrText>PAGE</w:instrText>
                    </w:r>
                    <w:r>
                      <w:rPr>
                        <w:rStyle w:val="Numerstrony"/>
                        <w:rFonts w:ascii="Tahoma" w:hAnsi="Tahoma"/>
                        <w:sz w:val="16"/>
                      </w:rPr>
                      <w:fldChar w:fldCharType="separate"/>
                    </w:r>
                    <w:r w:rsidR="00913729">
                      <w:rPr>
                        <w:rStyle w:val="Numerstrony"/>
                        <w:rFonts w:ascii="Tahoma" w:hAnsi="Tahoma"/>
                        <w:noProof/>
                        <w:sz w:val="16"/>
                      </w:rPr>
                      <w:t>16</w:t>
                    </w:r>
                    <w:r>
                      <w:rPr>
                        <w:rStyle w:val="Numerstrony"/>
                        <w:rFonts w:ascii="Tahoma" w:hAnsi="Tahoma"/>
                        <w:sz w:val="16"/>
                      </w:rPr>
                      <w:fldChar w:fldCharType="end"/>
                    </w:r>
                    <w:r>
                      <w:rPr>
                        <w:rStyle w:val="Numerstrony"/>
                        <w:rFonts w:ascii="Tahoma" w:hAnsi="Tahoma"/>
                        <w:sz w:val="16"/>
                      </w:rPr>
                      <w:t xml:space="preserve"> </w:t>
                    </w:r>
                  </w:p>
                </w:txbxContent>
              </v:textbox>
              <w10:wrap type="square" side="largest" anchorx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9D629D9" w14:textId="77777777" w:rsidR="00AE3110" w:rsidRDefault="00AE3110">
      <w:r>
        <w:separator/>
      </w:r>
    </w:p>
  </w:footnote>
  <w:footnote w:type="continuationSeparator" w:id="0">
    <w:p w14:paraId="1BCE620E" w14:textId="77777777" w:rsidR="00AE3110" w:rsidRDefault="00AE3110">
      <w:r>
        <w:continuationSeparator/>
      </w:r>
    </w:p>
  </w:footnote>
  <w:footnote w:type="continuationNotice" w:id="1">
    <w:p w14:paraId="780EFBDB" w14:textId="77777777" w:rsidR="00AE3110" w:rsidRDefault="00AE3110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A8377B" w14:textId="77777777" w:rsidR="00AE3110" w:rsidRPr="00697659" w:rsidRDefault="00AE3110" w:rsidP="00F56AE2">
    <w:pPr>
      <w:tabs>
        <w:tab w:val="right" w:pos="8505"/>
      </w:tabs>
      <w:suppressAutoHyphens/>
      <w:spacing w:line="200" w:lineRule="exact"/>
      <w:rPr>
        <w:rFonts w:cs="Arial"/>
        <w:color w:val="000000" w:themeColor="text1"/>
        <w:sz w:val="16"/>
        <w:szCs w:val="16"/>
        <w:lang w:eastAsia="x-none"/>
      </w:rPr>
    </w:pPr>
    <w:r w:rsidRPr="00697659">
      <w:rPr>
        <w:rFonts w:cs="Arial"/>
        <w:color w:val="000000" w:themeColor="text1"/>
        <w:sz w:val="16"/>
        <w:szCs w:val="16"/>
        <w:lang w:eastAsia="x-none"/>
      </w:rPr>
      <w:t>„</w:t>
    </w:r>
    <w:r w:rsidRPr="00F747C2">
      <w:rPr>
        <w:rFonts w:cs="Arial"/>
        <w:color w:val="000000" w:themeColor="text1"/>
        <w:sz w:val="16"/>
        <w:szCs w:val="16"/>
        <w:shd w:val="clear" w:color="auto" w:fill="FFFFFF"/>
      </w:rPr>
      <w:t>Modernizacja systemu sterowania dopalaczem Clausa na Kopalni Ropy Naftowej i Gazu Ziemnego Zielin</w:t>
    </w:r>
    <w:r w:rsidRPr="00697659">
      <w:rPr>
        <w:rFonts w:cs="Arial"/>
        <w:color w:val="000000" w:themeColor="text1"/>
        <w:sz w:val="16"/>
        <w:szCs w:val="16"/>
        <w:lang w:eastAsia="x-none"/>
      </w:rPr>
      <w:t>”</w:t>
    </w:r>
  </w:p>
  <w:p w14:paraId="7F6573C6" w14:textId="77777777" w:rsidR="00AE3110" w:rsidRPr="00697659" w:rsidRDefault="00AE3110" w:rsidP="00F56AE2">
    <w:pPr>
      <w:spacing w:line="200" w:lineRule="exact"/>
      <w:rPr>
        <w:rFonts w:cs="Arial"/>
        <w:color w:val="000000" w:themeColor="text1"/>
        <w:sz w:val="16"/>
        <w:szCs w:val="16"/>
        <w:lang w:val="de-DE"/>
      </w:rPr>
    </w:pPr>
    <w:r w:rsidRPr="00697659">
      <w:rPr>
        <w:rFonts w:cs="Arial"/>
        <w:color w:val="000000" w:themeColor="text1"/>
        <w:sz w:val="16"/>
        <w:szCs w:val="16"/>
      </w:rPr>
      <w:t>CRZ:NP/ORLEN/25/0217/OZ/EU</w:t>
    </w:r>
  </w:p>
  <w:p w14:paraId="19025570" w14:textId="30BAC394" w:rsidR="00AE3110" w:rsidRDefault="00AE3110">
    <w:pPr>
      <w:pStyle w:val="Nagwek"/>
    </w:pPr>
  </w:p>
  <w:p w14:paraId="72E116F7" w14:textId="2D546062" w:rsidR="00AE3110" w:rsidRPr="00293B0E" w:rsidRDefault="00AE3110" w:rsidP="00823977">
    <w:pPr>
      <w:pStyle w:val="Nagwek"/>
      <w:tabs>
        <w:tab w:val="clear" w:pos="8505"/>
        <w:tab w:val="left" w:pos="1392"/>
      </w:tabs>
      <w:rPr>
        <w:color w:val="000000" w:themeColor="text1"/>
        <w:sz w:val="14"/>
        <w:szCs w:val="14"/>
        <w:lang w:val="pl-PL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F00AA0" w14:textId="53C1064E" w:rsidR="00AE3110" w:rsidRPr="00830E79" w:rsidRDefault="00AE3110" w:rsidP="00830E79">
    <w:pPr>
      <w:pStyle w:val="Nagwek"/>
      <w:jc w:val="left"/>
      <w:rPr>
        <w:b/>
        <w:color w:val="262626" w:themeColor="text1" w:themeTint="D9"/>
        <w:sz w:val="16"/>
        <w:szCs w:val="16"/>
      </w:rPr>
    </w:pPr>
    <w:r w:rsidRPr="00830E79">
      <w:rPr>
        <w:b/>
        <w:color w:val="262626" w:themeColor="text1" w:themeTint="D9"/>
        <w:sz w:val="16"/>
        <w:szCs w:val="16"/>
      </w:rPr>
      <w:t>„</w:t>
    </w:r>
    <w:r>
      <w:rPr>
        <w:rFonts w:cs="Arial"/>
        <w:color w:val="000000" w:themeColor="text1"/>
        <w:sz w:val="16"/>
        <w:szCs w:val="16"/>
        <w:shd w:val="clear" w:color="auto" w:fill="FFFFFF"/>
      </w:rPr>
      <w:t>Modernizacja</w:t>
    </w:r>
    <w:r w:rsidRPr="00830E79">
      <w:rPr>
        <w:rFonts w:cs="Arial"/>
        <w:color w:val="000000" w:themeColor="text1"/>
        <w:sz w:val="16"/>
        <w:szCs w:val="16"/>
        <w:shd w:val="clear" w:color="auto" w:fill="FFFFFF"/>
      </w:rPr>
      <w:t xml:space="preserve"> systemu sterowania dopalaczem Clausa na Kopalni Ropy Naftowej i Gazu Ziemnego Zielin</w:t>
    </w:r>
    <w:r w:rsidRPr="00830E79">
      <w:rPr>
        <w:b/>
        <w:color w:val="262626" w:themeColor="text1" w:themeTint="D9"/>
        <w:sz w:val="16"/>
        <w:szCs w:val="16"/>
      </w:rPr>
      <w:t>”</w:t>
    </w:r>
  </w:p>
  <w:p w14:paraId="31BA584E" w14:textId="77777777" w:rsidR="00AE3110" w:rsidRPr="00830E79" w:rsidRDefault="00AE3110" w:rsidP="00830E79">
    <w:pPr>
      <w:spacing w:line="200" w:lineRule="exact"/>
      <w:jc w:val="left"/>
      <w:rPr>
        <w:rFonts w:cs="Arial"/>
        <w:color w:val="000000" w:themeColor="text1"/>
        <w:sz w:val="16"/>
        <w:szCs w:val="16"/>
        <w:lang w:val="de-DE"/>
      </w:rPr>
    </w:pPr>
    <w:r w:rsidRPr="00830E79">
      <w:rPr>
        <w:rFonts w:cs="Arial"/>
        <w:color w:val="000000" w:themeColor="text1"/>
        <w:sz w:val="16"/>
        <w:szCs w:val="16"/>
      </w:rPr>
      <w:t>CRZ:NP/ORLEN/25/0217/OZ/EU</w:t>
    </w:r>
  </w:p>
  <w:p w14:paraId="068A7A5F" w14:textId="77777777" w:rsidR="00AE3110" w:rsidRPr="00830E79" w:rsidRDefault="00AE3110" w:rsidP="00830E79">
    <w:pPr>
      <w:pStyle w:val="Nagwek"/>
      <w:jc w:val="left"/>
      <w:rPr>
        <w:b/>
        <w:color w:val="262626" w:themeColor="text1" w:themeTint="D9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2"/>
      <w:numFmt w:val="upperLetter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" w15:restartNumberingAfterBreak="0">
    <w:nsid w:val="0000000F"/>
    <w:multiLevelType w:val="multi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 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)"/>
      <w:lvlJc w:val="left"/>
      <w:pPr>
        <w:tabs>
          <w:tab w:val="num" w:pos="717"/>
        </w:tabs>
        <w:ind w:left="717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" w15:restartNumberingAfterBreak="0">
    <w:nsid w:val="00000016"/>
    <w:multiLevelType w:val="multilevel"/>
    <w:tmpl w:val="9820936A"/>
    <w:name w:val="WW8Num23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ascii="Arial" w:hAnsi="Arial" w:cs="Arial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1">
      <w:start w:val="1"/>
      <w:numFmt w:val="decimal"/>
      <w:lvlText w:val="%2."/>
      <w:lvlJc w:val="left"/>
      <w:pPr>
        <w:tabs>
          <w:tab w:val="num" w:pos="1620"/>
        </w:tabs>
        <w:ind w:left="1620" w:hanging="360"/>
      </w:pPr>
      <w:rPr>
        <w:rFonts w:ascii="Arial" w:hAnsi="Arial" w:cs="Arial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2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>
      <w:start w:val="1"/>
      <w:numFmt w:val="lowerLetter"/>
      <w:lvlText w:val="b%5)"/>
      <w:lvlJc w:val="left"/>
      <w:pPr>
        <w:tabs>
          <w:tab w:val="num" w:pos="1429"/>
        </w:tabs>
        <w:ind w:left="1429" w:hanging="357"/>
      </w:pPr>
      <w:rPr>
        <w:b w:val="0"/>
        <w:bCs w:val="0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/>
        <w:b w:val="0"/>
        <w:bCs w:val="0"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 w15:restartNumberingAfterBreak="0">
    <w:nsid w:val="0000001D"/>
    <w:multiLevelType w:val="singleLevel"/>
    <w:tmpl w:val="0000001D"/>
    <w:name w:val="WW8Num31"/>
    <w:lvl w:ilvl="0">
      <w:start w:val="1"/>
      <w:numFmt w:val="decimal"/>
      <w:lvlText w:val="%1)"/>
      <w:lvlJc w:val="left"/>
      <w:pPr>
        <w:tabs>
          <w:tab w:val="num" w:pos="714"/>
        </w:tabs>
        <w:ind w:left="714" w:hanging="357"/>
      </w:pPr>
    </w:lvl>
  </w:abstractNum>
  <w:abstractNum w:abstractNumId="4" w15:restartNumberingAfterBreak="0">
    <w:nsid w:val="0000003F"/>
    <w:multiLevelType w:val="singleLevel"/>
    <w:tmpl w:val="7FC8B2B6"/>
    <w:name w:val="WW8Num72"/>
    <w:lvl w:ilvl="0">
      <w:start w:val="1"/>
      <w:numFmt w:val="decimal"/>
      <w:lvlText w:val="%1."/>
      <w:lvlJc w:val="left"/>
      <w:pPr>
        <w:tabs>
          <w:tab w:val="num" w:pos="0"/>
        </w:tabs>
        <w:ind w:left="1070" w:hanging="360"/>
      </w:pPr>
      <w:rPr>
        <w:rFonts w:ascii="Arial" w:hAnsi="Arial" w:cs="Arial"/>
        <w:strike w:val="0"/>
        <w:dstrike w:val="0"/>
        <w:color w:val="auto"/>
        <w:sz w:val="22"/>
        <w:szCs w:val="22"/>
      </w:rPr>
    </w:lvl>
  </w:abstractNum>
  <w:abstractNum w:abstractNumId="5" w15:restartNumberingAfterBreak="0">
    <w:nsid w:val="032557F2"/>
    <w:multiLevelType w:val="hybridMultilevel"/>
    <w:tmpl w:val="5540F488"/>
    <w:lvl w:ilvl="0" w:tplc="46C43E8A">
      <w:start w:val="1"/>
      <w:numFmt w:val="decimal"/>
      <w:lvlText w:val="%1/"/>
      <w:lvlJc w:val="left"/>
      <w:pPr>
        <w:ind w:left="720" w:hanging="360"/>
      </w:pPr>
      <w:rPr>
        <w:rFonts w:hint="default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3AB6E11"/>
    <w:multiLevelType w:val="hybridMultilevel"/>
    <w:tmpl w:val="3C307D94"/>
    <w:lvl w:ilvl="0" w:tplc="04150017">
      <w:start w:val="1"/>
      <w:numFmt w:val="lowerLetter"/>
      <w:lvlText w:val="%1)"/>
      <w:lvlJc w:val="left"/>
      <w:pPr>
        <w:ind w:left="1164" w:hanging="360"/>
      </w:pPr>
    </w:lvl>
    <w:lvl w:ilvl="1" w:tplc="04150019">
      <w:start w:val="1"/>
      <w:numFmt w:val="lowerLetter"/>
      <w:lvlText w:val="%2."/>
      <w:lvlJc w:val="left"/>
      <w:pPr>
        <w:ind w:left="1884" w:hanging="360"/>
      </w:pPr>
    </w:lvl>
    <w:lvl w:ilvl="2" w:tplc="0415001B">
      <w:start w:val="1"/>
      <w:numFmt w:val="lowerRoman"/>
      <w:lvlText w:val="%3."/>
      <w:lvlJc w:val="right"/>
      <w:pPr>
        <w:ind w:left="2604" w:hanging="180"/>
      </w:pPr>
    </w:lvl>
    <w:lvl w:ilvl="3" w:tplc="7EF28754">
      <w:start w:val="1"/>
      <w:numFmt w:val="decimal"/>
      <w:lvlText w:val="%4."/>
      <w:lvlJc w:val="left"/>
      <w:pPr>
        <w:ind w:left="3324" w:hanging="360"/>
      </w:pPr>
      <w:rPr>
        <w:rFonts w:hint="default"/>
      </w:rPr>
    </w:lvl>
    <w:lvl w:ilvl="4" w:tplc="04150019">
      <w:start w:val="1"/>
      <w:numFmt w:val="lowerLetter"/>
      <w:lvlText w:val="%5."/>
      <w:lvlJc w:val="left"/>
      <w:pPr>
        <w:ind w:left="4044" w:hanging="360"/>
      </w:pPr>
    </w:lvl>
    <w:lvl w:ilvl="5" w:tplc="0415001B">
      <w:start w:val="1"/>
      <w:numFmt w:val="lowerRoman"/>
      <w:lvlText w:val="%6."/>
      <w:lvlJc w:val="right"/>
      <w:pPr>
        <w:ind w:left="4764" w:hanging="180"/>
      </w:pPr>
    </w:lvl>
    <w:lvl w:ilvl="6" w:tplc="0415000F">
      <w:start w:val="1"/>
      <w:numFmt w:val="decimal"/>
      <w:lvlText w:val="%7."/>
      <w:lvlJc w:val="left"/>
      <w:pPr>
        <w:ind w:left="5484" w:hanging="360"/>
      </w:pPr>
    </w:lvl>
    <w:lvl w:ilvl="7" w:tplc="04150019">
      <w:start w:val="1"/>
      <w:numFmt w:val="lowerLetter"/>
      <w:lvlText w:val="%8."/>
      <w:lvlJc w:val="left"/>
      <w:pPr>
        <w:ind w:left="6204" w:hanging="360"/>
      </w:pPr>
    </w:lvl>
    <w:lvl w:ilvl="8" w:tplc="0415001B">
      <w:start w:val="1"/>
      <w:numFmt w:val="lowerRoman"/>
      <w:lvlText w:val="%9."/>
      <w:lvlJc w:val="right"/>
      <w:pPr>
        <w:ind w:left="6924" w:hanging="180"/>
      </w:pPr>
    </w:lvl>
  </w:abstractNum>
  <w:abstractNum w:abstractNumId="7" w15:restartNumberingAfterBreak="0">
    <w:nsid w:val="061913F9"/>
    <w:multiLevelType w:val="hybridMultilevel"/>
    <w:tmpl w:val="246A3A26"/>
    <w:lvl w:ilvl="0" w:tplc="11766322">
      <w:start w:val="1"/>
      <w:numFmt w:val="decimal"/>
      <w:lvlText w:val="%1/"/>
      <w:lvlJc w:val="left"/>
      <w:pPr>
        <w:ind w:left="720" w:hanging="360"/>
      </w:pPr>
      <w:rPr>
        <w:rFonts w:ascii="Arial" w:hAnsi="Arial" w:hint="default"/>
        <w:b w:val="0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7F72E97"/>
    <w:multiLevelType w:val="multilevel"/>
    <w:tmpl w:val="317010EA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4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200" w:hanging="720"/>
      </w:pPr>
      <w:rPr>
        <w:rFonts w:hint="default"/>
        <w:b w:val="0"/>
        <w:color w:val="0D0D0D"/>
      </w:rPr>
    </w:lvl>
    <w:lvl w:ilvl="3">
      <w:start w:val="1"/>
      <w:numFmt w:val="decimal"/>
      <w:isLgl/>
      <w:lvlText w:val="%1.%2.%3.%4."/>
      <w:lvlJc w:val="left"/>
      <w:pPr>
        <w:ind w:left="31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0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640" w:hanging="1800"/>
      </w:pPr>
      <w:rPr>
        <w:rFonts w:hint="default"/>
      </w:rPr>
    </w:lvl>
  </w:abstractNum>
  <w:abstractNum w:abstractNumId="9" w15:restartNumberingAfterBreak="0">
    <w:nsid w:val="08722A35"/>
    <w:multiLevelType w:val="hybridMultilevel"/>
    <w:tmpl w:val="CA86F848"/>
    <w:lvl w:ilvl="0" w:tplc="A8C63406">
      <w:start w:val="3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8FD6FFF"/>
    <w:multiLevelType w:val="hybridMultilevel"/>
    <w:tmpl w:val="2D2A110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15CEF2F2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59C2E6AE">
      <w:start w:val="1"/>
      <w:numFmt w:val="upperRoman"/>
      <w:lvlText w:val="%3."/>
      <w:lvlJc w:val="left"/>
      <w:pPr>
        <w:ind w:left="2340" w:hanging="72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0AA57CCD"/>
    <w:multiLevelType w:val="hybridMultilevel"/>
    <w:tmpl w:val="3CEE0A9E"/>
    <w:lvl w:ilvl="0" w:tplc="0AC6A4BA">
      <w:start w:val="1"/>
      <w:numFmt w:val="lowerLetter"/>
      <w:lvlText w:val="%1/"/>
      <w:lvlJc w:val="left"/>
      <w:pPr>
        <w:ind w:left="184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C7F1D42"/>
    <w:multiLevelType w:val="multilevel"/>
    <w:tmpl w:val="D572001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13" w15:restartNumberingAfterBreak="0">
    <w:nsid w:val="0ED10CEA"/>
    <w:multiLevelType w:val="multilevel"/>
    <w:tmpl w:val="440ABA96"/>
    <w:lvl w:ilvl="0">
      <w:start w:val="1"/>
      <w:numFmt w:val="decimal"/>
      <w:lvlText w:val="%1."/>
      <w:lvlJc w:val="left"/>
      <w:pPr>
        <w:tabs>
          <w:tab w:val="num" w:pos="294"/>
        </w:tabs>
        <w:ind w:left="294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ind w:left="654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6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1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1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37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37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3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734" w:hanging="1800"/>
      </w:pPr>
      <w:rPr>
        <w:rFonts w:hint="default"/>
      </w:rPr>
    </w:lvl>
  </w:abstractNum>
  <w:abstractNum w:abstractNumId="14" w15:restartNumberingAfterBreak="0">
    <w:nsid w:val="0ED9565E"/>
    <w:multiLevelType w:val="hybridMultilevel"/>
    <w:tmpl w:val="081C5734"/>
    <w:lvl w:ilvl="0" w:tplc="F58EDC9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0F474F2C"/>
    <w:multiLevelType w:val="hybridMultilevel"/>
    <w:tmpl w:val="7EBC7072"/>
    <w:lvl w:ilvl="0" w:tplc="4FAA869C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16627019"/>
    <w:multiLevelType w:val="multilevel"/>
    <w:tmpl w:val="95E02B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color w:val="auto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737"/>
        </w:tabs>
        <w:ind w:left="737" w:hanging="380"/>
      </w:pPr>
      <w:rPr>
        <w:rFonts w:hint="default"/>
        <w:b w:val="0"/>
        <w:i w:val="0"/>
        <w:color w:val="auto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17E26511"/>
    <w:multiLevelType w:val="multilevel"/>
    <w:tmpl w:val="DF2C4286"/>
    <w:lvl w:ilvl="0">
      <w:start w:val="1"/>
      <w:numFmt w:val="decimal"/>
      <w:lvlText w:val="%1."/>
      <w:lvlJc w:val="left"/>
      <w:pPr>
        <w:tabs>
          <w:tab w:val="num" w:pos="294"/>
        </w:tabs>
        <w:ind w:left="294" w:hanging="360"/>
      </w:pPr>
      <w:rPr>
        <w:sz w:val="20"/>
        <w:szCs w:val="20"/>
      </w:rPr>
    </w:lvl>
    <w:lvl w:ilvl="1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>
      <w:start w:val="12"/>
      <w:numFmt w:val="bullet"/>
      <w:lvlText w:val=""/>
      <w:lvlJc w:val="left"/>
      <w:pPr>
        <w:ind w:left="2340" w:hanging="360"/>
      </w:pPr>
      <w:rPr>
        <w:rFonts w:ascii="Symbol" w:eastAsia="Times New Roman" w:hAnsi="Symbol" w:cs="Arial" w:hint="default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8454459"/>
    <w:multiLevelType w:val="hybridMultilevel"/>
    <w:tmpl w:val="44FCF6EA"/>
    <w:lvl w:ilvl="0" w:tplc="3738F0E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ascii="Arial" w:hAnsi="Arial" w:cs="Arial" w:hint="default"/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color w:val="auto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1E5723EB"/>
    <w:multiLevelType w:val="hybridMultilevel"/>
    <w:tmpl w:val="3A10E0D8"/>
    <w:lvl w:ilvl="0" w:tplc="7A1E34A8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b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4C25622"/>
    <w:multiLevelType w:val="hybridMultilevel"/>
    <w:tmpl w:val="324019E6"/>
    <w:lvl w:ilvl="0" w:tplc="262023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7467502"/>
    <w:multiLevelType w:val="hybridMultilevel"/>
    <w:tmpl w:val="32CABF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9EC0955"/>
    <w:multiLevelType w:val="hybridMultilevel"/>
    <w:tmpl w:val="D40A0F36"/>
    <w:lvl w:ilvl="0" w:tplc="8B02413A">
      <w:start w:val="1"/>
      <w:numFmt w:val="lowerLetter"/>
      <w:lvlText w:val="%1)"/>
      <w:lvlJc w:val="left"/>
      <w:pPr>
        <w:ind w:left="2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214" w:hanging="360"/>
      </w:pPr>
    </w:lvl>
    <w:lvl w:ilvl="2" w:tplc="0415001B" w:tentative="1">
      <w:start w:val="1"/>
      <w:numFmt w:val="lowerRoman"/>
      <w:lvlText w:val="%3."/>
      <w:lvlJc w:val="right"/>
      <w:pPr>
        <w:ind w:left="3934" w:hanging="180"/>
      </w:pPr>
    </w:lvl>
    <w:lvl w:ilvl="3" w:tplc="0415000F" w:tentative="1">
      <w:start w:val="1"/>
      <w:numFmt w:val="decimal"/>
      <w:lvlText w:val="%4."/>
      <w:lvlJc w:val="left"/>
      <w:pPr>
        <w:ind w:left="4654" w:hanging="360"/>
      </w:pPr>
    </w:lvl>
    <w:lvl w:ilvl="4" w:tplc="04150019" w:tentative="1">
      <w:start w:val="1"/>
      <w:numFmt w:val="lowerLetter"/>
      <w:lvlText w:val="%5."/>
      <w:lvlJc w:val="left"/>
      <w:pPr>
        <w:ind w:left="5374" w:hanging="360"/>
      </w:pPr>
    </w:lvl>
    <w:lvl w:ilvl="5" w:tplc="0415001B" w:tentative="1">
      <w:start w:val="1"/>
      <w:numFmt w:val="lowerRoman"/>
      <w:lvlText w:val="%6."/>
      <w:lvlJc w:val="right"/>
      <w:pPr>
        <w:ind w:left="6094" w:hanging="180"/>
      </w:pPr>
    </w:lvl>
    <w:lvl w:ilvl="6" w:tplc="0415000F" w:tentative="1">
      <w:start w:val="1"/>
      <w:numFmt w:val="decimal"/>
      <w:lvlText w:val="%7."/>
      <w:lvlJc w:val="left"/>
      <w:pPr>
        <w:ind w:left="6814" w:hanging="360"/>
      </w:pPr>
    </w:lvl>
    <w:lvl w:ilvl="7" w:tplc="04150019" w:tentative="1">
      <w:start w:val="1"/>
      <w:numFmt w:val="lowerLetter"/>
      <w:lvlText w:val="%8."/>
      <w:lvlJc w:val="left"/>
      <w:pPr>
        <w:ind w:left="7534" w:hanging="360"/>
      </w:pPr>
    </w:lvl>
    <w:lvl w:ilvl="8" w:tplc="0415001B" w:tentative="1">
      <w:start w:val="1"/>
      <w:numFmt w:val="lowerRoman"/>
      <w:lvlText w:val="%9."/>
      <w:lvlJc w:val="right"/>
      <w:pPr>
        <w:ind w:left="8254" w:hanging="180"/>
      </w:pPr>
    </w:lvl>
  </w:abstractNum>
  <w:abstractNum w:abstractNumId="23" w15:restartNumberingAfterBreak="0">
    <w:nsid w:val="2BD7154F"/>
    <w:multiLevelType w:val="hybridMultilevel"/>
    <w:tmpl w:val="4BAC9BE6"/>
    <w:lvl w:ilvl="0" w:tplc="737834A0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4" w15:restartNumberingAfterBreak="0">
    <w:nsid w:val="2D973CF6"/>
    <w:multiLevelType w:val="hybridMultilevel"/>
    <w:tmpl w:val="F34E9DB0"/>
    <w:lvl w:ilvl="0" w:tplc="B470A368">
      <w:start w:val="1"/>
      <w:numFmt w:val="decimal"/>
      <w:lvlText w:val="%1."/>
      <w:lvlJc w:val="left"/>
      <w:pPr>
        <w:tabs>
          <w:tab w:val="num" w:pos="1210"/>
        </w:tabs>
        <w:ind w:left="1210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0834738"/>
    <w:multiLevelType w:val="multilevel"/>
    <w:tmpl w:val="02F0EE0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1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82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8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95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16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334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408" w:hanging="1800"/>
      </w:pPr>
      <w:rPr>
        <w:rFonts w:hint="default"/>
      </w:rPr>
    </w:lvl>
  </w:abstractNum>
  <w:abstractNum w:abstractNumId="26" w15:restartNumberingAfterBreak="0">
    <w:nsid w:val="31DE4875"/>
    <w:multiLevelType w:val="hybridMultilevel"/>
    <w:tmpl w:val="2386244A"/>
    <w:lvl w:ilvl="0" w:tplc="0F9AD0E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  <w:color w:val="auto"/>
        <w:sz w:val="22"/>
        <w:szCs w:val="20"/>
      </w:rPr>
    </w:lvl>
    <w:lvl w:ilvl="1" w:tplc="1B0ACB9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FA4D85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4902B9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056809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468917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C0479A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6CAAAC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F26BFA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322D1EC8"/>
    <w:multiLevelType w:val="multilevel"/>
    <w:tmpl w:val="D572001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28" w15:restartNumberingAfterBreak="0">
    <w:nsid w:val="32FC2551"/>
    <w:multiLevelType w:val="hybridMultilevel"/>
    <w:tmpl w:val="02BE8B60"/>
    <w:lvl w:ilvl="0" w:tplc="08621034">
      <w:start w:val="1"/>
      <w:numFmt w:val="lowerLetter"/>
      <w:lvlText w:val="%1)"/>
      <w:lvlJc w:val="left"/>
      <w:pPr>
        <w:ind w:left="178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09" w:hanging="360"/>
      </w:pPr>
    </w:lvl>
    <w:lvl w:ilvl="2" w:tplc="0415001B" w:tentative="1">
      <w:start w:val="1"/>
      <w:numFmt w:val="lowerRoman"/>
      <w:lvlText w:val="%3."/>
      <w:lvlJc w:val="right"/>
      <w:pPr>
        <w:ind w:left="3229" w:hanging="180"/>
      </w:pPr>
    </w:lvl>
    <w:lvl w:ilvl="3" w:tplc="0415000F" w:tentative="1">
      <w:start w:val="1"/>
      <w:numFmt w:val="decimal"/>
      <w:lvlText w:val="%4."/>
      <w:lvlJc w:val="left"/>
      <w:pPr>
        <w:ind w:left="3949" w:hanging="360"/>
      </w:pPr>
    </w:lvl>
    <w:lvl w:ilvl="4" w:tplc="04150019" w:tentative="1">
      <w:start w:val="1"/>
      <w:numFmt w:val="lowerLetter"/>
      <w:lvlText w:val="%5."/>
      <w:lvlJc w:val="left"/>
      <w:pPr>
        <w:ind w:left="4669" w:hanging="360"/>
      </w:pPr>
    </w:lvl>
    <w:lvl w:ilvl="5" w:tplc="0415001B" w:tentative="1">
      <w:start w:val="1"/>
      <w:numFmt w:val="lowerRoman"/>
      <w:lvlText w:val="%6."/>
      <w:lvlJc w:val="right"/>
      <w:pPr>
        <w:ind w:left="5389" w:hanging="180"/>
      </w:pPr>
    </w:lvl>
    <w:lvl w:ilvl="6" w:tplc="0415000F" w:tentative="1">
      <w:start w:val="1"/>
      <w:numFmt w:val="decimal"/>
      <w:lvlText w:val="%7."/>
      <w:lvlJc w:val="left"/>
      <w:pPr>
        <w:ind w:left="6109" w:hanging="360"/>
      </w:pPr>
    </w:lvl>
    <w:lvl w:ilvl="7" w:tplc="04150019" w:tentative="1">
      <w:start w:val="1"/>
      <w:numFmt w:val="lowerLetter"/>
      <w:lvlText w:val="%8."/>
      <w:lvlJc w:val="left"/>
      <w:pPr>
        <w:ind w:left="6829" w:hanging="360"/>
      </w:pPr>
    </w:lvl>
    <w:lvl w:ilvl="8" w:tplc="0415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29" w15:restartNumberingAfterBreak="0">
    <w:nsid w:val="33033B28"/>
    <w:multiLevelType w:val="hybridMultilevel"/>
    <w:tmpl w:val="7826B28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5EF4F84"/>
    <w:multiLevelType w:val="multilevel"/>
    <w:tmpl w:val="63D20D6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9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06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60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3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4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01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192" w:hanging="1800"/>
      </w:pPr>
      <w:rPr>
        <w:rFonts w:hint="default"/>
      </w:rPr>
    </w:lvl>
  </w:abstractNum>
  <w:abstractNum w:abstractNumId="31" w15:restartNumberingAfterBreak="0">
    <w:nsid w:val="38B36D09"/>
    <w:multiLevelType w:val="multilevel"/>
    <w:tmpl w:val="678E4A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858"/>
        </w:tabs>
        <w:ind w:left="858" w:hanging="432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2" w15:restartNumberingAfterBreak="0">
    <w:nsid w:val="3C706584"/>
    <w:multiLevelType w:val="hybridMultilevel"/>
    <w:tmpl w:val="A98A90CA"/>
    <w:lvl w:ilvl="0" w:tplc="07280D40">
      <w:start w:val="13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3CAB3DAD"/>
    <w:multiLevelType w:val="hybridMultilevel"/>
    <w:tmpl w:val="B67EB40E"/>
    <w:lvl w:ilvl="0" w:tplc="04150017">
      <w:start w:val="1"/>
      <w:numFmt w:val="lowerLetter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4" w15:restartNumberingAfterBreak="0">
    <w:nsid w:val="3E8E1FE7"/>
    <w:multiLevelType w:val="multilevel"/>
    <w:tmpl w:val="C0A87262"/>
    <w:lvl w:ilvl="0">
      <w:start w:val="1"/>
      <w:numFmt w:val="decimal"/>
      <w:lvlText w:val="%1."/>
      <w:lvlJc w:val="left"/>
      <w:pPr>
        <w:tabs>
          <w:tab w:val="num" w:pos="294"/>
        </w:tabs>
        <w:ind w:left="294" w:hanging="360"/>
      </w:pPr>
      <w:rPr>
        <w:b w:val="0"/>
      </w:rPr>
    </w:lvl>
    <w:lvl w:ilvl="1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>
      <w:start w:val="12"/>
      <w:numFmt w:val="bullet"/>
      <w:lvlText w:val=""/>
      <w:lvlJc w:val="left"/>
      <w:pPr>
        <w:ind w:left="2340" w:hanging="360"/>
      </w:pPr>
      <w:rPr>
        <w:rFonts w:ascii="Symbol" w:eastAsia="Times New Roman" w:hAnsi="Symbol" w:cs="Arial" w:hint="default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42AA3BB8"/>
    <w:multiLevelType w:val="multilevel"/>
    <w:tmpl w:val="42983BB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1778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3556" w:hanging="720"/>
      </w:pPr>
      <w:rPr>
        <w:rFonts w:hint="default"/>
        <w:b w:val="0"/>
        <w:i w:val="0"/>
        <w:color w:val="0D0D0D"/>
      </w:rPr>
    </w:lvl>
    <w:lvl w:ilvl="3">
      <w:start w:val="1"/>
      <w:numFmt w:val="decimal"/>
      <w:lvlText w:val="%1.%2.%3.%4."/>
      <w:lvlJc w:val="left"/>
      <w:pPr>
        <w:ind w:left="4974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675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8170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994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11366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13144" w:hanging="1800"/>
      </w:pPr>
      <w:rPr>
        <w:rFonts w:hint="default"/>
        <w:i/>
      </w:rPr>
    </w:lvl>
  </w:abstractNum>
  <w:abstractNum w:abstractNumId="36" w15:restartNumberingAfterBreak="0">
    <w:nsid w:val="439C086D"/>
    <w:multiLevelType w:val="hybridMultilevel"/>
    <w:tmpl w:val="1FEC2CEC"/>
    <w:lvl w:ilvl="0" w:tplc="6E80AC00">
      <w:start w:val="1"/>
      <w:numFmt w:val="lowerLetter"/>
      <w:lvlText w:val="%1)"/>
      <w:lvlJc w:val="left"/>
      <w:pPr>
        <w:ind w:left="149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5" w:hanging="360"/>
      </w:pPr>
    </w:lvl>
    <w:lvl w:ilvl="2" w:tplc="0415001B" w:tentative="1">
      <w:start w:val="1"/>
      <w:numFmt w:val="lowerRoman"/>
      <w:lvlText w:val="%3."/>
      <w:lvlJc w:val="right"/>
      <w:pPr>
        <w:ind w:left="2935" w:hanging="180"/>
      </w:pPr>
    </w:lvl>
    <w:lvl w:ilvl="3" w:tplc="0415000F" w:tentative="1">
      <w:start w:val="1"/>
      <w:numFmt w:val="decimal"/>
      <w:lvlText w:val="%4."/>
      <w:lvlJc w:val="left"/>
      <w:pPr>
        <w:ind w:left="3655" w:hanging="360"/>
      </w:pPr>
    </w:lvl>
    <w:lvl w:ilvl="4" w:tplc="04150019" w:tentative="1">
      <w:start w:val="1"/>
      <w:numFmt w:val="lowerLetter"/>
      <w:lvlText w:val="%5."/>
      <w:lvlJc w:val="left"/>
      <w:pPr>
        <w:ind w:left="4375" w:hanging="360"/>
      </w:pPr>
    </w:lvl>
    <w:lvl w:ilvl="5" w:tplc="0415001B" w:tentative="1">
      <w:start w:val="1"/>
      <w:numFmt w:val="lowerRoman"/>
      <w:lvlText w:val="%6."/>
      <w:lvlJc w:val="right"/>
      <w:pPr>
        <w:ind w:left="5095" w:hanging="180"/>
      </w:pPr>
    </w:lvl>
    <w:lvl w:ilvl="6" w:tplc="0415000F" w:tentative="1">
      <w:start w:val="1"/>
      <w:numFmt w:val="decimal"/>
      <w:lvlText w:val="%7."/>
      <w:lvlJc w:val="left"/>
      <w:pPr>
        <w:ind w:left="5815" w:hanging="360"/>
      </w:pPr>
    </w:lvl>
    <w:lvl w:ilvl="7" w:tplc="04150019" w:tentative="1">
      <w:start w:val="1"/>
      <w:numFmt w:val="lowerLetter"/>
      <w:lvlText w:val="%8."/>
      <w:lvlJc w:val="left"/>
      <w:pPr>
        <w:ind w:left="6535" w:hanging="360"/>
      </w:pPr>
    </w:lvl>
    <w:lvl w:ilvl="8" w:tplc="0415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37" w15:restartNumberingAfterBreak="0">
    <w:nsid w:val="43DC0008"/>
    <w:multiLevelType w:val="hybridMultilevel"/>
    <w:tmpl w:val="D3CA7B7E"/>
    <w:lvl w:ilvl="0" w:tplc="850242DA">
      <w:start w:val="1"/>
      <w:numFmt w:val="decimal"/>
      <w:lvlText w:val="%1."/>
      <w:lvlJc w:val="left"/>
      <w:pPr>
        <w:ind w:left="215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2870" w:hanging="360"/>
      </w:pPr>
    </w:lvl>
    <w:lvl w:ilvl="2" w:tplc="0415001B" w:tentative="1">
      <w:start w:val="1"/>
      <w:numFmt w:val="lowerRoman"/>
      <w:lvlText w:val="%3."/>
      <w:lvlJc w:val="right"/>
      <w:pPr>
        <w:ind w:left="3590" w:hanging="180"/>
      </w:pPr>
    </w:lvl>
    <w:lvl w:ilvl="3" w:tplc="0415000F" w:tentative="1">
      <w:start w:val="1"/>
      <w:numFmt w:val="decimal"/>
      <w:lvlText w:val="%4."/>
      <w:lvlJc w:val="left"/>
      <w:pPr>
        <w:ind w:left="4310" w:hanging="360"/>
      </w:pPr>
    </w:lvl>
    <w:lvl w:ilvl="4" w:tplc="04150019" w:tentative="1">
      <w:start w:val="1"/>
      <w:numFmt w:val="lowerLetter"/>
      <w:lvlText w:val="%5."/>
      <w:lvlJc w:val="left"/>
      <w:pPr>
        <w:ind w:left="5030" w:hanging="360"/>
      </w:pPr>
    </w:lvl>
    <w:lvl w:ilvl="5" w:tplc="0415001B" w:tentative="1">
      <w:start w:val="1"/>
      <w:numFmt w:val="lowerRoman"/>
      <w:lvlText w:val="%6."/>
      <w:lvlJc w:val="right"/>
      <w:pPr>
        <w:ind w:left="5750" w:hanging="180"/>
      </w:pPr>
    </w:lvl>
    <w:lvl w:ilvl="6" w:tplc="0415000F" w:tentative="1">
      <w:start w:val="1"/>
      <w:numFmt w:val="decimal"/>
      <w:lvlText w:val="%7."/>
      <w:lvlJc w:val="left"/>
      <w:pPr>
        <w:ind w:left="6470" w:hanging="360"/>
      </w:pPr>
    </w:lvl>
    <w:lvl w:ilvl="7" w:tplc="04150019" w:tentative="1">
      <w:start w:val="1"/>
      <w:numFmt w:val="lowerLetter"/>
      <w:lvlText w:val="%8."/>
      <w:lvlJc w:val="left"/>
      <w:pPr>
        <w:ind w:left="7190" w:hanging="360"/>
      </w:pPr>
    </w:lvl>
    <w:lvl w:ilvl="8" w:tplc="0415001B" w:tentative="1">
      <w:start w:val="1"/>
      <w:numFmt w:val="lowerRoman"/>
      <w:lvlText w:val="%9."/>
      <w:lvlJc w:val="right"/>
      <w:pPr>
        <w:ind w:left="7910" w:hanging="180"/>
      </w:pPr>
    </w:lvl>
  </w:abstractNum>
  <w:abstractNum w:abstractNumId="38" w15:restartNumberingAfterBreak="0">
    <w:nsid w:val="44635531"/>
    <w:multiLevelType w:val="hybridMultilevel"/>
    <w:tmpl w:val="1974F852"/>
    <w:lvl w:ilvl="0" w:tplc="F2CC2E68">
      <w:start w:val="1"/>
      <w:numFmt w:val="lowerLetter"/>
      <w:lvlText w:val="%1/"/>
      <w:lvlJc w:val="left"/>
      <w:pPr>
        <w:ind w:left="184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68" w:hanging="360"/>
      </w:pPr>
    </w:lvl>
    <w:lvl w:ilvl="2" w:tplc="0415001B" w:tentative="1">
      <w:start w:val="1"/>
      <w:numFmt w:val="lowerRoman"/>
      <w:lvlText w:val="%3."/>
      <w:lvlJc w:val="right"/>
      <w:pPr>
        <w:ind w:left="3288" w:hanging="180"/>
      </w:pPr>
    </w:lvl>
    <w:lvl w:ilvl="3" w:tplc="0415000F" w:tentative="1">
      <w:start w:val="1"/>
      <w:numFmt w:val="decimal"/>
      <w:lvlText w:val="%4."/>
      <w:lvlJc w:val="left"/>
      <w:pPr>
        <w:ind w:left="4008" w:hanging="360"/>
      </w:pPr>
    </w:lvl>
    <w:lvl w:ilvl="4" w:tplc="04150019" w:tentative="1">
      <w:start w:val="1"/>
      <w:numFmt w:val="lowerLetter"/>
      <w:lvlText w:val="%5."/>
      <w:lvlJc w:val="left"/>
      <w:pPr>
        <w:ind w:left="4728" w:hanging="360"/>
      </w:pPr>
    </w:lvl>
    <w:lvl w:ilvl="5" w:tplc="0415001B" w:tentative="1">
      <w:start w:val="1"/>
      <w:numFmt w:val="lowerRoman"/>
      <w:lvlText w:val="%6."/>
      <w:lvlJc w:val="right"/>
      <w:pPr>
        <w:ind w:left="5448" w:hanging="180"/>
      </w:pPr>
    </w:lvl>
    <w:lvl w:ilvl="6" w:tplc="0415000F" w:tentative="1">
      <w:start w:val="1"/>
      <w:numFmt w:val="decimal"/>
      <w:lvlText w:val="%7."/>
      <w:lvlJc w:val="left"/>
      <w:pPr>
        <w:ind w:left="6168" w:hanging="360"/>
      </w:pPr>
    </w:lvl>
    <w:lvl w:ilvl="7" w:tplc="04150019" w:tentative="1">
      <w:start w:val="1"/>
      <w:numFmt w:val="lowerLetter"/>
      <w:lvlText w:val="%8."/>
      <w:lvlJc w:val="left"/>
      <w:pPr>
        <w:ind w:left="6888" w:hanging="360"/>
      </w:pPr>
    </w:lvl>
    <w:lvl w:ilvl="8" w:tplc="0415001B" w:tentative="1">
      <w:start w:val="1"/>
      <w:numFmt w:val="lowerRoman"/>
      <w:lvlText w:val="%9."/>
      <w:lvlJc w:val="right"/>
      <w:pPr>
        <w:ind w:left="7608" w:hanging="180"/>
      </w:pPr>
    </w:lvl>
  </w:abstractNum>
  <w:abstractNum w:abstractNumId="39" w15:restartNumberingAfterBreak="0">
    <w:nsid w:val="44DC7AD9"/>
    <w:multiLevelType w:val="multilevel"/>
    <w:tmpl w:val="09C05ACC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  <w:b w:val="0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0" w15:restartNumberingAfterBreak="0">
    <w:nsid w:val="45B8711A"/>
    <w:multiLevelType w:val="hybridMultilevel"/>
    <w:tmpl w:val="A6243D04"/>
    <w:lvl w:ilvl="0" w:tplc="736EDE24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color w:val="000000"/>
      </w:rPr>
    </w:lvl>
    <w:lvl w:ilvl="1" w:tplc="B4743CD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E562C8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400D37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0F6E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60A1BB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6A8C2A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6FA217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FB2D90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4607317D"/>
    <w:multiLevelType w:val="hybridMultilevel"/>
    <w:tmpl w:val="6E62335A"/>
    <w:lvl w:ilvl="0" w:tplc="7DEA0C56">
      <w:start w:val="1"/>
      <w:numFmt w:val="lowerLetter"/>
      <w:lvlText w:val="%1/"/>
      <w:lvlJc w:val="left"/>
      <w:pPr>
        <w:ind w:left="1848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C7D24E7"/>
    <w:multiLevelType w:val="hybridMultilevel"/>
    <w:tmpl w:val="3E40A74C"/>
    <w:lvl w:ilvl="0" w:tplc="FFFFFFFF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b/>
        <w:i w:val="0"/>
      </w:rPr>
    </w:lvl>
    <w:lvl w:ilvl="1" w:tplc="ABE4D416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ascii="Arial" w:eastAsia="Calibri" w:hAnsi="Arial" w:cs="Arial"/>
        <w:b/>
        <w:i w:val="0"/>
        <w:sz w:val="22"/>
        <w:szCs w:val="22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51B6789B"/>
    <w:multiLevelType w:val="hybridMultilevel"/>
    <w:tmpl w:val="5E2C591A"/>
    <w:lvl w:ilvl="0" w:tplc="90AEDE02">
      <w:start w:val="1"/>
      <w:numFmt w:val="decimal"/>
      <w:lvlText w:val="%1."/>
      <w:lvlJc w:val="left"/>
      <w:pPr>
        <w:ind w:left="720" w:hanging="360"/>
      </w:pPr>
      <w:rPr>
        <w:strike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32C7E15"/>
    <w:multiLevelType w:val="hybridMultilevel"/>
    <w:tmpl w:val="3E64EE1C"/>
    <w:lvl w:ilvl="0" w:tplc="6D0CF724">
      <w:start w:val="1"/>
      <w:numFmt w:val="lowerLetter"/>
      <w:lvlText w:val="%1)"/>
      <w:lvlJc w:val="left"/>
      <w:pPr>
        <w:tabs>
          <w:tab w:val="num" w:pos="970"/>
        </w:tabs>
        <w:ind w:left="970" w:hanging="360"/>
      </w:pPr>
      <w:rPr>
        <w:b w:val="0"/>
        <w:color w:val="auto"/>
      </w:rPr>
    </w:lvl>
    <w:lvl w:ilvl="1" w:tplc="4FC234D0">
      <w:start w:val="1"/>
      <w:numFmt w:val="decimal"/>
      <w:lvlText w:val="%2."/>
      <w:lvlJc w:val="left"/>
      <w:pPr>
        <w:tabs>
          <w:tab w:val="num" w:pos="1690"/>
        </w:tabs>
        <w:ind w:left="1690" w:hanging="360"/>
      </w:pPr>
      <w:rPr>
        <w:rFonts w:ascii="Arial" w:hAnsi="Arial" w:cs="Arial" w:hint="default"/>
        <w:b w:val="0"/>
        <w:color w:val="000000"/>
      </w:rPr>
    </w:lvl>
    <w:lvl w:ilvl="2" w:tplc="0415001B">
      <w:start w:val="1"/>
      <w:numFmt w:val="decimal"/>
      <w:lvlText w:val="%3."/>
      <w:lvlJc w:val="left"/>
      <w:pPr>
        <w:tabs>
          <w:tab w:val="num" w:pos="2846"/>
        </w:tabs>
        <w:ind w:left="2846" w:hanging="360"/>
      </w:pPr>
    </w:lvl>
    <w:lvl w:ilvl="3" w:tplc="0415000F">
      <w:start w:val="1"/>
      <w:numFmt w:val="decimal"/>
      <w:lvlText w:val="%4."/>
      <w:lvlJc w:val="left"/>
      <w:pPr>
        <w:tabs>
          <w:tab w:val="num" w:pos="3566"/>
        </w:tabs>
        <w:ind w:left="3566" w:hanging="360"/>
      </w:pPr>
    </w:lvl>
    <w:lvl w:ilvl="4" w:tplc="04150019">
      <w:start w:val="1"/>
      <w:numFmt w:val="decimal"/>
      <w:lvlText w:val="%5."/>
      <w:lvlJc w:val="left"/>
      <w:pPr>
        <w:tabs>
          <w:tab w:val="num" w:pos="4286"/>
        </w:tabs>
        <w:ind w:left="4286" w:hanging="360"/>
      </w:pPr>
    </w:lvl>
    <w:lvl w:ilvl="5" w:tplc="0415001B">
      <w:start w:val="1"/>
      <w:numFmt w:val="decimal"/>
      <w:lvlText w:val="%6."/>
      <w:lvlJc w:val="left"/>
      <w:pPr>
        <w:tabs>
          <w:tab w:val="num" w:pos="5006"/>
        </w:tabs>
        <w:ind w:left="5006" w:hanging="360"/>
      </w:pPr>
    </w:lvl>
    <w:lvl w:ilvl="6" w:tplc="0415000F">
      <w:start w:val="1"/>
      <w:numFmt w:val="decimal"/>
      <w:lvlText w:val="%7."/>
      <w:lvlJc w:val="left"/>
      <w:pPr>
        <w:tabs>
          <w:tab w:val="num" w:pos="5726"/>
        </w:tabs>
        <w:ind w:left="5726" w:hanging="360"/>
      </w:pPr>
    </w:lvl>
    <w:lvl w:ilvl="7" w:tplc="04150019">
      <w:start w:val="1"/>
      <w:numFmt w:val="decimal"/>
      <w:lvlText w:val="%8."/>
      <w:lvlJc w:val="left"/>
      <w:pPr>
        <w:tabs>
          <w:tab w:val="num" w:pos="6446"/>
        </w:tabs>
        <w:ind w:left="6446" w:hanging="360"/>
      </w:pPr>
    </w:lvl>
    <w:lvl w:ilvl="8" w:tplc="0415001B">
      <w:start w:val="1"/>
      <w:numFmt w:val="decimal"/>
      <w:lvlText w:val="%9."/>
      <w:lvlJc w:val="left"/>
      <w:pPr>
        <w:tabs>
          <w:tab w:val="num" w:pos="7166"/>
        </w:tabs>
        <w:ind w:left="7166" w:hanging="360"/>
      </w:pPr>
    </w:lvl>
  </w:abstractNum>
  <w:abstractNum w:abstractNumId="45" w15:restartNumberingAfterBreak="0">
    <w:nsid w:val="54366741"/>
    <w:multiLevelType w:val="multilevel"/>
    <w:tmpl w:val="CF70A988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" w15:restartNumberingAfterBreak="0">
    <w:nsid w:val="54853F35"/>
    <w:multiLevelType w:val="hybridMultilevel"/>
    <w:tmpl w:val="104C775E"/>
    <w:lvl w:ilvl="0" w:tplc="A25EA25A">
      <w:start w:val="1"/>
      <w:numFmt w:val="lowerLetter"/>
      <w:lvlText w:val="%1/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4AE6161"/>
    <w:multiLevelType w:val="hybridMultilevel"/>
    <w:tmpl w:val="5AF0461A"/>
    <w:lvl w:ilvl="0" w:tplc="C91827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821AB26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 w15:restartNumberingAfterBreak="0">
    <w:nsid w:val="555314AC"/>
    <w:multiLevelType w:val="multilevel"/>
    <w:tmpl w:val="00C60F34"/>
    <w:lvl w:ilvl="0">
      <w:start w:val="1"/>
      <w:numFmt w:val="decimal"/>
      <w:pStyle w:val="Styl1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>
      <w:start w:val="1"/>
      <w:numFmt w:val="decimal"/>
      <w:pStyle w:val="Styl11"/>
      <w:lvlText w:val="%1.%2."/>
      <w:lvlJc w:val="left"/>
      <w:pPr>
        <w:ind w:left="574" w:hanging="432"/>
      </w:pPr>
      <w:rPr>
        <w:b w:val="0"/>
        <w:i w:val="0"/>
        <w:color w:val="auto"/>
      </w:rPr>
    </w:lvl>
    <w:lvl w:ilvl="2">
      <w:start w:val="1"/>
      <w:numFmt w:val="decimal"/>
      <w:pStyle w:val="Styl111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pStyle w:val="Styl1111"/>
      <w:lvlText w:val="%1.%2.%3.%4."/>
      <w:lvlJc w:val="left"/>
      <w:pPr>
        <w:ind w:left="2349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9" w15:restartNumberingAfterBreak="0">
    <w:nsid w:val="555433B5"/>
    <w:multiLevelType w:val="hybridMultilevel"/>
    <w:tmpl w:val="16E6E928"/>
    <w:lvl w:ilvl="0" w:tplc="5AD64A1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8A1657A"/>
    <w:multiLevelType w:val="hybridMultilevel"/>
    <w:tmpl w:val="E2CC4BFA"/>
    <w:lvl w:ilvl="0" w:tplc="47BAFF34">
      <w:start w:val="1"/>
      <w:numFmt w:val="decimal"/>
      <w:lvlText w:val="%1."/>
      <w:lvlJc w:val="left"/>
      <w:pPr>
        <w:ind w:left="720" w:hanging="360"/>
      </w:pPr>
      <w:rPr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A4A1FE5"/>
    <w:multiLevelType w:val="multilevel"/>
    <w:tmpl w:val="A75CDFD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174" w:hanging="720"/>
      </w:pPr>
      <w:rPr>
        <w:b w:val="0"/>
        <w:color w:val="auto"/>
      </w:rPr>
    </w:lvl>
    <w:lvl w:ilvl="2">
      <w:start w:val="1"/>
      <w:numFmt w:val="lowerLetter"/>
      <w:lvlText w:val="%3)"/>
      <w:lvlJc w:val="left"/>
      <w:pPr>
        <w:ind w:left="1628" w:hanging="720"/>
      </w:pPr>
      <w:rPr>
        <w:rFonts w:ascii="Arial" w:eastAsia="Arial Unicode MS" w:hAnsi="Arial" w:cs="Arial"/>
      </w:rPr>
    </w:lvl>
    <w:lvl w:ilvl="3">
      <w:start w:val="1"/>
      <w:numFmt w:val="decimal"/>
      <w:lvlText w:val="%1.%2.%3.%4."/>
      <w:lvlJc w:val="left"/>
      <w:pPr>
        <w:ind w:left="24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1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32" w:hanging="1800"/>
      </w:pPr>
      <w:rPr>
        <w:rFonts w:hint="default"/>
      </w:rPr>
    </w:lvl>
  </w:abstractNum>
  <w:abstractNum w:abstractNumId="52" w15:restartNumberingAfterBreak="0">
    <w:nsid w:val="60572593"/>
    <w:multiLevelType w:val="multilevel"/>
    <w:tmpl w:val="2A489562"/>
    <w:lvl w:ilvl="0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53" w15:restartNumberingAfterBreak="0">
    <w:nsid w:val="61320A53"/>
    <w:multiLevelType w:val="multilevel"/>
    <w:tmpl w:val="8C2AA77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54" w15:restartNumberingAfterBreak="0">
    <w:nsid w:val="6610412B"/>
    <w:multiLevelType w:val="multilevel"/>
    <w:tmpl w:val="6108E2F6"/>
    <w:lvl w:ilvl="0">
      <w:start w:val="26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44" w:hanging="444"/>
      </w:pPr>
      <w:rPr>
        <w:rFonts w:ascii="Arial" w:eastAsia="Calibri" w:hAnsi="Arial" w:cs="Arial"/>
        <w:b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5" w15:restartNumberingAfterBreak="0">
    <w:nsid w:val="68C059ED"/>
    <w:multiLevelType w:val="singleLevel"/>
    <w:tmpl w:val="04150013"/>
    <w:lvl w:ilvl="0">
      <w:start w:val="1"/>
      <w:numFmt w:val="upperRoman"/>
      <w:pStyle w:val="Styl10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56" w15:restartNumberingAfterBreak="0">
    <w:nsid w:val="6AE5198F"/>
    <w:multiLevelType w:val="hybridMultilevel"/>
    <w:tmpl w:val="5D74B7CE"/>
    <w:lvl w:ilvl="0" w:tplc="E132D1AC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b w:val="0"/>
        <w:i w:val="0"/>
        <w:sz w:val="22"/>
        <w:szCs w:val="22"/>
      </w:rPr>
    </w:lvl>
    <w:lvl w:ilvl="1" w:tplc="04150017">
      <w:start w:val="1"/>
      <w:numFmt w:val="lowerLetter"/>
      <w:lvlText w:val="%2)"/>
      <w:lvlJc w:val="left"/>
      <w:pPr>
        <w:tabs>
          <w:tab w:val="num" w:pos="1146"/>
        </w:tabs>
        <w:ind w:left="1146" w:hanging="363"/>
      </w:pPr>
    </w:lvl>
    <w:lvl w:ilvl="2" w:tplc="38289FF8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9D427B92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CD23480">
      <w:start w:val="1"/>
      <w:numFmt w:val="decimal"/>
      <w:lvlText w:val="%5."/>
      <w:lvlJc w:val="left"/>
      <w:pPr>
        <w:tabs>
          <w:tab w:val="num" w:pos="4026"/>
        </w:tabs>
        <w:ind w:left="4026" w:hanging="360"/>
      </w:pPr>
    </w:lvl>
    <w:lvl w:ilvl="5" w:tplc="758C0744">
      <w:start w:val="1"/>
      <w:numFmt w:val="decimal"/>
      <w:lvlText w:val="%6."/>
      <w:lvlJc w:val="left"/>
      <w:pPr>
        <w:tabs>
          <w:tab w:val="num" w:pos="4746"/>
        </w:tabs>
        <w:ind w:left="4746" w:hanging="360"/>
      </w:pPr>
    </w:lvl>
    <w:lvl w:ilvl="6" w:tplc="2EA00ACE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D6E217F2">
      <w:start w:val="1"/>
      <w:numFmt w:val="lowerLetter"/>
      <w:lvlText w:val="%8)"/>
      <w:lvlJc w:val="left"/>
      <w:pPr>
        <w:tabs>
          <w:tab w:val="num" w:pos="1146"/>
        </w:tabs>
        <w:ind w:left="1146" w:hanging="363"/>
      </w:pPr>
      <w:rPr>
        <w:rFonts w:ascii="Arial" w:eastAsia="Times New Roman" w:hAnsi="Arial" w:cs="Arial" w:hint="default"/>
      </w:rPr>
    </w:lvl>
    <w:lvl w:ilvl="8" w:tplc="0AA6D10A">
      <w:start w:val="1"/>
      <w:numFmt w:val="decimal"/>
      <w:lvlText w:val="%9."/>
      <w:lvlJc w:val="left"/>
      <w:pPr>
        <w:tabs>
          <w:tab w:val="num" w:pos="6906"/>
        </w:tabs>
        <w:ind w:left="6906" w:hanging="360"/>
      </w:pPr>
    </w:lvl>
  </w:abstractNum>
  <w:abstractNum w:abstractNumId="57" w15:restartNumberingAfterBreak="0">
    <w:nsid w:val="6B567E68"/>
    <w:multiLevelType w:val="hybridMultilevel"/>
    <w:tmpl w:val="007E393E"/>
    <w:name w:val="WW8Num143"/>
    <w:lvl w:ilvl="0" w:tplc="54CC698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2"/>
      </w:rPr>
    </w:lvl>
    <w:lvl w:ilvl="1" w:tplc="7DB061A8">
      <w:start w:val="1"/>
      <w:numFmt w:val="lowerLetter"/>
      <w:lvlText w:val="%2)"/>
      <w:lvlJc w:val="left"/>
      <w:pPr>
        <w:tabs>
          <w:tab w:val="num" w:pos="957"/>
        </w:tabs>
        <w:ind w:left="1184" w:hanging="284"/>
      </w:pPr>
      <w:rPr>
        <w:rFonts w:hint="default"/>
        <w:b w:val="0"/>
        <w:i w:val="0"/>
        <w:strike w:val="0"/>
        <w:color w:val="auto"/>
        <w:sz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58" w15:restartNumberingAfterBreak="0">
    <w:nsid w:val="6B5C033E"/>
    <w:multiLevelType w:val="multilevel"/>
    <w:tmpl w:val="1F487AAE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ascii="Arial" w:hAnsi="Arial" w:cs="Arial" w:hint="default"/>
        <w:b/>
        <w:strike w:val="0"/>
        <w:color w:val="auto"/>
        <w:sz w:val="20"/>
        <w:szCs w:val="20"/>
      </w:rPr>
    </w:lvl>
    <w:lvl w:ilvl="1">
      <w:start w:val="1"/>
      <w:numFmt w:val="decimal"/>
      <w:isLgl/>
      <w:lvlText w:val="%1.%2."/>
      <w:lvlJc w:val="left"/>
      <w:pPr>
        <w:tabs>
          <w:tab w:val="num" w:pos="900"/>
        </w:tabs>
        <w:ind w:left="900" w:hanging="360"/>
      </w:pPr>
      <w:rPr>
        <w:rFonts w:ascii="Arial" w:hAnsi="Arial" w:cs="Arial" w:hint="default"/>
        <w:b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</w:abstractNum>
  <w:abstractNum w:abstractNumId="59" w15:restartNumberingAfterBreak="0">
    <w:nsid w:val="6BC65641"/>
    <w:multiLevelType w:val="hybridMultilevel"/>
    <w:tmpl w:val="41F0E0CE"/>
    <w:lvl w:ilvl="0" w:tplc="894E07C4">
      <w:start w:val="1"/>
      <w:numFmt w:val="lowerLetter"/>
      <w:lvlText w:val="%1."/>
      <w:lvlJc w:val="left"/>
      <w:pPr>
        <w:ind w:left="122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42" w:hanging="360"/>
      </w:pPr>
    </w:lvl>
    <w:lvl w:ilvl="2" w:tplc="0415001B" w:tentative="1">
      <w:start w:val="1"/>
      <w:numFmt w:val="lowerRoman"/>
      <w:lvlText w:val="%3."/>
      <w:lvlJc w:val="right"/>
      <w:pPr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60" w15:restartNumberingAfterBreak="0">
    <w:nsid w:val="6CE97415"/>
    <w:multiLevelType w:val="hybridMultilevel"/>
    <w:tmpl w:val="CC8EE0FA"/>
    <w:lvl w:ilvl="0" w:tplc="854643AE">
      <w:start w:val="1"/>
      <w:numFmt w:val="lowerLetter"/>
      <w:lvlText w:val="%1/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77C224C4"/>
    <w:multiLevelType w:val="multilevel"/>
    <w:tmpl w:val="7566544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  <w:strike w:val="0"/>
        <w:color w:val="auto"/>
      </w:rPr>
    </w:lvl>
    <w:lvl w:ilvl="1">
      <w:start w:val="1"/>
      <w:numFmt w:val="lowerLetter"/>
      <w:lvlText w:val="%2)"/>
      <w:lvlJc w:val="left"/>
      <w:pPr>
        <w:ind w:left="1174" w:hanging="720"/>
      </w:pPr>
      <w:rPr>
        <w:rFonts w:ascii="Arial" w:eastAsia="Arial Unicode MS" w:hAnsi="Arial" w:cs="Arial"/>
      </w:rPr>
    </w:lvl>
    <w:lvl w:ilvl="2">
      <w:start w:val="1"/>
      <w:numFmt w:val="lowerLetter"/>
      <w:lvlText w:val="%3)"/>
      <w:lvlJc w:val="left"/>
      <w:pPr>
        <w:ind w:left="1628" w:hanging="720"/>
      </w:pPr>
      <w:rPr>
        <w:rFonts w:ascii="Arial" w:eastAsia="Arial Unicode MS" w:hAnsi="Arial" w:cs="Arial"/>
      </w:rPr>
    </w:lvl>
    <w:lvl w:ilvl="3">
      <w:start w:val="1"/>
      <w:numFmt w:val="decimal"/>
      <w:lvlText w:val="%1.%2.%3.%4."/>
      <w:lvlJc w:val="left"/>
      <w:pPr>
        <w:ind w:left="24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1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32" w:hanging="1800"/>
      </w:pPr>
      <w:rPr>
        <w:rFonts w:hint="default"/>
      </w:rPr>
    </w:lvl>
  </w:abstractNum>
  <w:abstractNum w:abstractNumId="62" w15:restartNumberingAfterBreak="0">
    <w:nsid w:val="7B0429CE"/>
    <w:multiLevelType w:val="multilevel"/>
    <w:tmpl w:val="B6E04082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62"/>
  </w:num>
  <w:num w:numId="2">
    <w:abstractNumId w:val="55"/>
    <w:lvlOverride w:ilvl="0">
      <w:startOverride w:val="1"/>
    </w:lvlOverride>
  </w:num>
  <w:num w:numId="3">
    <w:abstractNumId w:val="42"/>
  </w:num>
  <w:num w:numId="4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6"/>
  </w:num>
  <w:num w:numId="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4"/>
  </w:num>
  <w:num w:numId="9">
    <w:abstractNumId w:val="16"/>
    <w:lvlOverride w:ilvl="0">
      <w:startOverride w:val="1"/>
    </w:lvlOverride>
  </w:num>
  <w:num w:numId="10">
    <w:abstractNumId w:val="44"/>
  </w:num>
  <w:num w:numId="11">
    <w:abstractNumId w:val="26"/>
  </w:num>
  <w:num w:numId="12">
    <w:abstractNumId w:val="32"/>
  </w:num>
  <w:num w:numId="13">
    <w:abstractNumId w:val="39"/>
  </w:num>
  <w:num w:numId="14">
    <w:abstractNumId w:val="31"/>
  </w:num>
  <w:num w:numId="15">
    <w:abstractNumId w:val="8"/>
  </w:num>
  <w:num w:numId="16">
    <w:abstractNumId w:val="13"/>
  </w:num>
  <w:num w:numId="17">
    <w:abstractNumId w:val="15"/>
  </w:num>
  <w:num w:numId="18">
    <w:abstractNumId w:val="21"/>
  </w:num>
  <w:num w:numId="19">
    <w:abstractNumId w:val="19"/>
  </w:num>
  <w:num w:numId="20">
    <w:abstractNumId w:val="24"/>
  </w:num>
  <w:num w:numId="21">
    <w:abstractNumId w:val="52"/>
  </w:num>
  <w:num w:numId="22">
    <w:abstractNumId w:val="45"/>
  </w:num>
  <w:num w:numId="23">
    <w:abstractNumId w:val="22"/>
  </w:num>
  <w:num w:numId="24">
    <w:abstractNumId w:val="28"/>
  </w:num>
  <w:num w:numId="25">
    <w:abstractNumId w:val="36"/>
  </w:num>
  <w:num w:numId="26">
    <w:abstractNumId w:val="61"/>
  </w:num>
  <w:num w:numId="27">
    <w:abstractNumId w:val="30"/>
  </w:num>
  <w:num w:numId="28">
    <w:abstractNumId w:val="29"/>
  </w:num>
  <w:num w:numId="29">
    <w:abstractNumId w:val="51"/>
  </w:num>
  <w:num w:numId="30">
    <w:abstractNumId w:val="53"/>
  </w:num>
  <w:num w:numId="31">
    <w:abstractNumId w:val="27"/>
  </w:num>
  <w:num w:numId="32">
    <w:abstractNumId w:val="54"/>
  </w:num>
  <w:num w:numId="33">
    <w:abstractNumId w:val="35"/>
  </w:num>
  <w:num w:numId="34">
    <w:abstractNumId w:val="10"/>
  </w:num>
  <w:num w:numId="35">
    <w:abstractNumId w:val="59"/>
  </w:num>
  <w:num w:numId="36">
    <w:abstractNumId w:val="33"/>
  </w:num>
  <w:num w:numId="37">
    <w:abstractNumId w:val="6"/>
  </w:num>
  <w:num w:numId="38">
    <w:abstractNumId w:val="23"/>
  </w:num>
  <w:num w:numId="39">
    <w:abstractNumId w:val="17"/>
  </w:num>
  <w:num w:numId="40">
    <w:abstractNumId w:val="48"/>
  </w:num>
  <w:num w:numId="41">
    <w:abstractNumId w:val="25"/>
  </w:num>
  <w:num w:numId="42">
    <w:abstractNumId w:val="9"/>
  </w:num>
  <w:num w:numId="43">
    <w:abstractNumId w:val="34"/>
    <w:lvlOverride w:ilvl="0">
      <w:startOverride w:val="1"/>
    </w:lvlOverride>
  </w:num>
  <w:num w:numId="44">
    <w:abstractNumId w:val="43"/>
  </w:num>
  <w:num w:numId="4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49"/>
  </w:num>
  <w:num w:numId="47">
    <w:abstractNumId w:val="7"/>
  </w:num>
  <w:num w:numId="48">
    <w:abstractNumId w:val="46"/>
  </w:num>
  <w:num w:numId="49">
    <w:abstractNumId w:val="20"/>
  </w:num>
  <w:num w:numId="50">
    <w:abstractNumId w:val="38"/>
  </w:num>
  <w:num w:numId="51">
    <w:abstractNumId w:val="60"/>
  </w:num>
  <w:num w:numId="52">
    <w:abstractNumId w:val="37"/>
  </w:num>
  <w:num w:numId="53">
    <w:abstractNumId w:val="11"/>
  </w:num>
  <w:num w:numId="54">
    <w:abstractNumId w:val="41"/>
  </w:num>
  <w:num w:numId="55">
    <w:abstractNumId w:val="58"/>
  </w:num>
  <w:num w:numId="56">
    <w:abstractNumId w:val="50"/>
  </w:num>
  <w:num w:numId="57">
    <w:abstractNumId w:val="5"/>
  </w:num>
  <w:num w:numId="58">
    <w:abstractNumId w:val="12"/>
  </w:num>
  <w:numIdMacAtCleanup w:val="4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6DEF"/>
    <w:rsid w:val="00001214"/>
    <w:rsid w:val="00001776"/>
    <w:rsid w:val="00001F52"/>
    <w:rsid w:val="000024F9"/>
    <w:rsid w:val="00002792"/>
    <w:rsid w:val="00002D72"/>
    <w:rsid w:val="00002E6B"/>
    <w:rsid w:val="00002FBB"/>
    <w:rsid w:val="000031F7"/>
    <w:rsid w:val="0000325A"/>
    <w:rsid w:val="00003614"/>
    <w:rsid w:val="000038A1"/>
    <w:rsid w:val="00003BB5"/>
    <w:rsid w:val="0000404E"/>
    <w:rsid w:val="00004F38"/>
    <w:rsid w:val="00005297"/>
    <w:rsid w:val="000056F9"/>
    <w:rsid w:val="000059B6"/>
    <w:rsid w:val="00005CDD"/>
    <w:rsid w:val="00006107"/>
    <w:rsid w:val="00006274"/>
    <w:rsid w:val="00006AC8"/>
    <w:rsid w:val="00006DDF"/>
    <w:rsid w:val="000070EB"/>
    <w:rsid w:val="0000717F"/>
    <w:rsid w:val="00007775"/>
    <w:rsid w:val="0001010E"/>
    <w:rsid w:val="0001038E"/>
    <w:rsid w:val="000105D4"/>
    <w:rsid w:val="00011430"/>
    <w:rsid w:val="000114B3"/>
    <w:rsid w:val="000117F1"/>
    <w:rsid w:val="00011D0E"/>
    <w:rsid w:val="00011E5F"/>
    <w:rsid w:val="00011F81"/>
    <w:rsid w:val="00011FC4"/>
    <w:rsid w:val="00012B67"/>
    <w:rsid w:val="00012D79"/>
    <w:rsid w:val="00012FA8"/>
    <w:rsid w:val="00013127"/>
    <w:rsid w:val="0001355D"/>
    <w:rsid w:val="000137D1"/>
    <w:rsid w:val="000138B6"/>
    <w:rsid w:val="00013F79"/>
    <w:rsid w:val="00014C0A"/>
    <w:rsid w:val="000151E1"/>
    <w:rsid w:val="000151F1"/>
    <w:rsid w:val="00015B4C"/>
    <w:rsid w:val="00015BE7"/>
    <w:rsid w:val="000165D5"/>
    <w:rsid w:val="00016E1E"/>
    <w:rsid w:val="00017264"/>
    <w:rsid w:val="00017538"/>
    <w:rsid w:val="0001779C"/>
    <w:rsid w:val="00020906"/>
    <w:rsid w:val="000209BE"/>
    <w:rsid w:val="00020B54"/>
    <w:rsid w:val="00021743"/>
    <w:rsid w:val="0002187A"/>
    <w:rsid w:val="00021B24"/>
    <w:rsid w:val="00022AE5"/>
    <w:rsid w:val="00022DB6"/>
    <w:rsid w:val="00023663"/>
    <w:rsid w:val="0002372A"/>
    <w:rsid w:val="00023B11"/>
    <w:rsid w:val="000242F6"/>
    <w:rsid w:val="00024ACA"/>
    <w:rsid w:val="00024DB2"/>
    <w:rsid w:val="00024FEA"/>
    <w:rsid w:val="000251EC"/>
    <w:rsid w:val="000256F2"/>
    <w:rsid w:val="0002640A"/>
    <w:rsid w:val="00026A13"/>
    <w:rsid w:val="00026C8C"/>
    <w:rsid w:val="00026DF1"/>
    <w:rsid w:val="0003088C"/>
    <w:rsid w:val="00030CBB"/>
    <w:rsid w:val="00030FC1"/>
    <w:rsid w:val="00031215"/>
    <w:rsid w:val="00031B37"/>
    <w:rsid w:val="00031D1B"/>
    <w:rsid w:val="00032F12"/>
    <w:rsid w:val="00033711"/>
    <w:rsid w:val="00033F97"/>
    <w:rsid w:val="00034595"/>
    <w:rsid w:val="000347DE"/>
    <w:rsid w:val="00034878"/>
    <w:rsid w:val="00035108"/>
    <w:rsid w:val="000359D3"/>
    <w:rsid w:val="00035DDD"/>
    <w:rsid w:val="00036866"/>
    <w:rsid w:val="00036F0D"/>
    <w:rsid w:val="000372D7"/>
    <w:rsid w:val="000408D7"/>
    <w:rsid w:val="00040994"/>
    <w:rsid w:val="000416F7"/>
    <w:rsid w:val="0004215A"/>
    <w:rsid w:val="0004268B"/>
    <w:rsid w:val="000426EE"/>
    <w:rsid w:val="000428EF"/>
    <w:rsid w:val="0004300D"/>
    <w:rsid w:val="0004327B"/>
    <w:rsid w:val="00043435"/>
    <w:rsid w:val="000438E7"/>
    <w:rsid w:val="00043E1D"/>
    <w:rsid w:val="000447AE"/>
    <w:rsid w:val="000448FB"/>
    <w:rsid w:val="0004598A"/>
    <w:rsid w:val="00045B13"/>
    <w:rsid w:val="00045EB6"/>
    <w:rsid w:val="00046210"/>
    <w:rsid w:val="0004642B"/>
    <w:rsid w:val="00046CA5"/>
    <w:rsid w:val="00047261"/>
    <w:rsid w:val="000473DD"/>
    <w:rsid w:val="00047F0F"/>
    <w:rsid w:val="000509D9"/>
    <w:rsid w:val="000509DF"/>
    <w:rsid w:val="00050D42"/>
    <w:rsid w:val="00050D98"/>
    <w:rsid w:val="0005113A"/>
    <w:rsid w:val="0005128D"/>
    <w:rsid w:val="000513B4"/>
    <w:rsid w:val="0005142F"/>
    <w:rsid w:val="000518F6"/>
    <w:rsid w:val="00051969"/>
    <w:rsid w:val="00051E30"/>
    <w:rsid w:val="00051F7F"/>
    <w:rsid w:val="0005263B"/>
    <w:rsid w:val="00052859"/>
    <w:rsid w:val="000529A4"/>
    <w:rsid w:val="000529D2"/>
    <w:rsid w:val="00053A29"/>
    <w:rsid w:val="00053FE5"/>
    <w:rsid w:val="0005456C"/>
    <w:rsid w:val="00054696"/>
    <w:rsid w:val="00054750"/>
    <w:rsid w:val="000547F5"/>
    <w:rsid w:val="00054BD8"/>
    <w:rsid w:val="000551A2"/>
    <w:rsid w:val="00055AB4"/>
    <w:rsid w:val="00055CD1"/>
    <w:rsid w:val="000566C3"/>
    <w:rsid w:val="00056944"/>
    <w:rsid w:val="00056B73"/>
    <w:rsid w:val="00056BD7"/>
    <w:rsid w:val="00056E1C"/>
    <w:rsid w:val="00056FB8"/>
    <w:rsid w:val="00057346"/>
    <w:rsid w:val="00057918"/>
    <w:rsid w:val="000602D9"/>
    <w:rsid w:val="0006061D"/>
    <w:rsid w:val="000606AD"/>
    <w:rsid w:val="000607F8"/>
    <w:rsid w:val="000611D4"/>
    <w:rsid w:val="000612D3"/>
    <w:rsid w:val="0006155A"/>
    <w:rsid w:val="000615EE"/>
    <w:rsid w:val="00061A10"/>
    <w:rsid w:val="00061A31"/>
    <w:rsid w:val="00062469"/>
    <w:rsid w:val="00062AEF"/>
    <w:rsid w:val="0006385C"/>
    <w:rsid w:val="000638F5"/>
    <w:rsid w:val="00063A25"/>
    <w:rsid w:val="00063DC4"/>
    <w:rsid w:val="00064090"/>
    <w:rsid w:val="00064596"/>
    <w:rsid w:val="000648B9"/>
    <w:rsid w:val="0006490F"/>
    <w:rsid w:val="00065001"/>
    <w:rsid w:val="00065A6A"/>
    <w:rsid w:val="00065C9F"/>
    <w:rsid w:val="00065D9F"/>
    <w:rsid w:val="0006615E"/>
    <w:rsid w:val="00066894"/>
    <w:rsid w:val="000674C8"/>
    <w:rsid w:val="00067E4E"/>
    <w:rsid w:val="0007010C"/>
    <w:rsid w:val="0007013F"/>
    <w:rsid w:val="00071690"/>
    <w:rsid w:val="000716B0"/>
    <w:rsid w:val="0007180D"/>
    <w:rsid w:val="00072456"/>
    <w:rsid w:val="00072554"/>
    <w:rsid w:val="000726FC"/>
    <w:rsid w:val="00072ACF"/>
    <w:rsid w:val="00073042"/>
    <w:rsid w:val="00073330"/>
    <w:rsid w:val="00073C06"/>
    <w:rsid w:val="00074002"/>
    <w:rsid w:val="000745F6"/>
    <w:rsid w:val="000755E6"/>
    <w:rsid w:val="00075841"/>
    <w:rsid w:val="000758F9"/>
    <w:rsid w:val="00075FDC"/>
    <w:rsid w:val="0007601F"/>
    <w:rsid w:val="0007602C"/>
    <w:rsid w:val="00076096"/>
    <w:rsid w:val="000763C1"/>
    <w:rsid w:val="000767EB"/>
    <w:rsid w:val="00077497"/>
    <w:rsid w:val="000774D4"/>
    <w:rsid w:val="00077580"/>
    <w:rsid w:val="00077671"/>
    <w:rsid w:val="00077BC2"/>
    <w:rsid w:val="00077E01"/>
    <w:rsid w:val="0008015C"/>
    <w:rsid w:val="0008074F"/>
    <w:rsid w:val="00080FF4"/>
    <w:rsid w:val="00081B47"/>
    <w:rsid w:val="00081CA8"/>
    <w:rsid w:val="00082BE2"/>
    <w:rsid w:val="00082DCE"/>
    <w:rsid w:val="00083140"/>
    <w:rsid w:val="00083790"/>
    <w:rsid w:val="00083834"/>
    <w:rsid w:val="000838E3"/>
    <w:rsid w:val="00083E96"/>
    <w:rsid w:val="00083F53"/>
    <w:rsid w:val="000845E1"/>
    <w:rsid w:val="00084754"/>
    <w:rsid w:val="000849E5"/>
    <w:rsid w:val="00084A58"/>
    <w:rsid w:val="00084F33"/>
    <w:rsid w:val="00085194"/>
    <w:rsid w:val="00086611"/>
    <w:rsid w:val="00086A40"/>
    <w:rsid w:val="00087B6C"/>
    <w:rsid w:val="00087F51"/>
    <w:rsid w:val="000902F7"/>
    <w:rsid w:val="00090883"/>
    <w:rsid w:val="00090F39"/>
    <w:rsid w:val="000910E6"/>
    <w:rsid w:val="0009126A"/>
    <w:rsid w:val="000912EF"/>
    <w:rsid w:val="00091337"/>
    <w:rsid w:val="000918E1"/>
    <w:rsid w:val="00091935"/>
    <w:rsid w:val="00092239"/>
    <w:rsid w:val="0009255E"/>
    <w:rsid w:val="000928E9"/>
    <w:rsid w:val="000929ED"/>
    <w:rsid w:val="00093190"/>
    <w:rsid w:val="000933BC"/>
    <w:rsid w:val="00093F02"/>
    <w:rsid w:val="0009411C"/>
    <w:rsid w:val="0009422E"/>
    <w:rsid w:val="00094C5D"/>
    <w:rsid w:val="00095040"/>
    <w:rsid w:val="00095B64"/>
    <w:rsid w:val="00095C55"/>
    <w:rsid w:val="00095D49"/>
    <w:rsid w:val="00095F45"/>
    <w:rsid w:val="0009613B"/>
    <w:rsid w:val="0009619D"/>
    <w:rsid w:val="000961C5"/>
    <w:rsid w:val="00096F28"/>
    <w:rsid w:val="000970B5"/>
    <w:rsid w:val="000A02D2"/>
    <w:rsid w:val="000A036C"/>
    <w:rsid w:val="000A110E"/>
    <w:rsid w:val="000A167F"/>
    <w:rsid w:val="000A1DB2"/>
    <w:rsid w:val="000A1FDE"/>
    <w:rsid w:val="000A214F"/>
    <w:rsid w:val="000A28DA"/>
    <w:rsid w:val="000A2DDF"/>
    <w:rsid w:val="000A33A8"/>
    <w:rsid w:val="000A33B6"/>
    <w:rsid w:val="000A3906"/>
    <w:rsid w:val="000A3919"/>
    <w:rsid w:val="000A3D5D"/>
    <w:rsid w:val="000A4078"/>
    <w:rsid w:val="000A4F56"/>
    <w:rsid w:val="000A5054"/>
    <w:rsid w:val="000A50D3"/>
    <w:rsid w:val="000A56A1"/>
    <w:rsid w:val="000A57CC"/>
    <w:rsid w:val="000A63E7"/>
    <w:rsid w:val="000A7070"/>
    <w:rsid w:val="000A79C1"/>
    <w:rsid w:val="000B0D4A"/>
    <w:rsid w:val="000B0F51"/>
    <w:rsid w:val="000B126F"/>
    <w:rsid w:val="000B1C8C"/>
    <w:rsid w:val="000B1F0A"/>
    <w:rsid w:val="000B2694"/>
    <w:rsid w:val="000B2BAC"/>
    <w:rsid w:val="000B2D45"/>
    <w:rsid w:val="000B3230"/>
    <w:rsid w:val="000B3474"/>
    <w:rsid w:val="000B369F"/>
    <w:rsid w:val="000B38CD"/>
    <w:rsid w:val="000B417F"/>
    <w:rsid w:val="000B4520"/>
    <w:rsid w:val="000B4FE0"/>
    <w:rsid w:val="000B53BD"/>
    <w:rsid w:val="000B55A7"/>
    <w:rsid w:val="000B5C02"/>
    <w:rsid w:val="000B5C07"/>
    <w:rsid w:val="000B5CC6"/>
    <w:rsid w:val="000B5F43"/>
    <w:rsid w:val="000B600F"/>
    <w:rsid w:val="000B648A"/>
    <w:rsid w:val="000B6AF6"/>
    <w:rsid w:val="000B6DB5"/>
    <w:rsid w:val="000B7016"/>
    <w:rsid w:val="000B7772"/>
    <w:rsid w:val="000B790B"/>
    <w:rsid w:val="000B791A"/>
    <w:rsid w:val="000B7A77"/>
    <w:rsid w:val="000B7B90"/>
    <w:rsid w:val="000C06F0"/>
    <w:rsid w:val="000C0C1A"/>
    <w:rsid w:val="000C0F49"/>
    <w:rsid w:val="000C13EB"/>
    <w:rsid w:val="000C1D74"/>
    <w:rsid w:val="000C1F7C"/>
    <w:rsid w:val="000C225A"/>
    <w:rsid w:val="000C2356"/>
    <w:rsid w:val="000C29FF"/>
    <w:rsid w:val="000C2B9E"/>
    <w:rsid w:val="000C31A1"/>
    <w:rsid w:val="000C3B20"/>
    <w:rsid w:val="000C4F94"/>
    <w:rsid w:val="000C55C9"/>
    <w:rsid w:val="000C5967"/>
    <w:rsid w:val="000C5C8A"/>
    <w:rsid w:val="000C5F1D"/>
    <w:rsid w:val="000C6136"/>
    <w:rsid w:val="000C63AA"/>
    <w:rsid w:val="000C676C"/>
    <w:rsid w:val="000C6FE4"/>
    <w:rsid w:val="000C7251"/>
    <w:rsid w:val="000C7FA7"/>
    <w:rsid w:val="000D011B"/>
    <w:rsid w:val="000D0BA4"/>
    <w:rsid w:val="000D0E04"/>
    <w:rsid w:val="000D0F6A"/>
    <w:rsid w:val="000D1299"/>
    <w:rsid w:val="000D139F"/>
    <w:rsid w:val="000D1FC4"/>
    <w:rsid w:val="000D20E5"/>
    <w:rsid w:val="000D2342"/>
    <w:rsid w:val="000D26A6"/>
    <w:rsid w:val="000D2809"/>
    <w:rsid w:val="000D3A07"/>
    <w:rsid w:val="000D40A3"/>
    <w:rsid w:val="000D4328"/>
    <w:rsid w:val="000D49D9"/>
    <w:rsid w:val="000D55C5"/>
    <w:rsid w:val="000D56CE"/>
    <w:rsid w:val="000D5E6D"/>
    <w:rsid w:val="000D641A"/>
    <w:rsid w:val="000D6BD2"/>
    <w:rsid w:val="000D70F6"/>
    <w:rsid w:val="000D761B"/>
    <w:rsid w:val="000D778A"/>
    <w:rsid w:val="000D7C7C"/>
    <w:rsid w:val="000D7CC6"/>
    <w:rsid w:val="000E020B"/>
    <w:rsid w:val="000E091D"/>
    <w:rsid w:val="000E09F7"/>
    <w:rsid w:val="000E11D5"/>
    <w:rsid w:val="000E1472"/>
    <w:rsid w:val="000E18DA"/>
    <w:rsid w:val="000E1BEC"/>
    <w:rsid w:val="000E25C1"/>
    <w:rsid w:val="000E287B"/>
    <w:rsid w:val="000E29FC"/>
    <w:rsid w:val="000E31F2"/>
    <w:rsid w:val="000E33CA"/>
    <w:rsid w:val="000E4606"/>
    <w:rsid w:val="000E4940"/>
    <w:rsid w:val="000E49D2"/>
    <w:rsid w:val="000E4B54"/>
    <w:rsid w:val="000E5206"/>
    <w:rsid w:val="000E524B"/>
    <w:rsid w:val="000E533D"/>
    <w:rsid w:val="000E5730"/>
    <w:rsid w:val="000E5A7C"/>
    <w:rsid w:val="000E5FD7"/>
    <w:rsid w:val="000E6416"/>
    <w:rsid w:val="000E647C"/>
    <w:rsid w:val="000E6559"/>
    <w:rsid w:val="000E692E"/>
    <w:rsid w:val="000E694A"/>
    <w:rsid w:val="000E6C2E"/>
    <w:rsid w:val="000E78B0"/>
    <w:rsid w:val="000E7D86"/>
    <w:rsid w:val="000E7E22"/>
    <w:rsid w:val="000E7FF9"/>
    <w:rsid w:val="000F01AC"/>
    <w:rsid w:val="000F0637"/>
    <w:rsid w:val="000F0A7D"/>
    <w:rsid w:val="000F12BC"/>
    <w:rsid w:val="000F188B"/>
    <w:rsid w:val="000F21C1"/>
    <w:rsid w:val="000F27AA"/>
    <w:rsid w:val="000F3242"/>
    <w:rsid w:val="000F3522"/>
    <w:rsid w:val="000F380A"/>
    <w:rsid w:val="000F3A57"/>
    <w:rsid w:val="000F3B11"/>
    <w:rsid w:val="000F3D72"/>
    <w:rsid w:val="000F43D4"/>
    <w:rsid w:val="000F449E"/>
    <w:rsid w:val="000F45CA"/>
    <w:rsid w:val="000F4ABF"/>
    <w:rsid w:val="000F503F"/>
    <w:rsid w:val="000F5192"/>
    <w:rsid w:val="000F5306"/>
    <w:rsid w:val="000F5B3B"/>
    <w:rsid w:val="000F5C33"/>
    <w:rsid w:val="000F6108"/>
    <w:rsid w:val="000F6B27"/>
    <w:rsid w:val="000F6B30"/>
    <w:rsid w:val="000F71D7"/>
    <w:rsid w:val="000F74D6"/>
    <w:rsid w:val="000F7633"/>
    <w:rsid w:val="000F7B6B"/>
    <w:rsid w:val="000F7BEF"/>
    <w:rsid w:val="00100B05"/>
    <w:rsid w:val="00100C31"/>
    <w:rsid w:val="00100CF4"/>
    <w:rsid w:val="00100D53"/>
    <w:rsid w:val="0010157B"/>
    <w:rsid w:val="00101CC8"/>
    <w:rsid w:val="0010216B"/>
    <w:rsid w:val="001023FD"/>
    <w:rsid w:val="001025FF"/>
    <w:rsid w:val="00102A9E"/>
    <w:rsid w:val="00102AFB"/>
    <w:rsid w:val="00102DA7"/>
    <w:rsid w:val="00102E7F"/>
    <w:rsid w:val="001038E8"/>
    <w:rsid w:val="00104094"/>
    <w:rsid w:val="0010425F"/>
    <w:rsid w:val="001047DA"/>
    <w:rsid w:val="0010499F"/>
    <w:rsid w:val="00104B4F"/>
    <w:rsid w:val="001050D7"/>
    <w:rsid w:val="00105118"/>
    <w:rsid w:val="00105212"/>
    <w:rsid w:val="001059E8"/>
    <w:rsid w:val="00105C40"/>
    <w:rsid w:val="0010650A"/>
    <w:rsid w:val="00106558"/>
    <w:rsid w:val="00106740"/>
    <w:rsid w:val="00106997"/>
    <w:rsid w:val="00106A72"/>
    <w:rsid w:val="001077C9"/>
    <w:rsid w:val="00107DC1"/>
    <w:rsid w:val="00107E04"/>
    <w:rsid w:val="0011012F"/>
    <w:rsid w:val="00110839"/>
    <w:rsid w:val="00110D42"/>
    <w:rsid w:val="00111061"/>
    <w:rsid w:val="00111649"/>
    <w:rsid w:val="00111924"/>
    <w:rsid w:val="00111DA1"/>
    <w:rsid w:val="001120E4"/>
    <w:rsid w:val="0011210D"/>
    <w:rsid w:val="00112979"/>
    <w:rsid w:val="00112A06"/>
    <w:rsid w:val="00112C23"/>
    <w:rsid w:val="00112CB7"/>
    <w:rsid w:val="0011311F"/>
    <w:rsid w:val="00113447"/>
    <w:rsid w:val="00113904"/>
    <w:rsid w:val="00113F71"/>
    <w:rsid w:val="00114299"/>
    <w:rsid w:val="00114B4F"/>
    <w:rsid w:val="001158FD"/>
    <w:rsid w:val="00115EF7"/>
    <w:rsid w:val="001165AD"/>
    <w:rsid w:val="00116888"/>
    <w:rsid w:val="00116AC4"/>
    <w:rsid w:val="00116BF9"/>
    <w:rsid w:val="00116FE7"/>
    <w:rsid w:val="0011702B"/>
    <w:rsid w:val="001173C8"/>
    <w:rsid w:val="00117747"/>
    <w:rsid w:val="001178FF"/>
    <w:rsid w:val="0012082C"/>
    <w:rsid w:val="00120B47"/>
    <w:rsid w:val="00120BC6"/>
    <w:rsid w:val="00120D55"/>
    <w:rsid w:val="00120EA4"/>
    <w:rsid w:val="00121B6D"/>
    <w:rsid w:val="00121D17"/>
    <w:rsid w:val="00121E7D"/>
    <w:rsid w:val="0012269E"/>
    <w:rsid w:val="0012278E"/>
    <w:rsid w:val="00122895"/>
    <w:rsid w:val="00122A3D"/>
    <w:rsid w:val="00122AAC"/>
    <w:rsid w:val="00122D5D"/>
    <w:rsid w:val="0012309F"/>
    <w:rsid w:val="001242C0"/>
    <w:rsid w:val="001244FB"/>
    <w:rsid w:val="0012466B"/>
    <w:rsid w:val="00124E07"/>
    <w:rsid w:val="00125CD3"/>
    <w:rsid w:val="00125E86"/>
    <w:rsid w:val="00126604"/>
    <w:rsid w:val="00126BB9"/>
    <w:rsid w:val="00126CAF"/>
    <w:rsid w:val="0012710A"/>
    <w:rsid w:val="001278C6"/>
    <w:rsid w:val="00127950"/>
    <w:rsid w:val="00127984"/>
    <w:rsid w:val="00127A67"/>
    <w:rsid w:val="00130008"/>
    <w:rsid w:val="0013007E"/>
    <w:rsid w:val="00130633"/>
    <w:rsid w:val="001307EA"/>
    <w:rsid w:val="00130EB9"/>
    <w:rsid w:val="001315D5"/>
    <w:rsid w:val="00131EAB"/>
    <w:rsid w:val="00131F2C"/>
    <w:rsid w:val="00132152"/>
    <w:rsid w:val="0013276B"/>
    <w:rsid w:val="00133336"/>
    <w:rsid w:val="0013339D"/>
    <w:rsid w:val="001336C7"/>
    <w:rsid w:val="001349BD"/>
    <w:rsid w:val="00134B48"/>
    <w:rsid w:val="00135777"/>
    <w:rsid w:val="00135782"/>
    <w:rsid w:val="0013589C"/>
    <w:rsid w:val="00135CB9"/>
    <w:rsid w:val="00136332"/>
    <w:rsid w:val="001363CA"/>
    <w:rsid w:val="0013643D"/>
    <w:rsid w:val="00136826"/>
    <w:rsid w:val="00137238"/>
    <w:rsid w:val="0013729A"/>
    <w:rsid w:val="001373FA"/>
    <w:rsid w:val="0013769E"/>
    <w:rsid w:val="00137CA4"/>
    <w:rsid w:val="00137D89"/>
    <w:rsid w:val="001400C2"/>
    <w:rsid w:val="00140DD9"/>
    <w:rsid w:val="00140E62"/>
    <w:rsid w:val="001412C4"/>
    <w:rsid w:val="001413CF"/>
    <w:rsid w:val="001413E7"/>
    <w:rsid w:val="0014175C"/>
    <w:rsid w:val="00142E07"/>
    <w:rsid w:val="00142EFF"/>
    <w:rsid w:val="00142FCE"/>
    <w:rsid w:val="00143149"/>
    <w:rsid w:val="001436A3"/>
    <w:rsid w:val="00143B37"/>
    <w:rsid w:val="00143ED4"/>
    <w:rsid w:val="0014430F"/>
    <w:rsid w:val="00144670"/>
    <w:rsid w:val="00144ADF"/>
    <w:rsid w:val="00144AF4"/>
    <w:rsid w:val="00144B81"/>
    <w:rsid w:val="0014563A"/>
    <w:rsid w:val="00146D90"/>
    <w:rsid w:val="0014743F"/>
    <w:rsid w:val="00147478"/>
    <w:rsid w:val="0014773F"/>
    <w:rsid w:val="00147757"/>
    <w:rsid w:val="00147D6C"/>
    <w:rsid w:val="00147F25"/>
    <w:rsid w:val="001505FD"/>
    <w:rsid w:val="00150705"/>
    <w:rsid w:val="001520C4"/>
    <w:rsid w:val="00152242"/>
    <w:rsid w:val="00152D1C"/>
    <w:rsid w:val="0015302F"/>
    <w:rsid w:val="001530CD"/>
    <w:rsid w:val="001531A1"/>
    <w:rsid w:val="001531F5"/>
    <w:rsid w:val="00153686"/>
    <w:rsid w:val="00153C20"/>
    <w:rsid w:val="001546AF"/>
    <w:rsid w:val="00154719"/>
    <w:rsid w:val="00154CC9"/>
    <w:rsid w:val="00154EC2"/>
    <w:rsid w:val="00154F81"/>
    <w:rsid w:val="00155DB5"/>
    <w:rsid w:val="00155E8E"/>
    <w:rsid w:val="00156384"/>
    <w:rsid w:val="0015725F"/>
    <w:rsid w:val="00157F14"/>
    <w:rsid w:val="00160166"/>
    <w:rsid w:val="0016053C"/>
    <w:rsid w:val="00160757"/>
    <w:rsid w:val="001607A8"/>
    <w:rsid w:val="001609DF"/>
    <w:rsid w:val="00160A5C"/>
    <w:rsid w:val="00160AB5"/>
    <w:rsid w:val="00161515"/>
    <w:rsid w:val="00161576"/>
    <w:rsid w:val="00162023"/>
    <w:rsid w:val="00163303"/>
    <w:rsid w:val="001638B0"/>
    <w:rsid w:val="00164E18"/>
    <w:rsid w:val="001651B4"/>
    <w:rsid w:val="001655AD"/>
    <w:rsid w:val="00165600"/>
    <w:rsid w:val="0016561E"/>
    <w:rsid w:val="00165D38"/>
    <w:rsid w:val="001666BD"/>
    <w:rsid w:val="00166791"/>
    <w:rsid w:val="00166A6B"/>
    <w:rsid w:val="00166AED"/>
    <w:rsid w:val="00166C27"/>
    <w:rsid w:val="00166CC0"/>
    <w:rsid w:val="001670E4"/>
    <w:rsid w:val="0016710C"/>
    <w:rsid w:val="001674CD"/>
    <w:rsid w:val="001677E5"/>
    <w:rsid w:val="00167A24"/>
    <w:rsid w:val="00167BDB"/>
    <w:rsid w:val="00170798"/>
    <w:rsid w:val="00170848"/>
    <w:rsid w:val="00170C02"/>
    <w:rsid w:val="00171003"/>
    <w:rsid w:val="001710B6"/>
    <w:rsid w:val="00171EF9"/>
    <w:rsid w:val="0017202A"/>
    <w:rsid w:val="001720DA"/>
    <w:rsid w:val="001724D3"/>
    <w:rsid w:val="00172809"/>
    <w:rsid w:val="00172DA7"/>
    <w:rsid w:val="00173589"/>
    <w:rsid w:val="00173D18"/>
    <w:rsid w:val="00173D59"/>
    <w:rsid w:val="00173F05"/>
    <w:rsid w:val="0017456F"/>
    <w:rsid w:val="00174BAF"/>
    <w:rsid w:val="00174C94"/>
    <w:rsid w:val="00176D1C"/>
    <w:rsid w:val="00177241"/>
    <w:rsid w:val="0017770E"/>
    <w:rsid w:val="0017785E"/>
    <w:rsid w:val="00177BB2"/>
    <w:rsid w:val="00180377"/>
    <w:rsid w:val="00180378"/>
    <w:rsid w:val="0018040C"/>
    <w:rsid w:val="001806DB"/>
    <w:rsid w:val="0018089E"/>
    <w:rsid w:val="00180BED"/>
    <w:rsid w:val="001811B1"/>
    <w:rsid w:val="001811CA"/>
    <w:rsid w:val="00181779"/>
    <w:rsid w:val="00181EB1"/>
    <w:rsid w:val="00181EFC"/>
    <w:rsid w:val="00181FA3"/>
    <w:rsid w:val="0018231E"/>
    <w:rsid w:val="00182505"/>
    <w:rsid w:val="001826B2"/>
    <w:rsid w:val="001828C8"/>
    <w:rsid w:val="00182B35"/>
    <w:rsid w:val="00182B79"/>
    <w:rsid w:val="001830C6"/>
    <w:rsid w:val="0018337A"/>
    <w:rsid w:val="00183965"/>
    <w:rsid w:val="00183D6F"/>
    <w:rsid w:val="001848DD"/>
    <w:rsid w:val="00184A5B"/>
    <w:rsid w:val="00184D84"/>
    <w:rsid w:val="0018511D"/>
    <w:rsid w:val="00185484"/>
    <w:rsid w:val="00185708"/>
    <w:rsid w:val="00185B88"/>
    <w:rsid w:val="00187251"/>
    <w:rsid w:val="001876ED"/>
    <w:rsid w:val="00187784"/>
    <w:rsid w:val="00187B76"/>
    <w:rsid w:val="00187E26"/>
    <w:rsid w:val="00187FC2"/>
    <w:rsid w:val="001900FC"/>
    <w:rsid w:val="0019026A"/>
    <w:rsid w:val="0019097D"/>
    <w:rsid w:val="00190DD1"/>
    <w:rsid w:val="00190F5F"/>
    <w:rsid w:val="001910BE"/>
    <w:rsid w:val="0019126F"/>
    <w:rsid w:val="001916E5"/>
    <w:rsid w:val="00192486"/>
    <w:rsid w:val="0019290B"/>
    <w:rsid w:val="00192949"/>
    <w:rsid w:val="00192B8C"/>
    <w:rsid w:val="00193215"/>
    <w:rsid w:val="001935F6"/>
    <w:rsid w:val="00193A16"/>
    <w:rsid w:val="00193BCA"/>
    <w:rsid w:val="00194442"/>
    <w:rsid w:val="00194494"/>
    <w:rsid w:val="00194728"/>
    <w:rsid w:val="00194C46"/>
    <w:rsid w:val="001959CA"/>
    <w:rsid w:val="001959F3"/>
    <w:rsid w:val="00195FE9"/>
    <w:rsid w:val="001960BA"/>
    <w:rsid w:val="00196406"/>
    <w:rsid w:val="001964B4"/>
    <w:rsid w:val="00196665"/>
    <w:rsid w:val="001968A2"/>
    <w:rsid w:val="0019692B"/>
    <w:rsid w:val="00196C09"/>
    <w:rsid w:val="001972DF"/>
    <w:rsid w:val="001978B1"/>
    <w:rsid w:val="001978D2"/>
    <w:rsid w:val="00197AC7"/>
    <w:rsid w:val="00197DF2"/>
    <w:rsid w:val="001A00C7"/>
    <w:rsid w:val="001A0130"/>
    <w:rsid w:val="001A0154"/>
    <w:rsid w:val="001A0505"/>
    <w:rsid w:val="001A09A1"/>
    <w:rsid w:val="001A0C47"/>
    <w:rsid w:val="001A0D24"/>
    <w:rsid w:val="001A1210"/>
    <w:rsid w:val="001A126D"/>
    <w:rsid w:val="001A158A"/>
    <w:rsid w:val="001A15A5"/>
    <w:rsid w:val="001A1853"/>
    <w:rsid w:val="001A32AB"/>
    <w:rsid w:val="001A3913"/>
    <w:rsid w:val="001A3DC6"/>
    <w:rsid w:val="001A3E64"/>
    <w:rsid w:val="001A3FAB"/>
    <w:rsid w:val="001A41A2"/>
    <w:rsid w:val="001A44D4"/>
    <w:rsid w:val="001A5AA0"/>
    <w:rsid w:val="001A5E74"/>
    <w:rsid w:val="001A667D"/>
    <w:rsid w:val="001A6B8F"/>
    <w:rsid w:val="001A6EDF"/>
    <w:rsid w:val="001A7A73"/>
    <w:rsid w:val="001A7A7A"/>
    <w:rsid w:val="001B10FB"/>
    <w:rsid w:val="001B1578"/>
    <w:rsid w:val="001B1642"/>
    <w:rsid w:val="001B189F"/>
    <w:rsid w:val="001B193D"/>
    <w:rsid w:val="001B1C5F"/>
    <w:rsid w:val="001B2180"/>
    <w:rsid w:val="001B22A3"/>
    <w:rsid w:val="001B2A7C"/>
    <w:rsid w:val="001B2F65"/>
    <w:rsid w:val="001B3503"/>
    <w:rsid w:val="001B39BC"/>
    <w:rsid w:val="001B4051"/>
    <w:rsid w:val="001B4731"/>
    <w:rsid w:val="001B4B29"/>
    <w:rsid w:val="001B5162"/>
    <w:rsid w:val="001B54A4"/>
    <w:rsid w:val="001B6074"/>
    <w:rsid w:val="001B6220"/>
    <w:rsid w:val="001B640A"/>
    <w:rsid w:val="001B6612"/>
    <w:rsid w:val="001B6B00"/>
    <w:rsid w:val="001B7246"/>
    <w:rsid w:val="001B73F8"/>
    <w:rsid w:val="001B7D2E"/>
    <w:rsid w:val="001C0B99"/>
    <w:rsid w:val="001C0F23"/>
    <w:rsid w:val="001C10B6"/>
    <w:rsid w:val="001C1475"/>
    <w:rsid w:val="001C161A"/>
    <w:rsid w:val="001C16BE"/>
    <w:rsid w:val="001C1931"/>
    <w:rsid w:val="001C1AFE"/>
    <w:rsid w:val="001C20B2"/>
    <w:rsid w:val="001C2170"/>
    <w:rsid w:val="001C217A"/>
    <w:rsid w:val="001C21E8"/>
    <w:rsid w:val="001C23D2"/>
    <w:rsid w:val="001C26C5"/>
    <w:rsid w:val="001C27C7"/>
    <w:rsid w:val="001C2B70"/>
    <w:rsid w:val="001C306B"/>
    <w:rsid w:val="001C3335"/>
    <w:rsid w:val="001C33B7"/>
    <w:rsid w:val="001C3775"/>
    <w:rsid w:val="001C3BB5"/>
    <w:rsid w:val="001C3C6F"/>
    <w:rsid w:val="001C47D3"/>
    <w:rsid w:val="001C4C83"/>
    <w:rsid w:val="001C584B"/>
    <w:rsid w:val="001C5ECD"/>
    <w:rsid w:val="001C625D"/>
    <w:rsid w:val="001C6A8B"/>
    <w:rsid w:val="001C6EF5"/>
    <w:rsid w:val="001C6FA2"/>
    <w:rsid w:val="001C7791"/>
    <w:rsid w:val="001C7D34"/>
    <w:rsid w:val="001D0846"/>
    <w:rsid w:val="001D0975"/>
    <w:rsid w:val="001D0C63"/>
    <w:rsid w:val="001D1808"/>
    <w:rsid w:val="001D1C4E"/>
    <w:rsid w:val="001D2007"/>
    <w:rsid w:val="001D20CF"/>
    <w:rsid w:val="001D2996"/>
    <w:rsid w:val="001D3928"/>
    <w:rsid w:val="001D3E2C"/>
    <w:rsid w:val="001D40A7"/>
    <w:rsid w:val="001D43DF"/>
    <w:rsid w:val="001D4B9C"/>
    <w:rsid w:val="001D5DFA"/>
    <w:rsid w:val="001D62A2"/>
    <w:rsid w:val="001D631B"/>
    <w:rsid w:val="001D6557"/>
    <w:rsid w:val="001D6DF3"/>
    <w:rsid w:val="001D6E1B"/>
    <w:rsid w:val="001D6E3F"/>
    <w:rsid w:val="001D76DE"/>
    <w:rsid w:val="001D77AC"/>
    <w:rsid w:val="001D7AB2"/>
    <w:rsid w:val="001D7E01"/>
    <w:rsid w:val="001D7EAF"/>
    <w:rsid w:val="001D7EC0"/>
    <w:rsid w:val="001E01D6"/>
    <w:rsid w:val="001E0777"/>
    <w:rsid w:val="001E0895"/>
    <w:rsid w:val="001E0C49"/>
    <w:rsid w:val="001E129D"/>
    <w:rsid w:val="001E1D80"/>
    <w:rsid w:val="001E236E"/>
    <w:rsid w:val="001E250B"/>
    <w:rsid w:val="001E275B"/>
    <w:rsid w:val="001E2975"/>
    <w:rsid w:val="001E2992"/>
    <w:rsid w:val="001E2FE4"/>
    <w:rsid w:val="001E3293"/>
    <w:rsid w:val="001E3BC0"/>
    <w:rsid w:val="001E4326"/>
    <w:rsid w:val="001E45E7"/>
    <w:rsid w:val="001E4FEE"/>
    <w:rsid w:val="001E607D"/>
    <w:rsid w:val="001E675D"/>
    <w:rsid w:val="001E67C9"/>
    <w:rsid w:val="001E691C"/>
    <w:rsid w:val="001E6A53"/>
    <w:rsid w:val="001E6B84"/>
    <w:rsid w:val="001E774E"/>
    <w:rsid w:val="001E7AF4"/>
    <w:rsid w:val="001E7E2D"/>
    <w:rsid w:val="001F0335"/>
    <w:rsid w:val="001F0864"/>
    <w:rsid w:val="001F0BD3"/>
    <w:rsid w:val="001F0DB6"/>
    <w:rsid w:val="001F0F4A"/>
    <w:rsid w:val="001F1C57"/>
    <w:rsid w:val="001F1F31"/>
    <w:rsid w:val="001F1FA9"/>
    <w:rsid w:val="001F1FF9"/>
    <w:rsid w:val="001F22A4"/>
    <w:rsid w:val="001F286D"/>
    <w:rsid w:val="001F2C85"/>
    <w:rsid w:val="001F3480"/>
    <w:rsid w:val="001F3751"/>
    <w:rsid w:val="001F3941"/>
    <w:rsid w:val="001F3A52"/>
    <w:rsid w:val="001F3D4C"/>
    <w:rsid w:val="001F3EF9"/>
    <w:rsid w:val="001F3F3B"/>
    <w:rsid w:val="001F3FA6"/>
    <w:rsid w:val="001F4B85"/>
    <w:rsid w:val="001F4FA8"/>
    <w:rsid w:val="001F60F5"/>
    <w:rsid w:val="001F65E8"/>
    <w:rsid w:val="001F695C"/>
    <w:rsid w:val="001F6AAA"/>
    <w:rsid w:val="001F6F87"/>
    <w:rsid w:val="001F719D"/>
    <w:rsid w:val="001F7D73"/>
    <w:rsid w:val="002001B2"/>
    <w:rsid w:val="00201645"/>
    <w:rsid w:val="00201F0C"/>
    <w:rsid w:val="00202288"/>
    <w:rsid w:val="00202B1C"/>
    <w:rsid w:val="00202DB4"/>
    <w:rsid w:val="00203B30"/>
    <w:rsid w:val="00203C7F"/>
    <w:rsid w:val="00203F28"/>
    <w:rsid w:val="00204781"/>
    <w:rsid w:val="002055AE"/>
    <w:rsid w:val="00205932"/>
    <w:rsid w:val="00205DD7"/>
    <w:rsid w:val="00205E86"/>
    <w:rsid w:val="002061D0"/>
    <w:rsid w:val="002064D2"/>
    <w:rsid w:val="002069A0"/>
    <w:rsid w:val="00206DE6"/>
    <w:rsid w:val="00206F8F"/>
    <w:rsid w:val="00207314"/>
    <w:rsid w:val="0020747B"/>
    <w:rsid w:val="0020756B"/>
    <w:rsid w:val="002075DE"/>
    <w:rsid w:val="0020791C"/>
    <w:rsid w:val="002079A7"/>
    <w:rsid w:val="00207C42"/>
    <w:rsid w:val="0021001D"/>
    <w:rsid w:val="00210311"/>
    <w:rsid w:val="0021085D"/>
    <w:rsid w:val="00210993"/>
    <w:rsid w:val="00210C41"/>
    <w:rsid w:val="00210CC3"/>
    <w:rsid w:val="0021176C"/>
    <w:rsid w:val="002121FA"/>
    <w:rsid w:val="002123AF"/>
    <w:rsid w:val="002123C0"/>
    <w:rsid w:val="00212ABD"/>
    <w:rsid w:val="00213192"/>
    <w:rsid w:val="002135BF"/>
    <w:rsid w:val="002135DB"/>
    <w:rsid w:val="00214A33"/>
    <w:rsid w:val="0021584A"/>
    <w:rsid w:val="00215AE0"/>
    <w:rsid w:val="0021626A"/>
    <w:rsid w:val="0021630F"/>
    <w:rsid w:val="002165C1"/>
    <w:rsid w:val="00216831"/>
    <w:rsid w:val="00216CCD"/>
    <w:rsid w:val="002172E8"/>
    <w:rsid w:val="002172F4"/>
    <w:rsid w:val="002173FB"/>
    <w:rsid w:val="00220009"/>
    <w:rsid w:val="00220865"/>
    <w:rsid w:val="00220C86"/>
    <w:rsid w:val="00221910"/>
    <w:rsid w:val="00221A86"/>
    <w:rsid w:val="00221A95"/>
    <w:rsid w:val="00221F34"/>
    <w:rsid w:val="00222427"/>
    <w:rsid w:val="0022266F"/>
    <w:rsid w:val="002232A2"/>
    <w:rsid w:val="00224171"/>
    <w:rsid w:val="002244B1"/>
    <w:rsid w:val="00224896"/>
    <w:rsid w:val="002249A6"/>
    <w:rsid w:val="00224C61"/>
    <w:rsid w:val="00225E50"/>
    <w:rsid w:val="0022600F"/>
    <w:rsid w:val="00226173"/>
    <w:rsid w:val="002270D5"/>
    <w:rsid w:val="0022721F"/>
    <w:rsid w:val="0022792F"/>
    <w:rsid w:val="00227FF3"/>
    <w:rsid w:val="00230C0B"/>
    <w:rsid w:val="0023108E"/>
    <w:rsid w:val="0023176E"/>
    <w:rsid w:val="00231C03"/>
    <w:rsid w:val="00232ECB"/>
    <w:rsid w:val="00233505"/>
    <w:rsid w:val="0023398F"/>
    <w:rsid w:val="00234533"/>
    <w:rsid w:val="002347EF"/>
    <w:rsid w:val="00234C5C"/>
    <w:rsid w:val="0023576C"/>
    <w:rsid w:val="002359A5"/>
    <w:rsid w:val="002361B8"/>
    <w:rsid w:val="002361F4"/>
    <w:rsid w:val="00236362"/>
    <w:rsid w:val="0023675A"/>
    <w:rsid w:val="00236ACF"/>
    <w:rsid w:val="00237014"/>
    <w:rsid w:val="0023713D"/>
    <w:rsid w:val="002373FB"/>
    <w:rsid w:val="00237A81"/>
    <w:rsid w:val="00237C00"/>
    <w:rsid w:val="0024033D"/>
    <w:rsid w:val="002405D1"/>
    <w:rsid w:val="00240AC3"/>
    <w:rsid w:val="0024128E"/>
    <w:rsid w:val="002412B6"/>
    <w:rsid w:val="002413DE"/>
    <w:rsid w:val="002414AA"/>
    <w:rsid w:val="00241BCA"/>
    <w:rsid w:val="00241DA5"/>
    <w:rsid w:val="00241E36"/>
    <w:rsid w:val="0024220C"/>
    <w:rsid w:val="0024227A"/>
    <w:rsid w:val="002424C8"/>
    <w:rsid w:val="00242C4E"/>
    <w:rsid w:val="00242DD9"/>
    <w:rsid w:val="0024321C"/>
    <w:rsid w:val="0024334A"/>
    <w:rsid w:val="00243894"/>
    <w:rsid w:val="00243D18"/>
    <w:rsid w:val="00243DD3"/>
    <w:rsid w:val="002443F0"/>
    <w:rsid w:val="00244A83"/>
    <w:rsid w:val="00244ACB"/>
    <w:rsid w:val="00245141"/>
    <w:rsid w:val="0024541D"/>
    <w:rsid w:val="0024593C"/>
    <w:rsid w:val="00245BC4"/>
    <w:rsid w:val="00245DC4"/>
    <w:rsid w:val="00245FEC"/>
    <w:rsid w:val="00246476"/>
    <w:rsid w:val="00246637"/>
    <w:rsid w:val="00246690"/>
    <w:rsid w:val="00246D42"/>
    <w:rsid w:val="0024765D"/>
    <w:rsid w:val="00247CB9"/>
    <w:rsid w:val="00247DDC"/>
    <w:rsid w:val="00247F02"/>
    <w:rsid w:val="002502E9"/>
    <w:rsid w:val="002513A9"/>
    <w:rsid w:val="0025142E"/>
    <w:rsid w:val="00252422"/>
    <w:rsid w:val="00252586"/>
    <w:rsid w:val="002527DE"/>
    <w:rsid w:val="00252A72"/>
    <w:rsid w:val="00252BFA"/>
    <w:rsid w:val="00252FC8"/>
    <w:rsid w:val="002530C8"/>
    <w:rsid w:val="002530E3"/>
    <w:rsid w:val="00253546"/>
    <w:rsid w:val="00253E3F"/>
    <w:rsid w:val="00253F6A"/>
    <w:rsid w:val="00254397"/>
    <w:rsid w:val="0025480E"/>
    <w:rsid w:val="00254FAF"/>
    <w:rsid w:val="00255121"/>
    <w:rsid w:val="0025570F"/>
    <w:rsid w:val="00255775"/>
    <w:rsid w:val="00255A3B"/>
    <w:rsid w:val="00255D13"/>
    <w:rsid w:val="00255F70"/>
    <w:rsid w:val="002563F5"/>
    <w:rsid w:val="00256679"/>
    <w:rsid w:val="002572FE"/>
    <w:rsid w:val="00257BA6"/>
    <w:rsid w:val="00257C18"/>
    <w:rsid w:val="00257DA6"/>
    <w:rsid w:val="00257DAE"/>
    <w:rsid w:val="002600B5"/>
    <w:rsid w:val="0026013F"/>
    <w:rsid w:val="0026016E"/>
    <w:rsid w:val="0026098D"/>
    <w:rsid w:val="00260A29"/>
    <w:rsid w:val="00260FCF"/>
    <w:rsid w:val="0026143D"/>
    <w:rsid w:val="00262089"/>
    <w:rsid w:val="00262102"/>
    <w:rsid w:val="002622C6"/>
    <w:rsid w:val="002624BC"/>
    <w:rsid w:val="00262673"/>
    <w:rsid w:val="0026310F"/>
    <w:rsid w:val="00263924"/>
    <w:rsid w:val="00263ADD"/>
    <w:rsid w:val="00263B9A"/>
    <w:rsid w:val="00263D6A"/>
    <w:rsid w:val="00264397"/>
    <w:rsid w:val="00264D15"/>
    <w:rsid w:val="00264DA9"/>
    <w:rsid w:val="00264F18"/>
    <w:rsid w:val="00265216"/>
    <w:rsid w:val="0026543D"/>
    <w:rsid w:val="0026555A"/>
    <w:rsid w:val="00265794"/>
    <w:rsid w:val="0026604D"/>
    <w:rsid w:val="00266372"/>
    <w:rsid w:val="00266604"/>
    <w:rsid w:val="0026681A"/>
    <w:rsid w:val="00266E05"/>
    <w:rsid w:val="002673C2"/>
    <w:rsid w:val="00267A9E"/>
    <w:rsid w:val="00267C68"/>
    <w:rsid w:val="00270042"/>
    <w:rsid w:val="00270A70"/>
    <w:rsid w:val="00270D21"/>
    <w:rsid w:val="0027100D"/>
    <w:rsid w:val="0027240B"/>
    <w:rsid w:val="00272484"/>
    <w:rsid w:val="00272648"/>
    <w:rsid w:val="002739CF"/>
    <w:rsid w:val="00273E98"/>
    <w:rsid w:val="00273F6F"/>
    <w:rsid w:val="00274142"/>
    <w:rsid w:val="00274174"/>
    <w:rsid w:val="0027448F"/>
    <w:rsid w:val="002745BD"/>
    <w:rsid w:val="00274AC9"/>
    <w:rsid w:val="00274B89"/>
    <w:rsid w:val="00274CD9"/>
    <w:rsid w:val="00274D84"/>
    <w:rsid w:val="00274DB7"/>
    <w:rsid w:val="00275141"/>
    <w:rsid w:val="00275318"/>
    <w:rsid w:val="00275587"/>
    <w:rsid w:val="00275897"/>
    <w:rsid w:val="00275A6D"/>
    <w:rsid w:val="00275B63"/>
    <w:rsid w:val="00275C21"/>
    <w:rsid w:val="00275CB6"/>
    <w:rsid w:val="00275CF2"/>
    <w:rsid w:val="00275E7F"/>
    <w:rsid w:val="00275EAE"/>
    <w:rsid w:val="00276238"/>
    <w:rsid w:val="002764FB"/>
    <w:rsid w:val="00277413"/>
    <w:rsid w:val="002774C0"/>
    <w:rsid w:val="002779BC"/>
    <w:rsid w:val="002779C5"/>
    <w:rsid w:val="00277FF3"/>
    <w:rsid w:val="0028029A"/>
    <w:rsid w:val="002808E0"/>
    <w:rsid w:val="00280D88"/>
    <w:rsid w:val="00281107"/>
    <w:rsid w:val="00281133"/>
    <w:rsid w:val="00281707"/>
    <w:rsid w:val="00282026"/>
    <w:rsid w:val="002824BF"/>
    <w:rsid w:val="00282949"/>
    <w:rsid w:val="00282A69"/>
    <w:rsid w:val="00282C6F"/>
    <w:rsid w:val="00282E38"/>
    <w:rsid w:val="00282F58"/>
    <w:rsid w:val="0028310A"/>
    <w:rsid w:val="0028345E"/>
    <w:rsid w:val="0028352B"/>
    <w:rsid w:val="00283AD1"/>
    <w:rsid w:val="00283E27"/>
    <w:rsid w:val="0028407D"/>
    <w:rsid w:val="002844C4"/>
    <w:rsid w:val="0028476A"/>
    <w:rsid w:val="00284BAE"/>
    <w:rsid w:val="00284E06"/>
    <w:rsid w:val="00284FD9"/>
    <w:rsid w:val="002852E2"/>
    <w:rsid w:val="0028584F"/>
    <w:rsid w:val="00285F4C"/>
    <w:rsid w:val="002860FE"/>
    <w:rsid w:val="00286527"/>
    <w:rsid w:val="00286572"/>
    <w:rsid w:val="00286B71"/>
    <w:rsid w:val="00286CF9"/>
    <w:rsid w:val="00286F38"/>
    <w:rsid w:val="0028790C"/>
    <w:rsid w:val="00287A36"/>
    <w:rsid w:val="00287A47"/>
    <w:rsid w:val="00291036"/>
    <w:rsid w:val="0029132D"/>
    <w:rsid w:val="00291352"/>
    <w:rsid w:val="00291857"/>
    <w:rsid w:val="00291983"/>
    <w:rsid w:val="0029257D"/>
    <w:rsid w:val="00292657"/>
    <w:rsid w:val="002929C0"/>
    <w:rsid w:val="00293607"/>
    <w:rsid w:val="00293AF2"/>
    <w:rsid w:val="00293B0E"/>
    <w:rsid w:val="00293F1E"/>
    <w:rsid w:val="002941DE"/>
    <w:rsid w:val="002941E2"/>
    <w:rsid w:val="0029494C"/>
    <w:rsid w:val="00294D11"/>
    <w:rsid w:val="00294EC5"/>
    <w:rsid w:val="0029503C"/>
    <w:rsid w:val="00295060"/>
    <w:rsid w:val="002951FB"/>
    <w:rsid w:val="0029527E"/>
    <w:rsid w:val="00295841"/>
    <w:rsid w:val="0029585E"/>
    <w:rsid w:val="002958A7"/>
    <w:rsid w:val="0029630E"/>
    <w:rsid w:val="00296B59"/>
    <w:rsid w:val="00297B25"/>
    <w:rsid w:val="002A089F"/>
    <w:rsid w:val="002A0B1E"/>
    <w:rsid w:val="002A0F31"/>
    <w:rsid w:val="002A119E"/>
    <w:rsid w:val="002A1456"/>
    <w:rsid w:val="002A14B8"/>
    <w:rsid w:val="002A1D2C"/>
    <w:rsid w:val="002A1D5C"/>
    <w:rsid w:val="002A25B3"/>
    <w:rsid w:val="002A286C"/>
    <w:rsid w:val="002A30E8"/>
    <w:rsid w:val="002A3591"/>
    <w:rsid w:val="002A3682"/>
    <w:rsid w:val="002A3763"/>
    <w:rsid w:val="002A411F"/>
    <w:rsid w:val="002A471A"/>
    <w:rsid w:val="002A4E10"/>
    <w:rsid w:val="002A4E5A"/>
    <w:rsid w:val="002A506A"/>
    <w:rsid w:val="002A5549"/>
    <w:rsid w:val="002A5A19"/>
    <w:rsid w:val="002A5B20"/>
    <w:rsid w:val="002A5E6D"/>
    <w:rsid w:val="002A6616"/>
    <w:rsid w:val="002A67D2"/>
    <w:rsid w:val="002A69FD"/>
    <w:rsid w:val="002A6D28"/>
    <w:rsid w:val="002B029A"/>
    <w:rsid w:val="002B042E"/>
    <w:rsid w:val="002B098B"/>
    <w:rsid w:val="002B0FAE"/>
    <w:rsid w:val="002B1706"/>
    <w:rsid w:val="002B1D17"/>
    <w:rsid w:val="002B2084"/>
    <w:rsid w:val="002B22C0"/>
    <w:rsid w:val="002B2645"/>
    <w:rsid w:val="002B3159"/>
    <w:rsid w:val="002B3EB2"/>
    <w:rsid w:val="002B4083"/>
    <w:rsid w:val="002B4442"/>
    <w:rsid w:val="002B476D"/>
    <w:rsid w:val="002B55C9"/>
    <w:rsid w:val="002B57F0"/>
    <w:rsid w:val="002B5D3A"/>
    <w:rsid w:val="002B5D71"/>
    <w:rsid w:val="002B698B"/>
    <w:rsid w:val="002B6AF7"/>
    <w:rsid w:val="002B7360"/>
    <w:rsid w:val="002B759C"/>
    <w:rsid w:val="002B76A7"/>
    <w:rsid w:val="002B783B"/>
    <w:rsid w:val="002B7DD2"/>
    <w:rsid w:val="002B7FC8"/>
    <w:rsid w:val="002C0245"/>
    <w:rsid w:val="002C0EA4"/>
    <w:rsid w:val="002C1540"/>
    <w:rsid w:val="002C1936"/>
    <w:rsid w:val="002C19F3"/>
    <w:rsid w:val="002C1D12"/>
    <w:rsid w:val="002C1E19"/>
    <w:rsid w:val="002C1F09"/>
    <w:rsid w:val="002C1F8A"/>
    <w:rsid w:val="002C2272"/>
    <w:rsid w:val="002C284A"/>
    <w:rsid w:val="002C2CC6"/>
    <w:rsid w:val="002C2EAE"/>
    <w:rsid w:val="002C393D"/>
    <w:rsid w:val="002C3B70"/>
    <w:rsid w:val="002C3BEE"/>
    <w:rsid w:val="002C3F9B"/>
    <w:rsid w:val="002C433C"/>
    <w:rsid w:val="002C526B"/>
    <w:rsid w:val="002C541D"/>
    <w:rsid w:val="002C592D"/>
    <w:rsid w:val="002C5FEC"/>
    <w:rsid w:val="002C64DC"/>
    <w:rsid w:val="002C6922"/>
    <w:rsid w:val="002C6AA6"/>
    <w:rsid w:val="002C6BEC"/>
    <w:rsid w:val="002C6D7E"/>
    <w:rsid w:val="002C77D4"/>
    <w:rsid w:val="002C7DDA"/>
    <w:rsid w:val="002D0295"/>
    <w:rsid w:val="002D0366"/>
    <w:rsid w:val="002D092F"/>
    <w:rsid w:val="002D1983"/>
    <w:rsid w:val="002D22BF"/>
    <w:rsid w:val="002D2309"/>
    <w:rsid w:val="002D268D"/>
    <w:rsid w:val="002D2703"/>
    <w:rsid w:val="002D274C"/>
    <w:rsid w:val="002D2825"/>
    <w:rsid w:val="002D2B14"/>
    <w:rsid w:val="002D3A4E"/>
    <w:rsid w:val="002D3B35"/>
    <w:rsid w:val="002D41B4"/>
    <w:rsid w:val="002D488E"/>
    <w:rsid w:val="002D4A8E"/>
    <w:rsid w:val="002D4AC4"/>
    <w:rsid w:val="002D5664"/>
    <w:rsid w:val="002D58F5"/>
    <w:rsid w:val="002D5E8C"/>
    <w:rsid w:val="002D641C"/>
    <w:rsid w:val="002D6902"/>
    <w:rsid w:val="002D6A02"/>
    <w:rsid w:val="002D7077"/>
    <w:rsid w:val="002D71CA"/>
    <w:rsid w:val="002D7230"/>
    <w:rsid w:val="002D74FC"/>
    <w:rsid w:val="002D7655"/>
    <w:rsid w:val="002D7A09"/>
    <w:rsid w:val="002D7A1D"/>
    <w:rsid w:val="002E0173"/>
    <w:rsid w:val="002E01F6"/>
    <w:rsid w:val="002E02F5"/>
    <w:rsid w:val="002E063F"/>
    <w:rsid w:val="002E0B8D"/>
    <w:rsid w:val="002E0C70"/>
    <w:rsid w:val="002E1088"/>
    <w:rsid w:val="002E1A8D"/>
    <w:rsid w:val="002E1DD3"/>
    <w:rsid w:val="002E1E03"/>
    <w:rsid w:val="002E1F33"/>
    <w:rsid w:val="002E2224"/>
    <w:rsid w:val="002E2970"/>
    <w:rsid w:val="002E2A0A"/>
    <w:rsid w:val="002E2C06"/>
    <w:rsid w:val="002E3948"/>
    <w:rsid w:val="002E3C31"/>
    <w:rsid w:val="002E418B"/>
    <w:rsid w:val="002E50EB"/>
    <w:rsid w:val="002E557D"/>
    <w:rsid w:val="002E594D"/>
    <w:rsid w:val="002E5B4D"/>
    <w:rsid w:val="002E5CC3"/>
    <w:rsid w:val="002E60E1"/>
    <w:rsid w:val="002E649F"/>
    <w:rsid w:val="002E6E03"/>
    <w:rsid w:val="002E7188"/>
    <w:rsid w:val="002E73F4"/>
    <w:rsid w:val="002E7C3C"/>
    <w:rsid w:val="002F06F9"/>
    <w:rsid w:val="002F0896"/>
    <w:rsid w:val="002F0F35"/>
    <w:rsid w:val="002F10CC"/>
    <w:rsid w:val="002F138A"/>
    <w:rsid w:val="002F1D5F"/>
    <w:rsid w:val="002F2170"/>
    <w:rsid w:val="002F29FB"/>
    <w:rsid w:val="002F2C60"/>
    <w:rsid w:val="002F3206"/>
    <w:rsid w:val="002F35A6"/>
    <w:rsid w:val="002F4303"/>
    <w:rsid w:val="002F4516"/>
    <w:rsid w:val="002F483C"/>
    <w:rsid w:val="002F4966"/>
    <w:rsid w:val="002F51AA"/>
    <w:rsid w:val="002F5256"/>
    <w:rsid w:val="002F53CF"/>
    <w:rsid w:val="002F5A06"/>
    <w:rsid w:val="002F5C19"/>
    <w:rsid w:val="002F5EDB"/>
    <w:rsid w:val="002F66E0"/>
    <w:rsid w:val="002F67AC"/>
    <w:rsid w:val="002F6FC8"/>
    <w:rsid w:val="002F7616"/>
    <w:rsid w:val="002F79B9"/>
    <w:rsid w:val="003010EE"/>
    <w:rsid w:val="0030197A"/>
    <w:rsid w:val="00301F06"/>
    <w:rsid w:val="00302029"/>
    <w:rsid w:val="00302253"/>
    <w:rsid w:val="003022E9"/>
    <w:rsid w:val="00303DAC"/>
    <w:rsid w:val="00304332"/>
    <w:rsid w:val="003048B9"/>
    <w:rsid w:val="00305102"/>
    <w:rsid w:val="00305140"/>
    <w:rsid w:val="0030590A"/>
    <w:rsid w:val="00305911"/>
    <w:rsid w:val="00306037"/>
    <w:rsid w:val="0030693F"/>
    <w:rsid w:val="00306AFE"/>
    <w:rsid w:val="00307213"/>
    <w:rsid w:val="003102F6"/>
    <w:rsid w:val="0031108B"/>
    <w:rsid w:val="00311501"/>
    <w:rsid w:val="0031205B"/>
    <w:rsid w:val="003130E6"/>
    <w:rsid w:val="0031459C"/>
    <w:rsid w:val="0031482F"/>
    <w:rsid w:val="00314D27"/>
    <w:rsid w:val="00314E0F"/>
    <w:rsid w:val="00314F3D"/>
    <w:rsid w:val="00315814"/>
    <w:rsid w:val="00315900"/>
    <w:rsid w:val="00315916"/>
    <w:rsid w:val="0031597B"/>
    <w:rsid w:val="00315BBE"/>
    <w:rsid w:val="003163C2"/>
    <w:rsid w:val="003165C9"/>
    <w:rsid w:val="00316AD4"/>
    <w:rsid w:val="00316FF3"/>
    <w:rsid w:val="0031738A"/>
    <w:rsid w:val="00317AC1"/>
    <w:rsid w:val="00317C5D"/>
    <w:rsid w:val="00317FA9"/>
    <w:rsid w:val="00320238"/>
    <w:rsid w:val="00320B21"/>
    <w:rsid w:val="00321BDF"/>
    <w:rsid w:val="003234B4"/>
    <w:rsid w:val="003235DE"/>
    <w:rsid w:val="0032367A"/>
    <w:rsid w:val="00323DBF"/>
    <w:rsid w:val="0032417F"/>
    <w:rsid w:val="003248FD"/>
    <w:rsid w:val="003255A1"/>
    <w:rsid w:val="00325D6C"/>
    <w:rsid w:val="003268AF"/>
    <w:rsid w:val="0032770C"/>
    <w:rsid w:val="003279C4"/>
    <w:rsid w:val="0033008E"/>
    <w:rsid w:val="003301DF"/>
    <w:rsid w:val="0033023E"/>
    <w:rsid w:val="003308A3"/>
    <w:rsid w:val="00331051"/>
    <w:rsid w:val="003313A9"/>
    <w:rsid w:val="00331C31"/>
    <w:rsid w:val="003327E2"/>
    <w:rsid w:val="00332AB1"/>
    <w:rsid w:val="00333804"/>
    <w:rsid w:val="00333A88"/>
    <w:rsid w:val="00333D21"/>
    <w:rsid w:val="00333F4D"/>
    <w:rsid w:val="003344B8"/>
    <w:rsid w:val="00334E6B"/>
    <w:rsid w:val="0033555D"/>
    <w:rsid w:val="0033559A"/>
    <w:rsid w:val="003355F7"/>
    <w:rsid w:val="003364A4"/>
    <w:rsid w:val="0033686D"/>
    <w:rsid w:val="00337A12"/>
    <w:rsid w:val="00340095"/>
    <w:rsid w:val="003407E2"/>
    <w:rsid w:val="00340A97"/>
    <w:rsid w:val="00340CC4"/>
    <w:rsid w:val="003415A1"/>
    <w:rsid w:val="003417AA"/>
    <w:rsid w:val="003419A2"/>
    <w:rsid w:val="00341F64"/>
    <w:rsid w:val="00341F7F"/>
    <w:rsid w:val="00341FDF"/>
    <w:rsid w:val="0034214F"/>
    <w:rsid w:val="0034223D"/>
    <w:rsid w:val="00342AD2"/>
    <w:rsid w:val="00343223"/>
    <w:rsid w:val="00343500"/>
    <w:rsid w:val="00343AE5"/>
    <w:rsid w:val="00343B08"/>
    <w:rsid w:val="00344D68"/>
    <w:rsid w:val="003455BB"/>
    <w:rsid w:val="003455D1"/>
    <w:rsid w:val="00345835"/>
    <w:rsid w:val="0034638B"/>
    <w:rsid w:val="00346BE8"/>
    <w:rsid w:val="0034726A"/>
    <w:rsid w:val="003478CE"/>
    <w:rsid w:val="00347E16"/>
    <w:rsid w:val="00350671"/>
    <w:rsid w:val="003515CE"/>
    <w:rsid w:val="003517C6"/>
    <w:rsid w:val="00351BCE"/>
    <w:rsid w:val="003522F1"/>
    <w:rsid w:val="003528C8"/>
    <w:rsid w:val="00352C7B"/>
    <w:rsid w:val="00352F90"/>
    <w:rsid w:val="00355331"/>
    <w:rsid w:val="0035576D"/>
    <w:rsid w:val="00355A8F"/>
    <w:rsid w:val="003571C7"/>
    <w:rsid w:val="00357384"/>
    <w:rsid w:val="00357A81"/>
    <w:rsid w:val="00357A8D"/>
    <w:rsid w:val="003600E6"/>
    <w:rsid w:val="003602B1"/>
    <w:rsid w:val="0036060D"/>
    <w:rsid w:val="00360911"/>
    <w:rsid w:val="00360A1A"/>
    <w:rsid w:val="00360B9A"/>
    <w:rsid w:val="00360BD4"/>
    <w:rsid w:val="00360CA6"/>
    <w:rsid w:val="00360EEE"/>
    <w:rsid w:val="00360EF1"/>
    <w:rsid w:val="0036152B"/>
    <w:rsid w:val="003615B6"/>
    <w:rsid w:val="00361944"/>
    <w:rsid w:val="0036254A"/>
    <w:rsid w:val="0036263C"/>
    <w:rsid w:val="00362A88"/>
    <w:rsid w:val="00362B92"/>
    <w:rsid w:val="00362CFF"/>
    <w:rsid w:val="00362EEA"/>
    <w:rsid w:val="0036310D"/>
    <w:rsid w:val="00363293"/>
    <w:rsid w:val="003639EA"/>
    <w:rsid w:val="0036403F"/>
    <w:rsid w:val="00364586"/>
    <w:rsid w:val="003645C2"/>
    <w:rsid w:val="003646E2"/>
    <w:rsid w:val="00364B77"/>
    <w:rsid w:val="00364C36"/>
    <w:rsid w:val="00364D42"/>
    <w:rsid w:val="00365229"/>
    <w:rsid w:val="00365723"/>
    <w:rsid w:val="003657B9"/>
    <w:rsid w:val="003667E0"/>
    <w:rsid w:val="00366E1E"/>
    <w:rsid w:val="00367051"/>
    <w:rsid w:val="00367A58"/>
    <w:rsid w:val="00370ED1"/>
    <w:rsid w:val="00371000"/>
    <w:rsid w:val="003728C8"/>
    <w:rsid w:val="00372BEF"/>
    <w:rsid w:val="00372FE3"/>
    <w:rsid w:val="0037316F"/>
    <w:rsid w:val="003739B1"/>
    <w:rsid w:val="00373BE5"/>
    <w:rsid w:val="00373F85"/>
    <w:rsid w:val="003740BC"/>
    <w:rsid w:val="0037439F"/>
    <w:rsid w:val="0037475D"/>
    <w:rsid w:val="003747AE"/>
    <w:rsid w:val="00374B11"/>
    <w:rsid w:val="00374C7F"/>
    <w:rsid w:val="00374E5C"/>
    <w:rsid w:val="003756B7"/>
    <w:rsid w:val="00375FA6"/>
    <w:rsid w:val="00376625"/>
    <w:rsid w:val="00376BC9"/>
    <w:rsid w:val="00376D5B"/>
    <w:rsid w:val="00376F42"/>
    <w:rsid w:val="0037729F"/>
    <w:rsid w:val="00377898"/>
    <w:rsid w:val="00377E6D"/>
    <w:rsid w:val="003800C9"/>
    <w:rsid w:val="00380C21"/>
    <w:rsid w:val="003811B1"/>
    <w:rsid w:val="0038143B"/>
    <w:rsid w:val="003818FE"/>
    <w:rsid w:val="00381974"/>
    <w:rsid w:val="00381D00"/>
    <w:rsid w:val="00382665"/>
    <w:rsid w:val="003827DD"/>
    <w:rsid w:val="00382971"/>
    <w:rsid w:val="00382AFB"/>
    <w:rsid w:val="003834F3"/>
    <w:rsid w:val="00384027"/>
    <w:rsid w:val="003843BE"/>
    <w:rsid w:val="0038478B"/>
    <w:rsid w:val="00384CE3"/>
    <w:rsid w:val="00384E94"/>
    <w:rsid w:val="00385093"/>
    <w:rsid w:val="00385C71"/>
    <w:rsid w:val="00385E45"/>
    <w:rsid w:val="00386125"/>
    <w:rsid w:val="00386465"/>
    <w:rsid w:val="00386497"/>
    <w:rsid w:val="00386536"/>
    <w:rsid w:val="00386F94"/>
    <w:rsid w:val="003873C0"/>
    <w:rsid w:val="003878CD"/>
    <w:rsid w:val="00387D49"/>
    <w:rsid w:val="00390139"/>
    <w:rsid w:val="0039041D"/>
    <w:rsid w:val="00390513"/>
    <w:rsid w:val="00390B66"/>
    <w:rsid w:val="00391A67"/>
    <w:rsid w:val="003925EC"/>
    <w:rsid w:val="00392A26"/>
    <w:rsid w:val="00392BEB"/>
    <w:rsid w:val="00393008"/>
    <w:rsid w:val="003939E1"/>
    <w:rsid w:val="00393C34"/>
    <w:rsid w:val="00393E3A"/>
    <w:rsid w:val="00394906"/>
    <w:rsid w:val="0039490E"/>
    <w:rsid w:val="00394D86"/>
    <w:rsid w:val="003951E1"/>
    <w:rsid w:val="00395B33"/>
    <w:rsid w:val="00395DDC"/>
    <w:rsid w:val="00396FD3"/>
    <w:rsid w:val="003976CD"/>
    <w:rsid w:val="0039779D"/>
    <w:rsid w:val="003977B2"/>
    <w:rsid w:val="003979E7"/>
    <w:rsid w:val="00397BF4"/>
    <w:rsid w:val="003A00BF"/>
    <w:rsid w:val="003A077E"/>
    <w:rsid w:val="003A07A1"/>
    <w:rsid w:val="003A09CF"/>
    <w:rsid w:val="003A131F"/>
    <w:rsid w:val="003A1458"/>
    <w:rsid w:val="003A14B0"/>
    <w:rsid w:val="003A14EC"/>
    <w:rsid w:val="003A1708"/>
    <w:rsid w:val="003A1843"/>
    <w:rsid w:val="003A1E8E"/>
    <w:rsid w:val="003A29C6"/>
    <w:rsid w:val="003A2B43"/>
    <w:rsid w:val="003A31A4"/>
    <w:rsid w:val="003A3B9A"/>
    <w:rsid w:val="003A3F61"/>
    <w:rsid w:val="003A45FD"/>
    <w:rsid w:val="003A48D2"/>
    <w:rsid w:val="003A4E17"/>
    <w:rsid w:val="003A52B1"/>
    <w:rsid w:val="003A5338"/>
    <w:rsid w:val="003A54A0"/>
    <w:rsid w:val="003A57DA"/>
    <w:rsid w:val="003A580C"/>
    <w:rsid w:val="003A5A79"/>
    <w:rsid w:val="003A5FEB"/>
    <w:rsid w:val="003A61C3"/>
    <w:rsid w:val="003A65C1"/>
    <w:rsid w:val="003A674D"/>
    <w:rsid w:val="003A6B1D"/>
    <w:rsid w:val="003A6C77"/>
    <w:rsid w:val="003A6D4F"/>
    <w:rsid w:val="003A704D"/>
    <w:rsid w:val="003A70D8"/>
    <w:rsid w:val="003A7163"/>
    <w:rsid w:val="003A7178"/>
    <w:rsid w:val="003A7344"/>
    <w:rsid w:val="003A73D4"/>
    <w:rsid w:val="003A79B0"/>
    <w:rsid w:val="003B03CE"/>
    <w:rsid w:val="003B0480"/>
    <w:rsid w:val="003B1F0D"/>
    <w:rsid w:val="003B2036"/>
    <w:rsid w:val="003B2514"/>
    <w:rsid w:val="003B2611"/>
    <w:rsid w:val="003B27D0"/>
    <w:rsid w:val="003B2B0A"/>
    <w:rsid w:val="003B2EEE"/>
    <w:rsid w:val="003B3019"/>
    <w:rsid w:val="003B308C"/>
    <w:rsid w:val="003B3B12"/>
    <w:rsid w:val="003B3C77"/>
    <w:rsid w:val="003B3D2C"/>
    <w:rsid w:val="003B4157"/>
    <w:rsid w:val="003B4310"/>
    <w:rsid w:val="003B444C"/>
    <w:rsid w:val="003B4AD0"/>
    <w:rsid w:val="003B4E7C"/>
    <w:rsid w:val="003B508F"/>
    <w:rsid w:val="003B5525"/>
    <w:rsid w:val="003B66CF"/>
    <w:rsid w:val="003B6B11"/>
    <w:rsid w:val="003B7030"/>
    <w:rsid w:val="003C0217"/>
    <w:rsid w:val="003C0519"/>
    <w:rsid w:val="003C09EE"/>
    <w:rsid w:val="003C10A8"/>
    <w:rsid w:val="003C119D"/>
    <w:rsid w:val="003C1507"/>
    <w:rsid w:val="003C15C4"/>
    <w:rsid w:val="003C17C8"/>
    <w:rsid w:val="003C1932"/>
    <w:rsid w:val="003C1B27"/>
    <w:rsid w:val="003C1F8E"/>
    <w:rsid w:val="003C21FA"/>
    <w:rsid w:val="003C23DA"/>
    <w:rsid w:val="003C2623"/>
    <w:rsid w:val="003C2658"/>
    <w:rsid w:val="003C26FD"/>
    <w:rsid w:val="003C2712"/>
    <w:rsid w:val="003C273A"/>
    <w:rsid w:val="003C29B7"/>
    <w:rsid w:val="003C2B1C"/>
    <w:rsid w:val="003C2BE4"/>
    <w:rsid w:val="003C2E62"/>
    <w:rsid w:val="003C31CB"/>
    <w:rsid w:val="003C35C3"/>
    <w:rsid w:val="003C3E74"/>
    <w:rsid w:val="003C3E8F"/>
    <w:rsid w:val="003C3F57"/>
    <w:rsid w:val="003C3FB8"/>
    <w:rsid w:val="003C44D2"/>
    <w:rsid w:val="003C45F5"/>
    <w:rsid w:val="003C4A6E"/>
    <w:rsid w:val="003C4D11"/>
    <w:rsid w:val="003C51A0"/>
    <w:rsid w:val="003C54A3"/>
    <w:rsid w:val="003C5A5F"/>
    <w:rsid w:val="003C5C48"/>
    <w:rsid w:val="003C67A4"/>
    <w:rsid w:val="003C6D77"/>
    <w:rsid w:val="003C780B"/>
    <w:rsid w:val="003C786E"/>
    <w:rsid w:val="003C7B7C"/>
    <w:rsid w:val="003C7F8F"/>
    <w:rsid w:val="003D00C6"/>
    <w:rsid w:val="003D0279"/>
    <w:rsid w:val="003D0317"/>
    <w:rsid w:val="003D0565"/>
    <w:rsid w:val="003D0F80"/>
    <w:rsid w:val="003D16E7"/>
    <w:rsid w:val="003D2C93"/>
    <w:rsid w:val="003D34C9"/>
    <w:rsid w:val="003D3DCF"/>
    <w:rsid w:val="003D45F3"/>
    <w:rsid w:val="003D4762"/>
    <w:rsid w:val="003D576E"/>
    <w:rsid w:val="003D59CC"/>
    <w:rsid w:val="003D5FB2"/>
    <w:rsid w:val="003D61F2"/>
    <w:rsid w:val="003D6285"/>
    <w:rsid w:val="003D793A"/>
    <w:rsid w:val="003D79E9"/>
    <w:rsid w:val="003D7DB3"/>
    <w:rsid w:val="003E00CF"/>
    <w:rsid w:val="003E01D9"/>
    <w:rsid w:val="003E01F5"/>
    <w:rsid w:val="003E06E2"/>
    <w:rsid w:val="003E0D56"/>
    <w:rsid w:val="003E11E0"/>
    <w:rsid w:val="003E1229"/>
    <w:rsid w:val="003E14DF"/>
    <w:rsid w:val="003E1AB9"/>
    <w:rsid w:val="003E1D85"/>
    <w:rsid w:val="003E1F9E"/>
    <w:rsid w:val="003E2296"/>
    <w:rsid w:val="003E2641"/>
    <w:rsid w:val="003E2726"/>
    <w:rsid w:val="003E27F6"/>
    <w:rsid w:val="003E3201"/>
    <w:rsid w:val="003E409C"/>
    <w:rsid w:val="003E42FF"/>
    <w:rsid w:val="003E4615"/>
    <w:rsid w:val="003E47D0"/>
    <w:rsid w:val="003E506C"/>
    <w:rsid w:val="003E51BE"/>
    <w:rsid w:val="003E5232"/>
    <w:rsid w:val="003E59F0"/>
    <w:rsid w:val="003E5B67"/>
    <w:rsid w:val="003E5E44"/>
    <w:rsid w:val="003E5F45"/>
    <w:rsid w:val="003E61EB"/>
    <w:rsid w:val="003E6450"/>
    <w:rsid w:val="003E65E3"/>
    <w:rsid w:val="003E6674"/>
    <w:rsid w:val="003E67A0"/>
    <w:rsid w:val="003E6E30"/>
    <w:rsid w:val="003F029D"/>
    <w:rsid w:val="003F03AA"/>
    <w:rsid w:val="003F0471"/>
    <w:rsid w:val="003F0513"/>
    <w:rsid w:val="003F1080"/>
    <w:rsid w:val="003F165D"/>
    <w:rsid w:val="003F1A7D"/>
    <w:rsid w:val="003F278A"/>
    <w:rsid w:val="003F2DDD"/>
    <w:rsid w:val="003F33DE"/>
    <w:rsid w:val="003F355D"/>
    <w:rsid w:val="003F3700"/>
    <w:rsid w:val="003F3704"/>
    <w:rsid w:val="003F3A80"/>
    <w:rsid w:val="003F3F37"/>
    <w:rsid w:val="003F4297"/>
    <w:rsid w:val="003F42D1"/>
    <w:rsid w:val="003F4557"/>
    <w:rsid w:val="003F4FF2"/>
    <w:rsid w:val="003F5177"/>
    <w:rsid w:val="003F55E7"/>
    <w:rsid w:val="003F5BC9"/>
    <w:rsid w:val="003F5CDC"/>
    <w:rsid w:val="003F5FDB"/>
    <w:rsid w:val="003F664D"/>
    <w:rsid w:val="003F6C47"/>
    <w:rsid w:val="003F7135"/>
    <w:rsid w:val="003F730F"/>
    <w:rsid w:val="003F789D"/>
    <w:rsid w:val="003F79AA"/>
    <w:rsid w:val="0040030F"/>
    <w:rsid w:val="00400801"/>
    <w:rsid w:val="00400DCA"/>
    <w:rsid w:val="00401512"/>
    <w:rsid w:val="004016EB"/>
    <w:rsid w:val="00401BF7"/>
    <w:rsid w:val="00401D5A"/>
    <w:rsid w:val="00401E19"/>
    <w:rsid w:val="00402507"/>
    <w:rsid w:val="004031A5"/>
    <w:rsid w:val="0040322A"/>
    <w:rsid w:val="00403310"/>
    <w:rsid w:val="00403607"/>
    <w:rsid w:val="00403BEE"/>
    <w:rsid w:val="00404353"/>
    <w:rsid w:val="0040448F"/>
    <w:rsid w:val="004045C8"/>
    <w:rsid w:val="0040514E"/>
    <w:rsid w:val="00405365"/>
    <w:rsid w:val="0040541A"/>
    <w:rsid w:val="0040632C"/>
    <w:rsid w:val="00406566"/>
    <w:rsid w:val="0040679F"/>
    <w:rsid w:val="004079CB"/>
    <w:rsid w:val="004079E3"/>
    <w:rsid w:val="00407C83"/>
    <w:rsid w:val="00410021"/>
    <w:rsid w:val="004105FB"/>
    <w:rsid w:val="00411015"/>
    <w:rsid w:val="004111F3"/>
    <w:rsid w:val="004116A8"/>
    <w:rsid w:val="00411848"/>
    <w:rsid w:val="00411B12"/>
    <w:rsid w:val="00411DC0"/>
    <w:rsid w:val="004120CA"/>
    <w:rsid w:val="00412466"/>
    <w:rsid w:val="00412797"/>
    <w:rsid w:val="0041296E"/>
    <w:rsid w:val="0041319D"/>
    <w:rsid w:val="00413ACA"/>
    <w:rsid w:val="00413C3F"/>
    <w:rsid w:val="00413EF1"/>
    <w:rsid w:val="00414369"/>
    <w:rsid w:val="004144D2"/>
    <w:rsid w:val="0041463E"/>
    <w:rsid w:val="004148A1"/>
    <w:rsid w:val="00414A92"/>
    <w:rsid w:val="00414DF4"/>
    <w:rsid w:val="0041515F"/>
    <w:rsid w:val="00415731"/>
    <w:rsid w:val="0041592F"/>
    <w:rsid w:val="00415C0F"/>
    <w:rsid w:val="004160B5"/>
    <w:rsid w:val="004165DC"/>
    <w:rsid w:val="00416D53"/>
    <w:rsid w:val="00416D5D"/>
    <w:rsid w:val="00416D89"/>
    <w:rsid w:val="00416F23"/>
    <w:rsid w:val="004170FF"/>
    <w:rsid w:val="004173E1"/>
    <w:rsid w:val="0041769F"/>
    <w:rsid w:val="0041784F"/>
    <w:rsid w:val="00420024"/>
    <w:rsid w:val="0042040B"/>
    <w:rsid w:val="0042097E"/>
    <w:rsid w:val="0042110D"/>
    <w:rsid w:val="00422085"/>
    <w:rsid w:val="00422554"/>
    <w:rsid w:val="00422773"/>
    <w:rsid w:val="00422BC4"/>
    <w:rsid w:val="00423795"/>
    <w:rsid w:val="00423C96"/>
    <w:rsid w:val="00423E0D"/>
    <w:rsid w:val="004248C9"/>
    <w:rsid w:val="00424A34"/>
    <w:rsid w:val="00424D8B"/>
    <w:rsid w:val="00425096"/>
    <w:rsid w:val="00425A86"/>
    <w:rsid w:val="00425D3C"/>
    <w:rsid w:val="00425DE7"/>
    <w:rsid w:val="0042662F"/>
    <w:rsid w:val="00426B73"/>
    <w:rsid w:val="0042716D"/>
    <w:rsid w:val="00427415"/>
    <w:rsid w:val="0042753C"/>
    <w:rsid w:val="004275A3"/>
    <w:rsid w:val="004300A9"/>
    <w:rsid w:val="00430471"/>
    <w:rsid w:val="0043158D"/>
    <w:rsid w:val="0043188B"/>
    <w:rsid w:val="004322B3"/>
    <w:rsid w:val="00432B49"/>
    <w:rsid w:val="00432CE1"/>
    <w:rsid w:val="00433058"/>
    <w:rsid w:val="004330A7"/>
    <w:rsid w:val="0043336A"/>
    <w:rsid w:val="004333CA"/>
    <w:rsid w:val="00433A1F"/>
    <w:rsid w:val="00433CC8"/>
    <w:rsid w:val="004343A7"/>
    <w:rsid w:val="004347A0"/>
    <w:rsid w:val="00434965"/>
    <w:rsid w:val="004351AF"/>
    <w:rsid w:val="004356A1"/>
    <w:rsid w:val="004358C7"/>
    <w:rsid w:val="00435CCF"/>
    <w:rsid w:val="00436693"/>
    <w:rsid w:val="00437178"/>
    <w:rsid w:val="0043726F"/>
    <w:rsid w:val="00437764"/>
    <w:rsid w:val="00437977"/>
    <w:rsid w:val="00437EE1"/>
    <w:rsid w:val="00437FE5"/>
    <w:rsid w:val="0044066D"/>
    <w:rsid w:val="0044085F"/>
    <w:rsid w:val="004408EF"/>
    <w:rsid w:val="00440F4B"/>
    <w:rsid w:val="00440F97"/>
    <w:rsid w:val="004411BC"/>
    <w:rsid w:val="0044133E"/>
    <w:rsid w:val="00441A66"/>
    <w:rsid w:val="00441AF1"/>
    <w:rsid w:val="00441C06"/>
    <w:rsid w:val="00441D57"/>
    <w:rsid w:val="004422B7"/>
    <w:rsid w:val="004426EA"/>
    <w:rsid w:val="00442865"/>
    <w:rsid w:val="00442AEE"/>
    <w:rsid w:val="004430A5"/>
    <w:rsid w:val="00443125"/>
    <w:rsid w:val="00443210"/>
    <w:rsid w:val="00443359"/>
    <w:rsid w:val="00443801"/>
    <w:rsid w:val="00443917"/>
    <w:rsid w:val="004447B5"/>
    <w:rsid w:val="00444DAF"/>
    <w:rsid w:val="00445301"/>
    <w:rsid w:val="004454F5"/>
    <w:rsid w:val="00446682"/>
    <w:rsid w:val="00446A99"/>
    <w:rsid w:val="004471A4"/>
    <w:rsid w:val="0044725A"/>
    <w:rsid w:val="004500D1"/>
    <w:rsid w:val="00450351"/>
    <w:rsid w:val="004504EC"/>
    <w:rsid w:val="004506B3"/>
    <w:rsid w:val="00450D19"/>
    <w:rsid w:val="00450F5B"/>
    <w:rsid w:val="00451714"/>
    <w:rsid w:val="00451BD0"/>
    <w:rsid w:val="00451D7A"/>
    <w:rsid w:val="004520D9"/>
    <w:rsid w:val="0045238A"/>
    <w:rsid w:val="00452468"/>
    <w:rsid w:val="004524D3"/>
    <w:rsid w:val="004527E5"/>
    <w:rsid w:val="00452E89"/>
    <w:rsid w:val="004530D9"/>
    <w:rsid w:val="00453209"/>
    <w:rsid w:val="004544FC"/>
    <w:rsid w:val="00454620"/>
    <w:rsid w:val="00454AC4"/>
    <w:rsid w:val="004577F8"/>
    <w:rsid w:val="00457A2D"/>
    <w:rsid w:val="00460025"/>
    <w:rsid w:val="00460805"/>
    <w:rsid w:val="004611C1"/>
    <w:rsid w:val="00461372"/>
    <w:rsid w:val="004616D8"/>
    <w:rsid w:val="004616FC"/>
    <w:rsid w:val="00461769"/>
    <w:rsid w:val="0046263A"/>
    <w:rsid w:val="0046277F"/>
    <w:rsid w:val="004629C7"/>
    <w:rsid w:val="004631FD"/>
    <w:rsid w:val="00463365"/>
    <w:rsid w:val="00463638"/>
    <w:rsid w:val="00463874"/>
    <w:rsid w:val="00463AEE"/>
    <w:rsid w:val="0046421B"/>
    <w:rsid w:val="004643FB"/>
    <w:rsid w:val="00465073"/>
    <w:rsid w:val="004650D9"/>
    <w:rsid w:val="00465BB1"/>
    <w:rsid w:val="004660F3"/>
    <w:rsid w:val="004665F3"/>
    <w:rsid w:val="004668E7"/>
    <w:rsid w:val="00466D54"/>
    <w:rsid w:val="00466D94"/>
    <w:rsid w:val="00467051"/>
    <w:rsid w:val="004673DE"/>
    <w:rsid w:val="004676A2"/>
    <w:rsid w:val="004677AC"/>
    <w:rsid w:val="00470389"/>
    <w:rsid w:val="00470908"/>
    <w:rsid w:val="00470A81"/>
    <w:rsid w:val="00470B6D"/>
    <w:rsid w:val="00470D90"/>
    <w:rsid w:val="00471527"/>
    <w:rsid w:val="0047154E"/>
    <w:rsid w:val="00471EA5"/>
    <w:rsid w:val="004726D1"/>
    <w:rsid w:val="00472DAA"/>
    <w:rsid w:val="00473096"/>
    <w:rsid w:val="004732B8"/>
    <w:rsid w:val="004735CB"/>
    <w:rsid w:val="00473B08"/>
    <w:rsid w:val="00473BA2"/>
    <w:rsid w:val="00473D3C"/>
    <w:rsid w:val="00473E21"/>
    <w:rsid w:val="004747D0"/>
    <w:rsid w:val="00474BB8"/>
    <w:rsid w:val="00474C8A"/>
    <w:rsid w:val="00474D07"/>
    <w:rsid w:val="00474D2F"/>
    <w:rsid w:val="00474DAD"/>
    <w:rsid w:val="00474E7E"/>
    <w:rsid w:val="00475991"/>
    <w:rsid w:val="00475CA7"/>
    <w:rsid w:val="004761B0"/>
    <w:rsid w:val="00476268"/>
    <w:rsid w:val="004763D1"/>
    <w:rsid w:val="00476867"/>
    <w:rsid w:val="00476AC7"/>
    <w:rsid w:val="00477622"/>
    <w:rsid w:val="00477700"/>
    <w:rsid w:val="004777A7"/>
    <w:rsid w:val="00477808"/>
    <w:rsid w:val="004779B9"/>
    <w:rsid w:val="004802D0"/>
    <w:rsid w:val="00480465"/>
    <w:rsid w:val="00480B87"/>
    <w:rsid w:val="004810E3"/>
    <w:rsid w:val="00481116"/>
    <w:rsid w:val="00481197"/>
    <w:rsid w:val="004814A3"/>
    <w:rsid w:val="004820DA"/>
    <w:rsid w:val="00482427"/>
    <w:rsid w:val="00482E9B"/>
    <w:rsid w:val="0048366A"/>
    <w:rsid w:val="00483AE3"/>
    <w:rsid w:val="00484114"/>
    <w:rsid w:val="00484533"/>
    <w:rsid w:val="00484C64"/>
    <w:rsid w:val="00484D0D"/>
    <w:rsid w:val="00484F59"/>
    <w:rsid w:val="0048505C"/>
    <w:rsid w:val="0048571E"/>
    <w:rsid w:val="00485894"/>
    <w:rsid w:val="00485CB0"/>
    <w:rsid w:val="00485CB3"/>
    <w:rsid w:val="004863DF"/>
    <w:rsid w:val="0048687B"/>
    <w:rsid w:val="00486ED4"/>
    <w:rsid w:val="00487200"/>
    <w:rsid w:val="00487323"/>
    <w:rsid w:val="00490463"/>
    <w:rsid w:val="0049083A"/>
    <w:rsid w:val="00490CA0"/>
    <w:rsid w:val="004911A5"/>
    <w:rsid w:val="004914E1"/>
    <w:rsid w:val="004925FF"/>
    <w:rsid w:val="004931C5"/>
    <w:rsid w:val="004933DA"/>
    <w:rsid w:val="004938B3"/>
    <w:rsid w:val="004938FB"/>
    <w:rsid w:val="00493A83"/>
    <w:rsid w:val="00493E47"/>
    <w:rsid w:val="0049438F"/>
    <w:rsid w:val="004944B1"/>
    <w:rsid w:val="00494546"/>
    <w:rsid w:val="00494875"/>
    <w:rsid w:val="00494F0E"/>
    <w:rsid w:val="00495179"/>
    <w:rsid w:val="0049628C"/>
    <w:rsid w:val="00496B3E"/>
    <w:rsid w:val="004970FA"/>
    <w:rsid w:val="00497AE8"/>
    <w:rsid w:val="00497D03"/>
    <w:rsid w:val="00497F9A"/>
    <w:rsid w:val="004A141A"/>
    <w:rsid w:val="004A1826"/>
    <w:rsid w:val="004A1EEC"/>
    <w:rsid w:val="004A2456"/>
    <w:rsid w:val="004A32C1"/>
    <w:rsid w:val="004A340D"/>
    <w:rsid w:val="004A347D"/>
    <w:rsid w:val="004A3A37"/>
    <w:rsid w:val="004A48D6"/>
    <w:rsid w:val="004A52D3"/>
    <w:rsid w:val="004A54D5"/>
    <w:rsid w:val="004A55DB"/>
    <w:rsid w:val="004A58E2"/>
    <w:rsid w:val="004A5A63"/>
    <w:rsid w:val="004A6ABF"/>
    <w:rsid w:val="004A6CD9"/>
    <w:rsid w:val="004A6D10"/>
    <w:rsid w:val="004A6F99"/>
    <w:rsid w:val="004A74D5"/>
    <w:rsid w:val="004A7B34"/>
    <w:rsid w:val="004A7DB5"/>
    <w:rsid w:val="004A7EDD"/>
    <w:rsid w:val="004B0503"/>
    <w:rsid w:val="004B0875"/>
    <w:rsid w:val="004B09C2"/>
    <w:rsid w:val="004B1F56"/>
    <w:rsid w:val="004B220A"/>
    <w:rsid w:val="004B23AA"/>
    <w:rsid w:val="004B302D"/>
    <w:rsid w:val="004B304C"/>
    <w:rsid w:val="004B34C0"/>
    <w:rsid w:val="004B38B4"/>
    <w:rsid w:val="004B38F2"/>
    <w:rsid w:val="004B3B55"/>
    <w:rsid w:val="004B3F1D"/>
    <w:rsid w:val="004B448E"/>
    <w:rsid w:val="004B44AF"/>
    <w:rsid w:val="004B455A"/>
    <w:rsid w:val="004B4AFF"/>
    <w:rsid w:val="004B4CB4"/>
    <w:rsid w:val="004B5129"/>
    <w:rsid w:val="004B56CC"/>
    <w:rsid w:val="004B5769"/>
    <w:rsid w:val="004B5A25"/>
    <w:rsid w:val="004B5F16"/>
    <w:rsid w:val="004B6273"/>
    <w:rsid w:val="004B64C3"/>
    <w:rsid w:val="004B694C"/>
    <w:rsid w:val="004B6D66"/>
    <w:rsid w:val="004B752C"/>
    <w:rsid w:val="004B78A1"/>
    <w:rsid w:val="004B7DAA"/>
    <w:rsid w:val="004C00D6"/>
    <w:rsid w:val="004C0DAA"/>
    <w:rsid w:val="004C3218"/>
    <w:rsid w:val="004C3289"/>
    <w:rsid w:val="004C33B6"/>
    <w:rsid w:val="004C36BE"/>
    <w:rsid w:val="004C382F"/>
    <w:rsid w:val="004C3A4B"/>
    <w:rsid w:val="004C3C40"/>
    <w:rsid w:val="004C4419"/>
    <w:rsid w:val="004C4635"/>
    <w:rsid w:val="004C48F7"/>
    <w:rsid w:val="004C4BBB"/>
    <w:rsid w:val="004C772A"/>
    <w:rsid w:val="004C7BAC"/>
    <w:rsid w:val="004C7D84"/>
    <w:rsid w:val="004D04C8"/>
    <w:rsid w:val="004D0C46"/>
    <w:rsid w:val="004D1210"/>
    <w:rsid w:val="004D1369"/>
    <w:rsid w:val="004D14CB"/>
    <w:rsid w:val="004D1B69"/>
    <w:rsid w:val="004D1BD3"/>
    <w:rsid w:val="004D25A9"/>
    <w:rsid w:val="004D2AFC"/>
    <w:rsid w:val="004D2D1C"/>
    <w:rsid w:val="004D35A0"/>
    <w:rsid w:val="004D38C8"/>
    <w:rsid w:val="004D39C7"/>
    <w:rsid w:val="004D3BCD"/>
    <w:rsid w:val="004D3C6E"/>
    <w:rsid w:val="004D3F20"/>
    <w:rsid w:val="004D486A"/>
    <w:rsid w:val="004D4A0B"/>
    <w:rsid w:val="004D5132"/>
    <w:rsid w:val="004D5419"/>
    <w:rsid w:val="004D5FE9"/>
    <w:rsid w:val="004D6071"/>
    <w:rsid w:val="004D6373"/>
    <w:rsid w:val="004D66A8"/>
    <w:rsid w:val="004D690A"/>
    <w:rsid w:val="004D6BA7"/>
    <w:rsid w:val="004D7D18"/>
    <w:rsid w:val="004E02A0"/>
    <w:rsid w:val="004E0EDC"/>
    <w:rsid w:val="004E10E7"/>
    <w:rsid w:val="004E201E"/>
    <w:rsid w:val="004E22E1"/>
    <w:rsid w:val="004E244F"/>
    <w:rsid w:val="004E25C8"/>
    <w:rsid w:val="004E26F6"/>
    <w:rsid w:val="004E361E"/>
    <w:rsid w:val="004E36A7"/>
    <w:rsid w:val="004E37A8"/>
    <w:rsid w:val="004E3921"/>
    <w:rsid w:val="004E5033"/>
    <w:rsid w:val="004E5163"/>
    <w:rsid w:val="004E51C4"/>
    <w:rsid w:val="004E525E"/>
    <w:rsid w:val="004E5515"/>
    <w:rsid w:val="004E59DB"/>
    <w:rsid w:val="004E5CB0"/>
    <w:rsid w:val="004E63F6"/>
    <w:rsid w:val="004E686A"/>
    <w:rsid w:val="004E6E25"/>
    <w:rsid w:val="004E7C1A"/>
    <w:rsid w:val="004E7D3B"/>
    <w:rsid w:val="004F0597"/>
    <w:rsid w:val="004F0678"/>
    <w:rsid w:val="004F0880"/>
    <w:rsid w:val="004F0979"/>
    <w:rsid w:val="004F0D9A"/>
    <w:rsid w:val="004F0ED5"/>
    <w:rsid w:val="004F101E"/>
    <w:rsid w:val="004F1B38"/>
    <w:rsid w:val="004F1C36"/>
    <w:rsid w:val="004F1FEE"/>
    <w:rsid w:val="004F209A"/>
    <w:rsid w:val="004F2A9B"/>
    <w:rsid w:val="004F37A0"/>
    <w:rsid w:val="004F3C87"/>
    <w:rsid w:val="004F3EE2"/>
    <w:rsid w:val="004F414B"/>
    <w:rsid w:val="004F561C"/>
    <w:rsid w:val="004F6714"/>
    <w:rsid w:val="004F6965"/>
    <w:rsid w:val="004F7622"/>
    <w:rsid w:val="004F78F9"/>
    <w:rsid w:val="004F7CFC"/>
    <w:rsid w:val="004F7DDF"/>
    <w:rsid w:val="004F7E2B"/>
    <w:rsid w:val="00500A31"/>
    <w:rsid w:val="005013DB"/>
    <w:rsid w:val="005013F9"/>
    <w:rsid w:val="00501464"/>
    <w:rsid w:val="00501982"/>
    <w:rsid w:val="00502768"/>
    <w:rsid w:val="00503531"/>
    <w:rsid w:val="00503E52"/>
    <w:rsid w:val="00504533"/>
    <w:rsid w:val="00504D0C"/>
    <w:rsid w:val="00504D80"/>
    <w:rsid w:val="005054D1"/>
    <w:rsid w:val="00505A1B"/>
    <w:rsid w:val="00505CC2"/>
    <w:rsid w:val="00506719"/>
    <w:rsid w:val="00506840"/>
    <w:rsid w:val="005075E9"/>
    <w:rsid w:val="00507B78"/>
    <w:rsid w:val="00507DA0"/>
    <w:rsid w:val="00510AB5"/>
    <w:rsid w:val="00510B8F"/>
    <w:rsid w:val="00510F7C"/>
    <w:rsid w:val="00510F7E"/>
    <w:rsid w:val="00511C38"/>
    <w:rsid w:val="00511D55"/>
    <w:rsid w:val="00511D99"/>
    <w:rsid w:val="00511EF8"/>
    <w:rsid w:val="00512303"/>
    <w:rsid w:val="00512E69"/>
    <w:rsid w:val="005136D2"/>
    <w:rsid w:val="005143FB"/>
    <w:rsid w:val="005145D1"/>
    <w:rsid w:val="0051470D"/>
    <w:rsid w:val="00514795"/>
    <w:rsid w:val="005147DF"/>
    <w:rsid w:val="00514D11"/>
    <w:rsid w:val="00514ECF"/>
    <w:rsid w:val="005150F6"/>
    <w:rsid w:val="0051518E"/>
    <w:rsid w:val="00515959"/>
    <w:rsid w:val="0051619A"/>
    <w:rsid w:val="005161C9"/>
    <w:rsid w:val="005165D4"/>
    <w:rsid w:val="00516897"/>
    <w:rsid w:val="00516E6C"/>
    <w:rsid w:val="00516F16"/>
    <w:rsid w:val="0051755A"/>
    <w:rsid w:val="005177F0"/>
    <w:rsid w:val="00517C1B"/>
    <w:rsid w:val="00517C79"/>
    <w:rsid w:val="00517CF7"/>
    <w:rsid w:val="00517D51"/>
    <w:rsid w:val="005200D3"/>
    <w:rsid w:val="00520D03"/>
    <w:rsid w:val="00521351"/>
    <w:rsid w:val="005225EF"/>
    <w:rsid w:val="00522852"/>
    <w:rsid w:val="00522C40"/>
    <w:rsid w:val="00523236"/>
    <w:rsid w:val="005236E0"/>
    <w:rsid w:val="00523BD3"/>
    <w:rsid w:val="00523C5C"/>
    <w:rsid w:val="0052435F"/>
    <w:rsid w:val="005244AD"/>
    <w:rsid w:val="005248A4"/>
    <w:rsid w:val="00524DEF"/>
    <w:rsid w:val="00525C2E"/>
    <w:rsid w:val="00525FDB"/>
    <w:rsid w:val="00526210"/>
    <w:rsid w:val="00526A90"/>
    <w:rsid w:val="00526AAE"/>
    <w:rsid w:val="005276A7"/>
    <w:rsid w:val="005279A3"/>
    <w:rsid w:val="00527D18"/>
    <w:rsid w:val="00527DEA"/>
    <w:rsid w:val="00527EA0"/>
    <w:rsid w:val="0053001E"/>
    <w:rsid w:val="005304AC"/>
    <w:rsid w:val="00530BEC"/>
    <w:rsid w:val="0053110E"/>
    <w:rsid w:val="005316D7"/>
    <w:rsid w:val="0053189A"/>
    <w:rsid w:val="0053202F"/>
    <w:rsid w:val="005321FD"/>
    <w:rsid w:val="005322C7"/>
    <w:rsid w:val="00532883"/>
    <w:rsid w:val="00532AED"/>
    <w:rsid w:val="00532BB7"/>
    <w:rsid w:val="00532BF9"/>
    <w:rsid w:val="00532DAB"/>
    <w:rsid w:val="00532E92"/>
    <w:rsid w:val="00533522"/>
    <w:rsid w:val="00533534"/>
    <w:rsid w:val="005338DB"/>
    <w:rsid w:val="00533B03"/>
    <w:rsid w:val="00533CA8"/>
    <w:rsid w:val="005344F3"/>
    <w:rsid w:val="00534E8C"/>
    <w:rsid w:val="0053544F"/>
    <w:rsid w:val="00535B89"/>
    <w:rsid w:val="00535D5D"/>
    <w:rsid w:val="005362B9"/>
    <w:rsid w:val="005363BA"/>
    <w:rsid w:val="005363C4"/>
    <w:rsid w:val="005363D0"/>
    <w:rsid w:val="00536885"/>
    <w:rsid w:val="0053695F"/>
    <w:rsid w:val="005370B5"/>
    <w:rsid w:val="005370EA"/>
    <w:rsid w:val="00537385"/>
    <w:rsid w:val="0053789C"/>
    <w:rsid w:val="0053789E"/>
    <w:rsid w:val="00537C9A"/>
    <w:rsid w:val="005401F6"/>
    <w:rsid w:val="00540B4F"/>
    <w:rsid w:val="00540D01"/>
    <w:rsid w:val="00540E4C"/>
    <w:rsid w:val="0054246F"/>
    <w:rsid w:val="00542730"/>
    <w:rsid w:val="005427F4"/>
    <w:rsid w:val="00542A7B"/>
    <w:rsid w:val="00542B15"/>
    <w:rsid w:val="00542BFA"/>
    <w:rsid w:val="00542D2B"/>
    <w:rsid w:val="00542D82"/>
    <w:rsid w:val="00543583"/>
    <w:rsid w:val="00543734"/>
    <w:rsid w:val="00543C4F"/>
    <w:rsid w:val="00544068"/>
    <w:rsid w:val="005448B9"/>
    <w:rsid w:val="00544996"/>
    <w:rsid w:val="00544E24"/>
    <w:rsid w:val="005450F8"/>
    <w:rsid w:val="00545389"/>
    <w:rsid w:val="005457D1"/>
    <w:rsid w:val="00545807"/>
    <w:rsid w:val="00546692"/>
    <w:rsid w:val="00546804"/>
    <w:rsid w:val="00546FB5"/>
    <w:rsid w:val="0054703A"/>
    <w:rsid w:val="005470A1"/>
    <w:rsid w:val="00547103"/>
    <w:rsid w:val="00547202"/>
    <w:rsid w:val="005479C3"/>
    <w:rsid w:val="00547D49"/>
    <w:rsid w:val="00550867"/>
    <w:rsid w:val="00550FA8"/>
    <w:rsid w:val="005510BC"/>
    <w:rsid w:val="005517C6"/>
    <w:rsid w:val="00551E1C"/>
    <w:rsid w:val="005524FF"/>
    <w:rsid w:val="005526F6"/>
    <w:rsid w:val="00552BAC"/>
    <w:rsid w:val="00552C5D"/>
    <w:rsid w:val="00552D5E"/>
    <w:rsid w:val="00553826"/>
    <w:rsid w:val="005538C5"/>
    <w:rsid w:val="005543AE"/>
    <w:rsid w:val="00554CC7"/>
    <w:rsid w:val="00555047"/>
    <w:rsid w:val="005551AB"/>
    <w:rsid w:val="00555537"/>
    <w:rsid w:val="00555B2B"/>
    <w:rsid w:val="00556626"/>
    <w:rsid w:val="00556648"/>
    <w:rsid w:val="00557185"/>
    <w:rsid w:val="0055734E"/>
    <w:rsid w:val="00557890"/>
    <w:rsid w:val="0056104F"/>
    <w:rsid w:val="0056142A"/>
    <w:rsid w:val="00561A1F"/>
    <w:rsid w:val="005622F4"/>
    <w:rsid w:val="00562CA3"/>
    <w:rsid w:val="00562F22"/>
    <w:rsid w:val="00563270"/>
    <w:rsid w:val="0056333B"/>
    <w:rsid w:val="00563BC3"/>
    <w:rsid w:val="00564427"/>
    <w:rsid w:val="00564853"/>
    <w:rsid w:val="00564F31"/>
    <w:rsid w:val="00564FA2"/>
    <w:rsid w:val="0056519C"/>
    <w:rsid w:val="005653C7"/>
    <w:rsid w:val="00565479"/>
    <w:rsid w:val="005655CE"/>
    <w:rsid w:val="005656E5"/>
    <w:rsid w:val="00565D34"/>
    <w:rsid w:val="00565EF9"/>
    <w:rsid w:val="00566BF7"/>
    <w:rsid w:val="00566C96"/>
    <w:rsid w:val="00566CAC"/>
    <w:rsid w:val="00566CDC"/>
    <w:rsid w:val="00566CF0"/>
    <w:rsid w:val="0056794C"/>
    <w:rsid w:val="00567A73"/>
    <w:rsid w:val="00567AE7"/>
    <w:rsid w:val="00570134"/>
    <w:rsid w:val="00570B9C"/>
    <w:rsid w:val="00570C9F"/>
    <w:rsid w:val="00570CCC"/>
    <w:rsid w:val="00570F5D"/>
    <w:rsid w:val="00570FC5"/>
    <w:rsid w:val="00571AF2"/>
    <w:rsid w:val="00571B69"/>
    <w:rsid w:val="00571FE3"/>
    <w:rsid w:val="0057204F"/>
    <w:rsid w:val="0057336A"/>
    <w:rsid w:val="00573394"/>
    <w:rsid w:val="0057342C"/>
    <w:rsid w:val="00573E14"/>
    <w:rsid w:val="00573E42"/>
    <w:rsid w:val="005740B3"/>
    <w:rsid w:val="00574172"/>
    <w:rsid w:val="005746C9"/>
    <w:rsid w:val="0057490C"/>
    <w:rsid w:val="005751DB"/>
    <w:rsid w:val="00575FAA"/>
    <w:rsid w:val="0057610A"/>
    <w:rsid w:val="005761F8"/>
    <w:rsid w:val="00576246"/>
    <w:rsid w:val="0057719E"/>
    <w:rsid w:val="0057738B"/>
    <w:rsid w:val="005775FD"/>
    <w:rsid w:val="005779E0"/>
    <w:rsid w:val="00577A40"/>
    <w:rsid w:val="00577CEA"/>
    <w:rsid w:val="00577F52"/>
    <w:rsid w:val="00580004"/>
    <w:rsid w:val="005802F0"/>
    <w:rsid w:val="005811F7"/>
    <w:rsid w:val="00581BA9"/>
    <w:rsid w:val="00582E7D"/>
    <w:rsid w:val="005831CB"/>
    <w:rsid w:val="005834DD"/>
    <w:rsid w:val="005838BB"/>
    <w:rsid w:val="00583F32"/>
    <w:rsid w:val="005842EB"/>
    <w:rsid w:val="005845EB"/>
    <w:rsid w:val="0058483B"/>
    <w:rsid w:val="00585DC3"/>
    <w:rsid w:val="005860C1"/>
    <w:rsid w:val="005860F8"/>
    <w:rsid w:val="00586205"/>
    <w:rsid w:val="00586524"/>
    <w:rsid w:val="00586ACC"/>
    <w:rsid w:val="00586B8B"/>
    <w:rsid w:val="005870B5"/>
    <w:rsid w:val="00587604"/>
    <w:rsid w:val="00587B18"/>
    <w:rsid w:val="00590570"/>
    <w:rsid w:val="0059081E"/>
    <w:rsid w:val="00590A64"/>
    <w:rsid w:val="00591003"/>
    <w:rsid w:val="005912C0"/>
    <w:rsid w:val="005912C6"/>
    <w:rsid w:val="0059158D"/>
    <w:rsid w:val="00591B64"/>
    <w:rsid w:val="00591F7C"/>
    <w:rsid w:val="00593513"/>
    <w:rsid w:val="00593B12"/>
    <w:rsid w:val="00593BD8"/>
    <w:rsid w:val="00594291"/>
    <w:rsid w:val="005950C9"/>
    <w:rsid w:val="0059559D"/>
    <w:rsid w:val="00595A64"/>
    <w:rsid w:val="005967B2"/>
    <w:rsid w:val="00596991"/>
    <w:rsid w:val="0059735D"/>
    <w:rsid w:val="005977E6"/>
    <w:rsid w:val="0059787B"/>
    <w:rsid w:val="00597C97"/>
    <w:rsid w:val="00597CAC"/>
    <w:rsid w:val="005A07EE"/>
    <w:rsid w:val="005A0954"/>
    <w:rsid w:val="005A09B6"/>
    <w:rsid w:val="005A0D65"/>
    <w:rsid w:val="005A0E30"/>
    <w:rsid w:val="005A1AC5"/>
    <w:rsid w:val="005A2481"/>
    <w:rsid w:val="005A2E97"/>
    <w:rsid w:val="005A313F"/>
    <w:rsid w:val="005A323A"/>
    <w:rsid w:val="005A3912"/>
    <w:rsid w:val="005A391B"/>
    <w:rsid w:val="005A48D4"/>
    <w:rsid w:val="005A4E47"/>
    <w:rsid w:val="005A5982"/>
    <w:rsid w:val="005A5B4E"/>
    <w:rsid w:val="005A5DD6"/>
    <w:rsid w:val="005A6098"/>
    <w:rsid w:val="005A644F"/>
    <w:rsid w:val="005A6679"/>
    <w:rsid w:val="005A690D"/>
    <w:rsid w:val="005A7683"/>
    <w:rsid w:val="005A79F4"/>
    <w:rsid w:val="005A7DA2"/>
    <w:rsid w:val="005B0213"/>
    <w:rsid w:val="005B0C82"/>
    <w:rsid w:val="005B1C89"/>
    <w:rsid w:val="005B23B6"/>
    <w:rsid w:val="005B27A0"/>
    <w:rsid w:val="005B2EDB"/>
    <w:rsid w:val="005B307B"/>
    <w:rsid w:val="005B3205"/>
    <w:rsid w:val="005B33CE"/>
    <w:rsid w:val="005B343C"/>
    <w:rsid w:val="005B37BB"/>
    <w:rsid w:val="005B3D6D"/>
    <w:rsid w:val="005B441A"/>
    <w:rsid w:val="005B4469"/>
    <w:rsid w:val="005B4F52"/>
    <w:rsid w:val="005B508A"/>
    <w:rsid w:val="005B50DE"/>
    <w:rsid w:val="005B51A1"/>
    <w:rsid w:val="005B55EE"/>
    <w:rsid w:val="005B5719"/>
    <w:rsid w:val="005B57AF"/>
    <w:rsid w:val="005B6099"/>
    <w:rsid w:val="005B61DE"/>
    <w:rsid w:val="005B64B7"/>
    <w:rsid w:val="005B6695"/>
    <w:rsid w:val="005B66FC"/>
    <w:rsid w:val="005B6F70"/>
    <w:rsid w:val="005B6FF8"/>
    <w:rsid w:val="005B732A"/>
    <w:rsid w:val="005B735E"/>
    <w:rsid w:val="005B742D"/>
    <w:rsid w:val="005B7C4E"/>
    <w:rsid w:val="005B7CDF"/>
    <w:rsid w:val="005B7DC2"/>
    <w:rsid w:val="005C08FE"/>
    <w:rsid w:val="005C095A"/>
    <w:rsid w:val="005C0E4B"/>
    <w:rsid w:val="005C0F4E"/>
    <w:rsid w:val="005C10E2"/>
    <w:rsid w:val="005C150C"/>
    <w:rsid w:val="005C1955"/>
    <w:rsid w:val="005C1B2E"/>
    <w:rsid w:val="005C1BDB"/>
    <w:rsid w:val="005C1D43"/>
    <w:rsid w:val="005C1FEB"/>
    <w:rsid w:val="005C21B3"/>
    <w:rsid w:val="005C3078"/>
    <w:rsid w:val="005C3286"/>
    <w:rsid w:val="005C33EB"/>
    <w:rsid w:val="005C35B6"/>
    <w:rsid w:val="005C3823"/>
    <w:rsid w:val="005C3F20"/>
    <w:rsid w:val="005C4003"/>
    <w:rsid w:val="005C40AC"/>
    <w:rsid w:val="005C497B"/>
    <w:rsid w:val="005C50DF"/>
    <w:rsid w:val="005C5107"/>
    <w:rsid w:val="005C5466"/>
    <w:rsid w:val="005C5BBB"/>
    <w:rsid w:val="005C5C0C"/>
    <w:rsid w:val="005C6531"/>
    <w:rsid w:val="005C6E0C"/>
    <w:rsid w:val="005C747C"/>
    <w:rsid w:val="005C7654"/>
    <w:rsid w:val="005C7B86"/>
    <w:rsid w:val="005D02C8"/>
    <w:rsid w:val="005D04EC"/>
    <w:rsid w:val="005D0A54"/>
    <w:rsid w:val="005D117F"/>
    <w:rsid w:val="005D15CE"/>
    <w:rsid w:val="005D1A61"/>
    <w:rsid w:val="005D25E3"/>
    <w:rsid w:val="005D2FF5"/>
    <w:rsid w:val="005D3B8B"/>
    <w:rsid w:val="005D4671"/>
    <w:rsid w:val="005D4A84"/>
    <w:rsid w:val="005D4A8E"/>
    <w:rsid w:val="005D5ABC"/>
    <w:rsid w:val="005D62C7"/>
    <w:rsid w:val="005D6795"/>
    <w:rsid w:val="005D6887"/>
    <w:rsid w:val="005D6892"/>
    <w:rsid w:val="005D68BA"/>
    <w:rsid w:val="005D6A41"/>
    <w:rsid w:val="005E0304"/>
    <w:rsid w:val="005E04FF"/>
    <w:rsid w:val="005E0ABA"/>
    <w:rsid w:val="005E12E4"/>
    <w:rsid w:val="005E154F"/>
    <w:rsid w:val="005E1DC4"/>
    <w:rsid w:val="005E1FAF"/>
    <w:rsid w:val="005E2429"/>
    <w:rsid w:val="005E2BE0"/>
    <w:rsid w:val="005E2C30"/>
    <w:rsid w:val="005E2CE2"/>
    <w:rsid w:val="005E2D2F"/>
    <w:rsid w:val="005E3872"/>
    <w:rsid w:val="005E3952"/>
    <w:rsid w:val="005E454F"/>
    <w:rsid w:val="005E47D1"/>
    <w:rsid w:val="005E4A57"/>
    <w:rsid w:val="005E5580"/>
    <w:rsid w:val="005E5B7B"/>
    <w:rsid w:val="005E60C0"/>
    <w:rsid w:val="005E6424"/>
    <w:rsid w:val="005E6464"/>
    <w:rsid w:val="005E67F7"/>
    <w:rsid w:val="005E6954"/>
    <w:rsid w:val="005E6BB2"/>
    <w:rsid w:val="005E72CC"/>
    <w:rsid w:val="005E7490"/>
    <w:rsid w:val="005E78BD"/>
    <w:rsid w:val="005E7AD6"/>
    <w:rsid w:val="005F0288"/>
    <w:rsid w:val="005F0626"/>
    <w:rsid w:val="005F09C0"/>
    <w:rsid w:val="005F0F30"/>
    <w:rsid w:val="005F12D9"/>
    <w:rsid w:val="005F16ED"/>
    <w:rsid w:val="005F19D7"/>
    <w:rsid w:val="005F20EE"/>
    <w:rsid w:val="005F2102"/>
    <w:rsid w:val="005F2459"/>
    <w:rsid w:val="005F2A2F"/>
    <w:rsid w:val="005F2F34"/>
    <w:rsid w:val="005F3660"/>
    <w:rsid w:val="005F3848"/>
    <w:rsid w:val="005F3CF9"/>
    <w:rsid w:val="005F4516"/>
    <w:rsid w:val="005F4723"/>
    <w:rsid w:val="005F4BF5"/>
    <w:rsid w:val="005F5126"/>
    <w:rsid w:val="005F540F"/>
    <w:rsid w:val="005F57F8"/>
    <w:rsid w:val="005F5B6A"/>
    <w:rsid w:val="005F5DC4"/>
    <w:rsid w:val="005F6340"/>
    <w:rsid w:val="005F68D7"/>
    <w:rsid w:val="005F768B"/>
    <w:rsid w:val="005F7A6A"/>
    <w:rsid w:val="006001ED"/>
    <w:rsid w:val="00600614"/>
    <w:rsid w:val="00600AE0"/>
    <w:rsid w:val="00600C5D"/>
    <w:rsid w:val="00600EAB"/>
    <w:rsid w:val="0060119D"/>
    <w:rsid w:val="006013AD"/>
    <w:rsid w:val="00601758"/>
    <w:rsid w:val="00601C39"/>
    <w:rsid w:val="00601F9D"/>
    <w:rsid w:val="006021AC"/>
    <w:rsid w:val="00602280"/>
    <w:rsid w:val="00602DF0"/>
    <w:rsid w:val="00603294"/>
    <w:rsid w:val="00603424"/>
    <w:rsid w:val="00603603"/>
    <w:rsid w:val="00603CC2"/>
    <w:rsid w:val="00603DC3"/>
    <w:rsid w:val="00604938"/>
    <w:rsid w:val="00604AF0"/>
    <w:rsid w:val="00604CF4"/>
    <w:rsid w:val="0060516A"/>
    <w:rsid w:val="006052A6"/>
    <w:rsid w:val="006054E9"/>
    <w:rsid w:val="006056D9"/>
    <w:rsid w:val="00605745"/>
    <w:rsid w:val="00605746"/>
    <w:rsid w:val="00605BB7"/>
    <w:rsid w:val="006061C1"/>
    <w:rsid w:val="006061E8"/>
    <w:rsid w:val="006066AE"/>
    <w:rsid w:val="00606BFB"/>
    <w:rsid w:val="00606C7D"/>
    <w:rsid w:val="00606F5C"/>
    <w:rsid w:val="0060731C"/>
    <w:rsid w:val="00607652"/>
    <w:rsid w:val="00607705"/>
    <w:rsid w:val="00607949"/>
    <w:rsid w:val="006079AC"/>
    <w:rsid w:val="00610034"/>
    <w:rsid w:val="0061040B"/>
    <w:rsid w:val="00610520"/>
    <w:rsid w:val="00610ABE"/>
    <w:rsid w:val="00610C9C"/>
    <w:rsid w:val="006110A8"/>
    <w:rsid w:val="00611B1B"/>
    <w:rsid w:val="00611C66"/>
    <w:rsid w:val="00611D99"/>
    <w:rsid w:val="00611F57"/>
    <w:rsid w:val="006121C9"/>
    <w:rsid w:val="00612562"/>
    <w:rsid w:val="006135E0"/>
    <w:rsid w:val="00613620"/>
    <w:rsid w:val="0061372E"/>
    <w:rsid w:val="00614A5C"/>
    <w:rsid w:val="00614EED"/>
    <w:rsid w:val="00614F9F"/>
    <w:rsid w:val="00615524"/>
    <w:rsid w:val="0061613E"/>
    <w:rsid w:val="006161EA"/>
    <w:rsid w:val="0061655E"/>
    <w:rsid w:val="006169B3"/>
    <w:rsid w:val="00616B46"/>
    <w:rsid w:val="00617270"/>
    <w:rsid w:val="006175B3"/>
    <w:rsid w:val="006176E8"/>
    <w:rsid w:val="0061773A"/>
    <w:rsid w:val="00617ED8"/>
    <w:rsid w:val="00620450"/>
    <w:rsid w:val="0062064D"/>
    <w:rsid w:val="006212D8"/>
    <w:rsid w:val="0062134F"/>
    <w:rsid w:val="0062135A"/>
    <w:rsid w:val="00621641"/>
    <w:rsid w:val="00621D07"/>
    <w:rsid w:val="00621F7A"/>
    <w:rsid w:val="00622B49"/>
    <w:rsid w:val="00622CF4"/>
    <w:rsid w:val="0062313F"/>
    <w:rsid w:val="00623286"/>
    <w:rsid w:val="00623647"/>
    <w:rsid w:val="00624633"/>
    <w:rsid w:val="006247D5"/>
    <w:rsid w:val="00624925"/>
    <w:rsid w:val="00624BB6"/>
    <w:rsid w:val="00625288"/>
    <w:rsid w:val="00625697"/>
    <w:rsid w:val="00625FFF"/>
    <w:rsid w:val="006266ED"/>
    <w:rsid w:val="006273DE"/>
    <w:rsid w:val="00627469"/>
    <w:rsid w:val="00627476"/>
    <w:rsid w:val="0062750D"/>
    <w:rsid w:val="0063017C"/>
    <w:rsid w:val="006312C1"/>
    <w:rsid w:val="00631F39"/>
    <w:rsid w:val="00632140"/>
    <w:rsid w:val="0063273D"/>
    <w:rsid w:val="00632C04"/>
    <w:rsid w:val="00633204"/>
    <w:rsid w:val="0063321F"/>
    <w:rsid w:val="006332DC"/>
    <w:rsid w:val="0063349C"/>
    <w:rsid w:val="006335C7"/>
    <w:rsid w:val="00633A44"/>
    <w:rsid w:val="00633AE1"/>
    <w:rsid w:val="00633B83"/>
    <w:rsid w:val="00633DF5"/>
    <w:rsid w:val="006343EE"/>
    <w:rsid w:val="00634857"/>
    <w:rsid w:val="006356A2"/>
    <w:rsid w:val="00635830"/>
    <w:rsid w:val="00636486"/>
    <w:rsid w:val="00636543"/>
    <w:rsid w:val="00636AAC"/>
    <w:rsid w:val="00636AFB"/>
    <w:rsid w:val="00636DA7"/>
    <w:rsid w:val="00637122"/>
    <w:rsid w:val="00637435"/>
    <w:rsid w:val="0063790E"/>
    <w:rsid w:val="00640276"/>
    <w:rsid w:val="00640280"/>
    <w:rsid w:val="00640A1C"/>
    <w:rsid w:val="00640B7C"/>
    <w:rsid w:val="00640DE3"/>
    <w:rsid w:val="00641738"/>
    <w:rsid w:val="00641BE0"/>
    <w:rsid w:val="00641D1D"/>
    <w:rsid w:val="00641F5B"/>
    <w:rsid w:val="0064221A"/>
    <w:rsid w:val="006429B8"/>
    <w:rsid w:val="00642B88"/>
    <w:rsid w:val="00642C23"/>
    <w:rsid w:val="00643061"/>
    <w:rsid w:val="006433D9"/>
    <w:rsid w:val="00643AA4"/>
    <w:rsid w:val="006441D9"/>
    <w:rsid w:val="0064491C"/>
    <w:rsid w:val="00644C80"/>
    <w:rsid w:val="0064633B"/>
    <w:rsid w:val="00646578"/>
    <w:rsid w:val="00646A97"/>
    <w:rsid w:val="00646D1F"/>
    <w:rsid w:val="00647787"/>
    <w:rsid w:val="00647C6A"/>
    <w:rsid w:val="00647D47"/>
    <w:rsid w:val="0065025E"/>
    <w:rsid w:val="006503DB"/>
    <w:rsid w:val="0065050D"/>
    <w:rsid w:val="006507CD"/>
    <w:rsid w:val="0065191A"/>
    <w:rsid w:val="006519D1"/>
    <w:rsid w:val="00651D4C"/>
    <w:rsid w:val="00651DA3"/>
    <w:rsid w:val="00652249"/>
    <w:rsid w:val="00652304"/>
    <w:rsid w:val="00652884"/>
    <w:rsid w:val="0065339D"/>
    <w:rsid w:val="00653749"/>
    <w:rsid w:val="00653D1C"/>
    <w:rsid w:val="00653DEF"/>
    <w:rsid w:val="00653EF5"/>
    <w:rsid w:val="006543A0"/>
    <w:rsid w:val="00654459"/>
    <w:rsid w:val="0065445E"/>
    <w:rsid w:val="0065450D"/>
    <w:rsid w:val="00654CE9"/>
    <w:rsid w:val="00654D7F"/>
    <w:rsid w:val="00654EF0"/>
    <w:rsid w:val="00655105"/>
    <w:rsid w:val="0065533B"/>
    <w:rsid w:val="0065557B"/>
    <w:rsid w:val="00655B28"/>
    <w:rsid w:val="006561FF"/>
    <w:rsid w:val="00656270"/>
    <w:rsid w:val="00656E9E"/>
    <w:rsid w:val="0065786A"/>
    <w:rsid w:val="00657B49"/>
    <w:rsid w:val="006600AC"/>
    <w:rsid w:val="00660DA6"/>
    <w:rsid w:val="00661115"/>
    <w:rsid w:val="006619B9"/>
    <w:rsid w:val="00661A04"/>
    <w:rsid w:val="00661A69"/>
    <w:rsid w:val="00661C87"/>
    <w:rsid w:val="006622ED"/>
    <w:rsid w:val="00662B74"/>
    <w:rsid w:val="00662E8B"/>
    <w:rsid w:val="00663975"/>
    <w:rsid w:val="00664D2D"/>
    <w:rsid w:val="00665015"/>
    <w:rsid w:val="006651BF"/>
    <w:rsid w:val="0066577E"/>
    <w:rsid w:val="00665D6F"/>
    <w:rsid w:val="00666461"/>
    <w:rsid w:val="0066647C"/>
    <w:rsid w:val="006664C9"/>
    <w:rsid w:val="006664E0"/>
    <w:rsid w:val="00666CB1"/>
    <w:rsid w:val="00667150"/>
    <w:rsid w:val="0066762D"/>
    <w:rsid w:val="00667A5D"/>
    <w:rsid w:val="00667C41"/>
    <w:rsid w:val="00670376"/>
    <w:rsid w:val="006708CA"/>
    <w:rsid w:val="00670EB1"/>
    <w:rsid w:val="00670F40"/>
    <w:rsid w:val="00671565"/>
    <w:rsid w:val="006715C3"/>
    <w:rsid w:val="0067179B"/>
    <w:rsid w:val="00671C8B"/>
    <w:rsid w:val="006721CB"/>
    <w:rsid w:val="0067251B"/>
    <w:rsid w:val="00672AAD"/>
    <w:rsid w:val="00672C50"/>
    <w:rsid w:val="00672FCC"/>
    <w:rsid w:val="00673443"/>
    <w:rsid w:val="006737B0"/>
    <w:rsid w:val="006743C3"/>
    <w:rsid w:val="0067490C"/>
    <w:rsid w:val="00675120"/>
    <w:rsid w:val="00675C9C"/>
    <w:rsid w:val="00676222"/>
    <w:rsid w:val="00676268"/>
    <w:rsid w:val="006767AF"/>
    <w:rsid w:val="00676B38"/>
    <w:rsid w:val="006773DF"/>
    <w:rsid w:val="00677552"/>
    <w:rsid w:val="00677963"/>
    <w:rsid w:val="00677B32"/>
    <w:rsid w:val="00680678"/>
    <w:rsid w:val="00680937"/>
    <w:rsid w:val="006809F5"/>
    <w:rsid w:val="00680FE6"/>
    <w:rsid w:val="00681758"/>
    <w:rsid w:val="006818D9"/>
    <w:rsid w:val="00681B10"/>
    <w:rsid w:val="00681E83"/>
    <w:rsid w:val="0068234C"/>
    <w:rsid w:val="006824FC"/>
    <w:rsid w:val="006828F1"/>
    <w:rsid w:val="00682F5F"/>
    <w:rsid w:val="00682F66"/>
    <w:rsid w:val="00682F97"/>
    <w:rsid w:val="0068326E"/>
    <w:rsid w:val="00683377"/>
    <w:rsid w:val="006833DD"/>
    <w:rsid w:val="00683508"/>
    <w:rsid w:val="0068377B"/>
    <w:rsid w:val="00683829"/>
    <w:rsid w:val="00683851"/>
    <w:rsid w:val="006841F4"/>
    <w:rsid w:val="0068467B"/>
    <w:rsid w:val="00684849"/>
    <w:rsid w:val="0068580F"/>
    <w:rsid w:val="006866B4"/>
    <w:rsid w:val="006868B9"/>
    <w:rsid w:val="0068690D"/>
    <w:rsid w:val="00686FCD"/>
    <w:rsid w:val="006873C3"/>
    <w:rsid w:val="00687FEE"/>
    <w:rsid w:val="00690630"/>
    <w:rsid w:val="0069077E"/>
    <w:rsid w:val="0069197C"/>
    <w:rsid w:val="00692B97"/>
    <w:rsid w:val="00693023"/>
    <w:rsid w:val="00693F0A"/>
    <w:rsid w:val="00694327"/>
    <w:rsid w:val="0069433A"/>
    <w:rsid w:val="006945DB"/>
    <w:rsid w:val="00694602"/>
    <w:rsid w:val="00694754"/>
    <w:rsid w:val="00694861"/>
    <w:rsid w:val="006955B1"/>
    <w:rsid w:val="00695648"/>
    <w:rsid w:val="00695AD5"/>
    <w:rsid w:val="00695DB6"/>
    <w:rsid w:val="00695DB9"/>
    <w:rsid w:val="00695FE4"/>
    <w:rsid w:val="00696E05"/>
    <w:rsid w:val="00697655"/>
    <w:rsid w:val="006978E4"/>
    <w:rsid w:val="00697DB2"/>
    <w:rsid w:val="00697DD6"/>
    <w:rsid w:val="00697FCC"/>
    <w:rsid w:val="006A0326"/>
    <w:rsid w:val="006A060C"/>
    <w:rsid w:val="006A12D6"/>
    <w:rsid w:val="006A1684"/>
    <w:rsid w:val="006A1DEE"/>
    <w:rsid w:val="006A2B8A"/>
    <w:rsid w:val="006A2CB9"/>
    <w:rsid w:val="006A307B"/>
    <w:rsid w:val="006A3299"/>
    <w:rsid w:val="006A361F"/>
    <w:rsid w:val="006A4010"/>
    <w:rsid w:val="006A4036"/>
    <w:rsid w:val="006A4FE1"/>
    <w:rsid w:val="006A5BE1"/>
    <w:rsid w:val="006A5E6C"/>
    <w:rsid w:val="006A6153"/>
    <w:rsid w:val="006A6334"/>
    <w:rsid w:val="006A662B"/>
    <w:rsid w:val="006A685E"/>
    <w:rsid w:val="006A6E97"/>
    <w:rsid w:val="006A749C"/>
    <w:rsid w:val="006A7633"/>
    <w:rsid w:val="006A76E8"/>
    <w:rsid w:val="006A7CC6"/>
    <w:rsid w:val="006B0213"/>
    <w:rsid w:val="006B16E8"/>
    <w:rsid w:val="006B2510"/>
    <w:rsid w:val="006B28CA"/>
    <w:rsid w:val="006B2E06"/>
    <w:rsid w:val="006B3813"/>
    <w:rsid w:val="006B3CC9"/>
    <w:rsid w:val="006B43A9"/>
    <w:rsid w:val="006B45CA"/>
    <w:rsid w:val="006B45F9"/>
    <w:rsid w:val="006B4668"/>
    <w:rsid w:val="006B4C6C"/>
    <w:rsid w:val="006B4F19"/>
    <w:rsid w:val="006B4FB6"/>
    <w:rsid w:val="006B526F"/>
    <w:rsid w:val="006B5343"/>
    <w:rsid w:val="006B53B2"/>
    <w:rsid w:val="006B55F4"/>
    <w:rsid w:val="006B562B"/>
    <w:rsid w:val="006B5B18"/>
    <w:rsid w:val="006B6335"/>
    <w:rsid w:val="006B68A1"/>
    <w:rsid w:val="006B73B5"/>
    <w:rsid w:val="006B7550"/>
    <w:rsid w:val="006B764D"/>
    <w:rsid w:val="006B7C36"/>
    <w:rsid w:val="006C01EF"/>
    <w:rsid w:val="006C0473"/>
    <w:rsid w:val="006C0913"/>
    <w:rsid w:val="006C18F1"/>
    <w:rsid w:val="006C196D"/>
    <w:rsid w:val="006C23B5"/>
    <w:rsid w:val="006C29E5"/>
    <w:rsid w:val="006C320F"/>
    <w:rsid w:val="006C4555"/>
    <w:rsid w:val="006C4BD6"/>
    <w:rsid w:val="006C4C81"/>
    <w:rsid w:val="006C4E85"/>
    <w:rsid w:val="006C504F"/>
    <w:rsid w:val="006C5B42"/>
    <w:rsid w:val="006C6912"/>
    <w:rsid w:val="006C6DB2"/>
    <w:rsid w:val="006C7162"/>
    <w:rsid w:val="006C7661"/>
    <w:rsid w:val="006C770B"/>
    <w:rsid w:val="006C7A31"/>
    <w:rsid w:val="006C7B31"/>
    <w:rsid w:val="006C7C71"/>
    <w:rsid w:val="006D078C"/>
    <w:rsid w:val="006D09CF"/>
    <w:rsid w:val="006D1386"/>
    <w:rsid w:val="006D1806"/>
    <w:rsid w:val="006D1C6F"/>
    <w:rsid w:val="006D1E2F"/>
    <w:rsid w:val="006D2700"/>
    <w:rsid w:val="006D2717"/>
    <w:rsid w:val="006D306E"/>
    <w:rsid w:val="006D3633"/>
    <w:rsid w:val="006D44A9"/>
    <w:rsid w:val="006D4775"/>
    <w:rsid w:val="006D4B91"/>
    <w:rsid w:val="006D4EC5"/>
    <w:rsid w:val="006D5083"/>
    <w:rsid w:val="006D535D"/>
    <w:rsid w:val="006D5868"/>
    <w:rsid w:val="006D58CD"/>
    <w:rsid w:val="006D5A79"/>
    <w:rsid w:val="006D61E4"/>
    <w:rsid w:val="006D6945"/>
    <w:rsid w:val="006D6F09"/>
    <w:rsid w:val="006D7FA7"/>
    <w:rsid w:val="006E032C"/>
    <w:rsid w:val="006E038E"/>
    <w:rsid w:val="006E068D"/>
    <w:rsid w:val="006E095A"/>
    <w:rsid w:val="006E0E85"/>
    <w:rsid w:val="006E0EE3"/>
    <w:rsid w:val="006E104A"/>
    <w:rsid w:val="006E146A"/>
    <w:rsid w:val="006E285B"/>
    <w:rsid w:val="006E3C4C"/>
    <w:rsid w:val="006E402B"/>
    <w:rsid w:val="006E428D"/>
    <w:rsid w:val="006E42F8"/>
    <w:rsid w:val="006E489C"/>
    <w:rsid w:val="006E4C1E"/>
    <w:rsid w:val="006E51F2"/>
    <w:rsid w:val="006E5C15"/>
    <w:rsid w:val="006E5D9A"/>
    <w:rsid w:val="006E5F3B"/>
    <w:rsid w:val="006E622A"/>
    <w:rsid w:val="006E68E4"/>
    <w:rsid w:val="006E6D0E"/>
    <w:rsid w:val="006E742E"/>
    <w:rsid w:val="006E7696"/>
    <w:rsid w:val="006E7F85"/>
    <w:rsid w:val="006F07AD"/>
    <w:rsid w:val="006F0CFF"/>
    <w:rsid w:val="006F12FD"/>
    <w:rsid w:val="006F1CF8"/>
    <w:rsid w:val="006F1D1B"/>
    <w:rsid w:val="006F1D5D"/>
    <w:rsid w:val="006F240F"/>
    <w:rsid w:val="006F244C"/>
    <w:rsid w:val="006F2AE0"/>
    <w:rsid w:val="006F2B03"/>
    <w:rsid w:val="006F3554"/>
    <w:rsid w:val="006F3A06"/>
    <w:rsid w:val="006F3A4E"/>
    <w:rsid w:val="006F3DCF"/>
    <w:rsid w:val="006F3FCC"/>
    <w:rsid w:val="006F4D5E"/>
    <w:rsid w:val="006F5893"/>
    <w:rsid w:val="006F58BA"/>
    <w:rsid w:val="006F5A34"/>
    <w:rsid w:val="006F5CA4"/>
    <w:rsid w:val="006F60D6"/>
    <w:rsid w:val="006F6E06"/>
    <w:rsid w:val="006F752A"/>
    <w:rsid w:val="006F76BD"/>
    <w:rsid w:val="006F78E4"/>
    <w:rsid w:val="006F7DD3"/>
    <w:rsid w:val="00700351"/>
    <w:rsid w:val="0070072A"/>
    <w:rsid w:val="007008CD"/>
    <w:rsid w:val="00700F54"/>
    <w:rsid w:val="007012CE"/>
    <w:rsid w:val="007017E2"/>
    <w:rsid w:val="00701D36"/>
    <w:rsid w:val="00702054"/>
    <w:rsid w:val="007022EF"/>
    <w:rsid w:val="007023CC"/>
    <w:rsid w:val="00702526"/>
    <w:rsid w:val="007026FE"/>
    <w:rsid w:val="007028FE"/>
    <w:rsid w:val="00702AFD"/>
    <w:rsid w:val="00702FA3"/>
    <w:rsid w:val="00703256"/>
    <w:rsid w:val="0070357E"/>
    <w:rsid w:val="00703767"/>
    <w:rsid w:val="00703D9D"/>
    <w:rsid w:val="00704139"/>
    <w:rsid w:val="00704537"/>
    <w:rsid w:val="00704D2F"/>
    <w:rsid w:val="0070541E"/>
    <w:rsid w:val="00705758"/>
    <w:rsid w:val="00705CD4"/>
    <w:rsid w:val="0070655D"/>
    <w:rsid w:val="00706CF5"/>
    <w:rsid w:val="00707065"/>
    <w:rsid w:val="00707398"/>
    <w:rsid w:val="007073BA"/>
    <w:rsid w:val="0070757B"/>
    <w:rsid w:val="00707AB7"/>
    <w:rsid w:val="00710100"/>
    <w:rsid w:val="00710C44"/>
    <w:rsid w:val="00710E1B"/>
    <w:rsid w:val="007111A4"/>
    <w:rsid w:val="00711314"/>
    <w:rsid w:val="00711AA7"/>
    <w:rsid w:val="00711E2E"/>
    <w:rsid w:val="00712904"/>
    <w:rsid w:val="00712963"/>
    <w:rsid w:val="00712E6B"/>
    <w:rsid w:val="00712FDF"/>
    <w:rsid w:val="007131CE"/>
    <w:rsid w:val="0071320C"/>
    <w:rsid w:val="007132ED"/>
    <w:rsid w:val="007133FC"/>
    <w:rsid w:val="0071377A"/>
    <w:rsid w:val="00713969"/>
    <w:rsid w:val="0071415F"/>
    <w:rsid w:val="007146A7"/>
    <w:rsid w:val="0071491C"/>
    <w:rsid w:val="00714FE1"/>
    <w:rsid w:val="007152B8"/>
    <w:rsid w:val="00715663"/>
    <w:rsid w:val="007156C5"/>
    <w:rsid w:val="00715CFE"/>
    <w:rsid w:val="00715DD7"/>
    <w:rsid w:val="00716154"/>
    <w:rsid w:val="00716682"/>
    <w:rsid w:val="007166C4"/>
    <w:rsid w:val="0071680F"/>
    <w:rsid w:val="00716B7C"/>
    <w:rsid w:val="00720730"/>
    <w:rsid w:val="00720904"/>
    <w:rsid w:val="0072099E"/>
    <w:rsid w:val="00720BC2"/>
    <w:rsid w:val="00721245"/>
    <w:rsid w:val="00721447"/>
    <w:rsid w:val="00721B35"/>
    <w:rsid w:val="00721D97"/>
    <w:rsid w:val="007224F6"/>
    <w:rsid w:val="00722CCD"/>
    <w:rsid w:val="00722E06"/>
    <w:rsid w:val="007241CF"/>
    <w:rsid w:val="007242F1"/>
    <w:rsid w:val="00724827"/>
    <w:rsid w:val="00724FD0"/>
    <w:rsid w:val="00725D05"/>
    <w:rsid w:val="00725F4F"/>
    <w:rsid w:val="00726D23"/>
    <w:rsid w:val="00726DC5"/>
    <w:rsid w:val="00727366"/>
    <w:rsid w:val="007277D1"/>
    <w:rsid w:val="007278D9"/>
    <w:rsid w:val="00727CE1"/>
    <w:rsid w:val="00727D79"/>
    <w:rsid w:val="00727E86"/>
    <w:rsid w:val="00730309"/>
    <w:rsid w:val="0073164B"/>
    <w:rsid w:val="00731A03"/>
    <w:rsid w:val="00731DCE"/>
    <w:rsid w:val="00731F71"/>
    <w:rsid w:val="00732D19"/>
    <w:rsid w:val="00732F2E"/>
    <w:rsid w:val="00733BE9"/>
    <w:rsid w:val="00733C45"/>
    <w:rsid w:val="00734B9D"/>
    <w:rsid w:val="00734C5C"/>
    <w:rsid w:val="00735226"/>
    <w:rsid w:val="0073561D"/>
    <w:rsid w:val="00735CF0"/>
    <w:rsid w:val="00735F1C"/>
    <w:rsid w:val="007362AE"/>
    <w:rsid w:val="00736520"/>
    <w:rsid w:val="00736D5A"/>
    <w:rsid w:val="00737330"/>
    <w:rsid w:val="0073738A"/>
    <w:rsid w:val="007408A5"/>
    <w:rsid w:val="00741B9D"/>
    <w:rsid w:val="00742075"/>
    <w:rsid w:val="00742DF0"/>
    <w:rsid w:val="00742FE8"/>
    <w:rsid w:val="00743386"/>
    <w:rsid w:val="007438B9"/>
    <w:rsid w:val="00743E8D"/>
    <w:rsid w:val="00744373"/>
    <w:rsid w:val="007446B5"/>
    <w:rsid w:val="00744A59"/>
    <w:rsid w:val="007455B1"/>
    <w:rsid w:val="00745CC7"/>
    <w:rsid w:val="00746063"/>
    <w:rsid w:val="007461DA"/>
    <w:rsid w:val="0074671C"/>
    <w:rsid w:val="0074747F"/>
    <w:rsid w:val="00747604"/>
    <w:rsid w:val="00747E11"/>
    <w:rsid w:val="00747E3E"/>
    <w:rsid w:val="00747EA2"/>
    <w:rsid w:val="007503BD"/>
    <w:rsid w:val="0075076E"/>
    <w:rsid w:val="00750787"/>
    <w:rsid w:val="00750D7C"/>
    <w:rsid w:val="007510B0"/>
    <w:rsid w:val="00751A47"/>
    <w:rsid w:val="0075235E"/>
    <w:rsid w:val="00752D0B"/>
    <w:rsid w:val="00752F01"/>
    <w:rsid w:val="00752F27"/>
    <w:rsid w:val="007530F8"/>
    <w:rsid w:val="00753F50"/>
    <w:rsid w:val="007542BD"/>
    <w:rsid w:val="007542D2"/>
    <w:rsid w:val="007543F7"/>
    <w:rsid w:val="00754481"/>
    <w:rsid w:val="00755396"/>
    <w:rsid w:val="007558A5"/>
    <w:rsid w:val="00755A56"/>
    <w:rsid w:val="00755C4A"/>
    <w:rsid w:val="00755EF4"/>
    <w:rsid w:val="0075648C"/>
    <w:rsid w:val="00756500"/>
    <w:rsid w:val="00756626"/>
    <w:rsid w:val="007568DB"/>
    <w:rsid w:val="00756AEA"/>
    <w:rsid w:val="00756CE8"/>
    <w:rsid w:val="00756F97"/>
    <w:rsid w:val="00757112"/>
    <w:rsid w:val="00757610"/>
    <w:rsid w:val="00757B1E"/>
    <w:rsid w:val="00760B41"/>
    <w:rsid w:val="00760DC2"/>
    <w:rsid w:val="00760F26"/>
    <w:rsid w:val="0076110A"/>
    <w:rsid w:val="00761A81"/>
    <w:rsid w:val="00761ACA"/>
    <w:rsid w:val="00761B50"/>
    <w:rsid w:val="00761BD9"/>
    <w:rsid w:val="0076318E"/>
    <w:rsid w:val="00763274"/>
    <w:rsid w:val="00763B73"/>
    <w:rsid w:val="00763D20"/>
    <w:rsid w:val="00763F31"/>
    <w:rsid w:val="00764059"/>
    <w:rsid w:val="00764235"/>
    <w:rsid w:val="00764BC4"/>
    <w:rsid w:val="0076522B"/>
    <w:rsid w:val="007654E7"/>
    <w:rsid w:val="007659CF"/>
    <w:rsid w:val="00765F27"/>
    <w:rsid w:val="00766010"/>
    <w:rsid w:val="007678CA"/>
    <w:rsid w:val="00767D43"/>
    <w:rsid w:val="0077067F"/>
    <w:rsid w:val="0077104F"/>
    <w:rsid w:val="00771ABD"/>
    <w:rsid w:val="00772CD1"/>
    <w:rsid w:val="00773038"/>
    <w:rsid w:val="0077309C"/>
    <w:rsid w:val="007730EF"/>
    <w:rsid w:val="00773459"/>
    <w:rsid w:val="007737D5"/>
    <w:rsid w:val="007740BB"/>
    <w:rsid w:val="007740D1"/>
    <w:rsid w:val="007747D5"/>
    <w:rsid w:val="00774801"/>
    <w:rsid w:val="00775267"/>
    <w:rsid w:val="00775AAF"/>
    <w:rsid w:val="00775FC3"/>
    <w:rsid w:val="007762AC"/>
    <w:rsid w:val="007762D3"/>
    <w:rsid w:val="007766B1"/>
    <w:rsid w:val="007768C6"/>
    <w:rsid w:val="00776EA4"/>
    <w:rsid w:val="00776EF3"/>
    <w:rsid w:val="0078029B"/>
    <w:rsid w:val="00780375"/>
    <w:rsid w:val="00780ACB"/>
    <w:rsid w:val="00780E90"/>
    <w:rsid w:val="007811DE"/>
    <w:rsid w:val="007812EC"/>
    <w:rsid w:val="0078161C"/>
    <w:rsid w:val="00781EA9"/>
    <w:rsid w:val="007820F0"/>
    <w:rsid w:val="00782B74"/>
    <w:rsid w:val="00782DBF"/>
    <w:rsid w:val="00782E49"/>
    <w:rsid w:val="00783034"/>
    <w:rsid w:val="007830E1"/>
    <w:rsid w:val="007837CC"/>
    <w:rsid w:val="0078393D"/>
    <w:rsid w:val="0078399A"/>
    <w:rsid w:val="00783AB4"/>
    <w:rsid w:val="007847F7"/>
    <w:rsid w:val="00784868"/>
    <w:rsid w:val="00784B5A"/>
    <w:rsid w:val="00784E86"/>
    <w:rsid w:val="0078514D"/>
    <w:rsid w:val="0078557C"/>
    <w:rsid w:val="00785990"/>
    <w:rsid w:val="00785A38"/>
    <w:rsid w:val="00786506"/>
    <w:rsid w:val="007865E7"/>
    <w:rsid w:val="00786690"/>
    <w:rsid w:val="00786CAB"/>
    <w:rsid w:val="00787398"/>
    <w:rsid w:val="007874B6"/>
    <w:rsid w:val="00787795"/>
    <w:rsid w:val="00787DBA"/>
    <w:rsid w:val="00790937"/>
    <w:rsid w:val="00791C2E"/>
    <w:rsid w:val="00791C8D"/>
    <w:rsid w:val="00791CA7"/>
    <w:rsid w:val="00792375"/>
    <w:rsid w:val="0079269D"/>
    <w:rsid w:val="0079317B"/>
    <w:rsid w:val="0079319B"/>
    <w:rsid w:val="00793841"/>
    <w:rsid w:val="00793882"/>
    <w:rsid w:val="0079393E"/>
    <w:rsid w:val="00793B70"/>
    <w:rsid w:val="00793C93"/>
    <w:rsid w:val="00793D8E"/>
    <w:rsid w:val="007940E9"/>
    <w:rsid w:val="007941C9"/>
    <w:rsid w:val="00794300"/>
    <w:rsid w:val="007948CF"/>
    <w:rsid w:val="00794E55"/>
    <w:rsid w:val="00795724"/>
    <w:rsid w:val="00795B85"/>
    <w:rsid w:val="007965F5"/>
    <w:rsid w:val="00796651"/>
    <w:rsid w:val="00796B65"/>
    <w:rsid w:val="00796C98"/>
    <w:rsid w:val="00796DE6"/>
    <w:rsid w:val="0079793E"/>
    <w:rsid w:val="00797F24"/>
    <w:rsid w:val="00797FA0"/>
    <w:rsid w:val="007A0755"/>
    <w:rsid w:val="007A09F8"/>
    <w:rsid w:val="007A0BC0"/>
    <w:rsid w:val="007A0D10"/>
    <w:rsid w:val="007A12BA"/>
    <w:rsid w:val="007A13BB"/>
    <w:rsid w:val="007A1598"/>
    <w:rsid w:val="007A21D1"/>
    <w:rsid w:val="007A256C"/>
    <w:rsid w:val="007A25F9"/>
    <w:rsid w:val="007A2707"/>
    <w:rsid w:val="007A27A0"/>
    <w:rsid w:val="007A286D"/>
    <w:rsid w:val="007A290A"/>
    <w:rsid w:val="007A2D3F"/>
    <w:rsid w:val="007A2F80"/>
    <w:rsid w:val="007A316B"/>
    <w:rsid w:val="007A31D0"/>
    <w:rsid w:val="007A32B3"/>
    <w:rsid w:val="007A37F9"/>
    <w:rsid w:val="007A38E7"/>
    <w:rsid w:val="007A3D51"/>
    <w:rsid w:val="007A4150"/>
    <w:rsid w:val="007A4736"/>
    <w:rsid w:val="007A4DF3"/>
    <w:rsid w:val="007A4E7A"/>
    <w:rsid w:val="007A52B0"/>
    <w:rsid w:val="007A53E6"/>
    <w:rsid w:val="007A5630"/>
    <w:rsid w:val="007A5831"/>
    <w:rsid w:val="007A5D7C"/>
    <w:rsid w:val="007A61E6"/>
    <w:rsid w:val="007A6752"/>
    <w:rsid w:val="007A6C26"/>
    <w:rsid w:val="007A759F"/>
    <w:rsid w:val="007A7977"/>
    <w:rsid w:val="007A79BB"/>
    <w:rsid w:val="007A7E13"/>
    <w:rsid w:val="007B0277"/>
    <w:rsid w:val="007B0332"/>
    <w:rsid w:val="007B0406"/>
    <w:rsid w:val="007B091D"/>
    <w:rsid w:val="007B0E27"/>
    <w:rsid w:val="007B132E"/>
    <w:rsid w:val="007B16D7"/>
    <w:rsid w:val="007B16E0"/>
    <w:rsid w:val="007B1713"/>
    <w:rsid w:val="007B1A8E"/>
    <w:rsid w:val="007B2139"/>
    <w:rsid w:val="007B2297"/>
    <w:rsid w:val="007B2318"/>
    <w:rsid w:val="007B26C8"/>
    <w:rsid w:val="007B27AF"/>
    <w:rsid w:val="007B28E4"/>
    <w:rsid w:val="007B2C23"/>
    <w:rsid w:val="007B2FAD"/>
    <w:rsid w:val="007B3285"/>
    <w:rsid w:val="007B459C"/>
    <w:rsid w:val="007B620C"/>
    <w:rsid w:val="007B643C"/>
    <w:rsid w:val="007B6689"/>
    <w:rsid w:val="007B7344"/>
    <w:rsid w:val="007B7D7F"/>
    <w:rsid w:val="007B7FDF"/>
    <w:rsid w:val="007C000D"/>
    <w:rsid w:val="007C04D8"/>
    <w:rsid w:val="007C0A7E"/>
    <w:rsid w:val="007C0C87"/>
    <w:rsid w:val="007C0CD3"/>
    <w:rsid w:val="007C1D88"/>
    <w:rsid w:val="007C20CA"/>
    <w:rsid w:val="007C25BB"/>
    <w:rsid w:val="007C2CD4"/>
    <w:rsid w:val="007C2D4B"/>
    <w:rsid w:val="007C3491"/>
    <w:rsid w:val="007C3B40"/>
    <w:rsid w:val="007C3F64"/>
    <w:rsid w:val="007C40FB"/>
    <w:rsid w:val="007C43F0"/>
    <w:rsid w:val="007C4786"/>
    <w:rsid w:val="007C4C7D"/>
    <w:rsid w:val="007C55D8"/>
    <w:rsid w:val="007C5B67"/>
    <w:rsid w:val="007C60DB"/>
    <w:rsid w:val="007C6305"/>
    <w:rsid w:val="007C6870"/>
    <w:rsid w:val="007C6B46"/>
    <w:rsid w:val="007C70ED"/>
    <w:rsid w:val="007C7292"/>
    <w:rsid w:val="007C73D8"/>
    <w:rsid w:val="007C78A4"/>
    <w:rsid w:val="007C78D0"/>
    <w:rsid w:val="007C7A5A"/>
    <w:rsid w:val="007C7E83"/>
    <w:rsid w:val="007C7F84"/>
    <w:rsid w:val="007D053E"/>
    <w:rsid w:val="007D0DA4"/>
    <w:rsid w:val="007D0DDA"/>
    <w:rsid w:val="007D21F1"/>
    <w:rsid w:val="007D2BB0"/>
    <w:rsid w:val="007D2F02"/>
    <w:rsid w:val="007D3001"/>
    <w:rsid w:val="007D321A"/>
    <w:rsid w:val="007D35C5"/>
    <w:rsid w:val="007D3664"/>
    <w:rsid w:val="007D36FC"/>
    <w:rsid w:val="007D3872"/>
    <w:rsid w:val="007D3955"/>
    <w:rsid w:val="007D3A44"/>
    <w:rsid w:val="007D3B65"/>
    <w:rsid w:val="007D4FB4"/>
    <w:rsid w:val="007D5B95"/>
    <w:rsid w:val="007D5CB0"/>
    <w:rsid w:val="007D5DD6"/>
    <w:rsid w:val="007D6DD6"/>
    <w:rsid w:val="007D746A"/>
    <w:rsid w:val="007D77B3"/>
    <w:rsid w:val="007D7D07"/>
    <w:rsid w:val="007E0787"/>
    <w:rsid w:val="007E0996"/>
    <w:rsid w:val="007E0CEE"/>
    <w:rsid w:val="007E1015"/>
    <w:rsid w:val="007E1136"/>
    <w:rsid w:val="007E1355"/>
    <w:rsid w:val="007E14F0"/>
    <w:rsid w:val="007E1587"/>
    <w:rsid w:val="007E16F7"/>
    <w:rsid w:val="007E18F6"/>
    <w:rsid w:val="007E1F03"/>
    <w:rsid w:val="007E1F97"/>
    <w:rsid w:val="007E2392"/>
    <w:rsid w:val="007E2869"/>
    <w:rsid w:val="007E29C2"/>
    <w:rsid w:val="007E2EEB"/>
    <w:rsid w:val="007E3034"/>
    <w:rsid w:val="007E34FB"/>
    <w:rsid w:val="007E353D"/>
    <w:rsid w:val="007E3C00"/>
    <w:rsid w:val="007E3FBD"/>
    <w:rsid w:val="007E44C1"/>
    <w:rsid w:val="007E4602"/>
    <w:rsid w:val="007E490D"/>
    <w:rsid w:val="007E4B38"/>
    <w:rsid w:val="007E4EB2"/>
    <w:rsid w:val="007E4FF1"/>
    <w:rsid w:val="007E5214"/>
    <w:rsid w:val="007E52EB"/>
    <w:rsid w:val="007E52EF"/>
    <w:rsid w:val="007E55A7"/>
    <w:rsid w:val="007E585D"/>
    <w:rsid w:val="007E5CF4"/>
    <w:rsid w:val="007E5EB3"/>
    <w:rsid w:val="007E5F4B"/>
    <w:rsid w:val="007E66D0"/>
    <w:rsid w:val="007E66FF"/>
    <w:rsid w:val="007E6AFA"/>
    <w:rsid w:val="007E6F9C"/>
    <w:rsid w:val="007E714C"/>
    <w:rsid w:val="007F0557"/>
    <w:rsid w:val="007F0884"/>
    <w:rsid w:val="007F0944"/>
    <w:rsid w:val="007F0E6C"/>
    <w:rsid w:val="007F0F38"/>
    <w:rsid w:val="007F14AB"/>
    <w:rsid w:val="007F15D3"/>
    <w:rsid w:val="007F18F1"/>
    <w:rsid w:val="007F1A6E"/>
    <w:rsid w:val="007F1B2B"/>
    <w:rsid w:val="007F1E9F"/>
    <w:rsid w:val="007F1ED0"/>
    <w:rsid w:val="007F30DB"/>
    <w:rsid w:val="007F3CDE"/>
    <w:rsid w:val="007F424F"/>
    <w:rsid w:val="007F46D3"/>
    <w:rsid w:val="007F517A"/>
    <w:rsid w:val="007F5786"/>
    <w:rsid w:val="007F59D5"/>
    <w:rsid w:val="007F67E1"/>
    <w:rsid w:val="007F74B8"/>
    <w:rsid w:val="007F79F7"/>
    <w:rsid w:val="00800169"/>
    <w:rsid w:val="008004E8"/>
    <w:rsid w:val="008008E2"/>
    <w:rsid w:val="00801059"/>
    <w:rsid w:val="008010B5"/>
    <w:rsid w:val="0080155E"/>
    <w:rsid w:val="0080205E"/>
    <w:rsid w:val="0080222D"/>
    <w:rsid w:val="00802696"/>
    <w:rsid w:val="00802C15"/>
    <w:rsid w:val="008031FC"/>
    <w:rsid w:val="0080332C"/>
    <w:rsid w:val="008033F7"/>
    <w:rsid w:val="0080384A"/>
    <w:rsid w:val="00803CD3"/>
    <w:rsid w:val="00804652"/>
    <w:rsid w:val="008046ED"/>
    <w:rsid w:val="008049AF"/>
    <w:rsid w:val="00804A67"/>
    <w:rsid w:val="00804B2A"/>
    <w:rsid w:val="00804BE5"/>
    <w:rsid w:val="00804DAF"/>
    <w:rsid w:val="00804FC7"/>
    <w:rsid w:val="008052BA"/>
    <w:rsid w:val="008053E8"/>
    <w:rsid w:val="0080611D"/>
    <w:rsid w:val="00806A10"/>
    <w:rsid w:val="00806B03"/>
    <w:rsid w:val="00806D4A"/>
    <w:rsid w:val="00807E78"/>
    <w:rsid w:val="00810475"/>
    <w:rsid w:val="00810B1A"/>
    <w:rsid w:val="00811120"/>
    <w:rsid w:val="00811614"/>
    <w:rsid w:val="00812258"/>
    <w:rsid w:val="008129E0"/>
    <w:rsid w:val="00812D09"/>
    <w:rsid w:val="00812DEE"/>
    <w:rsid w:val="00813123"/>
    <w:rsid w:val="008134A0"/>
    <w:rsid w:val="008137CD"/>
    <w:rsid w:val="00813AED"/>
    <w:rsid w:val="00813CED"/>
    <w:rsid w:val="00814222"/>
    <w:rsid w:val="0081437E"/>
    <w:rsid w:val="0081477A"/>
    <w:rsid w:val="00814B83"/>
    <w:rsid w:val="00815DD4"/>
    <w:rsid w:val="008162B0"/>
    <w:rsid w:val="00816576"/>
    <w:rsid w:val="0081673A"/>
    <w:rsid w:val="0081705E"/>
    <w:rsid w:val="00817C47"/>
    <w:rsid w:val="00817DFB"/>
    <w:rsid w:val="008200F3"/>
    <w:rsid w:val="0082012B"/>
    <w:rsid w:val="00820504"/>
    <w:rsid w:val="00820FCF"/>
    <w:rsid w:val="0082116D"/>
    <w:rsid w:val="00821808"/>
    <w:rsid w:val="00821841"/>
    <w:rsid w:val="00822586"/>
    <w:rsid w:val="008229D1"/>
    <w:rsid w:val="00822D58"/>
    <w:rsid w:val="00822DED"/>
    <w:rsid w:val="008232DC"/>
    <w:rsid w:val="008232EB"/>
    <w:rsid w:val="00823482"/>
    <w:rsid w:val="008235B2"/>
    <w:rsid w:val="008236EF"/>
    <w:rsid w:val="00823819"/>
    <w:rsid w:val="00823977"/>
    <w:rsid w:val="00823BA2"/>
    <w:rsid w:val="00823E98"/>
    <w:rsid w:val="0082476A"/>
    <w:rsid w:val="0082499D"/>
    <w:rsid w:val="00824D77"/>
    <w:rsid w:val="00824F37"/>
    <w:rsid w:val="008253E2"/>
    <w:rsid w:val="0082560B"/>
    <w:rsid w:val="0082680E"/>
    <w:rsid w:val="008269FD"/>
    <w:rsid w:val="0082705C"/>
    <w:rsid w:val="008270AE"/>
    <w:rsid w:val="0082732F"/>
    <w:rsid w:val="008274D6"/>
    <w:rsid w:val="008277A3"/>
    <w:rsid w:val="00827C16"/>
    <w:rsid w:val="0083073A"/>
    <w:rsid w:val="00830C71"/>
    <w:rsid w:val="00830E79"/>
    <w:rsid w:val="00831019"/>
    <w:rsid w:val="00831141"/>
    <w:rsid w:val="00831149"/>
    <w:rsid w:val="008318D7"/>
    <w:rsid w:val="0083200F"/>
    <w:rsid w:val="008320BB"/>
    <w:rsid w:val="00832616"/>
    <w:rsid w:val="00832CDD"/>
    <w:rsid w:val="00832D6F"/>
    <w:rsid w:val="00833020"/>
    <w:rsid w:val="008339DC"/>
    <w:rsid w:val="008349A5"/>
    <w:rsid w:val="0083542E"/>
    <w:rsid w:val="008356BE"/>
    <w:rsid w:val="008356EA"/>
    <w:rsid w:val="00836229"/>
    <w:rsid w:val="0083669E"/>
    <w:rsid w:val="00836D8B"/>
    <w:rsid w:val="00837030"/>
    <w:rsid w:val="0083733D"/>
    <w:rsid w:val="00837440"/>
    <w:rsid w:val="00837867"/>
    <w:rsid w:val="00837946"/>
    <w:rsid w:val="00837B85"/>
    <w:rsid w:val="008403EA"/>
    <w:rsid w:val="00840662"/>
    <w:rsid w:val="008415A2"/>
    <w:rsid w:val="008418F5"/>
    <w:rsid w:val="008419A9"/>
    <w:rsid w:val="00841B22"/>
    <w:rsid w:val="008423FE"/>
    <w:rsid w:val="008424F5"/>
    <w:rsid w:val="00842A7C"/>
    <w:rsid w:val="00842FC5"/>
    <w:rsid w:val="00843527"/>
    <w:rsid w:val="00843D4D"/>
    <w:rsid w:val="00843D5E"/>
    <w:rsid w:val="00844AC1"/>
    <w:rsid w:val="00844E49"/>
    <w:rsid w:val="0084501D"/>
    <w:rsid w:val="008456FA"/>
    <w:rsid w:val="00845BC4"/>
    <w:rsid w:val="00845BF4"/>
    <w:rsid w:val="00846432"/>
    <w:rsid w:val="0084688C"/>
    <w:rsid w:val="0084696B"/>
    <w:rsid w:val="00850E32"/>
    <w:rsid w:val="008513F3"/>
    <w:rsid w:val="008514CB"/>
    <w:rsid w:val="008514D5"/>
    <w:rsid w:val="00851837"/>
    <w:rsid w:val="00851A6E"/>
    <w:rsid w:val="00851AFF"/>
    <w:rsid w:val="00852302"/>
    <w:rsid w:val="008527C2"/>
    <w:rsid w:val="00852906"/>
    <w:rsid w:val="00852CC2"/>
    <w:rsid w:val="00852F28"/>
    <w:rsid w:val="00853843"/>
    <w:rsid w:val="00853B35"/>
    <w:rsid w:val="00853E2D"/>
    <w:rsid w:val="0085499F"/>
    <w:rsid w:val="00854FE6"/>
    <w:rsid w:val="00855491"/>
    <w:rsid w:val="008556E0"/>
    <w:rsid w:val="008564B5"/>
    <w:rsid w:val="0085682D"/>
    <w:rsid w:val="00856C0E"/>
    <w:rsid w:val="00856E4C"/>
    <w:rsid w:val="00857762"/>
    <w:rsid w:val="0086014A"/>
    <w:rsid w:val="00860859"/>
    <w:rsid w:val="00860A7A"/>
    <w:rsid w:val="008614D1"/>
    <w:rsid w:val="008615AB"/>
    <w:rsid w:val="00861A01"/>
    <w:rsid w:val="00861AC7"/>
    <w:rsid w:val="00861CD1"/>
    <w:rsid w:val="00861D5D"/>
    <w:rsid w:val="00862143"/>
    <w:rsid w:val="00862B9D"/>
    <w:rsid w:val="00862C38"/>
    <w:rsid w:val="00862FDF"/>
    <w:rsid w:val="00863C88"/>
    <w:rsid w:val="008640D6"/>
    <w:rsid w:val="008644AA"/>
    <w:rsid w:val="008646D5"/>
    <w:rsid w:val="00864709"/>
    <w:rsid w:val="00865EB3"/>
    <w:rsid w:val="00866066"/>
    <w:rsid w:val="00866E02"/>
    <w:rsid w:val="008675BD"/>
    <w:rsid w:val="00867686"/>
    <w:rsid w:val="00870194"/>
    <w:rsid w:val="00870F29"/>
    <w:rsid w:val="0087101C"/>
    <w:rsid w:val="008715A8"/>
    <w:rsid w:val="0087164A"/>
    <w:rsid w:val="00871B20"/>
    <w:rsid w:val="00871F77"/>
    <w:rsid w:val="00872072"/>
    <w:rsid w:val="008721DC"/>
    <w:rsid w:val="00872C57"/>
    <w:rsid w:val="00872DC9"/>
    <w:rsid w:val="00873B4A"/>
    <w:rsid w:val="0087439F"/>
    <w:rsid w:val="0087478A"/>
    <w:rsid w:val="00874A33"/>
    <w:rsid w:val="00874CA8"/>
    <w:rsid w:val="0087599E"/>
    <w:rsid w:val="00875B38"/>
    <w:rsid w:val="00875F27"/>
    <w:rsid w:val="0087602B"/>
    <w:rsid w:val="0087621F"/>
    <w:rsid w:val="00877FE1"/>
    <w:rsid w:val="008803DA"/>
    <w:rsid w:val="008807D7"/>
    <w:rsid w:val="00880E30"/>
    <w:rsid w:val="008810AE"/>
    <w:rsid w:val="00881A52"/>
    <w:rsid w:val="00881A9C"/>
    <w:rsid w:val="008827BF"/>
    <w:rsid w:val="00882BF0"/>
    <w:rsid w:val="00882F61"/>
    <w:rsid w:val="00883484"/>
    <w:rsid w:val="00883562"/>
    <w:rsid w:val="008837E3"/>
    <w:rsid w:val="00883AA2"/>
    <w:rsid w:val="00883DE2"/>
    <w:rsid w:val="00883E05"/>
    <w:rsid w:val="00883F65"/>
    <w:rsid w:val="00883FAE"/>
    <w:rsid w:val="00883FDC"/>
    <w:rsid w:val="00884165"/>
    <w:rsid w:val="00884278"/>
    <w:rsid w:val="00884431"/>
    <w:rsid w:val="0088455C"/>
    <w:rsid w:val="00884574"/>
    <w:rsid w:val="008845C2"/>
    <w:rsid w:val="00884DC3"/>
    <w:rsid w:val="00885D58"/>
    <w:rsid w:val="008861C5"/>
    <w:rsid w:val="00886763"/>
    <w:rsid w:val="00890448"/>
    <w:rsid w:val="008908D2"/>
    <w:rsid w:val="00890B94"/>
    <w:rsid w:val="00890C75"/>
    <w:rsid w:val="00890CAF"/>
    <w:rsid w:val="008912D6"/>
    <w:rsid w:val="00891441"/>
    <w:rsid w:val="008917E3"/>
    <w:rsid w:val="0089189A"/>
    <w:rsid w:val="00891B43"/>
    <w:rsid w:val="00891D06"/>
    <w:rsid w:val="00891D81"/>
    <w:rsid w:val="00891F1C"/>
    <w:rsid w:val="0089271F"/>
    <w:rsid w:val="00892CF5"/>
    <w:rsid w:val="0089306E"/>
    <w:rsid w:val="00893D48"/>
    <w:rsid w:val="00893DE8"/>
    <w:rsid w:val="00893FCF"/>
    <w:rsid w:val="00894071"/>
    <w:rsid w:val="00894349"/>
    <w:rsid w:val="00894BD1"/>
    <w:rsid w:val="00894D02"/>
    <w:rsid w:val="0089597C"/>
    <w:rsid w:val="0089612D"/>
    <w:rsid w:val="00896455"/>
    <w:rsid w:val="00896CB3"/>
    <w:rsid w:val="008971B2"/>
    <w:rsid w:val="0089739C"/>
    <w:rsid w:val="008974C3"/>
    <w:rsid w:val="008975CA"/>
    <w:rsid w:val="008979A9"/>
    <w:rsid w:val="00897EFD"/>
    <w:rsid w:val="00897FB0"/>
    <w:rsid w:val="008A05DE"/>
    <w:rsid w:val="008A0CA3"/>
    <w:rsid w:val="008A0F2B"/>
    <w:rsid w:val="008A0FC7"/>
    <w:rsid w:val="008A1515"/>
    <w:rsid w:val="008A1946"/>
    <w:rsid w:val="008A1DBD"/>
    <w:rsid w:val="008A1F29"/>
    <w:rsid w:val="008A25D3"/>
    <w:rsid w:val="008A2C1F"/>
    <w:rsid w:val="008A2CC9"/>
    <w:rsid w:val="008A30B9"/>
    <w:rsid w:val="008A38A6"/>
    <w:rsid w:val="008A3931"/>
    <w:rsid w:val="008A3C61"/>
    <w:rsid w:val="008A3F5F"/>
    <w:rsid w:val="008A4186"/>
    <w:rsid w:val="008A427A"/>
    <w:rsid w:val="008A4697"/>
    <w:rsid w:val="008A49CA"/>
    <w:rsid w:val="008A4D87"/>
    <w:rsid w:val="008A5550"/>
    <w:rsid w:val="008A5AB7"/>
    <w:rsid w:val="008A5D1F"/>
    <w:rsid w:val="008A5EC7"/>
    <w:rsid w:val="008A6765"/>
    <w:rsid w:val="008A685C"/>
    <w:rsid w:val="008A6F7F"/>
    <w:rsid w:val="008A7231"/>
    <w:rsid w:val="008A7419"/>
    <w:rsid w:val="008A771E"/>
    <w:rsid w:val="008B0137"/>
    <w:rsid w:val="008B0B39"/>
    <w:rsid w:val="008B1134"/>
    <w:rsid w:val="008B1A9C"/>
    <w:rsid w:val="008B2509"/>
    <w:rsid w:val="008B27E2"/>
    <w:rsid w:val="008B2B44"/>
    <w:rsid w:val="008B2E88"/>
    <w:rsid w:val="008B34F7"/>
    <w:rsid w:val="008B3632"/>
    <w:rsid w:val="008B381F"/>
    <w:rsid w:val="008B3DB5"/>
    <w:rsid w:val="008B4202"/>
    <w:rsid w:val="008B4652"/>
    <w:rsid w:val="008B531D"/>
    <w:rsid w:val="008B6915"/>
    <w:rsid w:val="008B6961"/>
    <w:rsid w:val="008B6CB5"/>
    <w:rsid w:val="008B7053"/>
    <w:rsid w:val="008B72BB"/>
    <w:rsid w:val="008B740F"/>
    <w:rsid w:val="008B795E"/>
    <w:rsid w:val="008B7C9F"/>
    <w:rsid w:val="008C008F"/>
    <w:rsid w:val="008C03F1"/>
    <w:rsid w:val="008C18FF"/>
    <w:rsid w:val="008C21FC"/>
    <w:rsid w:val="008C236B"/>
    <w:rsid w:val="008C2592"/>
    <w:rsid w:val="008C268B"/>
    <w:rsid w:val="008C29EF"/>
    <w:rsid w:val="008C2AC6"/>
    <w:rsid w:val="008C2D2E"/>
    <w:rsid w:val="008C3B3A"/>
    <w:rsid w:val="008C46D9"/>
    <w:rsid w:val="008C4B09"/>
    <w:rsid w:val="008C528C"/>
    <w:rsid w:val="008C5876"/>
    <w:rsid w:val="008C6265"/>
    <w:rsid w:val="008C65D9"/>
    <w:rsid w:val="008C6693"/>
    <w:rsid w:val="008C6E8B"/>
    <w:rsid w:val="008C797D"/>
    <w:rsid w:val="008D046E"/>
    <w:rsid w:val="008D0E4A"/>
    <w:rsid w:val="008D16CB"/>
    <w:rsid w:val="008D26D9"/>
    <w:rsid w:val="008D2775"/>
    <w:rsid w:val="008D2D0A"/>
    <w:rsid w:val="008D3172"/>
    <w:rsid w:val="008D38EC"/>
    <w:rsid w:val="008D3A7E"/>
    <w:rsid w:val="008D3AFD"/>
    <w:rsid w:val="008D3E04"/>
    <w:rsid w:val="008D3F84"/>
    <w:rsid w:val="008D4352"/>
    <w:rsid w:val="008D4374"/>
    <w:rsid w:val="008D5CAB"/>
    <w:rsid w:val="008D5DA2"/>
    <w:rsid w:val="008D5E27"/>
    <w:rsid w:val="008D5EEE"/>
    <w:rsid w:val="008D60C5"/>
    <w:rsid w:val="008D6895"/>
    <w:rsid w:val="008D6D25"/>
    <w:rsid w:val="008D73FF"/>
    <w:rsid w:val="008D7D9E"/>
    <w:rsid w:val="008D7E02"/>
    <w:rsid w:val="008E0527"/>
    <w:rsid w:val="008E0A63"/>
    <w:rsid w:val="008E1314"/>
    <w:rsid w:val="008E1326"/>
    <w:rsid w:val="008E142E"/>
    <w:rsid w:val="008E17D5"/>
    <w:rsid w:val="008E1C9F"/>
    <w:rsid w:val="008E218B"/>
    <w:rsid w:val="008E27C7"/>
    <w:rsid w:val="008E30FF"/>
    <w:rsid w:val="008E35C3"/>
    <w:rsid w:val="008E39CA"/>
    <w:rsid w:val="008E3F61"/>
    <w:rsid w:val="008E4243"/>
    <w:rsid w:val="008E46DB"/>
    <w:rsid w:val="008E54E5"/>
    <w:rsid w:val="008E560E"/>
    <w:rsid w:val="008E5864"/>
    <w:rsid w:val="008E65A8"/>
    <w:rsid w:val="008E78AD"/>
    <w:rsid w:val="008E7B92"/>
    <w:rsid w:val="008F0790"/>
    <w:rsid w:val="008F0A63"/>
    <w:rsid w:val="008F0E90"/>
    <w:rsid w:val="008F10F9"/>
    <w:rsid w:val="008F19A5"/>
    <w:rsid w:val="008F19F1"/>
    <w:rsid w:val="008F1BC3"/>
    <w:rsid w:val="008F1D47"/>
    <w:rsid w:val="008F1FA2"/>
    <w:rsid w:val="008F2599"/>
    <w:rsid w:val="008F3714"/>
    <w:rsid w:val="008F4132"/>
    <w:rsid w:val="008F4677"/>
    <w:rsid w:val="008F48FD"/>
    <w:rsid w:val="008F51D5"/>
    <w:rsid w:val="008F6A07"/>
    <w:rsid w:val="008F6B11"/>
    <w:rsid w:val="008F6D2D"/>
    <w:rsid w:val="008F7940"/>
    <w:rsid w:val="00900276"/>
    <w:rsid w:val="009004ED"/>
    <w:rsid w:val="00900743"/>
    <w:rsid w:val="00900AD6"/>
    <w:rsid w:val="00900F5F"/>
    <w:rsid w:val="00901084"/>
    <w:rsid w:val="009014F1"/>
    <w:rsid w:val="00901582"/>
    <w:rsid w:val="00901591"/>
    <w:rsid w:val="00901964"/>
    <w:rsid w:val="00901A6D"/>
    <w:rsid w:val="00901C57"/>
    <w:rsid w:val="009024F8"/>
    <w:rsid w:val="00902587"/>
    <w:rsid w:val="00902AE4"/>
    <w:rsid w:val="00903107"/>
    <w:rsid w:val="00903245"/>
    <w:rsid w:val="00903459"/>
    <w:rsid w:val="00903FFA"/>
    <w:rsid w:val="0090439C"/>
    <w:rsid w:val="00904884"/>
    <w:rsid w:val="009048B9"/>
    <w:rsid w:val="00904ADA"/>
    <w:rsid w:val="00904EE3"/>
    <w:rsid w:val="0090502E"/>
    <w:rsid w:val="009059C1"/>
    <w:rsid w:val="00905D8A"/>
    <w:rsid w:val="00905FF7"/>
    <w:rsid w:val="00906C7E"/>
    <w:rsid w:val="00906D38"/>
    <w:rsid w:val="00906FE8"/>
    <w:rsid w:val="00907B3A"/>
    <w:rsid w:val="00907D13"/>
    <w:rsid w:val="00907D86"/>
    <w:rsid w:val="00910219"/>
    <w:rsid w:val="009103AD"/>
    <w:rsid w:val="00910435"/>
    <w:rsid w:val="00910A10"/>
    <w:rsid w:val="009115F4"/>
    <w:rsid w:val="0091277C"/>
    <w:rsid w:val="00912BA6"/>
    <w:rsid w:val="00912E69"/>
    <w:rsid w:val="00913393"/>
    <w:rsid w:val="00913505"/>
    <w:rsid w:val="009136CA"/>
    <w:rsid w:val="00913729"/>
    <w:rsid w:val="00913F36"/>
    <w:rsid w:val="009143A6"/>
    <w:rsid w:val="00914621"/>
    <w:rsid w:val="009150A2"/>
    <w:rsid w:val="009152BE"/>
    <w:rsid w:val="0091596D"/>
    <w:rsid w:val="009159DD"/>
    <w:rsid w:val="00917066"/>
    <w:rsid w:val="009170C1"/>
    <w:rsid w:val="009176C3"/>
    <w:rsid w:val="009179BC"/>
    <w:rsid w:val="00917D23"/>
    <w:rsid w:val="0092007B"/>
    <w:rsid w:val="009201C5"/>
    <w:rsid w:val="00920270"/>
    <w:rsid w:val="00920A68"/>
    <w:rsid w:val="00920CA8"/>
    <w:rsid w:val="00920DA5"/>
    <w:rsid w:val="00920F02"/>
    <w:rsid w:val="009210EA"/>
    <w:rsid w:val="00921203"/>
    <w:rsid w:val="00921EDC"/>
    <w:rsid w:val="009221E0"/>
    <w:rsid w:val="0092248D"/>
    <w:rsid w:val="00922583"/>
    <w:rsid w:val="00922EE1"/>
    <w:rsid w:val="009230D8"/>
    <w:rsid w:val="00923129"/>
    <w:rsid w:val="009240CA"/>
    <w:rsid w:val="0092472E"/>
    <w:rsid w:val="009248C3"/>
    <w:rsid w:val="00925686"/>
    <w:rsid w:val="009262EE"/>
    <w:rsid w:val="009262FA"/>
    <w:rsid w:val="00926429"/>
    <w:rsid w:val="00926654"/>
    <w:rsid w:val="00927389"/>
    <w:rsid w:val="009278F4"/>
    <w:rsid w:val="00927F0D"/>
    <w:rsid w:val="00930922"/>
    <w:rsid w:val="009312C0"/>
    <w:rsid w:val="00932248"/>
    <w:rsid w:val="00932526"/>
    <w:rsid w:val="00932637"/>
    <w:rsid w:val="00932D6F"/>
    <w:rsid w:val="00932D7E"/>
    <w:rsid w:val="00932F1D"/>
    <w:rsid w:val="00933842"/>
    <w:rsid w:val="009339BD"/>
    <w:rsid w:val="00933A06"/>
    <w:rsid w:val="00933BA3"/>
    <w:rsid w:val="00933FB3"/>
    <w:rsid w:val="00934530"/>
    <w:rsid w:val="0093453E"/>
    <w:rsid w:val="009346FF"/>
    <w:rsid w:val="009349A4"/>
    <w:rsid w:val="009351FE"/>
    <w:rsid w:val="00935366"/>
    <w:rsid w:val="00935F44"/>
    <w:rsid w:val="00936076"/>
    <w:rsid w:val="00936B2B"/>
    <w:rsid w:val="009371E1"/>
    <w:rsid w:val="00937249"/>
    <w:rsid w:val="009373FE"/>
    <w:rsid w:val="0093783D"/>
    <w:rsid w:val="00937C8A"/>
    <w:rsid w:val="0094047F"/>
    <w:rsid w:val="009404FE"/>
    <w:rsid w:val="00940F2C"/>
    <w:rsid w:val="00941031"/>
    <w:rsid w:val="0094108C"/>
    <w:rsid w:val="00941442"/>
    <w:rsid w:val="0094155B"/>
    <w:rsid w:val="0094168E"/>
    <w:rsid w:val="00941987"/>
    <w:rsid w:val="00941B9D"/>
    <w:rsid w:val="00941F02"/>
    <w:rsid w:val="009424B2"/>
    <w:rsid w:val="00942B93"/>
    <w:rsid w:val="00942C1D"/>
    <w:rsid w:val="0094312B"/>
    <w:rsid w:val="009438D1"/>
    <w:rsid w:val="0094395E"/>
    <w:rsid w:val="00943A1F"/>
    <w:rsid w:val="00943BC0"/>
    <w:rsid w:val="00943CB3"/>
    <w:rsid w:val="00943E45"/>
    <w:rsid w:val="00944733"/>
    <w:rsid w:val="00945163"/>
    <w:rsid w:val="00945262"/>
    <w:rsid w:val="009454B2"/>
    <w:rsid w:val="00945983"/>
    <w:rsid w:val="00945D79"/>
    <w:rsid w:val="009461ED"/>
    <w:rsid w:val="009466D6"/>
    <w:rsid w:val="00946A4F"/>
    <w:rsid w:val="00946B9F"/>
    <w:rsid w:val="00946CCB"/>
    <w:rsid w:val="00946E0B"/>
    <w:rsid w:val="009470BA"/>
    <w:rsid w:val="009471FA"/>
    <w:rsid w:val="009476B8"/>
    <w:rsid w:val="00947F26"/>
    <w:rsid w:val="00950085"/>
    <w:rsid w:val="00950268"/>
    <w:rsid w:val="00950E69"/>
    <w:rsid w:val="00951888"/>
    <w:rsid w:val="00951B6A"/>
    <w:rsid w:val="0095291F"/>
    <w:rsid w:val="00953A65"/>
    <w:rsid w:val="009540A8"/>
    <w:rsid w:val="009541B3"/>
    <w:rsid w:val="00954355"/>
    <w:rsid w:val="00954EE7"/>
    <w:rsid w:val="00955137"/>
    <w:rsid w:val="00955140"/>
    <w:rsid w:val="0095551C"/>
    <w:rsid w:val="0095585D"/>
    <w:rsid w:val="00955E68"/>
    <w:rsid w:val="00956277"/>
    <w:rsid w:val="00956297"/>
    <w:rsid w:val="00957BBC"/>
    <w:rsid w:val="009603C1"/>
    <w:rsid w:val="00960599"/>
    <w:rsid w:val="0096068F"/>
    <w:rsid w:val="00960884"/>
    <w:rsid w:val="00960CC3"/>
    <w:rsid w:val="00960E91"/>
    <w:rsid w:val="00961052"/>
    <w:rsid w:val="00961346"/>
    <w:rsid w:val="0096200D"/>
    <w:rsid w:val="0096204A"/>
    <w:rsid w:val="0096233C"/>
    <w:rsid w:val="00962501"/>
    <w:rsid w:val="0096351D"/>
    <w:rsid w:val="00963C3E"/>
    <w:rsid w:val="0096482D"/>
    <w:rsid w:val="009649E6"/>
    <w:rsid w:val="009655FC"/>
    <w:rsid w:val="009659D1"/>
    <w:rsid w:val="0096619A"/>
    <w:rsid w:val="00966568"/>
    <w:rsid w:val="009666F1"/>
    <w:rsid w:val="0096725E"/>
    <w:rsid w:val="009674FF"/>
    <w:rsid w:val="009676A1"/>
    <w:rsid w:val="00967DFE"/>
    <w:rsid w:val="009702D0"/>
    <w:rsid w:val="0097034B"/>
    <w:rsid w:val="00970C1C"/>
    <w:rsid w:val="00970CE2"/>
    <w:rsid w:val="0097121E"/>
    <w:rsid w:val="00971597"/>
    <w:rsid w:val="00971682"/>
    <w:rsid w:val="009724A8"/>
    <w:rsid w:val="009724E5"/>
    <w:rsid w:val="00972608"/>
    <w:rsid w:val="009727FA"/>
    <w:rsid w:val="00972963"/>
    <w:rsid w:val="00972FCA"/>
    <w:rsid w:val="00973DCE"/>
    <w:rsid w:val="0097484F"/>
    <w:rsid w:val="00974BA1"/>
    <w:rsid w:val="00974CBB"/>
    <w:rsid w:val="009751FA"/>
    <w:rsid w:val="0097571E"/>
    <w:rsid w:val="009757EE"/>
    <w:rsid w:val="00975D11"/>
    <w:rsid w:val="0097622F"/>
    <w:rsid w:val="00976391"/>
    <w:rsid w:val="009767A0"/>
    <w:rsid w:val="00976EA7"/>
    <w:rsid w:val="009770D6"/>
    <w:rsid w:val="0097747E"/>
    <w:rsid w:val="00977596"/>
    <w:rsid w:val="009803F4"/>
    <w:rsid w:val="00981394"/>
    <w:rsid w:val="0098218D"/>
    <w:rsid w:val="0098253C"/>
    <w:rsid w:val="0098280B"/>
    <w:rsid w:val="009828A5"/>
    <w:rsid w:val="00982DF8"/>
    <w:rsid w:val="00983AB9"/>
    <w:rsid w:val="009841BD"/>
    <w:rsid w:val="0098432C"/>
    <w:rsid w:val="009843A6"/>
    <w:rsid w:val="0098495B"/>
    <w:rsid w:val="00984A22"/>
    <w:rsid w:val="00984D69"/>
    <w:rsid w:val="00984EC5"/>
    <w:rsid w:val="00985379"/>
    <w:rsid w:val="00985917"/>
    <w:rsid w:val="00985B9F"/>
    <w:rsid w:val="0098607A"/>
    <w:rsid w:val="00986166"/>
    <w:rsid w:val="009861D4"/>
    <w:rsid w:val="009863B9"/>
    <w:rsid w:val="009865C3"/>
    <w:rsid w:val="009867E3"/>
    <w:rsid w:val="00986ADD"/>
    <w:rsid w:val="00986EBC"/>
    <w:rsid w:val="00986F18"/>
    <w:rsid w:val="009870CE"/>
    <w:rsid w:val="009872BB"/>
    <w:rsid w:val="009874BD"/>
    <w:rsid w:val="009876B3"/>
    <w:rsid w:val="009876E1"/>
    <w:rsid w:val="0098793C"/>
    <w:rsid w:val="00987B15"/>
    <w:rsid w:val="00987E52"/>
    <w:rsid w:val="0099056E"/>
    <w:rsid w:val="009908CA"/>
    <w:rsid w:val="00990B2F"/>
    <w:rsid w:val="009914C9"/>
    <w:rsid w:val="00992020"/>
    <w:rsid w:val="0099204C"/>
    <w:rsid w:val="00993093"/>
    <w:rsid w:val="00993470"/>
    <w:rsid w:val="0099359D"/>
    <w:rsid w:val="0099360A"/>
    <w:rsid w:val="00994EA2"/>
    <w:rsid w:val="00995692"/>
    <w:rsid w:val="00995A79"/>
    <w:rsid w:val="00995BAA"/>
    <w:rsid w:val="00995C0D"/>
    <w:rsid w:val="00995E31"/>
    <w:rsid w:val="0099659E"/>
    <w:rsid w:val="00996FEF"/>
    <w:rsid w:val="009971EF"/>
    <w:rsid w:val="0099750A"/>
    <w:rsid w:val="00997556"/>
    <w:rsid w:val="00997671"/>
    <w:rsid w:val="009976DD"/>
    <w:rsid w:val="00997735"/>
    <w:rsid w:val="009977D6"/>
    <w:rsid w:val="0099781F"/>
    <w:rsid w:val="009A05FA"/>
    <w:rsid w:val="009A117F"/>
    <w:rsid w:val="009A1D94"/>
    <w:rsid w:val="009A1E89"/>
    <w:rsid w:val="009A2277"/>
    <w:rsid w:val="009A22E4"/>
    <w:rsid w:val="009A23EA"/>
    <w:rsid w:val="009A2525"/>
    <w:rsid w:val="009A2559"/>
    <w:rsid w:val="009A293F"/>
    <w:rsid w:val="009A2B5E"/>
    <w:rsid w:val="009A2C1F"/>
    <w:rsid w:val="009A2EAA"/>
    <w:rsid w:val="009A2EFA"/>
    <w:rsid w:val="009A2F34"/>
    <w:rsid w:val="009A3213"/>
    <w:rsid w:val="009A3B8C"/>
    <w:rsid w:val="009A428B"/>
    <w:rsid w:val="009A43A4"/>
    <w:rsid w:val="009A59E8"/>
    <w:rsid w:val="009A5CC3"/>
    <w:rsid w:val="009A5E37"/>
    <w:rsid w:val="009A5E77"/>
    <w:rsid w:val="009A5E95"/>
    <w:rsid w:val="009A62EF"/>
    <w:rsid w:val="009A683A"/>
    <w:rsid w:val="009A6949"/>
    <w:rsid w:val="009A6AEA"/>
    <w:rsid w:val="009A6FDA"/>
    <w:rsid w:val="009A7B0C"/>
    <w:rsid w:val="009B0593"/>
    <w:rsid w:val="009B0C1C"/>
    <w:rsid w:val="009B147C"/>
    <w:rsid w:val="009B1D49"/>
    <w:rsid w:val="009B22C5"/>
    <w:rsid w:val="009B2365"/>
    <w:rsid w:val="009B30A7"/>
    <w:rsid w:val="009B325A"/>
    <w:rsid w:val="009B35F4"/>
    <w:rsid w:val="009B3881"/>
    <w:rsid w:val="009B3D67"/>
    <w:rsid w:val="009B3DA1"/>
    <w:rsid w:val="009B4DC3"/>
    <w:rsid w:val="009B4EFC"/>
    <w:rsid w:val="009B52AE"/>
    <w:rsid w:val="009B6BF9"/>
    <w:rsid w:val="009B6C86"/>
    <w:rsid w:val="009B6EE1"/>
    <w:rsid w:val="009B6F3D"/>
    <w:rsid w:val="009B79BA"/>
    <w:rsid w:val="009B7D01"/>
    <w:rsid w:val="009C027A"/>
    <w:rsid w:val="009C08EC"/>
    <w:rsid w:val="009C0B27"/>
    <w:rsid w:val="009C18A8"/>
    <w:rsid w:val="009C1B00"/>
    <w:rsid w:val="009C24A0"/>
    <w:rsid w:val="009C2BE1"/>
    <w:rsid w:val="009C34C0"/>
    <w:rsid w:val="009C3FDF"/>
    <w:rsid w:val="009C49E6"/>
    <w:rsid w:val="009C5009"/>
    <w:rsid w:val="009C5149"/>
    <w:rsid w:val="009C5162"/>
    <w:rsid w:val="009C594D"/>
    <w:rsid w:val="009C5FAA"/>
    <w:rsid w:val="009C61B5"/>
    <w:rsid w:val="009C631B"/>
    <w:rsid w:val="009C64D9"/>
    <w:rsid w:val="009C6DE2"/>
    <w:rsid w:val="009C7150"/>
    <w:rsid w:val="009C7228"/>
    <w:rsid w:val="009C74A8"/>
    <w:rsid w:val="009D010F"/>
    <w:rsid w:val="009D03A4"/>
    <w:rsid w:val="009D0945"/>
    <w:rsid w:val="009D0DB8"/>
    <w:rsid w:val="009D11DA"/>
    <w:rsid w:val="009D1334"/>
    <w:rsid w:val="009D14D2"/>
    <w:rsid w:val="009D190D"/>
    <w:rsid w:val="009D1CC5"/>
    <w:rsid w:val="009D1D12"/>
    <w:rsid w:val="009D24F3"/>
    <w:rsid w:val="009D295B"/>
    <w:rsid w:val="009D3BAD"/>
    <w:rsid w:val="009D3EDF"/>
    <w:rsid w:val="009D417D"/>
    <w:rsid w:val="009D426C"/>
    <w:rsid w:val="009D441F"/>
    <w:rsid w:val="009D44F2"/>
    <w:rsid w:val="009D47CF"/>
    <w:rsid w:val="009D4D0F"/>
    <w:rsid w:val="009D5806"/>
    <w:rsid w:val="009D67AB"/>
    <w:rsid w:val="009D6EAC"/>
    <w:rsid w:val="009D6EF6"/>
    <w:rsid w:val="009D6F56"/>
    <w:rsid w:val="009D7326"/>
    <w:rsid w:val="009D782A"/>
    <w:rsid w:val="009D7B6D"/>
    <w:rsid w:val="009D7C5A"/>
    <w:rsid w:val="009E00EC"/>
    <w:rsid w:val="009E0281"/>
    <w:rsid w:val="009E056D"/>
    <w:rsid w:val="009E0937"/>
    <w:rsid w:val="009E1278"/>
    <w:rsid w:val="009E1950"/>
    <w:rsid w:val="009E1E62"/>
    <w:rsid w:val="009E1EB1"/>
    <w:rsid w:val="009E2925"/>
    <w:rsid w:val="009E328D"/>
    <w:rsid w:val="009E3292"/>
    <w:rsid w:val="009E32BC"/>
    <w:rsid w:val="009E37F1"/>
    <w:rsid w:val="009E38A5"/>
    <w:rsid w:val="009E4A4A"/>
    <w:rsid w:val="009E4E84"/>
    <w:rsid w:val="009E5612"/>
    <w:rsid w:val="009E5CB7"/>
    <w:rsid w:val="009E5CF9"/>
    <w:rsid w:val="009E6BE2"/>
    <w:rsid w:val="009E6FF5"/>
    <w:rsid w:val="009E7558"/>
    <w:rsid w:val="009F0909"/>
    <w:rsid w:val="009F0A11"/>
    <w:rsid w:val="009F0F66"/>
    <w:rsid w:val="009F1263"/>
    <w:rsid w:val="009F1A8E"/>
    <w:rsid w:val="009F269D"/>
    <w:rsid w:val="009F30F1"/>
    <w:rsid w:val="009F3146"/>
    <w:rsid w:val="009F345B"/>
    <w:rsid w:val="009F34E8"/>
    <w:rsid w:val="009F3534"/>
    <w:rsid w:val="009F37E0"/>
    <w:rsid w:val="009F38FB"/>
    <w:rsid w:val="009F4240"/>
    <w:rsid w:val="009F477C"/>
    <w:rsid w:val="009F53EE"/>
    <w:rsid w:val="009F53FD"/>
    <w:rsid w:val="009F54FF"/>
    <w:rsid w:val="009F564B"/>
    <w:rsid w:val="009F5AF1"/>
    <w:rsid w:val="009F5F54"/>
    <w:rsid w:val="009F6300"/>
    <w:rsid w:val="009F6454"/>
    <w:rsid w:val="009F67F9"/>
    <w:rsid w:val="009F6866"/>
    <w:rsid w:val="009F68BC"/>
    <w:rsid w:val="009F6E83"/>
    <w:rsid w:val="009F7683"/>
    <w:rsid w:val="009F79B7"/>
    <w:rsid w:val="009F7BE5"/>
    <w:rsid w:val="00A001FA"/>
    <w:rsid w:val="00A00C8A"/>
    <w:rsid w:val="00A00D87"/>
    <w:rsid w:val="00A01584"/>
    <w:rsid w:val="00A02652"/>
    <w:rsid w:val="00A02A01"/>
    <w:rsid w:val="00A0375C"/>
    <w:rsid w:val="00A037F7"/>
    <w:rsid w:val="00A03A23"/>
    <w:rsid w:val="00A03F6D"/>
    <w:rsid w:val="00A0430A"/>
    <w:rsid w:val="00A04AEA"/>
    <w:rsid w:val="00A0533E"/>
    <w:rsid w:val="00A0542C"/>
    <w:rsid w:val="00A05741"/>
    <w:rsid w:val="00A05FB5"/>
    <w:rsid w:val="00A06342"/>
    <w:rsid w:val="00A072AF"/>
    <w:rsid w:val="00A07BB8"/>
    <w:rsid w:val="00A07DE6"/>
    <w:rsid w:val="00A07EEF"/>
    <w:rsid w:val="00A1056C"/>
    <w:rsid w:val="00A1149F"/>
    <w:rsid w:val="00A11584"/>
    <w:rsid w:val="00A116E8"/>
    <w:rsid w:val="00A11C55"/>
    <w:rsid w:val="00A128DA"/>
    <w:rsid w:val="00A12D96"/>
    <w:rsid w:val="00A1307A"/>
    <w:rsid w:val="00A13144"/>
    <w:rsid w:val="00A1318F"/>
    <w:rsid w:val="00A132A0"/>
    <w:rsid w:val="00A140EC"/>
    <w:rsid w:val="00A14AAD"/>
    <w:rsid w:val="00A14E67"/>
    <w:rsid w:val="00A15189"/>
    <w:rsid w:val="00A1566A"/>
    <w:rsid w:val="00A1591A"/>
    <w:rsid w:val="00A15934"/>
    <w:rsid w:val="00A16563"/>
    <w:rsid w:val="00A16A9B"/>
    <w:rsid w:val="00A170AF"/>
    <w:rsid w:val="00A1715E"/>
    <w:rsid w:val="00A1740E"/>
    <w:rsid w:val="00A17515"/>
    <w:rsid w:val="00A17BC1"/>
    <w:rsid w:val="00A2040F"/>
    <w:rsid w:val="00A20B95"/>
    <w:rsid w:val="00A20D99"/>
    <w:rsid w:val="00A2105C"/>
    <w:rsid w:val="00A2109F"/>
    <w:rsid w:val="00A21A07"/>
    <w:rsid w:val="00A21D7E"/>
    <w:rsid w:val="00A22057"/>
    <w:rsid w:val="00A22510"/>
    <w:rsid w:val="00A22672"/>
    <w:rsid w:val="00A22935"/>
    <w:rsid w:val="00A22A0C"/>
    <w:rsid w:val="00A22C70"/>
    <w:rsid w:val="00A22F4C"/>
    <w:rsid w:val="00A2351D"/>
    <w:rsid w:val="00A23E66"/>
    <w:rsid w:val="00A24660"/>
    <w:rsid w:val="00A247FD"/>
    <w:rsid w:val="00A24938"/>
    <w:rsid w:val="00A24C56"/>
    <w:rsid w:val="00A25204"/>
    <w:rsid w:val="00A25498"/>
    <w:rsid w:val="00A258EA"/>
    <w:rsid w:val="00A2632D"/>
    <w:rsid w:val="00A268BD"/>
    <w:rsid w:val="00A27D93"/>
    <w:rsid w:val="00A300C9"/>
    <w:rsid w:val="00A30282"/>
    <w:rsid w:val="00A30AFC"/>
    <w:rsid w:val="00A30B44"/>
    <w:rsid w:val="00A30D4B"/>
    <w:rsid w:val="00A30D5B"/>
    <w:rsid w:val="00A31073"/>
    <w:rsid w:val="00A314A2"/>
    <w:rsid w:val="00A319E8"/>
    <w:rsid w:val="00A32154"/>
    <w:rsid w:val="00A32487"/>
    <w:rsid w:val="00A328A6"/>
    <w:rsid w:val="00A32DDE"/>
    <w:rsid w:val="00A32F4C"/>
    <w:rsid w:val="00A33CE9"/>
    <w:rsid w:val="00A34229"/>
    <w:rsid w:val="00A3423E"/>
    <w:rsid w:val="00A345A9"/>
    <w:rsid w:val="00A35169"/>
    <w:rsid w:val="00A35E80"/>
    <w:rsid w:val="00A36050"/>
    <w:rsid w:val="00A3622C"/>
    <w:rsid w:val="00A362BB"/>
    <w:rsid w:val="00A362CE"/>
    <w:rsid w:val="00A367D8"/>
    <w:rsid w:val="00A368BB"/>
    <w:rsid w:val="00A36DCE"/>
    <w:rsid w:val="00A37A60"/>
    <w:rsid w:val="00A401A7"/>
    <w:rsid w:val="00A4056C"/>
    <w:rsid w:val="00A40629"/>
    <w:rsid w:val="00A40B6C"/>
    <w:rsid w:val="00A41161"/>
    <w:rsid w:val="00A416DA"/>
    <w:rsid w:val="00A4202C"/>
    <w:rsid w:val="00A4245F"/>
    <w:rsid w:val="00A42822"/>
    <w:rsid w:val="00A4288A"/>
    <w:rsid w:val="00A4299E"/>
    <w:rsid w:val="00A43697"/>
    <w:rsid w:val="00A436B6"/>
    <w:rsid w:val="00A43DC6"/>
    <w:rsid w:val="00A43F81"/>
    <w:rsid w:val="00A4408E"/>
    <w:rsid w:val="00A4409D"/>
    <w:rsid w:val="00A440B1"/>
    <w:rsid w:val="00A4461C"/>
    <w:rsid w:val="00A44C82"/>
    <w:rsid w:val="00A44C98"/>
    <w:rsid w:val="00A45057"/>
    <w:rsid w:val="00A453D1"/>
    <w:rsid w:val="00A4541B"/>
    <w:rsid w:val="00A457B8"/>
    <w:rsid w:val="00A46016"/>
    <w:rsid w:val="00A46AA8"/>
    <w:rsid w:val="00A46E05"/>
    <w:rsid w:val="00A4707D"/>
    <w:rsid w:val="00A50070"/>
    <w:rsid w:val="00A50282"/>
    <w:rsid w:val="00A50532"/>
    <w:rsid w:val="00A50BC1"/>
    <w:rsid w:val="00A50EC3"/>
    <w:rsid w:val="00A511E2"/>
    <w:rsid w:val="00A51A45"/>
    <w:rsid w:val="00A51C44"/>
    <w:rsid w:val="00A51CEC"/>
    <w:rsid w:val="00A51F12"/>
    <w:rsid w:val="00A53185"/>
    <w:rsid w:val="00A5358A"/>
    <w:rsid w:val="00A53597"/>
    <w:rsid w:val="00A54103"/>
    <w:rsid w:val="00A54169"/>
    <w:rsid w:val="00A54BFF"/>
    <w:rsid w:val="00A55811"/>
    <w:rsid w:val="00A55841"/>
    <w:rsid w:val="00A55C78"/>
    <w:rsid w:val="00A55DED"/>
    <w:rsid w:val="00A56064"/>
    <w:rsid w:val="00A56414"/>
    <w:rsid w:val="00A566E4"/>
    <w:rsid w:val="00A56BDB"/>
    <w:rsid w:val="00A57802"/>
    <w:rsid w:val="00A57EC0"/>
    <w:rsid w:val="00A600B5"/>
    <w:rsid w:val="00A602F7"/>
    <w:rsid w:val="00A604E7"/>
    <w:rsid w:val="00A6090A"/>
    <w:rsid w:val="00A60992"/>
    <w:rsid w:val="00A60BD4"/>
    <w:rsid w:val="00A61106"/>
    <w:rsid w:val="00A613B7"/>
    <w:rsid w:val="00A61400"/>
    <w:rsid w:val="00A615AB"/>
    <w:rsid w:val="00A61A40"/>
    <w:rsid w:val="00A620D9"/>
    <w:rsid w:val="00A626FE"/>
    <w:rsid w:val="00A6276F"/>
    <w:rsid w:val="00A62840"/>
    <w:rsid w:val="00A62AAE"/>
    <w:rsid w:val="00A62B46"/>
    <w:rsid w:val="00A637F5"/>
    <w:rsid w:val="00A6385F"/>
    <w:rsid w:val="00A63AB7"/>
    <w:rsid w:val="00A64692"/>
    <w:rsid w:val="00A647A7"/>
    <w:rsid w:val="00A64EAD"/>
    <w:rsid w:val="00A65015"/>
    <w:rsid w:val="00A653BC"/>
    <w:rsid w:val="00A65D08"/>
    <w:rsid w:val="00A65DFB"/>
    <w:rsid w:val="00A660FF"/>
    <w:rsid w:val="00A666F2"/>
    <w:rsid w:val="00A66B94"/>
    <w:rsid w:val="00A6724C"/>
    <w:rsid w:val="00A6728C"/>
    <w:rsid w:val="00A675CC"/>
    <w:rsid w:val="00A67837"/>
    <w:rsid w:val="00A705BE"/>
    <w:rsid w:val="00A70EF4"/>
    <w:rsid w:val="00A71247"/>
    <w:rsid w:val="00A7131E"/>
    <w:rsid w:val="00A7190F"/>
    <w:rsid w:val="00A71AFE"/>
    <w:rsid w:val="00A71B8D"/>
    <w:rsid w:val="00A71BEB"/>
    <w:rsid w:val="00A71D07"/>
    <w:rsid w:val="00A71D17"/>
    <w:rsid w:val="00A72540"/>
    <w:rsid w:val="00A737D8"/>
    <w:rsid w:val="00A73B68"/>
    <w:rsid w:val="00A73DDF"/>
    <w:rsid w:val="00A73EBE"/>
    <w:rsid w:val="00A74CE8"/>
    <w:rsid w:val="00A74DEA"/>
    <w:rsid w:val="00A751E7"/>
    <w:rsid w:val="00A75B49"/>
    <w:rsid w:val="00A75E57"/>
    <w:rsid w:val="00A75EF9"/>
    <w:rsid w:val="00A7612A"/>
    <w:rsid w:val="00A76477"/>
    <w:rsid w:val="00A76580"/>
    <w:rsid w:val="00A76B2B"/>
    <w:rsid w:val="00A76CB9"/>
    <w:rsid w:val="00A77E53"/>
    <w:rsid w:val="00A77F93"/>
    <w:rsid w:val="00A801A9"/>
    <w:rsid w:val="00A806CB"/>
    <w:rsid w:val="00A8075E"/>
    <w:rsid w:val="00A80997"/>
    <w:rsid w:val="00A80DDF"/>
    <w:rsid w:val="00A8175A"/>
    <w:rsid w:val="00A817D5"/>
    <w:rsid w:val="00A8183A"/>
    <w:rsid w:val="00A81B78"/>
    <w:rsid w:val="00A81E8C"/>
    <w:rsid w:val="00A81E9D"/>
    <w:rsid w:val="00A81FEA"/>
    <w:rsid w:val="00A82534"/>
    <w:rsid w:val="00A829E1"/>
    <w:rsid w:val="00A82C54"/>
    <w:rsid w:val="00A82EF4"/>
    <w:rsid w:val="00A83117"/>
    <w:rsid w:val="00A8330C"/>
    <w:rsid w:val="00A83323"/>
    <w:rsid w:val="00A83C96"/>
    <w:rsid w:val="00A83E37"/>
    <w:rsid w:val="00A83E98"/>
    <w:rsid w:val="00A84E9C"/>
    <w:rsid w:val="00A8527A"/>
    <w:rsid w:val="00A85A78"/>
    <w:rsid w:val="00A86410"/>
    <w:rsid w:val="00A868DD"/>
    <w:rsid w:val="00A8693F"/>
    <w:rsid w:val="00A87317"/>
    <w:rsid w:val="00A87367"/>
    <w:rsid w:val="00A8744B"/>
    <w:rsid w:val="00A878AD"/>
    <w:rsid w:val="00A87D39"/>
    <w:rsid w:val="00A87DCF"/>
    <w:rsid w:val="00A900E8"/>
    <w:rsid w:val="00A902D3"/>
    <w:rsid w:val="00A907A3"/>
    <w:rsid w:val="00A90B64"/>
    <w:rsid w:val="00A90F33"/>
    <w:rsid w:val="00A91012"/>
    <w:rsid w:val="00A91AF5"/>
    <w:rsid w:val="00A91D19"/>
    <w:rsid w:val="00A92B0B"/>
    <w:rsid w:val="00A92B18"/>
    <w:rsid w:val="00A92D69"/>
    <w:rsid w:val="00A93A5C"/>
    <w:rsid w:val="00A9406B"/>
    <w:rsid w:val="00A941A7"/>
    <w:rsid w:val="00A9467F"/>
    <w:rsid w:val="00A94B14"/>
    <w:rsid w:val="00A94BF3"/>
    <w:rsid w:val="00A94C30"/>
    <w:rsid w:val="00A9522F"/>
    <w:rsid w:val="00A952D7"/>
    <w:rsid w:val="00A95858"/>
    <w:rsid w:val="00A97A83"/>
    <w:rsid w:val="00A97D2A"/>
    <w:rsid w:val="00AA0256"/>
    <w:rsid w:val="00AA029E"/>
    <w:rsid w:val="00AA0589"/>
    <w:rsid w:val="00AA076E"/>
    <w:rsid w:val="00AA0B19"/>
    <w:rsid w:val="00AA1047"/>
    <w:rsid w:val="00AA1053"/>
    <w:rsid w:val="00AA183F"/>
    <w:rsid w:val="00AA196C"/>
    <w:rsid w:val="00AA1B61"/>
    <w:rsid w:val="00AA21FE"/>
    <w:rsid w:val="00AA2489"/>
    <w:rsid w:val="00AA26E0"/>
    <w:rsid w:val="00AA2F26"/>
    <w:rsid w:val="00AA3F7D"/>
    <w:rsid w:val="00AA3FC2"/>
    <w:rsid w:val="00AA414B"/>
    <w:rsid w:val="00AA4281"/>
    <w:rsid w:val="00AA4592"/>
    <w:rsid w:val="00AA48A8"/>
    <w:rsid w:val="00AA54A6"/>
    <w:rsid w:val="00AA54B7"/>
    <w:rsid w:val="00AA5503"/>
    <w:rsid w:val="00AA5CD2"/>
    <w:rsid w:val="00AA607F"/>
    <w:rsid w:val="00AA63F3"/>
    <w:rsid w:val="00AA65DB"/>
    <w:rsid w:val="00AA676E"/>
    <w:rsid w:val="00AA6BE6"/>
    <w:rsid w:val="00AA715D"/>
    <w:rsid w:val="00AA7654"/>
    <w:rsid w:val="00AA7B34"/>
    <w:rsid w:val="00AA7E20"/>
    <w:rsid w:val="00AB0240"/>
    <w:rsid w:val="00AB02AF"/>
    <w:rsid w:val="00AB06A7"/>
    <w:rsid w:val="00AB095A"/>
    <w:rsid w:val="00AB0CB9"/>
    <w:rsid w:val="00AB0EE9"/>
    <w:rsid w:val="00AB13BA"/>
    <w:rsid w:val="00AB1473"/>
    <w:rsid w:val="00AB1873"/>
    <w:rsid w:val="00AB18F3"/>
    <w:rsid w:val="00AB21B4"/>
    <w:rsid w:val="00AB22E2"/>
    <w:rsid w:val="00AB2566"/>
    <w:rsid w:val="00AB2D70"/>
    <w:rsid w:val="00AB3293"/>
    <w:rsid w:val="00AB3574"/>
    <w:rsid w:val="00AB3841"/>
    <w:rsid w:val="00AB3BEE"/>
    <w:rsid w:val="00AB4A4A"/>
    <w:rsid w:val="00AB4BCE"/>
    <w:rsid w:val="00AB4F64"/>
    <w:rsid w:val="00AB5234"/>
    <w:rsid w:val="00AB52C1"/>
    <w:rsid w:val="00AB5A5F"/>
    <w:rsid w:val="00AB5CB8"/>
    <w:rsid w:val="00AB630D"/>
    <w:rsid w:val="00AB650E"/>
    <w:rsid w:val="00AB6CDC"/>
    <w:rsid w:val="00AB6E7F"/>
    <w:rsid w:val="00AB703A"/>
    <w:rsid w:val="00AB70E9"/>
    <w:rsid w:val="00AB7775"/>
    <w:rsid w:val="00AB7A56"/>
    <w:rsid w:val="00AB7B53"/>
    <w:rsid w:val="00AC0225"/>
    <w:rsid w:val="00AC06B3"/>
    <w:rsid w:val="00AC0D90"/>
    <w:rsid w:val="00AC0EB9"/>
    <w:rsid w:val="00AC1188"/>
    <w:rsid w:val="00AC12D8"/>
    <w:rsid w:val="00AC141A"/>
    <w:rsid w:val="00AC15DC"/>
    <w:rsid w:val="00AC196A"/>
    <w:rsid w:val="00AC1C05"/>
    <w:rsid w:val="00AC24AF"/>
    <w:rsid w:val="00AC2BAC"/>
    <w:rsid w:val="00AC3079"/>
    <w:rsid w:val="00AC3247"/>
    <w:rsid w:val="00AC37D2"/>
    <w:rsid w:val="00AC41E6"/>
    <w:rsid w:val="00AC4309"/>
    <w:rsid w:val="00AC44F7"/>
    <w:rsid w:val="00AC4A88"/>
    <w:rsid w:val="00AC4E87"/>
    <w:rsid w:val="00AC4EF2"/>
    <w:rsid w:val="00AC506A"/>
    <w:rsid w:val="00AC65BF"/>
    <w:rsid w:val="00AC67BE"/>
    <w:rsid w:val="00AC689B"/>
    <w:rsid w:val="00AC6BD9"/>
    <w:rsid w:val="00AC7224"/>
    <w:rsid w:val="00AC7329"/>
    <w:rsid w:val="00AC7953"/>
    <w:rsid w:val="00AC7964"/>
    <w:rsid w:val="00AC7998"/>
    <w:rsid w:val="00AD0599"/>
    <w:rsid w:val="00AD09A2"/>
    <w:rsid w:val="00AD1504"/>
    <w:rsid w:val="00AD1715"/>
    <w:rsid w:val="00AD179E"/>
    <w:rsid w:val="00AD18C1"/>
    <w:rsid w:val="00AD1974"/>
    <w:rsid w:val="00AD1C74"/>
    <w:rsid w:val="00AD2257"/>
    <w:rsid w:val="00AD3188"/>
    <w:rsid w:val="00AD3757"/>
    <w:rsid w:val="00AD3D21"/>
    <w:rsid w:val="00AD41BB"/>
    <w:rsid w:val="00AD4867"/>
    <w:rsid w:val="00AD5009"/>
    <w:rsid w:val="00AD5145"/>
    <w:rsid w:val="00AD533D"/>
    <w:rsid w:val="00AD546C"/>
    <w:rsid w:val="00AD5A36"/>
    <w:rsid w:val="00AD5D59"/>
    <w:rsid w:val="00AD642F"/>
    <w:rsid w:val="00AD6A71"/>
    <w:rsid w:val="00AD6BD7"/>
    <w:rsid w:val="00AD6E61"/>
    <w:rsid w:val="00AD718C"/>
    <w:rsid w:val="00AD71CC"/>
    <w:rsid w:val="00AD7230"/>
    <w:rsid w:val="00AD78B3"/>
    <w:rsid w:val="00AD799E"/>
    <w:rsid w:val="00AD7EC3"/>
    <w:rsid w:val="00AE030D"/>
    <w:rsid w:val="00AE0507"/>
    <w:rsid w:val="00AE0F10"/>
    <w:rsid w:val="00AE13E1"/>
    <w:rsid w:val="00AE16D8"/>
    <w:rsid w:val="00AE1A00"/>
    <w:rsid w:val="00AE1F32"/>
    <w:rsid w:val="00AE2087"/>
    <w:rsid w:val="00AE22FD"/>
    <w:rsid w:val="00AE3110"/>
    <w:rsid w:val="00AE3C15"/>
    <w:rsid w:val="00AE3E61"/>
    <w:rsid w:val="00AE3E67"/>
    <w:rsid w:val="00AE3FCF"/>
    <w:rsid w:val="00AE4716"/>
    <w:rsid w:val="00AE4893"/>
    <w:rsid w:val="00AE49D0"/>
    <w:rsid w:val="00AE4E31"/>
    <w:rsid w:val="00AE5A1F"/>
    <w:rsid w:val="00AE6149"/>
    <w:rsid w:val="00AE6A0C"/>
    <w:rsid w:val="00AE6E11"/>
    <w:rsid w:val="00AE71D9"/>
    <w:rsid w:val="00AE7230"/>
    <w:rsid w:val="00AE7285"/>
    <w:rsid w:val="00AE7689"/>
    <w:rsid w:val="00AE76EA"/>
    <w:rsid w:val="00AE7BA4"/>
    <w:rsid w:val="00AE7C8D"/>
    <w:rsid w:val="00AF08FE"/>
    <w:rsid w:val="00AF1289"/>
    <w:rsid w:val="00AF1733"/>
    <w:rsid w:val="00AF1AC2"/>
    <w:rsid w:val="00AF2026"/>
    <w:rsid w:val="00AF246C"/>
    <w:rsid w:val="00AF2564"/>
    <w:rsid w:val="00AF2F61"/>
    <w:rsid w:val="00AF302D"/>
    <w:rsid w:val="00AF35E1"/>
    <w:rsid w:val="00AF3B1C"/>
    <w:rsid w:val="00AF40F9"/>
    <w:rsid w:val="00AF4330"/>
    <w:rsid w:val="00AF4882"/>
    <w:rsid w:val="00AF4D63"/>
    <w:rsid w:val="00AF51FB"/>
    <w:rsid w:val="00AF56E1"/>
    <w:rsid w:val="00AF59C9"/>
    <w:rsid w:val="00AF5F6E"/>
    <w:rsid w:val="00AF6217"/>
    <w:rsid w:val="00AF64F1"/>
    <w:rsid w:val="00AF6776"/>
    <w:rsid w:val="00AF6960"/>
    <w:rsid w:val="00AF6B15"/>
    <w:rsid w:val="00AF6D4A"/>
    <w:rsid w:val="00AF6E0E"/>
    <w:rsid w:val="00AF705B"/>
    <w:rsid w:val="00AF775B"/>
    <w:rsid w:val="00B002FF"/>
    <w:rsid w:val="00B00753"/>
    <w:rsid w:val="00B00961"/>
    <w:rsid w:val="00B009AF"/>
    <w:rsid w:val="00B0103E"/>
    <w:rsid w:val="00B013AD"/>
    <w:rsid w:val="00B015C2"/>
    <w:rsid w:val="00B01733"/>
    <w:rsid w:val="00B01924"/>
    <w:rsid w:val="00B01D18"/>
    <w:rsid w:val="00B02374"/>
    <w:rsid w:val="00B0238D"/>
    <w:rsid w:val="00B02ABB"/>
    <w:rsid w:val="00B03157"/>
    <w:rsid w:val="00B031B1"/>
    <w:rsid w:val="00B03FE5"/>
    <w:rsid w:val="00B04D3D"/>
    <w:rsid w:val="00B04F3B"/>
    <w:rsid w:val="00B050E9"/>
    <w:rsid w:val="00B057AC"/>
    <w:rsid w:val="00B05AF0"/>
    <w:rsid w:val="00B05BF1"/>
    <w:rsid w:val="00B06DA1"/>
    <w:rsid w:val="00B07B86"/>
    <w:rsid w:val="00B07D16"/>
    <w:rsid w:val="00B07F17"/>
    <w:rsid w:val="00B105CA"/>
    <w:rsid w:val="00B10C14"/>
    <w:rsid w:val="00B10D4C"/>
    <w:rsid w:val="00B11CCC"/>
    <w:rsid w:val="00B122A9"/>
    <w:rsid w:val="00B123F2"/>
    <w:rsid w:val="00B1243E"/>
    <w:rsid w:val="00B12510"/>
    <w:rsid w:val="00B12526"/>
    <w:rsid w:val="00B1256F"/>
    <w:rsid w:val="00B125A9"/>
    <w:rsid w:val="00B12BBA"/>
    <w:rsid w:val="00B12C95"/>
    <w:rsid w:val="00B12F24"/>
    <w:rsid w:val="00B132BE"/>
    <w:rsid w:val="00B1399A"/>
    <w:rsid w:val="00B13E15"/>
    <w:rsid w:val="00B13F2E"/>
    <w:rsid w:val="00B14030"/>
    <w:rsid w:val="00B143C5"/>
    <w:rsid w:val="00B1468F"/>
    <w:rsid w:val="00B1475B"/>
    <w:rsid w:val="00B14BB6"/>
    <w:rsid w:val="00B15151"/>
    <w:rsid w:val="00B155F3"/>
    <w:rsid w:val="00B15853"/>
    <w:rsid w:val="00B15AE6"/>
    <w:rsid w:val="00B15C86"/>
    <w:rsid w:val="00B15DEC"/>
    <w:rsid w:val="00B15FB3"/>
    <w:rsid w:val="00B164FD"/>
    <w:rsid w:val="00B16504"/>
    <w:rsid w:val="00B16A45"/>
    <w:rsid w:val="00B16AC4"/>
    <w:rsid w:val="00B16DBB"/>
    <w:rsid w:val="00B16E38"/>
    <w:rsid w:val="00B16F3A"/>
    <w:rsid w:val="00B17095"/>
    <w:rsid w:val="00B172AF"/>
    <w:rsid w:val="00B1772E"/>
    <w:rsid w:val="00B17CE8"/>
    <w:rsid w:val="00B20445"/>
    <w:rsid w:val="00B20EAB"/>
    <w:rsid w:val="00B20FC8"/>
    <w:rsid w:val="00B2126E"/>
    <w:rsid w:val="00B212B0"/>
    <w:rsid w:val="00B2178B"/>
    <w:rsid w:val="00B21C7E"/>
    <w:rsid w:val="00B222F0"/>
    <w:rsid w:val="00B224E6"/>
    <w:rsid w:val="00B228B1"/>
    <w:rsid w:val="00B22AA1"/>
    <w:rsid w:val="00B22BE4"/>
    <w:rsid w:val="00B22D03"/>
    <w:rsid w:val="00B22F45"/>
    <w:rsid w:val="00B2320E"/>
    <w:rsid w:val="00B2359B"/>
    <w:rsid w:val="00B2383D"/>
    <w:rsid w:val="00B2411C"/>
    <w:rsid w:val="00B243B0"/>
    <w:rsid w:val="00B24701"/>
    <w:rsid w:val="00B24CF8"/>
    <w:rsid w:val="00B25747"/>
    <w:rsid w:val="00B259DA"/>
    <w:rsid w:val="00B25F78"/>
    <w:rsid w:val="00B2610F"/>
    <w:rsid w:val="00B269D3"/>
    <w:rsid w:val="00B269FC"/>
    <w:rsid w:val="00B3021B"/>
    <w:rsid w:val="00B30440"/>
    <w:rsid w:val="00B3048A"/>
    <w:rsid w:val="00B30D44"/>
    <w:rsid w:val="00B31314"/>
    <w:rsid w:val="00B319D6"/>
    <w:rsid w:val="00B31BDA"/>
    <w:rsid w:val="00B31C22"/>
    <w:rsid w:val="00B321EE"/>
    <w:rsid w:val="00B3253A"/>
    <w:rsid w:val="00B325F8"/>
    <w:rsid w:val="00B32620"/>
    <w:rsid w:val="00B32994"/>
    <w:rsid w:val="00B333D4"/>
    <w:rsid w:val="00B335B4"/>
    <w:rsid w:val="00B33C93"/>
    <w:rsid w:val="00B33CD2"/>
    <w:rsid w:val="00B33DC2"/>
    <w:rsid w:val="00B33E90"/>
    <w:rsid w:val="00B33E96"/>
    <w:rsid w:val="00B344D9"/>
    <w:rsid w:val="00B347AF"/>
    <w:rsid w:val="00B348FB"/>
    <w:rsid w:val="00B34A6C"/>
    <w:rsid w:val="00B3513F"/>
    <w:rsid w:val="00B351C4"/>
    <w:rsid w:val="00B3573A"/>
    <w:rsid w:val="00B35757"/>
    <w:rsid w:val="00B35878"/>
    <w:rsid w:val="00B36537"/>
    <w:rsid w:val="00B36B51"/>
    <w:rsid w:val="00B36D2C"/>
    <w:rsid w:val="00B36DEB"/>
    <w:rsid w:val="00B36F45"/>
    <w:rsid w:val="00B372DC"/>
    <w:rsid w:val="00B37330"/>
    <w:rsid w:val="00B373D7"/>
    <w:rsid w:val="00B375D6"/>
    <w:rsid w:val="00B376F5"/>
    <w:rsid w:val="00B37971"/>
    <w:rsid w:val="00B37995"/>
    <w:rsid w:val="00B37C44"/>
    <w:rsid w:val="00B37D53"/>
    <w:rsid w:val="00B37F95"/>
    <w:rsid w:val="00B4021E"/>
    <w:rsid w:val="00B4051D"/>
    <w:rsid w:val="00B41A82"/>
    <w:rsid w:val="00B41BCA"/>
    <w:rsid w:val="00B41C72"/>
    <w:rsid w:val="00B41F58"/>
    <w:rsid w:val="00B42441"/>
    <w:rsid w:val="00B42970"/>
    <w:rsid w:val="00B432A6"/>
    <w:rsid w:val="00B4351C"/>
    <w:rsid w:val="00B43DD3"/>
    <w:rsid w:val="00B44104"/>
    <w:rsid w:val="00B44799"/>
    <w:rsid w:val="00B44984"/>
    <w:rsid w:val="00B44BE9"/>
    <w:rsid w:val="00B44D23"/>
    <w:rsid w:val="00B458DE"/>
    <w:rsid w:val="00B45F30"/>
    <w:rsid w:val="00B4655C"/>
    <w:rsid w:val="00B46B27"/>
    <w:rsid w:val="00B46C02"/>
    <w:rsid w:val="00B4792A"/>
    <w:rsid w:val="00B50285"/>
    <w:rsid w:val="00B503FE"/>
    <w:rsid w:val="00B5041D"/>
    <w:rsid w:val="00B505C0"/>
    <w:rsid w:val="00B506EF"/>
    <w:rsid w:val="00B50F85"/>
    <w:rsid w:val="00B51B03"/>
    <w:rsid w:val="00B52125"/>
    <w:rsid w:val="00B526DA"/>
    <w:rsid w:val="00B52785"/>
    <w:rsid w:val="00B52B83"/>
    <w:rsid w:val="00B5379A"/>
    <w:rsid w:val="00B53A15"/>
    <w:rsid w:val="00B5403E"/>
    <w:rsid w:val="00B542C2"/>
    <w:rsid w:val="00B542E8"/>
    <w:rsid w:val="00B54D20"/>
    <w:rsid w:val="00B54FC3"/>
    <w:rsid w:val="00B5595C"/>
    <w:rsid w:val="00B56216"/>
    <w:rsid w:val="00B56225"/>
    <w:rsid w:val="00B56278"/>
    <w:rsid w:val="00B56537"/>
    <w:rsid w:val="00B568A9"/>
    <w:rsid w:val="00B56921"/>
    <w:rsid w:val="00B56CEB"/>
    <w:rsid w:val="00B57139"/>
    <w:rsid w:val="00B571AC"/>
    <w:rsid w:val="00B57D6C"/>
    <w:rsid w:val="00B6029C"/>
    <w:rsid w:val="00B60555"/>
    <w:rsid w:val="00B611CC"/>
    <w:rsid w:val="00B61B14"/>
    <w:rsid w:val="00B62545"/>
    <w:rsid w:val="00B62A98"/>
    <w:rsid w:val="00B62E1F"/>
    <w:rsid w:val="00B62ECF"/>
    <w:rsid w:val="00B62F87"/>
    <w:rsid w:val="00B6318A"/>
    <w:rsid w:val="00B633E4"/>
    <w:rsid w:val="00B63562"/>
    <w:rsid w:val="00B63977"/>
    <w:rsid w:val="00B643FA"/>
    <w:rsid w:val="00B644CF"/>
    <w:rsid w:val="00B6468B"/>
    <w:rsid w:val="00B64BCA"/>
    <w:rsid w:val="00B6512E"/>
    <w:rsid w:val="00B654B0"/>
    <w:rsid w:val="00B654DE"/>
    <w:rsid w:val="00B6595C"/>
    <w:rsid w:val="00B6596B"/>
    <w:rsid w:val="00B660BF"/>
    <w:rsid w:val="00B662E6"/>
    <w:rsid w:val="00B66AA4"/>
    <w:rsid w:val="00B66D72"/>
    <w:rsid w:val="00B6764F"/>
    <w:rsid w:val="00B67B94"/>
    <w:rsid w:val="00B67D80"/>
    <w:rsid w:val="00B67F2F"/>
    <w:rsid w:val="00B70128"/>
    <w:rsid w:val="00B70524"/>
    <w:rsid w:val="00B70B17"/>
    <w:rsid w:val="00B70B1E"/>
    <w:rsid w:val="00B70F2A"/>
    <w:rsid w:val="00B71446"/>
    <w:rsid w:val="00B718B6"/>
    <w:rsid w:val="00B71F06"/>
    <w:rsid w:val="00B7256C"/>
    <w:rsid w:val="00B72948"/>
    <w:rsid w:val="00B737A8"/>
    <w:rsid w:val="00B737F7"/>
    <w:rsid w:val="00B739F8"/>
    <w:rsid w:val="00B73EAA"/>
    <w:rsid w:val="00B74286"/>
    <w:rsid w:val="00B74419"/>
    <w:rsid w:val="00B74E66"/>
    <w:rsid w:val="00B7538F"/>
    <w:rsid w:val="00B753CE"/>
    <w:rsid w:val="00B75510"/>
    <w:rsid w:val="00B759CF"/>
    <w:rsid w:val="00B7682D"/>
    <w:rsid w:val="00B76E72"/>
    <w:rsid w:val="00B77251"/>
    <w:rsid w:val="00B774D5"/>
    <w:rsid w:val="00B775BB"/>
    <w:rsid w:val="00B8009E"/>
    <w:rsid w:val="00B8014D"/>
    <w:rsid w:val="00B80330"/>
    <w:rsid w:val="00B80711"/>
    <w:rsid w:val="00B80C82"/>
    <w:rsid w:val="00B80DAC"/>
    <w:rsid w:val="00B811A1"/>
    <w:rsid w:val="00B811E5"/>
    <w:rsid w:val="00B81A45"/>
    <w:rsid w:val="00B81C33"/>
    <w:rsid w:val="00B81FDD"/>
    <w:rsid w:val="00B82062"/>
    <w:rsid w:val="00B82634"/>
    <w:rsid w:val="00B82C83"/>
    <w:rsid w:val="00B82D16"/>
    <w:rsid w:val="00B82EF6"/>
    <w:rsid w:val="00B8304A"/>
    <w:rsid w:val="00B8347B"/>
    <w:rsid w:val="00B835EB"/>
    <w:rsid w:val="00B83CCA"/>
    <w:rsid w:val="00B83E9F"/>
    <w:rsid w:val="00B843E1"/>
    <w:rsid w:val="00B8473E"/>
    <w:rsid w:val="00B848E9"/>
    <w:rsid w:val="00B84D89"/>
    <w:rsid w:val="00B851EC"/>
    <w:rsid w:val="00B8533D"/>
    <w:rsid w:val="00B85347"/>
    <w:rsid w:val="00B8557A"/>
    <w:rsid w:val="00B85C9C"/>
    <w:rsid w:val="00B85D9B"/>
    <w:rsid w:val="00B86108"/>
    <w:rsid w:val="00B8637E"/>
    <w:rsid w:val="00B86693"/>
    <w:rsid w:val="00B86904"/>
    <w:rsid w:val="00B86FCD"/>
    <w:rsid w:val="00B872C1"/>
    <w:rsid w:val="00B87589"/>
    <w:rsid w:val="00B90370"/>
    <w:rsid w:val="00B9093C"/>
    <w:rsid w:val="00B90C68"/>
    <w:rsid w:val="00B90E25"/>
    <w:rsid w:val="00B917FE"/>
    <w:rsid w:val="00B91B89"/>
    <w:rsid w:val="00B91FB7"/>
    <w:rsid w:val="00B923F5"/>
    <w:rsid w:val="00B92B46"/>
    <w:rsid w:val="00B92F3E"/>
    <w:rsid w:val="00B92FE1"/>
    <w:rsid w:val="00B93007"/>
    <w:rsid w:val="00B93667"/>
    <w:rsid w:val="00B936C8"/>
    <w:rsid w:val="00B94B97"/>
    <w:rsid w:val="00B94BA6"/>
    <w:rsid w:val="00B94BF4"/>
    <w:rsid w:val="00B94E6E"/>
    <w:rsid w:val="00B95221"/>
    <w:rsid w:val="00B95656"/>
    <w:rsid w:val="00B9598D"/>
    <w:rsid w:val="00B95A4E"/>
    <w:rsid w:val="00B95AB4"/>
    <w:rsid w:val="00B95F4D"/>
    <w:rsid w:val="00B9681F"/>
    <w:rsid w:val="00B968AB"/>
    <w:rsid w:val="00B969E7"/>
    <w:rsid w:val="00B97025"/>
    <w:rsid w:val="00B97256"/>
    <w:rsid w:val="00B9741D"/>
    <w:rsid w:val="00B97AF6"/>
    <w:rsid w:val="00B97BCC"/>
    <w:rsid w:val="00BA06EE"/>
    <w:rsid w:val="00BA0BEC"/>
    <w:rsid w:val="00BA1153"/>
    <w:rsid w:val="00BA161D"/>
    <w:rsid w:val="00BA1E7D"/>
    <w:rsid w:val="00BA1ECA"/>
    <w:rsid w:val="00BA1EF6"/>
    <w:rsid w:val="00BA2251"/>
    <w:rsid w:val="00BA238D"/>
    <w:rsid w:val="00BA2CB2"/>
    <w:rsid w:val="00BA3699"/>
    <w:rsid w:val="00BA37D4"/>
    <w:rsid w:val="00BA3C90"/>
    <w:rsid w:val="00BA44AF"/>
    <w:rsid w:val="00BA498F"/>
    <w:rsid w:val="00BA4BB2"/>
    <w:rsid w:val="00BA5306"/>
    <w:rsid w:val="00BA53B5"/>
    <w:rsid w:val="00BA5AF5"/>
    <w:rsid w:val="00BA61F3"/>
    <w:rsid w:val="00BA64DF"/>
    <w:rsid w:val="00BA67B1"/>
    <w:rsid w:val="00BA6A28"/>
    <w:rsid w:val="00BA78C3"/>
    <w:rsid w:val="00BB00FF"/>
    <w:rsid w:val="00BB0DCE"/>
    <w:rsid w:val="00BB10EC"/>
    <w:rsid w:val="00BB1543"/>
    <w:rsid w:val="00BB172A"/>
    <w:rsid w:val="00BB23F2"/>
    <w:rsid w:val="00BB2795"/>
    <w:rsid w:val="00BB2A81"/>
    <w:rsid w:val="00BB2AE9"/>
    <w:rsid w:val="00BB2CF6"/>
    <w:rsid w:val="00BB30B6"/>
    <w:rsid w:val="00BB3160"/>
    <w:rsid w:val="00BB3281"/>
    <w:rsid w:val="00BB32CC"/>
    <w:rsid w:val="00BB3553"/>
    <w:rsid w:val="00BB48FA"/>
    <w:rsid w:val="00BB4B52"/>
    <w:rsid w:val="00BB4D64"/>
    <w:rsid w:val="00BB519F"/>
    <w:rsid w:val="00BB530F"/>
    <w:rsid w:val="00BB6616"/>
    <w:rsid w:val="00BB6ABB"/>
    <w:rsid w:val="00BB6BFE"/>
    <w:rsid w:val="00BB6C30"/>
    <w:rsid w:val="00BB6D3A"/>
    <w:rsid w:val="00BB6DEB"/>
    <w:rsid w:val="00BB7282"/>
    <w:rsid w:val="00BB763F"/>
    <w:rsid w:val="00BB7732"/>
    <w:rsid w:val="00BB7A6E"/>
    <w:rsid w:val="00BB7E96"/>
    <w:rsid w:val="00BB7FD3"/>
    <w:rsid w:val="00BC0796"/>
    <w:rsid w:val="00BC0926"/>
    <w:rsid w:val="00BC0AC9"/>
    <w:rsid w:val="00BC14DF"/>
    <w:rsid w:val="00BC1936"/>
    <w:rsid w:val="00BC1A16"/>
    <w:rsid w:val="00BC1A3B"/>
    <w:rsid w:val="00BC1BA6"/>
    <w:rsid w:val="00BC2067"/>
    <w:rsid w:val="00BC21E0"/>
    <w:rsid w:val="00BC2CE6"/>
    <w:rsid w:val="00BC2DAC"/>
    <w:rsid w:val="00BC2FB1"/>
    <w:rsid w:val="00BC3167"/>
    <w:rsid w:val="00BC31AC"/>
    <w:rsid w:val="00BC3616"/>
    <w:rsid w:val="00BC37AE"/>
    <w:rsid w:val="00BC43D5"/>
    <w:rsid w:val="00BC4466"/>
    <w:rsid w:val="00BC4524"/>
    <w:rsid w:val="00BC48BB"/>
    <w:rsid w:val="00BC496F"/>
    <w:rsid w:val="00BC4CE5"/>
    <w:rsid w:val="00BC5DB2"/>
    <w:rsid w:val="00BC6801"/>
    <w:rsid w:val="00BC680C"/>
    <w:rsid w:val="00BC699D"/>
    <w:rsid w:val="00BC6BC2"/>
    <w:rsid w:val="00BC6D20"/>
    <w:rsid w:val="00BC6F47"/>
    <w:rsid w:val="00BC701A"/>
    <w:rsid w:val="00BC78E4"/>
    <w:rsid w:val="00BC7C49"/>
    <w:rsid w:val="00BD0023"/>
    <w:rsid w:val="00BD0159"/>
    <w:rsid w:val="00BD0311"/>
    <w:rsid w:val="00BD0442"/>
    <w:rsid w:val="00BD0C1D"/>
    <w:rsid w:val="00BD0E88"/>
    <w:rsid w:val="00BD1008"/>
    <w:rsid w:val="00BD1035"/>
    <w:rsid w:val="00BD10A6"/>
    <w:rsid w:val="00BD1366"/>
    <w:rsid w:val="00BD1E55"/>
    <w:rsid w:val="00BD1FF1"/>
    <w:rsid w:val="00BD2073"/>
    <w:rsid w:val="00BD2619"/>
    <w:rsid w:val="00BD2D8C"/>
    <w:rsid w:val="00BD2DB1"/>
    <w:rsid w:val="00BD2E3E"/>
    <w:rsid w:val="00BD2ED6"/>
    <w:rsid w:val="00BD3BDD"/>
    <w:rsid w:val="00BD4122"/>
    <w:rsid w:val="00BD444A"/>
    <w:rsid w:val="00BD4614"/>
    <w:rsid w:val="00BD49A3"/>
    <w:rsid w:val="00BD4AC7"/>
    <w:rsid w:val="00BD4C7F"/>
    <w:rsid w:val="00BD4F39"/>
    <w:rsid w:val="00BD4FD4"/>
    <w:rsid w:val="00BD50FC"/>
    <w:rsid w:val="00BD5212"/>
    <w:rsid w:val="00BD54CE"/>
    <w:rsid w:val="00BD5555"/>
    <w:rsid w:val="00BD55F5"/>
    <w:rsid w:val="00BD5971"/>
    <w:rsid w:val="00BD59DF"/>
    <w:rsid w:val="00BD5D84"/>
    <w:rsid w:val="00BD60F9"/>
    <w:rsid w:val="00BD61F0"/>
    <w:rsid w:val="00BD6612"/>
    <w:rsid w:val="00BD6910"/>
    <w:rsid w:val="00BD7289"/>
    <w:rsid w:val="00BD7BFB"/>
    <w:rsid w:val="00BD7D0E"/>
    <w:rsid w:val="00BE01D3"/>
    <w:rsid w:val="00BE0618"/>
    <w:rsid w:val="00BE0806"/>
    <w:rsid w:val="00BE0EBD"/>
    <w:rsid w:val="00BE11CF"/>
    <w:rsid w:val="00BE11F6"/>
    <w:rsid w:val="00BE18C4"/>
    <w:rsid w:val="00BE1972"/>
    <w:rsid w:val="00BE1BC7"/>
    <w:rsid w:val="00BE1F49"/>
    <w:rsid w:val="00BE1F82"/>
    <w:rsid w:val="00BE206E"/>
    <w:rsid w:val="00BE2246"/>
    <w:rsid w:val="00BE2454"/>
    <w:rsid w:val="00BE2CF3"/>
    <w:rsid w:val="00BE33BD"/>
    <w:rsid w:val="00BE3D83"/>
    <w:rsid w:val="00BE3F5F"/>
    <w:rsid w:val="00BE3F8E"/>
    <w:rsid w:val="00BE46A5"/>
    <w:rsid w:val="00BE4743"/>
    <w:rsid w:val="00BE4A20"/>
    <w:rsid w:val="00BE5A7B"/>
    <w:rsid w:val="00BE5D96"/>
    <w:rsid w:val="00BE5F39"/>
    <w:rsid w:val="00BE5F8E"/>
    <w:rsid w:val="00BE61B2"/>
    <w:rsid w:val="00BE6637"/>
    <w:rsid w:val="00BE6CF8"/>
    <w:rsid w:val="00BE6D92"/>
    <w:rsid w:val="00BE7008"/>
    <w:rsid w:val="00BE7345"/>
    <w:rsid w:val="00BE77B7"/>
    <w:rsid w:val="00BE7BE4"/>
    <w:rsid w:val="00BE7C91"/>
    <w:rsid w:val="00BE7DED"/>
    <w:rsid w:val="00BE7F5C"/>
    <w:rsid w:val="00BF0305"/>
    <w:rsid w:val="00BF03FC"/>
    <w:rsid w:val="00BF050E"/>
    <w:rsid w:val="00BF098A"/>
    <w:rsid w:val="00BF120E"/>
    <w:rsid w:val="00BF1CFB"/>
    <w:rsid w:val="00BF226B"/>
    <w:rsid w:val="00BF240A"/>
    <w:rsid w:val="00BF2677"/>
    <w:rsid w:val="00BF2808"/>
    <w:rsid w:val="00BF2DD6"/>
    <w:rsid w:val="00BF380C"/>
    <w:rsid w:val="00BF42A1"/>
    <w:rsid w:val="00BF51F7"/>
    <w:rsid w:val="00BF52E8"/>
    <w:rsid w:val="00BF53A3"/>
    <w:rsid w:val="00BF55D1"/>
    <w:rsid w:val="00BF5F3A"/>
    <w:rsid w:val="00BF5F96"/>
    <w:rsid w:val="00BF670E"/>
    <w:rsid w:val="00BF674E"/>
    <w:rsid w:val="00BF6A10"/>
    <w:rsid w:val="00BF7D04"/>
    <w:rsid w:val="00BF7EAD"/>
    <w:rsid w:val="00C00428"/>
    <w:rsid w:val="00C009B6"/>
    <w:rsid w:val="00C00B46"/>
    <w:rsid w:val="00C012EC"/>
    <w:rsid w:val="00C01375"/>
    <w:rsid w:val="00C013F7"/>
    <w:rsid w:val="00C022EC"/>
    <w:rsid w:val="00C02301"/>
    <w:rsid w:val="00C02693"/>
    <w:rsid w:val="00C02D57"/>
    <w:rsid w:val="00C02E7A"/>
    <w:rsid w:val="00C03067"/>
    <w:rsid w:val="00C03832"/>
    <w:rsid w:val="00C0399D"/>
    <w:rsid w:val="00C03B4F"/>
    <w:rsid w:val="00C03E44"/>
    <w:rsid w:val="00C03F77"/>
    <w:rsid w:val="00C046B5"/>
    <w:rsid w:val="00C0480C"/>
    <w:rsid w:val="00C04A8F"/>
    <w:rsid w:val="00C04C4B"/>
    <w:rsid w:val="00C04D98"/>
    <w:rsid w:val="00C051FA"/>
    <w:rsid w:val="00C05AF0"/>
    <w:rsid w:val="00C05E1B"/>
    <w:rsid w:val="00C05F6A"/>
    <w:rsid w:val="00C06276"/>
    <w:rsid w:val="00C063FD"/>
    <w:rsid w:val="00C06DB5"/>
    <w:rsid w:val="00C075CD"/>
    <w:rsid w:val="00C07E1A"/>
    <w:rsid w:val="00C07F48"/>
    <w:rsid w:val="00C1152B"/>
    <w:rsid w:val="00C11633"/>
    <w:rsid w:val="00C116B4"/>
    <w:rsid w:val="00C118C5"/>
    <w:rsid w:val="00C11995"/>
    <w:rsid w:val="00C11C35"/>
    <w:rsid w:val="00C11CDD"/>
    <w:rsid w:val="00C11DC8"/>
    <w:rsid w:val="00C120D7"/>
    <w:rsid w:val="00C121BB"/>
    <w:rsid w:val="00C12346"/>
    <w:rsid w:val="00C129D3"/>
    <w:rsid w:val="00C130EB"/>
    <w:rsid w:val="00C133D8"/>
    <w:rsid w:val="00C136AB"/>
    <w:rsid w:val="00C13CC2"/>
    <w:rsid w:val="00C140BA"/>
    <w:rsid w:val="00C14342"/>
    <w:rsid w:val="00C14417"/>
    <w:rsid w:val="00C14F71"/>
    <w:rsid w:val="00C15688"/>
    <w:rsid w:val="00C1576A"/>
    <w:rsid w:val="00C157E1"/>
    <w:rsid w:val="00C15886"/>
    <w:rsid w:val="00C15EA8"/>
    <w:rsid w:val="00C1682D"/>
    <w:rsid w:val="00C173DC"/>
    <w:rsid w:val="00C175F4"/>
    <w:rsid w:val="00C17954"/>
    <w:rsid w:val="00C17F4A"/>
    <w:rsid w:val="00C20088"/>
    <w:rsid w:val="00C2009B"/>
    <w:rsid w:val="00C20149"/>
    <w:rsid w:val="00C201DB"/>
    <w:rsid w:val="00C203D3"/>
    <w:rsid w:val="00C20559"/>
    <w:rsid w:val="00C207C6"/>
    <w:rsid w:val="00C20D7D"/>
    <w:rsid w:val="00C20FD0"/>
    <w:rsid w:val="00C212DB"/>
    <w:rsid w:val="00C2159C"/>
    <w:rsid w:val="00C215E4"/>
    <w:rsid w:val="00C21D42"/>
    <w:rsid w:val="00C2208D"/>
    <w:rsid w:val="00C229DC"/>
    <w:rsid w:val="00C22B50"/>
    <w:rsid w:val="00C22D93"/>
    <w:rsid w:val="00C236FD"/>
    <w:rsid w:val="00C23C71"/>
    <w:rsid w:val="00C2438F"/>
    <w:rsid w:val="00C249C5"/>
    <w:rsid w:val="00C24B4C"/>
    <w:rsid w:val="00C24D85"/>
    <w:rsid w:val="00C24E06"/>
    <w:rsid w:val="00C24F93"/>
    <w:rsid w:val="00C253E8"/>
    <w:rsid w:val="00C253EE"/>
    <w:rsid w:val="00C2543A"/>
    <w:rsid w:val="00C25725"/>
    <w:rsid w:val="00C25E14"/>
    <w:rsid w:val="00C26312"/>
    <w:rsid w:val="00C26383"/>
    <w:rsid w:val="00C2739A"/>
    <w:rsid w:val="00C27F80"/>
    <w:rsid w:val="00C3016A"/>
    <w:rsid w:val="00C30498"/>
    <w:rsid w:val="00C30872"/>
    <w:rsid w:val="00C308CA"/>
    <w:rsid w:val="00C30A74"/>
    <w:rsid w:val="00C30F05"/>
    <w:rsid w:val="00C31143"/>
    <w:rsid w:val="00C312EC"/>
    <w:rsid w:val="00C320AA"/>
    <w:rsid w:val="00C322BA"/>
    <w:rsid w:val="00C3266A"/>
    <w:rsid w:val="00C327B4"/>
    <w:rsid w:val="00C329D1"/>
    <w:rsid w:val="00C32CC7"/>
    <w:rsid w:val="00C32DD5"/>
    <w:rsid w:val="00C332F4"/>
    <w:rsid w:val="00C33593"/>
    <w:rsid w:val="00C33837"/>
    <w:rsid w:val="00C33881"/>
    <w:rsid w:val="00C3414F"/>
    <w:rsid w:val="00C343D3"/>
    <w:rsid w:val="00C3443F"/>
    <w:rsid w:val="00C347E9"/>
    <w:rsid w:val="00C3493B"/>
    <w:rsid w:val="00C349B5"/>
    <w:rsid w:val="00C34DF3"/>
    <w:rsid w:val="00C34F9F"/>
    <w:rsid w:val="00C351EF"/>
    <w:rsid w:val="00C35405"/>
    <w:rsid w:val="00C35602"/>
    <w:rsid w:val="00C3569F"/>
    <w:rsid w:val="00C35C7A"/>
    <w:rsid w:val="00C35DB0"/>
    <w:rsid w:val="00C375EC"/>
    <w:rsid w:val="00C3779F"/>
    <w:rsid w:val="00C37E4C"/>
    <w:rsid w:val="00C4063A"/>
    <w:rsid w:val="00C415C4"/>
    <w:rsid w:val="00C41D08"/>
    <w:rsid w:val="00C41F51"/>
    <w:rsid w:val="00C42420"/>
    <w:rsid w:val="00C425BE"/>
    <w:rsid w:val="00C43004"/>
    <w:rsid w:val="00C43874"/>
    <w:rsid w:val="00C43880"/>
    <w:rsid w:val="00C43DB7"/>
    <w:rsid w:val="00C43DBF"/>
    <w:rsid w:val="00C4486D"/>
    <w:rsid w:val="00C448D2"/>
    <w:rsid w:val="00C44CF8"/>
    <w:rsid w:val="00C4553E"/>
    <w:rsid w:val="00C45ACA"/>
    <w:rsid w:val="00C46035"/>
    <w:rsid w:val="00C461A7"/>
    <w:rsid w:val="00C46220"/>
    <w:rsid w:val="00C467C1"/>
    <w:rsid w:val="00C46A3C"/>
    <w:rsid w:val="00C46E4F"/>
    <w:rsid w:val="00C4712C"/>
    <w:rsid w:val="00C472E7"/>
    <w:rsid w:val="00C47395"/>
    <w:rsid w:val="00C47B82"/>
    <w:rsid w:val="00C47D55"/>
    <w:rsid w:val="00C47F80"/>
    <w:rsid w:val="00C501D9"/>
    <w:rsid w:val="00C504E0"/>
    <w:rsid w:val="00C50E2B"/>
    <w:rsid w:val="00C51396"/>
    <w:rsid w:val="00C51AFE"/>
    <w:rsid w:val="00C51BA9"/>
    <w:rsid w:val="00C52020"/>
    <w:rsid w:val="00C5239B"/>
    <w:rsid w:val="00C5283F"/>
    <w:rsid w:val="00C52CD5"/>
    <w:rsid w:val="00C52E7F"/>
    <w:rsid w:val="00C534F3"/>
    <w:rsid w:val="00C5459D"/>
    <w:rsid w:val="00C545DF"/>
    <w:rsid w:val="00C54975"/>
    <w:rsid w:val="00C54FC2"/>
    <w:rsid w:val="00C550ED"/>
    <w:rsid w:val="00C560B5"/>
    <w:rsid w:val="00C562BE"/>
    <w:rsid w:val="00C56875"/>
    <w:rsid w:val="00C56C4D"/>
    <w:rsid w:val="00C5716F"/>
    <w:rsid w:val="00C5738D"/>
    <w:rsid w:val="00C57B7C"/>
    <w:rsid w:val="00C57E1C"/>
    <w:rsid w:val="00C6125B"/>
    <w:rsid w:val="00C6151D"/>
    <w:rsid w:val="00C61CCB"/>
    <w:rsid w:val="00C62325"/>
    <w:rsid w:val="00C626AC"/>
    <w:rsid w:val="00C6284C"/>
    <w:rsid w:val="00C62C51"/>
    <w:rsid w:val="00C632FE"/>
    <w:rsid w:val="00C63E9C"/>
    <w:rsid w:val="00C65136"/>
    <w:rsid w:val="00C651FF"/>
    <w:rsid w:val="00C65424"/>
    <w:rsid w:val="00C65608"/>
    <w:rsid w:val="00C65A51"/>
    <w:rsid w:val="00C66D80"/>
    <w:rsid w:val="00C67881"/>
    <w:rsid w:val="00C678A5"/>
    <w:rsid w:val="00C67AFC"/>
    <w:rsid w:val="00C67B88"/>
    <w:rsid w:val="00C67D86"/>
    <w:rsid w:val="00C70181"/>
    <w:rsid w:val="00C703F0"/>
    <w:rsid w:val="00C7049E"/>
    <w:rsid w:val="00C70AF5"/>
    <w:rsid w:val="00C70DA0"/>
    <w:rsid w:val="00C70E99"/>
    <w:rsid w:val="00C710EB"/>
    <w:rsid w:val="00C719C0"/>
    <w:rsid w:val="00C71CA0"/>
    <w:rsid w:val="00C71EBF"/>
    <w:rsid w:val="00C728AC"/>
    <w:rsid w:val="00C72C49"/>
    <w:rsid w:val="00C72D6E"/>
    <w:rsid w:val="00C72F1C"/>
    <w:rsid w:val="00C731EC"/>
    <w:rsid w:val="00C7361A"/>
    <w:rsid w:val="00C737E7"/>
    <w:rsid w:val="00C7415B"/>
    <w:rsid w:val="00C74EA3"/>
    <w:rsid w:val="00C7544E"/>
    <w:rsid w:val="00C75F71"/>
    <w:rsid w:val="00C760BA"/>
    <w:rsid w:val="00C764FA"/>
    <w:rsid w:val="00C766CB"/>
    <w:rsid w:val="00C7797B"/>
    <w:rsid w:val="00C77D6A"/>
    <w:rsid w:val="00C77D85"/>
    <w:rsid w:val="00C77E99"/>
    <w:rsid w:val="00C8084A"/>
    <w:rsid w:val="00C809AD"/>
    <w:rsid w:val="00C81C80"/>
    <w:rsid w:val="00C81CC9"/>
    <w:rsid w:val="00C822BA"/>
    <w:rsid w:val="00C83283"/>
    <w:rsid w:val="00C833D4"/>
    <w:rsid w:val="00C8342C"/>
    <w:rsid w:val="00C836D3"/>
    <w:rsid w:val="00C83707"/>
    <w:rsid w:val="00C83816"/>
    <w:rsid w:val="00C83906"/>
    <w:rsid w:val="00C83C70"/>
    <w:rsid w:val="00C840AF"/>
    <w:rsid w:val="00C84B85"/>
    <w:rsid w:val="00C852FC"/>
    <w:rsid w:val="00C854C9"/>
    <w:rsid w:val="00C8611A"/>
    <w:rsid w:val="00C86293"/>
    <w:rsid w:val="00C866CF"/>
    <w:rsid w:val="00C87C13"/>
    <w:rsid w:val="00C90535"/>
    <w:rsid w:val="00C90603"/>
    <w:rsid w:val="00C90B5F"/>
    <w:rsid w:val="00C90EE2"/>
    <w:rsid w:val="00C90F8D"/>
    <w:rsid w:val="00C91983"/>
    <w:rsid w:val="00C91C5F"/>
    <w:rsid w:val="00C92D77"/>
    <w:rsid w:val="00C930F3"/>
    <w:rsid w:val="00C93774"/>
    <w:rsid w:val="00C93A37"/>
    <w:rsid w:val="00C94042"/>
    <w:rsid w:val="00C94058"/>
    <w:rsid w:val="00C9486D"/>
    <w:rsid w:val="00C94A62"/>
    <w:rsid w:val="00C94AB3"/>
    <w:rsid w:val="00C94AB6"/>
    <w:rsid w:val="00C94AD3"/>
    <w:rsid w:val="00C94E1C"/>
    <w:rsid w:val="00C94EC0"/>
    <w:rsid w:val="00C951BA"/>
    <w:rsid w:val="00C954E9"/>
    <w:rsid w:val="00C9607D"/>
    <w:rsid w:val="00C97210"/>
    <w:rsid w:val="00C97BD0"/>
    <w:rsid w:val="00CA0132"/>
    <w:rsid w:val="00CA04FE"/>
    <w:rsid w:val="00CA0647"/>
    <w:rsid w:val="00CA0891"/>
    <w:rsid w:val="00CA117D"/>
    <w:rsid w:val="00CA1752"/>
    <w:rsid w:val="00CA2171"/>
    <w:rsid w:val="00CA247B"/>
    <w:rsid w:val="00CA2D94"/>
    <w:rsid w:val="00CA3029"/>
    <w:rsid w:val="00CA31F0"/>
    <w:rsid w:val="00CA3450"/>
    <w:rsid w:val="00CA36E4"/>
    <w:rsid w:val="00CA3785"/>
    <w:rsid w:val="00CA3799"/>
    <w:rsid w:val="00CA3B80"/>
    <w:rsid w:val="00CA3CA1"/>
    <w:rsid w:val="00CA5546"/>
    <w:rsid w:val="00CA5BB0"/>
    <w:rsid w:val="00CA5F9B"/>
    <w:rsid w:val="00CA62A7"/>
    <w:rsid w:val="00CA6ACB"/>
    <w:rsid w:val="00CA6CD1"/>
    <w:rsid w:val="00CB0567"/>
    <w:rsid w:val="00CB08E5"/>
    <w:rsid w:val="00CB0B56"/>
    <w:rsid w:val="00CB12A8"/>
    <w:rsid w:val="00CB16B9"/>
    <w:rsid w:val="00CB1A60"/>
    <w:rsid w:val="00CB1C14"/>
    <w:rsid w:val="00CB1EB1"/>
    <w:rsid w:val="00CB1F05"/>
    <w:rsid w:val="00CB1FD6"/>
    <w:rsid w:val="00CB2279"/>
    <w:rsid w:val="00CB23F9"/>
    <w:rsid w:val="00CB2720"/>
    <w:rsid w:val="00CB2858"/>
    <w:rsid w:val="00CB2AFE"/>
    <w:rsid w:val="00CB2D2B"/>
    <w:rsid w:val="00CB3FD9"/>
    <w:rsid w:val="00CB411F"/>
    <w:rsid w:val="00CB4548"/>
    <w:rsid w:val="00CB4710"/>
    <w:rsid w:val="00CB4784"/>
    <w:rsid w:val="00CB49A0"/>
    <w:rsid w:val="00CB4C7B"/>
    <w:rsid w:val="00CB51AD"/>
    <w:rsid w:val="00CB55CE"/>
    <w:rsid w:val="00CB60E3"/>
    <w:rsid w:val="00CB6286"/>
    <w:rsid w:val="00CB6969"/>
    <w:rsid w:val="00CB6A8F"/>
    <w:rsid w:val="00CB6FFC"/>
    <w:rsid w:val="00CB707E"/>
    <w:rsid w:val="00CB7100"/>
    <w:rsid w:val="00CB7DA7"/>
    <w:rsid w:val="00CC00BC"/>
    <w:rsid w:val="00CC06F1"/>
    <w:rsid w:val="00CC0CDA"/>
    <w:rsid w:val="00CC2ADE"/>
    <w:rsid w:val="00CC2D45"/>
    <w:rsid w:val="00CC3904"/>
    <w:rsid w:val="00CC4625"/>
    <w:rsid w:val="00CC58CB"/>
    <w:rsid w:val="00CC5AE3"/>
    <w:rsid w:val="00CC5B70"/>
    <w:rsid w:val="00CC5C21"/>
    <w:rsid w:val="00CC5D6E"/>
    <w:rsid w:val="00CC5FB9"/>
    <w:rsid w:val="00CC6955"/>
    <w:rsid w:val="00CC6D4C"/>
    <w:rsid w:val="00CC6FEB"/>
    <w:rsid w:val="00CC7543"/>
    <w:rsid w:val="00CC75F4"/>
    <w:rsid w:val="00CC76A4"/>
    <w:rsid w:val="00CD02CB"/>
    <w:rsid w:val="00CD03EF"/>
    <w:rsid w:val="00CD0DAC"/>
    <w:rsid w:val="00CD0F50"/>
    <w:rsid w:val="00CD186D"/>
    <w:rsid w:val="00CD2137"/>
    <w:rsid w:val="00CD2364"/>
    <w:rsid w:val="00CD2647"/>
    <w:rsid w:val="00CD305C"/>
    <w:rsid w:val="00CD373D"/>
    <w:rsid w:val="00CD3867"/>
    <w:rsid w:val="00CD3AB8"/>
    <w:rsid w:val="00CD4A44"/>
    <w:rsid w:val="00CD4B7D"/>
    <w:rsid w:val="00CD4CCB"/>
    <w:rsid w:val="00CD4E2C"/>
    <w:rsid w:val="00CD509C"/>
    <w:rsid w:val="00CD53F8"/>
    <w:rsid w:val="00CD65A1"/>
    <w:rsid w:val="00CD74BF"/>
    <w:rsid w:val="00CD75FD"/>
    <w:rsid w:val="00CD7D42"/>
    <w:rsid w:val="00CD7DFF"/>
    <w:rsid w:val="00CE0562"/>
    <w:rsid w:val="00CE12B6"/>
    <w:rsid w:val="00CE162B"/>
    <w:rsid w:val="00CE1915"/>
    <w:rsid w:val="00CE199C"/>
    <w:rsid w:val="00CE1A56"/>
    <w:rsid w:val="00CE1CC3"/>
    <w:rsid w:val="00CE1FE0"/>
    <w:rsid w:val="00CE266C"/>
    <w:rsid w:val="00CE2F7A"/>
    <w:rsid w:val="00CE346A"/>
    <w:rsid w:val="00CE3AE1"/>
    <w:rsid w:val="00CE416B"/>
    <w:rsid w:val="00CE4469"/>
    <w:rsid w:val="00CE4681"/>
    <w:rsid w:val="00CE4EDD"/>
    <w:rsid w:val="00CE4FE7"/>
    <w:rsid w:val="00CE5356"/>
    <w:rsid w:val="00CE5956"/>
    <w:rsid w:val="00CE5A45"/>
    <w:rsid w:val="00CE62AE"/>
    <w:rsid w:val="00CE6607"/>
    <w:rsid w:val="00CE6F27"/>
    <w:rsid w:val="00CE7507"/>
    <w:rsid w:val="00CE7A8F"/>
    <w:rsid w:val="00CF093F"/>
    <w:rsid w:val="00CF094A"/>
    <w:rsid w:val="00CF1764"/>
    <w:rsid w:val="00CF18E4"/>
    <w:rsid w:val="00CF1DED"/>
    <w:rsid w:val="00CF205D"/>
    <w:rsid w:val="00CF272C"/>
    <w:rsid w:val="00CF2B4F"/>
    <w:rsid w:val="00CF34F9"/>
    <w:rsid w:val="00CF388A"/>
    <w:rsid w:val="00CF4049"/>
    <w:rsid w:val="00CF4087"/>
    <w:rsid w:val="00CF5036"/>
    <w:rsid w:val="00CF568A"/>
    <w:rsid w:val="00CF56AC"/>
    <w:rsid w:val="00CF5FAD"/>
    <w:rsid w:val="00CF6708"/>
    <w:rsid w:val="00CF6942"/>
    <w:rsid w:val="00CF6DB8"/>
    <w:rsid w:val="00CF6E1D"/>
    <w:rsid w:val="00CF72D0"/>
    <w:rsid w:val="00CF7655"/>
    <w:rsid w:val="00D00D26"/>
    <w:rsid w:val="00D00F48"/>
    <w:rsid w:val="00D016F5"/>
    <w:rsid w:val="00D017B3"/>
    <w:rsid w:val="00D0197D"/>
    <w:rsid w:val="00D01B6B"/>
    <w:rsid w:val="00D01C6C"/>
    <w:rsid w:val="00D01D06"/>
    <w:rsid w:val="00D021D6"/>
    <w:rsid w:val="00D02228"/>
    <w:rsid w:val="00D023E9"/>
    <w:rsid w:val="00D026B8"/>
    <w:rsid w:val="00D026C2"/>
    <w:rsid w:val="00D027BA"/>
    <w:rsid w:val="00D02D08"/>
    <w:rsid w:val="00D031DA"/>
    <w:rsid w:val="00D034DC"/>
    <w:rsid w:val="00D036C1"/>
    <w:rsid w:val="00D0379E"/>
    <w:rsid w:val="00D03CD5"/>
    <w:rsid w:val="00D042C2"/>
    <w:rsid w:val="00D043B3"/>
    <w:rsid w:val="00D04746"/>
    <w:rsid w:val="00D04F9B"/>
    <w:rsid w:val="00D054D1"/>
    <w:rsid w:val="00D0593B"/>
    <w:rsid w:val="00D0651A"/>
    <w:rsid w:val="00D0680A"/>
    <w:rsid w:val="00D07119"/>
    <w:rsid w:val="00D078F5"/>
    <w:rsid w:val="00D07EBA"/>
    <w:rsid w:val="00D1031D"/>
    <w:rsid w:val="00D104B9"/>
    <w:rsid w:val="00D106CE"/>
    <w:rsid w:val="00D1145A"/>
    <w:rsid w:val="00D11C4E"/>
    <w:rsid w:val="00D1272B"/>
    <w:rsid w:val="00D129FB"/>
    <w:rsid w:val="00D12B46"/>
    <w:rsid w:val="00D12EF2"/>
    <w:rsid w:val="00D13929"/>
    <w:rsid w:val="00D14144"/>
    <w:rsid w:val="00D14146"/>
    <w:rsid w:val="00D14E6A"/>
    <w:rsid w:val="00D1503B"/>
    <w:rsid w:val="00D154BE"/>
    <w:rsid w:val="00D15E17"/>
    <w:rsid w:val="00D166C2"/>
    <w:rsid w:val="00D1694F"/>
    <w:rsid w:val="00D17584"/>
    <w:rsid w:val="00D17693"/>
    <w:rsid w:val="00D17FD7"/>
    <w:rsid w:val="00D2007B"/>
    <w:rsid w:val="00D20498"/>
    <w:rsid w:val="00D2077F"/>
    <w:rsid w:val="00D209CE"/>
    <w:rsid w:val="00D20D41"/>
    <w:rsid w:val="00D21578"/>
    <w:rsid w:val="00D216F2"/>
    <w:rsid w:val="00D21A9D"/>
    <w:rsid w:val="00D21C3F"/>
    <w:rsid w:val="00D2212E"/>
    <w:rsid w:val="00D224F7"/>
    <w:rsid w:val="00D2265E"/>
    <w:rsid w:val="00D234D7"/>
    <w:rsid w:val="00D23575"/>
    <w:rsid w:val="00D23842"/>
    <w:rsid w:val="00D241C2"/>
    <w:rsid w:val="00D2423F"/>
    <w:rsid w:val="00D24459"/>
    <w:rsid w:val="00D24520"/>
    <w:rsid w:val="00D24722"/>
    <w:rsid w:val="00D24BC7"/>
    <w:rsid w:val="00D24D10"/>
    <w:rsid w:val="00D253BF"/>
    <w:rsid w:val="00D254F3"/>
    <w:rsid w:val="00D25A8D"/>
    <w:rsid w:val="00D25D94"/>
    <w:rsid w:val="00D25F3B"/>
    <w:rsid w:val="00D2620A"/>
    <w:rsid w:val="00D26330"/>
    <w:rsid w:val="00D2633F"/>
    <w:rsid w:val="00D267E7"/>
    <w:rsid w:val="00D272A5"/>
    <w:rsid w:val="00D272F1"/>
    <w:rsid w:val="00D278D2"/>
    <w:rsid w:val="00D309CA"/>
    <w:rsid w:val="00D31066"/>
    <w:rsid w:val="00D31202"/>
    <w:rsid w:val="00D31203"/>
    <w:rsid w:val="00D312D4"/>
    <w:rsid w:val="00D32014"/>
    <w:rsid w:val="00D32305"/>
    <w:rsid w:val="00D32C35"/>
    <w:rsid w:val="00D333EF"/>
    <w:rsid w:val="00D33A5E"/>
    <w:rsid w:val="00D3416F"/>
    <w:rsid w:val="00D341F9"/>
    <w:rsid w:val="00D34F88"/>
    <w:rsid w:val="00D358C2"/>
    <w:rsid w:val="00D35CEE"/>
    <w:rsid w:val="00D35ED7"/>
    <w:rsid w:val="00D35F1D"/>
    <w:rsid w:val="00D3630D"/>
    <w:rsid w:val="00D36756"/>
    <w:rsid w:val="00D37F6C"/>
    <w:rsid w:val="00D4083E"/>
    <w:rsid w:val="00D408AA"/>
    <w:rsid w:val="00D40AD8"/>
    <w:rsid w:val="00D41299"/>
    <w:rsid w:val="00D419BC"/>
    <w:rsid w:val="00D41D4D"/>
    <w:rsid w:val="00D4205B"/>
    <w:rsid w:val="00D427D5"/>
    <w:rsid w:val="00D433AC"/>
    <w:rsid w:val="00D434BD"/>
    <w:rsid w:val="00D43500"/>
    <w:rsid w:val="00D43544"/>
    <w:rsid w:val="00D439FF"/>
    <w:rsid w:val="00D444FD"/>
    <w:rsid w:val="00D44B7D"/>
    <w:rsid w:val="00D44F36"/>
    <w:rsid w:val="00D45240"/>
    <w:rsid w:val="00D45D22"/>
    <w:rsid w:val="00D460FB"/>
    <w:rsid w:val="00D46352"/>
    <w:rsid w:val="00D466D4"/>
    <w:rsid w:val="00D466EE"/>
    <w:rsid w:val="00D46FE7"/>
    <w:rsid w:val="00D47002"/>
    <w:rsid w:val="00D470CF"/>
    <w:rsid w:val="00D471B3"/>
    <w:rsid w:val="00D478DF"/>
    <w:rsid w:val="00D47A48"/>
    <w:rsid w:val="00D47B87"/>
    <w:rsid w:val="00D47B97"/>
    <w:rsid w:val="00D502BB"/>
    <w:rsid w:val="00D50C03"/>
    <w:rsid w:val="00D50F3F"/>
    <w:rsid w:val="00D51542"/>
    <w:rsid w:val="00D5162E"/>
    <w:rsid w:val="00D51630"/>
    <w:rsid w:val="00D51B41"/>
    <w:rsid w:val="00D51E4C"/>
    <w:rsid w:val="00D51FD3"/>
    <w:rsid w:val="00D51FEA"/>
    <w:rsid w:val="00D523B9"/>
    <w:rsid w:val="00D52BFF"/>
    <w:rsid w:val="00D53CAE"/>
    <w:rsid w:val="00D53D9D"/>
    <w:rsid w:val="00D540E8"/>
    <w:rsid w:val="00D542A3"/>
    <w:rsid w:val="00D54597"/>
    <w:rsid w:val="00D55F8E"/>
    <w:rsid w:val="00D56B8D"/>
    <w:rsid w:val="00D56E6F"/>
    <w:rsid w:val="00D56FC5"/>
    <w:rsid w:val="00D57541"/>
    <w:rsid w:val="00D57D6C"/>
    <w:rsid w:val="00D6016B"/>
    <w:rsid w:val="00D60370"/>
    <w:rsid w:val="00D608F5"/>
    <w:rsid w:val="00D60B97"/>
    <w:rsid w:val="00D611FA"/>
    <w:rsid w:val="00D61555"/>
    <w:rsid w:val="00D61607"/>
    <w:rsid w:val="00D61A9E"/>
    <w:rsid w:val="00D61C3D"/>
    <w:rsid w:val="00D62899"/>
    <w:rsid w:val="00D62907"/>
    <w:rsid w:val="00D62D13"/>
    <w:rsid w:val="00D62D5F"/>
    <w:rsid w:val="00D62E7C"/>
    <w:rsid w:val="00D62F4D"/>
    <w:rsid w:val="00D6399E"/>
    <w:rsid w:val="00D63CD2"/>
    <w:rsid w:val="00D6401D"/>
    <w:rsid w:val="00D64057"/>
    <w:rsid w:val="00D64190"/>
    <w:rsid w:val="00D642D4"/>
    <w:rsid w:val="00D644DB"/>
    <w:rsid w:val="00D64A16"/>
    <w:rsid w:val="00D65260"/>
    <w:rsid w:val="00D656CF"/>
    <w:rsid w:val="00D65917"/>
    <w:rsid w:val="00D65DA2"/>
    <w:rsid w:val="00D66401"/>
    <w:rsid w:val="00D66440"/>
    <w:rsid w:val="00D665C4"/>
    <w:rsid w:val="00D66900"/>
    <w:rsid w:val="00D66A0C"/>
    <w:rsid w:val="00D7020F"/>
    <w:rsid w:val="00D7024B"/>
    <w:rsid w:val="00D705EA"/>
    <w:rsid w:val="00D70893"/>
    <w:rsid w:val="00D716C1"/>
    <w:rsid w:val="00D7227D"/>
    <w:rsid w:val="00D725BC"/>
    <w:rsid w:val="00D7380D"/>
    <w:rsid w:val="00D73AA8"/>
    <w:rsid w:val="00D73C4A"/>
    <w:rsid w:val="00D73D1B"/>
    <w:rsid w:val="00D73D46"/>
    <w:rsid w:val="00D73D50"/>
    <w:rsid w:val="00D73F66"/>
    <w:rsid w:val="00D741DA"/>
    <w:rsid w:val="00D745C8"/>
    <w:rsid w:val="00D746F8"/>
    <w:rsid w:val="00D7504C"/>
    <w:rsid w:val="00D7567B"/>
    <w:rsid w:val="00D75817"/>
    <w:rsid w:val="00D75C2D"/>
    <w:rsid w:val="00D75C48"/>
    <w:rsid w:val="00D76A94"/>
    <w:rsid w:val="00D76C14"/>
    <w:rsid w:val="00D76DEF"/>
    <w:rsid w:val="00D76F59"/>
    <w:rsid w:val="00D77011"/>
    <w:rsid w:val="00D77C70"/>
    <w:rsid w:val="00D77DC8"/>
    <w:rsid w:val="00D8009F"/>
    <w:rsid w:val="00D80785"/>
    <w:rsid w:val="00D80A1D"/>
    <w:rsid w:val="00D80B25"/>
    <w:rsid w:val="00D80D1D"/>
    <w:rsid w:val="00D8116C"/>
    <w:rsid w:val="00D81357"/>
    <w:rsid w:val="00D81819"/>
    <w:rsid w:val="00D81B1D"/>
    <w:rsid w:val="00D81F15"/>
    <w:rsid w:val="00D82191"/>
    <w:rsid w:val="00D82CC3"/>
    <w:rsid w:val="00D82D30"/>
    <w:rsid w:val="00D82E7F"/>
    <w:rsid w:val="00D82FA8"/>
    <w:rsid w:val="00D84BB4"/>
    <w:rsid w:val="00D850E8"/>
    <w:rsid w:val="00D85211"/>
    <w:rsid w:val="00D857B2"/>
    <w:rsid w:val="00D85F12"/>
    <w:rsid w:val="00D86181"/>
    <w:rsid w:val="00D86198"/>
    <w:rsid w:val="00D8679B"/>
    <w:rsid w:val="00D867E6"/>
    <w:rsid w:val="00D86811"/>
    <w:rsid w:val="00D86F9A"/>
    <w:rsid w:val="00D875DC"/>
    <w:rsid w:val="00D878D7"/>
    <w:rsid w:val="00D87D71"/>
    <w:rsid w:val="00D90279"/>
    <w:rsid w:val="00D90D28"/>
    <w:rsid w:val="00D90D5F"/>
    <w:rsid w:val="00D9133D"/>
    <w:rsid w:val="00D9135C"/>
    <w:rsid w:val="00D91362"/>
    <w:rsid w:val="00D91807"/>
    <w:rsid w:val="00D9182A"/>
    <w:rsid w:val="00D91BCC"/>
    <w:rsid w:val="00D92550"/>
    <w:rsid w:val="00D9293E"/>
    <w:rsid w:val="00D92C14"/>
    <w:rsid w:val="00D93120"/>
    <w:rsid w:val="00D93238"/>
    <w:rsid w:val="00D9340E"/>
    <w:rsid w:val="00D9378C"/>
    <w:rsid w:val="00D937CA"/>
    <w:rsid w:val="00D93ACA"/>
    <w:rsid w:val="00D93AE5"/>
    <w:rsid w:val="00D93FEA"/>
    <w:rsid w:val="00D94045"/>
    <w:rsid w:val="00D94B8E"/>
    <w:rsid w:val="00D94E6F"/>
    <w:rsid w:val="00D95B49"/>
    <w:rsid w:val="00D95D8F"/>
    <w:rsid w:val="00D95F9D"/>
    <w:rsid w:val="00D96307"/>
    <w:rsid w:val="00D96347"/>
    <w:rsid w:val="00D96C56"/>
    <w:rsid w:val="00D97275"/>
    <w:rsid w:val="00D97CDB"/>
    <w:rsid w:val="00D97D80"/>
    <w:rsid w:val="00DA0AC0"/>
    <w:rsid w:val="00DA0C1F"/>
    <w:rsid w:val="00DA0C29"/>
    <w:rsid w:val="00DA0D4E"/>
    <w:rsid w:val="00DA0FC2"/>
    <w:rsid w:val="00DA10EC"/>
    <w:rsid w:val="00DA1623"/>
    <w:rsid w:val="00DA1F4E"/>
    <w:rsid w:val="00DA2612"/>
    <w:rsid w:val="00DA2CAE"/>
    <w:rsid w:val="00DA2D64"/>
    <w:rsid w:val="00DA2DEF"/>
    <w:rsid w:val="00DA2E9E"/>
    <w:rsid w:val="00DA2ED8"/>
    <w:rsid w:val="00DA352F"/>
    <w:rsid w:val="00DA3B7A"/>
    <w:rsid w:val="00DA3D8C"/>
    <w:rsid w:val="00DA3F1D"/>
    <w:rsid w:val="00DA4133"/>
    <w:rsid w:val="00DA4843"/>
    <w:rsid w:val="00DA48A5"/>
    <w:rsid w:val="00DA48FF"/>
    <w:rsid w:val="00DA5293"/>
    <w:rsid w:val="00DA5686"/>
    <w:rsid w:val="00DA6905"/>
    <w:rsid w:val="00DA71B0"/>
    <w:rsid w:val="00DA7D7A"/>
    <w:rsid w:val="00DB00C6"/>
    <w:rsid w:val="00DB0785"/>
    <w:rsid w:val="00DB07D6"/>
    <w:rsid w:val="00DB07EE"/>
    <w:rsid w:val="00DB08AB"/>
    <w:rsid w:val="00DB0B09"/>
    <w:rsid w:val="00DB0E45"/>
    <w:rsid w:val="00DB12DC"/>
    <w:rsid w:val="00DB1468"/>
    <w:rsid w:val="00DB17CA"/>
    <w:rsid w:val="00DB2757"/>
    <w:rsid w:val="00DB2ABA"/>
    <w:rsid w:val="00DB2BF2"/>
    <w:rsid w:val="00DB2E0C"/>
    <w:rsid w:val="00DB2E55"/>
    <w:rsid w:val="00DB3364"/>
    <w:rsid w:val="00DB355C"/>
    <w:rsid w:val="00DB48D2"/>
    <w:rsid w:val="00DB5050"/>
    <w:rsid w:val="00DB54F0"/>
    <w:rsid w:val="00DB56AB"/>
    <w:rsid w:val="00DB5942"/>
    <w:rsid w:val="00DB606E"/>
    <w:rsid w:val="00DB6C16"/>
    <w:rsid w:val="00DB7482"/>
    <w:rsid w:val="00DB7919"/>
    <w:rsid w:val="00DB79D3"/>
    <w:rsid w:val="00DB7CD5"/>
    <w:rsid w:val="00DC01D0"/>
    <w:rsid w:val="00DC02CC"/>
    <w:rsid w:val="00DC0A88"/>
    <w:rsid w:val="00DC0E99"/>
    <w:rsid w:val="00DC0FDE"/>
    <w:rsid w:val="00DC122A"/>
    <w:rsid w:val="00DC198C"/>
    <w:rsid w:val="00DC1E93"/>
    <w:rsid w:val="00DC1EB9"/>
    <w:rsid w:val="00DC25E6"/>
    <w:rsid w:val="00DC2844"/>
    <w:rsid w:val="00DC2B28"/>
    <w:rsid w:val="00DC2BD6"/>
    <w:rsid w:val="00DC330F"/>
    <w:rsid w:val="00DC35AA"/>
    <w:rsid w:val="00DC3D49"/>
    <w:rsid w:val="00DC3E93"/>
    <w:rsid w:val="00DC3F22"/>
    <w:rsid w:val="00DC418A"/>
    <w:rsid w:val="00DC41B0"/>
    <w:rsid w:val="00DC4C8E"/>
    <w:rsid w:val="00DC5314"/>
    <w:rsid w:val="00DC59CC"/>
    <w:rsid w:val="00DC5E75"/>
    <w:rsid w:val="00DC60B3"/>
    <w:rsid w:val="00DC60D9"/>
    <w:rsid w:val="00DC745B"/>
    <w:rsid w:val="00DC7995"/>
    <w:rsid w:val="00DC7B6A"/>
    <w:rsid w:val="00DD0356"/>
    <w:rsid w:val="00DD1E2E"/>
    <w:rsid w:val="00DD1E74"/>
    <w:rsid w:val="00DD25B5"/>
    <w:rsid w:val="00DD2805"/>
    <w:rsid w:val="00DD2C40"/>
    <w:rsid w:val="00DD320C"/>
    <w:rsid w:val="00DD33C7"/>
    <w:rsid w:val="00DD371A"/>
    <w:rsid w:val="00DD3D87"/>
    <w:rsid w:val="00DD3E4B"/>
    <w:rsid w:val="00DD40E6"/>
    <w:rsid w:val="00DD4362"/>
    <w:rsid w:val="00DD46CE"/>
    <w:rsid w:val="00DD5125"/>
    <w:rsid w:val="00DD5774"/>
    <w:rsid w:val="00DD58CF"/>
    <w:rsid w:val="00DD5900"/>
    <w:rsid w:val="00DD6326"/>
    <w:rsid w:val="00DD6654"/>
    <w:rsid w:val="00DD6A98"/>
    <w:rsid w:val="00DD6AE5"/>
    <w:rsid w:val="00DD6BBB"/>
    <w:rsid w:val="00DD6BFA"/>
    <w:rsid w:val="00DD7427"/>
    <w:rsid w:val="00DD7431"/>
    <w:rsid w:val="00DD7B2B"/>
    <w:rsid w:val="00DE02BA"/>
    <w:rsid w:val="00DE0538"/>
    <w:rsid w:val="00DE17CA"/>
    <w:rsid w:val="00DE188E"/>
    <w:rsid w:val="00DE1BEE"/>
    <w:rsid w:val="00DE1D94"/>
    <w:rsid w:val="00DE1FE6"/>
    <w:rsid w:val="00DE2080"/>
    <w:rsid w:val="00DE236D"/>
    <w:rsid w:val="00DE26A6"/>
    <w:rsid w:val="00DE2CC4"/>
    <w:rsid w:val="00DE330A"/>
    <w:rsid w:val="00DE3842"/>
    <w:rsid w:val="00DE3F94"/>
    <w:rsid w:val="00DE42AA"/>
    <w:rsid w:val="00DE4E4D"/>
    <w:rsid w:val="00DE4F73"/>
    <w:rsid w:val="00DE511E"/>
    <w:rsid w:val="00DE574D"/>
    <w:rsid w:val="00DE5E95"/>
    <w:rsid w:val="00DE6740"/>
    <w:rsid w:val="00DE6CA1"/>
    <w:rsid w:val="00DE7360"/>
    <w:rsid w:val="00DE7B75"/>
    <w:rsid w:val="00DF04DC"/>
    <w:rsid w:val="00DF0CA0"/>
    <w:rsid w:val="00DF0F9F"/>
    <w:rsid w:val="00DF11DB"/>
    <w:rsid w:val="00DF1BC3"/>
    <w:rsid w:val="00DF22B8"/>
    <w:rsid w:val="00DF25FC"/>
    <w:rsid w:val="00DF2855"/>
    <w:rsid w:val="00DF2A71"/>
    <w:rsid w:val="00DF3223"/>
    <w:rsid w:val="00DF3726"/>
    <w:rsid w:val="00DF37FF"/>
    <w:rsid w:val="00DF3A15"/>
    <w:rsid w:val="00DF3D9B"/>
    <w:rsid w:val="00DF4062"/>
    <w:rsid w:val="00DF432C"/>
    <w:rsid w:val="00DF4681"/>
    <w:rsid w:val="00DF51C8"/>
    <w:rsid w:val="00DF54E3"/>
    <w:rsid w:val="00DF598C"/>
    <w:rsid w:val="00DF5D2D"/>
    <w:rsid w:val="00DF5FA5"/>
    <w:rsid w:val="00DF6179"/>
    <w:rsid w:val="00DF61AC"/>
    <w:rsid w:val="00DF6392"/>
    <w:rsid w:val="00DF64F8"/>
    <w:rsid w:val="00DF6CBF"/>
    <w:rsid w:val="00DF78E4"/>
    <w:rsid w:val="00DF7B1C"/>
    <w:rsid w:val="00DF7E16"/>
    <w:rsid w:val="00E00849"/>
    <w:rsid w:val="00E011B4"/>
    <w:rsid w:val="00E01651"/>
    <w:rsid w:val="00E0171D"/>
    <w:rsid w:val="00E019F1"/>
    <w:rsid w:val="00E01BF5"/>
    <w:rsid w:val="00E032EF"/>
    <w:rsid w:val="00E0331A"/>
    <w:rsid w:val="00E034E8"/>
    <w:rsid w:val="00E03724"/>
    <w:rsid w:val="00E03B0A"/>
    <w:rsid w:val="00E04C25"/>
    <w:rsid w:val="00E05C2F"/>
    <w:rsid w:val="00E06215"/>
    <w:rsid w:val="00E062FA"/>
    <w:rsid w:val="00E06C3F"/>
    <w:rsid w:val="00E0788D"/>
    <w:rsid w:val="00E078D7"/>
    <w:rsid w:val="00E07EEE"/>
    <w:rsid w:val="00E10924"/>
    <w:rsid w:val="00E10CC9"/>
    <w:rsid w:val="00E10D46"/>
    <w:rsid w:val="00E10D83"/>
    <w:rsid w:val="00E11151"/>
    <w:rsid w:val="00E11976"/>
    <w:rsid w:val="00E11C8A"/>
    <w:rsid w:val="00E12885"/>
    <w:rsid w:val="00E128A8"/>
    <w:rsid w:val="00E1299B"/>
    <w:rsid w:val="00E13319"/>
    <w:rsid w:val="00E13474"/>
    <w:rsid w:val="00E134C6"/>
    <w:rsid w:val="00E13587"/>
    <w:rsid w:val="00E13B88"/>
    <w:rsid w:val="00E13F5E"/>
    <w:rsid w:val="00E145FD"/>
    <w:rsid w:val="00E1473E"/>
    <w:rsid w:val="00E14F53"/>
    <w:rsid w:val="00E1516F"/>
    <w:rsid w:val="00E15CCD"/>
    <w:rsid w:val="00E1642F"/>
    <w:rsid w:val="00E20277"/>
    <w:rsid w:val="00E2091C"/>
    <w:rsid w:val="00E213CE"/>
    <w:rsid w:val="00E2152E"/>
    <w:rsid w:val="00E21583"/>
    <w:rsid w:val="00E216E6"/>
    <w:rsid w:val="00E21764"/>
    <w:rsid w:val="00E21C78"/>
    <w:rsid w:val="00E2230A"/>
    <w:rsid w:val="00E22648"/>
    <w:rsid w:val="00E2361B"/>
    <w:rsid w:val="00E2395A"/>
    <w:rsid w:val="00E24134"/>
    <w:rsid w:val="00E24251"/>
    <w:rsid w:val="00E24263"/>
    <w:rsid w:val="00E24623"/>
    <w:rsid w:val="00E25974"/>
    <w:rsid w:val="00E25A51"/>
    <w:rsid w:val="00E25B88"/>
    <w:rsid w:val="00E25F83"/>
    <w:rsid w:val="00E262FA"/>
    <w:rsid w:val="00E26478"/>
    <w:rsid w:val="00E2658E"/>
    <w:rsid w:val="00E2682B"/>
    <w:rsid w:val="00E27180"/>
    <w:rsid w:val="00E27758"/>
    <w:rsid w:val="00E27A0E"/>
    <w:rsid w:val="00E3019D"/>
    <w:rsid w:val="00E3063A"/>
    <w:rsid w:val="00E3080C"/>
    <w:rsid w:val="00E3190E"/>
    <w:rsid w:val="00E31DAF"/>
    <w:rsid w:val="00E31F9A"/>
    <w:rsid w:val="00E3355B"/>
    <w:rsid w:val="00E335A3"/>
    <w:rsid w:val="00E33C8F"/>
    <w:rsid w:val="00E33F02"/>
    <w:rsid w:val="00E35756"/>
    <w:rsid w:val="00E365E6"/>
    <w:rsid w:val="00E369F2"/>
    <w:rsid w:val="00E36F36"/>
    <w:rsid w:val="00E378A1"/>
    <w:rsid w:val="00E37AB8"/>
    <w:rsid w:val="00E37D9E"/>
    <w:rsid w:val="00E403CE"/>
    <w:rsid w:val="00E40772"/>
    <w:rsid w:val="00E4126C"/>
    <w:rsid w:val="00E4132B"/>
    <w:rsid w:val="00E417D5"/>
    <w:rsid w:val="00E418E4"/>
    <w:rsid w:val="00E41A34"/>
    <w:rsid w:val="00E41BF9"/>
    <w:rsid w:val="00E41E02"/>
    <w:rsid w:val="00E41E56"/>
    <w:rsid w:val="00E4229E"/>
    <w:rsid w:val="00E4278E"/>
    <w:rsid w:val="00E42894"/>
    <w:rsid w:val="00E429AD"/>
    <w:rsid w:val="00E439D1"/>
    <w:rsid w:val="00E43E0E"/>
    <w:rsid w:val="00E43F4E"/>
    <w:rsid w:val="00E445BB"/>
    <w:rsid w:val="00E44C52"/>
    <w:rsid w:val="00E4531D"/>
    <w:rsid w:val="00E45352"/>
    <w:rsid w:val="00E456F4"/>
    <w:rsid w:val="00E45AA8"/>
    <w:rsid w:val="00E45C89"/>
    <w:rsid w:val="00E45FBD"/>
    <w:rsid w:val="00E463B4"/>
    <w:rsid w:val="00E4674F"/>
    <w:rsid w:val="00E468D6"/>
    <w:rsid w:val="00E469B5"/>
    <w:rsid w:val="00E46DFF"/>
    <w:rsid w:val="00E47201"/>
    <w:rsid w:val="00E47391"/>
    <w:rsid w:val="00E47412"/>
    <w:rsid w:val="00E47FF2"/>
    <w:rsid w:val="00E50A21"/>
    <w:rsid w:val="00E512BD"/>
    <w:rsid w:val="00E5141D"/>
    <w:rsid w:val="00E5164D"/>
    <w:rsid w:val="00E5174A"/>
    <w:rsid w:val="00E51842"/>
    <w:rsid w:val="00E52770"/>
    <w:rsid w:val="00E53ECB"/>
    <w:rsid w:val="00E53FCD"/>
    <w:rsid w:val="00E54463"/>
    <w:rsid w:val="00E54A84"/>
    <w:rsid w:val="00E54D7B"/>
    <w:rsid w:val="00E54FBB"/>
    <w:rsid w:val="00E55391"/>
    <w:rsid w:val="00E558C8"/>
    <w:rsid w:val="00E559AA"/>
    <w:rsid w:val="00E55BD1"/>
    <w:rsid w:val="00E55CDB"/>
    <w:rsid w:val="00E56AE9"/>
    <w:rsid w:val="00E57E9A"/>
    <w:rsid w:val="00E604EB"/>
    <w:rsid w:val="00E6064A"/>
    <w:rsid w:val="00E609B4"/>
    <w:rsid w:val="00E60B54"/>
    <w:rsid w:val="00E60D46"/>
    <w:rsid w:val="00E60E61"/>
    <w:rsid w:val="00E61252"/>
    <w:rsid w:val="00E61B31"/>
    <w:rsid w:val="00E61D67"/>
    <w:rsid w:val="00E61DE6"/>
    <w:rsid w:val="00E61E10"/>
    <w:rsid w:val="00E621AF"/>
    <w:rsid w:val="00E62342"/>
    <w:rsid w:val="00E62867"/>
    <w:rsid w:val="00E62DD8"/>
    <w:rsid w:val="00E6336E"/>
    <w:rsid w:val="00E63466"/>
    <w:rsid w:val="00E63472"/>
    <w:rsid w:val="00E636AC"/>
    <w:rsid w:val="00E63735"/>
    <w:rsid w:val="00E63AD5"/>
    <w:rsid w:val="00E64233"/>
    <w:rsid w:val="00E64455"/>
    <w:rsid w:val="00E64ECB"/>
    <w:rsid w:val="00E65201"/>
    <w:rsid w:val="00E65206"/>
    <w:rsid w:val="00E65744"/>
    <w:rsid w:val="00E65F74"/>
    <w:rsid w:val="00E66459"/>
    <w:rsid w:val="00E6663E"/>
    <w:rsid w:val="00E6689E"/>
    <w:rsid w:val="00E6692D"/>
    <w:rsid w:val="00E66AA5"/>
    <w:rsid w:val="00E66F73"/>
    <w:rsid w:val="00E6708F"/>
    <w:rsid w:val="00E673C6"/>
    <w:rsid w:val="00E675F2"/>
    <w:rsid w:val="00E676E5"/>
    <w:rsid w:val="00E67861"/>
    <w:rsid w:val="00E67C89"/>
    <w:rsid w:val="00E67DCA"/>
    <w:rsid w:val="00E67F43"/>
    <w:rsid w:val="00E70AC2"/>
    <w:rsid w:val="00E70F86"/>
    <w:rsid w:val="00E70FB1"/>
    <w:rsid w:val="00E715B7"/>
    <w:rsid w:val="00E71EFF"/>
    <w:rsid w:val="00E726EB"/>
    <w:rsid w:val="00E72841"/>
    <w:rsid w:val="00E73804"/>
    <w:rsid w:val="00E7396C"/>
    <w:rsid w:val="00E73CE8"/>
    <w:rsid w:val="00E73FC6"/>
    <w:rsid w:val="00E765B7"/>
    <w:rsid w:val="00E76A2F"/>
    <w:rsid w:val="00E76AA6"/>
    <w:rsid w:val="00E76DDC"/>
    <w:rsid w:val="00E76FBD"/>
    <w:rsid w:val="00E77FE2"/>
    <w:rsid w:val="00E80630"/>
    <w:rsid w:val="00E81F0A"/>
    <w:rsid w:val="00E822F5"/>
    <w:rsid w:val="00E82600"/>
    <w:rsid w:val="00E827CB"/>
    <w:rsid w:val="00E82B22"/>
    <w:rsid w:val="00E82C97"/>
    <w:rsid w:val="00E83168"/>
    <w:rsid w:val="00E8392A"/>
    <w:rsid w:val="00E83965"/>
    <w:rsid w:val="00E83CAB"/>
    <w:rsid w:val="00E83D6D"/>
    <w:rsid w:val="00E83F04"/>
    <w:rsid w:val="00E84881"/>
    <w:rsid w:val="00E848FA"/>
    <w:rsid w:val="00E84A6D"/>
    <w:rsid w:val="00E84D05"/>
    <w:rsid w:val="00E84ED4"/>
    <w:rsid w:val="00E854BF"/>
    <w:rsid w:val="00E85BF1"/>
    <w:rsid w:val="00E85C4A"/>
    <w:rsid w:val="00E8607D"/>
    <w:rsid w:val="00E86D08"/>
    <w:rsid w:val="00E87580"/>
    <w:rsid w:val="00E87903"/>
    <w:rsid w:val="00E87BAF"/>
    <w:rsid w:val="00E87DF2"/>
    <w:rsid w:val="00E905AD"/>
    <w:rsid w:val="00E909FF"/>
    <w:rsid w:val="00E90F19"/>
    <w:rsid w:val="00E91268"/>
    <w:rsid w:val="00E91296"/>
    <w:rsid w:val="00E91832"/>
    <w:rsid w:val="00E919B1"/>
    <w:rsid w:val="00E91C4D"/>
    <w:rsid w:val="00E91D06"/>
    <w:rsid w:val="00E91FBA"/>
    <w:rsid w:val="00E92538"/>
    <w:rsid w:val="00E92B19"/>
    <w:rsid w:val="00E9309B"/>
    <w:rsid w:val="00E93F0D"/>
    <w:rsid w:val="00E93F65"/>
    <w:rsid w:val="00E94A23"/>
    <w:rsid w:val="00E94B10"/>
    <w:rsid w:val="00E95114"/>
    <w:rsid w:val="00E95AA0"/>
    <w:rsid w:val="00E95AB3"/>
    <w:rsid w:val="00E95AD6"/>
    <w:rsid w:val="00E960A9"/>
    <w:rsid w:val="00E961CD"/>
    <w:rsid w:val="00E9671A"/>
    <w:rsid w:val="00E96E4B"/>
    <w:rsid w:val="00E97045"/>
    <w:rsid w:val="00E97102"/>
    <w:rsid w:val="00E97424"/>
    <w:rsid w:val="00EA049D"/>
    <w:rsid w:val="00EA091D"/>
    <w:rsid w:val="00EA0EAC"/>
    <w:rsid w:val="00EA1098"/>
    <w:rsid w:val="00EA10D7"/>
    <w:rsid w:val="00EA13AE"/>
    <w:rsid w:val="00EA1AA2"/>
    <w:rsid w:val="00EA270E"/>
    <w:rsid w:val="00EA285F"/>
    <w:rsid w:val="00EA2D61"/>
    <w:rsid w:val="00EA3A02"/>
    <w:rsid w:val="00EA4054"/>
    <w:rsid w:val="00EA53A6"/>
    <w:rsid w:val="00EA59EE"/>
    <w:rsid w:val="00EA6107"/>
    <w:rsid w:val="00EA6473"/>
    <w:rsid w:val="00EA6796"/>
    <w:rsid w:val="00EA6797"/>
    <w:rsid w:val="00EA6E96"/>
    <w:rsid w:val="00EA7641"/>
    <w:rsid w:val="00EA77EF"/>
    <w:rsid w:val="00EA7DDC"/>
    <w:rsid w:val="00EB01F8"/>
    <w:rsid w:val="00EB0348"/>
    <w:rsid w:val="00EB05CE"/>
    <w:rsid w:val="00EB0AD1"/>
    <w:rsid w:val="00EB0DA6"/>
    <w:rsid w:val="00EB0FB7"/>
    <w:rsid w:val="00EB20E3"/>
    <w:rsid w:val="00EB2451"/>
    <w:rsid w:val="00EB28C6"/>
    <w:rsid w:val="00EB2918"/>
    <w:rsid w:val="00EB2B22"/>
    <w:rsid w:val="00EB2E7E"/>
    <w:rsid w:val="00EB2F27"/>
    <w:rsid w:val="00EB3020"/>
    <w:rsid w:val="00EB3229"/>
    <w:rsid w:val="00EB386C"/>
    <w:rsid w:val="00EB4587"/>
    <w:rsid w:val="00EB468C"/>
    <w:rsid w:val="00EB4D7F"/>
    <w:rsid w:val="00EB4F61"/>
    <w:rsid w:val="00EB56D9"/>
    <w:rsid w:val="00EB56F0"/>
    <w:rsid w:val="00EB59EB"/>
    <w:rsid w:val="00EB5B93"/>
    <w:rsid w:val="00EB60B4"/>
    <w:rsid w:val="00EB61C0"/>
    <w:rsid w:val="00EB6300"/>
    <w:rsid w:val="00EB6D7D"/>
    <w:rsid w:val="00EB741A"/>
    <w:rsid w:val="00EB753C"/>
    <w:rsid w:val="00EB7C94"/>
    <w:rsid w:val="00EC0143"/>
    <w:rsid w:val="00EC0234"/>
    <w:rsid w:val="00EC0A01"/>
    <w:rsid w:val="00EC0E11"/>
    <w:rsid w:val="00EC108F"/>
    <w:rsid w:val="00EC1172"/>
    <w:rsid w:val="00EC144E"/>
    <w:rsid w:val="00EC1CC2"/>
    <w:rsid w:val="00EC2584"/>
    <w:rsid w:val="00EC29F3"/>
    <w:rsid w:val="00EC2DCC"/>
    <w:rsid w:val="00EC2F54"/>
    <w:rsid w:val="00EC3858"/>
    <w:rsid w:val="00EC3902"/>
    <w:rsid w:val="00EC3B5A"/>
    <w:rsid w:val="00EC3C83"/>
    <w:rsid w:val="00EC42C8"/>
    <w:rsid w:val="00EC4765"/>
    <w:rsid w:val="00EC506A"/>
    <w:rsid w:val="00EC557E"/>
    <w:rsid w:val="00EC5585"/>
    <w:rsid w:val="00EC58DB"/>
    <w:rsid w:val="00EC58F5"/>
    <w:rsid w:val="00EC5A27"/>
    <w:rsid w:val="00EC646A"/>
    <w:rsid w:val="00EC6594"/>
    <w:rsid w:val="00EC68CD"/>
    <w:rsid w:val="00EC69A1"/>
    <w:rsid w:val="00EC7031"/>
    <w:rsid w:val="00EC731F"/>
    <w:rsid w:val="00EC74C1"/>
    <w:rsid w:val="00EC7639"/>
    <w:rsid w:val="00EC785A"/>
    <w:rsid w:val="00EC7BCA"/>
    <w:rsid w:val="00ED068C"/>
    <w:rsid w:val="00ED08E6"/>
    <w:rsid w:val="00ED13F8"/>
    <w:rsid w:val="00ED1683"/>
    <w:rsid w:val="00ED1D8E"/>
    <w:rsid w:val="00ED1E8C"/>
    <w:rsid w:val="00ED1F8A"/>
    <w:rsid w:val="00ED2165"/>
    <w:rsid w:val="00ED252E"/>
    <w:rsid w:val="00ED29B6"/>
    <w:rsid w:val="00ED2CC7"/>
    <w:rsid w:val="00ED2DFD"/>
    <w:rsid w:val="00ED3061"/>
    <w:rsid w:val="00ED3C48"/>
    <w:rsid w:val="00ED3C9A"/>
    <w:rsid w:val="00ED419C"/>
    <w:rsid w:val="00ED477F"/>
    <w:rsid w:val="00ED588E"/>
    <w:rsid w:val="00ED5963"/>
    <w:rsid w:val="00ED5DA9"/>
    <w:rsid w:val="00ED60EF"/>
    <w:rsid w:val="00ED610D"/>
    <w:rsid w:val="00ED6B2F"/>
    <w:rsid w:val="00ED6C59"/>
    <w:rsid w:val="00ED6D12"/>
    <w:rsid w:val="00ED7028"/>
    <w:rsid w:val="00ED74B3"/>
    <w:rsid w:val="00ED7525"/>
    <w:rsid w:val="00ED7E11"/>
    <w:rsid w:val="00EE0748"/>
    <w:rsid w:val="00EE0D23"/>
    <w:rsid w:val="00EE14B4"/>
    <w:rsid w:val="00EE167F"/>
    <w:rsid w:val="00EE1CCB"/>
    <w:rsid w:val="00EE1DE9"/>
    <w:rsid w:val="00EE2164"/>
    <w:rsid w:val="00EE2279"/>
    <w:rsid w:val="00EE2837"/>
    <w:rsid w:val="00EE295B"/>
    <w:rsid w:val="00EE32D3"/>
    <w:rsid w:val="00EE3886"/>
    <w:rsid w:val="00EE4A38"/>
    <w:rsid w:val="00EE4ACC"/>
    <w:rsid w:val="00EE5065"/>
    <w:rsid w:val="00EE5286"/>
    <w:rsid w:val="00EE5683"/>
    <w:rsid w:val="00EE583B"/>
    <w:rsid w:val="00EE5D94"/>
    <w:rsid w:val="00EE652E"/>
    <w:rsid w:val="00EE70C7"/>
    <w:rsid w:val="00EE7134"/>
    <w:rsid w:val="00EE7213"/>
    <w:rsid w:val="00EE74BD"/>
    <w:rsid w:val="00EE7751"/>
    <w:rsid w:val="00EE7D78"/>
    <w:rsid w:val="00EF07E8"/>
    <w:rsid w:val="00EF0BAB"/>
    <w:rsid w:val="00EF146C"/>
    <w:rsid w:val="00EF1DBF"/>
    <w:rsid w:val="00EF2214"/>
    <w:rsid w:val="00EF2583"/>
    <w:rsid w:val="00EF271D"/>
    <w:rsid w:val="00EF273C"/>
    <w:rsid w:val="00EF2F1A"/>
    <w:rsid w:val="00EF391B"/>
    <w:rsid w:val="00EF3E65"/>
    <w:rsid w:val="00EF4044"/>
    <w:rsid w:val="00EF4AB6"/>
    <w:rsid w:val="00EF5267"/>
    <w:rsid w:val="00EF53A1"/>
    <w:rsid w:val="00EF5B08"/>
    <w:rsid w:val="00EF6445"/>
    <w:rsid w:val="00EF646B"/>
    <w:rsid w:val="00EF6BCB"/>
    <w:rsid w:val="00EF6E8F"/>
    <w:rsid w:val="00EF6F01"/>
    <w:rsid w:val="00EF7533"/>
    <w:rsid w:val="00EF79C2"/>
    <w:rsid w:val="00EF7BF6"/>
    <w:rsid w:val="00F006B5"/>
    <w:rsid w:val="00F00A04"/>
    <w:rsid w:val="00F00BE8"/>
    <w:rsid w:val="00F00F9F"/>
    <w:rsid w:val="00F012EB"/>
    <w:rsid w:val="00F017BE"/>
    <w:rsid w:val="00F01D5D"/>
    <w:rsid w:val="00F01E67"/>
    <w:rsid w:val="00F022CF"/>
    <w:rsid w:val="00F025F0"/>
    <w:rsid w:val="00F026D0"/>
    <w:rsid w:val="00F02B5A"/>
    <w:rsid w:val="00F02D00"/>
    <w:rsid w:val="00F03315"/>
    <w:rsid w:val="00F04330"/>
    <w:rsid w:val="00F04667"/>
    <w:rsid w:val="00F0545C"/>
    <w:rsid w:val="00F05689"/>
    <w:rsid w:val="00F05B0A"/>
    <w:rsid w:val="00F05BE9"/>
    <w:rsid w:val="00F05BFA"/>
    <w:rsid w:val="00F06113"/>
    <w:rsid w:val="00F064F9"/>
    <w:rsid w:val="00F0671F"/>
    <w:rsid w:val="00F06899"/>
    <w:rsid w:val="00F06DC8"/>
    <w:rsid w:val="00F06EB4"/>
    <w:rsid w:val="00F07514"/>
    <w:rsid w:val="00F07BC0"/>
    <w:rsid w:val="00F10624"/>
    <w:rsid w:val="00F1069E"/>
    <w:rsid w:val="00F10901"/>
    <w:rsid w:val="00F10913"/>
    <w:rsid w:val="00F114F3"/>
    <w:rsid w:val="00F11AE7"/>
    <w:rsid w:val="00F126CC"/>
    <w:rsid w:val="00F12F31"/>
    <w:rsid w:val="00F13050"/>
    <w:rsid w:val="00F13759"/>
    <w:rsid w:val="00F13A9D"/>
    <w:rsid w:val="00F13B8E"/>
    <w:rsid w:val="00F13BB0"/>
    <w:rsid w:val="00F13D53"/>
    <w:rsid w:val="00F13DDC"/>
    <w:rsid w:val="00F142A2"/>
    <w:rsid w:val="00F15067"/>
    <w:rsid w:val="00F1530B"/>
    <w:rsid w:val="00F156D3"/>
    <w:rsid w:val="00F15D74"/>
    <w:rsid w:val="00F15DCD"/>
    <w:rsid w:val="00F16182"/>
    <w:rsid w:val="00F169C4"/>
    <w:rsid w:val="00F16ED5"/>
    <w:rsid w:val="00F16F09"/>
    <w:rsid w:val="00F1762A"/>
    <w:rsid w:val="00F1770B"/>
    <w:rsid w:val="00F17B39"/>
    <w:rsid w:val="00F20064"/>
    <w:rsid w:val="00F20306"/>
    <w:rsid w:val="00F208C4"/>
    <w:rsid w:val="00F20C0A"/>
    <w:rsid w:val="00F20C6D"/>
    <w:rsid w:val="00F21583"/>
    <w:rsid w:val="00F21687"/>
    <w:rsid w:val="00F21EE8"/>
    <w:rsid w:val="00F22C23"/>
    <w:rsid w:val="00F22F42"/>
    <w:rsid w:val="00F2331C"/>
    <w:rsid w:val="00F23734"/>
    <w:rsid w:val="00F23EB3"/>
    <w:rsid w:val="00F240C1"/>
    <w:rsid w:val="00F24C72"/>
    <w:rsid w:val="00F24F46"/>
    <w:rsid w:val="00F250C9"/>
    <w:rsid w:val="00F2524E"/>
    <w:rsid w:val="00F25B6E"/>
    <w:rsid w:val="00F25CD8"/>
    <w:rsid w:val="00F25E41"/>
    <w:rsid w:val="00F26A12"/>
    <w:rsid w:val="00F26ABD"/>
    <w:rsid w:val="00F26D82"/>
    <w:rsid w:val="00F26E14"/>
    <w:rsid w:val="00F2719B"/>
    <w:rsid w:val="00F27B84"/>
    <w:rsid w:val="00F300F2"/>
    <w:rsid w:val="00F30392"/>
    <w:rsid w:val="00F304F7"/>
    <w:rsid w:val="00F3064F"/>
    <w:rsid w:val="00F3097C"/>
    <w:rsid w:val="00F30B3E"/>
    <w:rsid w:val="00F313ED"/>
    <w:rsid w:val="00F316DF"/>
    <w:rsid w:val="00F31F5D"/>
    <w:rsid w:val="00F32554"/>
    <w:rsid w:val="00F326E5"/>
    <w:rsid w:val="00F32BFE"/>
    <w:rsid w:val="00F3395B"/>
    <w:rsid w:val="00F339FB"/>
    <w:rsid w:val="00F33DB9"/>
    <w:rsid w:val="00F3435D"/>
    <w:rsid w:val="00F34540"/>
    <w:rsid w:val="00F3467E"/>
    <w:rsid w:val="00F35174"/>
    <w:rsid w:val="00F351C5"/>
    <w:rsid w:val="00F35BAB"/>
    <w:rsid w:val="00F35DB3"/>
    <w:rsid w:val="00F3604D"/>
    <w:rsid w:val="00F36129"/>
    <w:rsid w:val="00F36216"/>
    <w:rsid w:val="00F36669"/>
    <w:rsid w:val="00F36A51"/>
    <w:rsid w:val="00F3756D"/>
    <w:rsid w:val="00F379DA"/>
    <w:rsid w:val="00F37C35"/>
    <w:rsid w:val="00F404D9"/>
    <w:rsid w:val="00F4052F"/>
    <w:rsid w:val="00F4069E"/>
    <w:rsid w:val="00F4086B"/>
    <w:rsid w:val="00F40A72"/>
    <w:rsid w:val="00F415C8"/>
    <w:rsid w:val="00F41998"/>
    <w:rsid w:val="00F421DC"/>
    <w:rsid w:val="00F42BB3"/>
    <w:rsid w:val="00F43221"/>
    <w:rsid w:val="00F43C9C"/>
    <w:rsid w:val="00F444F4"/>
    <w:rsid w:val="00F44AEC"/>
    <w:rsid w:val="00F44D97"/>
    <w:rsid w:val="00F45110"/>
    <w:rsid w:val="00F45E43"/>
    <w:rsid w:val="00F45E44"/>
    <w:rsid w:val="00F45E4C"/>
    <w:rsid w:val="00F46348"/>
    <w:rsid w:val="00F46430"/>
    <w:rsid w:val="00F46473"/>
    <w:rsid w:val="00F46608"/>
    <w:rsid w:val="00F467FB"/>
    <w:rsid w:val="00F46CD0"/>
    <w:rsid w:val="00F46DEE"/>
    <w:rsid w:val="00F47360"/>
    <w:rsid w:val="00F47507"/>
    <w:rsid w:val="00F4770B"/>
    <w:rsid w:val="00F507BF"/>
    <w:rsid w:val="00F50F60"/>
    <w:rsid w:val="00F512EB"/>
    <w:rsid w:val="00F515A0"/>
    <w:rsid w:val="00F515B6"/>
    <w:rsid w:val="00F5162E"/>
    <w:rsid w:val="00F51882"/>
    <w:rsid w:val="00F51DD5"/>
    <w:rsid w:val="00F5260E"/>
    <w:rsid w:val="00F52DC7"/>
    <w:rsid w:val="00F53257"/>
    <w:rsid w:val="00F538F0"/>
    <w:rsid w:val="00F545D3"/>
    <w:rsid w:val="00F555CA"/>
    <w:rsid w:val="00F55B94"/>
    <w:rsid w:val="00F55D5D"/>
    <w:rsid w:val="00F561C2"/>
    <w:rsid w:val="00F5677E"/>
    <w:rsid w:val="00F56AE2"/>
    <w:rsid w:val="00F56BDC"/>
    <w:rsid w:val="00F56EF6"/>
    <w:rsid w:val="00F57A93"/>
    <w:rsid w:val="00F60508"/>
    <w:rsid w:val="00F60BCC"/>
    <w:rsid w:val="00F610B3"/>
    <w:rsid w:val="00F61115"/>
    <w:rsid w:val="00F6119E"/>
    <w:rsid w:val="00F6165D"/>
    <w:rsid w:val="00F61971"/>
    <w:rsid w:val="00F620E7"/>
    <w:rsid w:val="00F62ACB"/>
    <w:rsid w:val="00F633DE"/>
    <w:rsid w:val="00F63509"/>
    <w:rsid w:val="00F63878"/>
    <w:rsid w:val="00F63907"/>
    <w:rsid w:val="00F63C74"/>
    <w:rsid w:val="00F63CFE"/>
    <w:rsid w:val="00F64058"/>
    <w:rsid w:val="00F646C6"/>
    <w:rsid w:val="00F65409"/>
    <w:rsid w:val="00F657AD"/>
    <w:rsid w:val="00F65F4E"/>
    <w:rsid w:val="00F66350"/>
    <w:rsid w:val="00F673F1"/>
    <w:rsid w:val="00F700C5"/>
    <w:rsid w:val="00F706F8"/>
    <w:rsid w:val="00F71263"/>
    <w:rsid w:val="00F71F9E"/>
    <w:rsid w:val="00F724AD"/>
    <w:rsid w:val="00F72D24"/>
    <w:rsid w:val="00F732C6"/>
    <w:rsid w:val="00F733EB"/>
    <w:rsid w:val="00F73872"/>
    <w:rsid w:val="00F73877"/>
    <w:rsid w:val="00F7397E"/>
    <w:rsid w:val="00F7431F"/>
    <w:rsid w:val="00F747C2"/>
    <w:rsid w:val="00F74A80"/>
    <w:rsid w:val="00F74B68"/>
    <w:rsid w:val="00F74B81"/>
    <w:rsid w:val="00F7520B"/>
    <w:rsid w:val="00F756AB"/>
    <w:rsid w:val="00F7580E"/>
    <w:rsid w:val="00F75BA2"/>
    <w:rsid w:val="00F76247"/>
    <w:rsid w:val="00F76458"/>
    <w:rsid w:val="00F766C7"/>
    <w:rsid w:val="00F76760"/>
    <w:rsid w:val="00F767A7"/>
    <w:rsid w:val="00F76EB1"/>
    <w:rsid w:val="00F77227"/>
    <w:rsid w:val="00F775F0"/>
    <w:rsid w:val="00F77C31"/>
    <w:rsid w:val="00F820AF"/>
    <w:rsid w:val="00F821D8"/>
    <w:rsid w:val="00F8221B"/>
    <w:rsid w:val="00F82643"/>
    <w:rsid w:val="00F84483"/>
    <w:rsid w:val="00F84D3A"/>
    <w:rsid w:val="00F85434"/>
    <w:rsid w:val="00F85519"/>
    <w:rsid w:val="00F865DA"/>
    <w:rsid w:val="00F86711"/>
    <w:rsid w:val="00F869D3"/>
    <w:rsid w:val="00F87847"/>
    <w:rsid w:val="00F87E16"/>
    <w:rsid w:val="00F87ED3"/>
    <w:rsid w:val="00F908BC"/>
    <w:rsid w:val="00F911C5"/>
    <w:rsid w:val="00F9138E"/>
    <w:rsid w:val="00F915D5"/>
    <w:rsid w:val="00F91834"/>
    <w:rsid w:val="00F92340"/>
    <w:rsid w:val="00F92F3D"/>
    <w:rsid w:val="00F930A8"/>
    <w:rsid w:val="00F93347"/>
    <w:rsid w:val="00F9335B"/>
    <w:rsid w:val="00F9336E"/>
    <w:rsid w:val="00F94579"/>
    <w:rsid w:val="00F94D01"/>
    <w:rsid w:val="00F95124"/>
    <w:rsid w:val="00F95917"/>
    <w:rsid w:val="00F95A82"/>
    <w:rsid w:val="00F95ACF"/>
    <w:rsid w:val="00F95DC8"/>
    <w:rsid w:val="00F95E5A"/>
    <w:rsid w:val="00F96242"/>
    <w:rsid w:val="00F96296"/>
    <w:rsid w:val="00F966F6"/>
    <w:rsid w:val="00F967DE"/>
    <w:rsid w:val="00F97BFC"/>
    <w:rsid w:val="00F97DF1"/>
    <w:rsid w:val="00FA0847"/>
    <w:rsid w:val="00FA0A46"/>
    <w:rsid w:val="00FA11AB"/>
    <w:rsid w:val="00FA12C6"/>
    <w:rsid w:val="00FA136B"/>
    <w:rsid w:val="00FA144E"/>
    <w:rsid w:val="00FA1567"/>
    <w:rsid w:val="00FA1795"/>
    <w:rsid w:val="00FA2B91"/>
    <w:rsid w:val="00FA359C"/>
    <w:rsid w:val="00FA3851"/>
    <w:rsid w:val="00FA49AD"/>
    <w:rsid w:val="00FA6205"/>
    <w:rsid w:val="00FA66F9"/>
    <w:rsid w:val="00FA670F"/>
    <w:rsid w:val="00FA6A83"/>
    <w:rsid w:val="00FA6D23"/>
    <w:rsid w:val="00FA7485"/>
    <w:rsid w:val="00FA775E"/>
    <w:rsid w:val="00FA7AFB"/>
    <w:rsid w:val="00FB0335"/>
    <w:rsid w:val="00FB0CF2"/>
    <w:rsid w:val="00FB1C4C"/>
    <w:rsid w:val="00FB1D6E"/>
    <w:rsid w:val="00FB1DD0"/>
    <w:rsid w:val="00FB1F76"/>
    <w:rsid w:val="00FB2F72"/>
    <w:rsid w:val="00FB35F9"/>
    <w:rsid w:val="00FB366D"/>
    <w:rsid w:val="00FB3819"/>
    <w:rsid w:val="00FB38A3"/>
    <w:rsid w:val="00FB3CCA"/>
    <w:rsid w:val="00FB45B1"/>
    <w:rsid w:val="00FB5019"/>
    <w:rsid w:val="00FB595E"/>
    <w:rsid w:val="00FB5F23"/>
    <w:rsid w:val="00FB67C9"/>
    <w:rsid w:val="00FB6F4C"/>
    <w:rsid w:val="00FC00CA"/>
    <w:rsid w:val="00FC0118"/>
    <w:rsid w:val="00FC0233"/>
    <w:rsid w:val="00FC0499"/>
    <w:rsid w:val="00FC06D1"/>
    <w:rsid w:val="00FC09A9"/>
    <w:rsid w:val="00FC0ED6"/>
    <w:rsid w:val="00FC1044"/>
    <w:rsid w:val="00FC1795"/>
    <w:rsid w:val="00FC282D"/>
    <w:rsid w:val="00FC2AC4"/>
    <w:rsid w:val="00FC2AE2"/>
    <w:rsid w:val="00FC2DC6"/>
    <w:rsid w:val="00FC31F4"/>
    <w:rsid w:val="00FC32F2"/>
    <w:rsid w:val="00FC34A1"/>
    <w:rsid w:val="00FC3504"/>
    <w:rsid w:val="00FC3992"/>
    <w:rsid w:val="00FC3E2E"/>
    <w:rsid w:val="00FC3F35"/>
    <w:rsid w:val="00FC3FBB"/>
    <w:rsid w:val="00FC4676"/>
    <w:rsid w:val="00FC4690"/>
    <w:rsid w:val="00FC4A69"/>
    <w:rsid w:val="00FC4CCB"/>
    <w:rsid w:val="00FC4DF7"/>
    <w:rsid w:val="00FC522A"/>
    <w:rsid w:val="00FC5254"/>
    <w:rsid w:val="00FC5461"/>
    <w:rsid w:val="00FC594E"/>
    <w:rsid w:val="00FC5968"/>
    <w:rsid w:val="00FC5A8C"/>
    <w:rsid w:val="00FC5F03"/>
    <w:rsid w:val="00FC6F5A"/>
    <w:rsid w:val="00FC71BE"/>
    <w:rsid w:val="00FC74E3"/>
    <w:rsid w:val="00FC750B"/>
    <w:rsid w:val="00FC7D45"/>
    <w:rsid w:val="00FD01A1"/>
    <w:rsid w:val="00FD04F8"/>
    <w:rsid w:val="00FD07F2"/>
    <w:rsid w:val="00FD11D7"/>
    <w:rsid w:val="00FD152E"/>
    <w:rsid w:val="00FD1DDA"/>
    <w:rsid w:val="00FD2A78"/>
    <w:rsid w:val="00FD2F0D"/>
    <w:rsid w:val="00FD3288"/>
    <w:rsid w:val="00FD33CF"/>
    <w:rsid w:val="00FD3A45"/>
    <w:rsid w:val="00FD3D35"/>
    <w:rsid w:val="00FD4F16"/>
    <w:rsid w:val="00FD5E53"/>
    <w:rsid w:val="00FD696C"/>
    <w:rsid w:val="00FD69E6"/>
    <w:rsid w:val="00FD795C"/>
    <w:rsid w:val="00FD7A78"/>
    <w:rsid w:val="00FE044B"/>
    <w:rsid w:val="00FE075F"/>
    <w:rsid w:val="00FE0B8A"/>
    <w:rsid w:val="00FE11CA"/>
    <w:rsid w:val="00FE127E"/>
    <w:rsid w:val="00FE1298"/>
    <w:rsid w:val="00FE2078"/>
    <w:rsid w:val="00FE276C"/>
    <w:rsid w:val="00FE2FED"/>
    <w:rsid w:val="00FE34C3"/>
    <w:rsid w:val="00FE3924"/>
    <w:rsid w:val="00FE39C2"/>
    <w:rsid w:val="00FE3BEA"/>
    <w:rsid w:val="00FE3FB7"/>
    <w:rsid w:val="00FE4595"/>
    <w:rsid w:val="00FE47D5"/>
    <w:rsid w:val="00FE519D"/>
    <w:rsid w:val="00FE56A0"/>
    <w:rsid w:val="00FE5C90"/>
    <w:rsid w:val="00FE5CB3"/>
    <w:rsid w:val="00FE5D0B"/>
    <w:rsid w:val="00FE630D"/>
    <w:rsid w:val="00FE6DA0"/>
    <w:rsid w:val="00FE740F"/>
    <w:rsid w:val="00FE7796"/>
    <w:rsid w:val="00FF011B"/>
    <w:rsid w:val="00FF02D8"/>
    <w:rsid w:val="00FF08D6"/>
    <w:rsid w:val="00FF0906"/>
    <w:rsid w:val="00FF105B"/>
    <w:rsid w:val="00FF1ADE"/>
    <w:rsid w:val="00FF2608"/>
    <w:rsid w:val="00FF26B0"/>
    <w:rsid w:val="00FF281A"/>
    <w:rsid w:val="00FF2FC8"/>
    <w:rsid w:val="00FF33FB"/>
    <w:rsid w:val="00FF348E"/>
    <w:rsid w:val="00FF38F3"/>
    <w:rsid w:val="00FF39B9"/>
    <w:rsid w:val="00FF3C12"/>
    <w:rsid w:val="00FF4822"/>
    <w:rsid w:val="00FF495D"/>
    <w:rsid w:val="00FF4FDA"/>
    <w:rsid w:val="00FF539E"/>
    <w:rsid w:val="00FF550C"/>
    <w:rsid w:val="00FF55FC"/>
    <w:rsid w:val="00FF58F1"/>
    <w:rsid w:val="00FF598A"/>
    <w:rsid w:val="00FF5E72"/>
    <w:rsid w:val="00FF6E42"/>
    <w:rsid w:val="00FF7015"/>
    <w:rsid w:val="00FF75DE"/>
    <w:rsid w:val="00FF77FA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18902C68"/>
  <w15:chartTrackingRefBased/>
  <w15:docId w15:val="{58D34575-1E9F-45E3-84D2-0C61DABB14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page number" w:qFormat="1"/>
    <w:lsdException w:name="Title" w:qFormat="1"/>
    <w:lsdException w:name="Subtitle" w:qFormat="1"/>
    <w:lsdException w:name="Body Text 2" w:qFormat="1"/>
    <w:lsdException w:name="Strong" w:uiPriority="22" w:qFormat="1"/>
    <w:lsdException w:name="Emphasis" w:qFormat="1"/>
    <w:lsdException w:name="Plain Text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26604"/>
    <w:pPr>
      <w:spacing w:line="320" w:lineRule="exact"/>
      <w:jc w:val="both"/>
    </w:pPr>
    <w:rPr>
      <w:rFonts w:ascii="Arial" w:hAnsi="Arial"/>
      <w:sz w:val="22"/>
      <w:szCs w:val="24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spacing w:before="320" w:after="320"/>
      <w:ind w:left="431" w:hanging="431"/>
      <w:outlineLvl w:val="0"/>
    </w:pPr>
    <w:rPr>
      <w:rFonts w:cs="Arial"/>
      <w:b/>
      <w:bCs/>
      <w:kern w:val="32"/>
      <w:sz w:val="24"/>
      <w:szCs w:val="32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ind w:left="1009" w:hanging="578"/>
      <w:outlineLvl w:val="1"/>
    </w:pPr>
    <w:rPr>
      <w:rFonts w:cs="Arial"/>
      <w:bCs/>
      <w:iCs/>
      <w:szCs w:val="28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tabs>
        <w:tab w:val="clear" w:pos="720"/>
        <w:tab w:val="num" w:pos="1620"/>
        <w:tab w:val="left" w:pos="1701"/>
      </w:tabs>
      <w:ind w:left="1701" w:hanging="709"/>
      <w:outlineLvl w:val="2"/>
    </w:pPr>
    <w:rPr>
      <w:rFonts w:cs="Arial"/>
      <w:bCs/>
      <w:szCs w:val="26"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tabs>
        <w:tab w:val="clear" w:pos="864"/>
        <w:tab w:val="left" w:pos="2552"/>
      </w:tabs>
      <w:ind w:left="2552" w:hanging="851"/>
      <w:outlineLvl w:val="3"/>
    </w:pPr>
    <w:rPr>
      <w:bCs/>
      <w:szCs w:val="28"/>
    </w:rPr>
  </w:style>
  <w:style w:type="paragraph" w:styleId="Nagwek5">
    <w:name w:val="heading 5"/>
    <w:basedOn w:val="Normalny"/>
    <w:next w:val="Normalny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Cs w:val="22"/>
    </w:rPr>
  </w:style>
  <w:style w:type="paragraph" w:styleId="Nagwek7">
    <w:name w:val="heading 7"/>
    <w:basedOn w:val="Normalny"/>
    <w:next w:val="Normalny"/>
    <w:qFormat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 w:val="24"/>
    </w:rPr>
  </w:style>
  <w:style w:type="paragraph" w:styleId="Nagwek8">
    <w:name w:val="heading 8"/>
    <w:basedOn w:val="Normalny"/>
    <w:next w:val="Normalny"/>
    <w:qFormat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Nagwek9">
    <w:name w:val="heading 9"/>
    <w:basedOn w:val="Normalny"/>
    <w:next w:val="Normalny"/>
    <w:qFormat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pPr>
      <w:tabs>
        <w:tab w:val="center" w:pos="4253"/>
        <w:tab w:val="right" w:pos="8505"/>
      </w:tabs>
      <w:suppressAutoHyphens/>
      <w:spacing w:line="240" w:lineRule="auto"/>
      <w:jc w:val="center"/>
    </w:pPr>
    <w:rPr>
      <w:sz w:val="12"/>
      <w:szCs w:val="16"/>
    </w:rPr>
  </w:style>
  <w:style w:type="paragraph" w:styleId="Nagwek">
    <w:name w:val="header"/>
    <w:basedOn w:val="Normalny"/>
    <w:link w:val="NagwekZnak"/>
    <w:uiPriority w:val="99"/>
    <w:pPr>
      <w:tabs>
        <w:tab w:val="right" w:pos="8505"/>
      </w:tabs>
      <w:suppressAutoHyphens/>
      <w:spacing w:line="160" w:lineRule="exact"/>
    </w:pPr>
    <w:rPr>
      <w:sz w:val="12"/>
      <w:lang w:val="x-none" w:eastAsia="x-none"/>
    </w:rPr>
  </w:style>
  <w:style w:type="paragraph" w:customStyle="1" w:styleId="tytul">
    <w:name w:val="tytul"/>
    <w:basedOn w:val="Normalny"/>
    <w:next w:val="Normalny"/>
    <w:semiHidden/>
    <w:pPr>
      <w:spacing w:line="400" w:lineRule="exact"/>
      <w:jc w:val="center"/>
    </w:pPr>
    <w:rPr>
      <w:sz w:val="32"/>
      <w:szCs w:val="20"/>
    </w:rPr>
  </w:style>
  <w:style w:type="character" w:styleId="Numerstrony">
    <w:name w:val="page number"/>
    <w:basedOn w:val="Domylnaczcionkaakapitu"/>
    <w:qFormat/>
  </w:style>
  <w:style w:type="paragraph" w:customStyle="1" w:styleId="tytulbold">
    <w:name w:val="tytul_bold"/>
    <w:basedOn w:val="Normalny"/>
    <w:semiHidden/>
    <w:pPr>
      <w:spacing w:line="400" w:lineRule="exact"/>
      <w:jc w:val="center"/>
    </w:pPr>
    <w:rPr>
      <w:b/>
      <w:sz w:val="32"/>
      <w:szCs w:val="32"/>
    </w:rPr>
  </w:style>
  <w:style w:type="paragraph" w:customStyle="1" w:styleId="Plandokumentu">
    <w:name w:val="Plan dokumentu"/>
    <w:basedOn w:val="Normalny"/>
    <w:semiHidden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HTML-wstpniesformatowany">
    <w:name w:val="HTML Preformatted"/>
    <w:basedOn w:val="Normalny"/>
    <w:rsid w:val="00D76DE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  <w:jc w:val="left"/>
    </w:pPr>
    <w:rPr>
      <w:rFonts w:ascii="Courier New" w:eastAsia="Courier New" w:hAnsi="Courier New" w:cs="Courier New"/>
      <w:sz w:val="20"/>
      <w:szCs w:val="20"/>
    </w:rPr>
  </w:style>
  <w:style w:type="paragraph" w:styleId="Tekstkomentarza">
    <w:name w:val="annotation text"/>
    <w:basedOn w:val="Normalny"/>
    <w:link w:val="TekstkomentarzaZnak"/>
    <w:uiPriority w:val="99"/>
    <w:semiHidden/>
    <w:rsid w:val="00D76DEF"/>
    <w:pPr>
      <w:spacing w:line="240" w:lineRule="auto"/>
      <w:jc w:val="left"/>
    </w:pPr>
    <w:rPr>
      <w:rFonts w:ascii="Times New Roman" w:hAnsi="Times New Roman"/>
      <w:color w:val="000000"/>
      <w:sz w:val="20"/>
      <w:szCs w:val="20"/>
    </w:rPr>
  </w:style>
  <w:style w:type="paragraph" w:styleId="Tekstpodstawowy">
    <w:name w:val="Body Text"/>
    <w:aliases w:val="LOAN,bt,body text,(F2)"/>
    <w:basedOn w:val="Normalny"/>
    <w:link w:val="TekstpodstawowyZnak"/>
    <w:rsid w:val="00D76DEF"/>
    <w:pPr>
      <w:spacing w:line="240" w:lineRule="auto"/>
      <w:jc w:val="left"/>
    </w:pPr>
    <w:rPr>
      <w:rFonts w:ascii="Times New Roman" w:hAnsi="Times New Roman"/>
      <w:color w:val="000000"/>
      <w:sz w:val="24"/>
      <w:szCs w:val="20"/>
      <w:lang w:val="cs-CZ"/>
    </w:rPr>
  </w:style>
  <w:style w:type="paragraph" w:styleId="Tekstpodstawowy2">
    <w:name w:val="Body Text 2"/>
    <w:basedOn w:val="Normalny"/>
    <w:link w:val="Tekstpodstawowy2Znak"/>
    <w:qFormat/>
    <w:rsid w:val="00D76DEF"/>
    <w:pPr>
      <w:spacing w:line="240" w:lineRule="auto"/>
    </w:pPr>
    <w:rPr>
      <w:rFonts w:ascii="Times New Roman" w:hAnsi="Times New Roman"/>
      <w:color w:val="000000"/>
      <w:sz w:val="24"/>
      <w:szCs w:val="20"/>
    </w:rPr>
  </w:style>
  <w:style w:type="paragraph" w:styleId="Tekstpodstawowy3">
    <w:name w:val="Body Text 3"/>
    <w:basedOn w:val="Normalny"/>
    <w:rsid w:val="00D76DEF"/>
    <w:pPr>
      <w:spacing w:line="240" w:lineRule="auto"/>
    </w:pPr>
    <w:rPr>
      <w:rFonts w:ascii="Times New Roman" w:hAnsi="Times New Roman"/>
      <w:b/>
      <w:color w:val="000000"/>
      <w:sz w:val="24"/>
      <w:szCs w:val="20"/>
    </w:rPr>
  </w:style>
  <w:style w:type="paragraph" w:styleId="Tekstpodstawowywcity3">
    <w:name w:val="Body Text Indent 3"/>
    <w:basedOn w:val="Normalny"/>
    <w:rsid w:val="00D76DEF"/>
    <w:pPr>
      <w:spacing w:line="120" w:lineRule="atLeast"/>
      <w:ind w:firstLine="708"/>
    </w:pPr>
    <w:rPr>
      <w:rFonts w:ascii="Times New Roman" w:hAnsi="Times New Roman"/>
      <w:b/>
      <w:color w:val="000000"/>
      <w:sz w:val="24"/>
      <w:szCs w:val="20"/>
    </w:rPr>
  </w:style>
  <w:style w:type="paragraph" w:customStyle="1" w:styleId="xl30">
    <w:name w:val="xl30"/>
    <w:basedOn w:val="Normalny"/>
    <w:rsid w:val="00D76DEF"/>
    <w:pPr>
      <w:spacing w:before="100" w:beforeAutospacing="1" w:after="100" w:afterAutospacing="1" w:line="240" w:lineRule="auto"/>
      <w:jc w:val="left"/>
    </w:pPr>
    <w:rPr>
      <w:rFonts w:ascii="Times New Roman" w:eastAsia="Arial Unicode MS" w:hAnsi="Times New Roman"/>
      <w:b/>
      <w:bCs/>
      <w:color w:val="000000"/>
      <w:sz w:val="28"/>
      <w:szCs w:val="28"/>
    </w:rPr>
  </w:style>
  <w:style w:type="paragraph" w:customStyle="1" w:styleId="xl34">
    <w:name w:val="xl34"/>
    <w:basedOn w:val="Normalny"/>
    <w:rsid w:val="00D76DEF"/>
    <w:pPr>
      <w:spacing w:before="100" w:beforeAutospacing="1" w:after="100" w:afterAutospacing="1" w:line="240" w:lineRule="auto"/>
      <w:jc w:val="left"/>
    </w:pPr>
    <w:rPr>
      <w:rFonts w:ascii="Times New Roman" w:eastAsia="Arial Unicode MS" w:hAnsi="Times New Roman"/>
      <w:b/>
      <w:bCs/>
      <w:color w:val="000000"/>
      <w:sz w:val="24"/>
    </w:rPr>
  </w:style>
  <w:style w:type="paragraph" w:customStyle="1" w:styleId="xl68">
    <w:name w:val="xl68"/>
    <w:basedOn w:val="Normalny"/>
    <w:qFormat/>
    <w:rsid w:val="00D76DEF"/>
    <w:pPr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24"/>
    </w:rPr>
  </w:style>
  <w:style w:type="paragraph" w:customStyle="1" w:styleId="xl74">
    <w:name w:val="xl74"/>
    <w:basedOn w:val="Normalny"/>
    <w:rsid w:val="00D76DE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Arial Unicode MS" w:hAnsi="Times New Roman"/>
      <w:b/>
      <w:bCs/>
      <w:color w:val="000000"/>
      <w:sz w:val="24"/>
    </w:rPr>
  </w:style>
  <w:style w:type="paragraph" w:customStyle="1" w:styleId="xl77">
    <w:name w:val="xl77"/>
    <w:basedOn w:val="Normalny"/>
    <w:rsid w:val="00D76DEF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Arial Unicode MS" w:hAnsi="Times New Roman"/>
      <w:color w:val="000000"/>
      <w:sz w:val="24"/>
    </w:rPr>
  </w:style>
  <w:style w:type="paragraph" w:customStyle="1" w:styleId="xl114">
    <w:name w:val="xl114"/>
    <w:basedOn w:val="Normalny"/>
    <w:rsid w:val="00D76DEF"/>
    <w:pPr>
      <w:spacing w:before="100" w:beforeAutospacing="1" w:after="100" w:afterAutospacing="1" w:line="240" w:lineRule="auto"/>
      <w:jc w:val="left"/>
    </w:pPr>
    <w:rPr>
      <w:rFonts w:ascii="Times New Roman" w:eastAsia="Arial Unicode MS" w:hAnsi="Times New Roman"/>
      <w:b/>
      <w:bCs/>
      <w:color w:val="FF0000"/>
      <w:sz w:val="24"/>
    </w:rPr>
  </w:style>
  <w:style w:type="paragraph" w:customStyle="1" w:styleId="xl115">
    <w:name w:val="xl115"/>
    <w:basedOn w:val="Normalny"/>
    <w:rsid w:val="00D76DEF"/>
    <w:pPr>
      <w:spacing w:before="100" w:beforeAutospacing="1" w:after="100" w:afterAutospacing="1" w:line="240" w:lineRule="auto"/>
      <w:jc w:val="center"/>
    </w:pPr>
    <w:rPr>
      <w:rFonts w:eastAsia="Arial Unicode MS" w:cs="Arial"/>
      <w:b/>
      <w:bCs/>
      <w:color w:val="000000"/>
      <w:sz w:val="24"/>
    </w:rPr>
  </w:style>
  <w:style w:type="paragraph" w:customStyle="1" w:styleId="Styl10">
    <w:name w:val="Styl1"/>
    <w:basedOn w:val="Normalny"/>
    <w:rsid w:val="00D76DEF"/>
    <w:pPr>
      <w:numPr>
        <w:numId w:val="2"/>
      </w:numPr>
      <w:spacing w:line="240" w:lineRule="auto"/>
    </w:pPr>
    <w:rPr>
      <w:b/>
      <w:sz w:val="28"/>
      <w:szCs w:val="20"/>
    </w:rPr>
  </w:style>
  <w:style w:type="paragraph" w:customStyle="1" w:styleId="BodyText31">
    <w:name w:val="Body Text 31"/>
    <w:basedOn w:val="Normalny"/>
    <w:rsid w:val="00D76DEF"/>
    <w:pPr>
      <w:snapToGrid w:val="0"/>
      <w:spacing w:line="240" w:lineRule="atLeast"/>
    </w:pPr>
    <w:rPr>
      <w:color w:val="000000"/>
      <w:sz w:val="24"/>
      <w:szCs w:val="20"/>
    </w:rPr>
  </w:style>
  <w:style w:type="paragraph" w:customStyle="1" w:styleId="Nagwek20">
    <w:name w:val="Nagłówek2"/>
    <w:basedOn w:val="Normalny"/>
    <w:rsid w:val="00D76DEF"/>
    <w:pPr>
      <w:spacing w:before="120" w:after="120" w:line="360" w:lineRule="auto"/>
    </w:pPr>
    <w:rPr>
      <w:b/>
      <w:color w:val="000000"/>
      <w:sz w:val="28"/>
      <w:szCs w:val="20"/>
    </w:rPr>
  </w:style>
  <w:style w:type="table" w:styleId="Tabela-Siatka">
    <w:name w:val="Table Grid"/>
    <w:basedOn w:val="Standardowy"/>
    <w:uiPriority w:val="59"/>
    <w:rsid w:val="009A3213"/>
    <w:pPr>
      <w:spacing w:line="320" w:lineRule="exact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rsid w:val="004650D9"/>
    <w:rPr>
      <w:color w:val="0000FF"/>
      <w:u w:val="single"/>
    </w:rPr>
  </w:style>
  <w:style w:type="paragraph" w:styleId="Tekstpodstawowywcity">
    <w:name w:val="Body Text Indent"/>
    <w:basedOn w:val="Normalny"/>
    <w:rsid w:val="00F9336E"/>
    <w:pPr>
      <w:spacing w:after="120"/>
      <w:ind w:left="283"/>
    </w:pPr>
  </w:style>
  <w:style w:type="paragraph" w:styleId="Tekstpodstawowywcity2">
    <w:name w:val="Body Text Indent 2"/>
    <w:basedOn w:val="Normalny"/>
    <w:rsid w:val="00350671"/>
    <w:pPr>
      <w:spacing w:after="120" w:line="480" w:lineRule="auto"/>
      <w:ind w:left="283"/>
    </w:pPr>
  </w:style>
  <w:style w:type="paragraph" w:customStyle="1" w:styleId="typowy">
    <w:name w:val="typowy"/>
    <w:basedOn w:val="Normalny"/>
    <w:rsid w:val="00350671"/>
    <w:pPr>
      <w:spacing w:line="360" w:lineRule="atLeast"/>
      <w:ind w:firstLine="709"/>
    </w:pPr>
    <w:rPr>
      <w:rFonts w:cs="Arial"/>
      <w:sz w:val="24"/>
      <w:szCs w:val="20"/>
    </w:rPr>
  </w:style>
  <w:style w:type="paragraph" w:customStyle="1" w:styleId="Zawartotabeli">
    <w:name w:val="Zawartość tabeli"/>
    <w:basedOn w:val="Tekstpodstawowy"/>
    <w:rsid w:val="00350671"/>
    <w:pPr>
      <w:suppressLineNumbers/>
      <w:suppressAutoHyphens/>
      <w:jc w:val="both"/>
    </w:pPr>
    <w:rPr>
      <w:color w:val="auto"/>
      <w:lang w:val="pl-PL" w:eastAsia="ar-SA"/>
    </w:rPr>
  </w:style>
  <w:style w:type="paragraph" w:customStyle="1" w:styleId="Tekstowy">
    <w:name w:val="Tekstowy"/>
    <w:basedOn w:val="Normalny"/>
    <w:rsid w:val="00350671"/>
    <w:pPr>
      <w:spacing w:line="360" w:lineRule="auto"/>
      <w:ind w:left="284"/>
      <w:jc w:val="left"/>
    </w:pPr>
    <w:rPr>
      <w:rFonts w:ascii="Times New Roman" w:hAnsi="Times New Roman"/>
      <w:sz w:val="24"/>
    </w:rPr>
  </w:style>
  <w:style w:type="paragraph" w:customStyle="1" w:styleId="Tekstpodstawowy21">
    <w:name w:val="Tekst podstawowy 21"/>
    <w:basedOn w:val="Normalny"/>
    <w:rsid w:val="00350671"/>
    <w:pPr>
      <w:spacing w:line="240" w:lineRule="auto"/>
      <w:ind w:firstLine="851"/>
    </w:pPr>
    <w:rPr>
      <w:sz w:val="24"/>
      <w:szCs w:val="20"/>
    </w:rPr>
  </w:style>
  <w:style w:type="paragraph" w:customStyle="1" w:styleId="BodySingle">
    <w:name w:val="Body Single"/>
    <w:basedOn w:val="Normalny"/>
    <w:rsid w:val="00350671"/>
    <w:pPr>
      <w:spacing w:line="360" w:lineRule="auto"/>
      <w:ind w:left="283"/>
    </w:pPr>
    <w:rPr>
      <w:rFonts w:ascii="Times New Roman" w:hAnsi="Times New Roman"/>
      <w:sz w:val="24"/>
      <w:szCs w:val="20"/>
      <w:lang w:val="en-US"/>
    </w:rPr>
  </w:style>
  <w:style w:type="paragraph" w:customStyle="1" w:styleId="Punkt02">
    <w:name w:val="Punkt '02"/>
    <w:basedOn w:val="Normalny"/>
    <w:next w:val="Tekstgwny"/>
    <w:rsid w:val="00350671"/>
    <w:pPr>
      <w:widowControl w:val="0"/>
      <w:tabs>
        <w:tab w:val="left" w:pos="828"/>
        <w:tab w:val="left" w:pos="1134"/>
        <w:tab w:val="left" w:pos="1804"/>
        <w:tab w:val="left" w:pos="3969"/>
        <w:tab w:val="left" w:pos="4253"/>
        <w:tab w:val="left" w:pos="5365"/>
      </w:tabs>
      <w:overflowPunct w:val="0"/>
      <w:autoSpaceDE w:val="0"/>
      <w:autoSpaceDN w:val="0"/>
      <w:adjustRightInd w:val="0"/>
      <w:spacing w:before="240" w:line="360" w:lineRule="auto"/>
      <w:ind w:left="284"/>
      <w:textAlignment w:val="baseline"/>
    </w:pPr>
    <w:rPr>
      <w:rFonts w:ascii="Times New Roman" w:hAnsi="Times New Roman"/>
      <w:b/>
      <w:sz w:val="24"/>
      <w:szCs w:val="20"/>
      <w:u w:val="single"/>
    </w:rPr>
  </w:style>
  <w:style w:type="paragraph" w:customStyle="1" w:styleId="Tekstgwny">
    <w:name w:val="Tekst główny"/>
    <w:basedOn w:val="Normalny"/>
    <w:rsid w:val="00350671"/>
    <w:pPr>
      <w:widowControl w:val="0"/>
      <w:tabs>
        <w:tab w:val="left" w:pos="1134"/>
        <w:tab w:val="left" w:pos="3969"/>
        <w:tab w:val="left" w:pos="4253"/>
      </w:tabs>
      <w:overflowPunct w:val="0"/>
      <w:autoSpaceDE w:val="0"/>
      <w:autoSpaceDN w:val="0"/>
      <w:adjustRightInd w:val="0"/>
      <w:spacing w:line="360" w:lineRule="auto"/>
      <w:ind w:firstLine="284"/>
      <w:textAlignment w:val="baseline"/>
    </w:pPr>
    <w:rPr>
      <w:rFonts w:ascii="Times New Roman" w:hAnsi="Times New Roman"/>
      <w:sz w:val="24"/>
      <w:szCs w:val="20"/>
    </w:rPr>
  </w:style>
  <w:style w:type="paragraph" w:customStyle="1" w:styleId="Mylnik">
    <w:name w:val="Myślnik"/>
    <w:basedOn w:val="Tekstgwny"/>
    <w:rsid w:val="00350671"/>
    <w:pPr>
      <w:ind w:left="567" w:hanging="283"/>
    </w:pPr>
  </w:style>
  <w:style w:type="paragraph" w:customStyle="1" w:styleId="Punkt">
    <w:name w:val="Punkt"/>
    <w:basedOn w:val="Normalny"/>
    <w:rsid w:val="00350671"/>
    <w:pPr>
      <w:spacing w:line="360" w:lineRule="auto"/>
      <w:jc w:val="left"/>
    </w:pPr>
    <w:rPr>
      <w:rFonts w:ascii="Times New Roman" w:hAnsi="Times New Roman"/>
      <w:sz w:val="26"/>
      <w:szCs w:val="20"/>
    </w:rPr>
  </w:style>
  <w:style w:type="paragraph" w:customStyle="1" w:styleId="Punkt01">
    <w:name w:val="Punkt '01"/>
    <w:basedOn w:val="Tekstgwny"/>
    <w:next w:val="Punkt02"/>
    <w:rsid w:val="00350671"/>
    <w:pPr>
      <w:spacing w:before="480"/>
      <w:ind w:firstLine="0"/>
    </w:pPr>
    <w:rPr>
      <w:b/>
      <w:sz w:val="28"/>
      <w:u w:val="single"/>
    </w:rPr>
  </w:style>
  <w:style w:type="paragraph" w:customStyle="1" w:styleId="Default">
    <w:name w:val="Default"/>
    <w:rsid w:val="00350671"/>
    <w:pPr>
      <w:autoSpaceDE w:val="0"/>
      <w:autoSpaceDN w:val="0"/>
      <w:adjustRightInd w:val="0"/>
    </w:pPr>
    <w:rPr>
      <w:rFonts w:ascii="Verdana" w:hAnsi="Verdana"/>
      <w:color w:val="000000"/>
      <w:sz w:val="24"/>
      <w:szCs w:val="24"/>
    </w:rPr>
  </w:style>
  <w:style w:type="character" w:customStyle="1" w:styleId="A6">
    <w:name w:val="A6"/>
    <w:rsid w:val="00350671"/>
    <w:rPr>
      <w:color w:val="000000"/>
      <w:sz w:val="58"/>
      <w:szCs w:val="58"/>
    </w:rPr>
  </w:style>
  <w:style w:type="character" w:customStyle="1" w:styleId="A7">
    <w:name w:val="A7"/>
    <w:rsid w:val="00350671"/>
    <w:rPr>
      <w:color w:val="000000"/>
      <w:sz w:val="12"/>
      <w:szCs w:val="12"/>
    </w:rPr>
  </w:style>
  <w:style w:type="paragraph" w:styleId="Tekstdymka">
    <w:name w:val="Balloon Text"/>
    <w:basedOn w:val="Normalny"/>
    <w:semiHidden/>
    <w:rsid w:val="00CE6607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sid w:val="00C347E9"/>
    <w:rPr>
      <w:sz w:val="20"/>
      <w:szCs w:val="20"/>
    </w:rPr>
  </w:style>
  <w:style w:type="character" w:styleId="Odwoanieprzypisudolnego">
    <w:name w:val="footnote reference"/>
    <w:rsid w:val="00C347E9"/>
    <w:rPr>
      <w:vertAlign w:val="superscript"/>
    </w:rPr>
  </w:style>
  <w:style w:type="paragraph" w:customStyle="1" w:styleId="0">
    <w:name w:val="0"/>
    <w:basedOn w:val="Normalny"/>
    <w:rsid w:val="00275EAE"/>
    <w:pPr>
      <w:widowControl w:val="0"/>
      <w:spacing w:line="360" w:lineRule="auto"/>
    </w:pPr>
    <w:rPr>
      <w:rFonts w:ascii="Xerox Serif Wide" w:hAnsi="Xerox Serif Wide"/>
      <w:snapToGrid w:val="0"/>
      <w:color w:val="000000"/>
      <w:sz w:val="26"/>
      <w:szCs w:val="20"/>
      <w:lang w:val="en-US"/>
    </w:rPr>
  </w:style>
  <w:style w:type="paragraph" w:customStyle="1" w:styleId="adres">
    <w:name w:val="adres"/>
    <w:basedOn w:val="Normalny"/>
    <w:rsid w:val="002135DB"/>
    <w:pPr>
      <w:spacing w:line="280" w:lineRule="exact"/>
      <w:jc w:val="left"/>
    </w:pPr>
    <w:rPr>
      <w:sz w:val="20"/>
      <w:szCs w:val="20"/>
    </w:rPr>
  </w:style>
  <w:style w:type="character" w:styleId="Odwoaniedokomentarza">
    <w:name w:val="annotation reference"/>
    <w:uiPriority w:val="99"/>
    <w:semiHidden/>
    <w:rsid w:val="002135DB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semiHidden/>
    <w:rsid w:val="002135DB"/>
    <w:pPr>
      <w:spacing w:line="320" w:lineRule="exact"/>
      <w:jc w:val="both"/>
    </w:pPr>
    <w:rPr>
      <w:rFonts w:ascii="Arial" w:hAnsi="Arial"/>
      <w:b/>
      <w:bCs/>
      <w:color w:val="auto"/>
    </w:rPr>
  </w:style>
  <w:style w:type="character" w:customStyle="1" w:styleId="Tekstpodstawowy2Znak">
    <w:name w:val="Tekst podstawowy 2 Znak"/>
    <w:link w:val="Tekstpodstawowy2"/>
    <w:rsid w:val="003C1F8E"/>
    <w:rPr>
      <w:color w:val="000000"/>
      <w:sz w:val="24"/>
      <w:lang w:val="pl-PL" w:eastAsia="pl-PL" w:bidi="ar-SA"/>
    </w:rPr>
  </w:style>
  <w:style w:type="character" w:customStyle="1" w:styleId="TekstpodstawowyZnak">
    <w:name w:val="Tekst podstawowy Znak"/>
    <w:aliases w:val="LOAN Znak,bt Znak,body text Znak,(F2) Znak"/>
    <w:link w:val="Tekstpodstawowy"/>
    <w:rsid w:val="00B35757"/>
    <w:rPr>
      <w:color w:val="000000"/>
      <w:sz w:val="24"/>
      <w:lang w:val="cs-CZ" w:eastAsia="pl-PL" w:bidi="ar-SA"/>
    </w:rPr>
  </w:style>
  <w:style w:type="paragraph" w:styleId="Akapitzlist">
    <w:name w:val="List Paragraph"/>
    <w:aliases w:val="Bullet Number,Body MS Bullet,lp1,List Paragraph1,List Paragraph2,ISCG Numerowanie,Preambuła,Key,Nagłówek A,L1,Numerowanie,Odstavec,Akapit z listą numerowaną,Podsis rysunku,Bullet List,FooterText,numbered,Paragraphe de liste1,列出段落"/>
    <w:basedOn w:val="Normalny"/>
    <w:link w:val="AkapitzlistZnak"/>
    <w:uiPriority w:val="34"/>
    <w:qFormat/>
    <w:rsid w:val="00A8744B"/>
    <w:pPr>
      <w:spacing w:line="240" w:lineRule="auto"/>
      <w:ind w:left="708"/>
    </w:pPr>
    <w:rPr>
      <w:rFonts w:ascii="Times New Roman" w:hAnsi="Times New Roman"/>
      <w:sz w:val="20"/>
      <w:szCs w:val="20"/>
    </w:rPr>
  </w:style>
  <w:style w:type="character" w:customStyle="1" w:styleId="NagwekZnak">
    <w:name w:val="Nagłówek Znak"/>
    <w:link w:val="Nagwek"/>
    <w:uiPriority w:val="99"/>
    <w:rsid w:val="000B1F0A"/>
    <w:rPr>
      <w:rFonts w:ascii="Arial" w:hAnsi="Arial"/>
      <w:sz w:val="12"/>
      <w:szCs w:val="24"/>
    </w:rPr>
  </w:style>
  <w:style w:type="paragraph" w:styleId="Poprawka">
    <w:name w:val="Revision"/>
    <w:hidden/>
    <w:uiPriority w:val="99"/>
    <w:semiHidden/>
    <w:rsid w:val="005F2F34"/>
    <w:rPr>
      <w:rFonts w:ascii="Arial" w:hAnsi="Arial"/>
      <w:sz w:val="22"/>
      <w:szCs w:val="24"/>
    </w:rPr>
  </w:style>
  <w:style w:type="paragraph" w:customStyle="1" w:styleId="Tekstpodstawowy32">
    <w:name w:val="Tekst podstawowy 32"/>
    <w:basedOn w:val="Normalny"/>
    <w:rsid w:val="00AB7775"/>
    <w:pPr>
      <w:widowControl w:val="0"/>
      <w:suppressAutoHyphens/>
      <w:spacing w:line="240" w:lineRule="auto"/>
      <w:jc w:val="left"/>
    </w:pPr>
    <w:rPr>
      <w:rFonts w:ascii="Tahoma" w:hAnsi="Tahoma"/>
      <w:sz w:val="20"/>
      <w:szCs w:val="20"/>
      <w:lang w:eastAsia="ar-SA"/>
    </w:rPr>
  </w:style>
  <w:style w:type="paragraph" w:styleId="Zwykytekst">
    <w:name w:val="Plain Text"/>
    <w:basedOn w:val="Normalny"/>
    <w:link w:val="ZwykytekstZnak"/>
    <w:uiPriority w:val="99"/>
    <w:unhideWhenUsed/>
    <w:rsid w:val="00FA6D23"/>
    <w:pPr>
      <w:spacing w:line="240" w:lineRule="auto"/>
      <w:jc w:val="left"/>
    </w:pPr>
    <w:rPr>
      <w:rFonts w:ascii="Calibri" w:eastAsia="Calibri" w:hAnsi="Calibri"/>
      <w:szCs w:val="21"/>
      <w:lang w:eastAsia="en-US"/>
    </w:rPr>
  </w:style>
  <w:style w:type="character" w:customStyle="1" w:styleId="ZwykytekstZnak">
    <w:name w:val="Zwykły tekst Znak"/>
    <w:link w:val="Zwykytekst"/>
    <w:uiPriority w:val="99"/>
    <w:rsid w:val="00FA6D23"/>
    <w:rPr>
      <w:rFonts w:ascii="Calibri" w:eastAsia="Calibri" w:hAnsi="Calibri"/>
      <w:sz w:val="22"/>
      <w:szCs w:val="21"/>
      <w:lang w:eastAsia="en-US"/>
    </w:rPr>
  </w:style>
  <w:style w:type="character" w:customStyle="1" w:styleId="AkapitzlistZnak">
    <w:name w:val="Akapit z listą Znak"/>
    <w:aliases w:val="Bullet Number Znak,Body MS Bullet Znak,lp1 Znak,List Paragraph1 Znak,List Paragraph2 Znak,ISCG Numerowanie Znak,Preambuła Znak,Key Znak,Nagłówek A Znak,L1 Znak,Numerowanie Znak,Odstavec Znak,Akapit z listą numerowaną Znak,列出段落 Znak"/>
    <w:link w:val="Akapitzlist"/>
    <w:uiPriority w:val="34"/>
    <w:qFormat/>
    <w:locked/>
    <w:rsid w:val="00AC37D2"/>
  </w:style>
  <w:style w:type="character" w:customStyle="1" w:styleId="wyszukane">
    <w:name w:val="wyszukane"/>
    <w:rsid w:val="00276238"/>
  </w:style>
  <w:style w:type="paragraph" w:styleId="Tytu">
    <w:name w:val="Title"/>
    <w:basedOn w:val="Normalny"/>
    <w:next w:val="Normalny"/>
    <w:link w:val="TytuZnak"/>
    <w:qFormat/>
    <w:rsid w:val="00A22935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link w:val="Tytu"/>
    <w:rsid w:val="00A22935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styleId="Pogrubienie">
    <w:name w:val="Strong"/>
    <w:uiPriority w:val="22"/>
    <w:qFormat/>
    <w:rsid w:val="00A22935"/>
    <w:rPr>
      <w:b/>
      <w:bCs/>
    </w:rPr>
  </w:style>
  <w:style w:type="character" w:customStyle="1" w:styleId="StopkaZnak">
    <w:name w:val="Stopka Znak"/>
    <w:link w:val="Stopka"/>
    <w:uiPriority w:val="99"/>
    <w:qFormat/>
    <w:rsid w:val="00B344D9"/>
    <w:rPr>
      <w:rFonts w:ascii="Arial" w:hAnsi="Arial"/>
      <w:sz w:val="12"/>
      <w:szCs w:val="16"/>
    </w:rPr>
  </w:style>
  <w:style w:type="character" w:customStyle="1" w:styleId="Teksttreci">
    <w:name w:val="Tekst treści_"/>
    <w:link w:val="Teksttreci0"/>
    <w:rsid w:val="003235DE"/>
    <w:rPr>
      <w:rFonts w:ascii="Arial" w:eastAsia="Arial" w:hAnsi="Arial" w:cs="Arial"/>
      <w:color w:val="000000"/>
      <w:sz w:val="22"/>
      <w:szCs w:val="22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3235DE"/>
    <w:pPr>
      <w:widowControl w:val="0"/>
      <w:shd w:val="clear" w:color="auto" w:fill="FFFFFF"/>
      <w:spacing w:line="276" w:lineRule="auto"/>
      <w:jc w:val="left"/>
    </w:pPr>
    <w:rPr>
      <w:rFonts w:eastAsia="Arial" w:cs="Arial"/>
      <w:color w:val="000000"/>
      <w:szCs w:val="22"/>
    </w:rPr>
  </w:style>
  <w:style w:type="character" w:customStyle="1" w:styleId="Teksttreci2">
    <w:name w:val="Tekst treści (2)_"/>
    <w:link w:val="Teksttreci20"/>
    <w:rsid w:val="00985B9F"/>
    <w:rPr>
      <w:rFonts w:ascii="Arial" w:eastAsia="Arial" w:hAnsi="Arial" w:cs="Arial"/>
      <w:b/>
      <w:bCs/>
      <w:color w:val="000000"/>
      <w:sz w:val="28"/>
      <w:szCs w:val="28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985B9F"/>
    <w:pPr>
      <w:widowControl w:val="0"/>
      <w:shd w:val="clear" w:color="auto" w:fill="FFFFFF"/>
      <w:spacing w:line="240" w:lineRule="auto"/>
      <w:jc w:val="left"/>
    </w:pPr>
    <w:rPr>
      <w:rFonts w:eastAsia="Arial" w:cs="Arial"/>
      <w:b/>
      <w:bCs/>
      <w:color w:val="000000"/>
      <w:sz w:val="28"/>
      <w:szCs w:val="28"/>
    </w:rPr>
  </w:style>
  <w:style w:type="character" w:customStyle="1" w:styleId="TekstkomentarzaZnak">
    <w:name w:val="Tekst komentarza Znak"/>
    <w:link w:val="Tekstkomentarza"/>
    <w:uiPriority w:val="99"/>
    <w:semiHidden/>
    <w:rsid w:val="00C90603"/>
    <w:rPr>
      <w:color w:val="000000"/>
    </w:rPr>
  </w:style>
  <w:style w:type="paragraph" w:customStyle="1" w:styleId="Znak1ZnakZnakZnakZnakZnakZnakZnakZnakZnak">
    <w:name w:val="Znak1 Znak Znak Znak Znak Znak Znak Znak Znak Znak"/>
    <w:basedOn w:val="Normalny"/>
    <w:rsid w:val="004275A3"/>
    <w:pPr>
      <w:tabs>
        <w:tab w:val="left" w:pos="709"/>
      </w:tabs>
      <w:spacing w:line="240" w:lineRule="auto"/>
      <w:jc w:val="left"/>
    </w:pPr>
    <w:rPr>
      <w:rFonts w:ascii="Tahoma" w:hAnsi="Tahoma"/>
      <w:sz w:val="24"/>
    </w:rPr>
  </w:style>
  <w:style w:type="paragraph" w:customStyle="1" w:styleId="LewaNormal">
    <w:name w:val="Lewa_Normal"/>
    <w:link w:val="LewaNormalZnak"/>
    <w:qFormat/>
    <w:rsid w:val="00DF1BC3"/>
    <w:pPr>
      <w:tabs>
        <w:tab w:val="left" w:pos="1134"/>
      </w:tabs>
      <w:spacing w:line="280" w:lineRule="exact"/>
    </w:pPr>
    <w:rPr>
      <w:rFonts w:ascii="Arial" w:eastAsia="Calibri" w:hAnsi="Arial" w:cs="Arial"/>
      <w:lang w:eastAsia="en-US"/>
    </w:rPr>
  </w:style>
  <w:style w:type="character" w:customStyle="1" w:styleId="LewaNormalZnak">
    <w:name w:val="Lewa_Normal Znak"/>
    <w:link w:val="LewaNormal"/>
    <w:rsid w:val="00DF1BC3"/>
    <w:rPr>
      <w:rFonts w:ascii="Arial" w:eastAsia="Calibri" w:hAnsi="Arial" w:cs="Arial"/>
      <w:lang w:eastAsia="en-US"/>
    </w:rPr>
  </w:style>
  <w:style w:type="character" w:styleId="UyteHipercze">
    <w:name w:val="FollowedHyperlink"/>
    <w:rsid w:val="0041319D"/>
    <w:rPr>
      <w:color w:val="954F72"/>
      <w:u w:val="single"/>
    </w:rPr>
  </w:style>
  <w:style w:type="character" w:customStyle="1" w:styleId="Tekstpodstawowy2Znak1">
    <w:name w:val="Tekst podstawowy 2 Znak1"/>
    <w:qFormat/>
    <w:rsid w:val="006D1806"/>
    <w:rPr>
      <w:sz w:val="26"/>
    </w:rPr>
  </w:style>
  <w:style w:type="paragraph" w:customStyle="1" w:styleId="Styl1">
    <w:name w:val="Styl 1"/>
    <w:basedOn w:val="Akapitzlist"/>
    <w:qFormat/>
    <w:rsid w:val="007654E7"/>
    <w:pPr>
      <w:keepNext/>
      <w:numPr>
        <w:numId w:val="40"/>
      </w:numPr>
      <w:shd w:val="clear" w:color="auto" w:fill="17365D"/>
      <w:tabs>
        <w:tab w:val="num" w:pos="294"/>
      </w:tabs>
      <w:spacing w:before="240" w:after="120" w:line="259" w:lineRule="auto"/>
      <w:ind w:left="357" w:hanging="357"/>
      <w:contextualSpacing/>
      <w:outlineLvl w:val="0"/>
    </w:pPr>
    <w:rPr>
      <w:rFonts w:ascii="Arial" w:eastAsia="Calibri" w:hAnsi="Arial" w:cs="Arial"/>
      <w:b/>
      <w:color w:val="FFFFFF"/>
      <w:lang w:eastAsia="en-US"/>
    </w:rPr>
  </w:style>
  <w:style w:type="paragraph" w:customStyle="1" w:styleId="Styl11">
    <w:name w:val="Styl 1.1."/>
    <w:basedOn w:val="Akapitzlist"/>
    <w:qFormat/>
    <w:rsid w:val="007654E7"/>
    <w:pPr>
      <w:numPr>
        <w:ilvl w:val="1"/>
        <w:numId w:val="40"/>
      </w:numPr>
      <w:spacing w:line="259" w:lineRule="auto"/>
      <w:ind w:left="709" w:hanging="709"/>
      <w:contextualSpacing/>
    </w:pPr>
    <w:rPr>
      <w:rFonts w:ascii="Arial" w:eastAsia="Calibri" w:hAnsi="Arial" w:cs="Arial"/>
      <w:lang w:eastAsia="en-US"/>
    </w:rPr>
  </w:style>
  <w:style w:type="paragraph" w:customStyle="1" w:styleId="Styl111">
    <w:name w:val="Styl 1.1.1."/>
    <w:basedOn w:val="Styl11"/>
    <w:link w:val="Styl111Znak"/>
    <w:qFormat/>
    <w:rsid w:val="007654E7"/>
    <w:pPr>
      <w:numPr>
        <w:ilvl w:val="2"/>
      </w:numPr>
      <w:ind w:left="1701" w:hanging="981"/>
    </w:pPr>
  </w:style>
  <w:style w:type="paragraph" w:customStyle="1" w:styleId="Styl1111">
    <w:name w:val="Styl 1.1.1.1."/>
    <w:basedOn w:val="Styl11"/>
    <w:qFormat/>
    <w:rsid w:val="007654E7"/>
    <w:pPr>
      <w:numPr>
        <w:ilvl w:val="3"/>
      </w:numPr>
      <w:ind w:left="2268" w:hanging="850"/>
    </w:pPr>
  </w:style>
  <w:style w:type="character" w:customStyle="1" w:styleId="Styl111Znak">
    <w:name w:val="Styl 1.1.1. Znak"/>
    <w:link w:val="Styl111"/>
    <w:rsid w:val="007654E7"/>
    <w:rPr>
      <w:rFonts w:ascii="Arial" w:eastAsia="Calibri" w:hAnsi="Arial" w:cs="Arial"/>
      <w:lang w:eastAsia="en-US"/>
    </w:rPr>
  </w:style>
  <w:style w:type="paragraph" w:customStyle="1" w:styleId="Tekstpodstawowy22">
    <w:name w:val="Tekst podstawowy 22"/>
    <w:basedOn w:val="Normalny"/>
    <w:rsid w:val="00C24E06"/>
    <w:pPr>
      <w:suppressAutoHyphens/>
      <w:overflowPunct w:val="0"/>
      <w:autoSpaceDE w:val="0"/>
      <w:spacing w:line="240" w:lineRule="auto"/>
      <w:ind w:left="426" w:hanging="426"/>
      <w:textAlignment w:val="baseline"/>
    </w:pPr>
    <w:rPr>
      <w:rFonts w:ascii="Times New Roman" w:hAnsi="Times New Roman"/>
      <w:sz w:val="26"/>
      <w:szCs w:val="20"/>
      <w:lang w:eastAsia="zh-CN"/>
    </w:rPr>
  </w:style>
  <w:style w:type="paragraph" w:styleId="Podtytu">
    <w:name w:val="Subtitle"/>
    <w:basedOn w:val="Normalny"/>
    <w:next w:val="Normalny"/>
    <w:link w:val="PodtytuZnak"/>
    <w:qFormat/>
    <w:rsid w:val="00293B0E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Cs w:val="22"/>
    </w:rPr>
  </w:style>
  <w:style w:type="character" w:customStyle="1" w:styleId="PodtytuZnak">
    <w:name w:val="Podtytuł Znak"/>
    <w:basedOn w:val="Domylnaczcionkaakapitu"/>
    <w:link w:val="Podtytu"/>
    <w:rsid w:val="00293B0E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47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1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7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60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69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4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7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22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14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57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0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5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3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97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35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05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26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57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58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67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80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17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62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93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30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23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18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985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451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213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698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891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905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318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042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08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024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958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225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15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975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595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080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511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845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076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20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54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403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741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827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875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877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513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859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018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297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534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28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260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394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709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416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608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082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707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534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497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273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668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899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610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050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765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416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815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862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845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713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68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714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324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50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108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878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019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29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171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117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811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741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527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162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892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474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092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527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19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75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336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97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988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95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578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428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395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038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939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796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361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78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740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290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938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827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127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485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431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247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607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697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766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495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002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663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527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202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98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3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148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540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09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862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346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651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655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601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712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438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487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923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609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462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070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948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201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500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285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913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808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347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353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417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496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979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12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129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565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60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603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203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096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000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909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647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899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259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94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255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956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000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670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170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077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894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968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204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942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593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177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603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781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750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173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215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871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18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82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5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53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84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12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63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06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6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95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37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68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3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30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59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52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7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1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83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6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51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8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90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55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79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2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74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3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00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8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93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0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5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0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50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38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0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91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96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8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26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94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5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44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2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08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17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https://przetargi.pgnig.pl" TargetMode="Externa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waw1111\USTAWI~1\Temp\SIWZ2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BFAA781-EE29-45D3-A9B5-9DA83A83526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EBBE9FF-E01B-4102-A418-081FC69D63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SIWZ2</Template>
  <TotalTime>7</TotalTime>
  <Pages>16</Pages>
  <Words>3329</Words>
  <Characters>24178</Characters>
  <Application>Microsoft Office Word</Application>
  <DocSecurity>0</DocSecurity>
  <Lines>201</Lines>
  <Paragraphs>54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</vt:lpstr>
    </vt:vector>
  </TitlesOfParts>
  <Company>PGNiG SA o/Zielona Góra</Company>
  <LinksUpToDate>false</LinksUpToDate>
  <CharactersWithSpaces>27453</CharactersWithSpaces>
  <SharedDoc>false</SharedDoc>
  <HLinks>
    <vt:vector size="72" baseType="variant">
      <vt:variant>
        <vt:i4>6422572</vt:i4>
      </vt:variant>
      <vt:variant>
        <vt:i4>36</vt:i4>
      </vt:variant>
      <vt:variant>
        <vt:i4>0</vt:i4>
      </vt:variant>
      <vt:variant>
        <vt:i4>5</vt:i4>
      </vt:variant>
      <vt:variant>
        <vt:lpwstr>https://przetargi.pgnig.pl/</vt:lpwstr>
      </vt:variant>
      <vt:variant>
        <vt:lpwstr/>
      </vt:variant>
      <vt:variant>
        <vt:i4>8323153</vt:i4>
      </vt:variant>
      <vt:variant>
        <vt:i4>33</vt:i4>
      </vt:variant>
      <vt:variant>
        <vt:i4>0</vt:i4>
      </vt:variant>
      <vt:variant>
        <vt:i4>5</vt:i4>
      </vt:variant>
      <vt:variant>
        <vt:lpwstr>mailto:daneosobowe@orlen.pl</vt:lpwstr>
      </vt:variant>
      <vt:variant>
        <vt:lpwstr/>
      </vt:variant>
      <vt:variant>
        <vt:i4>8323153</vt:i4>
      </vt:variant>
      <vt:variant>
        <vt:i4>30</vt:i4>
      </vt:variant>
      <vt:variant>
        <vt:i4>0</vt:i4>
      </vt:variant>
      <vt:variant>
        <vt:i4>5</vt:i4>
      </vt:variant>
      <vt:variant>
        <vt:lpwstr>mailto:daneosobowe@orlen.pl</vt:lpwstr>
      </vt:variant>
      <vt:variant>
        <vt:lpwstr/>
      </vt:variant>
      <vt:variant>
        <vt:i4>1638405</vt:i4>
      </vt:variant>
      <vt:variant>
        <vt:i4>27</vt:i4>
      </vt:variant>
      <vt:variant>
        <vt:i4>0</vt:i4>
      </vt:variant>
      <vt:variant>
        <vt:i4>5</vt:i4>
      </vt:variant>
      <vt:variant>
        <vt:lpwstr>http://www.orlen.pl/</vt:lpwstr>
      </vt:variant>
      <vt:variant>
        <vt:lpwstr/>
      </vt:variant>
      <vt:variant>
        <vt:i4>8323153</vt:i4>
      </vt:variant>
      <vt:variant>
        <vt:i4>24</vt:i4>
      </vt:variant>
      <vt:variant>
        <vt:i4>0</vt:i4>
      </vt:variant>
      <vt:variant>
        <vt:i4>5</vt:i4>
      </vt:variant>
      <vt:variant>
        <vt:lpwstr>mailto:daneosobowe@orlen.pl</vt:lpwstr>
      </vt:variant>
      <vt:variant>
        <vt:lpwstr/>
      </vt:variant>
      <vt:variant>
        <vt:i4>8323153</vt:i4>
      </vt:variant>
      <vt:variant>
        <vt:i4>21</vt:i4>
      </vt:variant>
      <vt:variant>
        <vt:i4>0</vt:i4>
      </vt:variant>
      <vt:variant>
        <vt:i4>5</vt:i4>
      </vt:variant>
      <vt:variant>
        <vt:lpwstr>mailto:daneosobowe@orlen.pl</vt:lpwstr>
      </vt:variant>
      <vt:variant>
        <vt:lpwstr/>
      </vt:variant>
      <vt:variant>
        <vt:i4>3735755</vt:i4>
      </vt:variant>
      <vt:variant>
        <vt:i4>18</vt:i4>
      </vt:variant>
      <vt:variant>
        <vt:i4>0</vt:i4>
      </vt:variant>
      <vt:variant>
        <vt:i4>5</vt:i4>
      </vt:variant>
      <vt:variant>
        <vt:lpwstr>mailto:zamówienia.owzg@pgnig.pl</vt:lpwstr>
      </vt:variant>
      <vt:variant>
        <vt:lpwstr/>
      </vt:variant>
      <vt:variant>
        <vt:i4>6422572</vt:i4>
      </vt:variant>
      <vt:variant>
        <vt:i4>15</vt:i4>
      </vt:variant>
      <vt:variant>
        <vt:i4>0</vt:i4>
      </vt:variant>
      <vt:variant>
        <vt:i4>5</vt:i4>
      </vt:variant>
      <vt:variant>
        <vt:lpwstr>https://przetargi.pgnig.pl/</vt:lpwstr>
      </vt:variant>
      <vt:variant>
        <vt:lpwstr/>
      </vt:variant>
      <vt:variant>
        <vt:i4>3866668</vt:i4>
      </vt:variant>
      <vt:variant>
        <vt:i4>12</vt:i4>
      </vt:variant>
      <vt:variant>
        <vt:i4>0</vt:i4>
      </vt:variant>
      <vt:variant>
        <vt:i4>5</vt:i4>
      </vt:variant>
      <vt:variant>
        <vt:lpwstr>https://www.przetargi.pgnig.pl/</vt:lpwstr>
      </vt:variant>
      <vt:variant>
        <vt:lpwstr/>
      </vt:variant>
      <vt:variant>
        <vt:i4>6422572</vt:i4>
      </vt:variant>
      <vt:variant>
        <vt:i4>9</vt:i4>
      </vt:variant>
      <vt:variant>
        <vt:i4>0</vt:i4>
      </vt:variant>
      <vt:variant>
        <vt:i4>5</vt:i4>
      </vt:variant>
      <vt:variant>
        <vt:lpwstr>https://przetargi.pgnig.pl/</vt:lpwstr>
      </vt:variant>
      <vt:variant>
        <vt:lpwstr/>
      </vt:variant>
      <vt:variant>
        <vt:i4>8126466</vt:i4>
      </vt:variant>
      <vt:variant>
        <vt:i4>6</vt:i4>
      </vt:variant>
      <vt:variant>
        <vt:i4>0</vt:i4>
      </vt:variant>
      <vt:variant>
        <vt:i4>5</vt:i4>
      </vt:variant>
      <vt:variant>
        <vt:lpwstr>mailto:magdalena.staron@pgnig.pl</vt:lpwstr>
      </vt:variant>
      <vt:variant>
        <vt:lpwstr/>
      </vt:variant>
      <vt:variant>
        <vt:i4>6422572</vt:i4>
      </vt:variant>
      <vt:variant>
        <vt:i4>3</vt:i4>
      </vt:variant>
      <vt:variant>
        <vt:i4>0</vt:i4>
      </vt:variant>
      <vt:variant>
        <vt:i4>5</vt:i4>
      </vt:variant>
      <vt:variant>
        <vt:lpwstr>https://przetargi.pgnig.pl/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</dc:title>
  <dc:subject/>
  <dc:creator>m_a</dc:creator>
  <cp:keywords/>
  <cp:lastModifiedBy>Staroń Magdalena</cp:lastModifiedBy>
  <cp:revision>28</cp:revision>
  <cp:lastPrinted>2024-12-16T10:57:00Z</cp:lastPrinted>
  <dcterms:created xsi:type="dcterms:W3CDTF">2025-03-04T13:49:00Z</dcterms:created>
  <dcterms:modified xsi:type="dcterms:W3CDTF">2025-03-13T10:23:00Z</dcterms:modified>
</cp:coreProperties>
</file>