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FB2496">
        <w:rPr>
          <w:sz w:val="20"/>
        </w:rPr>
        <w:t>2</w:t>
      </w:r>
      <w:r w:rsidR="00880B22">
        <w:rPr>
          <w:sz w:val="20"/>
        </w:rPr>
        <w:t xml:space="preserve"> </w:t>
      </w:r>
      <w:r w:rsidRPr="00EB7C43">
        <w:rPr>
          <w:sz w:val="20"/>
        </w:rPr>
        <w:t xml:space="preserve">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91C90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819"/>
      </w:tblGrid>
      <w:tr w:rsidR="005B638D" w:rsidRPr="00EB7C43" w:rsidTr="007C6F7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B605CC" w:rsidRDefault="00B605CC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b/>
                <w:sz w:val="20"/>
              </w:rPr>
              <w:t>ORLEN S.A.</w:t>
            </w:r>
            <w:r w:rsidR="007C6F7F">
              <w:rPr>
                <w:b/>
                <w:sz w:val="20"/>
              </w:rPr>
              <w:t xml:space="preserve"> </w:t>
            </w:r>
            <w:r w:rsidRPr="00B605CC">
              <w:rPr>
                <w:b/>
                <w:bCs/>
                <w:sz w:val="20"/>
              </w:rPr>
              <w:t xml:space="preserve">– </w:t>
            </w:r>
            <w:r w:rsidR="005B638D" w:rsidRPr="00B605CC">
              <w:rPr>
                <w:b/>
                <w:sz w:val="20"/>
              </w:rPr>
              <w:t xml:space="preserve">Oddział </w:t>
            </w:r>
            <w:r w:rsidRPr="00B605CC">
              <w:rPr>
                <w:b/>
                <w:sz w:val="20"/>
              </w:rPr>
              <w:t xml:space="preserve">PGNiG </w:t>
            </w:r>
            <w:r w:rsidR="005B638D" w:rsidRPr="00B605CC">
              <w:rPr>
                <w:b/>
                <w:sz w:val="20"/>
              </w:rPr>
              <w:t>w Odolanowie</w:t>
            </w:r>
          </w:p>
          <w:p w:rsidR="005B638D" w:rsidRPr="00B605CC" w:rsidRDefault="00B605CC" w:rsidP="00B605CC">
            <w:pPr>
              <w:ind w:right="-69" w:firstLine="207"/>
              <w:jc w:val="right"/>
              <w:rPr>
                <w:sz w:val="20"/>
              </w:rPr>
            </w:pPr>
            <w:r w:rsidRPr="00B605CC">
              <w:rPr>
                <w:sz w:val="20"/>
              </w:rPr>
              <w:t xml:space="preserve">z siedzibą </w:t>
            </w:r>
            <w:r w:rsidR="005B638D" w:rsidRPr="00B605CC">
              <w:rPr>
                <w:sz w:val="20"/>
              </w:rPr>
              <w:t>ul. Krotoszyńska 148</w:t>
            </w:r>
          </w:p>
          <w:p w:rsidR="005B638D" w:rsidRPr="00EB7C43" w:rsidRDefault="005B638D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sz w:val="20"/>
              </w:rPr>
              <w:t>63-430 Odolanów</w:t>
            </w:r>
          </w:p>
        </w:tc>
      </w:tr>
    </w:tbl>
    <w:p w:rsidR="005B638D" w:rsidRPr="00763318" w:rsidRDefault="00007BB6" w:rsidP="005B638D">
      <w:pPr>
        <w:jc w:val="left"/>
        <w:rPr>
          <w:sz w:val="20"/>
          <w:lang w:val="en-AU"/>
        </w:rPr>
      </w:pPr>
      <w:r w:rsidRPr="00763318">
        <w:rPr>
          <w:b/>
          <w:sz w:val="20"/>
          <w:lang w:val="en-AU"/>
        </w:rPr>
        <w:t>CRZ</w:t>
      </w:r>
      <w:r w:rsidR="005B638D" w:rsidRPr="00763318">
        <w:rPr>
          <w:b/>
          <w:sz w:val="20"/>
          <w:lang w:val="en-AU"/>
        </w:rPr>
        <w:t>:</w:t>
      </w:r>
      <w:r w:rsidR="005B638D" w:rsidRPr="00763318">
        <w:rPr>
          <w:sz w:val="20"/>
          <w:lang w:val="en-AU"/>
        </w:rPr>
        <w:t xml:space="preserve"> </w:t>
      </w:r>
      <w:r w:rsidR="001F20AC" w:rsidRPr="00763318">
        <w:rPr>
          <w:sz w:val="20"/>
          <w:lang w:val="en-AU"/>
        </w:rPr>
        <w:t>N</w:t>
      </w:r>
      <w:r w:rsidR="00763318" w:rsidRPr="00763318">
        <w:rPr>
          <w:sz w:val="20"/>
          <w:lang w:val="en-AU"/>
        </w:rPr>
        <w:t>L</w:t>
      </w:r>
      <w:r w:rsidR="00A71071" w:rsidRPr="00763318">
        <w:rPr>
          <w:sz w:val="20"/>
          <w:lang w:val="en-AU"/>
        </w:rPr>
        <w:t>/</w:t>
      </w:r>
      <w:r w:rsidR="001F20AC" w:rsidRPr="00763318">
        <w:rPr>
          <w:sz w:val="20"/>
          <w:lang w:val="en-AU"/>
        </w:rPr>
        <w:t>PGNG/2</w:t>
      </w:r>
      <w:r w:rsidR="00F5357C" w:rsidRPr="00763318">
        <w:rPr>
          <w:sz w:val="20"/>
          <w:lang w:val="en-AU"/>
        </w:rPr>
        <w:t>4</w:t>
      </w:r>
      <w:r w:rsidR="001F20AC" w:rsidRPr="00763318">
        <w:rPr>
          <w:sz w:val="20"/>
          <w:lang w:val="en-AU"/>
        </w:rPr>
        <w:t>/</w:t>
      </w:r>
      <w:r w:rsidR="00763318" w:rsidRPr="00763318">
        <w:rPr>
          <w:sz w:val="20"/>
          <w:lang w:val="en-AU"/>
        </w:rPr>
        <w:t>1056</w:t>
      </w:r>
      <w:bookmarkStart w:id="0" w:name="_GoBack"/>
      <w:bookmarkEnd w:id="0"/>
      <w:r w:rsidR="001F20AC" w:rsidRPr="00763318">
        <w:rPr>
          <w:sz w:val="20"/>
          <w:lang w:val="en-AU"/>
        </w:rPr>
        <w:t>/OO/EH</w:t>
      </w:r>
    </w:p>
    <w:p w:rsidR="005B638D" w:rsidRPr="00763318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  <w:lang w:val="en-AU"/>
        </w:rPr>
      </w:pPr>
    </w:p>
    <w:p w:rsidR="005B638D" w:rsidRDefault="00DD1CD2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B605CC" w:rsidRPr="00B36712" w:rsidRDefault="00B605CC" w:rsidP="005B638D">
      <w:pPr>
        <w:pStyle w:val="Tekstpodstawowy"/>
        <w:jc w:val="center"/>
        <w:rPr>
          <w:rFonts w:ascii="Arial" w:hAnsi="Arial" w:cs="Arial"/>
          <w:b/>
          <w:szCs w:val="22"/>
        </w:rPr>
      </w:pPr>
    </w:p>
    <w:p w:rsidR="00B36712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="00F5357C" w:rsidRPr="006B3192">
        <w:rPr>
          <w:sz w:val="20"/>
        </w:rPr>
        <w:t>na wybór Wykonawcy zadania</w:t>
      </w:r>
      <w:r w:rsidR="00F5357C">
        <w:rPr>
          <w:sz w:val="20"/>
        </w:rPr>
        <w:t xml:space="preserve"> </w:t>
      </w:r>
      <w:r w:rsidRPr="00EB7C43">
        <w:rPr>
          <w:sz w:val="20"/>
        </w:rPr>
        <w:t>p</w:t>
      </w:r>
      <w:r w:rsidR="00B605CC">
        <w:rPr>
          <w:sz w:val="20"/>
        </w:rPr>
        <w:t xml:space="preserve">od </w:t>
      </w:r>
      <w:r w:rsidRPr="00EB7C43">
        <w:rPr>
          <w:sz w:val="20"/>
        </w:rPr>
        <w:t>n</w:t>
      </w:r>
      <w:r w:rsidR="00B605CC">
        <w:rPr>
          <w:sz w:val="20"/>
        </w:rPr>
        <w:t>azwą</w:t>
      </w:r>
      <w:r w:rsidRPr="00EB7C43">
        <w:rPr>
          <w:sz w:val="20"/>
        </w:rPr>
        <w:t xml:space="preserve">: </w:t>
      </w:r>
    </w:p>
    <w:p w:rsidR="002D69F4" w:rsidRDefault="002D69F4" w:rsidP="00B605CC">
      <w:pPr>
        <w:spacing w:before="120" w:line="240" w:lineRule="auto"/>
        <w:rPr>
          <w:rFonts w:eastAsia="Times New Roman"/>
          <w:b/>
          <w:sz w:val="20"/>
          <w:lang w:eastAsia="pl-PL"/>
        </w:rPr>
      </w:pPr>
      <w:r>
        <w:rPr>
          <w:rFonts w:eastAsia="Times New Roman"/>
          <w:b/>
          <w:sz w:val="20"/>
          <w:lang w:eastAsia="pl-PL"/>
        </w:rPr>
        <w:t>„Dostawa pojemnościowego wymiennika ciepła WP 6/6 w wersji 7/2”</w:t>
      </w:r>
    </w:p>
    <w:p w:rsidR="005B638D" w:rsidRPr="00EB7C43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>oferujemy realizację zamówienia zgodnie ze wszystkimi przedstawionymi przez nas dokumentami na niżej określonych warunkach i za cenę:</w:t>
      </w:r>
    </w:p>
    <w:p w:rsidR="005B638D" w:rsidRPr="00763318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11"/>
        <w:rPr>
          <w:sz w:val="20"/>
        </w:rPr>
      </w:pPr>
      <w:r w:rsidRPr="00763318">
        <w:rPr>
          <w:b/>
          <w:caps/>
          <w:sz w:val="20"/>
        </w:rPr>
        <w:t>CENA netto</w:t>
      </w:r>
      <w:r w:rsidRPr="00763318">
        <w:rPr>
          <w:b/>
          <w:sz w:val="20"/>
        </w:rPr>
        <w:t xml:space="preserve">: </w:t>
      </w:r>
      <w:r w:rsidRPr="00763318">
        <w:rPr>
          <w:sz w:val="20"/>
        </w:rPr>
        <w:t>.......</w:t>
      </w:r>
      <w:r w:rsidR="00007BB6" w:rsidRPr="00763318">
        <w:rPr>
          <w:sz w:val="20"/>
        </w:rPr>
        <w:t xml:space="preserve">............................. </w:t>
      </w:r>
      <w:r w:rsidR="00CB6705" w:rsidRPr="00763318">
        <w:rPr>
          <w:sz w:val="20"/>
        </w:rPr>
        <w:t>PLN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709" w:hanging="709"/>
        <w:rPr>
          <w:sz w:val="20"/>
        </w:rPr>
      </w:pPr>
      <w:r w:rsidRPr="00EB7C43">
        <w:rPr>
          <w:b/>
          <w:caps/>
          <w:sz w:val="20"/>
        </w:rPr>
        <w:t>+ VAT</w:t>
      </w:r>
      <w:r w:rsidRPr="00EB7C43">
        <w:rPr>
          <w:caps/>
          <w:sz w:val="20"/>
        </w:rPr>
        <w:t xml:space="preserve">, .......... %, </w:t>
      </w:r>
      <w:r w:rsidRPr="00EB7C43">
        <w:rPr>
          <w:sz w:val="20"/>
        </w:rPr>
        <w:t>tj</w:t>
      </w:r>
      <w:r w:rsidRPr="00EB7C43">
        <w:rPr>
          <w:caps/>
          <w:sz w:val="20"/>
        </w:rPr>
        <w:t xml:space="preserve">. </w:t>
      </w:r>
      <w:r w:rsidRPr="00EB7C43">
        <w:rPr>
          <w:sz w:val="20"/>
        </w:rPr>
        <w:t>....</w:t>
      </w:r>
      <w:r w:rsidR="00007BB6">
        <w:rPr>
          <w:sz w:val="20"/>
        </w:rPr>
        <w:t>..............................</w:t>
      </w:r>
      <w:r w:rsidR="00CB6705">
        <w:rPr>
          <w:sz w:val="20"/>
        </w:rPr>
        <w:t xml:space="preserve"> </w:t>
      </w:r>
      <w:r w:rsidR="008610BE">
        <w:rPr>
          <w:sz w:val="20"/>
        </w:rPr>
        <w:t>PLN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240" w:lineRule="auto"/>
        <w:ind w:left="11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rPr>
          <w:sz w:val="20"/>
        </w:rPr>
      </w:pPr>
      <w:r w:rsidRPr="00EB7C43">
        <w:rPr>
          <w:b/>
          <w:caps/>
          <w:sz w:val="20"/>
        </w:rPr>
        <w:t>CENA brutto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</w:t>
      </w:r>
      <w:r w:rsidR="00007BB6">
        <w:rPr>
          <w:sz w:val="20"/>
        </w:rPr>
        <w:t xml:space="preserve">............................. </w:t>
      </w:r>
      <w:r w:rsidR="008610BE">
        <w:rPr>
          <w:sz w:val="20"/>
        </w:rPr>
        <w:t>PLN</w:t>
      </w:r>
    </w:p>
    <w:p w:rsidR="005B638D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B36712" w:rsidRDefault="005B638D" w:rsidP="003A321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Powyższa cena uwzględnia wszelkie koszty związane z realizacją w/w przedmiotu zamówienia. </w:t>
      </w:r>
    </w:p>
    <w:p w:rsidR="00007BB6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Oświadczamy, że </w:t>
      </w:r>
      <w:r w:rsidR="00A72FBF">
        <w:rPr>
          <w:sz w:val="20"/>
        </w:rPr>
        <w:t>z</w:t>
      </w:r>
      <w:r w:rsidR="00A72FBF" w:rsidRPr="00A72FBF">
        <w:rPr>
          <w:sz w:val="20"/>
        </w:rPr>
        <w:t xml:space="preserve">apoznaliśmy się z treścią specyfikacji warunków zamówienia, a w szczególności </w:t>
      </w:r>
      <w:r w:rsidR="00A72FBF">
        <w:rPr>
          <w:sz w:val="20"/>
        </w:rPr>
        <w:br/>
      </w:r>
      <w:r w:rsidR="00A72FBF" w:rsidRPr="00A72FBF">
        <w:rPr>
          <w:sz w:val="20"/>
        </w:rPr>
        <w:t xml:space="preserve">z </w:t>
      </w:r>
      <w:r w:rsidR="00821682">
        <w:rPr>
          <w:sz w:val="20"/>
        </w:rPr>
        <w:t>O</w:t>
      </w:r>
      <w:r w:rsidR="00A72FBF" w:rsidRPr="00A72FBF">
        <w:rPr>
          <w:sz w:val="20"/>
        </w:rPr>
        <w:t xml:space="preserve">pisem </w:t>
      </w:r>
      <w:r w:rsidR="00821682">
        <w:rPr>
          <w:sz w:val="20"/>
        </w:rPr>
        <w:t>P</w:t>
      </w:r>
      <w:r w:rsidR="00A72FBF" w:rsidRPr="00A72FBF">
        <w:rPr>
          <w:sz w:val="20"/>
        </w:rPr>
        <w:t xml:space="preserve">rzedmiotu </w:t>
      </w:r>
      <w:r w:rsidR="00821682">
        <w:rPr>
          <w:sz w:val="20"/>
        </w:rPr>
        <w:t>Z</w:t>
      </w:r>
      <w:r w:rsidR="00A72FBF" w:rsidRPr="00A72FBF">
        <w:rPr>
          <w:sz w:val="20"/>
        </w:rPr>
        <w:t xml:space="preserve">amówienia oraz </w:t>
      </w:r>
      <w:r w:rsidR="00821682">
        <w:rPr>
          <w:sz w:val="20"/>
        </w:rPr>
        <w:t>P</w:t>
      </w:r>
      <w:r w:rsidR="00A72FBF">
        <w:rPr>
          <w:sz w:val="20"/>
        </w:rPr>
        <w:t>rojektem</w:t>
      </w:r>
      <w:r w:rsidR="00A72FBF" w:rsidRPr="00A72FBF">
        <w:rPr>
          <w:sz w:val="20"/>
        </w:rPr>
        <w:t xml:space="preserve"> </w:t>
      </w:r>
      <w:r w:rsidR="00821682">
        <w:rPr>
          <w:sz w:val="20"/>
        </w:rPr>
        <w:t>U</w:t>
      </w:r>
      <w:r w:rsidR="00A72FBF" w:rsidRPr="00A72FBF">
        <w:rPr>
          <w:sz w:val="20"/>
        </w:rPr>
        <w:t>mowy i przyjmujemy je bez zastrzeże</w:t>
      </w:r>
      <w:r w:rsidR="00A72FBF">
        <w:rPr>
          <w:sz w:val="20"/>
        </w:rPr>
        <w:t>ń</w:t>
      </w:r>
      <w:r w:rsidRPr="00EB7C43">
        <w:rPr>
          <w:sz w:val="20"/>
        </w:rPr>
        <w:t>.</w:t>
      </w:r>
    </w:p>
    <w:p w:rsidR="00A72FBF" w:rsidRPr="00A72FBF" w:rsidRDefault="00A72FBF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Zobowiązujemy się do </w:t>
      </w:r>
      <w:r>
        <w:rPr>
          <w:sz w:val="20"/>
        </w:rPr>
        <w:t>realizacji przedmiotu</w:t>
      </w:r>
      <w:r w:rsidRPr="00A72FBF">
        <w:rPr>
          <w:sz w:val="20"/>
        </w:rPr>
        <w:t xml:space="preserve"> zamówienia na warunkach i zasadach określonych przez Zamawiającego w </w:t>
      </w:r>
      <w:r w:rsidR="00821682">
        <w:rPr>
          <w:sz w:val="20"/>
        </w:rPr>
        <w:t>S</w:t>
      </w:r>
      <w:r w:rsidRPr="00A72FBF">
        <w:rPr>
          <w:sz w:val="20"/>
        </w:rPr>
        <w:t xml:space="preserve">pecyfikacji </w:t>
      </w:r>
      <w:r w:rsidR="00821682">
        <w:rPr>
          <w:sz w:val="20"/>
        </w:rPr>
        <w:t>Warunków Z</w:t>
      </w:r>
      <w:r w:rsidRPr="00A72FBF">
        <w:rPr>
          <w:sz w:val="20"/>
        </w:rPr>
        <w:t xml:space="preserve">amówienia oraz </w:t>
      </w:r>
      <w:r w:rsidR="00821682">
        <w:rPr>
          <w:sz w:val="20"/>
        </w:rPr>
        <w:t>P</w:t>
      </w:r>
      <w:r w:rsidRPr="00A72FBF">
        <w:rPr>
          <w:sz w:val="20"/>
        </w:rPr>
        <w:t xml:space="preserve">rojekcie </w:t>
      </w:r>
      <w:r w:rsidR="00821682">
        <w:rPr>
          <w:sz w:val="20"/>
        </w:rPr>
        <w:t>U</w:t>
      </w:r>
      <w:r w:rsidRPr="00A72FBF">
        <w:rPr>
          <w:sz w:val="20"/>
        </w:rPr>
        <w:t>mowy.</w:t>
      </w:r>
    </w:p>
    <w:p w:rsidR="002A5D24" w:rsidRPr="00993AC1" w:rsidRDefault="002A5D24" w:rsidP="002A5D24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993AC1">
        <w:rPr>
          <w:sz w:val="20"/>
        </w:rPr>
        <w:t xml:space="preserve">Zobowiązujemy się do </w:t>
      </w:r>
      <w:r>
        <w:rPr>
          <w:sz w:val="20"/>
        </w:rPr>
        <w:t>realizacji</w:t>
      </w:r>
      <w:r w:rsidRPr="00993AC1">
        <w:rPr>
          <w:sz w:val="20"/>
        </w:rPr>
        <w:t xml:space="preserve"> za</w:t>
      </w:r>
      <w:r>
        <w:rPr>
          <w:sz w:val="20"/>
        </w:rPr>
        <w:t xml:space="preserve">dania w </w:t>
      </w:r>
      <w:r w:rsidR="00821682">
        <w:rPr>
          <w:sz w:val="20"/>
        </w:rPr>
        <w:t>termin</w:t>
      </w:r>
      <w:r w:rsidR="00F23EC4">
        <w:rPr>
          <w:sz w:val="20"/>
        </w:rPr>
        <w:t xml:space="preserve">ie </w:t>
      </w:r>
      <w:r w:rsidR="00821682">
        <w:rPr>
          <w:sz w:val="20"/>
        </w:rPr>
        <w:t>wskazany</w:t>
      </w:r>
      <w:r w:rsidR="00F23EC4">
        <w:rPr>
          <w:sz w:val="20"/>
        </w:rPr>
        <w:t>m</w:t>
      </w:r>
      <w:r w:rsidR="00821682">
        <w:rPr>
          <w:sz w:val="20"/>
        </w:rPr>
        <w:t xml:space="preserve"> w Projekcie Umowy.</w:t>
      </w:r>
      <w:r w:rsidRPr="00993AC1">
        <w:rPr>
          <w:sz w:val="20"/>
        </w:rPr>
        <w:t xml:space="preserve"> </w:t>
      </w:r>
    </w:p>
    <w:p w:rsidR="00A72FBF" w:rsidRPr="005B1904" w:rsidRDefault="00A72FBF" w:rsidP="00A72FBF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>Akceptujemy wskazany w SWZ termin związania ofertą</w:t>
      </w:r>
      <w:r w:rsidRPr="00EB7C43"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W razie wybrania naszej oferty zobowiązujemy się do podpisania umowy na warunkach zawartych </w:t>
      </w:r>
      <w:r w:rsidR="00AD6D2A">
        <w:rPr>
          <w:sz w:val="20"/>
        </w:rPr>
        <w:br/>
      </w:r>
      <w:r w:rsidRPr="00EB7C43">
        <w:rPr>
          <w:sz w:val="20"/>
        </w:rPr>
        <w:t>w dokumentacji postępowania oraz w miejscu i terminie określonym przez Zamawiającego.</w:t>
      </w:r>
    </w:p>
    <w:p w:rsidR="005B638D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5B638D" w:rsidRPr="00FF088A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Pr="00AD6D2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lastRenderedPageBreak/>
        <w:t>..................................................................................</w:t>
      </w:r>
    </w:p>
    <w:p w:rsidR="00AD6D2A" w:rsidRPr="00AD6D2A" w:rsidRDefault="00AD6D2A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9865AB" w:rsidRPr="00F92CB5" w:rsidRDefault="009865AB" w:rsidP="009865A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(*niepotrzebne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B605CC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F473C6" w:rsidRDefault="00F473C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473C6">
        <w:rPr>
          <w:sz w:val="20"/>
        </w:rPr>
        <w:t>Przy realizacji zamówienia będziemy kierować się zasadą projektowania i dostarczania energooszczędnych produktów i usług, które umożliwią Zamawiającemu eksploatację obiektu/urządzenia w sposób efektywny energetycznie</w:t>
      </w:r>
      <w:r>
        <w:rPr>
          <w:sz w:val="20"/>
        </w:rPr>
        <w:t>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A35C0E" w:rsidRDefault="00A35C0E" w:rsidP="00A35C0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>
        <w:rPr>
          <w:b/>
          <w:sz w:val="20"/>
          <w:u w:val="single"/>
        </w:rPr>
        <w:t>*niepotrzebne skreślić</w:t>
      </w: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7C6F7F" w:rsidRDefault="007C6F7F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F23EC4" w:rsidRDefault="00F23EC4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F5357C" w:rsidRPr="000E76D4" w:rsidRDefault="00F5357C" w:rsidP="002E32FB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F5357C">
        <w:rPr>
          <w:rFonts w:cs="Arial"/>
          <w:sz w:val="20"/>
          <w:szCs w:val="20"/>
        </w:rPr>
        <w:t>Odpis z właściwego rejestru albo aktualne zaświadczenie o wpisie do ewidencji działalności gospodarczej.</w:t>
      </w:r>
    </w:p>
    <w:p w:rsidR="000E76D4" w:rsidRPr="00B30A9B" w:rsidRDefault="000E76D4" w:rsidP="00A35C0E">
      <w:pPr>
        <w:pStyle w:val="Akapitzlist"/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/>
        <w:contextualSpacing w:val="0"/>
        <w:rPr>
          <w:rFonts w:cs="Arial"/>
          <w:color w:val="000000"/>
          <w:sz w:val="20"/>
          <w:szCs w:val="20"/>
        </w:rPr>
      </w:pPr>
    </w:p>
    <w:sectPr w:rsidR="000E76D4" w:rsidRPr="00B30A9B" w:rsidSect="00B30A9B">
      <w:footerReference w:type="default" r:id="rId8"/>
      <w:footerReference w:type="first" r:id="rId9"/>
      <w:type w:val="continuous"/>
      <w:pgSz w:w="11906" w:h="16838" w:code="9"/>
      <w:pgMar w:top="993" w:right="1133" w:bottom="851" w:left="1701" w:header="709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763318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  <w:r w:rsidR="004929F3">
      <w:rPr>
        <w:rStyle w:val="Numerstrony0"/>
        <w:sz w:val="16"/>
        <w:szCs w:val="16"/>
      </w:rPr>
      <w:t xml:space="preserve">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B" w:rsidRDefault="003A321B" w:rsidP="003A321B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763318">
      <w:rPr>
        <w:rStyle w:val="Numerstrony0"/>
        <w:noProof/>
        <w:sz w:val="16"/>
        <w:szCs w:val="16"/>
      </w:rPr>
      <w:t>1</w:t>
    </w:r>
    <w:r>
      <w:rPr>
        <w:rStyle w:val="Numerstrony0"/>
        <w:sz w:val="16"/>
        <w:szCs w:val="16"/>
      </w:rPr>
      <w:fldChar w:fldCharType="end"/>
    </w:r>
    <w:r>
      <w:rPr>
        <w:rStyle w:val="Numerstrony0"/>
        <w:sz w:val="16"/>
        <w:szCs w:val="16"/>
      </w:rPr>
      <w:t xml:space="preserve"> / 2</w:t>
    </w:r>
  </w:p>
  <w:p w:rsidR="003A321B" w:rsidRPr="003A321B" w:rsidRDefault="003A321B" w:rsidP="003A3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847D8D"/>
    <w:multiLevelType w:val="hybridMultilevel"/>
    <w:tmpl w:val="E23233FA"/>
    <w:lvl w:ilvl="0" w:tplc="4CEA42F4">
      <w:start w:val="2"/>
      <w:numFmt w:val="upperRoman"/>
      <w:lvlText w:val="%1."/>
      <w:lvlJc w:val="right"/>
      <w:pPr>
        <w:tabs>
          <w:tab w:val="num" w:pos="1230"/>
        </w:tabs>
        <w:ind w:left="1230" w:hanging="180"/>
      </w:pPr>
      <w:rPr>
        <w:rFonts w:hint="default"/>
        <w:b w:val="0"/>
      </w:rPr>
    </w:lvl>
    <w:lvl w:ilvl="1" w:tplc="8B70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19EE"/>
    <w:multiLevelType w:val="hybridMultilevel"/>
    <w:tmpl w:val="462086B4"/>
    <w:lvl w:ilvl="0" w:tplc="1346C0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6FB217A"/>
    <w:multiLevelType w:val="hybridMultilevel"/>
    <w:tmpl w:val="BEB00D42"/>
    <w:lvl w:ilvl="0" w:tplc="E236E628">
      <w:start w:val="1"/>
      <w:numFmt w:val="decimal"/>
      <w:lvlText w:val="2.%1."/>
      <w:lvlJc w:val="left"/>
      <w:pPr>
        <w:ind w:left="11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3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F0487"/>
    <w:multiLevelType w:val="multilevel"/>
    <w:tmpl w:val="C4AEE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8"/>
  </w:num>
  <w:num w:numId="5">
    <w:abstractNumId w:val="0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5"/>
  </w:num>
  <w:num w:numId="19">
    <w:abstractNumId w:val="15"/>
  </w:num>
  <w:num w:numId="20">
    <w:abstractNumId w:val="7"/>
  </w:num>
  <w:num w:numId="21">
    <w:abstractNumId w:val="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 w:numId="25">
    <w:abstractNumId w:val="2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820D8"/>
    <w:rsid w:val="00083A3D"/>
    <w:rsid w:val="000B4E5B"/>
    <w:rsid w:val="000B5F88"/>
    <w:rsid w:val="000E09F3"/>
    <w:rsid w:val="000E76D4"/>
    <w:rsid w:val="000F3806"/>
    <w:rsid w:val="00115117"/>
    <w:rsid w:val="0015034B"/>
    <w:rsid w:val="00151611"/>
    <w:rsid w:val="00175AF0"/>
    <w:rsid w:val="00177F1A"/>
    <w:rsid w:val="001821F1"/>
    <w:rsid w:val="0018220E"/>
    <w:rsid w:val="00183337"/>
    <w:rsid w:val="001A0039"/>
    <w:rsid w:val="001A701C"/>
    <w:rsid w:val="001E58F9"/>
    <w:rsid w:val="001F20AC"/>
    <w:rsid w:val="00207060"/>
    <w:rsid w:val="00223CFD"/>
    <w:rsid w:val="0022593E"/>
    <w:rsid w:val="00225AB6"/>
    <w:rsid w:val="00242863"/>
    <w:rsid w:val="00243421"/>
    <w:rsid w:val="0027082F"/>
    <w:rsid w:val="00270E71"/>
    <w:rsid w:val="00297794"/>
    <w:rsid w:val="002A5D24"/>
    <w:rsid w:val="002D69F4"/>
    <w:rsid w:val="00357E00"/>
    <w:rsid w:val="00360FF4"/>
    <w:rsid w:val="00372487"/>
    <w:rsid w:val="00383A65"/>
    <w:rsid w:val="0038670F"/>
    <w:rsid w:val="003948D4"/>
    <w:rsid w:val="003A321B"/>
    <w:rsid w:val="003C2410"/>
    <w:rsid w:val="003D78BF"/>
    <w:rsid w:val="003F0625"/>
    <w:rsid w:val="003F552E"/>
    <w:rsid w:val="003F5ED3"/>
    <w:rsid w:val="00404889"/>
    <w:rsid w:val="00410039"/>
    <w:rsid w:val="00412B83"/>
    <w:rsid w:val="00430942"/>
    <w:rsid w:val="004439E1"/>
    <w:rsid w:val="004825E7"/>
    <w:rsid w:val="004929F3"/>
    <w:rsid w:val="004A5A19"/>
    <w:rsid w:val="004E323A"/>
    <w:rsid w:val="00535D12"/>
    <w:rsid w:val="00581432"/>
    <w:rsid w:val="00584844"/>
    <w:rsid w:val="005853F9"/>
    <w:rsid w:val="0058681A"/>
    <w:rsid w:val="005B1904"/>
    <w:rsid w:val="005B638D"/>
    <w:rsid w:val="005E4533"/>
    <w:rsid w:val="006642ED"/>
    <w:rsid w:val="0068345C"/>
    <w:rsid w:val="00686A2D"/>
    <w:rsid w:val="00691C8F"/>
    <w:rsid w:val="006A1C5C"/>
    <w:rsid w:val="006B7B3A"/>
    <w:rsid w:val="006E12A1"/>
    <w:rsid w:val="006E61F2"/>
    <w:rsid w:val="006F31A2"/>
    <w:rsid w:val="006F589A"/>
    <w:rsid w:val="00715BE9"/>
    <w:rsid w:val="0073664E"/>
    <w:rsid w:val="00747201"/>
    <w:rsid w:val="00763318"/>
    <w:rsid w:val="00785096"/>
    <w:rsid w:val="00785D54"/>
    <w:rsid w:val="007A314C"/>
    <w:rsid w:val="007C6F7F"/>
    <w:rsid w:val="007D3CF7"/>
    <w:rsid w:val="007D3E28"/>
    <w:rsid w:val="007E41FC"/>
    <w:rsid w:val="007E78F8"/>
    <w:rsid w:val="00821682"/>
    <w:rsid w:val="008610BE"/>
    <w:rsid w:val="00865B8E"/>
    <w:rsid w:val="00875338"/>
    <w:rsid w:val="00880B22"/>
    <w:rsid w:val="00895E81"/>
    <w:rsid w:val="008B4863"/>
    <w:rsid w:val="008E3383"/>
    <w:rsid w:val="009178B2"/>
    <w:rsid w:val="0092050D"/>
    <w:rsid w:val="00931003"/>
    <w:rsid w:val="0095569B"/>
    <w:rsid w:val="009614DD"/>
    <w:rsid w:val="009865AB"/>
    <w:rsid w:val="00993AC1"/>
    <w:rsid w:val="009A6B66"/>
    <w:rsid w:val="009C7691"/>
    <w:rsid w:val="009E4837"/>
    <w:rsid w:val="00A04DB8"/>
    <w:rsid w:val="00A1291E"/>
    <w:rsid w:val="00A35C0E"/>
    <w:rsid w:val="00A40599"/>
    <w:rsid w:val="00A56115"/>
    <w:rsid w:val="00A600AB"/>
    <w:rsid w:val="00A62000"/>
    <w:rsid w:val="00A65304"/>
    <w:rsid w:val="00A71071"/>
    <w:rsid w:val="00A72D4A"/>
    <w:rsid w:val="00A72FBF"/>
    <w:rsid w:val="00A747FE"/>
    <w:rsid w:val="00A910A5"/>
    <w:rsid w:val="00AA5A79"/>
    <w:rsid w:val="00AB1B80"/>
    <w:rsid w:val="00AD6D2A"/>
    <w:rsid w:val="00AE6DEA"/>
    <w:rsid w:val="00B30A9B"/>
    <w:rsid w:val="00B36712"/>
    <w:rsid w:val="00B605CC"/>
    <w:rsid w:val="00B63D6F"/>
    <w:rsid w:val="00C013B2"/>
    <w:rsid w:val="00C16BB5"/>
    <w:rsid w:val="00C34777"/>
    <w:rsid w:val="00C36540"/>
    <w:rsid w:val="00C377A0"/>
    <w:rsid w:val="00C532C5"/>
    <w:rsid w:val="00C63824"/>
    <w:rsid w:val="00C67A7E"/>
    <w:rsid w:val="00C75A7E"/>
    <w:rsid w:val="00C91AA1"/>
    <w:rsid w:val="00C97EC9"/>
    <w:rsid w:val="00CB6705"/>
    <w:rsid w:val="00D02C54"/>
    <w:rsid w:val="00D522ED"/>
    <w:rsid w:val="00D65747"/>
    <w:rsid w:val="00DA60D3"/>
    <w:rsid w:val="00DD1CD2"/>
    <w:rsid w:val="00DF2231"/>
    <w:rsid w:val="00E34F2A"/>
    <w:rsid w:val="00E440D3"/>
    <w:rsid w:val="00E55A16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3EC4"/>
    <w:rsid w:val="00F26449"/>
    <w:rsid w:val="00F26C2D"/>
    <w:rsid w:val="00F379ED"/>
    <w:rsid w:val="00F40034"/>
    <w:rsid w:val="00F4437F"/>
    <w:rsid w:val="00F473C6"/>
    <w:rsid w:val="00F5357C"/>
    <w:rsid w:val="00F84769"/>
    <w:rsid w:val="00F92CB5"/>
    <w:rsid w:val="00FA7B6B"/>
    <w:rsid w:val="00FB2496"/>
    <w:rsid w:val="00FB4D1E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50937212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1">
    <w:name w:val="Styl 1"/>
    <w:basedOn w:val="Akapitzlist"/>
    <w:qFormat/>
    <w:rsid w:val="00A35C0E"/>
    <w:pPr>
      <w:keepNext/>
      <w:numPr>
        <w:numId w:val="26"/>
      </w:numPr>
      <w:shd w:val="clear" w:color="auto" w:fill="323E4F" w:themeFill="text2" w:themeFillShade="BF"/>
      <w:tabs>
        <w:tab w:val="num" w:pos="360"/>
      </w:tabs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paragraph" w:customStyle="1" w:styleId="Styl11">
    <w:name w:val="Styl 1.1."/>
    <w:basedOn w:val="Akapitzlist"/>
    <w:link w:val="Styl11Znak"/>
    <w:qFormat/>
    <w:rsid w:val="00A35C0E"/>
    <w:pPr>
      <w:numPr>
        <w:ilvl w:val="1"/>
        <w:numId w:val="26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A35C0E"/>
    <w:pPr>
      <w:numPr>
        <w:ilvl w:val="2"/>
      </w:numPr>
      <w:tabs>
        <w:tab w:val="num" w:pos="360"/>
        <w:tab w:val="num" w:pos="1800"/>
      </w:tabs>
      <w:ind w:left="1224" w:hanging="180"/>
    </w:pPr>
  </w:style>
  <w:style w:type="paragraph" w:customStyle="1" w:styleId="Styl1111">
    <w:name w:val="Styl 1.1.1.1."/>
    <w:basedOn w:val="Styl11"/>
    <w:qFormat/>
    <w:rsid w:val="00A35C0E"/>
    <w:pPr>
      <w:numPr>
        <w:ilvl w:val="3"/>
      </w:numPr>
      <w:tabs>
        <w:tab w:val="num" w:pos="360"/>
        <w:tab w:val="num" w:pos="2520"/>
      </w:tabs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A35C0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C64FA-3188-407F-B856-C9540F99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</Template>
  <TotalTime>323</TotalTime>
  <Pages>2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Maleszka Katarzyna</cp:lastModifiedBy>
  <cp:revision>71</cp:revision>
  <cp:lastPrinted>2022-11-16T13:16:00Z</cp:lastPrinted>
  <dcterms:created xsi:type="dcterms:W3CDTF">2017-04-10T12:43:00Z</dcterms:created>
  <dcterms:modified xsi:type="dcterms:W3CDTF">2024-10-11T07:22:00Z</dcterms:modified>
</cp:coreProperties>
</file>