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FB6BA" w14:textId="77777777" w:rsidR="00FD3B13" w:rsidRPr="00B01EE4" w:rsidRDefault="00FD3B13" w:rsidP="009D0F60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  <w:r w:rsidRPr="00B01EE4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4</w:t>
      </w:r>
      <w:r w:rsidRPr="00B01EE4">
        <w:rPr>
          <w:rFonts w:ascii="Arial Narrow" w:hAnsi="Arial Narrow" w:cs="Arial"/>
          <w:b/>
        </w:rPr>
        <w:t xml:space="preserve"> do SWZ</w:t>
      </w:r>
    </w:p>
    <w:p w14:paraId="69B1FB4C" w14:textId="77777777" w:rsidR="00FD3B13" w:rsidRDefault="00FD3B13" w:rsidP="00FD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OŚWIADCZENIE</w:t>
      </w:r>
    </w:p>
    <w:p w14:paraId="6C028ADE" w14:textId="1F648A5C" w:rsidR="00FD3B13" w:rsidRPr="00266C19" w:rsidRDefault="00FD3B13" w:rsidP="00FD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o aktualności informacji zawartych w oświadczeniu </w:t>
      </w:r>
      <w:r w:rsidRPr="004F770B">
        <w:rPr>
          <w:rFonts w:ascii="Arial Narrow" w:hAnsi="Arial Narrow"/>
          <w:b/>
          <w:bCs/>
          <w:sz w:val="28"/>
          <w:szCs w:val="28"/>
        </w:rPr>
        <w:t>o niepodleganiu wykluczeniu</w:t>
      </w:r>
      <w:r>
        <w:rPr>
          <w:rFonts w:ascii="Arial Narrow" w:hAnsi="Arial Narrow"/>
          <w:b/>
          <w:bCs/>
          <w:sz w:val="28"/>
          <w:szCs w:val="28"/>
        </w:rPr>
        <w:t xml:space="preserve"> </w:t>
      </w:r>
      <w:r w:rsidR="00266C19">
        <w:rPr>
          <w:rFonts w:ascii="Arial Narrow" w:hAnsi="Arial Narrow"/>
          <w:b/>
          <w:bCs/>
          <w:sz w:val="28"/>
          <w:szCs w:val="28"/>
        </w:rPr>
        <w:br/>
      </w:r>
      <w:r w:rsidRPr="00266C19">
        <w:rPr>
          <w:rFonts w:ascii="Arial Narrow" w:hAnsi="Arial Narrow"/>
          <w:sz w:val="18"/>
          <w:szCs w:val="18"/>
        </w:rPr>
        <w:t xml:space="preserve">składane na podstawie § 3  Rozporządzenia Ministra Rozwoju, Pracy i Technologii z dnia 23 grudnia 2020 r. </w:t>
      </w:r>
      <w:r w:rsidRPr="00266C19">
        <w:rPr>
          <w:rFonts w:ascii="Arial Narrow" w:hAnsi="Arial Narrow"/>
          <w:sz w:val="18"/>
          <w:szCs w:val="18"/>
        </w:rPr>
        <w:br/>
        <w:t xml:space="preserve">w sprawie </w:t>
      </w:r>
      <w:r w:rsidRPr="00266C19">
        <w:rPr>
          <w:rFonts w:ascii="Arial Narrow" w:hAnsi="Arial Narrow"/>
          <w:i/>
          <w:iCs/>
          <w:sz w:val="18"/>
          <w:szCs w:val="18"/>
        </w:rPr>
        <w:t xml:space="preserve">podmiotowych środków dowodowych oraz innych dokumentów lub oświadczeń, </w:t>
      </w:r>
      <w:r w:rsidR="00266C19">
        <w:rPr>
          <w:rFonts w:ascii="Arial Narrow" w:hAnsi="Arial Narrow"/>
          <w:i/>
          <w:iCs/>
          <w:sz w:val="18"/>
          <w:szCs w:val="18"/>
        </w:rPr>
        <w:br/>
      </w:r>
      <w:r w:rsidRPr="00266C19">
        <w:rPr>
          <w:rFonts w:ascii="Arial Narrow" w:hAnsi="Arial Narrow"/>
          <w:i/>
          <w:iCs/>
          <w:sz w:val="18"/>
          <w:szCs w:val="18"/>
        </w:rPr>
        <w:t>jakich może żądać zamawiający od wykonawcy (Dz. U. z 2020 r. poz. 2415)</w:t>
      </w:r>
    </w:p>
    <w:p w14:paraId="389654F2" w14:textId="77777777" w:rsidR="00FD3B13" w:rsidRPr="002B66D0" w:rsidRDefault="00FD3B13" w:rsidP="00FD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48271F93" w14:textId="77777777" w:rsidR="009D0F60" w:rsidRDefault="009D0F60" w:rsidP="009D0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 w:cs="Calibri"/>
          <w:bCs/>
        </w:rPr>
      </w:pPr>
      <w:r w:rsidRPr="004212C8">
        <w:rPr>
          <w:rFonts w:ascii="Arial Narrow" w:hAnsi="Arial Narrow" w:cs="Calibri"/>
          <w:bCs/>
        </w:rPr>
        <w:t>w postępowaniu o udzielenie zamówienia publicznego prowadzonym w celu zawarcia umowy ramowej z odpowiednim zastosowaniem przepisów dotyczących trybu</w:t>
      </w:r>
      <w:r>
        <w:rPr>
          <w:rFonts w:ascii="Arial Narrow" w:hAnsi="Arial Narrow" w:cs="Calibri"/>
          <w:bCs/>
        </w:rPr>
        <w:t xml:space="preserve"> podstawowego bez negocjacji </w:t>
      </w:r>
      <w:r w:rsidRPr="00F17727">
        <w:rPr>
          <w:rFonts w:ascii="Arial Narrow" w:hAnsi="Arial Narrow" w:cs="Calibri"/>
          <w:bCs/>
        </w:rPr>
        <w:t>pod nazwą:</w:t>
      </w:r>
      <w:r w:rsidRPr="00F17727">
        <w:rPr>
          <w:rFonts w:ascii="Arial Narrow" w:hAnsi="Arial Narrow" w:cs="Calibri"/>
          <w:b/>
          <w:bCs/>
        </w:rPr>
        <w:t xml:space="preserve"> </w:t>
      </w:r>
      <w:r w:rsidRPr="00BC75BF">
        <w:rPr>
          <w:rStyle w:val="FontStyle42"/>
          <w:rFonts w:cs="Arial Narrow"/>
          <w:b/>
          <w:bCs/>
        </w:rPr>
        <w:t>Zakup koksu dla Domu Pomocy Społecznej „Pod Dębami” w Konstantynowie Łódzkim</w:t>
      </w:r>
    </w:p>
    <w:p w14:paraId="7A4589C6" w14:textId="3AD51542" w:rsidR="00FD3B13" w:rsidRPr="00804AC5" w:rsidRDefault="00FD3B13" w:rsidP="00FD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/>
          <w:b/>
          <w:bCs/>
        </w:rPr>
      </w:pPr>
    </w:p>
    <w:p w14:paraId="58C3642B" w14:textId="2C744BA0" w:rsidR="00FD3B13" w:rsidRPr="002B66D0" w:rsidRDefault="00FD3B13" w:rsidP="00FD3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  <w:r w:rsidRPr="00ED5D77">
        <w:rPr>
          <w:rFonts w:ascii="Arial Narrow" w:hAnsi="Arial Narrow" w:cs="Calibri"/>
          <w:bCs/>
        </w:rPr>
        <w:t>sygnatura postępowania:</w:t>
      </w:r>
      <w:r w:rsidRPr="00ED5D77">
        <w:rPr>
          <w:rFonts w:ascii="Arial Narrow" w:hAnsi="Arial Narrow" w:cs="Calibri"/>
          <w:b/>
          <w:bCs/>
        </w:rPr>
        <w:t xml:space="preserve"> </w:t>
      </w:r>
      <w:r w:rsidR="00ED5D77" w:rsidRPr="00ED5D77">
        <w:rPr>
          <w:rFonts w:ascii="Arial Narrow" w:hAnsi="Arial Narrow" w:cs="Calibri"/>
          <w:b/>
          <w:bCs/>
        </w:rPr>
        <w:t>ZP/</w:t>
      </w:r>
      <w:r w:rsidR="003C3502">
        <w:rPr>
          <w:rFonts w:ascii="Arial Narrow" w:hAnsi="Arial Narrow" w:cs="Calibri"/>
          <w:b/>
          <w:bCs/>
        </w:rPr>
        <w:t>2/2026</w:t>
      </w:r>
    </w:p>
    <w:p w14:paraId="5AE6AD8C" w14:textId="77777777" w:rsidR="00FD3B13" w:rsidRPr="00CC3395" w:rsidRDefault="00FD3B13" w:rsidP="00FD3B13">
      <w:pPr>
        <w:spacing w:after="0" w:line="276" w:lineRule="auto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Wykonawca: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FD3B13" w:rsidRPr="003A530E" w14:paraId="38A32168" w14:textId="77777777" w:rsidTr="001F6BE6">
        <w:trPr>
          <w:jc w:val="center"/>
        </w:trPr>
        <w:tc>
          <w:tcPr>
            <w:tcW w:w="534" w:type="dxa"/>
          </w:tcPr>
          <w:p w14:paraId="5E9CAB39" w14:textId="77777777" w:rsidR="00FD3B13" w:rsidRPr="003A530E" w:rsidRDefault="00FD3B13" w:rsidP="001F6BE6">
            <w:pPr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l.p.</w:t>
            </w:r>
          </w:p>
        </w:tc>
        <w:tc>
          <w:tcPr>
            <w:tcW w:w="4536" w:type="dxa"/>
          </w:tcPr>
          <w:p w14:paraId="3B61A1F8" w14:textId="77777777" w:rsidR="00FD3B13" w:rsidRPr="003A530E" w:rsidRDefault="00FD3B13" w:rsidP="001F6BE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</w:t>
            </w:r>
            <w:r w:rsidRPr="003A530E">
              <w:rPr>
                <w:rFonts w:ascii="Arial Narrow" w:hAnsi="Arial Narrow" w:cs="Calibri"/>
              </w:rPr>
              <w:t xml:space="preserve"> Wykonawcy:</w:t>
            </w:r>
          </w:p>
        </w:tc>
        <w:tc>
          <w:tcPr>
            <w:tcW w:w="4142" w:type="dxa"/>
          </w:tcPr>
          <w:p w14:paraId="2B8F6F07" w14:textId="77777777" w:rsidR="00FD3B13" w:rsidRPr="003A530E" w:rsidRDefault="00FD3B13" w:rsidP="001F6BE6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Adres oraz NIP i REGON:</w:t>
            </w:r>
          </w:p>
        </w:tc>
      </w:tr>
      <w:tr w:rsidR="00FD3B13" w:rsidRPr="003A530E" w14:paraId="4DDF5FA0" w14:textId="77777777" w:rsidTr="001F6BE6">
        <w:trPr>
          <w:trHeight w:val="554"/>
          <w:jc w:val="center"/>
        </w:trPr>
        <w:tc>
          <w:tcPr>
            <w:tcW w:w="534" w:type="dxa"/>
          </w:tcPr>
          <w:p w14:paraId="65455FA8" w14:textId="77777777" w:rsidR="00FD3B13" w:rsidRPr="003A530E" w:rsidRDefault="00FD3B13" w:rsidP="001F6BE6">
            <w:pPr>
              <w:rPr>
                <w:rFonts w:ascii="Arial Narrow" w:hAnsi="Arial Narrow" w:cs="Calibri"/>
              </w:rPr>
            </w:pPr>
          </w:p>
        </w:tc>
        <w:tc>
          <w:tcPr>
            <w:tcW w:w="4536" w:type="dxa"/>
          </w:tcPr>
          <w:p w14:paraId="317397CF" w14:textId="77777777" w:rsidR="00FD3B13" w:rsidRPr="003A530E" w:rsidRDefault="00FD3B13" w:rsidP="001F6BE6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4142" w:type="dxa"/>
          </w:tcPr>
          <w:p w14:paraId="3A93A9A1" w14:textId="77777777" w:rsidR="00FD3B13" w:rsidRPr="003A530E" w:rsidRDefault="00FD3B13" w:rsidP="001F6BE6">
            <w:pPr>
              <w:rPr>
                <w:rFonts w:ascii="Arial Narrow" w:hAnsi="Arial Narrow" w:cs="Calibri"/>
              </w:rPr>
            </w:pPr>
          </w:p>
        </w:tc>
      </w:tr>
    </w:tbl>
    <w:p w14:paraId="0D646AAC" w14:textId="77777777" w:rsidR="00FD3B13" w:rsidRPr="00CC3395" w:rsidRDefault="00FD3B13" w:rsidP="00FD3B13">
      <w:pPr>
        <w:spacing w:after="0" w:line="276" w:lineRule="auto"/>
        <w:rPr>
          <w:rFonts w:ascii="Arial Narrow" w:hAnsi="Arial Narrow" w:cs="Arial"/>
          <w:u w:val="single"/>
        </w:rPr>
      </w:pPr>
      <w:r w:rsidRPr="00CC3395">
        <w:rPr>
          <w:rFonts w:ascii="Arial Narrow" w:hAnsi="Arial Narrow" w:cs="Arial"/>
          <w:u w:val="single"/>
        </w:rPr>
        <w:t>reprezentowany przez</w:t>
      </w:r>
      <w:r w:rsidRPr="00AA3B41">
        <w:rPr>
          <w:rFonts w:ascii="Arial Narrow" w:hAnsi="Arial Narrow" w:cs="Arial"/>
        </w:rPr>
        <w:t>:</w:t>
      </w:r>
    </w:p>
    <w:p w14:paraId="605D1163" w14:textId="77777777" w:rsidR="00FD3B13" w:rsidRPr="00CC3395" w:rsidRDefault="00FD3B13" w:rsidP="00FD3B13">
      <w:pPr>
        <w:spacing w:after="0" w:line="276" w:lineRule="auto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……</w:t>
      </w:r>
      <w:r>
        <w:rPr>
          <w:rFonts w:ascii="Arial Narrow" w:hAnsi="Arial Narrow" w:cs="Arial"/>
        </w:rPr>
        <w:t>……………………...</w:t>
      </w:r>
      <w:r w:rsidRPr="00CC3395">
        <w:rPr>
          <w:rFonts w:ascii="Arial Narrow" w:hAnsi="Arial Narrow" w:cs="Arial"/>
        </w:rPr>
        <w:t>………………………………</w:t>
      </w:r>
    </w:p>
    <w:p w14:paraId="6D70F90D" w14:textId="77777777" w:rsidR="00FD3B13" w:rsidRDefault="00FD3B13" w:rsidP="00FD3B13">
      <w:pPr>
        <w:spacing w:after="0" w:line="276" w:lineRule="auto"/>
        <w:rPr>
          <w:rFonts w:ascii="Arial Narrow" w:hAnsi="Arial Narrow" w:cs="Arial"/>
          <w:i/>
        </w:rPr>
      </w:pPr>
      <w:r w:rsidRPr="00CC3395">
        <w:rPr>
          <w:rFonts w:ascii="Arial Narrow" w:hAnsi="Arial Narrow" w:cs="Arial"/>
          <w:i/>
        </w:rPr>
        <w:t>(imię, n</w:t>
      </w:r>
      <w:r>
        <w:rPr>
          <w:rFonts w:ascii="Arial Narrow" w:hAnsi="Arial Narrow" w:cs="Arial"/>
          <w:i/>
        </w:rPr>
        <w:t xml:space="preserve">azwisko, stanowisko/podstawa </w:t>
      </w:r>
      <w:r w:rsidRPr="00CC3395">
        <w:rPr>
          <w:rFonts w:ascii="Arial Narrow" w:hAnsi="Arial Narrow" w:cs="Arial"/>
          <w:i/>
        </w:rPr>
        <w:t>do  reprezentacji)</w:t>
      </w:r>
    </w:p>
    <w:p w14:paraId="220F4BC1" w14:textId="77777777" w:rsidR="00FD3B13" w:rsidRPr="00CC3395" w:rsidRDefault="00FD3B13" w:rsidP="00FD3B13">
      <w:pPr>
        <w:spacing w:after="0" w:line="276" w:lineRule="auto"/>
        <w:rPr>
          <w:rFonts w:ascii="Arial Narrow" w:hAnsi="Arial Narrow" w:cs="Arial"/>
          <w:i/>
        </w:rPr>
      </w:pPr>
    </w:p>
    <w:p w14:paraId="3FD9F179" w14:textId="77777777" w:rsidR="00FD3B13" w:rsidRPr="007D607D" w:rsidRDefault="00FD3B13" w:rsidP="00FD3B13">
      <w:pPr>
        <w:pStyle w:val="Zwykytekst"/>
        <w:numPr>
          <w:ilvl w:val="0"/>
          <w:numId w:val="6"/>
        </w:numPr>
        <w:spacing w:after="60" w:line="276" w:lineRule="auto"/>
        <w:ind w:left="363" w:hanging="357"/>
        <w:jc w:val="both"/>
        <w:rPr>
          <w:rFonts w:ascii="Arial Narrow" w:hAnsi="Arial Narrow" w:cs="Arial"/>
          <w:spacing w:val="4"/>
          <w:sz w:val="22"/>
          <w:szCs w:val="22"/>
        </w:rPr>
      </w:pPr>
      <w:bookmarkStart w:id="0" w:name="_Hlk114140148"/>
      <w:r w:rsidRPr="007D607D">
        <w:rPr>
          <w:rFonts w:ascii="Arial Narrow" w:hAnsi="Arial Narrow" w:cs="Arial"/>
          <w:spacing w:val="4"/>
          <w:sz w:val="22"/>
          <w:szCs w:val="22"/>
        </w:rPr>
        <w:t>oświadczam, że informacje zawarte w złożonym przeze mnie oświadczeniu, o którym mowa w art. 125 ustawy z dnia 11 września 2019 roku Prawo zamówień publicznych, odnosząc</w:t>
      </w:r>
      <w:r>
        <w:rPr>
          <w:rFonts w:ascii="Arial Narrow" w:hAnsi="Arial Narrow" w:cs="Arial"/>
          <w:spacing w:val="4"/>
          <w:sz w:val="22"/>
          <w:szCs w:val="22"/>
        </w:rPr>
        <w:t>ym</w:t>
      </w:r>
      <w:r w:rsidRPr="007D607D">
        <w:rPr>
          <w:rFonts w:ascii="Arial Narrow" w:hAnsi="Arial Narrow" w:cs="Arial"/>
          <w:spacing w:val="4"/>
          <w:sz w:val="22"/>
          <w:szCs w:val="22"/>
        </w:rPr>
        <w:t xml:space="preserve"> się do podstaw wykluczenia z postępowania w zakresie określonym przez Zamawiającego w dokumentach zamówienia, pozostają aktualne na dzień składania niniejszego oświadczenia.</w:t>
      </w:r>
    </w:p>
    <w:p w14:paraId="271177F0" w14:textId="77777777" w:rsidR="00FD3B13" w:rsidRPr="007D607D" w:rsidRDefault="00FD3B13" w:rsidP="00FD3B13">
      <w:pPr>
        <w:pStyle w:val="Zwykytekst"/>
        <w:numPr>
          <w:ilvl w:val="0"/>
          <w:numId w:val="6"/>
        </w:numPr>
        <w:spacing w:after="60" w:line="276" w:lineRule="auto"/>
        <w:ind w:left="363" w:hanging="357"/>
        <w:jc w:val="both"/>
        <w:rPr>
          <w:rFonts w:ascii="Arial Narrow" w:hAnsi="Arial Narrow" w:cs="Arial"/>
          <w:spacing w:val="4"/>
          <w:sz w:val="22"/>
          <w:szCs w:val="22"/>
        </w:rPr>
      </w:pPr>
      <w:r w:rsidRPr="007D607D">
        <w:rPr>
          <w:rFonts w:ascii="Arial Narrow" w:hAnsi="Arial Narrow" w:cs="Arial"/>
          <w:spacing w:val="4"/>
          <w:sz w:val="22"/>
          <w:szCs w:val="22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643308E1" w14:textId="77777777" w:rsidR="00FD3B13" w:rsidRDefault="00FD3B13" w:rsidP="00FD3B13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</w:p>
    <w:p w14:paraId="14E87FA6" w14:textId="77777777" w:rsidR="00FD3B13" w:rsidRPr="0003537A" w:rsidRDefault="00FD3B13" w:rsidP="00FD3B13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03537A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INFORMACJA DLA WYKONAWCY:</w:t>
      </w:r>
    </w:p>
    <w:p w14:paraId="3675C9F7" w14:textId="77777777" w:rsidR="00FD3B13" w:rsidRPr="0003537A" w:rsidRDefault="00FD3B13" w:rsidP="00FD3B13">
      <w:p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Oświadczenie</w:t>
      </w:r>
      <w:r w:rsidRPr="0003537A">
        <w:rPr>
          <w:rFonts w:ascii="Arial Narrow" w:hAnsi="Arial Narrow"/>
          <w:bCs/>
          <w:sz w:val="18"/>
          <w:szCs w:val="18"/>
        </w:rPr>
        <w:t xml:space="preserve"> 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t>(plik) musi być</w:t>
      </w:r>
      <w:r w:rsidRPr="0003537A">
        <w:rPr>
          <w:rFonts w:ascii="Arial Narrow" w:hAnsi="Arial Narrow"/>
          <w:bCs/>
          <w:sz w:val="18"/>
          <w:szCs w:val="18"/>
        </w:rPr>
        <w:t>:</w:t>
      </w:r>
    </w:p>
    <w:p w14:paraId="5FD1C738" w14:textId="77777777" w:rsidR="00FD3B13" w:rsidRPr="0003537A" w:rsidRDefault="00FD3B13" w:rsidP="00FD3B1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opatrzon</w:t>
      </w:r>
      <w:r>
        <w:rPr>
          <w:rFonts w:ascii="Arial Narrow" w:hAnsi="Arial Narrow"/>
          <w:bCs/>
          <w:sz w:val="18"/>
          <w:szCs w:val="18"/>
          <w:lang w:eastAsia="pl-PL"/>
        </w:rPr>
        <w:t>e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 przez osobę lub osoby uprawnione do reprezentowania Wykonawcy/Wykonawcy wspólnie ubiegającego się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br/>
        <w:t>o zamówienie</w:t>
      </w:r>
      <w:r>
        <w:rPr>
          <w:rFonts w:ascii="Arial Narrow" w:hAnsi="Arial Narrow"/>
          <w:bCs/>
          <w:sz w:val="18"/>
          <w:szCs w:val="18"/>
          <w:lang w:eastAsia="pl-PL"/>
        </w:rPr>
        <w:t xml:space="preserve">/Podmiotu udostępniającego zasoby </w:t>
      </w:r>
      <w:r w:rsidRPr="0003537A">
        <w:rPr>
          <w:rFonts w:ascii="Arial Narrow" w:hAnsi="Arial Narrow"/>
          <w:bCs/>
          <w:sz w:val="18"/>
          <w:szCs w:val="18"/>
          <w:u w:val="single"/>
          <w:lang w:eastAsia="pl-PL"/>
        </w:rPr>
        <w:t>jednym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 z nw. podpisów elektronicznych:</w:t>
      </w:r>
    </w:p>
    <w:p w14:paraId="0DD49BEB" w14:textId="77777777" w:rsidR="00FD3B13" w:rsidRPr="0003537A" w:rsidRDefault="00FD3B13" w:rsidP="00FD3B1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kwalifikowanym podpisem elektronicznym lub</w:t>
      </w:r>
    </w:p>
    <w:p w14:paraId="306E416A" w14:textId="77777777" w:rsidR="00FD3B13" w:rsidRPr="0003537A" w:rsidRDefault="00FD3B13" w:rsidP="00FD3B1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podpisem zaufanym (e-PUAP) lub </w:t>
      </w:r>
    </w:p>
    <w:p w14:paraId="10D05E72" w14:textId="77777777" w:rsidR="00FD3B13" w:rsidRDefault="00FD3B13" w:rsidP="00FD3B1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podpisem osobistym (e-dowód z warstwą cyfrową)</w:t>
      </w:r>
    </w:p>
    <w:p w14:paraId="24C3F436" w14:textId="77777777" w:rsidR="00FD3B13" w:rsidRPr="006B2560" w:rsidRDefault="00FD3B13" w:rsidP="00FD3B1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6B2560">
        <w:rPr>
          <w:rFonts w:ascii="Arial Narrow" w:hAnsi="Arial Narrow"/>
          <w:bCs/>
          <w:sz w:val="18"/>
          <w:szCs w:val="18"/>
          <w:lang w:eastAsia="pl-PL"/>
        </w:rPr>
        <w:t xml:space="preserve">w przypadku Wykonawców wspólnie ubiegających się o zamówienia/spółek cywilnych powyższe oświadczenie składa każdy </w:t>
      </w:r>
      <w:r w:rsidRPr="006B2560">
        <w:rPr>
          <w:rFonts w:ascii="Arial Narrow" w:hAnsi="Arial Narrow"/>
          <w:bCs/>
          <w:sz w:val="18"/>
          <w:szCs w:val="18"/>
          <w:lang w:eastAsia="pl-PL"/>
        </w:rPr>
        <w:br/>
        <w:t>z wykonawców z osobna;</w:t>
      </w:r>
    </w:p>
    <w:p w14:paraId="0C7C8952" w14:textId="77777777" w:rsidR="00FD3B13" w:rsidRPr="00FB7840" w:rsidRDefault="00FD3B13" w:rsidP="00FD3B1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6B2560">
        <w:rPr>
          <w:rFonts w:ascii="Arial Narrow" w:hAnsi="Arial Narrow"/>
          <w:bCs/>
          <w:sz w:val="18"/>
          <w:szCs w:val="18"/>
          <w:lang w:eastAsia="pl-PL"/>
        </w:rPr>
        <w:t>w przypadku powołania się przez Wykonawcę na zasoby Podmiotu udostępniającego powyższe oświadczenie wypełnia również ten Podmiot</w:t>
      </w:r>
      <w:r>
        <w:rPr>
          <w:rFonts w:ascii="Arial Narrow" w:hAnsi="Arial Narrow" w:cs="Tahoma"/>
          <w:sz w:val="18"/>
          <w:szCs w:val="18"/>
        </w:rPr>
        <w:t>;</w:t>
      </w:r>
    </w:p>
    <w:p w14:paraId="20ACD021" w14:textId="77777777" w:rsidR="00FD3B13" w:rsidRPr="00A87D74" w:rsidRDefault="00FD3B13" w:rsidP="00FD3B1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3537A">
        <w:rPr>
          <w:rFonts w:ascii="Arial Narrow" w:hAnsi="Arial Narrow"/>
          <w:bCs/>
          <w:sz w:val="18"/>
          <w:szCs w:val="18"/>
        </w:rPr>
        <w:t>złożon</w:t>
      </w:r>
      <w:r>
        <w:rPr>
          <w:rFonts w:ascii="Arial Narrow" w:hAnsi="Arial Narrow"/>
          <w:bCs/>
          <w:sz w:val="18"/>
          <w:szCs w:val="18"/>
        </w:rPr>
        <w:t>e</w:t>
      </w:r>
      <w:r w:rsidRPr="0003537A">
        <w:rPr>
          <w:rFonts w:ascii="Arial Narrow" w:hAnsi="Arial Narrow" w:cs="Times New Roman"/>
          <w:bCs/>
          <w:sz w:val="18"/>
          <w:szCs w:val="18"/>
        </w:rPr>
        <w:t xml:space="preserve"> za pomocą Platformy</w:t>
      </w:r>
      <w:r w:rsidRPr="0003537A">
        <w:rPr>
          <w:rFonts w:ascii="Arial Narrow" w:hAnsi="Arial Narrow" w:cs="Tahoma"/>
          <w:sz w:val="18"/>
          <w:szCs w:val="18"/>
        </w:rPr>
        <w:t xml:space="preserve"> e-zamówienia </w:t>
      </w:r>
      <w:r w:rsidRPr="00BC40F4">
        <w:rPr>
          <w:rFonts w:ascii="Arial Narrow" w:hAnsi="Arial Narrow" w:cs="Tahoma"/>
          <w:sz w:val="18"/>
          <w:szCs w:val="18"/>
          <w:u w:val="single"/>
        </w:rPr>
        <w:t>na wezwanie Zamawiającego</w:t>
      </w:r>
      <w:r w:rsidRPr="0003537A">
        <w:rPr>
          <w:rFonts w:ascii="Arial Narrow" w:hAnsi="Arial Narrow" w:cs="Tahoma"/>
          <w:sz w:val="18"/>
          <w:szCs w:val="18"/>
        </w:rPr>
        <w:t>.</w:t>
      </w:r>
      <w:r w:rsidRPr="0003537A">
        <w:rPr>
          <w:rFonts w:ascii="Arial Narrow" w:hAnsi="Arial Narrow" w:cs="Arial"/>
          <w:sz w:val="18"/>
          <w:szCs w:val="18"/>
        </w:rPr>
        <w:tab/>
      </w:r>
    </w:p>
    <w:p w14:paraId="20B94474" w14:textId="77777777" w:rsidR="00FD3B13" w:rsidRPr="0003537A" w:rsidRDefault="00FD3B13" w:rsidP="00FD3B13">
      <w:p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3537A">
        <w:rPr>
          <w:rFonts w:ascii="Arial Narrow" w:hAnsi="Arial Narrow" w:cs="Arial"/>
          <w:sz w:val="18"/>
          <w:szCs w:val="18"/>
        </w:rPr>
        <w:tab/>
      </w:r>
      <w:r w:rsidRPr="0003537A">
        <w:rPr>
          <w:rFonts w:ascii="Arial Narrow" w:hAnsi="Arial Narrow" w:cs="Arial"/>
          <w:sz w:val="18"/>
          <w:szCs w:val="18"/>
        </w:rPr>
        <w:tab/>
      </w:r>
      <w:bookmarkEnd w:id="0"/>
      <w:r w:rsidRPr="0003537A">
        <w:rPr>
          <w:rFonts w:ascii="Arial Narrow" w:hAnsi="Arial Narrow" w:cs="Arial"/>
          <w:i/>
          <w:sz w:val="18"/>
          <w:szCs w:val="18"/>
        </w:rPr>
        <w:t xml:space="preserve"> </w:t>
      </w:r>
    </w:p>
    <w:p w14:paraId="7E83CE09" w14:textId="77777777" w:rsidR="00FD3B13" w:rsidRDefault="00FD3B13" w:rsidP="00FD3B13">
      <w:pPr>
        <w:suppressAutoHyphens/>
        <w:jc w:val="both"/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</w:pPr>
      <w:r w:rsidRPr="00A87D74"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A87D74">
        <w:rPr>
          <w:rFonts w:ascii="Arial Narrow" w:hAnsi="Arial Narrow"/>
          <w:i/>
          <w:iCs/>
          <w:sz w:val="18"/>
          <w:szCs w:val="18"/>
          <w:lang w:eastAsia="ar-SA"/>
        </w:rPr>
        <w:t xml:space="preserve"> Niniejsze oświadczenie wypełnia Wykonawca / Wykonawca wspólnie ubiegający się o zamówienia / Podmiot udostępniający Wykonawcy zasoby w przypadku, gdy Wykonawca polega na jego zasobach w celu potwierdzenia spełniania warunków udziału </w:t>
      </w:r>
      <w:r w:rsidRPr="00A87D74">
        <w:rPr>
          <w:rFonts w:ascii="Arial Narrow" w:hAnsi="Arial Narrow"/>
          <w:i/>
          <w:iCs/>
          <w:sz w:val="18"/>
          <w:szCs w:val="18"/>
          <w:lang w:eastAsia="ar-SA"/>
        </w:rPr>
        <w:br/>
        <w:t xml:space="preserve">w  postępowaniu  (polega na zdolnościach technicznych lub zawodowych lub sytuacji finansowej lub ekonomicznej) </w:t>
      </w:r>
    </w:p>
    <w:sectPr w:rsidR="00FD3B13" w:rsidSect="009D0F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1106" w:bottom="1702" w:left="1077" w:header="0" w:footer="1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2B407" w14:textId="77777777" w:rsidR="00D12124" w:rsidRDefault="00D12124">
      <w:r>
        <w:separator/>
      </w:r>
    </w:p>
  </w:endnote>
  <w:endnote w:type="continuationSeparator" w:id="0">
    <w:p w14:paraId="08608DB2" w14:textId="77777777" w:rsidR="00D12124" w:rsidRDefault="00D1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8B7E9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68470761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43CA06CA" w14:textId="6096C056" w:rsidR="00D9627E" w:rsidRPr="009D0F60" w:rsidRDefault="009D0F60" w:rsidP="009D0F60">
        <w:pPr>
          <w:pStyle w:val="Stopka"/>
          <w:jc w:val="right"/>
        </w:pPr>
        <w:r w:rsidRPr="00FF2741">
          <w:rPr>
            <w:rFonts w:ascii="Arial" w:hAnsi="Arial" w:cs="Arial"/>
            <w:sz w:val="16"/>
            <w:szCs w:val="16"/>
          </w:rPr>
          <w:t xml:space="preserve">Strona | </w:t>
        </w:r>
        <w:r w:rsidRPr="00FF2741">
          <w:rPr>
            <w:rFonts w:ascii="Arial" w:hAnsi="Arial" w:cs="Arial"/>
            <w:sz w:val="16"/>
            <w:szCs w:val="16"/>
          </w:rPr>
          <w:fldChar w:fldCharType="begin"/>
        </w:r>
        <w:r w:rsidRPr="00FF2741">
          <w:rPr>
            <w:rFonts w:ascii="Arial" w:hAnsi="Arial" w:cs="Arial"/>
            <w:sz w:val="16"/>
            <w:szCs w:val="16"/>
          </w:rPr>
          <w:instrText>PAGE   \* MERGEFORMAT</w:instrText>
        </w:r>
        <w:r w:rsidRPr="00FF2741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FF2741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48BE7" w14:textId="77777777" w:rsidR="00D12124" w:rsidRDefault="00D12124">
      <w:r>
        <w:separator/>
      </w:r>
    </w:p>
  </w:footnote>
  <w:footnote w:type="continuationSeparator" w:id="0">
    <w:p w14:paraId="3F57DC88" w14:textId="77777777" w:rsidR="00D12124" w:rsidRDefault="00D1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F011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2D6A" w14:textId="77777777" w:rsidR="009D0F60" w:rsidRDefault="009D0F60" w:rsidP="009D0F60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color w:val="1F4E79" w:themeColor="accent5" w:themeShade="80"/>
        <w:spacing w:val="-1"/>
        <w:sz w:val="30"/>
        <w:szCs w:val="30"/>
      </w:rPr>
    </w:pPr>
  </w:p>
  <w:p w14:paraId="6CAE11DA" w14:textId="18284630" w:rsidR="00310F82" w:rsidRPr="009D0F60" w:rsidRDefault="009D0F60" w:rsidP="009D0F60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 w:themeColor="accent5" w:themeShade="80"/>
        <w:spacing w:val="-1"/>
        <w:sz w:val="30"/>
        <w:szCs w:val="30"/>
      </w:rPr>
    </w:pPr>
    <w:r>
      <w:rPr>
        <w:rFonts w:ascii="Candara Light" w:eastAsia="Arial Unicode MS" w:hAnsi="Candara Light" w:cs="Arial Unicode MS"/>
        <w:color w:val="1F4E79" w:themeColor="accent5" w:themeShade="80"/>
        <w:spacing w:val="-1"/>
        <w:sz w:val="30"/>
        <w:szCs w:val="30"/>
      </w:rPr>
      <w:t>Dom Pomocy Społecznej „Pod Dębami” w Konstantynowie Łódzkim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83924"/>
    <w:multiLevelType w:val="hybridMultilevel"/>
    <w:tmpl w:val="C7743790"/>
    <w:lvl w:ilvl="0" w:tplc="289AE348">
      <w:start w:val="1"/>
      <w:numFmt w:val="ordinal"/>
      <w:lvlText w:val="%1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num w:numId="1" w16cid:durableId="1529634554">
    <w:abstractNumId w:val="0"/>
  </w:num>
  <w:num w:numId="2" w16cid:durableId="1949072745">
    <w:abstractNumId w:val="3"/>
  </w:num>
  <w:num w:numId="3" w16cid:durableId="1927490613">
    <w:abstractNumId w:val="1"/>
  </w:num>
  <w:num w:numId="4" w16cid:durableId="1248269667">
    <w:abstractNumId w:val="5"/>
  </w:num>
  <w:num w:numId="5" w16cid:durableId="868879743">
    <w:abstractNumId w:val="2"/>
  </w:num>
  <w:num w:numId="6" w16cid:durableId="2105607677">
    <w:abstractNumId w:val="4"/>
  </w:num>
  <w:num w:numId="7" w16cid:durableId="522860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B13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B4B3A"/>
    <w:rsid w:val="000C1FB6"/>
    <w:rsid w:val="000C3858"/>
    <w:rsid w:val="000C6B53"/>
    <w:rsid w:val="000D369D"/>
    <w:rsid w:val="000E2368"/>
    <w:rsid w:val="000E4F3B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42E67"/>
    <w:rsid w:val="0024414D"/>
    <w:rsid w:val="0024753D"/>
    <w:rsid w:val="00255E27"/>
    <w:rsid w:val="00266C19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300380"/>
    <w:rsid w:val="00304C3C"/>
    <w:rsid w:val="0030741C"/>
    <w:rsid w:val="003102A0"/>
    <w:rsid w:val="00310F82"/>
    <w:rsid w:val="0031554B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3502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309C"/>
    <w:rsid w:val="004C57D1"/>
    <w:rsid w:val="004C6C7C"/>
    <w:rsid w:val="004D56FD"/>
    <w:rsid w:val="004E6C6B"/>
    <w:rsid w:val="004F4340"/>
    <w:rsid w:val="004F6887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298E"/>
    <w:rsid w:val="00654C63"/>
    <w:rsid w:val="00655B8C"/>
    <w:rsid w:val="00672C94"/>
    <w:rsid w:val="00675D26"/>
    <w:rsid w:val="0068337C"/>
    <w:rsid w:val="00687B74"/>
    <w:rsid w:val="006908E7"/>
    <w:rsid w:val="006951F7"/>
    <w:rsid w:val="006A5C89"/>
    <w:rsid w:val="006A6C5B"/>
    <w:rsid w:val="006B55CD"/>
    <w:rsid w:val="006C0FD6"/>
    <w:rsid w:val="006C42AC"/>
    <w:rsid w:val="006C540D"/>
    <w:rsid w:val="006C5A9B"/>
    <w:rsid w:val="006D74DD"/>
    <w:rsid w:val="006E585D"/>
    <w:rsid w:val="006F39AB"/>
    <w:rsid w:val="007004DC"/>
    <w:rsid w:val="00715D82"/>
    <w:rsid w:val="007244B2"/>
    <w:rsid w:val="00747128"/>
    <w:rsid w:val="00751C38"/>
    <w:rsid w:val="00751FCA"/>
    <w:rsid w:val="00755572"/>
    <w:rsid w:val="0075558F"/>
    <w:rsid w:val="0075666B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086"/>
    <w:rsid w:val="008F7350"/>
    <w:rsid w:val="0090022A"/>
    <w:rsid w:val="009034F5"/>
    <w:rsid w:val="00905626"/>
    <w:rsid w:val="00906E52"/>
    <w:rsid w:val="00914677"/>
    <w:rsid w:val="00925490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B50D0"/>
    <w:rsid w:val="009C2E24"/>
    <w:rsid w:val="009C4CAB"/>
    <w:rsid w:val="009C6079"/>
    <w:rsid w:val="009D0F60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97543"/>
    <w:rsid w:val="00CA1095"/>
    <w:rsid w:val="00CA121A"/>
    <w:rsid w:val="00CA453C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2124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01B5"/>
    <w:rsid w:val="00DC5504"/>
    <w:rsid w:val="00DE02DD"/>
    <w:rsid w:val="00DF29F0"/>
    <w:rsid w:val="00E0289D"/>
    <w:rsid w:val="00E05166"/>
    <w:rsid w:val="00E13D56"/>
    <w:rsid w:val="00E16320"/>
    <w:rsid w:val="00E265DD"/>
    <w:rsid w:val="00E311FA"/>
    <w:rsid w:val="00E31EF4"/>
    <w:rsid w:val="00E33D69"/>
    <w:rsid w:val="00E47561"/>
    <w:rsid w:val="00E53732"/>
    <w:rsid w:val="00E715D1"/>
    <w:rsid w:val="00E71D1C"/>
    <w:rsid w:val="00E728CE"/>
    <w:rsid w:val="00E72953"/>
    <w:rsid w:val="00E87696"/>
    <w:rsid w:val="00E90496"/>
    <w:rsid w:val="00E96F3C"/>
    <w:rsid w:val="00EA33F3"/>
    <w:rsid w:val="00ED0D74"/>
    <w:rsid w:val="00ED5D77"/>
    <w:rsid w:val="00ED69F4"/>
    <w:rsid w:val="00EE0F38"/>
    <w:rsid w:val="00EE1254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0127"/>
    <w:rsid w:val="00F51D54"/>
    <w:rsid w:val="00F55D88"/>
    <w:rsid w:val="00F5645A"/>
    <w:rsid w:val="00F85E07"/>
    <w:rsid w:val="00FB6B67"/>
    <w:rsid w:val="00FC2213"/>
    <w:rsid w:val="00FC2E05"/>
    <w:rsid w:val="00FC4A17"/>
    <w:rsid w:val="00FD3B13"/>
    <w:rsid w:val="00FD4C8D"/>
    <w:rsid w:val="00FD6CEF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004256"/>
  <w15:chartTrackingRefBased/>
  <w15:docId w15:val="{C165BC86-873A-446C-8EFA-ACE08920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3B1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0F60"/>
    <w:pPr>
      <w:keepNext/>
      <w:numPr>
        <w:numId w:val="7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D0F60"/>
    <w:pPr>
      <w:keepNext/>
      <w:numPr>
        <w:ilvl w:val="1"/>
        <w:numId w:val="7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D0F60"/>
    <w:pPr>
      <w:keepNext/>
      <w:numPr>
        <w:ilvl w:val="2"/>
        <w:numId w:val="7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D0F60"/>
    <w:pPr>
      <w:keepNext/>
      <w:numPr>
        <w:ilvl w:val="3"/>
        <w:numId w:val="7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D0F60"/>
    <w:pPr>
      <w:keepNext/>
      <w:numPr>
        <w:ilvl w:val="4"/>
        <w:numId w:val="7"/>
      </w:numPr>
      <w:spacing w:after="0" w:line="240" w:lineRule="auto"/>
      <w:jc w:val="both"/>
      <w:outlineLvl w:val="4"/>
    </w:pPr>
    <w:rPr>
      <w:rFonts w:ascii="Tahoma" w:eastAsia="Times New Roman" w:hAnsi="Tahoma" w:cs="Tahoma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D0F60"/>
    <w:pPr>
      <w:keepNext/>
      <w:numPr>
        <w:ilvl w:val="5"/>
        <w:numId w:val="7"/>
      </w:numPr>
      <w:spacing w:after="0" w:line="240" w:lineRule="auto"/>
      <w:jc w:val="both"/>
      <w:outlineLvl w:val="5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D0F60"/>
    <w:pPr>
      <w:keepNext/>
      <w:numPr>
        <w:ilvl w:val="6"/>
        <w:numId w:val="7"/>
      </w:numPr>
      <w:spacing w:after="0" w:line="240" w:lineRule="auto"/>
      <w:jc w:val="both"/>
      <w:outlineLvl w:val="6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D0F60"/>
    <w:pPr>
      <w:keepNext/>
      <w:numPr>
        <w:ilvl w:val="7"/>
        <w:numId w:val="7"/>
      </w:numPr>
      <w:spacing w:after="0" w:line="240" w:lineRule="auto"/>
      <w:jc w:val="both"/>
      <w:outlineLvl w:val="7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D0F60"/>
    <w:pPr>
      <w:keepNext/>
      <w:numPr>
        <w:ilvl w:val="8"/>
        <w:numId w:val="7"/>
      </w:numPr>
      <w:spacing w:after="0" w:line="240" w:lineRule="auto"/>
      <w:jc w:val="both"/>
      <w:outlineLvl w:val="8"/>
    </w:pPr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character" w:customStyle="1" w:styleId="ZwykytekstZnak">
    <w:name w:val="Zwykły tekst Znak"/>
    <w:link w:val="Zwykytekst"/>
    <w:qFormat/>
    <w:rsid w:val="00FD3B1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FD3B1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rsid w:val="00FD3B1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ntStyle42">
    <w:name w:val="Font Style42"/>
    <w:uiPriority w:val="99"/>
    <w:rsid w:val="00266C19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9D0F60"/>
    <w:rPr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D0F60"/>
    <w:rPr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9D0F60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9D0F60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9D0F60"/>
    <w:rPr>
      <w:rFonts w:ascii="Tahoma" w:hAnsi="Tahoma" w:cs="Tahoma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9D0F60"/>
    <w:rPr>
      <w:rFonts w:ascii="Tahoma" w:hAnsi="Tahoma" w:cs="Tahoma"/>
      <w:sz w:val="24"/>
      <w:szCs w:val="24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9D0F60"/>
    <w:rPr>
      <w:rFonts w:ascii="Tahoma" w:hAnsi="Tahoma" w:cs="Tahoma"/>
      <w:sz w:val="24"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semiHidden/>
    <w:rsid w:val="009D0F60"/>
    <w:rPr>
      <w:rFonts w:ascii="Tahoma" w:hAnsi="Tahoma" w:cs="Tahoma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9D0F60"/>
    <w:rPr>
      <w:rFonts w:ascii="Tahoma" w:hAnsi="Tahoma" w:cs="Tahoma"/>
      <w:b/>
      <w:color w:val="FF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oc\Desktop\aktualny%20wz&#243;r%20pisma\aktualny%20od%2021.06.2023\Wz&#243;r%20pisma%20-%20perspektywa%202021-2027\Pisma_wenetrzene_bez_klauzuli\Achrom\Wzr&#243;r_pisma_(szablon)_perspektywa_2021-2027_A4_pion_achro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57097-6B1C-4FBE-8781-E1AF4739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Wzrór_pisma_(szablon)_perspektywa_2021-2027_A4_pion_achrom</Template>
  <TotalTime>6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Kinga Szoć</dc:creator>
  <cp:keywords/>
  <cp:lastModifiedBy>Wiktoria Szoć</cp:lastModifiedBy>
  <cp:revision>11</cp:revision>
  <cp:lastPrinted>2023-04-13T09:47:00Z</cp:lastPrinted>
  <dcterms:created xsi:type="dcterms:W3CDTF">2023-11-28T08:22:00Z</dcterms:created>
  <dcterms:modified xsi:type="dcterms:W3CDTF">2026-01-12T16:31:00Z</dcterms:modified>
</cp:coreProperties>
</file>