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B982A" w14:textId="048B789A" w:rsidR="00993FB4" w:rsidRPr="007123FF" w:rsidRDefault="00993FB4" w:rsidP="00993FB4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7123FF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E8394C">
        <w:rPr>
          <w:rFonts w:eastAsia="Times New Roman" w:cs="Arial"/>
          <w:b/>
          <w:bCs/>
          <w:szCs w:val="20"/>
          <w:lang w:eastAsia="ar-SA"/>
        </w:rPr>
        <w:t>8</w:t>
      </w:r>
      <w:r w:rsidR="00A3108B" w:rsidRPr="007123FF">
        <w:rPr>
          <w:rFonts w:eastAsia="Times New Roman" w:cs="Arial"/>
          <w:b/>
          <w:bCs/>
          <w:szCs w:val="20"/>
          <w:lang w:eastAsia="ar-SA"/>
        </w:rPr>
        <w:t xml:space="preserve"> do SWZ</w:t>
      </w:r>
    </w:p>
    <w:p w14:paraId="59997260" w14:textId="35E5D2C1" w:rsidR="00993FB4" w:rsidRPr="001A1128" w:rsidRDefault="00993FB4" w:rsidP="00993FB4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1A1128">
        <w:rPr>
          <w:rFonts w:eastAsia="Times New Roman" w:cs="Arial-BoldMT"/>
          <w:b/>
          <w:bCs/>
          <w:szCs w:val="20"/>
          <w:lang w:eastAsia="ar-SA"/>
        </w:rPr>
        <w:t xml:space="preserve">Znak sprawy: </w:t>
      </w:r>
      <w:bookmarkStart w:id="0" w:name="Tekst84"/>
      <w:r w:rsidRPr="001A1128">
        <w:rPr>
          <w:rFonts w:eastAsia="Times New Roman" w:cs="Calibri"/>
          <w:szCs w:val="20"/>
          <w:lang w:eastAsia="ar-SA"/>
        </w:rPr>
        <w:t>ZP</w:t>
      </w:r>
      <w:r w:rsidR="00AF589D" w:rsidRPr="001A1128">
        <w:rPr>
          <w:rFonts w:eastAsia="Times New Roman" w:cs="Calibri"/>
          <w:szCs w:val="20"/>
          <w:lang w:eastAsia="ar-SA"/>
        </w:rPr>
        <w:t>.26</w:t>
      </w:r>
      <w:r w:rsidR="007654D2" w:rsidRPr="001A1128">
        <w:rPr>
          <w:rFonts w:eastAsia="Times New Roman" w:cs="Calibri"/>
          <w:szCs w:val="20"/>
          <w:lang w:eastAsia="ar-SA"/>
        </w:rPr>
        <w:t>.</w:t>
      </w:r>
      <w:r w:rsidR="00A360D0">
        <w:rPr>
          <w:rFonts w:eastAsia="Times New Roman" w:cs="Calibri"/>
          <w:szCs w:val="20"/>
          <w:lang w:eastAsia="ar-SA"/>
        </w:rPr>
        <w:t>45</w:t>
      </w:r>
      <w:r w:rsidR="007654D2" w:rsidRPr="001A1128">
        <w:rPr>
          <w:rFonts w:eastAsia="Times New Roman" w:cs="Calibri"/>
          <w:szCs w:val="20"/>
          <w:lang w:eastAsia="ar-SA"/>
        </w:rPr>
        <w:t>.</w:t>
      </w:r>
      <w:r w:rsidRPr="001A1128">
        <w:rPr>
          <w:rFonts w:eastAsia="Times New Roman" w:cs="Calibri"/>
          <w:szCs w:val="20"/>
          <w:lang w:eastAsia="ar-SA"/>
        </w:rPr>
        <w:t>20</w:t>
      </w:r>
      <w:bookmarkEnd w:id="0"/>
      <w:r w:rsidR="00B76DE5" w:rsidRPr="001A1128">
        <w:rPr>
          <w:rFonts w:eastAsia="Times New Roman" w:cs="Calibri"/>
          <w:szCs w:val="20"/>
          <w:lang w:eastAsia="ar-SA"/>
        </w:rPr>
        <w:t>2</w:t>
      </w:r>
      <w:r w:rsidR="00012873">
        <w:rPr>
          <w:rFonts w:eastAsia="Times New Roman" w:cs="Calibri"/>
          <w:szCs w:val="20"/>
          <w:lang w:eastAsia="ar-SA"/>
        </w:rPr>
        <w:t>5</w:t>
      </w:r>
      <w:r w:rsidRPr="001A1128">
        <w:rPr>
          <w:rFonts w:eastAsia="Times New Roman" w:cs="Calibri"/>
          <w:b/>
          <w:szCs w:val="20"/>
          <w:lang w:eastAsia="zh-CN"/>
        </w:rPr>
        <w:t xml:space="preserve">   </w:t>
      </w:r>
    </w:p>
    <w:p w14:paraId="18B0B93B" w14:textId="77777777" w:rsidR="001A1128" w:rsidRDefault="001A1128" w:rsidP="00993FB4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</w:p>
    <w:p w14:paraId="42C0D13E" w14:textId="77777777" w:rsidR="001A1128" w:rsidRPr="00267FAA" w:rsidRDefault="001A1128" w:rsidP="001A1128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7A280A77" w14:textId="77777777" w:rsidR="001A1128" w:rsidRPr="00267FAA" w:rsidRDefault="001A1128" w:rsidP="001A1128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6D267A5A" w14:textId="4FE82A20" w:rsidR="001A1128" w:rsidRPr="00267FAA" w:rsidRDefault="001A1128" w:rsidP="001A1128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 xml:space="preserve">Osowiec </w:t>
      </w:r>
      <w:r w:rsidR="005B4F42">
        <w:rPr>
          <w:bCs/>
        </w:rPr>
        <w:t xml:space="preserve">- </w:t>
      </w:r>
      <w:r w:rsidRPr="00267FAA">
        <w:rPr>
          <w:bCs/>
        </w:rPr>
        <w:t>Twierdza 8</w:t>
      </w:r>
    </w:p>
    <w:p w14:paraId="7830CA19" w14:textId="77777777" w:rsidR="001A1128" w:rsidRPr="00267FAA" w:rsidRDefault="001A1128" w:rsidP="001A1128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02C62795" w14:textId="77777777" w:rsidR="001A1128" w:rsidRDefault="001A1128" w:rsidP="001A1128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06E93468" w14:textId="77777777" w:rsidR="001A1128" w:rsidRDefault="001A1128" w:rsidP="001A1128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3B8C32E1" w14:textId="77777777" w:rsidR="001A1128" w:rsidRPr="00267FAA" w:rsidRDefault="001A1128" w:rsidP="001A1128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0C88BBF2" w14:textId="77777777" w:rsidR="001A1128" w:rsidRPr="00267FAA" w:rsidRDefault="001A1128" w:rsidP="001A1128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77DF02" w14:textId="77777777" w:rsidR="00993FB4" w:rsidRPr="001A1128" w:rsidRDefault="00993FB4" w:rsidP="00993FB4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0"/>
          <w:lang w:eastAsia="ar-SA"/>
        </w:rPr>
      </w:pPr>
    </w:p>
    <w:p w14:paraId="0CB3193C" w14:textId="77777777" w:rsidR="00993FB4" w:rsidRPr="001A1128" w:rsidRDefault="00993FB4" w:rsidP="00993FB4">
      <w:pPr>
        <w:suppressAutoHyphens/>
        <w:spacing w:after="0" w:line="240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4DDBCD8A" w14:textId="27826C91" w:rsidR="00993FB4" w:rsidRDefault="00993FB4" w:rsidP="00993FB4">
      <w:pPr>
        <w:suppressAutoHyphens/>
        <w:spacing w:after="0" w:line="276" w:lineRule="auto"/>
        <w:jc w:val="center"/>
        <w:outlineLvl w:val="0"/>
        <w:rPr>
          <w:rFonts w:eastAsia="Times New Roman"/>
          <w:b/>
          <w:szCs w:val="20"/>
          <w:lang w:eastAsia="ar-SA"/>
        </w:rPr>
      </w:pPr>
      <w:r w:rsidRPr="001A1128">
        <w:rPr>
          <w:rFonts w:eastAsia="Times New Roman"/>
          <w:b/>
          <w:szCs w:val="20"/>
          <w:lang w:eastAsia="ar-SA"/>
        </w:rPr>
        <w:t>OŚWIADCZENIE</w:t>
      </w:r>
    </w:p>
    <w:p w14:paraId="518BC5A6" w14:textId="7A2A5C60" w:rsidR="00E648ED" w:rsidRDefault="00E648ED" w:rsidP="00993FB4">
      <w:pPr>
        <w:suppressAutoHyphens/>
        <w:spacing w:after="0" w:line="276" w:lineRule="auto"/>
        <w:jc w:val="center"/>
        <w:outlineLvl w:val="0"/>
        <w:rPr>
          <w:rFonts w:eastAsia="Times New Roman"/>
          <w:b/>
          <w:szCs w:val="20"/>
          <w:lang w:eastAsia="ar-SA"/>
        </w:rPr>
      </w:pPr>
    </w:p>
    <w:p w14:paraId="4626BE5E" w14:textId="77777777" w:rsidR="00E648ED" w:rsidRPr="001A1128" w:rsidRDefault="00E648ED" w:rsidP="00993FB4">
      <w:pPr>
        <w:suppressAutoHyphens/>
        <w:spacing w:after="0" w:line="276" w:lineRule="auto"/>
        <w:jc w:val="center"/>
        <w:outlineLvl w:val="0"/>
        <w:rPr>
          <w:rFonts w:eastAsia="Times New Roman"/>
          <w:b/>
          <w:szCs w:val="20"/>
          <w:lang w:eastAsia="ar-SA"/>
        </w:rPr>
      </w:pPr>
    </w:p>
    <w:p w14:paraId="7494CF06" w14:textId="720F9B41" w:rsidR="00C91A67" w:rsidRPr="00DD3F20" w:rsidRDefault="00993FB4" w:rsidP="001308A7">
      <w:pPr>
        <w:spacing w:after="0" w:line="360" w:lineRule="auto"/>
        <w:jc w:val="both"/>
        <w:rPr>
          <w:szCs w:val="20"/>
        </w:rPr>
      </w:pPr>
      <w:r w:rsidRPr="001A1128">
        <w:rPr>
          <w:rFonts w:eastAsia="Times New Roman"/>
          <w:szCs w:val="20"/>
          <w:lang w:eastAsia="ar-SA"/>
        </w:rPr>
        <w:t>dotyczące post</w:t>
      </w:r>
      <w:r w:rsidRPr="001A1128">
        <w:rPr>
          <w:rFonts w:eastAsia="TimesNewRoman"/>
          <w:szCs w:val="20"/>
          <w:lang w:eastAsia="ar-SA"/>
        </w:rPr>
        <w:t>ę</w:t>
      </w:r>
      <w:r w:rsidRPr="001A1128">
        <w:rPr>
          <w:rFonts w:eastAsia="Times New Roman"/>
          <w:szCs w:val="20"/>
          <w:lang w:eastAsia="ar-SA"/>
        </w:rPr>
        <w:t>powania o udzielenie zamówienia publicznego</w:t>
      </w:r>
      <w:r w:rsidR="002B7867" w:rsidRPr="001A1128">
        <w:rPr>
          <w:rFonts w:eastAsia="Times New Roman"/>
          <w:szCs w:val="20"/>
          <w:lang w:eastAsia="ar-SA"/>
        </w:rPr>
        <w:t xml:space="preserve"> w trybie </w:t>
      </w:r>
      <w:r w:rsidR="004830C9" w:rsidRPr="001A1128">
        <w:rPr>
          <w:rFonts w:eastAsia="Times New Roman"/>
          <w:szCs w:val="20"/>
          <w:lang w:eastAsia="ar-SA"/>
        </w:rPr>
        <w:t xml:space="preserve">podstawowym </w:t>
      </w:r>
      <w:r w:rsidR="004830C9" w:rsidRPr="001A1128">
        <w:rPr>
          <w:rFonts w:eastAsia="Lato" w:cs="Lato"/>
          <w:szCs w:val="20"/>
        </w:rPr>
        <w:t xml:space="preserve">z możliwością negocjacji </w:t>
      </w:r>
      <w:r w:rsidRPr="001A1128">
        <w:rPr>
          <w:rFonts w:eastAsia="Times New Roman"/>
          <w:szCs w:val="20"/>
          <w:lang w:eastAsia="ar-SA"/>
        </w:rPr>
        <w:t>na</w:t>
      </w:r>
      <w:r w:rsidR="00C91A67" w:rsidRPr="001A1128">
        <w:rPr>
          <w:szCs w:val="20"/>
        </w:rPr>
        <w:t xml:space="preserve"> </w:t>
      </w:r>
      <w:bookmarkStart w:id="1" w:name="_Hlk72910067"/>
      <w:r w:rsidR="000F1A36" w:rsidRPr="00DD3F20">
        <w:rPr>
          <w:b/>
          <w:bCs/>
          <w:szCs w:val="20"/>
        </w:rPr>
        <w:t>„</w:t>
      </w:r>
      <w:r w:rsidR="005765A7" w:rsidRPr="00DD3F20">
        <w:rPr>
          <w:b/>
          <w:bCs/>
          <w:szCs w:val="20"/>
        </w:rPr>
        <w:t>Budowa terenowej bazy edukacyjnej Biebrzańskiego Parku Narodowego</w:t>
      </w:r>
      <w:r w:rsidR="000F1A36" w:rsidRPr="00DD3F20">
        <w:rPr>
          <w:b/>
          <w:bCs/>
          <w:szCs w:val="20"/>
        </w:rPr>
        <w:t>”</w:t>
      </w:r>
    </w:p>
    <w:bookmarkEnd w:id="1"/>
    <w:p w14:paraId="01FB2EA4" w14:textId="59C1A8F1" w:rsidR="00993FB4" w:rsidRPr="00DD3F20" w:rsidRDefault="00993FB4" w:rsidP="001308A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DD3F20">
        <w:rPr>
          <w:rFonts w:eastAsia="Times New Roman" w:cs="Calibri"/>
          <w:szCs w:val="20"/>
          <w:lang w:eastAsia="ar-SA"/>
        </w:rPr>
        <w:t xml:space="preserve"> </w:t>
      </w:r>
    </w:p>
    <w:p w14:paraId="1C38F2A4" w14:textId="41F066F0" w:rsidR="00993FB4" w:rsidRPr="001A1128" w:rsidRDefault="00993FB4" w:rsidP="001308A7">
      <w:pPr>
        <w:suppressAutoHyphens/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A1128">
        <w:rPr>
          <w:rFonts w:eastAsia="Times New Roman"/>
          <w:szCs w:val="20"/>
          <w:lang w:eastAsia="ar-SA"/>
        </w:rPr>
        <w:t>Oświadczam/y, że osoby wskazane w Wykazie osób posiadają uprawnienia zawodowe, wykształcenie i</w:t>
      </w:r>
      <w:r w:rsidR="001308A7">
        <w:rPr>
          <w:rFonts w:eastAsia="Times New Roman"/>
          <w:szCs w:val="20"/>
          <w:lang w:eastAsia="ar-SA"/>
        </w:rPr>
        <w:t> </w:t>
      </w:r>
      <w:r w:rsidRPr="001A1128">
        <w:rPr>
          <w:rFonts w:eastAsia="Times New Roman"/>
          <w:szCs w:val="20"/>
          <w:lang w:eastAsia="ar-SA"/>
        </w:rPr>
        <w:t>kwalifikacje, zgodne z wymogami wynikającymi z</w:t>
      </w:r>
      <w:r w:rsidR="00836668" w:rsidRPr="001A1128">
        <w:rPr>
          <w:rFonts w:eastAsia="Times New Roman"/>
          <w:szCs w:val="20"/>
          <w:lang w:eastAsia="ar-SA"/>
        </w:rPr>
        <w:t xml:space="preserve"> SWZ</w:t>
      </w:r>
      <w:r w:rsidR="00D60653" w:rsidRPr="001A1128">
        <w:rPr>
          <w:rFonts w:eastAsia="Times New Roman"/>
          <w:szCs w:val="20"/>
          <w:lang w:eastAsia="ar-SA"/>
        </w:rPr>
        <w:t>.</w:t>
      </w:r>
    </w:p>
    <w:p w14:paraId="4FC145BC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449D2B11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5C8A08FC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36879546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15E3A0F6" w14:textId="77777777" w:rsidR="001308A7" w:rsidRDefault="001308A7" w:rsidP="00836668">
      <w:pPr>
        <w:spacing w:line="360" w:lineRule="auto"/>
        <w:jc w:val="both"/>
        <w:rPr>
          <w:b/>
          <w:i/>
          <w:iCs/>
          <w:szCs w:val="20"/>
        </w:rPr>
      </w:pPr>
    </w:p>
    <w:p w14:paraId="7319AF24" w14:textId="77777777" w:rsidR="001308A7" w:rsidRDefault="001308A7" w:rsidP="00836668">
      <w:pPr>
        <w:spacing w:line="360" w:lineRule="auto"/>
        <w:jc w:val="both"/>
        <w:rPr>
          <w:b/>
          <w:i/>
          <w:iCs/>
          <w:szCs w:val="20"/>
        </w:rPr>
      </w:pPr>
    </w:p>
    <w:p w14:paraId="3EEFB688" w14:textId="58A2A826" w:rsidR="00836668" w:rsidRPr="001A1128" w:rsidRDefault="00836668" w:rsidP="00836668">
      <w:pPr>
        <w:spacing w:line="360" w:lineRule="auto"/>
        <w:jc w:val="both"/>
        <w:rPr>
          <w:i/>
          <w:szCs w:val="20"/>
        </w:rPr>
      </w:pPr>
      <w:r w:rsidRPr="001A1128">
        <w:rPr>
          <w:b/>
          <w:i/>
          <w:iCs/>
          <w:szCs w:val="20"/>
        </w:rPr>
        <w:t>Informacja dla wykonawcy:</w:t>
      </w:r>
    </w:p>
    <w:p w14:paraId="0D3A568D" w14:textId="053DA541" w:rsidR="00836668" w:rsidRPr="001A1128" w:rsidRDefault="00836668" w:rsidP="00836668">
      <w:pPr>
        <w:spacing w:line="360" w:lineRule="auto"/>
        <w:jc w:val="both"/>
        <w:rPr>
          <w:szCs w:val="20"/>
        </w:rPr>
      </w:pPr>
      <w:r w:rsidRPr="001A1128">
        <w:rPr>
          <w:i/>
          <w:szCs w:val="20"/>
        </w:rPr>
        <w:t xml:space="preserve">Oświadczenie musi być opatrzony przez osobę lub osoby uprawnione do reprezentowania Wykonawcy </w:t>
      </w:r>
      <w:r w:rsidRPr="001A1128">
        <w:rPr>
          <w:b/>
          <w:bCs/>
          <w:i/>
          <w:szCs w:val="20"/>
        </w:rPr>
        <w:t>kwalifikowanym podpisem elektronicznym, podpisem zaufanym lub podpisem osobistym.</w:t>
      </w:r>
    </w:p>
    <w:p w14:paraId="390D9FA9" w14:textId="77777777" w:rsidR="00993FB4" w:rsidRPr="001A1128" w:rsidRDefault="00993FB4" w:rsidP="00993FB4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sectPr w:rsidR="00993FB4" w:rsidRPr="001A1128" w:rsidSect="00434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83B52" w14:textId="77777777" w:rsidR="00913B73" w:rsidRDefault="00913B73" w:rsidP="006C57B8">
      <w:pPr>
        <w:spacing w:after="0" w:line="240" w:lineRule="auto"/>
      </w:pPr>
      <w:r>
        <w:separator/>
      </w:r>
    </w:p>
  </w:endnote>
  <w:endnote w:type="continuationSeparator" w:id="0">
    <w:p w14:paraId="042CCD7E" w14:textId="77777777" w:rsidR="00913B73" w:rsidRDefault="00913B7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431FE" w14:textId="77777777" w:rsidR="00795AF8" w:rsidRDefault="00795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5C2F8E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C2F8E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6F1D5916" w:rsidR="003F33D0" w:rsidRPr="00495517" w:rsidRDefault="00795AF8" w:rsidP="00162C5A">
    <w:pPr>
      <w:pStyle w:val="Stopka"/>
      <w:jc w:val="center"/>
      <w:rPr>
        <w:rStyle w:val="NrStronyZnak"/>
        <w:rFonts w:eastAsia="Calibri"/>
      </w:rPr>
    </w:pPr>
    <w:r w:rsidRPr="0075319E">
      <w:rPr>
        <w:noProof/>
      </w:rPr>
      <w:drawing>
        <wp:anchor distT="0" distB="0" distL="114300" distR="114300" simplePos="0" relativeHeight="251656192" behindDoc="0" locked="0" layoutInCell="1" allowOverlap="1" wp14:anchorId="186BD9B6" wp14:editId="73AEE301">
          <wp:simplePos x="0" y="0"/>
          <wp:positionH relativeFrom="column">
            <wp:posOffset>914400</wp:posOffset>
          </wp:positionH>
          <wp:positionV relativeFrom="paragraph">
            <wp:posOffset>-367030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365605" name="Obraz 1716365605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319E">
      <w:rPr>
        <w:noProof/>
      </w:rPr>
      <w:drawing>
        <wp:anchor distT="0" distB="0" distL="114300" distR="114300" simplePos="0" relativeHeight="251686912" behindDoc="0" locked="0" layoutInCell="1" allowOverlap="1" wp14:anchorId="1B870320" wp14:editId="44545E35">
          <wp:simplePos x="0" y="0"/>
          <wp:positionH relativeFrom="column">
            <wp:posOffset>1628140</wp:posOffset>
          </wp:positionH>
          <wp:positionV relativeFrom="paragraph">
            <wp:posOffset>-740216</wp:posOffset>
          </wp:positionV>
          <wp:extent cx="3324225" cy="1426845"/>
          <wp:effectExtent l="0" t="0" r="0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934839" name="Obraz 1533934839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1E08E" w14:textId="77777777" w:rsidR="00913B73" w:rsidRDefault="00913B73" w:rsidP="006C57B8">
      <w:pPr>
        <w:spacing w:after="0" w:line="240" w:lineRule="auto"/>
      </w:pPr>
      <w:r>
        <w:separator/>
      </w:r>
    </w:p>
  </w:footnote>
  <w:footnote w:type="continuationSeparator" w:id="0">
    <w:p w14:paraId="5E2D2694" w14:textId="77777777" w:rsidR="00913B73" w:rsidRDefault="00913B73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19B43" w14:textId="77777777" w:rsidR="00795AF8" w:rsidRDefault="00795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A393F" w14:textId="77777777" w:rsidR="00795AF8" w:rsidRDefault="00795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1B4FE" w14:textId="29A97620" w:rsidR="0056338B" w:rsidRDefault="0056338B">
    <w:pPr>
      <w:pStyle w:val="Nagwek"/>
    </w:pPr>
    <w:r w:rsidRPr="00E90F16">
      <w:rPr>
        <w:noProof/>
      </w:rPr>
      <w:drawing>
        <wp:inline distT="0" distB="0" distL="0" distR="0" wp14:anchorId="65257B38" wp14:editId="69F50C20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493897">
    <w:abstractNumId w:val="1"/>
  </w:num>
  <w:num w:numId="2" w16cid:durableId="130308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873"/>
    <w:rsid w:val="00012A65"/>
    <w:rsid w:val="000224EF"/>
    <w:rsid w:val="00026553"/>
    <w:rsid w:val="00030B8B"/>
    <w:rsid w:val="000327FF"/>
    <w:rsid w:val="000441D8"/>
    <w:rsid w:val="000505A4"/>
    <w:rsid w:val="00057EFE"/>
    <w:rsid w:val="00061C2B"/>
    <w:rsid w:val="00062940"/>
    <w:rsid w:val="00064512"/>
    <w:rsid w:val="000679F6"/>
    <w:rsid w:val="000B3D5D"/>
    <w:rsid w:val="000B5D89"/>
    <w:rsid w:val="000C215C"/>
    <w:rsid w:val="000C3E9A"/>
    <w:rsid w:val="000C489D"/>
    <w:rsid w:val="000C5729"/>
    <w:rsid w:val="000D51AF"/>
    <w:rsid w:val="000D531D"/>
    <w:rsid w:val="000F1A36"/>
    <w:rsid w:val="00111B98"/>
    <w:rsid w:val="00116698"/>
    <w:rsid w:val="001308A7"/>
    <w:rsid w:val="00151274"/>
    <w:rsid w:val="00153B03"/>
    <w:rsid w:val="00162C5A"/>
    <w:rsid w:val="00167E79"/>
    <w:rsid w:val="00180112"/>
    <w:rsid w:val="00191544"/>
    <w:rsid w:val="001A0B2E"/>
    <w:rsid w:val="001A1128"/>
    <w:rsid w:val="001B0573"/>
    <w:rsid w:val="001C6A97"/>
    <w:rsid w:val="001F7A3C"/>
    <w:rsid w:val="00201CD5"/>
    <w:rsid w:val="00211390"/>
    <w:rsid w:val="00211B8E"/>
    <w:rsid w:val="002162A4"/>
    <w:rsid w:val="00217F8E"/>
    <w:rsid w:val="002308B8"/>
    <w:rsid w:val="002330C7"/>
    <w:rsid w:val="00244A1D"/>
    <w:rsid w:val="00246082"/>
    <w:rsid w:val="0026037E"/>
    <w:rsid w:val="00275747"/>
    <w:rsid w:val="002B470E"/>
    <w:rsid w:val="002B7867"/>
    <w:rsid w:val="002C4620"/>
    <w:rsid w:val="002D249A"/>
    <w:rsid w:val="002E3087"/>
    <w:rsid w:val="00304152"/>
    <w:rsid w:val="00306CE0"/>
    <w:rsid w:val="00307A50"/>
    <w:rsid w:val="00310BD6"/>
    <w:rsid w:val="00323C2D"/>
    <w:rsid w:val="0039569B"/>
    <w:rsid w:val="003963F8"/>
    <w:rsid w:val="0039679A"/>
    <w:rsid w:val="003A065B"/>
    <w:rsid w:val="003C7688"/>
    <w:rsid w:val="003D07EA"/>
    <w:rsid w:val="003D27D8"/>
    <w:rsid w:val="003E59BE"/>
    <w:rsid w:val="003F2E96"/>
    <w:rsid w:val="003F33D0"/>
    <w:rsid w:val="003F7822"/>
    <w:rsid w:val="00422DD9"/>
    <w:rsid w:val="00425CEE"/>
    <w:rsid w:val="00434CAD"/>
    <w:rsid w:val="00444BB7"/>
    <w:rsid w:val="0044717A"/>
    <w:rsid w:val="0045119B"/>
    <w:rsid w:val="00457B99"/>
    <w:rsid w:val="004830C9"/>
    <w:rsid w:val="00490528"/>
    <w:rsid w:val="00495517"/>
    <w:rsid w:val="004C1FC3"/>
    <w:rsid w:val="004D36DF"/>
    <w:rsid w:val="004D4482"/>
    <w:rsid w:val="004D6E16"/>
    <w:rsid w:val="00513E5A"/>
    <w:rsid w:val="00523252"/>
    <w:rsid w:val="0053066E"/>
    <w:rsid w:val="005435E7"/>
    <w:rsid w:val="00546F1F"/>
    <w:rsid w:val="0056338B"/>
    <w:rsid w:val="00567604"/>
    <w:rsid w:val="005762C4"/>
    <w:rsid w:val="005765A7"/>
    <w:rsid w:val="00577725"/>
    <w:rsid w:val="00581239"/>
    <w:rsid w:val="005A1650"/>
    <w:rsid w:val="005A3ACC"/>
    <w:rsid w:val="005B4F42"/>
    <w:rsid w:val="005B7403"/>
    <w:rsid w:val="005C0A03"/>
    <w:rsid w:val="005C2F8E"/>
    <w:rsid w:val="005E3840"/>
    <w:rsid w:val="005F5F6D"/>
    <w:rsid w:val="005F663A"/>
    <w:rsid w:val="005F7A56"/>
    <w:rsid w:val="00613D6A"/>
    <w:rsid w:val="00614F7E"/>
    <w:rsid w:val="00616ED5"/>
    <w:rsid w:val="00642551"/>
    <w:rsid w:val="006434B6"/>
    <w:rsid w:val="00645D07"/>
    <w:rsid w:val="0064691A"/>
    <w:rsid w:val="0066199E"/>
    <w:rsid w:val="00665838"/>
    <w:rsid w:val="00667DF5"/>
    <w:rsid w:val="00691343"/>
    <w:rsid w:val="006A5AA4"/>
    <w:rsid w:val="006B6B1D"/>
    <w:rsid w:val="006C57B8"/>
    <w:rsid w:val="006D6B7A"/>
    <w:rsid w:val="006E2AF5"/>
    <w:rsid w:val="006E384D"/>
    <w:rsid w:val="006E488D"/>
    <w:rsid w:val="00704F04"/>
    <w:rsid w:val="007123FF"/>
    <w:rsid w:val="00723025"/>
    <w:rsid w:val="00740386"/>
    <w:rsid w:val="00753314"/>
    <w:rsid w:val="007654D2"/>
    <w:rsid w:val="0079063F"/>
    <w:rsid w:val="00791F99"/>
    <w:rsid w:val="00795AF8"/>
    <w:rsid w:val="007A4CAA"/>
    <w:rsid w:val="007A58E7"/>
    <w:rsid w:val="007B2A4E"/>
    <w:rsid w:val="007C5E69"/>
    <w:rsid w:val="007E4C6E"/>
    <w:rsid w:val="007F4B7C"/>
    <w:rsid w:val="00814125"/>
    <w:rsid w:val="00822AD6"/>
    <w:rsid w:val="00836668"/>
    <w:rsid w:val="0086217E"/>
    <w:rsid w:val="00862588"/>
    <w:rsid w:val="008671A4"/>
    <w:rsid w:val="00870483"/>
    <w:rsid w:val="00871241"/>
    <w:rsid w:val="008759D3"/>
    <w:rsid w:val="008903EE"/>
    <w:rsid w:val="008A3693"/>
    <w:rsid w:val="008A6A23"/>
    <w:rsid w:val="008B1938"/>
    <w:rsid w:val="008B4567"/>
    <w:rsid w:val="008B66B3"/>
    <w:rsid w:val="008C17D0"/>
    <w:rsid w:val="008C27C4"/>
    <w:rsid w:val="008D0D1A"/>
    <w:rsid w:val="008D449D"/>
    <w:rsid w:val="008E63A6"/>
    <w:rsid w:val="008F2ACB"/>
    <w:rsid w:val="00901C95"/>
    <w:rsid w:val="00903A8D"/>
    <w:rsid w:val="009136FF"/>
    <w:rsid w:val="00913B73"/>
    <w:rsid w:val="009324DF"/>
    <w:rsid w:val="009407D2"/>
    <w:rsid w:val="009447BA"/>
    <w:rsid w:val="00954DC5"/>
    <w:rsid w:val="00971FF1"/>
    <w:rsid w:val="009740D8"/>
    <w:rsid w:val="009904AA"/>
    <w:rsid w:val="00993FB4"/>
    <w:rsid w:val="00996BA1"/>
    <w:rsid w:val="009B402A"/>
    <w:rsid w:val="00A165A7"/>
    <w:rsid w:val="00A30A71"/>
    <w:rsid w:val="00A3108B"/>
    <w:rsid w:val="00A3216A"/>
    <w:rsid w:val="00A34491"/>
    <w:rsid w:val="00A360D0"/>
    <w:rsid w:val="00A447F2"/>
    <w:rsid w:val="00A46176"/>
    <w:rsid w:val="00A851A1"/>
    <w:rsid w:val="00A96EB0"/>
    <w:rsid w:val="00AF589D"/>
    <w:rsid w:val="00B128A3"/>
    <w:rsid w:val="00B2125E"/>
    <w:rsid w:val="00B42889"/>
    <w:rsid w:val="00B47B0F"/>
    <w:rsid w:val="00B70689"/>
    <w:rsid w:val="00B76DE5"/>
    <w:rsid w:val="00B77ECC"/>
    <w:rsid w:val="00B8414A"/>
    <w:rsid w:val="00B86A5D"/>
    <w:rsid w:val="00B928A4"/>
    <w:rsid w:val="00BA0F67"/>
    <w:rsid w:val="00BA463F"/>
    <w:rsid w:val="00BC0896"/>
    <w:rsid w:val="00BC3BFB"/>
    <w:rsid w:val="00BE2C6B"/>
    <w:rsid w:val="00BE3D50"/>
    <w:rsid w:val="00BE7444"/>
    <w:rsid w:val="00C37A6B"/>
    <w:rsid w:val="00C91A67"/>
    <w:rsid w:val="00CA64C7"/>
    <w:rsid w:val="00CA67B7"/>
    <w:rsid w:val="00CB0DF2"/>
    <w:rsid w:val="00CC4E71"/>
    <w:rsid w:val="00CF749D"/>
    <w:rsid w:val="00D12141"/>
    <w:rsid w:val="00D15BEF"/>
    <w:rsid w:val="00D171D7"/>
    <w:rsid w:val="00D4302A"/>
    <w:rsid w:val="00D51974"/>
    <w:rsid w:val="00D60653"/>
    <w:rsid w:val="00D70B0B"/>
    <w:rsid w:val="00D71110"/>
    <w:rsid w:val="00D726DE"/>
    <w:rsid w:val="00D95EE0"/>
    <w:rsid w:val="00D9733A"/>
    <w:rsid w:val="00DB3C9A"/>
    <w:rsid w:val="00DB729C"/>
    <w:rsid w:val="00DD3BC4"/>
    <w:rsid w:val="00DD3F20"/>
    <w:rsid w:val="00E0106B"/>
    <w:rsid w:val="00E06134"/>
    <w:rsid w:val="00E14B44"/>
    <w:rsid w:val="00E3320C"/>
    <w:rsid w:val="00E36CD6"/>
    <w:rsid w:val="00E56827"/>
    <w:rsid w:val="00E61D46"/>
    <w:rsid w:val="00E648ED"/>
    <w:rsid w:val="00E8394C"/>
    <w:rsid w:val="00E90402"/>
    <w:rsid w:val="00EA7397"/>
    <w:rsid w:val="00EE39BD"/>
    <w:rsid w:val="00EF14F1"/>
    <w:rsid w:val="00EF6F10"/>
    <w:rsid w:val="00F077BF"/>
    <w:rsid w:val="00F155A2"/>
    <w:rsid w:val="00F17DFE"/>
    <w:rsid w:val="00F30A34"/>
    <w:rsid w:val="00F33114"/>
    <w:rsid w:val="00F56B5E"/>
    <w:rsid w:val="00F56C9E"/>
    <w:rsid w:val="00F70C77"/>
    <w:rsid w:val="00F73AAA"/>
    <w:rsid w:val="00F84E42"/>
    <w:rsid w:val="00F90143"/>
    <w:rsid w:val="00FA3A9D"/>
    <w:rsid w:val="00FA4158"/>
    <w:rsid w:val="00FB6837"/>
    <w:rsid w:val="00FC0B1D"/>
    <w:rsid w:val="00FE48A2"/>
    <w:rsid w:val="00FF37D9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E9413762-D184-4CBE-A635-12774567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59"/>
    <w:rsid w:val="008366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A11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A1128"/>
    <w:rPr>
      <w:rFonts w:ascii="Lato" w:hAnsi="Lato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F8E"/>
    <w:pPr>
      <w:suppressAutoHyphens w:val="0"/>
      <w:spacing w:after="240"/>
    </w:pPr>
    <w:rPr>
      <w:rFonts w:ascii="Lato" w:eastAsia="Calibri" w:hAnsi="Lato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F8E"/>
    <w:rPr>
      <w:rFonts w:ascii="Lato" w:eastAsia="Times New Roman" w:hAnsi="Lato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7</TotalTime>
  <Pages>1</Pages>
  <Words>166</Words>
  <Characters>1115</Characters>
  <Application>Microsoft Office Word</Application>
  <DocSecurity>0</DocSecurity>
  <Lines>18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28</cp:revision>
  <cp:lastPrinted>2025-12-31T09:07:00Z</cp:lastPrinted>
  <dcterms:created xsi:type="dcterms:W3CDTF">2023-03-24T14:30:00Z</dcterms:created>
  <dcterms:modified xsi:type="dcterms:W3CDTF">2025-12-31T09:18:00Z</dcterms:modified>
</cp:coreProperties>
</file>