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CA746" w14:textId="77777777" w:rsidR="003F2EFF" w:rsidRPr="00396CF5" w:rsidRDefault="003F2EFF" w:rsidP="003F2EFF">
      <w:pPr>
        <w:jc w:val="right"/>
        <w:rPr>
          <w:rFonts w:eastAsia="TTE18E86E0t00"/>
        </w:rPr>
      </w:pPr>
    </w:p>
    <w:p w14:paraId="69EDE93C" w14:textId="42FBF063" w:rsidR="003F2EFF" w:rsidRPr="00396CF5" w:rsidRDefault="001473A4" w:rsidP="003F2EFF">
      <w:pPr>
        <w:autoSpaceDE w:val="0"/>
        <w:jc w:val="right"/>
        <w:rPr>
          <w:rFonts w:eastAsia="TTE18E86E0t00"/>
        </w:rPr>
      </w:pPr>
      <w:r>
        <w:rPr>
          <w:rFonts w:eastAsia="TTE18E86E0t00"/>
        </w:rPr>
        <w:t>Załącznik nr 3 do SWZ</w:t>
      </w:r>
    </w:p>
    <w:p w14:paraId="0F25EDD5" w14:textId="77777777" w:rsidR="003F2EFF" w:rsidRPr="00396CF5" w:rsidRDefault="003F2EFF" w:rsidP="003F2EFF">
      <w:pPr>
        <w:autoSpaceDE w:val="0"/>
        <w:rPr>
          <w:rFonts w:eastAsia="TTE18E86E0t00"/>
        </w:rPr>
      </w:pPr>
    </w:p>
    <w:p w14:paraId="513562A0" w14:textId="77777777" w:rsidR="003F2EFF" w:rsidRPr="00396CF5" w:rsidRDefault="003F2EFF" w:rsidP="003F2EFF">
      <w:pPr>
        <w:autoSpaceDE w:val="0"/>
        <w:rPr>
          <w:rFonts w:eastAsia="TTE18E86E0t00"/>
        </w:rPr>
      </w:pPr>
    </w:p>
    <w:p w14:paraId="0839FB61" w14:textId="3D21B54F" w:rsidR="003F2EFF" w:rsidRPr="00396CF5" w:rsidRDefault="003F2EFF" w:rsidP="003F2EFF">
      <w:pPr>
        <w:autoSpaceDE w:val="0"/>
      </w:pPr>
      <w:r w:rsidRPr="00396CF5">
        <w:rPr>
          <w:rFonts w:eastAsia="TTE18E86E0t00"/>
        </w:rPr>
        <w:t>.....................................................</w:t>
      </w:r>
    </w:p>
    <w:p w14:paraId="336D6EA3" w14:textId="77777777" w:rsidR="003F2EFF" w:rsidRPr="00396CF5" w:rsidRDefault="003F2EFF" w:rsidP="003F2EFF">
      <w:pPr>
        <w:autoSpaceDE w:val="0"/>
      </w:pPr>
      <w:r w:rsidRPr="00396CF5">
        <w:rPr>
          <w:rFonts w:eastAsia="Arial"/>
        </w:rPr>
        <w:t xml:space="preserve">      </w:t>
      </w:r>
      <w:r w:rsidRPr="00396CF5">
        <w:rPr>
          <w:rFonts w:eastAsia="TTE18E1440t00"/>
        </w:rPr>
        <w:t>Nazwa i adres wykonawcy</w:t>
      </w:r>
    </w:p>
    <w:p w14:paraId="083A381D" w14:textId="0815868B" w:rsidR="003F2EFF" w:rsidRPr="00396CF5" w:rsidRDefault="003F2EFF" w:rsidP="003F2EFF">
      <w:pPr>
        <w:autoSpaceDE w:val="0"/>
        <w:rPr>
          <w:rFonts w:eastAsia="TTE18E8370t00"/>
        </w:rPr>
      </w:pPr>
    </w:p>
    <w:p w14:paraId="78DC71DD" w14:textId="77777777" w:rsidR="003F2EFF" w:rsidRPr="00396CF5" w:rsidRDefault="003F2EFF" w:rsidP="003F2EFF">
      <w:pPr>
        <w:spacing w:line="360" w:lineRule="auto"/>
        <w:jc w:val="center"/>
        <w:rPr>
          <w:rFonts w:eastAsia="Arial"/>
          <w:b/>
          <w:u w:val="single"/>
        </w:rPr>
      </w:pPr>
    </w:p>
    <w:p w14:paraId="48011EB5" w14:textId="77777777" w:rsidR="003F2EFF" w:rsidRPr="00396CF5" w:rsidRDefault="003F2EFF" w:rsidP="003F2EFF">
      <w:pPr>
        <w:spacing w:line="360" w:lineRule="auto"/>
        <w:jc w:val="center"/>
        <w:rPr>
          <w:rFonts w:eastAsia="Arial"/>
          <w:b/>
          <w:u w:val="single"/>
        </w:rPr>
      </w:pPr>
    </w:p>
    <w:p w14:paraId="25A2BC06" w14:textId="77777777" w:rsidR="003F2EFF" w:rsidRPr="00396CF5" w:rsidRDefault="003F2EFF" w:rsidP="003F2EFF">
      <w:pPr>
        <w:spacing w:line="360" w:lineRule="auto"/>
        <w:jc w:val="center"/>
        <w:rPr>
          <w:rFonts w:eastAsia="Arial"/>
          <w:b/>
          <w:u w:val="single"/>
        </w:rPr>
      </w:pPr>
    </w:p>
    <w:p w14:paraId="3C875C4B" w14:textId="6E03DF84" w:rsidR="003F2EFF" w:rsidRPr="00396CF5" w:rsidRDefault="003F2EFF" w:rsidP="003F2EFF">
      <w:pPr>
        <w:spacing w:line="360" w:lineRule="auto"/>
        <w:jc w:val="center"/>
      </w:pPr>
      <w:r w:rsidRPr="00396CF5">
        <w:rPr>
          <w:rFonts w:eastAsia="Arial"/>
          <w:b/>
          <w:u w:val="single"/>
        </w:rPr>
        <w:t>O Ś W I A D C Z E N I E</w:t>
      </w:r>
    </w:p>
    <w:p w14:paraId="2FEC8615" w14:textId="77777777" w:rsidR="003F2EFF" w:rsidRPr="00396CF5" w:rsidRDefault="003F2EFF" w:rsidP="003F2EFF">
      <w:pPr>
        <w:spacing w:line="360" w:lineRule="auto"/>
        <w:jc w:val="center"/>
        <w:rPr>
          <w:bCs/>
        </w:rPr>
      </w:pPr>
      <w:r w:rsidRPr="00396CF5">
        <w:rPr>
          <w:bCs/>
        </w:rPr>
        <w:t xml:space="preserve">składane na podstawie art. 125 ust. 1 ustawy z dnia 11 września 2019r. </w:t>
      </w:r>
    </w:p>
    <w:p w14:paraId="149DBA6B" w14:textId="622F3BB0" w:rsidR="00414E78" w:rsidRPr="00414E78" w:rsidRDefault="003F2EFF" w:rsidP="00414E78">
      <w:pPr>
        <w:spacing w:line="360" w:lineRule="auto"/>
        <w:jc w:val="center"/>
        <w:rPr>
          <w:bCs/>
        </w:rPr>
      </w:pPr>
      <w:r w:rsidRPr="00396CF5">
        <w:rPr>
          <w:rFonts w:eastAsia="Arial"/>
          <w:bCs/>
        </w:rPr>
        <w:t xml:space="preserve"> </w:t>
      </w:r>
      <w:r w:rsidRPr="00396CF5">
        <w:rPr>
          <w:bCs/>
        </w:rPr>
        <w:t>Prawo zamówień public</w:t>
      </w:r>
      <w:r w:rsidR="00414E78">
        <w:rPr>
          <w:bCs/>
        </w:rPr>
        <w:t xml:space="preserve">znych (dalej jako: ustawa </w:t>
      </w:r>
      <w:proofErr w:type="spellStart"/>
      <w:r w:rsidR="00414E78">
        <w:rPr>
          <w:bCs/>
        </w:rPr>
        <w:t>Pzp</w:t>
      </w:r>
      <w:proofErr w:type="spellEnd"/>
      <w:r w:rsidR="00414E78">
        <w:rPr>
          <w:bCs/>
        </w:rPr>
        <w:t xml:space="preserve">), Dz.U.2024.1320 </w:t>
      </w:r>
      <w:proofErr w:type="spellStart"/>
      <w:r w:rsidR="00414E78">
        <w:rPr>
          <w:bCs/>
        </w:rPr>
        <w:t>t.j</w:t>
      </w:r>
      <w:proofErr w:type="spellEnd"/>
      <w:r w:rsidR="00414E78">
        <w:rPr>
          <w:bCs/>
        </w:rPr>
        <w:t>.</w:t>
      </w:r>
    </w:p>
    <w:p w14:paraId="09B942C7" w14:textId="77777777" w:rsidR="003F2EFF" w:rsidRPr="00396CF5" w:rsidRDefault="003F2EFF" w:rsidP="003F2EFF">
      <w:pPr>
        <w:spacing w:before="120" w:line="360" w:lineRule="auto"/>
        <w:jc w:val="center"/>
      </w:pPr>
      <w:r w:rsidRPr="00396CF5">
        <w:rPr>
          <w:rFonts w:eastAsia="Arial"/>
          <w:b/>
          <w:u w:val="single"/>
        </w:rPr>
        <w:t>DOTYCZĄCE PRZESŁANEK WYKLUCZENIA Z POSTĘPOWANIA</w:t>
      </w:r>
    </w:p>
    <w:p w14:paraId="23438324" w14:textId="77777777" w:rsidR="003F2EFF" w:rsidRPr="00396CF5" w:rsidRDefault="003F2EFF" w:rsidP="003F2EFF">
      <w:pPr>
        <w:spacing w:line="100" w:lineRule="atLeast"/>
        <w:jc w:val="center"/>
        <w:rPr>
          <w:rFonts w:eastAsia="Calibri"/>
        </w:rPr>
      </w:pPr>
    </w:p>
    <w:p w14:paraId="700AD46A" w14:textId="77777777" w:rsidR="003F2EFF" w:rsidRPr="00396CF5" w:rsidRDefault="003F2EFF" w:rsidP="003F2EFF">
      <w:pPr>
        <w:spacing w:line="360" w:lineRule="auto"/>
        <w:jc w:val="center"/>
      </w:pPr>
      <w:r w:rsidRPr="00396CF5">
        <w:t>Na potrzeby postępowania o udzielenie zamówienia publicznego pn.:</w:t>
      </w:r>
    </w:p>
    <w:p w14:paraId="7B8ED043" w14:textId="7E9BBA08" w:rsidR="00503537" w:rsidRPr="00503537" w:rsidRDefault="00127349" w:rsidP="00503537">
      <w:pPr>
        <w:spacing w:line="360" w:lineRule="auto"/>
        <w:jc w:val="center"/>
      </w:pPr>
      <w:bookmarkStart w:id="0" w:name="_Hlk74295691"/>
      <w:bookmarkStart w:id="1" w:name="_Hlk74294652"/>
      <w:bookmarkStart w:id="2" w:name="_Hlk74653337"/>
      <w:r>
        <w:rPr>
          <w:b/>
        </w:rPr>
        <w:t>„ Przygotowanie i dostawa</w:t>
      </w:r>
      <w:r w:rsidR="00503537" w:rsidRPr="00503537">
        <w:rPr>
          <w:b/>
        </w:rPr>
        <w:t xml:space="preserve"> posiłków dla dzieci uczęszczających do </w:t>
      </w:r>
      <w:r>
        <w:rPr>
          <w:b/>
        </w:rPr>
        <w:t xml:space="preserve">Żłobka Gminnego </w:t>
      </w:r>
      <w:r w:rsidR="00E45CA7">
        <w:rPr>
          <w:b/>
        </w:rPr>
        <w:br/>
      </w:r>
      <w:bookmarkStart w:id="3" w:name="_GoBack"/>
      <w:bookmarkEnd w:id="3"/>
      <w:r>
        <w:rPr>
          <w:b/>
        </w:rPr>
        <w:t>w Świerzawie (ul. Dworcowa 4a</w:t>
      </w:r>
      <w:r w:rsidR="00503537" w:rsidRPr="00503537">
        <w:rPr>
          <w:b/>
        </w:rPr>
        <w:t>)”</w:t>
      </w:r>
      <w:bookmarkEnd w:id="0"/>
    </w:p>
    <w:bookmarkEnd w:id="1"/>
    <w:bookmarkEnd w:id="2"/>
    <w:p w14:paraId="7BD1F9D6" w14:textId="75DD53D7" w:rsidR="003F2EFF" w:rsidRPr="00396CF5" w:rsidRDefault="003F2EFF" w:rsidP="00CA4557">
      <w:pPr>
        <w:spacing w:line="360" w:lineRule="auto"/>
      </w:pPr>
    </w:p>
    <w:p w14:paraId="416A87D8" w14:textId="661A8660" w:rsidR="003F2EFF" w:rsidRPr="00396CF5" w:rsidRDefault="003F2EFF" w:rsidP="00CA4557">
      <w:pPr>
        <w:pStyle w:val="Akapitzlist1"/>
        <w:spacing w:after="0" w:line="360" w:lineRule="auto"/>
        <w:ind w:left="0"/>
        <w:jc w:val="both"/>
      </w:pPr>
      <w:r w:rsidRPr="00396CF5">
        <w:rPr>
          <w:rFonts w:eastAsia="Arial"/>
        </w:rPr>
        <w:t>Oświadczam, że nie podlegam wykluczeniu z postępowania na podstawie  art. 108 ust 1 pkt 1-6 ustawy Pzp.</w:t>
      </w:r>
    </w:p>
    <w:p w14:paraId="2EEA421C" w14:textId="3CD530B1" w:rsidR="003F2EFF" w:rsidRPr="00396CF5" w:rsidRDefault="003F2EFF" w:rsidP="00CA4557">
      <w:pPr>
        <w:pStyle w:val="Akapitzlist1"/>
        <w:spacing w:after="0" w:line="360" w:lineRule="auto"/>
        <w:ind w:left="0"/>
        <w:jc w:val="both"/>
        <w:rPr>
          <w:rFonts w:eastAsia="Arial"/>
          <w:color w:val="000000"/>
        </w:rPr>
      </w:pPr>
      <w:r w:rsidRPr="00396CF5">
        <w:rPr>
          <w:rFonts w:eastAsia="Arial"/>
        </w:rPr>
        <w:t xml:space="preserve">Oświadczam, że nie podlegam wykluczeniu z postępowania na podstawie  art. 109 </w:t>
      </w:r>
      <w:r w:rsidRPr="00396CF5">
        <w:rPr>
          <w:rFonts w:eastAsia="Arial"/>
          <w:color w:val="000000"/>
        </w:rPr>
        <w:t>ust. 1 pkt 4 i pkt 6  ustawy Pzp.</w:t>
      </w:r>
    </w:p>
    <w:p w14:paraId="5EA03335" w14:textId="46E65D82" w:rsidR="00CA4557" w:rsidRPr="00396CF5" w:rsidRDefault="00CA4557" w:rsidP="00CA4557">
      <w:pPr>
        <w:pStyle w:val="Akapitzlist1"/>
        <w:spacing w:after="0" w:line="360" w:lineRule="auto"/>
        <w:ind w:left="0"/>
        <w:jc w:val="both"/>
        <w:rPr>
          <w:rFonts w:eastAsia="Arial"/>
          <w:color w:val="000000"/>
        </w:rPr>
      </w:pPr>
      <w:bookmarkStart w:id="4" w:name="_Hlk63763496"/>
      <w:r w:rsidRPr="00396CF5">
        <w:rPr>
          <w:rFonts w:eastAsia="Arial"/>
          <w:color w:val="000000"/>
        </w:rPr>
        <w:t>Jednocześnie oświadczam, że  informacje zawarte w nin. oświadczeniu są aktualne</w:t>
      </w:r>
      <w:bookmarkEnd w:id="4"/>
      <w:r w:rsidRPr="00396CF5">
        <w:rPr>
          <w:rFonts w:eastAsia="Arial"/>
          <w:color w:val="000000"/>
        </w:rPr>
        <w:t>.</w:t>
      </w:r>
    </w:p>
    <w:p w14:paraId="6BF70170" w14:textId="7E50DD2F" w:rsidR="003F2EFF" w:rsidRPr="00396CF5" w:rsidRDefault="003F2EFF" w:rsidP="003F2EFF">
      <w:pPr>
        <w:spacing w:line="100" w:lineRule="atLeast"/>
        <w:ind w:left="5385"/>
        <w:jc w:val="both"/>
        <w:rPr>
          <w:rFonts w:eastAsia="Arial"/>
        </w:rPr>
      </w:pPr>
    </w:p>
    <w:p w14:paraId="7F425240" w14:textId="32A2ADB2" w:rsidR="00CA4557" w:rsidRDefault="00CA4557" w:rsidP="003F2EFF">
      <w:pPr>
        <w:spacing w:line="100" w:lineRule="atLeast"/>
        <w:ind w:left="5385"/>
        <w:jc w:val="both"/>
        <w:rPr>
          <w:rFonts w:eastAsia="Arial"/>
        </w:rPr>
      </w:pPr>
    </w:p>
    <w:p w14:paraId="25EE5829" w14:textId="77777777" w:rsidR="00396CF5" w:rsidRPr="00396CF5" w:rsidRDefault="00396CF5" w:rsidP="003F2EFF">
      <w:pPr>
        <w:spacing w:line="100" w:lineRule="atLeast"/>
        <w:ind w:left="5385"/>
        <w:jc w:val="both"/>
        <w:rPr>
          <w:rFonts w:eastAsia="Arial"/>
        </w:rPr>
      </w:pPr>
    </w:p>
    <w:p w14:paraId="7DFF1AA6" w14:textId="77777777" w:rsidR="003F2EFF" w:rsidRPr="00396CF5" w:rsidRDefault="003F2EFF" w:rsidP="003F2EFF">
      <w:pPr>
        <w:spacing w:line="100" w:lineRule="atLeast"/>
        <w:ind w:left="5385"/>
        <w:jc w:val="both"/>
        <w:rPr>
          <w:rFonts w:eastAsia="Arial"/>
        </w:rPr>
      </w:pPr>
    </w:p>
    <w:p w14:paraId="3EAE40F9" w14:textId="77777777" w:rsidR="003F2EFF" w:rsidRPr="00396CF5" w:rsidRDefault="003F2EFF" w:rsidP="003F2EFF">
      <w:pPr>
        <w:spacing w:line="100" w:lineRule="atLeast"/>
        <w:ind w:left="5385"/>
        <w:jc w:val="both"/>
        <w:rPr>
          <w:rFonts w:eastAsia="Arial"/>
        </w:rPr>
      </w:pPr>
    </w:p>
    <w:p w14:paraId="3DFF753C" w14:textId="77777777" w:rsidR="003F2EFF" w:rsidRPr="00396CF5" w:rsidRDefault="003F2EFF" w:rsidP="003F2EFF">
      <w:pPr>
        <w:jc w:val="both"/>
      </w:pPr>
      <w:r w:rsidRPr="00396CF5">
        <w:t>data …....................................</w:t>
      </w:r>
    </w:p>
    <w:p w14:paraId="0C416467" w14:textId="77777777" w:rsidR="003F2EFF" w:rsidRPr="00396CF5" w:rsidRDefault="003F2EFF" w:rsidP="003F2EFF">
      <w:pPr>
        <w:ind w:left="5385"/>
        <w:jc w:val="both"/>
      </w:pPr>
      <w:r w:rsidRPr="00396CF5">
        <w:t>..................................................................</w:t>
      </w:r>
    </w:p>
    <w:p w14:paraId="255F6CB1" w14:textId="564BCD45" w:rsidR="003F2EFF" w:rsidRPr="00396CF5" w:rsidRDefault="003F2EFF" w:rsidP="00396CF5">
      <w:pPr>
        <w:ind w:left="5385"/>
        <w:jc w:val="both"/>
      </w:pPr>
      <w:r w:rsidRPr="00396CF5">
        <w:t>podpis Wykonawcy</w:t>
      </w:r>
      <w:r w:rsidR="00396CF5">
        <w:t xml:space="preserve"> </w:t>
      </w:r>
      <w:r w:rsidRPr="00396CF5">
        <w:t>lub upełnomocnionego</w:t>
      </w:r>
    </w:p>
    <w:p w14:paraId="58D97E9E" w14:textId="07B8B88A" w:rsidR="003F2EFF" w:rsidRPr="00396CF5" w:rsidRDefault="003F2EFF" w:rsidP="003F2EFF">
      <w:pPr>
        <w:widowControl w:val="0"/>
        <w:autoSpaceDE w:val="0"/>
        <w:spacing w:line="100" w:lineRule="atLeast"/>
        <w:ind w:left="5385"/>
        <w:jc w:val="both"/>
      </w:pPr>
      <w:r w:rsidRPr="00396CF5">
        <w:rPr>
          <w:rFonts w:eastAsia="Arial"/>
          <w:color w:val="000000"/>
        </w:rPr>
        <w:t>przedstawiciela Wykonawcy</w:t>
      </w:r>
    </w:p>
    <w:p w14:paraId="2ADB55B5" w14:textId="77777777" w:rsidR="003F2EFF" w:rsidRPr="00396CF5" w:rsidRDefault="003F2EFF" w:rsidP="003F2EFF">
      <w:pPr>
        <w:widowControl w:val="0"/>
        <w:autoSpaceDE w:val="0"/>
        <w:spacing w:line="100" w:lineRule="atLeast"/>
        <w:ind w:left="5385"/>
        <w:jc w:val="both"/>
        <w:rPr>
          <w:rFonts w:eastAsia="Arial"/>
          <w:color w:val="000000"/>
        </w:rPr>
      </w:pPr>
    </w:p>
    <w:p w14:paraId="3B73C038" w14:textId="77777777" w:rsidR="003F2EFF" w:rsidRPr="00396CF5" w:rsidRDefault="003F2EFF" w:rsidP="003F2EFF">
      <w:pPr>
        <w:widowControl w:val="0"/>
        <w:autoSpaceDE w:val="0"/>
        <w:spacing w:line="100" w:lineRule="atLeast"/>
        <w:ind w:left="5385"/>
        <w:jc w:val="both"/>
        <w:rPr>
          <w:rFonts w:eastAsia="Arial"/>
          <w:color w:val="000000"/>
        </w:rPr>
      </w:pPr>
    </w:p>
    <w:p w14:paraId="62A1F869" w14:textId="77777777" w:rsidR="003F2EFF" w:rsidRPr="00396CF5" w:rsidRDefault="003F2EFF" w:rsidP="003F2EFF">
      <w:pPr>
        <w:widowControl w:val="0"/>
        <w:autoSpaceDE w:val="0"/>
        <w:spacing w:line="100" w:lineRule="atLeast"/>
        <w:ind w:left="5385"/>
        <w:jc w:val="both"/>
        <w:rPr>
          <w:rFonts w:eastAsia="Arial"/>
          <w:color w:val="000000"/>
        </w:rPr>
      </w:pPr>
    </w:p>
    <w:p w14:paraId="7AC3CCB3" w14:textId="77777777" w:rsidR="003F2EFF" w:rsidRPr="00396CF5" w:rsidRDefault="003F2EFF" w:rsidP="003F2EFF">
      <w:pPr>
        <w:widowControl w:val="0"/>
        <w:autoSpaceDE w:val="0"/>
        <w:spacing w:line="100" w:lineRule="atLeast"/>
        <w:ind w:left="5385"/>
        <w:jc w:val="both"/>
        <w:rPr>
          <w:rFonts w:eastAsia="Arial"/>
          <w:color w:val="000000"/>
        </w:rPr>
      </w:pPr>
    </w:p>
    <w:p w14:paraId="3946186D" w14:textId="2E756F9A" w:rsidR="003F2EFF" w:rsidRPr="00396CF5" w:rsidRDefault="003F2EFF" w:rsidP="00B149AE">
      <w:pPr>
        <w:pageBreakBefore/>
        <w:spacing w:line="360" w:lineRule="auto"/>
        <w:jc w:val="center"/>
      </w:pPr>
      <w:r w:rsidRPr="00396CF5">
        <w:rPr>
          <w:b/>
          <w:highlight w:val="lightGray"/>
        </w:rPr>
        <w:lastRenderedPageBreak/>
        <w:t>OŚWIADCZENIE DOTYCZĄCE PODMIOTU, NA KTÓREGO ZASOBY POWOŁUJE SIĘ WYKONAWCA</w:t>
      </w:r>
    </w:p>
    <w:p w14:paraId="5123DB99" w14:textId="77777777" w:rsidR="003F2EFF" w:rsidRPr="00396CF5" w:rsidRDefault="003F2EFF" w:rsidP="003F2EFF">
      <w:pPr>
        <w:jc w:val="right"/>
      </w:pPr>
      <w:r w:rsidRPr="00396CF5">
        <w:rPr>
          <w:color w:val="000000"/>
          <w:highlight w:val="white"/>
        </w:rPr>
        <w:t>(jeżeli dotyczy)</w:t>
      </w:r>
    </w:p>
    <w:p w14:paraId="67AC59CA" w14:textId="77777777" w:rsidR="003F2EFF" w:rsidRPr="00396CF5" w:rsidRDefault="003F2EFF" w:rsidP="003F2EFF">
      <w:pPr>
        <w:jc w:val="right"/>
        <w:rPr>
          <w:color w:val="000000"/>
          <w:highlight w:val="white"/>
        </w:rPr>
      </w:pPr>
    </w:p>
    <w:p w14:paraId="59FD9916" w14:textId="77777777" w:rsidR="003F2EFF" w:rsidRPr="00396CF5" w:rsidRDefault="003F2EFF" w:rsidP="003F2EFF">
      <w:pPr>
        <w:jc w:val="right"/>
        <w:rPr>
          <w:color w:val="000000"/>
          <w:highlight w:val="white"/>
        </w:rPr>
      </w:pPr>
    </w:p>
    <w:p w14:paraId="70E6C0BF" w14:textId="7B3620BF" w:rsidR="003F2EFF" w:rsidRPr="00396CF5" w:rsidRDefault="003F2EFF" w:rsidP="003F2EFF">
      <w:pPr>
        <w:spacing w:line="360" w:lineRule="auto"/>
        <w:jc w:val="both"/>
      </w:pPr>
      <w:r w:rsidRPr="00396CF5">
        <w:rPr>
          <w:highlight w:val="white"/>
        </w:rPr>
        <w:t>Oświadczam, że następujący/e podmiot/y, na którego/</w:t>
      </w:r>
      <w:proofErr w:type="spellStart"/>
      <w:r w:rsidRPr="00396CF5">
        <w:rPr>
          <w:highlight w:val="white"/>
        </w:rPr>
        <w:t>ych</w:t>
      </w:r>
      <w:proofErr w:type="spellEnd"/>
      <w:r w:rsidRPr="00396CF5">
        <w:rPr>
          <w:highlight w:val="white"/>
        </w:rPr>
        <w:t xml:space="preserve"> zasoby powołuję się w niniejszym postępowaniu,</w:t>
      </w:r>
      <w:r w:rsidR="00396CF5">
        <w:rPr>
          <w:highlight w:val="white"/>
        </w:rPr>
        <w:t> </w:t>
      </w:r>
      <w:r w:rsidRPr="00396CF5">
        <w:rPr>
          <w:highlight w:val="white"/>
        </w:rPr>
        <w:t>tj.:</w:t>
      </w:r>
      <w:r w:rsidR="00396CF5">
        <w:br/>
      </w:r>
      <w:r w:rsidRPr="00396CF5">
        <w:t xml:space="preserve">…………………………………………………………………………………………………………….………….……………………… </w:t>
      </w:r>
    </w:p>
    <w:p w14:paraId="5F7D64D5" w14:textId="36917CEB" w:rsidR="003F2EFF" w:rsidRPr="00396CF5" w:rsidRDefault="003F2EFF" w:rsidP="003F2EFF">
      <w:pPr>
        <w:spacing w:line="360" w:lineRule="auto"/>
        <w:jc w:val="both"/>
      </w:pPr>
      <w:r w:rsidRPr="00396CF5">
        <w:rPr>
          <w:i/>
          <w:vertAlign w:val="superscript"/>
        </w:rPr>
        <w:t>(podać pełną nazwę/firmę, adres, a także w zależności od podmiotu: NIP/PESEL, KRS/</w:t>
      </w:r>
      <w:proofErr w:type="spellStart"/>
      <w:r w:rsidRPr="00396CF5">
        <w:rPr>
          <w:i/>
          <w:vertAlign w:val="superscript"/>
        </w:rPr>
        <w:t>CEiDG</w:t>
      </w:r>
      <w:proofErr w:type="spellEnd"/>
      <w:r w:rsidRPr="00396CF5">
        <w:rPr>
          <w:i/>
          <w:vertAlign w:val="superscript"/>
        </w:rPr>
        <w:t xml:space="preserve">) </w:t>
      </w:r>
    </w:p>
    <w:p w14:paraId="68922C8C" w14:textId="7B9B6082" w:rsidR="003F2EFF" w:rsidRPr="00396CF5" w:rsidRDefault="003F2EFF" w:rsidP="003F2EFF">
      <w:pPr>
        <w:spacing w:line="360" w:lineRule="auto"/>
        <w:jc w:val="both"/>
      </w:pPr>
      <w:r w:rsidRPr="00396CF5">
        <w:t>nie podlega/ją wykluczeniu na podstawie - art. 108 ust. 1 pkt. 1-6 oraz art. 109 ust 1 pkt 4 i pkt 6 ustawy PZP z postępowania o udzielenie zamówienia.</w:t>
      </w:r>
    </w:p>
    <w:p w14:paraId="12D25477" w14:textId="3934A5AC" w:rsidR="00CA4557" w:rsidRPr="00396CF5" w:rsidRDefault="00CA4557" w:rsidP="003F2EFF">
      <w:pPr>
        <w:spacing w:line="360" w:lineRule="auto"/>
        <w:jc w:val="both"/>
      </w:pPr>
      <w:r w:rsidRPr="00396CF5">
        <w:rPr>
          <w:rFonts w:eastAsia="Arial"/>
          <w:color w:val="000000"/>
        </w:rPr>
        <w:t>Jednocześnie oświadczam, że  informacje zawarte w nin. oświadczeniu są aktualne</w:t>
      </w:r>
    </w:p>
    <w:p w14:paraId="4AC3E9A6" w14:textId="77777777" w:rsidR="003F2EFF" w:rsidRPr="00396CF5" w:rsidRDefault="003F2EFF" w:rsidP="003F2EFF">
      <w:pPr>
        <w:spacing w:line="360" w:lineRule="auto"/>
        <w:jc w:val="both"/>
      </w:pPr>
    </w:p>
    <w:p w14:paraId="58E769A2" w14:textId="77777777" w:rsidR="003F2EFF" w:rsidRPr="00396CF5" w:rsidRDefault="003F2EFF" w:rsidP="003F2EFF">
      <w:pPr>
        <w:spacing w:line="360" w:lineRule="auto"/>
        <w:jc w:val="both"/>
      </w:pPr>
    </w:p>
    <w:p w14:paraId="40CC4E02" w14:textId="77777777" w:rsidR="003F2EFF" w:rsidRPr="00396CF5" w:rsidRDefault="003F2EFF" w:rsidP="003F2EFF">
      <w:pPr>
        <w:jc w:val="both"/>
      </w:pPr>
      <w:r w:rsidRPr="00396CF5">
        <w:t>data …....................................</w:t>
      </w:r>
    </w:p>
    <w:p w14:paraId="78D97A9D" w14:textId="77777777" w:rsidR="003F2EFF" w:rsidRPr="00396CF5" w:rsidRDefault="003F2EFF" w:rsidP="003F2EFF">
      <w:pPr>
        <w:ind w:left="5385"/>
        <w:jc w:val="both"/>
      </w:pPr>
      <w:r w:rsidRPr="00396CF5">
        <w:t>..................................................................</w:t>
      </w:r>
    </w:p>
    <w:p w14:paraId="5B96A690" w14:textId="312E330F" w:rsidR="003F2EFF" w:rsidRPr="00396CF5" w:rsidRDefault="003F2EFF" w:rsidP="00396CF5">
      <w:pPr>
        <w:ind w:left="5385"/>
        <w:jc w:val="both"/>
      </w:pPr>
      <w:r w:rsidRPr="00396CF5">
        <w:t>podpis  Wykonawcy</w:t>
      </w:r>
      <w:r w:rsidRPr="00396CF5">
        <w:rPr>
          <w:rFonts w:eastAsia="Arial"/>
        </w:rPr>
        <w:t xml:space="preserve"> </w:t>
      </w:r>
      <w:r w:rsidRPr="00396CF5">
        <w:t>lub upełnomocnionego</w:t>
      </w:r>
    </w:p>
    <w:p w14:paraId="3D80CD29" w14:textId="62A0D254" w:rsidR="003F2EFF" w:rsidRPr="00396CF5" w:rsidRDefault="003F2EFF" w:rsidP="003F2EFF">
      <w:pPr>
        <w:widowControl w:val="0"/>
        <w:autoSpaceDE w:val="0"/>
        <w:spacing w:line="100" w:lineRule="atLeast"/>
        <w:ind w:left="5385"/>
        <w:jc w:val="both"/>
      </w:pPr>
      <w:r w:rsidRPr="00396CF5">
        <w:rPr>
          <w:rFonts w:eastAsia="Arial"/>
          <w:color w:val="000000"/>
        </w:rPr>
        <w:t>przedstawiciela Wykonawcy</w:t>
      </w:r>
    </w:p>
    <w:p w14:paraId="114B787C" w14:textId="77777777" w:rsidR="003F2EFF" w:rsidRPr="00396CF5" w:rsidRDefault="003F2EFF" w:rsidP="003F2EFF">
      <w:pPr>
        <w:widowControl w:val="0"/>
        <w:autoSpaceDE w:val="0"/>
        <w:spacing w:line="100" w:lineRule="atLeast"/>
        <w:ind w:left="5385"/>
        <w:jc w:val="both"/>
        <w:rPr>
          <w:rFonts w:eastAsia="Arial"/>
          <w:color w:val="000000"/>
        </w:rPr>
      </w:pPr>
    </w:p>
    <w:p w14:paraId="4320944D" w14:textId="77777777" w:rsidR="003F2EFF" w:rsidRPr="00396CF5" w:rsidRDefault="003F2EFF" w:rsidP="003F2EFF">
      <w:pPr>
        <w:jc w:val="right"/>
        <w:rPr>
          <w:highlight w:val="lightGray"/>
        </w:rPr>
      </w:pPr>
    </w:p>
    <w:p w14:paraId="4CD8412C" w14:textId="77777777" w:rsidR="003F2EFF" w:rsidRPr="00396CF5" w:rsidRDefault="003F2EFF" w:rsidP="003F2EFF">
      <w:pPr>
        <w:jc w:val="right"/>
      </w:pPr>
    </w:p>
    <w:p w14:paraId="1F4906E2" w14:textId="77777777" w:rsidR="003F2EFF" w:rsidRPr="00396CF5" w:rsidRDefault="003F2EFF" w:rsidP="003F2EFF">
      <w:pPr>
        <w:jc w:val="right"/>
      </w:pPr>
    </w:p>
    <w:p w14:paraId="4F99D408" w14:textId="77777777" w:rsidR="003F2EFF" w:rsidRPr="00396CF5" w:rsidRDefault="003F2EFF" w:rsidP="00B149AE">
      <w:pPr>
        <w:spacing w:line="360" w:lineRule="auto"/>
        <w:jc w:val="center"/>
      </w:pPr>
      <w:r w:rsidRPr="00396CF5">
        <w:rPr>
          <w:b/>
          <w:color w:val="000000"/>
          <w:highlight w:val="lightGray"/>
        </w:rPr>
        <w:t>OŚWIADCZENIE DOTYCZĄCE PODWYKONAWCY</w:t>
      </w:r>
    </w:p>
    <w:p w14:paraId="5B681F21" w14:textId="77777777" w:rsidR="003F2EFF" w:rsidRPr="00396CF5" w:rsidRDefault="003F2EFF" w:rsidP="003F2EFF">
      <w:pPr>
        <w:jc w:val="right"/>
      </w:pPr>
      <w:r w:rsidRPr="00396CF5">
        <w:rPr>
          <w:color w:val="000000"/>
          <w:highlight w:val="white"/>
        </w:rPr>
        <w:t>(jeżeli dotyczy)</w:t>
      </w:r>
    </w:p>
    <w:p w14:paraId="447F283A" w14:textId="77777777" w:rsidR="003F2EFF" w:rsidRPr="00396CF5" w:rsidRDefault="003F2EFF" w:rsidP="000F0558">
      <w:pPr>
        <w:rPr>
          <w:color w:val="000000"/>
          <w:highlight w:val="white"/>
        </w:rPr>
      </w:pPr>
    </w:p>
    <w:p w14:paraId="5D3720D8" w14:textId="77777777" w:rsidR="003F2EFF" w:rsidRPr="00396CF5" w:rsidRDefault="003F2EFF" w:rsidP="000F0558">
      <w:pPr>
        <w:spacing w:line="360" w:lineRule="auto"/>
      </w:pPr>
      <w:r w:rsidRPr="00396CF5">
        <w:rPr>
          <w:color w:val="000000"/>
          <w:highlight w:val="white"/>
        </w:rPr>
        <w:t>Oświadczam, że następujący podwykonawcy, tj.:…………………………………………………………………………………</w:t>
      </w:r>
      <w:r w:rsidRPr="00396CF5">
        <w:rPr>
          <w:color w:val="000000"/>
        </w:rPr>
        <w:t xml:space="preserve"> …………………………………………………………………………………………………………….………….……………………… </w:t>
      </w:r>
    </w:p>
    <w:p w14:paraId="26F3EE43" w14:textId="27CD8A01" w:rsidR="003F2EFF" w:rsidRPr="00396CF5" w:rsidRDefault="003F2EFF" w:rsidP="003F2EFF">
      <w:pPr>
        <w:spacing w:line="360" w:lineRule="auto"/>
        <w:jc w:val="both"/>
      </w:pPr>
      <w:r w:rsidRPr="00396CF5">
        <w:rPr>
          <w:i/>
          <w:color w:val="000000"/>
          <w:vertAlign w:val="superscript"/>
        </w:rPr>
        <w:t>(podać pełną nazwę/firmę, adres, a także w zależności od podmiotu: NIP/PESEL, KRS/</w:t>
      </w:r>
      <w:proofErr w:type="spellStart"/>
      <w:r w:rsidRPr="00396CF5">
        <w:rPr>
          <w:i/>
          <w:color w:val="000000"/>
          <w:vertAlign w:val="superscript"/>
        </w:rPr>
        <w:t>CEiDG</w:t>
      </w:r>
      <w:proofErr w:type="spellEnd"/>
      <w:r w:rsidRPr="00396CF5">
        <w:rPr>
          <w:i/>
          <w:color w:val="000000"/>
          <w:vertAlign w:val="superscript"/>
        </w:rPr>
        <w:t xml:space="preserve">) </w:t>
      </w:r>
    </w:p>
    <w:p w14:paraId="77085A7A" w14:textId="77777777" w:rsidR="003F2EFF" w:rsidRPr="00396CF5" w:rsidRDefault="003F2EFF" w:rsidP="003F2EFF">
      <w:pPr>
        <w:spacing w:line="360" w:lineRule="auto"/>
        <w:jc w:val="both"/>
      </w:pPr>
      <w:r w:rsidRPr="00396CF5">
        <w:rPr>
          <w:color w:val="000000"/>
        </w:rPr>
        <w:t>nie podlega/ją wykluczeniu na podstawie - art. 108 ust. 1 pkt. 1-6 oraz art. 109 ust 1 pkt 4 i pkt 6 ustawy PZP z postępowania o udzielenie zamówienia .</w:t>
      </w:r>
    </w:p>
    <w:p w14:paraId="1683E7DE" w14:textId="6F100D6F" w:rsidR="003F2EFF" w:rsidRPr="00396CF5" w:rsidRDefault="00CA4557" w:rsidP="003F2EFF">
      <w:pPr>
        <w:spacing w:line="360" w:lineRule="auto"/>
        <w:jc w:val="both"/>
        <w:rPr>
          <w:color w:val="000000"/>
        </w:rPr>
      </w:pPr>
      <w:r w:rsidRPr="00396CF5">
        <w:rPr>
          <w:rFonts w:eastAsia="Arial"/>
          <w:color w:val="000000"/>
        </w:rPr>
        <w:t>Jednocześnie oświadczam, że  informacje zawarte w nin. oświadczeniu są aktualne</w:t>
      </w:r>
    </w:p>
    <w:p w14:paraId="5D62F8B4" w14:textId="77777777" w:rsidR="003F2EFF" w:rsidRPr="00396CF5" w:rsidRDefault="003F2EFF" w:rsidP="003F2EFF">
      <w:pPr>
        <w:spacing w:line="360" w:lineRule="auto"/>
        <w:jc w:val="both"/>
        <w:rPr>
          <w:color w:val="000000"/>
        </w:rPr>
      </w:pPr>
    </w:p>
    <w:p w14:paraId="0491854E" w14:textId="2505D3EC" w:rsidR="003F2EFF" w:rsidRPr="00396CF5" w:rsidRDefault="003F2EFF" w:rsidP="00CC65D9">
      <w:pPr>
        <w:jc w:val="both"/>
      </w:pPr>
      <w:r w:rsidRPr="00396CF5">
        <w:rPr>
          <w:color w:val="000000"/>
        </w:rPr>
        <w:t>data …....................................</w:t>
      </w:r>
    </w:p>
    <w:sectPr w:rsidR="003F2EFF" w:rsidRPr="00396CF5" w:rsidSect="006C61DE">
      <w:headerReference w:type="default" r:id="rId7"/>
      <w:footerReference w:type="default" r:id="rId8"/>
      <w:pgSz w:w="11906" w:h="16838"/>
      <w:pgMar w:top="1134" w:right="1134" w:bottom="1276" w:left="1134" w:header="284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5A8FF" w14:textId="77777777" w:rsidR="00302B52" w:rsidRDefault="00302B52">
      <w:r>
        <w:separator/>
      </w:r>
    </w:p>
  </w:endnote>
  <w:endnote w:type="continuationSeparator" w:id="0">
    <w:p w14:paraId="07514E7D" w14:textId="77777777" w:rsidR="00302B52" w:rsidRDefault="00302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E18E86E0t00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8E1440t00">
    <w:charset w:val="EE"/>
    <w:family w:val="auto"/>
    <w:pitch w:val="default"/>
  </w:font>
  <w:font w:name="TTE18E8370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10570653"/>
      <w:docPartObj>
        <w:docPartGallery w:val="Page Numbers (Top of Page)"/>
        <w:docPartUnique/>
      </w:docPartObj>
    </w:sdtPr>
    <w:sdtEndPr/>
    <w:sdtContent>
      <w:p w14:paraId="4FD05D53" w14:textId="71AC7414" w:rsidR="006C61DE" w:rsidRDefault="006C61DE" w:rsidP="006C61DE">
        <w:pPr>
          <w:pStyle w:val="Stopka"/>
          <w:rPr>
            <w:sz w:val="16"/>
            <w:szCs w:val="16"/>
          </w:rPr>
        </w:pPr>
        <w:r w:rsidRPr="00BF289D">
          <w:rPr>
            <w:sz w:val="16"/>
            <w:szCs w:val="16"/>
          </w:rPr>
          <w:t xml:space="preserve"> </w:t>
        </w:r>
      </w:p>
      <w:p w14:paraId="17FE7A7D" w14:textId="3BC37807" w:rsidR="002C2016" w:rsidRPr="006C61DE" w:rsidRDefault="00302B52" w:rsidP="00396CF5">
        <w:pPr>
          <w:pStyle w:val="Stopka"/>
          <w:jc w:val="center"/>
          <w:rPr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E6929" w14:textId="77777777" w:rsidR="00302B52" w:rsidRDefault="00302B52">
      <w:r>
        <w:separator/>
      </w:r>
    </w:p>
  </w:footnote>
  <w:footnote w:type="continuationSeparator" w:id="0">
    <w:p w14:paraId="4E7DF855" w14:textId="77777777" w:rsidR="00302B52" w:rsidRDefault="00302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17F5E" w14:textId="6BB5E29C" w:rsidR="00960520" w:rsidRDefault="00302B52" w:rsidP="00303678">
    <w:pPr>
      <w:pStyle w:val="Nagwek"/>
      <w:jc w:val="center"/>
      <w:rPr>
        <w:sz w:val="16"/>
        <w:szCs w:val="16"/>
      </w:rPr>
    </w:pPr>
  </w:p>
  <w:p w14:paraId="3CE022CC" w14:textId="77777777" w:rsidR="00FB3CE1" w:rsidRPr="00960520" w:rsidRDefault="00302B52" w:rsidP="00303678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877B3"/>
    <w:multiLevelType w:val="multilevel"/>
    <w:tmpl w:val="7D7C9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56C79EE"/>
    <w:multiLevelType w:val="hybridMultilevel"/>
    <w:tmpl w:val="50F64956"/>
    <w:lvl w:ilvl="0" w:tplc="9C12D8D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64B72DD"/>
    <w:multiLevelType w:val="hybridMultilevel"/>
    <w:tmpl w:val="7CBE227E"/>
    <w:lvl w:ilvl="0" w:tplc="C2B8B7F2">
      <w:start w:val="1"/>
      <w:numFmt w:val="decimal"/>
      <w:lvlText w:val="%1)"/>
      <w:lvlJc w:val="left"/>
      <w:pPr>
        <w:ind w:left="1245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3" w15:restartNumberingAfterBreak="0">
    <w:nsid w:val="51945040"/>
    <w:multiLevelType w:val="hybridMultilevel"/>
    <w:tmpl w:val="DCF66DEC"/>
    <w:lvl w:ilvl="0" w:tplc="B380BF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D85C71"/>
    <w:multiLevelType w:val="hybridMultilevel"/>
    <w:tmpl w:val="76786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E2BC5"/>
    <w:multiLevelType w:val="hybridMultilevel"/>
    <w:tmpl w:val="76786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FF"/>
    <w:rsid w:val="00014A28"/>
    <w:rsid w:val="0002269B"/>
    <w:rsid w:val="000C3D93"/>
    <w:rsid w:val="000F0558"/>
    <w:rsid w:val="00126611"/>
    <w:rsid w:val="00127349"/>
    <w:rsid w:val="001473A4"/>
    <w:rsid w:val="001719D2"/>
    <w:rsid w:val="00192B88"/>
    <w:rsid w:val="001B5B69"/>
    <w:rsid w:val="00204379"/>
    <w:rsid w:val="00295CBA"/>
    <w:rsid w:val="00302B52"/>
    <w:rsid w:val="00331D85"/>
    <w:rsid w:val="00357C2B"/>
    <w:rsid w:val="00396CF5"/>
    <w:rsid w:val="003B6EFC"/>
    <w:rsid w:val="003F2EFF"/>
    <w:rsid w:val="003F4939"/>
    <w:rsid w:val="00414E78"/>
    <w:rsid w:val="004878D6"/>
    <w:rsid w:val="004B3CA3"/>
    <w:rsid w:val="004F1211"/>
    <w:rsid w:val="00503537"/>
    <w:rsid w:val="00604B12"/>
    <w:rsid w:val="00677DB3"/>
    <w:rsid w:val="006C3EAA"/>
    <w:rsid w:val="006C61DE"/>
    <w:rsid w:val="006C736B"/>
    <w:rsid w:val="006F08C6"/>
    <w:rsid w:val="0073321D"/>
    <w:rsid w:val="0074555B"/>
    <w:rsid w:val="007F1777"/>
    <w:rsid w:val="008F50E6"/>
    <w:rsid w:val="00916B59"/>
    <w:rsid w:val="009B43BA"/>
    <w:rsid w:val="00A50D80"/>
    <w:rsid w:val="00A52BF9"/>
    <w:rsid w:val="00B149AE"/>
    <w:rsid w:val="00B21F42"/>
    <w:rsid w:val="00B43639"/>
    <w:rsid w:val="00B74C80"/>
    <w:rsid w:val="00BE5892"/>
    <w:rsid w:val="00C84CF2"/>
    <w:rsid w:val="00CA4557"/>
    <w:rsid w:val="00CC65D9"/>
    <w:rsid w:val="00D14C94"/>
    <w:rsid w:val="00D2571F"/>
    <w:rsid w:val="00D61E22"/>
    <w:rsid w:val="00D658F0"/>
    <w:rsid w:val="00D80AB6"/>
    <w:rsid w:val="00DC7DED"/>
    <w:rsid w:val="00E45CA7"/>
    <w:rsid w:val="00E75B6C"/>
    <w:rsid w:val="00EA086A"/>
    <w:rsid w:val="00EE2986"/>
    <w:rsid w:val="00F519BB"/>
    <w:rsid w:val="00FC15C5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9F4EDC"/>
  <w15:chartTrackingRefBased/>
  <w15:docId w15:val="{E1180A80-BFCE-4603-A053-1D594D4E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E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4E7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B3CA3"/>
  </w:style>
  <w:style w:type="paragraph" w:styleId="Stopka">
    <w:name w:val="footer"/>
    <w:basedOn w:val="Normalny"/>
    <w:link w:val="StopkaZnak"/>
    <w:uiPriority w:val="99"/>
    <w:unhideWhenUsed/>
    <w:rsid w:val="004B3CA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B3CA3"/>
  </w:style>
  <w:style w:type="paragraph" w:styleId="Akapitzlist">
    <w:name w:val="List Paragraph"/>
    <w:basedOn w:val="Normalny"/>
    <w:uiPriority w:val="34"/>
    <w:qFormat/>
    <w:rsid w:val="004B3CA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EAA"/>
    <w:pPr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EA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6C61DE"/>
    <w:rPr>
      <w:color w:val="0000FF"/>
      <w:u w:val="single"/>
    </w:rPr>
  </w:style>
  <w:style w:type="paragraph" w:customStyle="1" w:styleId="Akapitzlist1">
    <w:name w:val="Akapit z listą1"/>
    <w:basedOn w:val="Normalny"/>
    <w:rsid w:val="003F2EFF"/>
    <w:pPr>
      <w:spacing w:after="160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65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58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58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58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58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6CF5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4E7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6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mruk\Documents\Niestandardowe%20szablony%20pakietu%20Office\wsparcie%20kszta&#322;cenia%20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wsparcie kształcenia szablon.dotx</Template>
  <TotalTime>0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2025-11-05T19:30:00Z</dcterms:created>
  <dcterms:modified xsi:type="dcterms:W3CDTF">2025-11-11T11:09:00Z</dcterms:modified>
</cp:coreProperties>
</file>