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60470A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17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/202</w:t>
      </w:r>
      <w:r w:rsidR="001F72FE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5</w:t>
      </w:r>
    </w:p>
    <w:p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Wykonawca:</w:t>
      </w:r>
    </w:p>
    <w:p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r w:rsidRPr="00DB5824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E97B83" w:rsidRPr="0060470A" w:rsidRDefault="00E97B83" w:rsidP="00E97B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jc w:val="both"/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</w:pPr>
      <w:r w:rsidRPr="0060470A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Na potrzeby postępowania o udzielenie zamówienia publicznego</w:t>
      </w:r>
      <w:r w:rsidRPr="0060470A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 xml:space="preserve"> pn. „</w:t>
      </w:r>
      <w:r w:rsidR="0060470A" w:rsidRPr="0060470A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 xml:space="preserve">Dostawa symulatorów do rozrodu i inseminacji zwierząt dla </w:t>
      </w:r>
      <w:r w:rsidR="0060470A" w:rsidRPr="0060470A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>Zespołu Szkół Centrum Kształcenia Rolniczego im. St. Staszica w Swarożynie</w:t>
      </w:r>
      <w:r w:rsidRPr="0060470A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>”</w:t>
      </w:r>
      <w:r w:rsidRPr="0060470A">
        <w:rPr>
          <w:rFonts w:ascii="Tahoma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>,</w:t>
      </w:r>
      <w:r w:rsidRPr="0060470A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 xml:space="preserve"> </w:t>
      </w:r>
      <w:r w:rsidRPr="0060470A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oświadczam, co następuje:</w:t>
      </w:r>
    </w:p>
    <w:p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Specyfikacji Warunków Zamówienia w ust. </w:t>
      </w:r>
      <w:r w:rsidR="00DB5824">
        <w:rPr>
          <w:rFonts w:ascii="Tahoma" w:hAnsi="Tahoma" w:cs="Tahoma"/>
          <w:sz w:val="20"/>
          <w:szCs w:val="20"/>
        </w:rPr>
        <w:t>VI</w:t>
      </w:r>
      <w:r w:rsidR="004450BB">
        <w:rPr>
          <w:rFonts w:ascii="Tahoma" w:hAnsi="Tahoma" w:cs="Tahoma"/>
          <w:sz w:val="20"/>
          <w:szCs w:val="20"/>
        </w:rPr>
        <w:t>I</w:t>
      </w:r>
      <w:r w:rsidR="00DB5824">
        <w:rPr>
          <w:rFonts w:ascii="Tahoma" w:hAnsi="Tahoma" w:cs="Tahoma"/>
          <w:sz w:val="20"/>
          <w:szCs w:val="20"/>
        </w:rPr>
        <w:t>I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Oświadczam, że następujący/e podmiot/y, na którego/ych zasoby powołuję się w niniejszym postępowaniu, </w:t>
      </w:r>
      <w:r w:rsidR="00E97B83">
        <w:rPr>
          <w:rFonts w:ascii="Tahoma" w:hAnsi="Tahoma" w:cs="Tahoma"/>
          <w:sz w:val="20"/>
          <w:szCs w:val="20"/>
          <w:lang w:val="pl-PL"/>
        </w:rPr>
        <w:t xml:space="preserve">                 </w:t>
      </w:r>
      <w:r w:rsidRPr="00DB5824">
        <w:rPr>
          <w:rFonts w:ascii="Tahoma" w:hAnsi="Tahoma" w:cs="Tahoma"/>
          <w:sz w:val="20"/>
          <w:szCs w:val="20"/>
          <w:lang w:val="pl-PL"/>
        </w:rPr>
        <w:t xml:space="preserve">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KRS/CEiDG</w:t>
      </w:r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DB5824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:rsidR="001859D2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:rsidR="0060470A" w:rsidRDefault="0060470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:rsidR="0060470A" w:rsidRPr="00DB5824" w:rsidRDefault="0060470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6 do SWZ</w:t>
      </w:r>
    </w:p>
    <w:p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60470A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17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/202</w:t>
      </w:r>
      <w:r w:rsidR="001F72FE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5</w:t>
      </w:r>
    </w:p>
    <w:p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Wykaz </w:t>
      </w:r>
      <w:r w:rsidR="004450BB">
        <w:rPr>
          <w:rFonts w:ascii="Tahoma" w:hAnsi="Tahoma" w:cs="Tahoma"/>
          <w:b/>
          <w:bCs/>
          <w:sz w:val="20"/>
          <w:szCs w:val="20"/>
          <w:lang w:eastAsia="ar-SA"/>
        </w:rPr>
        <w:t>dostaw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</w:p>
    <w:p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Cs/>
          <w:sz w:val="20"/>
          <w:szCs w:val="20"/>
          <w:lang w:eastAsia="ar-SA"/>
        </w:rPr>
      </w:pPr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Wykonanych, w ciągu ostatnich </w:t>
      </w:r>
      <w:r w:rsidR="00E97B83">
        <w:rPr>
          <w:rFonts w:ascii="Tahoma" w:hAnsi="Tahoma" w:cs="Tahoma"/>
          <w:bCs/>
          <w:sz w:val="20"/>
          <w:szCs w:val="20"/>
          <w:lang w:eastAsia="ar-SA"/>
        </w:rPr>
        <w:t>3</w:t>
      </w:r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lat, przed upływem terminu składania ofert, a jeżeli okres prowadzenia działalności jest krótszy - w tym okresie</w:t>
      </w:r>
    </w:p>
    <w:p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bCs/>
          <w:sz w:val="20"/>
          <w:szCs w:val="20"/>
          <w:lang w:eastAsia="ar-SA"/>
        </w:rPr>
      </w:pPr>
    </w:p>
    <w:tbl>
      <w:tblPr>
        <w:tblW w:w="97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893"/>
        <w:gridCol w:w="2064"/>
        <w:gridCol w:w="2676"/>
        <w:gridCol w:w="1922"/>
        <w:gridCol w:w="2155"/>
      </w:tblGrid>
      <w:tr w:rsidR="00B17491" w:rsidRPr="00DB5824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17491" w:rsidRPr="00DB5824" w:rsidRDefault="00B17491" w:rsidP="004450BB">
            <w:pPr>
              <w:suppressAutoHyphens/>
              <w:snapToGrid w:val="0"/>
              <w:spacing w:line="23" w:lineRule="atLeast"/>
              <w:ind w:left="-135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Przedmiot </w:t>
            </w:r>
            <w:r w:rsidR="004450BB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dostawy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17491" w:rsidRPr="00DB5824" w:rsidRDefault="00B17491" w:rsidP="00B17491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Wartość brutto (PLN)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Nazwa i adres odbiorcy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Data wykonania </w:t>
            </w:r>
          </w:p>
          <w:p w:rsidR="00B17491" w:rsidRPr="00DB5824" w:rsidRDefault="00B17491" w:rsidP="00B73B1A">
            <w:pPr>
              <w:suppressAutoHyphens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84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B17491" w:rsidRPr="00DB5824" w:rsidRDefault="00B17491" w:rsidP="00B17491">
      <w:pPr>
        <w:suppressAutoHyphens/>
        <w:spacing w:line="23" w:lineRule="atLeast"/>
        <w:jc w:val="both"/>
        <w:rPr>
          <w:rFonts w:ascii="Tahoma" w:hAnsi="Tahoma" w:cs="Tahoma"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sz w:val="20"/>
          <w:szCs w:val="20"/>
          <w:lang w:eastAsia="ar-SA"/>
        </w:rPr>
        <w:t>UWAGA:</w:t>
      </w:r>
      <w:r w:rsidRPr="00DB5824">
        <w:rPr>
          <w:rFonts w:ascii="Tahoma" w:hAnsi="Tahoma" w:cs="Tahoma"/>
          <w:sz w:val="20"/>
          <w:szCs w:val="20"/>
          <w:lang w:eastAsia="ar-SA"/>
        </w:rPr>
        <w:t xml:space="preserve"> Wraz z ofertą, do wykazu należy załączyć dokumenty potwierdzające, że wskazane powyżej </w:t>
      </w:r>
      <w:r w:rsidR="004450BB">
        <w:rPr>
          <w:rFonts w:ascii="Tahoma" w:hAnsi="Tahoma" w:cs="Tahoma"/>
          <w:sz w:val="20"/>
          <w:szCs w:val="20"/>
          <w:lang w:eastAsia="ar-SA"/>
        </w:rPr>
        <w:t>dostawy</w:t>
      </w:r>
      <w:r w:rsidRPr="00DB5824">
        <w:rPr>
          <w:rFonts w:ascii="Tahoma" w:hAnsi="Tahoma" w:cs="Tahoma"/>
          <w:sz w:val="20"/>
          <w:szCs w:val="20"/>
          <w:lang w:eastAsia="ar-SA"/>
        </w:rPr>
        <w:t xml:space="preserve"> zostały wykonane należycie</w:t>
      </w:r>
    </w:p>
    <w:p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B17491" w:rsidRPr="00DB5824" w:rsidTr="00B73B1A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oświadczenia w imieniu wykonawcy </w:t>
            </w:r>
          </w:p>
        </w:tc>
      </w:tr>
      <w:tr w:rsidR="00B17491" w:rsidRPr="00DB5824" w:rsidTr="00B73B1A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B17491" w:rsidRPr="00DB5824" w:rsidTr="00B73B1A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7491" w:rsidRPr="00DB5824" w:rsidTr="00B73B1A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:rsidR="00B17491" w:rsidRPr="00DB5824" w:rsidRDefault="00B17491" w:rsidP="00B1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:rsidR="00B17491" w:rsidRPr="00DB5824" w:rsidRDefault="00B17491" w:rsidP="00B1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:rsidR="00B17491" w:rsidRPr="00DB5824" w:rsidRDefault="00B17491" w:rsidP="00B17491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:rsidR="00F009F3" w:rsidRDefault="00F009F3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:rsidR="00DB5824" w:rsidRPr="00DB5824" w:rsidRDefault="00DB5824" w:rsidP="004450BB">
      <w:pPr>
        <w:autoSpaceDE w:val="0"/>
        <w:spacing w:line="23" w:lineRule="atLeast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A59" w:rsidRDefault="00314A59" w:rsidP="00772AFE"/>
                          <w:p w:rsidR="00314A59" w:rsidRDefault="00314A59" w:rsidP="00772AFE"/>
                          <w:p w:rsidR="00314A59" w:rsidRDefault="00314A59" w:rsidP="00772AFE"/>
                          <w:p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Załącznik nr</w:t>
      </w:r>
      <w:r w:rsidR="002840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450BB">
        <w:rPr>
          <w:rFonts w:ascii="Tahoma" w:hAnsi="Tahoma" w:cs="Tahoma"/>
          <w:b/>
          <w:bCs/>
          <w:sz w:val="20"/>
          <w:szCs w:val="20"/>
        </w:rPr>
        <w:t>7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84020" w:rsidRPr="00284020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60470A">
        <w:rPr>
          <w:rFonts w:ascii="Tahoma" w:hAnsi="Tahoma" w:cs="Tahoma"/>
          <w:b/>
          <w:bCs/>
          <w:sz w:val="20"/>
          <w:szCs w:val="20"/>
        </w:rPr>
        <w:t>17</w:t>
      </w:r>
      <w:r w:rsidR="00F8526B">
        <w:rPr>
          <w:rFonts w:ascii="Tahoma" w:hAnsi="Tahoma" w:cs="Tahoma"/>
          <w:b/>
          <w:bCs/>
          <w:sz w:val="20"/>
          <w:szCs w:val="20"/>
        </w:rPr>
        <w:t>/202</w:t>
      </w:r>
      <w:r w:rsidR="001F72FE">
        <w:rPr>
          <w:rFonts w:ascii="Tahoma" w:hAnsi="Tahoma" w:cs="Tahoma"/>
          <w:b/>
          <w:bCs/>
          <w:sz w:val="20"/>
          <w:szCs w:val="20"/>
        </w:rPr>
        <w:t>5</w:t>
      </w:r>
    </w:p>
    <w:p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Wzór zobowiązania </w:t>
      </w:r>
      <w:r w:rsidRPr="00DB5824">
        <w:rPr>
          <w:rFonts w:ascii="Tahoma" w:hAnsi="Tahoma" w:cs="Tahoma"/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:rsidR="00772AFE" w:rsidRPr="00F8526B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52263" w:rsidRPr="0060470A" w:rsidRDefault="00772AFE" w:rsidP="00052263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</w:pPr>
      <w:r w:rsidRPr="0060470A">
        <w:rPr>
          <w:rFonts w:ascii="Tahoma" w:hAnsi="Tahoma" w:cs="Tahoma"/>
          <w:bCs/>
          <w:sz w:val="20"/>
          <w:szCs w:val="20"/>
        </w:rPr>
        <w:t xml:space="preserve">W </w:t>
      </w:r>
      <w:r w:rsidRPr="0060470A">
        <w:rPr>
          <w:rFonts w:ascii="Tahoma" w:hAnsi="Tahoma" w:cs="Tahoma"/>
          <w:bCs/>
          <w:color w:val="000000"/>
          <w:sz w:val="20"/>
          <w:szCs w:val="20"/>
        </w:rPr>
        <w:t xml:space="preserve">postępowaniu o udzielenie zamówienia publicznego </w:t>
      </w:r>
      <w:r w:rsidR="00284020" w:rsidRPr="0060470A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60470A" w:rsidRPr="0060470A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17</w:t>
      </w:r>
      <w:r w:rsidR="00F8526B" w:rsidRPr="0060470A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/202</w:t>
      </w:r>
      <w:r w:rsidR="001F72FE" w:rsidRPr="0060470A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5</w:t>
      </w:r>
      <w:r w:rsidR="00284020" w:rsidRPr="0060470A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r w:rsidR="005C4E9F" w:rsidRPr="0060470A">
        <w:rPr>
          <w:rFonts w:ascii="Tahoma" w:hAnsi="Tahoma" w:cs="Tahoma"/>
          <w:b/>
          <w:bCs/>
          <w:color w:val="000000"/>
          <w:sz w:val="20"/>
          <w:szCs w:val="20"/>
        </w:rPr>
        <w:t>pn</w:t>
      </w:r>
      <w:r w:rsidR="00B17491" w:rsidRPr="0060470A">
        <w:rPr>
          <w:rFonts w:ascii="Tahoma" w:hAnsi="Tahoma" w:cs="Tahoma"/>
          <w:b/>
          <w:bCs/>
          <w:color w:val="000000"/>
          <w:sz w:val="20"/>
          <w:szCs w:val="20"/>
        </w:rPr>
        <w:t>:</w:t>
      </w:r>
      <w:r w:rsidR="00B17491" w:rsidRPr="0060470A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="00E97B83" w:rsidRPr="0060470A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>„</w:t>
      </w:r>
      <w:bookmarkStart w:id="0" w:name="_Toc196720928"/>
      <w:bookmarkStart w:id="1" w:name="_Toc196721426"/>
      <w:r w:rsidR="0060470A" w:rsidRPr="0060470A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 xml:space="preserve">dostawę </w:t>
      </w:r>
      <w:bookmarkEnd w:id="0"/>
      <w:bookmarkEnd w:id="1"/>
      <w:r w:rsidR="0060470A" w:rsidRPr="0060470A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 xml:space="preserve">symulatorów do rozrodu i inseminacji zwierząt dla </w:t>
      </w:r>
      <w:r w:rsidR="0060470A" w:rsidRPr="0060470A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>Zespołu Szkół Centrum Kształcenia Rolniczego im. St. Staszica w Swarożynie</w:t>
      </w:r>
      <w:r w:rsidR="00E97B83" w:rsidRPr="0060470A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>”.</w:t>
      </w:r>
    </w:p>
    <w:p w:rsidR="005D3953" w:rsidRPr="00DB5824" w:rsidRDefault="005D3953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5C4E9F" w:rsidRPr="00DB5824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 wskazuje, iż:</w:t>
      </w:r>
    </w:p>
    <w:p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Zakres w/w zasobów przy wykonywaniu zamówienia będzie następujący: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Sposób</w:t>
      </w:r>
      <w:r w:rsidR="000C4063" w:rsidRPr="00DB5824">
        <w:rPr>
          <w:rFonts w:ascii="Tahoma" w:hAnsi="Tahoma" w:cs="Tahoma"/>
          <w:sz w:val="20"/>
          <w:szCs w:val="20"/>
        </w:rPr>
        <w:t xml:space="preserve">, okres udostępniania Wykonawcy </w:t>
      </w:r>
      <w:r w:rsidRPr="00DB5824">
        <w:rPr>
          <w:rFonts w:ascii="Tahoma" w:hAnsi="Tahoma" w:cs="Tahoma"/>
          <w:sz w:val="20"/>
          <w:szCs w:val="20"/>
        </w:rPr>
        <w:t>w/w zasobów</w:t>
      </w:r>
      <w:r w:rsidR="000C4063" w:rsidRPr="00DB5824">
        <w:rPr>
          <w:rFonts w:ascii="Tahoma" w:hAnsi="Tahoma" w:cs="Tahoma"/>
          <w:sz w:val="20"/>
          <w:szCs w:val="20"/>
        </w:rPr>
        <w:t xml:space="preserve"> oraz wykorzystnie przez Wykonawcę w/w zasobów</w:t>
      </w:r>
      <w:r w:rsidRPr="00DB5824">
        <w:rPr>
          <w:rFonts w:ascii="Tahoma" w:hAnsi="Tahoma" w:cs="Tahoma"/>
          <w:sz w:val="20"/>
          <w:szCs w:val="20"/>
        </w:rPr>
        <w:t xml:space="preserve"> będzie 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Zakres </w:t>
      </w:r>
      <w:r w:rsidR="000C4063" w:rsidRPr="00DB5824">
        <w:rPr>
          <w:rFonts w:ascii="Tahoma" w:hAnsi="Tahoma" w:cs="Tahoma"/>
          <w:sz w:val="20"/>
          <w:szCs w:val="20"/>
        </w:rPr>
        <w:t xml:space="preserve">w jakim podmiot udostępniający zasoby zrealizuje </w:t>
      </w:r>
      <w:r w:rsidR="005D3953" w:rsidRPr="00DB5824">
        <w:rPr>
          <w:rFonts w:ascii="Tahoma" w:hAnsi="Tahoma" w:cs="Tahoma"/>
          <w:sz w:val="20"/>
          <w:szCs w:val="20"/>
        </w:rPr>
        <w:t>roboty,</w:t>
      </w:r>
      <w:r w:rsidR="000C4063" w:rsidRPr="00DB5824">
        <w:rPr>
          <w:rFonts w:ascii="Tahoma" w:hAnsi="Tahoma" w:cs="Tahoma"/>
          <w:sz w:val="20"/>
          <w:szCs w:val="20"/>
        </w:rPr>
        <w:t xml:space="preserve"> których wskazane zdolności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</w:t>
      </w:r>
      <w:r w:rsidR="00052263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</w:t>
      </w:r>
      <w:r w:rsidR="0005226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Uwaga: Niniejsze zobowiązanie podmiotów trzecich do oddania do dyspozycji Wykonawcy niezbędnych zasobów na okres korzystania z nich przy wykonywaniu zamówienia </w:t>
      </w:r>
      <w:r w:rsidRPr="00DB5824">
        <w:rPr>
          <w:rFonts w:ascii="Tahoma" w:hAnsi="Tahoma" w:cs="Tahoma"/>
          <w:b/>
          <w:sz w:val="20"/>
          <w:szCs w:val="20"/>
          <w:u w:val="single"/>
        </w:rPr>
        <w:t>musi być złożone do oferty w oryginale.</w:t>
      </w:r>
    </w:p>
    <w:p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772AFE" w:rsidRPr="00DB5824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772AFE" w:rsidRPr="00DB5824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:rsidR="00196308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:rsidR="004450BB" w:rsidRPr="004450BB" w:rsidRDefault="004450BB" w:rsidP="0060470A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  <w:bookmarkStart w:id="2" w:name="_GoBack"/>
      <w:bookmarkEnd w:id="2"/>
    </w:p>
    <w:sectPr w:rsidR="004450BB" w:rsidRPr="004450BB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69" w:rsidRDefault="00B01369">
      <w:r>
        <w:separator/>
      </w:r>
    </w:p>
  </w:endnote>
  <w:endnote w:type="continuationSeparator" w:id="0">
    <w:p w:rsidR="00B01369" w:rsidRDefault="00B0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70A" w:rsidRPr="0060470A">
          <w:rPr>
            <w:noProof/>
            <w:lang w:val="pl-PL"/>
          </w:rPr>
          <w:t>3</w:t>
        </w:r>
        <w:r>
          <w:fldChar w:fldCharType="end"/>
        </w:r>
      </w:p>
    </w:sdtContent>
  </w:sdt>
  <w:p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59" w:rsidRDefault="00314A59">
    <w:pPr>
      <w:pStyle w:val="Stopka"/>
      <w:jc w:val="center"/>
    </w:pPr>
  </w:p>
  <w:p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69" w:rsidRDefault="00B01369">
      <w:r>
        <w:separator/>
      </w:r>
    </w:p>
  </w:footnote>
  <w:footnote w:type="continuationSeparator" w:id="0">
    <w:p w:rsidR="00B01369" w:rsidRDefault="00B01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59" w:rsidRDefault="00314A59">
    <w:pPr>
      <w:pStyle w:val="Nagwek"/>
    </w:pPr>
  </w:p>
  <w:p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59" w:rsidRDefault="00314A59">
    <w:pPr>
      <w:pStyle w:val="Nagwek"/>
    </w:pPr>
  </w:p>
  <w:p w:rsidR="00314A59" w:rsidRDefault="00314A59">
    <w:pPr>
      <w:pStyle w:val="Nagwek"/>
    </w:pPr>
  </w:p>
  <w:p w:rsidR="00314A59" w:rsidRDefault="00314A59" w:rsidP="003F7C11">
    <w:pPr>
      <w:pStyle w:val="Nagwek"/>
      <w:jc w:val="center"/>
    </w:pPr>
  </w:p>
  <w:p w:rsidR="00314A59" w:rsidRDefault="00314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2263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0D3B"/>
    <w:rsid w:val="00112278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0852"/>
    <w:rsid w:val="001B1594"/>
    <w:rsid w:val="001B593B"/>
    <w:rsid w:val="001C7CB3"/>
    <w:rsid w:val="001D0C9A"/>
    <w:rsid w:val="001D0FAA"/>
    <w:rsid w:val="001D1EDB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1F72FE"/>
    <w:rsid w:val="00217156"/>
    <w:rsid w:val="00217A13"/>
    <w:rsid w:val="0022022E"/>
    <w:rsid w:val="00221952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C38"/>
    <w:rsid w:val="00273F41"/>
    <w:rsid w:val="0028348F"/>
    <w:rsid w:val="00284020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1463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6ABA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0C9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50BB"/>
    <w:rsid w:val="004464A0"/>
    <w:rsid w:val="00450707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091E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58ED"/>
    <w:rsid w:val="005E69E5"/>
    <w:rsid w:val="005F06D7"/>
    <w:rsid w:val="005F2FD5"/>
    <w:rsid w:val="005F798A"/>
    <w:rsid w:val="006031D3"/>
    <w:rsid w:val="00603DC8"/>
    <w:rsid w:val="0060470A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6DF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5298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7919"/>
    <w:rsid w:val="007F4F61"/>
    <w:rsid w:val="007F5EE8"/>
    <w:rsid w:val="008107D8"/>
    <w:rsid w:val="008107F9"/>
    <w:rsid w:val="00810E9C"/>
    <w:rsid w:val="0081167F"/>
    <w:rsid w:val="00811E7C"/>
    <w:rsid w:val="0081460B"/>
    <w:rsid w:val="00814A70"/>
    <w:rsid w:val="00824D1E"/>
    <w:rsid w:val="00824E67"/>
    <w:rsid w:val="00837464"/>
    <w:rsid w:val="008411BF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2D8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56505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6E5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01369"/>
    <w:rsid w:val="00B1275F"/>
    <w:rsid w:val="00B15074"/>
    <w:rsid w:val="00B158E5"/>
    <w:rsid w:val="00B169A5"/>
    <w:rsid w:val="00B17491"/>
    <w:rsid w:val="00B24F6A"/>
    <w:rsid w:val="00B277C0"/>
    <w:rsid w:val="00B33FBA"/>
    <w:rsid w:val="00B359E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65CBC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033B"/>
    <w:rsid w:val="00E718F1"/>
    <w:rsid w:val="00E7201E"/>
    <w:rsid w:val="00E721E1"/>
    <w:rsid w:val="00E74BFA"/>
    <w:rsid w:val="00E80234"/>
    <w:rsid w:val="00E80DA5"/>
    <w:rsid w:val="00E97265"/>
    <w:rsid w:val="00E97B83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2FE"/>
    <w:rsid w:val="00F8349A"/>
    <w:rsid w:val="00F8526B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8EFE1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04F59-CE46-45B6-813E-F6A7F6AB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387CFD3C</Template>
  <TotalTime>114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32</cp:revision>
  <cp:lastPrinted>2021-05-07T10:06:00Z</cp:lastPrinted>
  <dcterms:created xsi:type="dcterms:W3CDTF">2021-05-19T12:17:00Z</dcterms:created>
  <dcterms:modified xsi:type="dcterms:W3CDTF">2025-11-05T09:30:00Z</dcterms:modified>
</cp:coreProperties>
</file>