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70F11" w14:textId="3D12A65B" w:rsidR="00821521" w:rsidRPr="001831E6" w:rsidRDefault="00340A5F" w:rsidP="001831E6">
      <w:pPr>
        <w:pStyle w:val="Nagwek6"/>
        <w:spacing w:line="276" w:lineRule="auto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1831E6">
        <w:rPr>
          <w:rFonts w:asciiTheme="minorHAnsi" w:hAnsiTheme="minorHAnsi" w:cstheme="minorHAnsi"/>
          <w:b w:val="0"/>
          <w:sz w:val="22"/>
          <w:szCs w:val="22"/>
        </w:rPr>
        <w:t>Załącznik n</w:t>
      </w:r>
      <w:r w:rsidR="00821521" w:rsidRPr="001831E6">
        <w:rPr>
          <w:rFonts w:asciiTheme="minorHAnsi" w:hAnsiTheme="minorHAnsi" w:cstheme="minorHAnsi"/>
          <w:b w:val="0"/>
          <w:sz w:val="22"/>
          <w:szCs w:val="22"/>
        </w:rPr>
        <w:t xml:space="preserve">r </w:t>
      </w:r>
      <w:r w:rsidR="0005475B" w:rsidRPr="001831E6">
        <w:rPr>
          <w:rFonts w:asciiTheme="minorHAnsi" w:hAnsiTheme="minorHAnsi" w:cstheme="minorHAnsi"/>
          <w:b w:val="0"/>
          <w:sz w:val="22"/>
          <w:szCs w:val="22"/>
          <w:lang w:val="pl-PL"/>
        </w:rPr>
        <w:t>3</w:t>
      </w:r>
      <w:r w:rsidR="00821521" w:rsidRPr="001831E6">
        <w:rPr>
          <w:rFonts w:asciiTheme="minorHAnsi" w:hAnsiTheme="minorHAnsi" w:cstheme="minorHAnsi"/>
          <w:b w:val="0"/>
          <w:sz w:val="22"/>
          <w:szCs w:val="22"/>
        </w:rPr>
        <w:t xml:space="preserve"> do </w:t>
      </w:r>
      <w:r w:rsidR="00592FBD" w:rsidRPr="001831E6">
        <w:rPr>
          <w:rFonts w:asciiTheme="minorHAnsi" w:hAnsiTheme="minorHAnsi" w:cstheme="minorHAnsi"/>
          <w:b w:val="0"/>
          <w:sz w:val="22"/>
          <w:szCs w:val="22"/>
          <w:lang w:val="pl-PL"/>
        </w:rPr>
        <w:t>SWZ</w:t>
      </w:r>
    </w:p>
    <w:p w14:paraId="5BE9C3E2" w14:textId="77777777" w:rsidR="00821521" w:rsidRPr="001831E6" w:rsidRDefault="00821521" w:rsidP="001831E6">
      <w:pPr>
        <w:spacing w:after="0" w:line="276" w:lineRule="auto"/>
        <w:jc w:val="right"/>
        <w:rPr>
          <w:rFonts w:cstheme="minorHAnsi"/>
          <w:lang w:eastAsia="x-none"/>
        </w:rPr>
      </w:pPr>
      <w:r w:rsidRPr="001831E6">
        <w:rPr>
          <w:rFonts w:cstheme="minorHAnsi"/>
          <w:lang w:eastAsia="x-none"/>
        </w:rPr>
        <w:t>wzór</w:t>
      </w:r>
    </w:p>
    <w:p w14:paraId="320CA499" w14:textId="77CFA6AB" w:rsidR="00821521" w:rsidRPr="001831E6" w:rsidRDefault="00340A5F" w:rsidP="001831E6">
      <w:pPr>
        <w:spacing w:after="0" w:line="276" w:lineRule="auto"/>
        <w:rPr>
          <w:rFonts w:cstheme="minorHAnsi"/>
          <w:lang w:eastAsia="ar-SA"/>
        </w:rPr>
      </w:pPr>
      <w:r w:rsidRPr="001831E6">
        <w:rPr>
          <w:rFonts w:cstheme="minorHAnsi"/>
        </w:rPr>
        <w:t>…………………………………………………….</w:t>
      </w:r>
    </w:p>
    <w:p w14:paraId="2A133FD9" w14:textId="4AD1D20B" w:rsidR="00821521" w:rsidRPr="001831E6" w:rsidRDefault="00D25311" w:rsidP="001831E6">
      <w:pPr>
        <w:spacing w:after="0" w:line="276" w:lineRule="auto"/>
        <w:rPr>
          <w:rFonts w:eastAsia="Times New Roman" w:cstheme="minorHAnsi"/>
          <w:iCs/>
        </w:rPr>
      </w:pPr>
      <w:r w:rsidRPr="001831E6">
        <w:rPr>
          <w:rFonts w:eastAsia="Times New Roman" w:cstheme="minorHAnsi"/>
          <w:iCs/>
        </w:rPr>
        <w:t>……………………………………………………</w:t>
      </w:r>
    </w:p>
    <w:p w14:paraId="3F853F80" w14:textId="65532223" w:rsidR="00821521" w:rsidRPr="001831E6" w:rsidRDefault="00821521" w:rsidP="001831E6">
      <w:pPr>
        <w:spacing w:after="0" w:line="276" w:lineRule="auto"/>
        <w:rPr>
          <w:rFonts w:eastAsia="Times New Roman" w:cstheme="minorHAnsi"/>
          <w:iCs/>
        </w:rPr>
      </w:pPr>
      <w:r w:rsidRPr="001831E6">
        <w:rPr>
          <w:rFonts w:eastAsia="Times New Roman" w:cstheme="minorHAnsi"/>
          <w:iCs/>
        </w:rPr>
        <w:t>………………</w:t>
      </w:r>
      <w:r w:rsidR="00FC4E2F" w:rsidRPr="001831E6">
        <w:rPr>
          <w:rFonts w:eastAsia="Times New Roman" w:cstheme="minorHAnsi"/>
          <w:iCs/>
        </w:rPr>
        <w:t>…………………</w:t>
      </w:r>
      <w:r w:rsidR="00D25311" w:rsidRPr="001831E6">
        <w:rPr>
          <w:rFonts w:eastAsia="Times New Roman" w:cstheme="minorHAnsi"/>
          <w:iCs/>
        </w:rPr>
        <w:t>…………………</w:t>
      </w:r>
    </w:p>
    <w:p w14:paraId="75E1D8E7" w14:textId="04F85924" w:rsidR="00821521" w:rsidRPr="001831E6" w:rsidRDefault="00FC4E2F" w:rsidP="001831E6">
      <w:pPr>
        <w:spacing w:after="0" w:line="276" w:lineRule="auto"/>
        <w:ind w:firstLine="708"/>
        <w:rPr>
          <w:rFonts w:eastAsia="Calibri" w:cstheme="minorHAnsi"/>
          <w:i/>
          <w:iCs/>
        </w:rPr>
      </w:pPr>
      <w:r w:rsidRPr="001831E6">
        <w:rPr>
          <w:rFonts w:cstheme="minorHAnsi"/>
          <w:i/>
          <w:iCs/>
        </w:rPr>
        <w:t>(Wykonawca/Wykonawcy</w:t>
      </w:r>
      <w:r w:rsidR="00821521" w:rsidRPr="001831E6">
        <w:rPr>
          <w:rFonts w:cstheme="minorHAnsi"/>
          <w:i/>
          <w:iCs/>
        </w:rPr>
        <w:t>)</w:t>
      </w:r>
    </w:p>
    <w:p w14:paraId="744B1A17" w14:textId="42659912" w:rsidR="00821521" w:rsidRPr="001831E6" w:rsidRDefault="00821521" w:rsidP="001831E6">
      <w:pPr>
        <w:spacing w:after="0" w:line="276" w:lineRule="auto"/>
        <w:rPr>
          <w:rFonts w:cstheme="minorHAnsi"/>
          <w:b/>
          <w:bCs/>
        </w:rPr>
      </w:pPr>
    </w:p>
    <w:p w14:paraId="3E34091B" w14:textId="055A0349" w:rsidR="005D4452" w:rsidRPr="001831E6" w:rsidRDefault="005D4452" w:rsidP="001831E6">
      <w:pPr>
        <w:spacing w:after="0" w:line="276" w:lineRule="auto"/>
        <w:rPr>
          <w:rFonts w:cstheme="minorHAnsi"/>
          <w:b/>
          <w:bCs/>
        </w:rPr>
      </w:pPr>
    </w:p>
    <w:p w14:paraId="693CB0E1" w14:textId="52E08B05" w:rsidR="001101A2" w:rsidRPr="001831E6" w:rsidRDefault="00476936" w:rsidP="001831E6">
      <w:pPr>
        <w:spacing w:after="0" w:line="276" w:lineRule="auto"/>
        <w:jc w:val="center"/>
        <w:rPr>
          <w:rFonts w:cstheme="minorHAnsi"/>
          <w:b/>
          <w:bCs/>
        </w:rPr>
      </w:pPr>
      <w:r w:rsidRPr="001831E6">
        <w:rPr>
          <w:rFonts w:cstheme="minorHAnsi"/>
          <w:b/>
          <w:bCs/>
        </w:rPr>
        <w:t>Oświadczenie Wykonawcy</w:t>
      </w:r>
    </w:p>
    <w:p w14:paraId="77BA18AE" w14:textId="761E957B" w:rsidR="0005475B" w:rsidRPr="001831E6" w:rsidRDefault="0005475B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CA7B54" w14:textId="0B5EC142" w:rsidR="001831E6" w:rsidRPr="001831E6" w:rsidRDefault="0005475B" w:rsidP="001831E6">
      <w:pPr>
        <w:spacing w:after="0" w:line="276" w:lineRule="auto"/>
        <w:jc w:val="center"/>
        <w:rPr>
          <w:rFonts w:cstheme="minorHAnsi"/>
          <w:b/>
        </w:rPr>
      </w:pPr>
      <w:r w:rsidRPr="001831E6">
        <w:rPr>
          <w:rFonts w:cstheme="minorHAnsi"/>
          <w:bCs/>
          <w:lang w:val="x-none" w:eastAsia="pl-PL"/>
        </w:rPr>
        <w:t xml:space="preserve">W postępowaniu o zamówienie publiczne prowadzonym w trybie </w:t>
      </w:r>
      <w:r w:rsidR="00E44B2D" w:rsidRPr="001831E6">
        <w:rPr>
          <w:rFonts w:cstheme="minorHAnsi"/>
          <w:bCs/>
          <w:lang w:eastAsia="pl-PL"/>
        </w:rPr>
        <w:t xml:space="preserve">podstawowym bez negocjacji pn. </w:t>
      </w:r>
      <w:r w:rsidR="001831E6" w:rsidRPr="001831E6">
        <w:rPr>
          <w:rFonts w:cstheme="minorHAnsi"/>
          <w:b/>
        </w:rPr>
        <w:t xml:space="preserve">Usługa druku </w:t>
      </w:r>
      <w:r w:rsidR="001831E6" w:rsidRPr="001831E6">
        <w:rPr>
          <w:rFonts w:cstheme="minorHAnsi"/>
          <w:b/>
          <w:lang w:eastAsia="pl-PL"/>
        </w:rPr>
        <w:t>wraz z dostawą dla Muzeum Archeologicznego w Krakowie</w:t>
      </w:r>
    </w:p>
    <w:p w14:paraId="416BDC01" w14:textId="70EA0C05" w:rsidR="00FC4E2F" w:rsidRPr="001831E6" w:rsidRDefault="00FC4E2F" w:rsidP="001831E6">
      <w:pPr>
        <w:spacing w:line="276" w:lineRule="auto"/>
        <w:jc w:val="both"/>
        <w:rPr>
          <w:rFonts w:cstheme="minorHAnsi"/>
          <w:bCs/>
          <w:lang w:val="x-none" w:eastAsia="pl-PL"/>
        </w:rPr>
      </w:pPr>
    </w:p>
    <w:p w14:paraId="3951BE27" w14:textId="0B907F2F" w:rsidR="0005475B" w:rsidRPr="001831E6" w:rsidRDefault="0005475B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ja niżej podpisany</w:t>
      </w:r>
      <w:r w:rsidRPr="001831E6">
        <w:rPr>
          <w:rFonts w:asciiTheme="minorHAnsi" w:hAnsiTheme="minorHAnsi" w:cstheme="minorHAnsi"/>
          <w:bCs/>
          <w:sz w:val="22"/>
          <w:szCs w:val="22"/>
        </w:rPr>
        <w:t>:</w:t>
      </w:r>
    </w:p>
    <w:p w14:paraId="0FF8AA39" w14:textId="4120370E" w:rsidR="0005475B" w:rsidRPr="001831E6" w:rsidRDefault="0005475B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…………………………………………………………</w:t>
      </w:r>
      <w:r w:rsidR="00340A5F"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</w:t>
      </w:r>
      <w:r w:rsidR="00AE6AE9"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…………………………………………</w:t>
      </w:r>
      <w:r w:rsidR="00340A5F"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……………………….……</w:t>
      </w:r>
    </w:p>
    <w:p w14:paraId="51A70E32" w14:textId="77777777" w:rsidR="0005475B" w:rsidRPr="001831E6" w:rsidRDefault="0005475B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 xml:space="preserve">działając w imieniu i na rzecz </w:t>
      </w:r>
    </w:p>
    <w:p w14:paraId="10D86491" w14:textId="1BE387E8" w:rsidR="0005475B" w:rsidRPr="001831E6" w:rsidRDefault="0005475B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……………………</w:t>
      </w:r>
      <w:r w:rsidR="00340A5F"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………………………………………………………</w:t>
      </w:r>
      <w:r w:rsidR="00AE6AE9"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………………………………………….</w:t>
      </w:r>
      <w:r w:rsidR="00340A5F"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……………………</w:t>
      </w:r>
    </w:p>
    <w:p w14:paraId="2A108A70" w14:textId="243781AF" w:rsidR="0005475B" w:rsidRPr="001831E6" w:rsidRDefault="0005475B" w:rsidP="001831E6">
      <w:pPr>
        <w:pStyle w:val="Zwykytekst1"/>
        <w:spacing w:line="276" w:lineRule="auto"/>
        <w:jc w:val="center"/>
        <w:rPr>
          <w:rFonts w:asciiTheme="minorHAnsi" w:hAnsiTheme="minorHAnsi" w:cstheme="minorHAnsi"/>
          <w:bCs/>
          <w:i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i/>
          <w:sz w:val="22"/>
          <w:szCs w:val="22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64E555AB" w14:textId="728ED7A1" w:rsidR="00FC4E2F" w:rsidRPr="001831E6" w:rsidRDefault="00FC4E2F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x-none" w:eastAsia="pl-PL"/>
        </w:rPr>
      </w:pPr>
    </w:p>
    <w:p w14:paraId="478DBABB" w14:textId="77777777" w:rsidR="00FD7907" w:rsidRPr="001831E6" w:rsidRDefault="00FD7907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świadczam, że:</w:t>
      </w:r>
    </w:p>
    <w:p w14:paraId="7CB61B27" w14:textId="77777777" w:rsidR="001831E6" w:rsidRDefault="00FD7907" w:rsidP="001831E6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</w:rPr>
      </w:pPr>
      <w:r w:rsidRPr="001831E6">
        <w:rPr>
          <w:rFonts w:cstheme="minorHAnsi"/>
        </w:rPr>
        <w:t>nie podlegam wykluczeniu z postępowania na podstawie art. 108 ust. 1</w:t>
      </w:r>
      <w:r w:rsidRPr="001831E6">
        <w:rPr>
          <w:rFonts w:cstheme="minorHAnsi"/>
          <w:color w:val="FF0000"/>
        </w:rPr>
        <w:t xml:space="preserve"> </w:t>
      </w:r>
      <w:r w:rsidRPr="001831E6">
        <w:rPr>
          <w:rFonts w:cstheme="minorHAnsi"/>
        </w:rPr>
        <w:t xml:space="preserve">i art. 109 ust. 1 pkt 4 ustawy, art. 7 ustawy z dnia 13 kwietnia 2022 r. o szczególnych rozwiązaniach w zakresie przeciwdziałania wspierania agresji na Ukrainę oraz służących ochronie bezpieczeństwa narodowego (Dz. U. 2022 r., poz. 835) </w:t>
      </w:r>
    </w:p>
    <w:p w14:paraId="23417359" w14:textId="4C65E95B" w:rsidR="00FD7907" w:rsidRPr="001831E6" w:rsidRDefault="00FD7907" w:rsidP="001831E6">
      <w:pPr>
        <w:pStyle w:val="Akapitzlist"/>
        <w:spacing w:after="0" w:line="276" w:lineRule="auto"/>
        <w:ind w:left="567"/>
        <w:jc w:val="both"/>
        <w:rPr>
          <w:rFonts w:cstheme="minorHAnsi"/>
        </w:rPr>
      </w:pPr>
      <w:r w:rsidRPr="001831E6">
        <w:rPr>
          <w:rFonts w:cstheme="minorHAnsi"/>
        </w:rPr>
        <w:t>oraz spełniam warunki udziału w postępowaniu określone w Rozdziale V SWZ*.</w:t>
      </w:r>
    </w:p>
    <w:p w14:paraId="20F2E7E3" w14:textId="77777777" w:rsidR="00FD7907" w:rsidRPr="001831E6" w:rsidRDefault="00FD7907" w:rsidP="001831E6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21B6BF0A" w14:textId="77777777" w:rsidR="00FD7907" w:rsidRPr="001831E6" w:rsidRDefault="00FD7907" w:rsidP="001831E6">
      <w:pPr>
        <w:pStyle w:val="Akapitzlist"/>
        <w:spacing w:after="0" w:line="276" w:lineRule="auto"/>
        <w:ind w:left="567"/>
        <w:jc w:val="both"/>
        <w:rPr>
          <w:rFonts w:cstheme="minorHAnsi"/>
        </w:rPr>
      </w:pPr>
    </w:p>
    <w:p w14:paraId="7ACBB8B9" w14:textId="77777777" w:rsidR="00FD7907" w:rsidRPr="001831E6" w:rsidRDefault="00FD7907" w:rsidP="001831E6">
      <w:pPr>
        <w:spacing w:after="0" w:line="276" w:lineRule="auto"/>
        <w:jc w:val="right"/>
        <w:rPr>
          <w:rFonts w:cstheme="minorHAnsi"/>
        </w:rPr>
      </w:pPr>
      <w:r w:rsidRPr="001831E6">
        <w:rPr>
          <w:rFonts w:cstheme="minorHAnsi"/>
        </w:rPr>
        <w:t>................................,dnia .........................r.</w:t>
      </w:r>
    </w:p>
    <w:p w14:paraId="4639C7E6" w14:textId="77777777" w:rsidR="00FD7907" w:rsidRPr="001831E6" w:rsidRDefault="00FD7907" w:rsidP="001831E6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</w:rPr>
      </w:pPr>
      <w:r w:rsidRPr="001831E6">
        <w:rPr>
          <w:rFonts w:cstheme="minorHAnsi"/>
        </w:rPr>
        <w:t xml:space="preserve">zachodzą w stosunku do mnie podstawy wykluczenia z postępowania na podstawie </w:t>
      </w:r>
      <w:r w:rsidRPr="001831E6">
        <w:rPr>
          <w:rFonts w:cstheme="minorHAnsi"/>
        </w:rPr>
        <w:br/>
        <w:t xml:space="preserve">art. ............. ustawy Pzp </w:t>
      </w:r>
      <w:r w:rsidRPr="001831E6">
        <w:rPr>
          <w:rFonts w:cstheme="minorHAnsi"/>
          <w:i/>
        </w:rPr>
        <w:t>(podać mającą zastosowanie podstawę wykluczenia spośród wymienionych w art. 108 ust. 1 pkt 1 lub art. 109 ust. 1 pkt 4 ustawy Pzp)</w:t>
      </w:r>
      <w:r w:rsidRPr="001831E6">
        <w:rPr>
          <w:rFonts w:cstheme="minorHAnsi"/>
        </w:rPr>
        <w:t xml:space="preserve">, art. 7 ustawy z dnia 13 kwietnia 2022 r. o szczególnych rozwiązaniach w zakresie przeciwdziałania wspierania agresji na Ukrainę oraz służących ochronie bezpieczeństwa narodowego </w:t>
      </w:r>
      <w:r w:rsidRPr="001831E6">
        <w:rPr>
          <w:rFonts w:cstheme="minorHAnsi"/>
        </w:rPr>
        <w:br/>
        <w:t xml:space="preserve">(Dz. U. 2022 r., poz. 835). Jednocześnie oświadczam, że w związku z ww. okolicznością, na podstawie art. 110 ust. 2 ustawy podjąłem następujące środki naprawcze*: </w:t>
      </w:r>
    </w:p>
    <w:p w14:paraId="31B6ABE8" w14:textId="77777777" w:rsidR="00FD7907" w:rsidRPr="001831E6" w:rsidRDefault="00FD7907" w:rsidP="001831E6">
      <w:pPr>
        <w:pStyle w:val="Akapitzlist"/>
        <w:spacing w:after="0" w:line="276" w:lineRule="auto"/>
        <w:jc w:val="both"/>
        <w:rPr>
          <w:rFonts w:cstheme="minorHAnsi"/>
        </w:rPr>
      </w:pPr>
      <w:r w:rsidRPr="001831E6">
        <w:rPr>
          <w:rFonts w:cstheme="minorHAnsi"/>
        </w:rPr>
        <w:t>…………………………………………………………………………………………………………………….………………</w:t>
      </w:r>
    </w:p>
    <w:p w14:paraId="47EDA598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</w:p>
    <w:p w14:paraId="02F6888C" w14:textId="77777777" w:rsidR="00FD7907" w:rsidRPr="001831E6" w:rsidRDefault="00FD7907" w:rsidP="001831E6">
      <w:pPr>
        <w:spacing w:after="0" w:line="276" w:lineRule="auto"/>
        <w:jc w:val="right"/>
        <w:rPr>
          <w:rFonts w:cstheme="minorHAnsi"/>
        </w:rPr>
      </w:pPr>
      <w:r w:rsidRPr="001831E6">
        <w:rPr>
          <w:rFonts w:cstheme="minorHAnsi"/>
        </w:rPr>
        <w:t>.......................,dnia ….....................r.</w:t>
      </w:r>
    </w:p>
    <w:p w14:paraId="46E10B8C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</w:p>
    <w:p w14:paraId="4284C58A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  <w:r w:rsidRPr="001831E6">
        <w:rPr>
          <w:rFonts w:cstheme="minorHAnsi"/>
        </w:rPr>
        <w:t xml:space="preserve">Oświadczam, że w celu wykazania spełniania warunków udziału w postępowaniu, określonych przez Zamawiającego w Zaproszeniu polegam na zasobach następującego/ych podmiotu/ów*: </w:t>
      </w:r>
    </w:p>
    <w:p w14:paraId="7A9B1B24" w14:textId="77777777" w:rsidR="00FD7907" w:rsidRPr="001831E6" w:rsidRDefault="00FD7907" w:rsidP="001831E6">
      <w:pPr>
        <w:spacing w:after="0" w:line="276" w:lineRule="auto"/>
        <w:rPr>
          <w:rFonts w:cstheme="minorHAnsi"/>
        </w:rPr>
      </w:pPr>
      <w:r w:rsidRPr="001831E6">
        <w:rPr>
          <w:rFonts w:cstheme="minorHAnsi"/>
        </w:rPr>
        <w:t>……………………………………………………………..…..………………………………………………………………..…………</w:t>
      </w:r>
    </w:p>
    <w:p w14:paraId="2B6D3661" w14:textId="77777777" w:rsidR="00FD7907" w:rsidRPr="001831E6" w:rsidRDefault="00FD7907" w:rsidP="001831E6">
      <w:pPr>
        <w:spacing w:after="0" w:line="276" w:lineRule="auto"/>
        <w:rPr>
          <w:rFonts w:cstheme="minorHAnsi"/>
        </w:rPr>
      </w:pPr>
      <w:r w:rsidRPr="001831E6">
        <w:rPr>
          <w:rFonts w:cstheme="minorHAnsi"/>
        </w:rPr>
        <w:lastRenderedPageBreak/>
        <w:t>w następującym zakresie: …...………………………………………………………………………......................................................................</w:t>
      </w:r>
    </w:p>
    <w:p w14:paraId="17CBFC49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  <w:i/>
        </w:rPr>
      </w:pPr>
      <w:r w:rsidRPr="001831E6">
        <w:rPr>
          <w:rFonts w:cstheme="minorHAnsi"/>
          <w:i/>
        </w:rPr>
        <w:t>(wskazać podmiot i określić odpowiedni zakres dla wskazanego podmiotu).</w:t>
      </w:r>
    </w:p>
    <w:p w14:paraId="079A3638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  <w:i/>
        </w:rPr>
      </w:pPr>
    </w:p>
    <w:p w14:paraId="421EB093" w14:textId="77777777" w:rsidR="00FD7907" w:rsidRPr="001831E6" w:rsidRDefault="00FD7907" w:rsidP="001831E6">
      <w:pPr>
        <w:spacing w:after="0" w:line="276" w:lineRule="auto"/>
        <w:ind w:left="4956" w:hanging="987"/>
        <w:jc w:val="right"/>
        <w:rPr>
          <w:rFonts w:cstheme="minorHAnsi"/>
        </w:rPr>
      </w:pPr>
      <w:r w:rsidRPr="001831E6">
        <w:rPr>
          <w:rFonts w:cstheme="minorHAnsi"/>
        </w:rPr>
        <w:t xml:space="preserve">…………………...……., dnia ………….……. r. </w:t>
      </w:r>
    </w:p>
    <w:p w14:paraId="2E68D404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</w:p>
    <w:p w14:paraId="069A646A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  <w:r w:rsidRPr="001831E6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6C0AEA81" w14:textId="77777777" w:rsidR="00FD7907" w:rsidRPr="001831E6" w:rsidRDefault="00FD7907" w:rsidP="001831E6">
      <w:pPr>
        <w:spacing w:after="0" w:line="276" w:lineRule="auto"/>
        <w:jc w:val="both"/>
        <w:rPr>
          <w:rFonts w:cstheme="minorHAnsi"/>
        </w:rPr>
      </w:pPr>
    </w:p>
    <w:p w14:paraId="79D3594F" w14:textId="77777777" w:rsidR="00FD7907" w:rsidRPr="001831E6" w:rsidRDefault="00FD7907" w:rsidP="001831E6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</w:t>
      </w:r>
      <w:r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…</w:t>
      </w: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……………</w:t>
      </w:r>
      <w:r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…………</w:t>
      </w:r>
      <w:r w:rsidRPr="001831E6">
        <w:rPr>
          <w:rFonts w:asciiTheme="minorHAnsi" w:hAnsiTheme="minorHAnsi" w:cstheme="minorHAnsi"/>
          <w:bCs/>
          <w:sz w:val="22"/>
          <w:szCs w:val="22"/>
          <w:lang w:val="x-none" w:eastAsia="pl-PL"/>
        </w:rPr>
        <w:t>…</w:t>
      </w:r>
      <w:r w:rsidRPr="001831E6">
        <w:rPr>
          <w:rFonts w:asciiTheme="minorHAnsi" w:hAnsiTheme="minorHAnsi" w:cstheme="minorHAnsi"/>
          <w:bCs/>
          <w:sz w:val="22"/>
          <w:szCs w:val="22"/>
          <w:lang w:eastAsia="pl-PL"/>
        </w:rPr>
        <w:t>, dnia ……………………</w:t>
      </w:r>
    </w:p>
    <w:p w14:paraId="3C16350B" w14:textId="77777777" w:rsidR="00FD7907" w:rsidRPr="001831E6" w:rsidRDefault="00FD7907" w:rsidP="001831E6">
      <w:pPr>
        <w:pStyle w:val="Zwykytekst1"/>
        <w:spacing w:line="276" w:lineRule="auto"/>
        <w:ind w:left="5664" w:firstLine="708"/>
        <w:jc w:val="both"/>
        <w:rPr>
          <w:rFonts w:asciiTheme="minorHAnsi" w:hAnsiTheme="minorHAnsi" w:cstheme="minorHAnsi"/>
          <w:bCs/>
          <w:i/>
          <w:sz w:val="22"/>
          <w:szCs w:val="22"/>
          <w:lang w:val="x-none" w:eastAsia="pl-PL"/>
        </w:rPr>
      </w:pPr>
      <w:r w:rsidRPr="001831E6">
        <w:rPr>
          <w:rFonts w:asciiTheme="minorHAnsi" w:hAnsiTheme="minorHAnsi" w:cstheme="minorHAnsi"/>
          <w:bCs/>
          <w:i/>
          <w:sz w:val="22"/>
          <w:szCs w:val="22"/>
          <w:lang w:val="x-none" w:eastAsia="pl-PL"/>
        </w:rPr>
        <w:t>(podpis Wykonawcy)</w:t>
      </w:r>
    </w:p>
    <w:p w14:paraId="3AFDBEE3" w14:textId="77777777" w:rsidR="00FD7907" w:rsidRPr="001831E6" w:rsidRDefault="00FD7907" w:rsidP="001831E6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1831E6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3390E6C7" w14:textId="77777777" w:rsidR="00FD7907" w:rsidRPr="001831E6" w:rsidRDefault="00FD7907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831E6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</w:t>
      </w:r>
    </w:p>
    <w:p w14:paraId="58F231BD" w14:textId="77777777" w:rsidR="00FD7907" w:rsidRPr="001831E6" w:rsidRDefault="00FD7907" w:rsidP="001831E6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831E6">
        <w:rPr>
          <w:rFonts w:asciiTheme="minorHAnsi" w:hAnsiTheme="minorHAnsi" w:cstheme="minorHAnsi"/>
          <w:b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E6B0A82" w14:textId="35F16EF9" w:rsidR="00FD7907" w:rsidRPr="001831E6" w:rsidRDefault="00FD7907" w:rsidP="001831E6">
      <w:pPr>
        <w:spacing w:after="0" w:line="276" w:lineRule="auto"/>
        <w:jc w:val="both"/>
        <w:rPr>
          <w:rFonts w:cstheme="minorHAnsi"/>
          <w:b/>
          <w:bCs/>
          <w:iCs/>
        </w:rPr>
      </w:pPr>
      <w:r w:rsidRPr="001831E6">
        <w:rPr>
          <w:rFonts w:cstheme="minorHAnsi"/>
          <w:b/>
          <w:bCs/>
          <w:iCs/>
        </w:rPr>
        <w:t>Dokument należy podpisać kwalifikowanym podpisem elektronicznym, lub podpisem zaufanym lub podpisem osobistym</w:t>
      </w:r>
      <w:r w:rsidR="001831E6">
        <w:rPr>
          <w:rFonts w:cstheme="minorHAnsi"/>
          <w:b/>
          <w:bCs/>
          <w:iCs/>
        </w:rPr>
        <w:t xml:space="preserve"> (funkcja e-dowodu).</w:t>
      </w:r>
    </w:p>
    <w:sectPr w:rsidR="00FD7907" w:rsidRPr="001831E6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8737" w14:textId="77777777" w:rsidR="00383E49" w:rsidRDefault="00383E49" w:rsidP="002A4236">
      <w:pPr>
        <w:spacing w:after="0" w:line="240" w:lineRule="auto"/>
      </w:pPr>
      <w:r>
        <w:separator/>
      </w:r>
    </w:p>
  </w:endnote>
  <w:endnote w:type="continuationSeparator" w:id="0">
    <w:p w14:paraId="2294C64B" w14:textId="77777777" w:rsidR="00383E49" w:rsidRDefault="00383E49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233884"/>
      <w:docPartObj>
        <w:docPartGallery w:val="Page Numbers (Bottom of Page)"/>
        <w:docPartUnique/>
      </w:docPartObj>
    </w:sdtPr>
    <w:sdtContent>
      <w:p w14:paraId="087AD0C6" w14:textId="002B8E9D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907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3516995"/>
      <w:docPartObj>
        <w:docPartGallery w:val="Page Numbers (Bottom of Page)"/>
        <w:docPartUnique/>
      </w:docPartObj>
    </w:sdtPr>
    <w:sdtContent>
      <w:p w14:paraId="31C6C9AF" w14:textId="77770956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9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9C593" w14:textId="77777777" w:rsidR="00383E49" w:rsidRDefault="00383E49" w:rsidP="002A4236">
      <w:pPr>
        <w:spacing w:after="0" w:line="240" w:lineRule="auto"/>
      </w:pPr>
      <w:r>
        <w:separator/>
      </w:r>
    </w:p>
  </w:footnote>
  <w:footnote w:type="continuationSeparator" w:id="0">
    <w:p w14:paraId="2FDA45F0" w14:textId="77777777" w:rsidR="00383E49" w:rsidRDefault="00383E49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FDFE" w14:textId="77777777" w:rsidR="001831E6" w:rsidRPr="001831E6" w:rsidRDefault="001831E6" w:rsidP="001831E6">
    <w:pPr>
      <w:pStyle w:val="Nagwek"/>
      <w:rPr>
        <w:sz w:val="20"/>
        <w:szCs w:val="20"/>
      </w:rPr>
    </w:pPr>
    <w:r w:rsidRPr="001831E6">
      <w:rPr>
        <w:sz w:val="20"/>
        <w:szCs w:val="20"/>
      </w:rPr>
      <w:t>Nr postępowania:</w:t>
    </w:r>
    <w:r w:rsidRPr="001831E6">
      <w:rPr>
        <w:rFonts w:cstheme="minorHAnsi"/>
        <w:sz w:val="20"/>
        <w:szCs w:val="20"/>
      </w:rPr>
      <w:t xml:space="preserve"> DA-271-1/25</w:t>
    </w:r>
  </w:p>
  <w:p w14:paraId="61B59079" w14:textId="40E7124D" w:rsidR="002A4236" w:rsidRPr="001831E6" w:rsidRDefault="002A4236" w:rsidP="00183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D1180"/>
    <w:multiLevelType w:val="hybridMultilevel"/>
    <w:tmpl w:val="E880F55A"/>
    <w:lvl w:ilvl="0" w:tplc="27D0A9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553799">
    <w:abstractNumId w:val="12"/>
  </w:num>
  <w:num w:numId="2" w16cid:durableId="258637415">
    <w:abstractNumId w:val="3"/>
  </w:num>
  <w:num w:numId="3" w16cid:durableId="654141710">
    <w:abstractNumId w:val="11"/>
  </w:num>
  <w:num w:numId="4" w16cid:durableId="1463033220">
    <w:abstractNumId w:val="2"/>
  </w:num>
  <w:num w:numId="5" w16cid:durableId="2025158614">
    <w:abstractNumId w:val="5"/>
  </w:num>
  <w:num w:numId="6" w16cid:durableId="1986154334">
    <w:abstractNumId w:val="6"/>
  </w:num>
  <w:num w:numId="7" w16cid:durableId="355813971">
    <w:abstractNumId w:val="8"/>
  </w:num>
  <w:num w:numId="8" w16cid:durableId="2041737545">
    <w:abstractNumId w:val="10"/>
  </w:num>
  <w:num w:numId="9" w16cid:durableId="2042780442">
    <w:abstractNumId w:val="7"/>
  </w:num>
  <w:num w:numId="10" w16cid:durableId="773674994">
    <w:abstractNumId w:val="4"/>
  </w:num>
  <w:num w:numId="11" w16cid:durableId="5399809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877821">
    <w:abstractNumId w:val="1"/>
  </w:num>
  <w:num w:numId="13" w16cid:durableId="1114398380">
    <w:abstractNumId w:val="9"/>
  </w:num>
  <w:num w:numId="14" w16cid:durableId="261567485">
    <w:abstractNumId w:val="14"/>
  </w:num>
  <w:num w:numId="15" w16cid:durableId="884677756">
    <w:abstractNumId w:val="0"/>
  </w:num>
  <w:num w:numId="16" w16cid:durableId="20033920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75C34"/>
    <w:rsid w:val="00083968"/>
    <w:rsid w:val="000866F4"/>
    <w:rsid w:val="00086895"/>
    <w:rsid w:val="000926B0"/>
    <w:rsid w:val="00093928"/>
    <w:rsid w:val="00093BAA"/>
    <w:rsid w:val="00096073"/>
    <w:rsid w:val="00096237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01A2"/>
    <w:rsid w:val="00112EFC"/>
    <w:rsid w:val="00117276"/>
    <w:rsid w:val="00123EFD"/>
    <w:rsid w:val="001249E4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42A2"/>
    <w:rsid w:val="001548E0"/>
    <w:rsid w:val="00155B88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31E6"/>
    <w:rsid w:val="00185DB9"/>
    <w:rsid w:val="00194ACE"/>
    <w:rsid w:val="0019525C"/>
    <w:rsid w:val="00195DCD"/>
    <w:rsid w:val="001A316A"/>
    <w:rsid w:val="001A53BC"/>
    <w:rsid w:val="001B4FCA"/>
    <w:rsid w:val="001C0391"/>
    <w:rsid w:val="001C0C46"/>
    <w:rsid w:val="001C5DAF"/>
    <w:rsid w:val="001C6E37"/>
    <w:rsid w:val="001C7D11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DA3"/>
    <w:rsid w:val="00324E99"/>
    <w:rsid w:val="00331D6D"/>
    <w:rsid w:val="00333EE7"/>
    <w:rsid w:val="00334BC5"/>
    <w:rsid w:val="00335DA0"/>
    <w:rsid w:val="003364A9"/>
    <w:rsid w:val="00336D25"/>
    <w:rsid w:val="00340A5F"/>
    <w:rsid w:val="00341C7E"/>
    <w:rsid w:val="00343D5A"/>
    <w:rsid w:val="003460AD"/>
    <w:rsid w:val="00350886"/>
    <w:rsid w:val="00350A3D"/>
    <w:rsid w:val="00350C45"/>
    <w:rsid w:val="0035173A"/>
    <w:rsid w:val="0035243B"/>
    <w:rsid w:val="00352A5F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3E49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29B3"/>
    <w:rsid w:val="003D600E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0B0F"/>
    <w:rsid w:val="00443260"/>
    <w:rsid w:val="00444439"/>
    <w:rsid w:val="00450587"/>
    <w:rsid w:val="0045540F"/>
    <w:rsid w:val="00455733"/>
    <w:rsid w:val="00456F43"/>
    <w:rsid w:val="00463AC7"/>
    <w:rsid w:val="00464EEA"/>
    <w:rsid w:val="004658FC"/>
    <w:rsid w:val="0046696C"/>
    <w:rsid w:val="00472905"/>
    <w:rsid w:val="00473302"/>
    <w:rsid w:val="004742EF"/>
    <w:rsid w:val="004762AC"/>
    <w:rsid w:val="00476936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6A9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0F8"/>
    <w:rsid w:val="005C5109"/>
    <w:rsid w:val="005D2678"/>
    <w:rsid w:val="005D4452"/>
    <w:rsid w:val="005D4C48"/>
    <w:rsid w:val="005D63EF"/>
    <w:rsid w:val="005D6A6B"/>
    <w:rsid w:val="005D6CB1"/>
    <w:rsid w:val="005E3EA8"/>
    <w:rsid w:val="005E6125"/>
    <w:rsid w:val="005F2CC4"/>
    <w:rsid w:val="005F316D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70E69"/>
    <w:rsid w:val="006800D3"/>
    <w:rsid w:val="0068549D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31072"/>
    <w:rsid w:val="00836C6A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3E26"/>
    <w:rsid w:val="00884466"/>
    <w:rsid w:val="00884804"/>
    <w:rsid w:val="0088761F"/>
    <w:rsid w:val="0089096E"/>
    <w:rsid w:val="0089401D"/>
    <w:rsid w:val="00895AD4"/>
    <w:rsid w:val="008A2EA8"/>
    <w:rsid w:val="008A7C97"/>
    <w:rsid w:val="008B0D3D"/>
    <w:rsid w:val="008B1F35"/>
    <w:rsid w:val="008B4098"/>
    <w:rsid w:val="008B525A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D08"/>
    <w:rsid w:val="009B7425"/>
    <w:rsid w:val="009C2C01"/>
    <w:rsid w:val="009C4DB0"/>
    <w:rsid w:val="009C7EA4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54647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AE6AE9"/>
    <w:rsid w:val="00B019E8"/>
    <w:rsid w:val="00B01D29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12BC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8C2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4D0"/>
    <w:rsid w:val="00CC582F"/>
    <w:rsid w:val="00CC5B31"/>
    <w:rsid w:val="00CC64C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531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7712"/>
    <w:rsid w:val="00D90989"/>
    <w:rsid w:val="00D943B9"/>
    <w:rsid w:val="00D955CF"/>
    <w:rsid w:val="00DA3681"/>
    <w:rsid w:val="00DA66AB"/>
    <w:rsid w:val="00DA705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496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2085"/>
    <w:rsid w:val="00F333ED"/>
    <w:rsid w:val="00F348CA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D7907"/>
    <w:rsid w:val="00FE1891"/>
    <w:rsid w:val="00FE32C6"/>
    <w:rsid w:val="00FE35F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A58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111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Barbara Kendziak</cp:lastModifiedBy>
  <cp:revision>30</cp:revision>
  <cp:lastPrinted>2021-03-25T09:41:00Z</cp:lastPrinted>
  <dcterms:created xsi:type="dcterms:W3CDTF">2021-04-20T12:11:00Z</dcterms:created>
  <dcterms:modified xsi:type="dcterms:W3CDTF">2025-06-30T14:54:00Z</dcterms:modified>
</cp:coreProperties>
</file>