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9ECB3" w14:textId="11286FCF" w:rsidR="00F42521" w:rsidRPr="00B764C5" w:rsidRDefault="00F42521" w:rsidP="00A608A9">
      <w:pPr>
        <w:pStyle w:val="Tytu"/>
        <w:rPr>
          <w:sz w:val="22"/>
        </w:rPr>
      </w:pPr>
      <w:r w:rsidRPr="00B764C5">
        <w:rPr>
          <w:sz w:val="22"/>
        </w:rPr>
        <w:t>OPIS PRZEDMIOTU ZAMÓWIENI</w:t>
      </w:r>
      <w:r w:rsidR="00BD52B2" w:rsidRPr="00B764C5">
        <w:rPr>
          <w:sz w:val="22"/>
        </w:rPr>
        <w:t>A</w:t>
      </w:r>
    </w:p>
    <w:p w14:paraId="386CA105" w14:textId="6C4AFDF6" w:rsidR="007A0206" w:rsidRPr="00B764C5" w:rsidRDefault="00F50454" w:rsidP="003475ED">
      <w:pPr>
        <w:pStyle w:val="Podtytu"/>
        <w:jc w:val="center"/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Odbudowa</w:t>
      </w:r>
      <w:r w:rsidR="006C714D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 xml:space="preserve"> </w:t>
      </w:r>
      <w:r w:rsidR="003B5FF3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drogi wojewódzkiej nr</w:t>
      </w:r>
      <w:r w:rsidR="006C714D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 xml:space="preserve"> </w:t>
      </w:r>
      <w:r w:rsidR="00335DAC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3</w:t>
      </w:r>
      <w:r w:rsidR="0056043E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9</w:t>
      </w:r>
      <w:r w:rsidR="00166D1E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0</w:t>
      </w:r>
      <w:r w:rsidR="00B80E8C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 xml:space="preserve"> </w:t>
      </w:r>
      <w:r w:rsidR="005378B3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w</w:t>
      </w:r>
      <w:r w:rsidR="00B80E8C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 xml:space="preserve"> </w:t>
      </w:r>
      <w:r w:rsidR="0056043E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m</w:t>
      </w:r>
      <w:r w:rsidR="00A16D09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.</w:t>
      </w:r>
      <w:r w:rsidR="0056043E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 xml:space="preserve"> </w:t>
      </w:r>
      <w:r w:rsidR="005378B3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Lądek Zdrój</w:t>
      </w:r>
      <w:r w:rsidR="0056043E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 xml:space="preserve"> </w:t>
      </w:r>
      <w:r w:rsidR="005378B3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br/>
        <w:t>od</w:t>
      </w:r>
      <w:r w:rsidR="00D96BF7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 xml:space="preserve"> km </w:t>
      </w:r>
      <w:r w:rsidR="005378B3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2</w:t>
      </w:r>
      <w:r w:rsidR="00D61022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5</w:t>
      </w:r>
      <w:r w:rsidR="00D96BF7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+</w:t>
      </w:r>
      <w:r w:rsidR="00D61022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91</w:t>
      </w:r>
      <w:r w:rsidR="005378B3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0 do km 27+</w:t>
      </w:r>
      <w:r w:rsidR="00D61022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20</w:t>
      </w:r>
      <w:r w:rsidR="005378B3" w:rsidRPr="00B764C5">
        <w:rPr>
          <w:rFonts w:ascii="Times New Roman" w:eastAsia="Times New Roman" w:hAnsi="Times New Roman" w:cs="Times New Roman"/>
          <w:b/>
          <w:i w:val="0"/>
          <w:color w:val="auto"/>
          <w:sz w:val="22"/>
          <w:szCs w:val="22"/>
        </w:rPr>
        <w:t>0</w:t>
      </w:r>
    </w:p>
    <w:p w14:paraId="4462F255" w14:textId="34C53BD9" w:rsidR="00B272B4" w:rsidRPr="00B764C5" w:rsidRDefault="00F42521" w:rsidP="00AE0EA5">
      <w:pPr>
        <w:pStyle w:val="Podtytu"/>
        <w:spacing w:after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764C5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Stan istniejący:</w:t>
      </w:r>
    </w:p>
    <w:p w14:paraId="0B8E0A1E" w14:textId="28A7037F" w:rsidR="00C87FC7" w:rsidRPr="00B764C5" w:rsidRDefault="0004349D" w:rsidP="003A3422">
      <w:pPr>
        <w:pStyle w:val="Tekstpodstawowy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Przedmiotem zadania jest </w:t>
      </w:r>
      <w:r w:rsidR="00F50454">
        <w:rPr>
          <w:rFonts w:ascii="Times New Roman" w:hAnsi="Times New Roman" w:cs="Times New Roman"/>
        </w:rPr>
        <w:t>odbudowa</w:t>
      </w:r>
      <w:r w:rsidRPr="00B764C5">
        <w:rPr>
          <w:rFonts w:ascii="Times New Roman" w:hAnsi="Times New Roman" w:cs="Times New Roman"/>
        </w:rPr>
        <w:t xml:space="preserve"> odcinka</w:t>
      </w:r>
      <w:r w:rsidR="002A1BC0" w:rsidRPr="00B764C5">
        <w:rPr>
          <w:rFonts w:ascii="Times New Roman" w:hAnsi="Times New Roman" w:cs="Times New Roman"/>
        </w:rPr>
        <w:t xml:space="preserve"> </w:t>
      </w:r>
      <w:r w:rsidR="00B80E8C" w:rsidRPr="00B764C5">
        <w:rPr>
          <w:rFonts w:ascii="Times New Roman" w:hAnsi="Times New Roman" w:cs="Times New Roman"/>
        </w:rPr>
        <w:t xml:space="preserve">drogi wojewódzkiej nr </w:t>
      </w:r>
      <w:r w:rsidR="00381212" w:rsidRPr="00B764C5">
        <w:rPr>
          <w:rFonts w:ascii="Times New Roman" w:hAnsi="Times New Roman" w:cs="Times New Roman"/>
        </w:rPr>
        <w:t>3</w:t>
      </w:r>
      <w:r w:rsidR="00C20546" w:rsidRPr="00B764C5">
        <w:rPr>
          <w:rFonts w:ascii="Times New Roman" w:hAnsi="Times New Roman" w:cs="Times New Roman"/>
        </w:rPr>
        <w:t>9</w:t>
      </w:r>
      <w:r w:rsidR="00EF1B6D" w:rsidRPr="00B764C5">
        <w:rPr>
          <w:rFonts w:ascii="Times New Roman" w:hAnsi="Times New Roman" w:cs="Times New Roman"/>
        </w:rPr>
        <w:t>0</w:t>
      </w:r>
      <w:r w:rsidR="005C6850" w:rsidRPr="00B764C5">
        <w:rPr>
          <w:rFonts w:ascii="Times New Roman" w:hAnsi="Times New Roman" w:cs="Times New Roman"/>
        </w:rPr>
        <w:t xml:space="preserve"> </w:t>
      </w:r>
      <w:r w:rsidR="00EF1B6D" w:rsidRPr="00B764C5">
        <w:rPr>
          <w:rFonts w:ascii="Times New Roman" w:hAnsi="Times New Roman" w:cs="Times New Roman"/>
        </w:rPr>
        <w:t xml:space="preserve">w </w:t>
      </w:r>
      <w:r w:rsidR="005C6850" w:rsidRPr="00B764C5">
        <w:rPr>
          <w:rFonts w:ascii="Times New Roman" w:hAnsi="Times New Roman" w:cs="Times New Roman"/>
        </w:rPr>
        <w:t>m</w:t>
      </w:r>
      <w:r w:rsidR="00EF1B6D" w:rsidRPr="00B764C5">
        <w:rPr>
          <w:rFonts w:ascii="Times New Roman" w:hAnsi="Times New Roman" w:cs="Times New Roman"/>
        </w:rPr>
        <w:t>iejscowości</w:t>
      </w:r>
      <w:r w:rsidR="005C6850" w:rsidRPr="00B764C5">
        <w:rPr>
          <w:rFonts w:ascii="Times New Roman" w:hAnsi="Times New Roman" w:cs="Times New Roman"/>
        </w:rPr>
        <w:t xml:space="preserve"> </w:t>
      </w:r>
      <w:r w:rsidR="00EF1B6D" w:rsidRPr="00B764C5">
        <w:rPr>
          <w:rFonts w:ascii="Times New Roman" w:hAnsi="Times New Roman" w:cs="Times New Roman"/>
        </w:rPr>
        <w:t>Lądek Zdrój w powiecie Kłodzkim, na terenie województwa dolnośląskiego</w:t>
      </w:r>
      <w:r w:rsidR="00F50454">
        <w:rPr>
          <w:rFonts w:ascii="Times New Roman" w:hAnsi="Times New Roman" w:cs="Times New Roman"/>
        </w:rPr>
        <w:t>, który uległ zniszczeniu wskutek powodzi jaka miała miejsce we wrześniu 2024r.</w:t>
      </w:r>
    </w:p>
    <w:p w14:paraId="5223B9DC" w14:textId="0ADC34B1" w:rsidR="00EF1B6D" w:rsidRPr="00B764C5" w:rsidRDefault="00EF1B6D" w:rsidP="003A3422">
      <w:pPr>
        <w:pStyle w:val="Tekstpodstawowy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B764C5">
        <w:rPr>
          <w:rFonts w:ascii="Times New Roman" w:hAnsi="Times New Roman" w:cs="Times New Roman"/>
        </w:rPr>
        <w:t>Odcinek znajduje się w ciągu ulic: Widok</w:t>
      </w:r>
      <w:r w:rsidR="004A66FB" w:rsidRPr="00B764C5">
        <w:rPr>
          <w:rFonts w:ascii="Times New Roman" w:hAnsi="Times New Roman" w:cs="Times New Roman"/>
        </w:rPr>
        <w:t>, Łąkowa, Klonowa i Nadbrzeżna</w:t>
      </w:r>
      <w:r w:rsidRPr="00B764C5">
        <w:rPr>
          <w:rFonts w:ascii="Times New Roman" w:hAnsi="Times New Roman" w:cs="Times New Roman"/>
        </w:rPr>
        <w:t xml:space="preserve">. Początek odcinka znajduje się w rejonie skrzyżowania ulic: Widok / Wiosenna, natomiast koniec zlokalizowano w rejonie </w:t>
      </w:r>
      <w:r w:rsidR="004A66FB" w:rsidRPr="00B764C5">
        <w:rPr>
          <w:rFonts w:ascii="Times New Roman" w:hAnsi="Times New Roman" w:cs="Times New Roman"/>
        </w:rPr>
        <w:t xml:space="preserve">rozwidlenia </w:t>
      </w:r>
      <w:r w:rsidRPr="00B764C5">
        <w:rPr>
          <w:rFonts w:ascii="Times New Roman" w:hAnsi="Times New Roman" w:cs="Times New Roman"/>
        </w:rPr>
        <w:t>ulic</w:t>
      </w:r>
      <w:r w:rsidR="004A66FB" w:rsidRPr="00B764C5">
        <w:rPr>
          <w:rFonts w:ascii="Times New Roman" w:hAnsi="Times New Roman" w:cs="Times New Roman"/>
        </w:rPr>
        <w:t>y Nadbrzeżnej, na wysokości posesji nr 13.</w:t>
      </w:r>
      <w:r w:rsidRPr="00B764C5">
        <w:rPr>
          <w:rFonts w:ascii="Times New Roman" w:hAnsi="Times New Roman" w:cs="Times New Roman"/>
        </w:rPr>
        <w:t xml:space="preserve"> </w:t>
      </w:r>
    </w:p>
    <w:p w14:paraId="2A75C0FF" w14:textId="67C5F93B" w:rsidR="00DE322C" w:rsidRPr="00B764C5" w:rsidRDefault="006C714D" w:rsidP="00AE0EA5">
      <w:pPr>
        <w:pStyle w:val="Tekstpodstawowy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Odcinek </w:t>
      </w:r>
      <w:r w:rsidR="00D807A7" w:rsidRPr="00B764C5">
        <w:rPr>
          <w:rFonts w:ascii="Times New Roman" w:hAnsi="Times New Roman" w:cs="Times New Roman"/>
        </w:rPr>
        <w:t xml:space="preserve">przedmiotowej drogi </w:t>
      </w:r>
      <w:r w:rsidR="004A66FB" w:rsidRPr="00B764C5">
        <w:rPr>
          <w:rFonts w:ascii="Times New Roman" w:hAnsi="Times New Roman" w:cs="Times New Roman"/>
        </w:rPr>
        <w:t>znajduje się całości w terenie zabudowanym.</w:t>
      </w:r>
      <w:r w:rsidR="00685D7E" w:rsidRPr="00B764C5">
        <w:rPr>
          <w:rFonts w:ascii="Times New Roman" w:hAnsi="Times New Roman" w:cs="Times New Roman"/>
        </w:rPr>
        <w:t xml:space="preserve"> </w:t>
      </w:r>
      <w:r w:rsidR="004543DE" w:rsidRPr="00B764C5">
        <w:rPr>
          <w:rFonts w:ascii="Times New Roman" w:hAnsi="Times New Roman" w:cs="Times New Roman"/>
        </w:rPr>
        <w:t xml:space="preserve">Szerokość nawierzchni jezdni </w:t>
      </w:r>
      <w:r w:rsidR="00B63745" w:rsidRPr="00B764C5">
        <w:rPr>
          <w:rFonts w:ascii="Times New Roman" w:hAnsi="Times New Roman" w:cs="Times New Roman"/>
        </w:rPr>
        <w:t>zmienna</w:t>
      </w:r>
      <w:r w:rsidR="00D96BF7" w:rsidRPr="00B764C5">
        <w:rPr>
          <w:rFonts w:ascii="Times New Roman" w:hAnsi="Times New Roman" w:cs="Times New Roman"/>
        </w:rPr>
        <w:t xml:space="preserve"> wynosi </w:t>
      </w:r>
      <w:r w:rsidR="005F1654" w:rsidRPr="00B764C5">
        <w:rPr>
          <w:rFonts w:ascii="Times New Roman" w:hAnsi="Times New Roman" w:cs="Times New Roman"/>
        </w:rPr>
        <w:t>średnio</w:t>
      </w:r>
      <w:r w:rsidR="005013F8" w:rsidRPr="00B764C5">
        <w:rPr>
          <w:rFonts w:ascii="Times New Roman" w:hAnsi="Times New Roman" w:cs="Times New Roman"/>
        </w:rPr>
        <w:t xml:space="preserve"> </w:t>
      </w:r>
      <w:r w:rsidR="005F1654" w:rsidRPr="00B764C5">
        <w:rPr>
          <w:rFonts w:ascii="Times New Roman" w:hAnsi="Times New Roman" w:cs="Times New Roman"/>
        </w:rPr>
        <w:t>6</w:t>
      </w:r>
      <w:r w:rsidR="00D96BF7" w:rsidRPr="00B764C5">
        <w:rPr>
          <w:rFonts w:ascii="Times New Roman" w:hAnsi="Times New Roman" w:cs="Times New Roman"/>
        </w:rPr>
        <w:t>,</w:t>
      </w:r>
      <w:r w:rsidR="004A66FB" w:rsidRPr="00B764C5">
        <w:rPr>
          <w:rFonts w:ascii="Times New Roman" w:hAnsi="Times New Roman" w:cs="Times New Roman"/>
        </w:rPr>
        <w:t>5</w:t>
      </w:r>
      <w:r w:rsidR="00D96BF7" w:rsidRPr="00B764C5">
        <w:rPr>
          <w:rFonts w:ascii="Times New Roman" w:hAnsi="Times New Roman" w:cs="Times New Roman"/>
        </w:rPr>
        <w:t xml:space="preserve">0 </w:t>
      </w:r>
      <w:r w:rsidR="00B80E8C" w:rsidRPr="00B764C5">
        <w:rPr>
          <w:rFonts w:ascii="Times New Roman" w:hAnsi="Times New Roman" w:cs="Times New Roman"/>
        </w:rPr>
        <w:t>m.</w:t>
      </w:r>
      <w:r w:rsidRPr="00B764C5">
        <w:rPr>
          <w:rFonts w:ascii="Times New Roman" w:hAnsi="Times New Roman" w:cs="Times New Roman"/>
        </w:rPr>
        <w:t xml:space="preserve"> </w:t>
      </w:r>
      <w:r w:rsidR="00F42521" w:rsidRPr="00B764C5">
        <w:rPr>
          <w:rFonts w:ascii="Times New Roman" w:hAnsi="Times New Roman" w:cs="Times New Roman"/>
        </w:rPr>
        <w:t xml:space="preserve">Droga odwadniana jest </w:t>
      </w:r>
      <w:bookmarkStart w:id="0" w:name="_Toc381775774"/>
      <w:r w:rsidR="009D4E31" w:rsidRPr="00B764C5">
        <w:rPr>
          <w:rFonts w:ascii="Times New Roman" w:hAnsi="Times New Roman" w:cs="Times New Roman"/>
        </w:rPr>
        <w:t xml:space="preserve">do </w:t>
      </w:r>
      <w:r w:rsidR="00D96BF7" w:rsidRPr="00B764C5">
        <w:rPr>
          <w:rFonts w:ascii="Times New Roman" w:hAnsi="Times New Roman" w:cs="Times New Roman"/>
        </w:rPr>
        <w:t xml:space="preserve">istniejącej </w:t>
      </w:r>
      <w:r w:rsidR="009D4E31" w:rsidRPr="00B764C5">
        <w:rPr>
          <w:rFonts w:ascii="Times New Roman" w:hAnsi="Times New Roman" w:cs="Times New Roman"/>
        </w:rPr>
        <w:t>kanalizacji deszczowej</w:t>
      </w:r>
      <w:r w:rsidR="00F840B0" w:rsidRPr="00B764C5">
        <w:rPr>
          <w:rFonts w:ascii="Times New Roman" w:hAnsi="Times New Roman" w:cs="Times New Roman"/>
        </w:rPr>
        <w:t xml:space="preserve">. </w:t>
      </w:r>
      <w:r w:rsidR="00761D2D" w:rsidRPr="00B764C5">
        <w:rPr>
          <w:rFonts w:ascii="Times New Roman" w:hAnsi="Times New Roman" w:cs="Times New Roman"/>
        </w:rPr>
        <w:t>Ruch pieszy odbywa się po chodnikach o nawierzchni bitumicznej oraz z kostki betonowej</w:t>
      </w:r>
      <w:r w:rsidR="00C73743" w:rsidRPr="00B764C5">
        <w:rPr>
          <w:rFonts w:ascii="Times New Roman" w:hAnsi="Times New Roman" w:cs="Times New Roman"/>
        </w:rPr>
        <w:t xml:space="preserve">. </w:t>
      </w:r>
      <w:r w:rsidR="006F121B" w:rsidRPr="00B764C5">
        <w:rPr>
          <w:rFonts w:ascii="Times New Roman" w:hAnsi="Times New Roman" w:cs="Times New Roman"/>
        </w:rPr>
        <w:t xml:space="preserve">W </w:t>
      </w:r>
      <w:r w:rsidR="00C73743" w:rsidRPr="00B764C5">
        <w:rPr>
          <w:rFonts w:ascii="Times New Roman" w:hAnsi="Times New Roman" w:cs="Times New Roman"/>
        </w:rPr>
        <w:t xml:space="preserve">pasie drogowym drogi wojewódzkiej znajdują się zwieńczenia urządzeń infrastruktury podziemnej – włazy, zasuwy itp.  </w:t>
      </w:r>
    </w:p>
    <w:p w14:paraId="08572F78" w14:textId="22E8C71A" w:rsidR="00C4390A" w:rsidRPr="00B764C5" w:rsidRDefault="00C4390A" w:rsidP="00AE0EA5">
      <w:pPr>
        <w:pStyle w:val="Tekstpodstawowy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Stan nawierzchni </w:t>
      </w:r>
      <w:r w:rsidR="00C73743" w:rsidRPr="00B764C5">
        <w:rPr>
          <w:rFonts w:ascii="Times New Roman" w:hAnsi="Times New Roman" w:cs="Times New Roman"/>
        </w:rPr>
        <w:t xml:space="preserve">jest </w:t>
      </w:r>
      <w:r w:rsidRPr="00B764C5">
        <w:rPr>
          <w:rFonts w:ascii="Times New Roman" w:hAnsi="Times New Roman" w:cs="Times New Roman"/>
        </w:rPr>
        <w:t>zły</w:t>
      </w:r>
      <w:r w:rsidR="00C73743" w:rsidRPr="00B764C5">
        <w:rPr>
          <w:rFonts w:ascii="Times New Roman" w:hAnsi="Times New Roman" w:cs="Times New Roman"/>
        </w:rPr>
        <w:t xml:space="preserve"> – spękania</w:t>
      </w:r>
      <w:r w:rsidRPr="00B764C5">
        <w:rPr>
          <w:rFonts w:ascii="Times New Roman" w:hAnsi="Times New Roman" w:cs="Times New Roman"/>
        </w:rPr>
        <w:t>,</w:t>
      </w:r>
      <w:r w:rsidR="00C73743" w:rsidRPr="00B764C5">
        <w:rPr>
          <w:rFonts w:ascii="Times New Roman" w:hAnsi="Times New Roman" w:cs="Times New Roman"/>
        </w:rPr>
        <w:t xml:space="preserve"> </w:t>
      </w:r>
      <w:r w:rsidRPr="00B764C5">
        <w:rPr>
          <w:rFonts w:ascii="Times New Roman" w:hAnsi="Times New Roman" w:cs="Times New Roman"/>
        </w:rPr>
        <w:t>ubytki, remonty cząstkowe</w:t>
      </w:r>
      <w:r w:rsidR="00C73743" w:rsidRPr="00B764C5">
        <w:rPr>
          <w:rFonts w:ascii="Times New Roman" w:hAnsi="Times New Roman" w:cs="Times New Roman"/>
        </w:rPr>
        <w:t xml:space="preserve">, </w:t>
      </w:r>
      <w:r w:rsidR="00F50454">
        <w:rPr>
          <w:rFonts w:ascii="Times New Roman" w:hAnsi="Times New Roman" w:cs="Times New Roman"/>
        </w:rPr>
        <w:t>lokalnie</w:t>
      </w:r>
      <w:r w:rsidR="00C73743" w:rsidRPr="00B764C5">
        <w:rPr>
          <w:rFonts w:ascii="Times New Roman" w:hAnsi="Times New Roman" w:cs="Times New Roman"/>
        </w:rPr>
        <w:t xml:space="preserve"> brak nawierzchni bitumicznej</w:t>
      </w:r>
      <w:r w:rsidR="00F50454">
        <w:rPr>
          <w:rFonts w:ascii="Times New Roman" w:hAnsi="Times New Roman" w:cs="Times New Roman"/>
        </w:rPr>
        <w:t xml:space="preserve"> wskutek zalania falą powodziową</w:t>
      </w:r>
      <w:r w:rsidR="00C73743" w:rsidRPr="00B764C5">
        <w:rPr>
          <w:rFonts w:ascii="Times New Roman" w:hAnsi="Times New Roman" w:cs="Times New Roman"/>
        </w:rPr>
        <w:t xml:space="preserve"> konstrukcja uzupełniona kruszywem łamanym.</w:t>
      </w:r>
    </w:p>
    <w:p w14:paraId="03AF767B" w14:textId="77777777" w:rsidR="00C73743" w:rsidRPr="00B764C5" w:rsidRDefault="00C73743" w:rsidP="00AE0EA5">
      <w:pPr>
        <w:pStyle w:val="Tekstpodstawowy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14:paraId="2AB4CCE6" w14:textId="75256CF1" w:rsidR="00761D2D" w:rsidRPr="00B764C5" w:rsidRDefault="00D216A8" w:rsidP="00761D2D">
      <w:pPr>
        <w:pStyle w:val="Podtytu"/>
        <w:spacing w:after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764C5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Plan orientacyjny</w:t>
      </w:r>
      <w:bookmarkEnd w:id="0"/>
      <w:r w:rsidR="00A05360" w:rsidRPr="00B764C5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:</w:t>
      </w:r>
    </w:p>
    <w:p w14:paraId="7C8E0C42" w14:textId="049C9817" w:rsidR="00166D1E" w:rsidRPr="00B764C5" w:rsidRDefault="00D9300D" w:rsidP="00166D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6835512" wp14:editId="61F22E6B">
            <wp:extent cx="5534025" cy="4152900"/>
            <wp:effectExtent l="0" t="0" r="9525" b="0"/>
            <wp:docPr id="20421197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119727" name="Obraz 2042119727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F0D31F" w14:textId="6B4306DD" w:rsidR="001E5E43" w:rsidRPr="00B764C5" w:rsidRDefault="001E5E43" w:rsidP="00AE0EA5">
      <w:pPr>
        <w:pStyle w:val="Podtytu"/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_Toc381775780"/>
      <w:r w:rsidRPr="00B764C5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Założenia</w:t>
      </w:r>
      <w:r w:rsidR="007A0206" w:rsidRPr="00B764C5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:</w:t>
      </w:r>
      <w:r w:rsidRPr="00B764C5">
        <w:rPr>
          <w:rFonts w:ascii="Times New Roman" w:hAnsi="Times New Roman" w:cs="Times New Roman"/>
          <w:sz w:val="22"/>
          <w:szCs w:val="22"/>
        </w:rPr>
        <w:t xml:space="preserve"> </w:t>
      </w:r>
      <w:bookmarkEnd w:id="1"/>
    </w:p>
    <w:p w14:paraId="10E0310B" w14:textId="234ED9FD" w:rsidR="001E5E43" w:rsidRPr="00B764C5" w:rsidRDefault="001E5E43" w:rsidP="00AE0EA5">
      <w:pPr>
        <w:pStyle w:val="Listapunktowana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roboty budowlane prowadzone będą wyłącznie w obszarze istniejącego pasa drogowego</w:t>
      </w:r>
      <w:r w:rsidR="00E25DFA" w:rsidRPr="00B764C5">
        <w:rPr>
          <w:rFonts w:ascii="Times New Roman" w:hAnsi="Times New Roman" w:cs="Times New Roman"/>
        </w:rPr>
        <w:t>,</w:t>
      </w:r>
    </w:p>
    <w:p w14:paraId="6584ED32" w14:textId="77D85F54" w:rsidR="001E5E43" w:rsidRPr="00B764C5" w:rsidRDefault="001E5E43" w:rsidP="00AE0EA5">
      <w:pPr>
        <w:pStyle w:val="Listapunktowana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klasa drogi:  </w:t>
      </w:r>
      <w:r w:rsidR="00C73743" w:rsidRPr="00B764C5">
        <w:rPr>
          <w:rFonts w:ascii="Times New Roman" w:hAnsi="Times New Roman" w:cs="Times New Roman"/>
        </w:rPr>
        <w:t>G</w:t>
      </w:r>
      <w:r w:rsidRPr="00B764C5">
        <w:rPr>
          <w:rFonts w:ascii="Times New Roman" w:hAnsi="Times New Roman" w:cs="Times New Roman"/>
        </w:rPr>
        <w:t xml:space="preserve"> – </w:t>
      </w:r>
      <w:r w:rsidR="00C73743" w:rsidRPr="00B764C5">
        <w:rPr>
          <w:rFonts w:ascii="Times New Roman" w:hAnsi="Times New Roman" w:cs="Times New Roman"/>
        </w:rPr>
        <w:t>główn</w:t>
      </w:r>
      <w:r w:rsidR="006E6DBC" w:rsidRPr="00B764C5">
        <w:rPr>
          <w:rFonts w:ascii="Times New Roman" w:hAnsi="Times New Roman" w:cs="Times New Roman"/>
        </w:rPr>
        <w:t>a</w:t>
      </w:r>
      <w:r w:rsidR="00E25DFA" w:rsidRPr="00B764C5">
        <w:rPr>
          <w:rFonts w:ascii="Times New Roman" w:hAnsi="Times New Roman" w:cs="Times New Roman"/>
        </w:rPr>
        <w:t>,</w:t>
      </w:r>
    </w:p>
    <w:p w14:paraId="378C719A" w14:textId="6AC3E3AB" w:rsidR="00F80BC7" w:rsidRPr="00B764C5" w:rsidRDefault="001E5E43" w:rsidP="00AE0EA5">
      <w:pPr>
        <w:pStyle w:val="Listapunktowana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kategoria ruchu:</w:t>
      </w:r>
      <w:r w:rsidR="00CA5938" w:rsidRPr="00B764C5">
        <w:rPr>
          <w:rFonts w:ascii="Times New Roman" w:hAnsi="Times New Roman" w:cs="Times New Roman"/>
        </w:rPr>
        <w:t xml:space="preserve"> KR</w:t>
      </w:r>
      <w:r w:rsidR="00C73743" w:rsidRPr="00B764C5">
        <w:rPr>
          <w:rFonts w:ascii="Times New Roman" w:hAnsi="Times New Roman" w:cs="Times New Roman"/>
        </w:rPr>
        <w:t>2</w:t>
      </w:r>
      <w:r w:rsidR="00E25DFA" w:rsidRPr="00B764C5">
        <w:rPr>
          <w:rFonts w:ascii="Times New Roman" w:hAnsi="Times New Roman" w:cs="Times New Roman"/>
        </w:rPr>
        <w:t>,</w:t>
      </w:r>
    </w:p>
    <w:p w14:paraId="697952C8" w14:textId="76535EB6" w:rsidR="001E5E43" w:rsidRPr="00B764C5" w:rsidRDefault="00F80BC7" w:rsidP="00AE0EA5">
      <w:pPr>
        <w:pStyle w:val="Listapunktowana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764C5">
        <w:rPr>
          <w:rFonts w:ascii="Times New Roman" w:hAnsi="Times New Roman" w:cs="Times New Roman"/>
          <w:color w:val="000000"/>
        </w:rPr>
        <w:t>n</w:t>
      </w:r>
      <w:r w:rsidRPr="00B764C5">
        <w:rPr>
          <w:rFonts w:ascii="Times New Roman" w:hAnsi="Times New Roman" w:cs="Times New Roman"/>
        </w:rPr>
        <w:t>a prostych odcinkach w planie należy ukształtować daszkowy przekrój poprzeczny jezdni o</w:t>
      </w:r>
      <w:r w:rsidR="001A5C52" w:rsidRPr="00B764C5">
        <w:rPr>
          <w:rFonts w:ascii="Times New Roman" w:hAnsi="Times New Roman" w:cs="Times New Roman"/>
        </w:rPr>
        <w:t> </w:t>
      </w:r>
      <w:r w:rsidRPr="00B764C5">
        <w:rPr>
          <w:rFonts w:ascii="Times New Roman" w:hAnsi="Times New Roman" w:cs="Times New Roman"/>
        </w:rPr>
        <w:t>spadku 2%, natomiast na łukach poziomych zastosować jednostronne pochylenia</w:t>
      </w:r>
      <w:r w:rsidR="004C373E" w:rsidRPr="00B764C5">
        <w:rPr>
          <w:rFonts w:ascii="Times New Roman" w:hAnsi="Times New Roman" w:cs="Times New Roman"/>
        </w:rPr>
        <w:t xml:space="preserve"> </w:t>
      </w:r>
      <w:r w:rsidRPr="00B764C5">
        <w:rPr>
          <w:rFonts w:ascii="Times New Roman" w:hAnsi="Times New Roman" w:cs="Times New Roman"/>
        </w:rPr>
        <w:t>poprzeczne</w:t>
      </w:r>
      <w:r w:rsidR="006E6DBC" w:rsidRPr="00B764C5">
        <w:rPr>
          <w:rFonts w:ascii="Times New Roman" w:hAnsi="Times New Roman" w:cs="Times New Roman"/>
        </w:rPr>
        <w:t>.</w:t>
      </w:r>
    </w:p>
    <w:p w14:paraId="691AB277" w14:textId="77777777" w:rsidR="001E5E43" w:rsidRPr="00B764C5" w:rsidRDefault="001E5E43" w:rsidP="00AE0E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DA595D8" w14:textId="77777777" w:rsidR="00423C9A" w:rsidRPr="00B764C5" w:rsidRDefault="00423C9A" w:rsidP="00AE0E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2D5F211" w14:textId="77777777" w:rsidR="00423C9A" w:rsidRPr="00B764C5" w:rsidRDefault="00423C9A" w:rsidP="00AE0E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3491C0" w14:textId="153E1F27" w:rsidR="00F167CF" w:rsidRPr="00B764C5" w:rsidRDefault="00F42521" w:rsidP="00AE0EA5">
      <w:pPr>
        <w:pStyle w:val="Podtytu"/>
        <w:spacing w:after="0" w:line="240" w:lineRule="auto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764C5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Zakres robót przewidziany w zamówieniu:</w:t>
      </w:r>
    </w:p>
    <w:p w14:paraId="1BAB573A" w14:textId="0A288BAD" w:rsidR="00D62B4D" w:rsidRPr="00B764C5" w:rsidRDefault="00D62B4D" w:rsidP="002B04A6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Roboty drogowe:</w:t>
      </w:r>
    </w:p>
    <w:p w14:paraId="13780140" w14:textId="65B8FD19" w:rsidR="00D145EA" w:rsidRPr="00B764C5" w:rsidRDefault="00D145EA" w:rsidP="00423C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- </w:t>
      </w:r>
      <w:r w:rsidR="00423C9A" w:rsidRPr="00B764C5">
        <w:rPr>
          <w:rFonts w:ascii="Times New Roman" w:hAnsi="Times New Roman" w:cs="Times New Roman"/>
        </w:rPr>
        <w:t>rozbiórka</w:t>
      </w:r>
      <w:r w:rsidRPr="00B764C5">
        <w:rPr>
          <w:rFonts w:ascii="Times New Roman" w:hAnsi="Times New Roman" w:cs="Times New Roman"/>
        </w:rPr>
        <w:t xml:space="preserve"> istniejącej </w:t>
      </w:r>
      <w:r w:rsidR="00423C9A" w:rsidRPr="00B764C5">
        <w:rPr>
          <w:rFonts w:ascii="Times New Roman" w:hAnsi="Times New Roman" w:cs="Times New Roman"/>
        </w:rPr>
        <w:t>konstrukcji jezdni drogi wojewódzkiej nr 390</w:t>
      </w:r>
      <w:r w:rsidRPr="00B764C5">
        <w:rPr>
          <w:rFonts w:ascii="Times New Roman" w:hAnsi="Times New Roman" w:cs="Times New Roman"/>
        </w:rPr>
        <w:t>,</w:t>
      </w:r>
    </w:p>
    <w:p w14:paraId="3639138E" w14:textId="79FFEB11" w:rsidR="00D145EA" w:rsidRPr="00B764C5" w:rsidRDefault="00251582" w:rsidP="002B04A6">
      <w:pPr>
        <w:pStyle w:val="Tekstpodstawowy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- </w:t>
      </w:r>
      <w:r w:rsidR="00423C9A" w:rsidRPr="00B764C5">
        <w:rPr>
          <w:rFonts w:ascii="Times New Roman" w:hAnsi="Times New Roman" w:cs="Times New Roman"/>
        </w:rPr>
        <w:t>rozbiórka istniejącej konstrukcji chodników wraz z galanterią betonową – krawężniki, obrzeża, ławy betonowe</w:t>
      </w:r>
      <w:r w:rsidR="00D145EA" w:rsidRPr="00B764C5">
        <w:rPr>
          <w:rFonts w:ascii="Times New Roman" w:hAnsi="Times New Roman" w:cs="Times New Roman"/>
        </w:rPr>
        <w:t>,</w:t>
      </w:r>
    </w:p>
    <w:p w14:paraId="32F1D85A" w14:textId="24BEFF43" w:rsidR="00D145EA" w:rsidRPr="00B764C5" w:rsidRDefault="00D145EA" w:rsidP="002B04A6">
      <w:pPr>
        <w:pStyle w:val="Tekstpodstawowy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lastRenderedPageBreak/>
        <w:t xml:space="preserve">- </w:t>
      </w:r>
      <w:r w:rsidR="00BA10DF" w:rsidRPr="00B764C5">
        <w:rPr>
          <w:rFonts w:ascii="Times New Roman" w:hAnsi="Times New Roman" w:cs="Times New Roman"/>
        </w:rPr>
        <w:t>rozbiórka infrastruktury związanej z ruchem pieszych – mury oporowe, poręcze</w:t>
      </w:r>
      <w:r w:rsidRPr="00B764C5">
        <w:rPr>
          <w:rFonts w:ascii="Times New Roman" w:hAnsi="Times New Roman" w:cs="Times New Roman"/>
        </w:rPr>
        <w:t>,</w:t>
      </w:r>
    </w:p>
    <w:p w14:paraId="72DADF62" w14:textId="6AFCD020" w:rsidR="00BA10DF" w:rsidRPr="00B764C5" w:rsidRDefault="00BA10DF" w:rsidP="002B04A6">
      <w:pPr>
        <w:pStyle w:val="Tekstpodstawowy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- rozbiórka oznakowania pionowego oraz urządzeń związanych z bezpieczeństwem ruchu drogowego – bariery energochłonne, </w:t>
      </w:r>
    </w:p>
    <w:p w14:paraId="1834BDC3" w14:textId="37CA808D" w:rsidR="00AD26AD" w:rsidRPr="00B764C5" w:rsidRDefault="00AD26AD" w:rsidP="002B04A6">
      <w:pPr>
        <w:pStyle w:val="Tekstpodstawowy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- wykonanie </w:t>
      </w:r>
      <w:r w:rsidR="00BA10DF" w:rsidRPr="00B764C5">
        <w:rPr>
          <w:rFonts w:ascii="Times New Roman" w:hAnsi="Times New Roman" w:cs="Times New Roman"/>
        </w:rPr>
        <w:t>nowej konstrukcji jezdni drogi wojewódzkiej nr 390</w:t>
      </w:r>
      <w:r w:rsidRPr="00B764C5">
        <w:rPr>
          <w:rFonts w:ascii="Times New Roman" w:hAnsi="Times New Roman" w:cs="Times New Roman"/>
        </w:rPr>
        <w:t>,</w:t>
      </w:r>
    </w:p>
    <w:p w14:paraId="36A50999" w14:textId="22EAFC16" w:rsidR="0038573D" w:rsidRPr="00B764C5" w:rsidRDefault="00E36290" w:rsidP="002B04A6">
      <w:pPr>
        <w:pStyle w:val="Tekstpodstawowy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-</w:t>
      </w:r>
      <w:r w:rsidR="0038573D" w:rsidRPr="00B764C5">
        <w:rPr>
          <w:rFonts w:ascii="Times New Roman" w:hAnsi="Times New Roman" w:cs="Times New Roman"/>
        </w:rPr>
        <w:t xml:space="preserve"> </w:t>
      </w:r>
      <w:r w:rsidRPr="00B764C5">
        <w:rPr>
          <w:rFonts w:ascii="Times New Roman" w:hAnsi="Times New Roman" w:cs="Times New Roman"/>
        </w:rPr>
        <w:t xml:space="preserve">wykonanie </w:t>
      </w:r>
      <w:r w:rsidR="00BA10DF" w:rsidRPr="00B764C5">
        <w:rPr>
          <w:rFonts w:ascii="Times New Roman" w:hAnsi="Times New Roman" w:cs="Times New Roman"/>
        </w:rPr>
        <w:t>nowej konstrukcji chodników</w:t>
      </w:r>
      <w:r w:rsidR="0038573D" w:rsidRPr="00B764C5">
        <w:rPr>
          <w:rFonts w:ascii="Times New Roman" w:hAnsi="Times New Roman" w:cs="Times New Roman"/>
        </w:rPr>
        <w:t xml:space="preserve"> wraz z elementami betonowymi w postaci obrzeży </w:t>
      </w:r>
      <w:r w:rsidR="0038573D" w:rsidRPr="00B764C5">
        <w:rPr>
          <w:rFonts w:ascii="Times New Roman" w:hAnsi="Times New Roman" w:cs="Times New Roman"/>
        </w:rPr>
        <w:br/>
        <w:t>i krawężników</w:t>
      </w:r>
      <w:r w:rsidR="006325EF" w:rsidRPr="00B764C5">
        <w:rPr>
          <w:rFonts w:ascii="Times New Roman" w:hAnsi="Times New Roman" w:cs="Times New Roman"/>
        </w:rPr>
        <w:t>,</w:t>
      </w:r>
      <w:r w:rsidR="00BA10DF" w:rsidRPr="00B764C5">
        <w:rPr>
          <w:rFonts w:ascii="Times New Roman" w:hAnsi="Times New Roman" w:cs="Times New Roman"/>
        </w:rPr>
        <w:t xml:space="preserve"> </w:t>
      </w:r>
    </w:p>
    <w:p w14:paraId="5F6175D8" w14:textId="77777777" w:rsidR="0038573D" w:rsidRPr="00B764C5" w:rsidRDefault="0038573D" w:rsidP="002B04A6">
      <w:pPr>
        <w:pStyle w:val="Tekstpodstawowy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- wykonanie nawierzchni parkingów,</w:t>
      </w:r>
    </w:p>
    <w:p w14:paraId="460FAAFB" w14:textId="57478578" w:rsidR="00E36290" w:rsidRPr="00B764C5" w:rsidRDefault="0038573D" w:rsidP="002B04A6">
      <w:pPr>
        <w:pStyle w:val="Tekstpodstawowy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- odtworzenie poboczy,</w:t>
      </w:r>
      <w:r w:rsidR="00E36290" w:rsidRPr="00B764C5">
        <w:rPr>
          <w:rFonts w:ascii="Times New Roman" w:hAnsi="Times New Roman" w:cs="Times New Roman"/>
        </w:rPr>
        <w:t xml:space="preserve"> </w:t>
      </w:r>
    </w:p>
    <w:p w14:paraId="6B417293" w14:textId="4C33496D" w:rsidR="00E36290" w:rsidRPr="00B764C5" w:rsidRDefault="00E36290" w:rsidP="002B04A6">
      <w:pPr>
        <w:pStyle w:val="Tekstpodstawowy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- </w:t>
      </w:r>
      <w:r w:rsidR="0038573D" w:rsidRPr="00B764C5">
        <w:rPr>
          <w:rFonts w:ascii="Times New Roman" w:hAnsi="Times New Roman" w:cs="Times New Roman"/>
        </w:rPr>
        <w:t>odtworzenie zieleni drogowej,</w:t>
      </w:r>
    </w:p>
    <w:p w14:paraId="1B3E1FDB" w14:textId="3B76CACB" w:rsidR="0038573D" w:rsidRPr="00B764C5" w:rsidRDefault="0038573D" w:rsidP="002B04A6">
      <w:pPr>
        <w:pStyle w:val="Tekstpodstawowy"/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- regulacja wysokościowa urządzeń zlokalizowanych w jezdni oraz chodniku, związanych z infrastrukturą podziemną,</w:t>
      </w:r>
    </w:p>
    <w:p w14:paraId="24982555" w14:textId="03F5B0A9" w:rsidR="00AD26AD" w:rsidRPr="00B764C5" w:rsidRDefault="00AD26AD" w:rsidP="002B04A6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- </w:t>
      </w:r>
      <w:r w:rsidR="00D70A12" w:rsidRPr="00B764C5">
        <w:rPr>
          <w:rFonts w:ascii="Times New Roman" w:hAnsi="Times New Roman" w:cs="Times New Roman"/>
        </w:rPr>
        <w:t>odbudowa sieci kanalizacji deszczowej</w:t>
      </w:r>
      <w:r w:rsidRPr="00B764C5">
        <w:rPr>
          <w:rFonts w:ascii="Times New Roman" w:hAnsi="Times New Roman" w:cs="Times New Roman"/>
        </w:rPr>
        <w:t>,</w:t>
      </w:r>
    </w:p>
    <w:p w14:paraId="374D9A6F" w14:textId="64F74060" w:rsidR="00AD26AD" w:rsidRPr="00B764C5" w:rsidRDefault="00AD26AD" w:rsidP="002B04A6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- </w:t>
      </w:r>
      <w:r w:rsidR="00D70A12" w:rsidRPr="00B764C5">
        <w:rPr>
          <w:rFonts w:ascii="Times New Roman" w:hAnsi="Times New Roman" w:cs="Times New Roman"/>
        </w:rPr>
        <w:t>wykonanie oznakowania pionowego i poziomego na podstawie projektu docelowej organizacji ruchu sporządzonego przez Wykonawcę wraz z niezbędnym oświetleniem drogowym oraz urządzeniami bezpieczeństwa ruchu</w:t>
      </w:r>
      <w:r w:rsidRPr="00B764C5">
        <w:rPr>
          <w:rFonts w:ascii="Times New Roman" w:hAnsi="Times New Roman" w:cs="Times New Roman"/>
        </w:rPr>
        <w:t>,</w:t>
      </w:r>
    </w:p>
    <w:p w14:paraId="29A0B36C" w14:textId="06D2A3FD" w:rsidR="00AD0AED" w:rsidRPr="00B764C5" w:rsidRDefault="00AD0AED" w:rsidP="002B04A6">
      <w:pPr>
        <w:spacing w:after="0" w:line="240" w:lineRule="auto"/>
        <w:ind w:left="142" w:hanging="142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- montaż balustrad przy kładce na Wyspę Młyńską na podstawie dokumentacji Zamawiającego</w:t>
      </w:r>
      <w:r w:rsidR="00B764C5" w:rsidRPr="00B764C5">
        <w:rPr>
          <w:rFonts w:ascii="Times New Roman" w:hAnsi="Times New Roman" w:cs="Times New Roman"/>
        </w:rPr>
        <w:t>.</w:t>
      </w:r>
      <w:r w:rsidRPr="00B764C5">
        <w:rPr>
          <w:rFonts w:ascii="Times New Roman" w:hAnsi="Times New Roman" w:cs="Times New Roman"/>
        </w:rPr>
        <w:t xml:space="preserve"> </w:t>
      </w:r>
    </w:p>
    <w:p w14:paraId="3D596919" w14:textId="77777777" w:rsidR="00611579" w:rsidRPr="00B764C5" w:rsidRDefault="00611579" w:rsidP="00AE0EA5">
      <w:pPr>
        <w:pStyle w:val="Lista"/>
        <w:spacing w:after="0" w:line="240" w:lineRule="auto"/>
        <w:ind w:left="0" w:firstLine="0"/>
        <w:rPr>
          <w:rFonts w:ascii="Times New Roman" w:hAnsi="Times New Roman" w:cs="Times New Roman"/>
        </w:rPr>
      </w:pPr>
    </w:p>
    <w:p w14:paraId="149930C1" w14:textId="77777777" w:rsidR="00271A2F" w:rsidRPr="00B764C5" w:rsidRDefault="00271A2F" w:rsidP="00AE0EA5">
      <w:pPr>
        <w:pStyle w:val="Podtytu"/>
        <w:spacing w:after="0" w:line="240" w:lineRule="auto"/>
        <w:jc w:val="center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B764C5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Informacje dodatkowe:</w:t>
      </w:r>
    </w:p>
    <w:p w14:paraId="59BD5F9C" w14:textId="77777777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Wbudowane materiały muszą odpowiadać Polskim Normom lub wymogom określonym w art. 10 ustawy Prawo Budowlane z dnia 7 lipca 1994 r. (tj. Dz.U. z 2024 r., poz. 725 ze zm.).</w:t>
      </w:r>
    </w:p>
    <w:p w14:paraId="5109D616" w14:textId="77777777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764C5">
        <w:rPr>
          <w:rFonts w:ascii="Times New Roman" w:eastAsia="Times New Roman" w:hAnsi="Times New Roman" w:cs="Times New Roman"/>
          <w:lang w:eastAsia="pl-PL"/>
        </w:rPr>
        <w:t>Przed przystąpieniem do robót Wykonawca ma obowiązek uzyskać od geodety powiatowego potwierdzenie o istniejących lub nie znakach geodezyjnych i w razie konieczności zabezpieczyć je lub przenieść zgodnie z obowiązującymi przepisami.</w:t>
      </w:r>
    </w:p>
    <w:p w14:paraId="3409149B" w14:textId="0D9EEE9A" w:rsidR="00122506" w:rsidRPr="00B764C5" w:rsidRDefault="00122506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764C5">
        <w:rPr>
          <w:rFonts w:ascii="Times New Roman" w:eastAsia="Times New Roman" w:hAnsi="Times New Roman" w:cs="Times New Roman"/>
          <w:lang w:eastAsia="pl-PL"/>
        </w:rPr>
        <w:t xml:space="preserve">Po stronie Wykonawcy jest dokonanie skutecznego zgłoszenia robót budowlanych do odpowiedniego organu </w:t>
      </w:r>
      <w:proofErr w:type="spellStart"/>
      <w:r w:rsidRPr="00B764C5">
        <w:rPr>
          <w:rFonts w:ascii="Times New Roman" w:eastAsia="Times New Roman" w:hAnsi="Times New Roman" w:cs="Times New Roman"/>
          <w:lang w:eastAsia="pl-PL"/>
        </w:rPr>
        <w:t>architektoniczno</w:t>
      </w:r>
      <w:proofErr w:type="spellEnd"/>
      <w:r w:rsidRPr="00B764C5">
        <w:rPr>
          <w:rFonts w:ascii="Times New Roman" w:eastAsia="Times New Roman" w:hAnsi="Times New Roman" w:cs="Times New Roman"/>
          <w:lang w:eastAsia="pl-PL"/>
        </w:rPr>
        <w:t xml:space="preserve"> – budowlanego </w:t>
      </w:r>
      <w:r w:rsidR="00112874" w:rsidRPr="00B764C5">
        <w:rPr>
          <w:rFonts w:ascii="Times New Roman" w:eastAsia="Times New Roman" w:hAnsi="Times New Roman" w:cs="Times New Roman"/>
          <w:lang w:eastAsia="pl-PL"/>
        </w:rPr>
        <w:t>wraz z niezbędnymi opiniami</w:t>
      </w:r>
      <w:r w:rsidR="002A4F01" w:rsidRPr="00B764C5">
        <w:rPr>
          <w:rFonts w:ascii="Times New Roman" w:eastAsia="Times New Roman" w:hAnsi="Times New Roman" w:cs="Times New Roman"/>
          <w:lang w:eastAsia="pl-PL"/>
        </w:rPr>
        <w:t xml:space="preserve"> </w:t>
      </w:r>
      <w:r w:rsidR="00B2146B" w:rsidRPr="00B764C5">
        <w:rPr>
          <w:rFonts w:ascii="Times New Roman" w:eastAsia="Times New Roman" w:hAnsi="Times New Roman" w:cs="Times New Roman"/>
          <w:lang w:eastAsia="pl-PL"/>
        </w:rPr>
        <w:br/>
      </w:r>
      <w:r w:rsidR="002A4F01" w:rsidRPr="00B764C5">
        <w:rPr>
          <w:rFonts w:ascii="Times New Roman" w:eastAsia="Times New Roman" w:hAnsi="Times New Roman" w:cs="Times New Roman"/>
          <w:lang w:eastAsia="pl-PL"/>
        </w:rPr>
        <w:t>i uzgodnieniami</w:t>
      </w:r>
      <w:r w:rsidRPr="00B764C5">
        <w:rPr>
          <w:rFonts w:ascii="Times New Roman" w:eastAsia="Times New Roman" w:hAnsi="Times New Roman" w:cs="Times New Roman"/>
          <w:lang w:eastAsia="pl-PL"/>
        </w:rPr>
        <w:t>.</w:t>
      </w:r>
    </w:p>
    <w:p w14:paraId="507219AE" w14:textId="263727E1" w:rsidR="009933DB" w:rsidRPr="00B764C5" w:rsidRDefault="009933DB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764C5">
        <w:rPr>
          <w:rFonts w:ascii="Times New Roman" w:eastAsia="Times New Roman" w:hAnsi="Times New Roman" w:cs="Times New Roman"/>
          <w:lang w:eastAsia="pl-PL"/>
        </w:rPr>
        <w:t>Wykonawc</w:t>
      </w:r>
      <w:r w:rsidR="00094965" w:rsidRPr="00B764C5">
        <w:rPr>
          <w:rFonts w:ascii="Times New Roman" w:eastAsia="Times New Roman" w:hAnsi="Times New Roman" w:cs="Times New Roman"/>
          <w:lang w:eastAsia="pl-PL"/>
        </w:rPr>
        <w:t>a</w:t>
      </w:r>
      <w:r w:rsidRPr="00B764C5">
        <w:rPr>
          <w:rFonts w:ascii="Times New Roman" w:eastAsia="Times New Roman" w:hAnsi="Times New Roman" w:cs="Times New Roman"/>
          <w:lang w:eastAsia="pl-PL"/>
        </w:rPr>
        <w:t xml:space="preserve"> jest zobowiązany do dopełnienia w</w:t>
      </w:r>
      <w:r w:rsidR="00A00E80" w:rsidRPr="00B764C5">
        <w:rPr>
          <w:rFonts w:ascii="Times New Roman" w:eastAsia="Times New Roman" w:hAnsi="Times New Roman" w:cs="Times New Roman"/>
          <w:lang w:eastAsia="pl-PL"/>
        </w:rPr>
        <w:t>sz</w:t>
      </w:r>
      <w:r w:rsidR="00094965" w:rsidRPr="00B764C5">
        <w:rPr>
          <w:rFonts w:ascii="Times New Roman" w:eastAsia="Times New Roman" w:hAnsi="Times New Roman" w:cs="Times New Roman"/>
          <w:lang w:eastAsia="pl-PL"/>
        </w:rPr>
        <w:t>ystkich</w:t>
      </w:r>
      <w:r w:rsidRPr="00B764C5">
        <w:rPr>
          <w:rFonts w:ascii="Times New Roman" w:eastAsia="Times New Roman" w:hAnsi="Times New Roman" w:cs="Times New Roman"/>
          <w:lang w:eastAsia="pl-PL"/>
        </w:rPr>
        <w:t xml:space="preserve"> warunków, jakie</w:t>
      </w:r>
      <w:r w:rsidR="00A00E80" w:rsidRPr="00B764C5">
        <w:rPr>
          <w:rFonts w:ascii="Times New Roman" w:eastAsia="Times New Roman" w:hAnsi="Times New Roman" w:cs="Times New Roman"/>
          <w:lang w:eastAsia="pl-PL"/>
        </w:rPr>
        <w:t xml:space="preserve"> </w:t>
      </w:r>
      <w:r w:rsidR="00094965" w:rsidRPr="00B764C5">
        <w:rPr>
          <w:rFonts w:ascii="Times New Roman" w:eastAsia="Times New Roman" w:hAnsi="Times New Roman" w:cs="Times New Roman"/>
          <w:lang w:eastAsia="pl-PL"/>
        </w:rPr>
        <w:t xml:space="preserve">w trakcie realizacji zadania </w:t>
      </w:r>
      <w:r w:rsidR="00A00E80" w:rsidRPr="00B764C5">
        <w:rPr>
          <w:rFonts w:ascii="Times New Roman" w:eastAsia="Times New Roman" w:hAnsi="Times New Roman" w:cs="Times New Roman"/>
          <w:lang w:eastAsia="pl-PL"/>
        </w:rPr>
        <w:t>zostaną narzucone na Zamawiającego</w:t>
      </w:r>
      <w:r w:rsidR="00094965" w:rsidRPr="00B764C5">
        <w:rPr>
          <w:rFonts w:ascii="Times New Roman" w:eastAsia="Times New Roman" w:hAnsi="Times New Roman" w:cs="Times New Roman"/>
          <w:lang w:eastAsia="pl-PL"/>
        </w:rPr>
        <w:t xml:space="preserve"> przez inne instytucje, w szczególności Konserwatora Zabytków oraz gestorów sieci. </w:t>
      </w:r>
      <w:r w:rsidR="00A00E80" w:rsidRPr="00B764C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64C5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0166F1D9" w14:textId="6282AA0A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Szczegółowy zakres</w:t>
      </w:r>
      <w:r w:rsidR="004F077D" w:rsidRPr="00B764C5">
        <w:rPr>
          <w:rFonts w:ascii="Times New Roman" w:hAnsi="Times New Roman" w:cs="Times New Roman"/>
        </w:rPr>
        <w:t>,</w:t>
      </w:r>
      <w:r w:rsidRPr="00B764C5">
        <w:rPr>
          <w:rFonts w:ascii="Times New Roman" w:hAnsi="Times New Roman" w:cs="Times New Roman"/>
        </w:rPr>
        <w:t xml:space="preserve"> rodzaj poszczególnych robót </w:t>
      </w:r>
      <w:r w:rsidR="00D70A12" w:rsidRPr="00B764C5">
        <w:rPr>
          <w:rFonts w:ascii="Times New Roman" w:hAnsi="Times New Roman" w:cs="Times New Roman"/>
        </w:rPr>
        <w:t>zawarty jest w formularzu kosztorysu ofertowego</w:t>
      </w:r>
      <w:r w:rsidRPr="00B764C5">
        <w:rPr>
          <w:rFonts w:ascii="Times New Roman" w:hAnsi="Times New Roman" w:cs="Times New Roman"/>
        </w:rPr>
        <w:t xml:space="preserve"> oraz </w:t>
      </w:r>
      <w:r w:rsidR="00B764C5">
        <w:rPr>
          <w:rFonts w:ascii="Times New Roman" w:hAnsi="Times New Roman" w:cs="Times New Roman"/>
        </w:rPr>
        <w:t>s</w:t>
      </w:r>
      <w:r w:rsidRPr="00B764C5">
        <w:rPr>
          <w:rFonts w:ascii="Times New Roman" w:hAnsi="Times New Roman" w:cs="Times New Roman"/>
        </w:rPr>
        <w:t>zczegółow</w:t>
      </w:r>
      <w:r w:rsidR="00D70A12" w:rsidRPr="00B764C5">
        <w:rPr>
          <w:rFonts w:ascii="Times New Roman" w:hAnsi="Times New Roman" w:cs="Times New Roman"/>
        </w:rPr>
        <w:t>ych</w:t>
      </w:r>
      <w:r w:rsidRPr="00B764C5">
        <w:rPr>
          <w:rFonts w:ascii="Times New Roman" w:hAnsi="Times New Roman" w:cs="Times New Roman"/>
        </w:rPr>
        <w:t xml:space="preserve"> specyfikacja</w:t>
      </w:r>
      <w:r w:rsidR="00D70A12" w:rsidRPr="00B764C5">
        <w:rPr>
          <w:rFonts w:ascii="Times New Roman" w:hAnsi="Times New Roman" w:cs="Times New Roman"/>
        </w:rPr>
        <w:t>ch</w:t>
      </w:r>
      <w:r w:rsidRPr="00B764C5">
        <w:rPr>
          <w:rFonts w:ascii="Times New Roman" w:hAnsi="Times New Roman" w:cs="Times New Roman"/>
        </w:rPr>
        <w:t xml:space="preserve"> techniczn</w:t>
      </w:r>
      <w:r w:rsidR="00D70A12" w:rsidRPr="00B764C5">
        <w:rPr>
          <w:rFonts w:ascii="Times New Roman" w:hAnsi="Times New Roman" w:cs="Times New Roman"/>
        </w:rPr>
        <w:t>ych</w:t>
      </w:r>
      <w:r w:rsidRPr="00B764C5">
        <w:rPr>
          <w:rFonts w:ascii="Times New Roman" w:hAnsi="Times New Roman" w:cs="Times New Roman"/>
        </w:rPr>
        <w:t xml:space="preserve"> - stanowiąc</w:t>
      </w:r>
      <w:r w:rsidR="00D70A12" w:rsidRPr="00B764C5">
        <w:rPr>
          <w:rFonts w:ascii="Times New Roman" w:hAnsi="Times New Roman" w:cs="Times New Roman"/>
        </w:rPr>
        <w:t>ych</w:t>
      </w:r>
      <w:r w:rsidRPr="00B764C5">
        <w:rPr>
          <w:rFonts w:ascii="Times New Roman" w:hAnsi="Times New Roman" w:cs="Times New Roman"/>
        </w:rPr>
        <w:t xml:space="preserve"> załączniki do SWZ.</w:t>
      </w:r>
    </w:p>
    <w:p w14:paraId="6558BBDD" w14:textId="77777777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eastAsia="Times New Roman" w:hAnsi="Times New Roman" w:cs="Times New Roman"/>
        </w:rPr>
        <w:t>W zakresie Wykonawcy jest zorganizowanie zaplecza budowy i miejsca do składowania materiałów zgodnie z obowiązującymi przepisami i utrzymywania ich w należytym porządku.</w:t>
      </w:r>
    </w:p>
    <w:p w14:paraId="182C09AC" w14:textId="77777777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Roboty budowlane zostaną wykonane zgodnie z obowiązującymi przepisami. </w:t>
      </w:r>
    </w:p>
    <w:p w14:paraId="6C7BB824" w14:textId="28C5312A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Przed przystąpieniem do robót Wykonawca ma obowiązek uzyskać akceptacje materiałów</w:t>
      </w:r>
      <w:r w:rsidR="00AE0EA5" w:rsidRPr="00B764C5">
        <w:rPr>
          <w:rFonts w:ascii="Times New Roman" w:hAnsi="Times New Roman" w:cs="Times New Roman"/>
        </w:rPr>
        <w:t xml:space="preserve"> </w:t>
      </w:r>
      <w:r w:rsidRPr="00B764C5">
        <w:rPr>
          <w:rFonts w:ascii="Times New Roman" w:hAnsi="Times New Roman" w:cs="Times New Roman"/>
        </w:rPr>
        <w:t>przez</w:t>
      </w:r>
      <w:r w:rsidR="00AE0EA5" w:rsidRPr="00B764C5">
        <w:rPr>
          <w:rFonts w:ascii="Times New Roman" w:hAnsi="Times New Roman" w:cs="Times New Roman"/>
        </w:rPr>
        <w:t> </w:t>
      </w:r>
      <w:r w:rsidRPr="00B764C5">
        <w:rPr>
          <w:rFonts w:ascii="Times New Roman" w:hAnsi="Times New Roman" w:cs="Times New Roman"/>
        </w:rPr>
        <w:t>Zamawiającego.</w:t>
      </w:r>
    </w:p>
    <w:p w14:paraId="615420CE" w14:textId="0135C4A4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Wykonawca we własnym zakresie i w cenie oferty sporządzi i zatwierdzi projekt </w:t>
      </w:r>
      <w:r w:rsidR="002B416C" w:rsidRPr="00B764C5">
        <w:rPr>
          <w:rFonts w:ascii="Times New Roman" w:hAnsi="Times New Roman" w:cs="Times New Roman"/>
        </w:rPr>
        <w:t xml:space="preserve">tymczasowej </w:t>
      </w:r>
      <w:r w:rsidRPr="00B764C5">
        <w:rPr>
          <w:rFonts w:ascii="Times New Roman" w:hAnsi="Times New Roman" w:cs="Times New Roman"/>
        </w:rPr>
        <w:t>organizacji ruchu, wyniesie go w teren oraz utrzyma w czytelności i kompletności przez cały czas trwania robót.</w:t>
      </w:r>
    </w:p>
    <w:p w14:paraId="68677F47" w14:textId="2D01ACFE" w:rsidR="002B416C" w:rsidRPr="00B764C5" w:rsidRDefault="00094965" w:rsidP="002B416C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 </w:t>
      </w:r>
      <w:r w:rsidR="002B416C" w:rsidRPr="00B764C5">
        <w:rPr>
          <w:rFonts w:ascii="Times New Roman" w:hAnsi="Times New Roman" w:cs="Times New Roman"/>
        </w:rPr>
        <w:t>Wykonawca we własnym zakresie i w cenie oferty sporządzi i zatwierdzi projekt docelowej organizacji ruchu oraz wyniesie go w teren.</w:t>
      </w:r>
    </w:p>
    <w:p w14:paraId="737B760B" w14:textId="34566657" w:rsidR="00E36290" w:rsidRPr="00B764C5" w:rsidRDefault="00094965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B764C5">
        <w:rPr>
          <w:rFonts w:ascii="Times New Roman" w:eastAsia="Times New Roman" w:hAnsi="Times New Roman" w:cs="Times New Roman"/>
          <w:lang w:eastAsia="pl-PL"/>
        </w:rPr>
        <w:t xml:space="preserve"> </w:t>
      </w:r>
      <w:r w:rsidR="00E36290" w:rsidRPr="00B764C5">
        <w:rPr>
          <w:rFonts w:ascii="Times New Roman" w:eastAsia="Times New Roman" w:hAnsi="Times New Roman" w:cs="Times New Roman"/>
          <w:lang w:eastAsia="pl-PL"/>
        </w:rPr>
        <w:t>W przypadku konieczności zajęcia działek sąsiednich Wykonawca uzyska zgodę właścicieli, poniesie koszty zajęcia oraz przekaże Zamawiającemu protokoły zdawczo-odbiorcze przed i po wykonaniu robót.</w:t>
      </w:r>
    </w:p>
    <w:p w14:paraId="626C83D2" w14:textId="71A0D7D1" w:rsidR="00E36290" w:rsidRPr="00B764C5" w:rsidRDefault="00094965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 </w:t>
      </w:r>
      <w:r w:rsidR="00E36290" w:rsidRPr="00B764C5">
        <w:rPr>
          <w:rFonts w:ascii="Times New Roman" w:hAnsi="Times New Roman" w:cs="Times New Roman"/>
        </w:rPr>
        <w:t>Wykonawca we własnym zakresie i w cenie oferty wykona wszelkie czynności mające na celu odtworzenie w terenie przebiegu trasy drogowej oraz położenia obiektów inżynierskich, a także wykonania inwentaryzacji geodezyjnej.</w:t>
      </w:r>
    </w:p>
    <w:p w14:paraId="780A0AFE" w14:textId="7B14C1BB" w:rsidR="00E36290" w:rsidRPr="00B764C5" w:rsidRDefault="00094965" w:rsidP="0009496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 </w:t>
      </w:r>
      <w:r w:rsidR="00E36290" w:rsidRPr="00B764C5">
        <w:rPr>
          <w:rFonts w:ascii="Times New Roman" w:hAnsi="Times New Roman" w:cs="Times New Roman"/>
        </w:rPr>
        <w:t xml:space="preserve">Wykonawca w cenie oferty zapewni pomiary geodezyjne </w:t>
      </w:r>
      <w:r w:rsidR="00043596" w:rsidRPr="00B764C5">
        <w:rPr>
          <w:rFonts w:ascii="Times New Roman" w:hAnsi="Times New Roman" w:cs="Times New Roman"/>
        </w:rPr>
        <w:t xml:space="preserve">ilości wszystkich asortymentów </w:t>
      </w:r>
      <w:r w:rsidR="00E36290" w:rsidRPr="00B764C5">
        <w:rPr>
          <w:rFonts w:ascii="Times New Roman" w:hAnsi="Times New Roman" w:cs="Times New Roman"/>
        </w:rPr>
        <w:t>robót</w:t>
      </w:r>
      <w:r w:rsidR="00043596" w:rsidRPr="00B764C5">
        <w:rPr>
          <w:rFonts w:ascii="Times New Roman" w:hAnsi="Times New Roman" w:cs="Times New Roman"/>
        </w:rPr>
        <w:t xml:space="preserve">, w tym robót zanikających (podbudów, warstwy wiążącej). </w:t>
      </w:r>
    </w:p>
    <w:p w14:paraId="3454AE35" w14:textId="51ECF341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>Urobek i gruz powstały podczas prowadzenia robót Wykonawca zagospodarowuje  we własnym zakresie zgodnie z ustawą o odpadach.</w:t>
      </w:r>
      <w:r w:rsidR="009933DB" w:rsidRPr="00B764C5">
        <w:rPr>
          <w:rFonts w:ascii="Times New Roman" w:hAnsi="Times New Roman" w:cs="Times New Roman"/>
        </w:rPr>
        <w:t xml:space="preserve"> Powyższe warunki dotyczą również gruzu asfaltowego oraz destruktu bitumicznego.</w:t>
      </w:r>
    </w:p>
    <w:p w14:paraId="7176ECA2" w14:textId="08E02CED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Okres gwarancji na wykonane roboty wynosi </w:t>
      </w:r>
      <w:r w:rsidR="00F75E86" w:rsidRPr="00B764C5">
        <w:rPr>
          <w:rFonts w:ascii="Times New Roman" w:hAnsi="Times New Roman" w:cs="Times New Roman"/>
        </w:rPr>
        <w:t xml:space="preserve">min. </w:t>
      </w:r>
      <w:r w:rsidR="00F75E86" w:rsidRPr="00B764C5">
        <w:rPr>
          <w:rFonts w:ascii="Times New Roman" w:hAnsi="Times New Roman" w:cs="Times New Roman"/>
          <w:b/>
        </w:rPr>
        <w:t>36</w:t>
      </w:r>
      <w:r w:rsidRPr="00B764C5">
        <w:rPr>
          <w:rFonts w:ascii="Times New Roman" w:hAnsi="Times New Roman" w:cs="Times New Roman"/>
        </w:rPr>
        <w:t xml:space="preserve"> miesięcy, a na oznakowanie poziome </w:t>
      </w:r>
      <w:r w:rsidR="00B764C5" w:rsidRPr="00B764C5">
        <w:rPr>
          <w:rFonts w:ascii="Times New Roman" w:hAnsi="Times New Roman" w:cs="Times New Roman"/>
        </w:rPr>
        <w:t xml:space="preserve">grubowarstwowe </w:t>
      </w:r>
      <w:r w:rsidRPr="00B764C5">
        <w:rPr>
          <w:rFonts w:ascii="Times New Roman" w:hAnsi="Times New Roman" w:cs="Times New Roman"/>
        </w:rPr>
        <w:t xml:space="preserve">wynosi </w:t>
      </w:r>
      <w:r w:rsidRPr="00B764C5">
        <w:rPr>
          <w:rFonts w:ascii="Times New Roman" w:hAnsi="Times New Roman" w:cs="Times New Roman"/>
          <w:b/>
        </w:rPr>
        <w:t>36</w:t>
      </w:r>
      <w:r w:rsidR="00AE0EA5" w:rsidRPr="00B764C5">
        <w:rPr>
          <w:rFonts w:ascii="Times New Roman" w:hAnsi="Times New Roman" w:cs="Times New Roman"/>
        </w:rPr>
        <w:t> </w:t>
      </w:r>
      <w:r w:rsidRPr="00B764C5">
        <w:rPr>
          <w:rFonts w:ascii="Times New Roman" w:hAnsi="Times New Roman" w:cs="Times New Roman"/>
        </w:rPr>
        <w:t>miesięcy od daty odbioru.</w:t>
      </w:r>
    </w:p>
    <w:p w14:paraId="7A610034" w14:textId="2E6DDD38" w:rsidR="00E36290" w:rsidRPr="00B764C5" w:rsidRDefault="00E36290" w:rsidP="00AE0EA5">
      <w:pPr>
        <w:numPr>
          <w:ilvl w:val="0"/>
          <w:numId w:val="4"/>
        </w:numPr>
        <w:spacing w:after="0" w:line="240" w:lineRule="auto"/>
        <w:ind w:left="284" w:right="284" w:hanging="284"/>
        <w:jc w:val="both"/>
        <w:rPr>
          <w:rFonts w:ascii="Times New Roman" w:hAnsi="Times New Roman" w:cs="Times New Roman"/>
        </w:rPr>
      </w:pPr>
      <w:r w:rsidRPr="00B764C5">
        <w:rPr>
          <w:rFonts w:ascii="Times New Roman" w:hAnsi="Times New Roman" w:cs="Times New Roman"/>
        </w:rPr>
        <w:t xml:space="preserve">Termin wykonania robót: </w:t>
      </w:r>
      <w:r w:rsidR="00F75E86" w:rsidRPr="00B764C5">
        <w:rPr>
          <w:rFonts w:ascii="Times New Roman" w:hAnsi="Times New Roman" w:cs="Times New Roman"/>
          <w:b/>
          <w:bCs/>
        </w:rPr>
        <w:t>12</w:t>
      </w:r>
      <w:r w:rsidRPr="00B764C5">
        <w:rPr>
          <w:rFonts w:ascii="Times New Roman" w:hAnsi="Times New Roman" w:cs="Times New Roman"/>
          <w:b/>
          <w:bCs/>
        </w:rPr>
        <w:t xml:space="preserve"> miesięcy </w:t>
      </w:r>
      <w:r w:rsidRPr="00B764C5">
        <w:rPr>
          <w:rFonts w:ascii="Times New Roman" w:hAnsi="Times New Roman" w:cs="Times New Roman"/>
        </w:rPr>
        <w:t>od daty podpisania umowy.</w:t>
      </w:r>
    </w:p>
    <w:p w14:paraId="7CDE5805" w14:textId="77777777" w:rsidR="00F42521" w:rsidRPr="00B764C5" w:rsidRDefault="00F42521" w:rsidP="00AE0EA5">
      <w:pPr>
        <w:spacing w:after="0" w:line="240" w:lineRule="auto"/>
        <w:rPr>
          <w:rFonts w:ascii="Times New Roman" w:hAnsi="Times New Roman" w:cs="Times New Roman"/>
        </w:rPr>
      </w:pPr>
    </w:p>
    <w:sectPr w:rsidR="00F42521" w:rsidRPr="00B764C5" w:rsidSect="00EB48FB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83C235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4EC1059"/>
    <w:multiLevelType w:val="hybridMultilevel"/>
    <w:tmpl w:val="703C2152"/>
    <w:lvl w:ilvl="0" w:tplc="3AE25EA6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</w:lvl>
  </w:abstractNum>
  <w:abstractNum w:abstractNumId="2" w15:restartNumberingAfterBreak="0">
    <w:nsid w:val="082E7C06"/>
    <w:multiLevelType w:val="hybridMultilevel"/>
    <w:tmpl w:val="8146F532"/>
    <w:lvl w:ilvl="0" w:tplc="A3489ED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C236A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97A1C28"/>
    <w:multiLevelType w:val="multilevel"/>
    <w:tmpl w:val="150246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7B32AAD"/>
    <w:multiLevelType w:val="hybridMultilevel"/>
    <w:tmpl w:val="3E720D6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BC97749"/>
    <w:multiLevelType w:val="hybridMultilevel"/>
    <w:tmpl w:val="8DA2EECA"/>
    <w:lvl w:ilvl="0" w:tplc="E8DA9FF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8B37083"/>
    <w:multiLevelType w:val="hybridMultilevel"/>
    <w:tmpl w:val="21EEF014"/>
    <w:lvl w:ilvl="0" w:tplc="E8DA9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C1AFF"/>
    <w:multiLevelType w:val="hybridMultilevel"/>
    <w:tmpl w:val="7EFE3562"/>
    <w:lvl w:ilvl="0" w:tplc="E8DA9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65B78"/>
    <w:multiLevelType w:val="hybridMultilevel"/>
    <w:tmpl w:val="59E6456A"/>
    <w:lvl w:ilvl="0" w:tplc="062C34FE">
      <w:start w:val="2"/>
      <w:numFmt w:val="upperRoman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6FDCEC9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3F0DF7"/>
    <w:multiLevelType w:val="hybridMultilevel"/>
    <w:tmpl w:val="099AC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17D25"/>
    <w:multiLevelType w:val="hybridMultilevel"/>
    <w:tmpl w:val="36FA7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7F759E"/>
    <w:multiLevelType w:val="hybridMultilevel"/>
    <w:tmpl w:val="AB2AE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85FE5"/>
    <w:multiLevelType w:val="hybridMultilevel"/>
    <w:tmpl w:val="A97EF948"/>
    <w:lvl w:ilvl="0" w:tplc="E8DA9FF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D0B18F3"/>
    <w:multiLevelType w:val="hybridMultilevel"/>
    <w:tmpl w:val="807C724A"/>
    <w:lvl w:ilvl="0" w:tplc="F698B704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53799">
    <w:abstractNumId w:val="9"/>
  </w:num>
  <w:num w:numId="2" w16cid:durableId="295574582">
    <w:abstractNumId w:val="7"/>
  </w:num>
  <w:num w:numId="3" w16cid:durableId="306084091">
    <w:abstractNumId w:val="4"/>
  </w:num>
  <w:num w:numId="4" w16cid:durableId="236477087">
    <w:abstractNumId w:val="14"/>
  </w:num>
  <w:num w:numId="5" w16cid:durableId="2106227298">
    <w:abstractNumId w:val="8"/>
  </w:num>
  <w:num w:numId="6" w16cid:durableId="34239278">
    <w:abstractNumId w:val="0"/>
  </w:num>
  <w:num w:numId="7" w16cid:durableId="387189447">
    <w:abstractNumId w:val="2"/>
  </w:num>
  <w:num w:numId="8" w16cid:durableId="367338898">
    <w:abstractNumId w:val="12"/>
  </w:num>
  <w:num w:numId="9" w16cid:durableId="326322541">
    <w:abstractNumId w:val="10"/>
  </w:num>
  <w:num w:numId="10" w16cid:durableId="73168697">
    <w:abstractNumId w:val="11"/>
  </w:num>
  <w:num w:numId="11" w16cid:durableId="1047879940">
    <w:abstractNumId w:val="1"/>
  </w:num>
  <w:num w:numId="12" w16cid:durableId="769664439">
    <w:abstractNumId w:val="5"/>
  </w:num>
  <w:num w:numId="13" w16cid:durableId="266929040">
    <w:abstractNumId w:val="13"/>
  </w:num>
  <w:num w:numId="14" w16cid:durableId="1412584984">
    <w:abstractNumId w:val="3"/>
  </w:num>
  <w:num w:numId="15" w16cid:durableId="243996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521"/>
    <w:rsid w:val="0000203A"/>
    <w:rsid w:val="00005630"/>
    <w:rsid w:val="0001109E"/>
    <w:rsid w:val="00013248"/>
    <w:rsid w:val="000167E9"/>
    <w:rsid w:val="00027149"/>
    <w:rsid w:val="0004349D"/>
    <w:rsid w:val="00043596"/>
    <w:rsid w:val="000742C8"/>
    <w:rsid w:val="00085F6D"/>
    <w:rsid w:val="00094965"/>
    <w:rsid w:val="000956DF"/>
    <w:rsid w:val="000B3806"/>
    <w:rsid w:val="000C4524"/>
    <w:rsid w:val="000E10B0"/>
    <w:rsid w:val="00103545"/>
    <w:rsid w:val="00104F71"/>
    <w:rsid w:val="00106395"/>
    <w:rsid w:val="0011084D"/>
    <w:rsid w:val="00112874"/>
    <w:rsid w:val="001128C2"/>
    <w:rsid w:val="00114A3A"/>
    <w:rsid w:val="00121A43"/>
    <w:rsid w:val="00122506"/>
    <w:rsid w:val="001257D9"/>
    <w:rsid w:val="00126F1D"/>
    <w:rsid w:val="00137580"/>
    <w:rsid w:val="0014011C"/>
    <w:rsid w:val="00140F0C"/>
    <w:rsid w:val="0014516B"/>
    <w:rsid w:val="001544BF"/>
    <w:rsid w:val="001642C5"/>
    <w:rsid w:val="00166D1E"/>
    <w:rsid w:val="0017158C"/>
    <w:rsid w:val="00174CF7"/>
    <w:rsid w:val="001831DD"/>
    <w:rsid w:val="00196FD2"/>
    <w:rsid w:val="001A5C52"/>
    <w:rsid w:val="001A7546"/>
    <w:rsid w:val="001C6B82"/>
    <w:rsid w:val="001D0EF6"/>
    <w:rsid w:val="001D15FB"/>
    <w:rsid w:val="001E154E"/>
    <w:rsid w:val="001E56B4"/>
    <w:rsid w:val="001E5E43"/>
    <w:rsid w:val="00204B9A"/>
    <w:rsid w:val="00204DA4"/>
    <w:rsid w:val="00206FF8"/>
    <w:rsid w:val="00211C04"/>
    <w:rsid w:val="0021305F"/>
    <w:rsid w:val="002234ED"/>
    <w:rsid w:val="00230EE0"/>
    <w:rsid w:val="00234B28"/>
    <w:rsid w:val="00235284"/>
    <w:rsid w:val="00241E48"/>
    <w:rsid w:val="00251582"/>
    <w:rsid w:val="00264F4D"/>
    <w:rsid w:val="002666F7"/>
    <w:rsid w:val="00270A5F"/>
    <w:rsid w:val="00271A2F"/>
    <w:rsid w:val="00276C53"/>
    <w:rsid w:val="00285EB4"/>
    <w:rsid w:val="00294CF8"/>
    <w:rsid w:val="002A1BC0"/>
    <w:rsid w:val="002A1D0B"/>
    <w:rsid w:val="002A4F01"/>
    <w:rsid w:val="002A62AA"/>
    <w:rsid w:val="002B04A6"/>
    <w:rsid w:val="002B1A9A"/>
    <w:rsid w:val="002B2B25"/>
    <w:rsid w:val="002B416C"/>
    <w:rsid w:val="002B4574"/>
    <w:rsid w:val="002B5193"/>
    <w:rsid w:val="002B5846"/>
    <w:rsid w:val="002C0A46"/>
    <w:rsid w:val="002C3928"/>
    <w:rsid w:val="002D0976"/>
    <w:rsid w:val="002E679C"/>
    <w:rsid w:val="002E7DED"/>
    <w:rsid w:val="002F3B3D"/>
    <w:rsid w:val="002F6F9D"/>
    <w:rsid w:val="00300657"/>
    <w:rsid w:val="00313B1A"/>
    <w:rsid w:val="00313E3D"/>
    <w:rsid w:val="00330B73"/>
    <w:rsid w:val="00332E75"/>
    <w:rsid w:val="00335DAC"/>
    <w:rsid w:val="003475ED"/>
    <w:rsid w:val="003512E1"/>
    <w:rsid w:val="00355633"/>
    <w:rsid w:val="00381212"/>
    <w:rsid w:val="0038573D"/>
    <w:rsid w:val="003A230F"/>
    <w:rsid w:val="003A2EEF"/>
    <w:rsid w:val="003A3422"/>
    <w:rsid w:val="003B3348"/>
    <w:rsid w:val="003B5FF3"/>
    <w:rsid w:val="003C1FB2"/>
    <w:rsid w:val="003D389A"/>
    <w:rsid w:val="003D6187"/>
    <w:rsid w:val="003E73FE"/>
    <w:rsid w:val="003F1FED"/>
    <w:rsid w:val="003F5AED"/>
    <w:rsid w:val="003F7E57"/>
    <w:rsid w:val="00402E86"/>
    <w:rsid w:val="00411815"/>
    <w:rsid w:val="00421B69"/>
    <w:rsid w:val="00422C4B"/>
    <w:rsid w:val="00423C9A"/>
    <w:rsid w:val="00430E3A"/>
    <w:rsid w:val="004367B0"/>
    <w:rsid w:val="004543DE"/>
    <w:rsid w:val="004545B2"/>
    <w:rsid w:val="00455424"/>
    <w:rsid w:val="004607BB"/>
    <w:rsid w:val="00472736"/>
    <w:rsid w:val="00481023"/>
    <w:rsid w:val="00494052"/>
    <w:rsid w:val="004A66FB"/>
    <w:rsid w:val="004B3A49"/>
    <w:rsid w:val="004C373E"/>
    <w:rsid w:val="004D30FC"/>
    <w:rsid w:val="004E4A1C"/>
    <w:rsid w:val="004F077D"/>
    <w:rsid w:val="004F2CB5"/>
    <w:rsid w:val="004F322E"/>
    <w:rsid w:val="0050091A"/>
    <w:rsid w:val="00500A15"/>
    <w:rsid w:val="005013F8"/>
    <w:rsid w:val="00512FE7"/>
    <w:rsid w:val="00525279"/>
    <w:rsid w:val="00526B62"/>
    <w:rsid w:val="005327E2"/>
    <w:rsid w:val="00532C4E"/>
    <w:rsid w:val="005378B3"/>
    <w:rsid w:val="0056043E"/>
    <w:rsid w:val="005633C6"/>
    <w:rsid w:val="00594F1D"/>
    <w:rsid w:val="005A4EBC"/>
    <w:rsid w:val="005A5FE5"/>
    <w:rsid w:val="005B271A"/>
    <w:rsid w:val="005C12BD"/>
    <w:rsid w:val="005C6850"/>
    <w:rsid w:val="005D3F27"/>
    <w:rsid w:val="005F1654"/>
    <w:rsid w:val="005F1BFE"/>
    <w:rsid w:val="005F30B3"/>
    <w:rsid w:val="005F4A3F"/>
    <w:rsid w:val="00611579"/>
    <w:rsid w:val="006325EF"/>
    <w:rsid w:val="00634A53"/>
    <w:rsid w:val="00653131"/>
    <w:rsid w:val="00657228"/>
    <w:rsid w:val="00676D3D"/>
    <w:rsid w:val="00685D7E"/>
    <w:rsid w:val="00692960"/>
    <w:rsid w:val="006A1CAD"/>
    <w:rsid w:val="006B1D64"/>
    <w:rsid w:val="006B4399"/>
    <w:rsid w:val="006C2066"/>
    <w:rsid w:val="006C6E66"/>
    <w:rsid w:val="006C714D"/>
    <w:rsid w:val="006E6DBC"/>
    <w:rsid w:val="006E76E9"/>
    <w:rsid w:val="006F121B"/>
    <w:rsid w:val="006F570B"/>
    <w:rsid w:val="00702F21"/>
    <w:rsid w:val="007334D2"/>
    <w:rsid w:val="00740AE7"/>
    <w:rsid w:val="007468D0"/>
    <w:rsid w:val="007502C6"/>
    <w:rsid w:val="00750F45"/>
    <w:rsid w:val="00756FA7"/>
    <w:rsid w:val="007604BE"/>
    <w:rsid w:val="00761D2D"/>
    <w:rsid w:val="007672B8"/>
    <w:rsid w:val="0079756B"/>
    <w:rsid w:val="007A0206"/>
    <w:rsid w:val="007A7AF6"/>
    <w:rsid w:val="007B4981"/>
    <w:rsid w:val="007C0F85"/>
    <w:rsid w:val="007C1C93"/>
    <w:rsid w:val="007C2363"/>
    <w:rsid w:val="007D23DD"/>
    <w:rsid w:val="007D5E3F"/>
    <w:rsid w:val="007E20C9"/>
    <w:rsid w:val="007E2736"/>
    <w:rsid w:val="007E2F18"/>
    <w:rsid w:val="00802069"/>
    <w:rsid w:val="00804F62"/>
    <w:rsid w:val="00814FEF"/>
    <w:rsid w:val="00844BC0"/>
    <w:rsid w:val="00852931"/>
    <w:rsid w:val="00857FE7"/>
    <w:rsid w:val="00864CFB"/>
    <w:rsid w:val="00873DA1"/>
    <w:rsid w:val="00880EAD"/>
    <w:rsid w:val="00882EE6"/>
    <w:rsid w:val="00884F58"/>
    <w:rsid w:val="00895711"/>
    <w:rsid w:val="008B0725"/>
    <w:rsid w:val="008B5A98"/>
    <w:rsid w:val="008C0A02"/>
    <w:rsid w:val="008C3EBE"/>
    <w:rsid w:val="008E47BF"/>
    <w:rsid w:val="008F143D"/>
    <w:rsid w:val="0091199C"/>
    <w:rsid w:val="00913676"/>
    <w:rsid w:val="009234F6"/>
    <w:rsid w:val="00935390"/>
    <w:rsid w:val="00944637"/>
    <w:rsid w:val="009576D9"/>
    <w:rsid w:val="00960B84"/>
    <w:rsid w:val="0099226C"/>
    <w:rsid w:val="009933DB"/>
    <w:rsid w:val="009A4AE1"/>
    <w:rsid w:val="009B3438"/>
    <w:rsid w:val="009B7C5E"/>
    <w:rsid w:val="009C1FB0"/>
    <w:rsid w:val="009C210D"/>
    <w:rsid w:val="009C25C5"/>
    <w:rsid w:val="009C7CE1"/>
    <w:rsid w:val="009D4E31"/>
    <w:rsid w:val="009D777F"/>
    <w:rsid w:val="009D7A7A"/>
    <w:rsid w:val="009F055D"/>
    <w:rsid w:val="009F2724"/>
    <w:rsid w:val="00A00BE9"/>
    <w:rsid w:val="00A00E80"/>
    <w:rsid w:val="00A03628"/>
    <w:rsid w:val="00A05360"/>
    <w:rsid w:val="00A16D09"/>
    <w:rsid w:val="00A24303"/>
    <w:rsid w:val="00A608A9"/>
    <w:rsid w:val="00A64E9D"/>
    <w:rsid w:val="00A76F13"/>
    <w:rsid w:val="00A93CB6"/>
    <w:rsid w:val="00A9643C"/>
    <w:rsid w:val="00AA0973"/>
    <w:rsid w:val="00AA2E16"/>
    <w:rsid w:val="00AC1795"/>
    <w:rsid w:val="00AC2B4D"/>
    <w:rsid w:val="00AD0AED"/>
    <w:rsid w:val="00AD26AD"/>
    <w:rsid w:val="00AE0EA5"/>
    <w:rsid w:val="00B172DD"/>
    <w:rsid w:val="00B2146B"/>
    <w:rsid w:val="00B272B4"/>
    <w:rsid w:val="00B3518F"/>
    <w:rsid w:val="00B44EC3"/>
    <w:rsid w:val="00B600E2"/>
    <w:rsid w:val="00B63745"/>
    <w:rsid w:val="00B764C5"/>
    <w:rsid w:val="00B80E8C"/>
    <w:rsid w:val="00B814B0"/>
    <w:rsid w:val="00BA10DF"/>
    <w:rsid w:val="00BA192B"/>
    <w:rsid w:val="00BB5F88"/>
    <w:rsid w:val="00BC0399"/>
    <w:rsid w:val="00BC637D"/>
    <w:rsid w:val="00BD0BB0"/>
    <w:rsid w:val="00BD52B2"/>
    <w:rsid w:val="00BD5739"/>
    <w:rsid w:val="00BF4942"/>
    <w:rsid w:val="00C15813"/>
    <w:rsid w:val="00C20546"/>
    <w:rsid w:val="00C26C47"/>
    <w:rsid w:val="00C3148E"/>
    <w:rsid w:val="00C4383A"/>
    <w:rsid w:val="00C4390A"/>
    <w:rsid w:val="00C56EBF"/>
    <w:rsid w:val="00C6573E"/>
    <w:rsid w:val="00C65833"/>
    <w:rsid w:val="00C73743"/>
    <w:rsid w:val="00C75DD2"/>
    <w:rsid w:val="00C84A3A"/>
    <w:rsid w:val="00C84B54"/>
    <w:rsid w:val="00C87FC7"/>
    <w:rsid w:val="00C9071D"/>
    <w:rsid w:val="00CA5938"/>
    <w:rsid w:val="00CA666E"/>
    <w:rsid w:val="00CA76EA"/>
    <w:rsid w:val="00CB04DD"/>
    <w:rsid w:val="00CF2664"/>
    <w:rsid w:val="00D0505A"/>
    <w:rsid w:val="00D145EA"/>
    <w:rsid w:val="00D15218"/>
    <w:rsid w:val="00D179D4"/>
    <w:rsid w:val="00D216A8"/>
    <w:rsid w:val="00D22528"/>
    <w:rsid w:val="00D34BCF"/>
    <w:rsid w:val="00D438AC"/>
    <w:rsid w:val="00D5070D"/>
    <w:rsid w:val="00D51B5E"/>
    <w:rsid w:val="00D52DA2"/>
    <w:rsid w:val="00D61022"/>
    <w:rsid w:val="00D61384"/>
    <w:rsid w:val="00D62B4D"/>
    <w:rsid w:val="00D70A12"/>
    <w:rsid w:val="00D762FF"/>
    <w:rsid w:val="00D807A7"/>
    <w:rsid w:val="00D9300D"/>
    <w:rsid w:val="00D96BF7"/>
    <w:rsid w:val="00DA71BD"/>
    <w:rsid w:val="00DB3AD2"/>
    <w:rsid w:val="00DB43C1"/>
    <w:rsid w:val="00DC7A0B"/>
    <w:rsid w:val="00DD1D22"/>
    <w:rsid w:val="00DD7F2D"/>
    <w:rsid w:val="00DE322C"/>
    <w:rsid w:val="00DE6335"/>
    <w:rsid w:val="00E1486D"/>
    <w:rsid w:val="00E25DFA"/>
    <w:rsid w:val="00E35D18"/>
    <w:rsid w:val="00E36290"/>
    <w:rsid w:val="00E40F0A"/>
    <w:rsid w:val="00E43002"/>
    <w:rsid w:val="00E477FF"/>
    <w:rsid w:val="00E560C5"/>
    <w:rsid w:val="00E61506"/>
    <w:rsid w:val="00E617D1"/>
    <w:rsid w:val="00E64D9F"/>
    <w:rsid w:val="00E67350"/>
    <w:rsid w:val="00E8418E"/>
    <w:rsid w:val="00E86C6D"/>
    <w:rsid w:val="00E94E79"/>
    <w:rsid w:val="00EA56C6"/>
    <w:rsid w:val="00EB48FB"/>
    <w:rsid w:val="00EF1B6D"/>
    <w:rsid w:val="00EF3BF0"/>
    <w:rsid w:val="00EF730B"/>
    <w:rsid w:val="00F01F48"/>
    <w:rsid w:val="00F0222E"/>
    <w:rsid w:val="00F167CF"/>
    <w:rsid w:val="00F213D5"/>
    <w:rsid w:val="00F234E5"/>
    <w:rsid w:val="00F42521"/>
    <w:rsid w:val="00F47A22"/>
    <w:rsid w:val="00F50454"/>
    <w:rsid w:val="00F50C1F"/>
    <w:rsid w:val="00F52D9D"/>
    <w:rsid w:val="00F56A29"/>
    <w:rsid w:val="00F74B7D"/>
    <w:rsid w:val="00F75E86"/>
    <w:rsid w:val="00F80BC7"/>
    <w:rsid w:val="00F840B0"/>
    <w:rsid w:val="00F90FFC"/>
    <w:rsid w:val="00F91B9F"/>
    <w:rsid w:val="00F95AC2"/>
    <w:rsid w:val="00F96E4C"/>
    <w:rsid w:val="00FA6C5A"/>
    <w:rsid w:val="00FA7808"/>
    <w:rsid w:val="00FB040A"/>
    <w:rsid w:val="00FB19E0"/>
    <w:rsid w:val="00FB5A14"/>
    <w:rsid w:val="00FB6E58"/>
    <w:rsid w:val="00FD4FE2"/>
    <w:rsid w:val="00FE59FF"/>
    <w:rsid w:val="00FE70CC"/>
    <w:rsid w:val="00FE7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32FF"/>
  <w15:docId w15:val="{399A4A19-1364-4B2F-B6DF-C61A2C0D4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2BD"/>
  </w:style>
  <w:style w:type="paragraph" w:styleId="Nagwek2">
    <w:name w:val="heading 2"/>
    <w:basedOn w:val="Normalny"/>
    <w:next w:val="Normalny"/>
    <w:link w:val="Nagwek2Znak"/>
    <w:qFormat/>
    <w:rsid w:val="00F42521"/>
    <w:pPr>
      <w:keepNext/>
      <w:spacing w:after="0" w:line="240" w:lineRule="auto"/>
      <w:jc w:val="both"/>
      <w:outlineLvl w:val="1"/>
    </w:pPr>
    <w:rPr>
      <w:rFonts w:ascii="Tahoma" w:eastAsia="Times New Roman" w:hAnsi="Tahoma" w:cs="Times New Roman"/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08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608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608A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425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</w:rPr>
  </w:style>
  <w:style w:type="character" w:customStyle="1" w:styleId="TytuZnak">
    <w:name w:val="Tytuł Znak"/>
    <w:basedOn w:val="Domylnaczcionkaakapitu"/>
    <w:link w:val="Tytu"/>
    <w:rsid w:val="00F42521"/>
    <w:rPr>
      <w:rFonts w:ascii="Times New Roman" w:eastAsia="Times New Roman" w:hAnsi="Times New Roman" w:cs="Times New Roman"/>
      <w:b/>
      <w:bCs/>
      <w:sz w:val="24"/>
    </w:rPr>
  </w:style>
  <w:style w:type="character" w:customStyle="1" w:styleId="Nagwek2Znak">
    <w:name w:val="Nagłówek 2 Znak"/>
    <w:basedOn w:val="Domylnaczcionkaakapitu"/>
    <w:link w:val="Nagwek2"/>
    <w:rsid w:val="00F42521"/>
    <w:rPr>
      <w:rFonts w:ascii="Tahoma" w:eastAsia="Times New Roman" w:hAnsi="Tahoma" w:cs="Times New Roman"/>
      <w:b/>
      <w:bCs/>
      <w:sz w:val="20"/>
    </w:rPr>
  </w:style>
  <w:style w:type="paragraph" w:styleId="Tekstpodstawowy2">
    <w:name w:val="Body Text 2"/>
    <w:basedOn w:val="Normalny"/>
    <w:link w:val="Tekstpodstawowy2Znak"/>
    <w:semiHidden/>
    <w:rsid w:val="00F425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42521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uiPriority w:val="99"/>
    <w:unhideWhenUsed/>
    <w:rsid w:val="00D216A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6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2664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608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A608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A608A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a">
    <w:name w:val="List"/>
    <w:basedOn w:val="Normalny"/>
    <w:uiPriority w:val="99"/>
    <w:unhideWhenUsed/>
    <w:rsid w:val="00A608A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A608A9"/>
    <w:pPr>
      <w:ind w:left="566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A608A9"/>
    <w:pPr>
      <w:numPr>
        <w:numId w:val="6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608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08A9"/>
  </w:style>
  <w:style w:type="paragraph" w:styleId="Podtytu">
    <w:name w:val="Subtitle"/>
    <w:basedOn w:val="Normalny"/>
    <w:next w:val="Normalny"/>
    <w:link w:val="PodtytuZnak"/>
    <w:uiPriority w:val="11"/>
    <w:qFormat/>
    <w:rsid w:val="00A608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608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rsid w:val="00B60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21138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2590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79D70-6BB7-48FF-9AAA-A48930F4F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</dc:creator>
  <cp:lastModifiedBy>Jacek Bieżuński</cp:lastModifiedBy>
  <cp:revision>17</cp:revision>
  <cp:lastPrinted>2025-06-04T11:39:00Z</cp:lastPrinted>
  <dcterms:created xsi:type="dcterms:W3CDTF">2025-05-30T07:03:00Z</dcterms:created>
  <dcterms:modified xsi:type="dcterms:W3CDTF">2025-06-05T11:07:00Z</dcterms:modified>
</cp:coreProperties>
</file>