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F681" w14:textId="002869BE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="00436149">
        <w:rPr>
          <w:rFonts w:ascii="Arial" w:hAnsi="Arial" w:cs="Arial"/>
        </w:rPr>
        <w:t>.1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6989E032" w14:textId="77777777" w:rsidR="00C00447" w:rsidRPr="00E63576" w:rsidRDefault="00C00447" w:rsidP="00C0044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 xml:space="preserve">Zespół Szkół Ponadpodstawowych nr 1 </w:t>
      </w:r>
    </w:p>
    <w:p w14:paraId="0D8965A2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>im. Tadeusza Kościuszki w Tomaszowie Mazowieckim</w:t>
      </w:r>
    </w:p>
    <w:p w14:paraId="7DFEFE1E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E63576">
        <w:rPr>
          <w:rFonts w:ascii="Arial" w:hAnsi="Arial" w:cs="Arial"/>
          <w:color w:val="000000"/>
        </w:rPr>
        <w:t>ul. Św. Antoniego 29, 97-200 Tomaszów Mazowiecki</w:t>
      </w:r>
    </w:p>
    <w:p w14:paraId="7C9F51A1" w14:textId="40BC8093" w:rsidR="004E70AD" w:rsidRPr="007D7BDE" w:rsidRDefault="004E70AD" w:rsidP="00EE1E0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bookmarkStart w:id="0" w:name="_Hlk182739441"/>
      <w:r w:rsidR="004028D6">
        <w:fldChar w:fldCharType="begin"/>
      </w:r>
      <w:r w:rsidR="004028D6">
        <w:instrText xml:space="preserve"> HYPERLINK "mailto:zamowienia@zsp1.edu.pl" </w:instrText>
      </w:r>
      <w:r w:rsidR="004028D6">
        <w:fldChar w:fldCharType="separate"/>
      </w:r>
      <w:r w:rsidR="004028D6">
        <w:rPr>
          <w:rStyle w:val="Hipercze"/>
          <w:rFonts w:ascii="Arial" w:hAnsi="Arial" w:cs="Arial"/>
        </w:rPr>
        <w:t>zamowienia@zsp1.edu.pl</w:t>
      </w:r>
      <w:bookmarkEnd w:id="0"/>
      <w:r w:rsidR="004028D6">
        <w:fldChar w:fldCharType="end"/>
      </w:r>
    </w:p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920430">
        <w:trPr>
          <w:trHeight w:val="62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838"/>
      </w:tblGrid>
      <w:tr w:rsidR="00140C27" w:rsidRPr="00920430" w14:paraId="03309F26" w14:textId="77777777" w:rsidTr="002F0489">
        <w:tc>
          <w:tcPr>
            <w:tcW w:w="2376" w:type="dxa"/>
            <w:shd w:val="clear" w:color="auto" w:fill="auto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6838" w:type="dxa"/>
            <w:shd w:val="clear" w:color="auto" w:fill="auto"/>
          </w:tcPr>
          <w:p w14:paraId="2F62FA7F" w14:textId="2958981B" w:rsidR="00140C27" w:rsidRPr="009678A3" w:rsidRDefault="002F0489" w:rsidP="0092043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23EED">
              <w:rPr>
                <w:rFonts w:ascii="Arial" w:hAnsi="Arial" w:cs="Arial"/>
                <w:b/>
                <w:iCs/>
                <w:color w:val="000000"/>
                <w:kern w:val="1"/>
              </w:rPr>
              <w:t xml:space="preserve">Dostawa sprzętu i wyposażenia </w:t>
            </w:r>
            <w:r w:rsidRPr="0075790F">
              <w:rPr>
                <w:rFonts w:ascii="Arial" w:hAnsi="Arial" w:cs="Arial"/>
                <w:b/>
                <w:iCs/>
                <w:color w:val="000000"/>
                <w:kern w:val="1"/>
              </w:rPr>
              <w:t>do pracowni</w:t>
            </w:r>
            <w:r w:rsidRPr="0075790F">
              <w:rPr>
                <w:rFonts w:ascii="Arial" w:hAnsi="Arial" w:cs="Arial"/>
                <w:bCs/>
                <w:iCs/>
                <w:color w:val="000000"/>
                <w:kern w:val="1"/>
              </w:rPr>
              <w:t xml:space="preserve"> </w:t>
            </w:r>
            <w:r w:rsidRPr="0075790F">
              <w:rPr>
                <w:rFonts w:ascii="Arial" w:hAnsi="Arial" w:cs="Arial"/>
                <w:b/>
              </w:rPr>
              <w:t>dla uczniów i uczennic w ramach realizacji projektu "Innowacyjni informatycy" – z podziałem na IV części</w:t>
            </w:r>
            <w:r w:rsidR="00140C27" w:rsidRPr="009678A3">
              <w:rPr>
                <w:rFonts w:ascii="Arial" w:hAnsi="Arial" w:cs="Arial"/>
                <w:b/>
              </w:rPr>
              <w:t>.</w:t>
            </w:r>
          </w:p>
        </w:tc>
      </w:tr>
      <w:tr w:rsidR="008C7E95" w:rsidRPr="00140C27" w14:paraId="6CEB0E1D" w14:textId="77777777" w:rsidTr="002F0489">
        <w:tc>
          <w:tcPr>
            <w:tcW w:w="2376" w:type="dxa"/>
            <w:shd w:val="clear" w:color="auto" w:fill="auto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8" w:type="dxa"/>
            <w:shd w:val="clear" w:color="auto" w:fill="auto"/>
          </w:tcPr>
          <w:p w14:paraId="35007090" w14:textId="21EF1246" w:rsidR="008C7E95" w:rsidRPr="009678A3" w:rsidRDefault="002F0489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5790F">
              <w:rPr>
                <w:rFonts w:ascii="Arial" w:hAnsi="Arial" w:cs="Arial"/>
                <w:b/>
                <w:color w:val="000000" w:themeColor="text1"/>
              </w:rPr>
              <w:t>DG.2720.5.2025/II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4822BC">
      <w:pPr>
        <w:pStyle w:val="Akapitzlist"/>
        <w:spacing w:after="120" w:line="276" w:lineRule="auto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shd w:val="clear" w:color="auto" w:fill="auto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C06107">
        <w:trPr>
          <w:trHeight w:val="557"/>
        </w:trPr>
        <w:tc>
          <w:tcPr>
            <w:tcW w:w="2552" w:type="dxa"/>
            <w:shd w:val="clear" w:color="auto" w:fill="auto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  <w:shd w:val="clear" w:color="auto" w:fill="auto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  <w:shd w:val="clear" w:color="auto" w:fill="auto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C06107">
        <w:trPr>
          <w:trHeight w:val="428"/>
        </w:trPr>
        <w:tc>
          <w:tcPr>
            <w:tcW w:w="2552" w:type="dxa"/>
            <w:shd w:val="clear" w:color="auto" w:fill="auto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466B8A95" w14:textId="7E390276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8pt;height:20.4pt" o:ole="">
                  <v:imagedata r:id="rId8" o:title=""/>
                </v:shape>
                <w:control r:id="rId9" w:name="OptionButton1" w:shapeid="_x0000_i1041"/>
              </w:object>
            </w:r>
          </w:p>
          <w:p w14:paraId="26B04195" w14:textId="40F5DCD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4pt;height:20.4pt" o:ole="">
                  <v:imagedata r:id="rId10" o:title=""/>
                </v:shape>
                <w:control r:id="rId11" w:name="OptionButton2" w:shapeid="_x0000_i1043"/>
              </w:object>
            </w:r>
          </w:p>
          <w:p w14:paraId="52D0C798" w14:textId="49DBBE49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4pt;height:20.4pt" o:ole="">
                  <v:imagedata r:id="rId12" o:title=""/>
                </v:shape>
                <w:control r:id="rId13" w:name="OptionButton3" w:shapeid="_x0000_i1045"/>
              </w:object>
            </w:r>
          </w:p>
          <w:p w14:paraId="2E860396" w14:textId="35533D42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4pt;height:20.4pt" o:ole="">
                  <v:imagedata r:id="rId14" o:title=""/>
                </v:shape>
                <w:control r:id="rId15" w:name="OptionButton4" w:shapeid="_x0000_i1047"/>
              </w:object>
            </w:r>
          </w:p>
          <w:p w14:paraId="66446483" w14:textId="2A232BD4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4pt;height:20.4pt" o:ole="">
                  <v:imagedata r:id="rId16" o:title=""/>
                </v:shape>
                <w:control r:id="rId17" w:name="OptionButton5" w:shapeid="_x0000_i1049"/>
              </w:object>
            </w:r>
          </w:p>
          <w:p w14:paraId="68D0D951" w14:textId="72C2ACB1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pt;height:20.4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57529383" w14:textId="548E3A34" w:rsidR="006676B8" w:rsidRPr="00C00447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2F0489">
        <w:rPr>
          <w:rFonts w:ascii="Arial" w:hAnsi="Arial" w:cs="Arial"/>
          <w:b/>
          <w:iCs/>
          <w:color w:val="000000"/>
          <w:kern w:val="1"/>
        </w:rPr>
        <w:t>Dostawa sprzętu i </w:t>
      </w:r>
      <w:r w:rsidR="002F0489" w:rsidRPr="00723EED">
        <w:rPr>
          <w:rFonts w:ascii="Arial" w:hAnsi="Arial" w:cs="Arial"/>
          <w:b/>
          <w:iCs/>
          <w:color w:val="000000"/>
          <w:kern w:val="1"/>
        </w:rPr>
        <w:t xml:space="preserve">wyposażenia </w:t>
      </w:r>
      <w:r w:rsidR="002F0489" w:rsidRPr="0075790F">
        <w:rPr>
          <w:rFonts w:ascii="Arial" w:hAnsi="Arial" w:cs="Arial"/>
          <w:b/>
          <w:iCs/>
          <w:color w:val="000000"/>
          <w:kern w:val="1"/>
        </w:rPr>
        <w:t>do pracowni</w:t>
      </w:r>
      <w:r w:rsidR="002F0489" w:rsidRPr="0075790F">
        <w:rPr>
          <w:rFonts w:ascii="Arial" w:hAnsi="Arial" w:cs="Arial"/>
          <w:bCs/>
          <w:iCs/>
          <w:color w:val="000000"/>
          <w:kern w:val="1"/>
        </w:rPr>
        <w:t xml:space="preserve"> </w:t>
      </w:r>
      <w:r w:rsidR="002F0489" w:rsidRPr="0075790F">
        <w:rPr>
          <w:rFonts w:ascii="Arial" w:hAnsi="Arial" w:cs="Arial"/>
          <w:b/>
        </w:rPr>
        <w:t>dla uczniów i uczennic w ramach realizacji projektu "Innowacyjni informatycy" – z podziałem na IV części</w:t>
      </w:r>
      <w:r w:rsidR="004822BC"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4E45CAF8" w:rsidR="006676B8" w:rsidRPr="004822BC" w:rsidRDefault="004D5A42" w:rsidP="004822BC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D73E28">
        <w:rPr>
          <w:rFonts w:ascii="Arial" w:hAnsi="Arial" w:cs="Arial"/>
        </w:rPr>
        <w:t xml:space="preserve">dla </w:t>
      </w:r>
      <w:r w:rsidR="004822BC" w:rsidRPr="00D73E28">
        <w:rPr>
          <w:rFonts w:ascii="Arial" w:hAnsi="Arial" w:cs="Arial"/>
          <w:b/>
          <w:bCs/>
        </w:rPr>
        <w:t>Części I</w:t>
      </w:r>
      <w:r w:rsidR="004822BC">
        <w:rPr>
          <w:rFonts w:ascii="Arial" w:hAnsi="Arial" w:cs="Arial"/>
          <w:b/>
          <w:bCs/>
        </w:rPr>
        <w:t xml:space="preserve">: </w:t>
      </w:r>
      <w:r w:rsidR="002F0489" w:rsidRPr="002F0489">
        <w:rPr>
          <w:rFonts w:ascii="Arial" w:hAnsi="Arial" w:cs="Arial"/>
          <w:b/>
          <w:bCs/>
        </w:rPr>
        <w:t>Dostawa sprzętu komputerowego do pracowni informatycznej i multimedialnej dla</w:t>
      </w:r>
      <w:r w:rsidR="002F0489">
        <w:rPr>
          <w:rFonts w:ascii="Arial" w:hAnsi="Arial" w:cs="Arial"/>
          <w:b/>
          <w:bCs/>
        </w:rPr>
        <w:t> </w:t>
      </w:r>
      <w:r w:rsidR="002F0489" w:rsidRPr="002F0489">
        <w:rPr>
          <w:rFonts w:ascii="Arial" w:hAnsi="Arial" w:cs="Arial"/>
          <w:b/>
          <w:bCs/>
          <w:iCs/>
          <w:color w:val="000000"/>
          <w:kern w:val="1"/>
        </w:rPr>
        <w:t>uczniów i uczennic</w:t>
      </w:r>
      <w:r w:rsidR="004822BC" w:rsidRPr="00D73E28">
        <w:rPr>
          <w:rFonts w:ascii="Arial" w:hAnsi="Arial" w:cs="Arial"/>
          <w:b/>
          <w:bCs/>
        </w:rPr>
        <w:t>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013F6E3" w14:textId="77777777" w:rsidR="00D5738E" w:rsidRPr="00D5738E" w:rsidRDefault="00D5738E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296D4D3B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224E9BEA" w14:textId="33F7BD75" w:rsidR="005C5FAF" w:rsidRDefault="005C5FAF" w:rsidP="005C5FAF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zgodnie z formularzem asortymentowo – cenowym stanowiącym załącznik nr 1.1.1 do SWZ.</w:t>
      </w:r>
    </w:p>
    <w:p w14:paraId="712614AB" w14:textId="77777777" w:rsidR="0031651E" w:rsidRPr="00371DC7" w:rsidRDefault="0031651E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784CD7" w14:textId="3356D58E" w:rsidR="0031651E" w:rsidRDefault="00D64699" w:rsidP="0031651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 ponadto, że wraz ze składaną ofertą wskazujemy</w:t>
      </w:r>
      <w:r w:rsidR="00D73E28" w:rsidRPr="00D73E28">
        <w:rPr>
          <w:rFonts w:ascii="Arial" w:hAnsi="Arial" w:cs="Arial"/>
          <w:b/>
        </w:rPr>
        <w:t>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371"/>
        <w:gridCol w:w="2126"/>
      </w:tblGrid>
      <w:tr w:rsidR="0014532D" w:rsidRPr="00D73E28" w14:paraId="1B65F6AD" w14:textId="77777777" w:rsidTr="00AB03AE">
        <w:trPr>
          <w:trHeight w:val="838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BFB89F7" w14:textId="77777777" w:rsidR="0014532D" w:rsidRPr="00FE524C" w:rsidRDefault="0014532D" w:rsidP="00FE524C">
            <w:pPr>
              <w:pStyle w:val="Bezodstpw"/>
              <w:ind w:left="390"/>
              <w:jc w:val="center"/>
              <w:rPr>
                <w:rFonts w:ascii="Arial" w:hAnsi="Arial" w:cs="Arial"/>
                <w:b/>
                <w:bCs/>
              </w:rPr>
            </w:pPr>
            <w:r w:rsidRPr="00FE524C">
              <w:rPr>
                <w:rFonts w:ascii="Arial" w:hAnsi="Arial" w:cs="Arial"/>
                <w:b/>
                <w:bCs/>
              </w:rPr>
              <w:t>Opis kryterium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BE8C1F7" w14:textId="77777777" w:rsidR="0014532D" w:rsidRPr="00FE524C" w:rsidRDefault="0014532D" w:rsidP="00FE524C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FE524C">
              <w:rPr>
                <w:rFonts w:ascii="Arial" w:hAnsi="Arial" w:cs="Arial"/>
                <w:b/>
                <w:bCs/>
              </w:rPr>
              <w:t>Zadeklarowana wartość</w:t>
            </w:r>
          </w:p>
        </w:tc>
      </w:tr>
      <w:tr w:rsidR="0014532D" w:rsidRPr="00D73E28" w14:paraId="4B3E8F09" w14:textId="77777777" w:rsidTr="00FE524C">
        <w:trPr>
          <w:trHeight w:val="922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0B70" w14:textId="77777777" w:rsidR="0014532D" w:rsidRPr="00D65D31" w:rsidRDefault="0014532D" w:rsidP="0033640B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9132" w14:textId="77777777" w:rsidR="0014532D" w:rsidRDefault="0014532D" w:rsidP="0033640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C2E5E9" w14:textId="77777777" w:rsidR="0014532D" w:rsidRDefault="0014532D" w:rsidP="0033640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FADEB4" w14:textId="77777777" w:rsidR="0014532D" w:rsidRPr="00BC341C" w:rsidRDefault="0014532D" w:rsidP="0033640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14532D" w:rsidRPr="00D73E28" w14:paraId="7D77691E" w14:textId="77777777" w:rsidTr="00AB03AE">
        <w:trPr>
          <w:trHeight w:val="680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189F" w14:textId="77777777" w:rsidR="0014532D" w:rsidRPr="00390D5C" w:rsidRDefault="0014532D" w:rsidP="0033640B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14532D" w:rsidRPr="00D73E28" w14:paraId="2A40B562" w14:textId="77777777" w:rsidTr="00AB03AE">
        <w:trPr>
          <w:trHeight w:val="85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B089" w14:textId="77777777" w:rsidR="0014532D" w:rsidRPr="00D65D31" w:rsidRDefault="0014532D" w:rsidP="0033640B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75BA" w14:textId="77777777" w:rsidR="0014532D" w:rsidRDefault="0014532D" w:rsidP="0033640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D62103" w14:textId="77777777" w:rsidR="0014532D" w:rsidRDefault="0014532D" w:rsidP="0033640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BD2BA9" w14:textId="77777777" w:rsidR="0014532D" w:rsidRPr="00BC341C" w:rsidRDefault="0014532D" w:rsidP="0033640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14532D" w:rsidRPr="00D73E28" w14:paraId="045D0B56" w14:textId="77777777" w:rsidTr="00AB03AE">
        <w:trPr>
          <w:trHeight w:val="680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32EB" w14:textId="3282D944" w:rsidR="0014532D" w:rsidRPr="00390D5C" w:rsidRDefault="0014532D" w:rsidP="00B94D6D">
            <w:pPr>
              <w:pStyle w:val="Bezodstpw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 w:rsidR="00B94D6D">
              <w:rPr>
                <w:rFonts w:ascii="Arial" w:hAnsi="Arial" w:cs="Arial"/>
                <w:i/>
                <w:iCs/>
                <w:sz w:val="20"/>
                <w:szCs w:val="20"/>
              </w:rPr>
              <w:t>36 </w:t>
            </w:r>
            <w:r w:rsidR="00B94D6D"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miesi</w:t>
            </w:r>
            <w:r w:rsidR="00B94D6D">
              <w:rPr>
                <w:rFonts w:ascii="Arial" w:hAnsi="Arial" w:cs="Arial"/>
                <w:i/>
                <w:iCs/>
                <w:sz w:val="20"/>
                <w:szCs w:val="20"/>
              </w:rPr>
              <w:t>ęcy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maksymalny </w:t>
            </w:r>
            <w:r w:rsidR="00B94D6D">
              <w:rPr>
                <w:rFonts w:ascii="Arial" w:hAnsi="Arial" w:cs="Arial"/>
                <w:i/>
                <w:iCs/>
                <w:sz w:val="20"/>
                <w:szCs w:val="20"/>
              </w:rPr>
              <w:t>48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ęcy i więcej.</w:t>
            </w:r>
          </w:p>
        </w:tc>
      </w:tr>
    </w:tbl>
    <w:p w14:paraId="01352C2E" w14:textId="21CAEF4C" w:rsidR="00B9086B" w:rsidRPr="00BE474D" w:rsidRDefault="00B9086B" w:rsidP="0031651E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2CF9DAB" w14:textId="77777777" w:rsidR="00ED4154" w:rsidRDefault="00FF57EE" w:rsidP="0014532D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14532D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14532D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14532D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lastRenderedPageBreak/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14532D">
      <w:pPr>
        <w:pStyle w:val="Akapitzlist"/>
        <w:numPr>
          <w:ilvl w:val="1"/>
          <w:numId w:val="22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75F57E3C" w:rsidR="00525EFF" w:rsidRPr="00B56BE6" w:rsidRDefault="00FF57EE" w:rsidP="0014532D">
      <w:pPr>
        <w:pStyle w:val="Akapitzlist"/>
        <w:numPr>
          <w:ilvl w:val="1"/>
          <w:numId w:val="22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14532D">
      <w:pPr>
        <w:pStyle w:val="Akapitzlist"/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680D6CA2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2pt;height:17.4pt" o:ole="">
            <v:imagedata r:id="rId20" o:title=""/>
          </v:shape>
          <w:control r:id="rId21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7568A87D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6pt;height:21.6pt" o:ole="">
            <v:imagedata r:id="rId22" o:title=""/>
          </v:shape>
          <w:control r:id="rId23" w:name="CheckBox2" w:shapeid="_x0000_i1055"/>
        </w:object>
      </w:r>
    </w:p>
    <w:p w14:paraId="2E8DC986" w14:textId="6DBD2471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</w:t>
      </w:r>
      <w:r w:rsidR="006B7A1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14532D">
      <w:pPr>
        <w:pStyle w:val="Akapitzlist"/>
        <w:numPr>
          <w:ilvl w:val="0"/>
          <w:numId w:val="22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shd w:val="clear" w:color="auto" w:fill="auto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shd w:val="clear" w:color="auto" w:fill="auto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lastRenderedPageBreak/>
              <w:t>Telefon</w:t>
            </w:r>
          </w:p>
        </w:tc>
        <w:tc>
          <w:tcPr>
            <w:tcW w:w="6836" w:type="dxa"/>
            <w:shd w:val="clear" w:color="auto" w:fill="auto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shd w:val="clear" w:color="auto" w:fill="auto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14532D">
      <w:pPr>
        <w:pStyle w:val="Akapitzlist"/>
        <w:numPr>
          <w:ilvl w:val="0"/>
          <w:numId w:val="22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A40BA1E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</w:t>
      </w:r>
      <w:proofErr w:type="spellStart"/>
      <w:r w:rsidRPr="003C52E4">
        <w:rPr>
          <w:rFonts w:ascii="Arial" w:hAnsi="Arial" w:cs="Arial"/>
          <w:i/>
          <w:iCs/>
          <w:sz w:val="20"/>
          <w:szCs w:val="20"/>
          <w:u w:val="single"/>
        </w:rPr>
        <w:t>ami</w:t>
      </w:r>
      <w:proofErr w:type="spellEnd"/>
      <w:r w:rsidRPr="003C52E4">
        <w:rPr>
          <w:rFonts w:ascii="Arial" w:hAnsi="Arial" w:cs="Arial"/>
          <w:i/>
          <w:iCs/>
          <w:sz w:val="20"/>
          <w:szCs w:val="20"/>
          <w:u w:val="single"/>
        </w:rPr>
        <w:t>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E05498">
      <w:headerReference w:type="default" r:id="rId24"/>
      <w:footerReference w:type="default" r:id="rId25"/>
      <w:pgSz w:w="11906" w:h="16838"/>
      <w:pgMar w:top="1276" w:right="991" w:bottom="709" w:left="1134" w:header="142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B94D6D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B94D6D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9845" w14:textId="08FF9F55" w:rsidR="00AE2ACB" w:rsidRPr="00346636" w:rsidRDefault="00A77F46" w:rsidP="00AB03AE">
    <w:pPr>
      <w:pStyle w:val="Nagwek"/>
      <w:jc w:val="center"/>
    </w:pPr>
    <w:r>
      <w:rPr>
        <w:noProof/>
      </w:rPr>
      <w:drawing>
        <wp:inline distT="0" distB="0" distL="0" distR="0" wp14:anchorId="1BAB3729" wp14:editId="126FF16B">
          <wp:extent cx="5760720" cy="742315"/>
          <wp:effectExtent l="0" t="0" r="0" b="635"/>
          <wp:docPr id="44051149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72C"/>
    <w:multiLevelType w:val="multilevel"/>
    <w:tmpl w:val="A6DA71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7455D2"/>
    <w:multiLevelType w:val="hybridMultilevel"/>
    <w:tmpl w:val="1EA61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1DE7"/>
    <w:multiLevelType w:val="hybridMultilevel"/>
    <w:tmpl w:val="58B6AB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421C2"/>
    <w:multiLevelType w:val="multilevel"/>
    <w:tmpl w:val="BD2E45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F7A068F"/>
    <w:multiLevelType w:val="multilevel"/>
    <w:tmpl w:val="84FC2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6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24365548">
    <w:abstractNumId w:val="15"/>
  </w:num>
  <w:num w:numId="2" w16cid:durableId="856164313">
    <w:abstractNumId w:val="9"/>
  </w:num>
  <w:num w:numId="3" w16cid:durableId="1613584944">
    <w:abstractNumId w:val="13"/>
  </w:num>
  <w:num w:numId="4" w16cid:durableId="1637182851">
    <w:abstractNumId w:val="21"/>
  </w:num>
  <w:num w:numId="5" w16cid:durableId="3504958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511110">
    <w:abstractNumId w:val="12"/>
  </w:num>
  <w:num w:numId="7" w16cid:durableId="329409466">
    <w:abstractNumId w:val="4"/>
  </w:num>
  <w:num w:numId="8" w16cid:durableId="171261038">
    <w:abstractNumId w:val="17"/>
  </w:num>
  <w:num w:numId="9" w16cid:durableId="631252718">
    <w:abstractNumId w:val="8"/>
  </w:num>
  <w:num w:numId="10" w16cid:durableId="791481813">
    <w:abstractNumId w:val="18"/>
  </w:num>
  <w:num w:numId="11" w16cid:durableId="1814980089">
    <w:abstractNumId w:val="20"/>
  </w:num>
  <w:num w:numId="12" w16cid:durableId="2056851094">
    <w:abstractNumId w:val="3"/>
  </w:num>
  <w:num w:numId="13" w16cid:durableId="11132807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1659890">
    <w:abstractNumId w:val="16"/>
  </w:num>
  <w:num w:numId="15" w16cid:durableId="1490172482">
    <w:abstractNumId w:val="1"/>
  </w:num>
  <w:num w:numId="16" w16cid:durableId="7175522">
    <w:abstractNumId w:val="11"/>
  </w:num>
  <w:num w:numId="17" w16cid:durableId="944313083">
    <w:abstractNumId w:val="0"/>
  </w:num>
  <w:num w:numId="18" w16cid:durableId="501820477">
    <w:abstractNumId w:val="5"/>
  </w:num>
  <w:num w:numId="19" w16cid:durableId="167251293">
    <w:abstractNumId w:val="6"/>
  </w:num>
  <w:num w:numId="20" w16cid:durableId="1026906112">
    <w:abstractNumId w:val="10"/>
  </w:num>
  <w:num w:numId="21" w16cid:durableId="1780562390">
    <w:abstractNumId w:val="2"/>
  </w:num>
  <w:num w:numId="22" w16cid:durableId="8995616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25E59"/>
    <w:rsid w:val="000310B6"/>
    <w:rsid w:val="00050AC1"/>
    <w:rsid w:val="00077EBA"/>
    <w:rsid w:val="000A5CA8"/>
    <w:rsid w:val="001010F1"/>
    <w:rsid w:val="001063D3"/>
    <w:rsid w:val="001129C0"/>
    <w:rsid w:val="001163D7"/>
    <w:rsid w:val="00140C27"/>
    <w:rsid w:val="0014532D"/>
    <w:rsid w:val="00193F60"/>
    <w:rsid w:val="001B1410"/>
    <w:rsid w:val="001C7D84"/>
    <w:rsid w:val="001D5C00"/>
    <w:rsid w:val="001E2907"/>
    <w:rsid w:val="001F1C13"/>
    <w:rsid w:val="0020388B"/>
    <w:rsid w:val="00216425"/>
    <w:rsid w:val="002214DB"/>
    <w:rsid w:val="00253194"/>
    <w:rsid w:val="00267D1F"/>
    <w:rsid w:val="002A516E"/>
    <w:rsid w:val="002B4ABD"/>
    <w:rsid w:val="002C23F2"/>
    <w:rsid w:val="002C7EAB"/>
    <w:rsid w:val="002E1595"/>
    <w:rsid w:val="002E280F"/>
    <w:rsid w:val="002E612D"/>
    <w:rsid w:val="002F0489"/>
    <w:rsid w:val="0031651E"/>
    <w:rsid w:val="00317CD5"/>
    <w:rsid w:val="00346636"/>
    <w:rsid w:val="00346B88"/>
    <w:rsid w:val="00367F75"/>
    <w:rsid w:val="00371DC7"/>
    <w:rsid w:val="003A37A9"/>
    <w:rsid w:val="003B769C"/>
    <w:rsid w:val="003C52E4"/>
    <w:rsid w:val="003E0201"/>
    <w:rsid w:val="003E17C2"/>
    <w:rsid w:val="004028D6"/>
    <w:rsid w:val="004223C6"/>
    <w:rsid w:val="00436149"/>
    <w:rsid w:val="00440C2C"/>
    <w:rsid w:val="00443FE4"/>
    <w:rsid w:val="00444392"/>
    <w:rsid w:val="00450529"/>
    <w:rsid w:val="004822BC"/>
    <w:rsid w:val="00497AEE"/>
    <w:rsid w:val="004C59EC"/>
    <w:rsid w:val="004D4F17"/>
    <w:rsid w:val="004D5A42"/>
    <w:rsid w:val="004E397B"/>
    <w:rsid w:val="004E4F1B"/>
    <w:rsid w:val="004E70AD"/>
    <w:rsid w:val="0050551B"/>
    <w:rsid w:val="00525EFF"/>
    <w:rsid w:val="0053607F"/>
    <w:rsid w:val="005564F9"/>
    <w:rsid w:val="00563DC0"/>
    <w:rsid w:val="005722FE"/>
    <w:rsid w:val="00574A9C"/>
    <w:rsid w:val="005844F6"/>
    <w:rsid w:val="005B173D"/>
    <w:rsid w:val="005C5FAF"/>
    <w:rsid w:val="005D6DA1"/>
    <w:rsid w:val="005F6F5F"/>
    <w:rsid w:val="00640768"/>
    <w:rsid w:val="00651654"/>
    <w:rsid w:val="006522FA"/>
    <w:rsid w:val="006562E9"/>
    <w:rsid w:val="006676B8"/>
    <w:rsid w:val="0067372D"/>
    <w:rsid w:val="006B63D6"/>
    <w:rsid w:val="006B7A1C"/>
    <w:rsid w:val="006C641D"/>
    <w:rsid w:val="006D09E0"/>
    <w:rsid w:val="006D753E"/>
    <w:rsid w:val="006E3E28"/>
    <w:rsid w:val="006F1BD5"/>
    <w:rsid w:val="007039BF"/>
    <w:rsid w:val="00780D4C"/>
    <w:rsid w:val="00791153"/>
    <w:rsid w:val="007D475B"/>
    <w:rsid w:val="007E331F"/>
    <w:rsid w:val="007F3E87"/>
    <w:rsid w:val="00811850"/>
    <w:rsid w:val="00814ACA"/>
    <w:rsid w:val="008179FB"/>
    <w:rsid w:val="0085464B"/>
    <w:rsid w:val="008C5531"/>
    <w:rsid w:val="008C7E95"/>
    <w:rsid w:val="008E6C6E"/>
    <w:rsid w:val="00920430"/>
    <w:rsid w:val="009312B4"/>
    <w:rsid w:val="00932E17"/>
    <w:rsid w:val="009352E8"/>
    <w:rsid w:val="009569B2"/>
    <w:rsid w:val="009678A3"/>
    <w:rsid w:val="0097776D"/>
    <w:rsid w:val="00983D1D"/>
    <w:rsid w:val="0098543B"/>
    <w:rsid w:val="009B316D"/>
    <w:rsid w:val="009D75A8"/>
    <w:rsid w:val="00A23135"/>
    <w:rsid w:val="00A23973"/>
    <w:rsid w:val="00A30343"/>
    <w:rsid w:val="00A50E18"/>
    <w:rsid w:val="00A77F46"/>
    <w:rsid w:val="00A8509D"/>
    <w:rsid w:val="00A878FE"/>
    <w:rsid w:val="00AA39D6"/>
    <w:rsid w:val="00AB03AE"/>
    <w:rsid w:val="00AC3781"/>
    <w:rsid w:val="00AE2ACB"/>
    <w:rsid w:val="00AF4AC3"/>
    <w:rsid w:val="00AF662E"/>
    <w:rsid w:val="00B42ED4"/>
    <w:rsid w:val="00B46DBA"/>
    <w:rsid w:val="00B47637"/>
    <w:rsid w:val="00B56BE6"/>
    <w:rsid w:val="00B86D25"/>
    <w:rsid w:val="00B87AFB"/>
    <w:rsid w:val="00B9086B"/>
    <w:rsid w:val="00B94D6D"/>
    <w:rsid w:val="00B964C4"/>
    <w:rsid w:val="00BA1A65"/>
    <w:rsid w:val="00BB2961"/>
    <w:rsid w:val="00BC341C"/>
    <w:rsid w:val="00BC4F99"/>
    <w:rsid w:val="00BC6218"/>
    <w:rsid w:val="00BE474D"/>
    <w:rsid w:val="00C00447"/>
    <w:rsid w:val="00C06107"/>
    <w:rsid w:val="00C11FEF"/>
    <w:rsid w:val="00C21485"/>
    <w:rsid w:val="00C22F7D"/>
    <w:rsid w:val="00C444F6"/>
    <w:rsid w:val="00C749A9"/>
    <w:rsid w:val="00C754AE"/>
    <w:rsid w:val="00C85374"/>
    <w:rsid w:val="00CE1552"/>
    <w:rsid w:val="00CE3AE6"/>
    <w:rsid w:val="00D1196E"/>
    <w:rsid w:val="00D13764"/>
    <w:rsid w:val="00D24DA5"/>
    <w:rsid w:val="00D554C7"/>
    <w:rsid w:val="00D5631A"/>
    <w:rsid w:val="00D5738E"/>
    <w:rsid w:val="00D613AB"/>
    <w:rsid w:val="00D64699"/>
    <w:rsid w:val="00D73E28"/>
    <w:rsid w:val="00DB0B8B"/>
    <w:rsid w:val="00DB1D88"/>
    <w:rsid w:val="00DB7A0F"/>
    <w:rsid w:val="00DC336F"/>
    <w:rsid w:val="00E05498"/>
    <w:rsid w:val="00E1735C"/>
    <w:rsid w:val="00E427E1"/>
    <w:rsid w:val="00EA28A0"/>
    <w:rsid w:val="00EA324B"/>
    <w:rsid w:val="00EB7584"/>
    <w:rsid w:val="00ED4154"/>
    <w:rsid w:val="00EE1E0A"/>
    <w:rsid w:val="00EF1FDB"/>
    <w:rsid w:val="00F134D5"/>
    <w:rsid w:val="00F25346"/>
    <w:rsid w:val="00F26D70"/>
    <w:rsid w:val="00F31EAC"/>
    <w:rsid w:val="00F3686B"/>
    <w:rsid w:val="00F7377B"/>
    <w:rsid w:val="00F80E6E"/>
    <w:rsid w:val="00F855D6"/>
    <w:rsid w:val="00FA723B"/>
    <w:rsid w:val="00FB09C9"/>
    <w:rsid w:val="00FC151A"/>
    <w:rsid w:val="00FC518B"/>
    <w:rsid w:val="00FD166E"/>
    <w:rsid w:val="00FD1C17"/>
    <w:rsid w:val="00FD2EF9"/>
    <w:rsid w:val="00FE0BB4"/>
    <w:rsid w:val="00FE524C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E3C09-EB30-4DC5-81C6-29AB5FBF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</TotalTime>
  <Pages>4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21</cp:revision>
  <cp:lastPrinted>2025-06-07T17:54:00Z</cp:lastPrinted>
  <dcterms:created xsi:type="dcterms:W3CDTF">2025-04-04T12:56:00Z</dcterms:created>
  <dcterms:modified xsi:type="dcterms:W3CDTF">2025-06-07T17:54:00Z</dcterms:modified>
</cp:coreProperties>
</file>