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3680D" w14:textId="0E4BC2AA" w:rsidR="007E331F" w:rsidRPr="00CC16D8" w:rsidRDefault="00876C95" w:rsidP="00CC16D8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Z</w:t>
      </w:r>
      <w:r w:rsidR="007E331F" w:rsidRPr="00DF2465">
        <w:rPr>
          <w:rFonts w:ascii="Times New Roman" w:hAnsi="Times New Roman"/>
          <w:b w:val="0"/>
          <w:sz w:val="22"/>
          <w:szCs w:val="22"/>
        </w:rPr>
        <w:t xml:space="preserve">ałącznik nr </w:t>
      </w:r>
      <w:r w:rsidR="00DF2465" w:rsidRPr="00DF2465">
        <w:rPr>
          <w:rFonts w:ascii="Times New Roman" w:hAnsi="Times New Roman"/>
          <w:b w:val="0"/>
          <w:sz w:val="22"/>
          <w:szCs w:val="22"/>
        </w:rPr>
        <w:t>1</w:t>
      </w:r>
      <w:r w:rsidR="007E331F" w:rsidRPr="00DF2465">
        <w:rPr>
          <w:rFonts w:ascii="Times New Roman" w:hAnsi="Times New Roman"/>
          <w:b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97"/>
      </w:tblGrid>
      <w:tr w:rsidR="00F31EAC" w:rsidRPr="005844F6" w14:paraId="38267BB8" w14:textId="77777777" w:rsidTr="00390E1B">
        <w:tc>
          <w:tcPr>
            <w:tcW w:w="9104" w:type="dxa"/>
            <w:shd w:val="clear" w:color="auto" w:fill="D9D9D9" w:themeFill="background1" w:themeFillShade="D9"/>
          </w:tcPr>
          <w:p w14:paraId="28BB6535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3C31A244" w14:textId="44CD6198" w:rsidR="00F31EAC" w:rsidRPr="00BF2A91" w:rsidRDefault="002E612D" w:rsidP="00F31EAC">
      <w:pPr>
        <w:spacing w:after="240" w:line="276" w:lineRule="auto"/>
        <w:jc w:val="both"/>
      </w:pPr>
      <w:r w:rsidRPr="00BF2A91">
        <w:t>Nawiązując do</w:t>
      </w:r>
      <w:r w:rsidR="00AA39D6" w:rsidRPr="00BF2A91">
        <w:t xml:space="preserve"> toczącego się </w:t>
      </w:r>
      <w:r w:rsidRPr="00BF2A91">
        <w:t xml:space="preserve">postępowania o udzielenie zamówienia publicznego </w:t>
      </w:r>
      <w:r w:rsidR="00AA39D6" w:rsidRPr="00BF2A91">
        <w:t>prowadzonego</w:t>
      </w:r>
      <w:r w:rsidRPr="00BF2A91">
        <w:t xml:space="preserve"> </w:t>
      </w:r>
      <w:r w:rsidR="00BF2A91" w:rsidRPr="00BF2A91">
        <w:t xml:space="preserve">w trybie </w:t>
      </w:r>
      <w:r w:rsidR="00BF2A91" w:rsidRPr="00BF2A91">
        <w:rPr>
          <w:b/>
          <w:bCs/>
        </w:rPr>
        <w:t>podstawowy bez negocjacji</w:t>
      </w:r>
      <w:r w:rsidR="00BF2A91" w:rsidRPr="00BF2A91">
        <w:t>, o którym mowa w art. 275 pkt. 1 ustawy z dnia 11 września 2019 r. (tj. Dz. U z 2024 r., poz. 1320)</w:t>
      </w:r>
      <w:r w:rsidRPr="00BF2A91">
        <w:t xml:space="preserve"> </w:t>
      </w:r>
      <w:r w:rsidR="00F31EAC" w:rsidRPr="00BF2A91">
        <w:t>pn.</w:t>
      </w:r>
      <w:r w:rsidRPr="00BF2A91">
        <w:t xml:space="preserve">: </w:t>
      </w:r>
    </w:p>
    <w:p w14:paraId="13CA774C" w14:textId="7A50A701" w:rsidR="00BF2A91" w:rsidRPr="00722C16" w:rsidRDefault="008443C5" w:rsidP="00BF2A91">
      <w:pPr>
        <w:jc w:val="center"/>
        <w:rPr>
          <w:b/>
          <w:i/>
          <w:iCs/>
          <w:sz w:val="32"/>
          <w:szCs w:val="32"/>
        </w:rPr>
      </w:pPr>
      <w:r w:rsidRPr="008443C5">
        <w:t xml:space="preserve"> </w:t>
      </w:r>
      <w:r w:rsidRPr="008443C5">
        <w:rPr>
          <w:b/>
          <w:i/>
          <w:iCs/>
          <w:sz w:val="32"/>
          <w:szCs w:val="32"/>
        </w:rPr>
        <w:t>„Sukcesywna dostawa artykułów żywnościowych dla Szkoły Podstawowej nr 4 w Siemianowicach Śląskich w III i IV kwartale 2025 roku”.</w:t>
      </w:r>
    </w:p>
    <w:p w14:paraId="572AD70E" w14:textId="594F5A53" w:rsidR="005D2664" w:rsidRDefault="005D2664" w:rsidP="001B79F7">
      <w:pPr>
        <w:spacing w:after="120" w:line="276" w:lineRule="auto"/>
        <w:jc w:val="center"/>
        <w:rPr>
          <w:b/>
          <w:bCs/>
          <w:i/>
          <w:sz w:val="28"/>
          <w:szCs w:val="28"/>
        </w:rPr>
      </w:pPr>
    </w:p>
    <w:p w14:paraId="226F28B1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1D78E5D2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421562C2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497A9287" w14:textId="77777777" w:rsidR="00AE2ACB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646EE" w:rsidRPr="007677F8" w14:paraId="42BF7543" w14:textId="77777777" w:rsidTr="00D56164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6A09105A" w14:textId="77777777" w:rsidR="003646EE" w:rsidRPr="007677F8" w:rsidRDefault="003646EE" w:rsidP="00D56164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78C5439A" w14:textId="77777777" w:rsidR="003646EE" w:rsidRPr="007677F8" w:rsidRDefault="003646EE" w:rsidP="00D56164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  <w:tr w:rsidR="003646EE" w:rsidRPr="007677F8" w14:paraId="61BD227F" w14:textId="77777777" w:rsidTr="00D56164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4602712B" w14:textId="77777777" w:rsidR="003646EE" w:rsidRPr="007677F8" w:rsidRDefault="003646EE" w:rsidP="00D56164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66BC52B0" w14:textId="77777777" w:rsidR="003646EE" w:rsidRPr="007677F8" w:rsidRDefault="003646EE" w:rsidP="00D56164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  <w:tr w:rsidR="003646EE" w:rsidRPr="007677F8" w14:paraId="230F39A0" w14:textId="77777777" w:rsidTr="00D56164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2FE145F1" w14:textId="77777777" w:rsidR="003646EE" w:rsidRPr="007677F8" w:rsidRDefault="003646EE" w:rsidP="00D56164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Województwo</w:t>
            </w:r>
          </w:p>
        </w:tc>
        <w:tc>
          <w:tcPr>
            <w:tcW w:w="6237" w:type="dxa"/>
            <w:shd w:val="clear" w:color="auto" w:fill="auto"/>
          </w:tcPr>
          <w:p w14:paraId="7045064A" w14:textId="77777777" w:rsidR="003646EE" w:rsidRPr="007677F8" w:rsidRDefault="003646EE" w:rsidP="00D56164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  <w:tr w:rsidR="003646EE" w:rsidRPr="007677F8" w14:paraId="5085A9CA" w14:textId="77777777" w:rsidTr="00D56164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1A22629A" w14:textId="77777777" w:rsidR="003646EE" w:rsidRDefault="003646EE" w:rsidP="00D56164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Adres e-mail, nr. telefonu</w:t>
            </w:r>
          </w:p>
        </w:tc>
        <w:tc>
          <w:tcPr>
            <w:tcW w:w="6237" w:type="dxa"/>
            <w:shd w:val="clear" w:color="auto" w:fill="auto"/>
          </w:tcPr>
          <w:p w14:paraId="342D7F9E" w14:textId="77777777" w:rsidR="003646EE" w:rsidRPr="007677F8" w:rsidRDefault="003646EE" w:rsidP="00D56164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  <w:tr w:rsidR="003646EE" w:rsidRPr="007677F8" w14:paraId="6E465593" w14:textId="77777777" w:rsidTr="00D56164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32CF789C" w14:textId="77777777" w:rsidR="003646EE" w:rsidRPr="007677F8" w:rsidRDefault="003646EE" w:rsidP="00D56164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5C52C46C" w14:textId="77777777" w:rsidR="003646EE" w:rsidRPr="007677F8" w:rsidRDefault="003646EE" w:rsidP="00D56164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  <w:tr w:rsidR="003646EE" w:rsidRPr="007677F8" w14:paraId="4E699725" w14:textId="77777777" w:rsidTr="00D56164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1B4DC94A" w14:textId="77777777" w:rsidR="003646EE" w:rsidRPr="007677F8" w:rsidRDefault="003646EE" w:rsidP="00D56164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122FCA1E" w14:textId="77777777" w:rsidR="003646EE" w:rsidRPr="007677F8" w:rsidRDefault="003646EE" w:rsidP="00D56164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  <w:tr w:rsidR="003646EE" w:rsidRPr="007677F8" w14:paraId="1F4FB8FB" w14:textId="77777777" w:rsidTr="00D56164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43D853C3" w14:textId="77777777" w:rsidR="003646EE" w:rsidRPr="007677F8" w:rsidRDefault="003646EE" w:rsidP="00D56164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KRS </w:t>
            </w:r>
            <w:r w:rsidRPr="00EC779A">
              <w:rPr>
                <w:rFonts w:eastAsia="Calibri"/>
                <w:i/>
                <w:iCs/>
                <w:sz w:val="22"/>
                <w:szCs w:val="22"/>
              </w:rPr>
              <w:t>(jeśli dotyczy)</w:t>
            </w:r>
          </w:p>
        </w:tc>
        <w:tc>
          <w:tcPr>
            <w:tcW w:w="6237" w:type="dxa"/>
            <w:shd w:val="clear" w:color="auto" w:fill="auto"/>
          </w:tcPr>
          <w:p w14:paraId="5D123A34" w14:textId="77777777" w:rsidR="003646EE" w:rsidRPr="007677F8" w:rsidRDefault="003646EE" w:rsidP="00D56164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  <w:tr w:rsidR="003646EE" w:rsidRPr="007677F8" w14:paraId="49E4851A" w14:textId="77777777" w:rsidTr="00D56164">
        <w:trPr>
          <w:trHeight w:val="3895"/>
        </w:trPr>
        <w:tc>
          <w:tcPr>
            <w:tcW w:w="2835" w:type="dxa"/>
            <w:shd w:val="clear" w:color="auto" w:fill="auto"/>
            <w:vAlign w:val="center"/>
          </w:tcPr>
          <w:p w14:paraId="507831BA" w14:textId="77777777" w:rsidR="003646EE" w:rsidRDefault="003646EE" w:rsidP="00D56164">
            <w:pPr>
              <w:shd w:val="clear" w:color="auto" w:fill="FFFFFF"/>
              <w:tabs>
                <w:tab w:val="left" w:pos="567"/>
              </w:tabs>
              <w:spacing w:after="60" w:line="288" w:lineRule="auto"/>
              <w:ind w:right="28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Rodzaj przedsiębiorstwa</w:t>
            </w:r>
          </w:p>
          <w:p w14:paraId="2E187D6B" w14:textId="77777777" w:rsidR="003646EE" w:rsidRDefault="003646EE" w:rsidP="00D56164">
            <w:pPr>
              <w:shd w:val="clear" w:color="auto" w:fill="FFFFFF"/>
              <w:tabs>
                <w:tab w:val="left" w:pos="567"/>
              </w:tabs>
              <w:spacing w:after="60" w:line="288" w:lineRule="auto"/>
              <w:ind w:right="28"/>
              <w:jc w:val="both"/>
              <w:rPr>
                <w:bCs/>
                <w:sz w:val="22"/>
                <w:szCs w:val="22"/>
              </w:rPr>
            </w:pPr>
            <w:r w:rsidRPr="003030BB">
              <w:rPr>
                <w:bCs/>
                <w:sz w:val="22"/>
                <w:szCs w:val="22"/>
              </w:rPr>
              <w:t>jakim jest Wykonawca</w:t>
            </w:r>
          </w:p>
          <w:p w14:paraId="7C904B55" w14:textId="77777777" w:rsidR="003646EE" w:rsidRPr="003030BB" w:rsidRDefault="003646EE" w:rsidP="00D56164">
            <w:pPr>
              <w:shd w:val="clear" w:color="auto" w:fill="FFFFFF"/>
              <w:tabs>
                <w:tab w:val="left" w:pos="567"/>
              </w:tabs>
              <w:spacing w:after="60" w:line="288" w:lineRule="auto"/>
              <w:ind w:right="28"/>
              <w:jc w:val="both"/>
            </w:pPr>
            <w:r w:rsidRPr="003030BB">
              <w:rPr>
                <w:bCs/>
                <w:sz w:val="16"/>
                <w:szCs w:val="16"/>
              </w:rPr>
              <w:t>(zaznaczyć właściwą opcję):</w:t>
            </w:r>
          </w:p>
          <w:p w14:paraId="46A6F770" w14:textId="77777777" w:rsidR="003646EE" w:rsidRPr="007677F8" w:rsidRDefault="003646EE" w:rsidP="00D56164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0E6F4B66" w14:textId="77777777" w:rsidR="003646EE" w:rsidRDefault="003646EE" w:rsidP="00D56164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  <w:tbl>
            <w:tblPr>
              <w:tblStyle w:val="Tabela-Siatka"/>
              <w:tblW w:w="0" w:type="auto"/>
              <w:tblInd w:w="5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7"/>
              <w:gridCol w:w="4900"/>
            </w:tblGrid>
            <w:tr w:rsidR="003646EE" w:rsidRPr="003030BB" w14:paraId="1035639E" w14:textId="77777777" w:rsidTr="00D56164">
              <w:tc>
                <w:tcPr>
                  <w:tcW w:w="641" w:type="dxa"/>
                </w:tcPr>
                <w:p w14:paraId="5EAC3503" w14:textId="0785B52D" w:rsidR="003646EE" w:rsidRPr="003030BB" w:rsidRDefault="00C8093C" w:rsidP="00D56164">
                  <w:r>
                    <w:rPr>
                      <w:noProof/>
                      <w:lang w:eastAsia="zh-CN"/>
                    </w:rPr>
                    <w:pict w14:anchorId="7CAF44A4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16.5pt;height:18pt;mso-width-percent:0;mso-height-percent:0;mso-width-percent:0;mso-height-percent:0">
                        <v:imagedata r:id="rId8" o:title=""/>
                      </v:shape>
                    </w:pict>
                  </w:r>
                </w:p>
              </w:tc>
              <w:tc>
                <w:tcPr>
                  <w:tcW w:w="8106" w:type="dxa"/>
                </w:tcPr>
                <w:p w14:paraId="0F7A8D55" w14:textId="77777777" w:rsidR="003646EE" w:rsidRPr="003030BB" w:rsidRDefault="003646EE" w:rsidP="00D56164">
                  <w:r w:rsidRPr="003030BB">
                    <w:t xml:space="preserve">Mikroprzedsiębiorstwo </w:t>
                  </w:r>
                </w:p>
                <w:p w14:paraId="6B8CB62A" w14:textId="77777777" w:rsidR="003646EE" w:rsidRPr="003030BB" w:rsidRDefault="003646EE" w:rsidP="00D56164">
                  <w:pPr>
                    <w:rPr>
                      <w:i/>
                      <w:sz w:val="16"/>
                    </w:rPr>
                  </w:pPr>
                  <w:r w:rsidRPr="003030BB">
                    <w:rPr>
                      <w:i/>
                      <w:sz w:val="16"/>
                    </w:rPr>
                    <w:t>(Przedsiębiorstwo, które zatrudnia mniej niż 10 osób i którego roczny obrót lub roczna suma bilansowa nie przekracza 2 milionów EURO).</w:t>
                  </w:r>
                </w:p>
              </w:tc>
            </w:tr>
            <w:tr w:rsidR="003646EE" w:rsidRPr="003030BB" w14:paraId="51689374" w14:textId="77777777" w:rsidTr="00D56164">
              <w:tc>
                <w:tcPr>
                  <w:tcW w:w="641" w:type="dxa"/>
                </w:tcPr>
                <w:p w14:paraId="6B3B6FB3" w14:textId="48A91519" w:rsidR="003646EE" w:rsidRPr="003030BB" w:rsidRDefault="00C8093C" w:rsidP="00D56164">
                  <w:r>
                    <w:rPr>
                      <w:noProof/>
                      <w:lang w:eastAsia="zh-CN"/>
                    </w:rPr>
                    <w:pict w14:anchorId="6AE95531">
                      <v:shape id="_x0000_i1026" type="#_x0000_t75" alt="" style="width:16.5pt;height:18pt;mso-width-percent:0;mso-height-percent:0;mso-width-percent:0;mso-height-percent:0">
                        <v:imagedata r:id="rId8" o:title=""/>
                      </v:shape>
                    </w:pict>
                  </w:r>
                </w:p>
              </w:tc>
              <w:tc>
                <w:tcPr>
                  <w:tcW w:w="8106" w:type="dxa"/>
                </w:tcPr>
                <w:p w14:paraId="623914EB" w14:textId="77777777" w:rsidR="003646EE" w:rsidRPr="003030BB" w:rsidRDefault="003646EE" w:rsidP="00D56164">
                  <w:r w:rsidRPr="003030BB">
                    <w:t>Małe przedsiębiorstwo</w:t>
                  </w:r>
                </w:p>
                <w:p w14:paraId="42E474FB" w14:textId="77777777" w:rsidR="003646EE" w:rsidRPr="003030BB" w:rsidRDefault="003646EE" w:rsidP="00D56164">
                  <w:pPr>
                    <w:rPr>
                      <w:i/>
                      <w:sz w:val="16"/>
                    </w:rPr>
                  </w:pPr>
                  <w:r w:rsidRPr="003030BB">
                    <w:rPr>
                      <w:i/>
                      <w:sz w:val="16"/>
                    </w:rPr>
                    <w:t xml:space="preserve">(Przedsiębiorstwo, które zatrudnia mniej niż 50 osób i katorgo roczny obrót lub roczna suma bilansowa nie przekracza 10 milionów EURO). </w:t>
                  </w:r>
                </w:p>
              </w:tc>
            </w:tr>
            <w:tr w:rsidR="003646EE" w:rsidRPr="003030BB" w14:paraId="03655055" w14:textId="77777777" w:rsidTr="00D56164">
              <w:tc>
                <w:tcPr>
                  <w:tcW w:w="641" w:type="dxa"/>
                </w:tcPr>
                <w:p w14:paraId="33EDB3EA" w14:textId="0845AD85" w:rsidR="003646EE" w:rsidRPr="003030BB" w:rsidRDefault="00C8093C" w:rsidP="00D56164">
                  <w:r>
                    <w:rPr>
                      <w:noProof/>
                      <w:lang w:eastAsia="zh-CN"/>
                    </w:rPr>
                    <w:pict w14:anchorId="14761E55">
                      <v:shape id="_x0000_i1027" type="#_x0000_t75" alt="" style="width:16.5pt;height:18pt;mso-width-percent:0;mso-height-percent:0;mso-width-percent:0;mso-height-percent:0">
                        <v:imagedata r:id="rId8" o:title=""/>
                      </v:shape>
                    </w:pict>
                  </w:r>
                </w:p>
              </w:tc>
              <w:tc>
                <w:tcPr>
                  <w:tcW w:w="8106" w:type="dxa"/>
                </w:tcPr>
                <w:p w14:paraId="411BEBA1" w14:textId="77777777" w:rsidR="003646EE" w:rsidRPr="003030BB" w:rsidRDefault="003646EE" w:rsidP="00D56164">
                  <w:r w:rsidRPr="003030BB">
                    <w:t>Średnie przedsiębiorstwo</w:t>
                  </w:r>
                </w:p>
                <w:p w14:paraId="672B4E3C" w14:textId="77777777" w:rsidR="003646EE" w:rsidRPr="003030BB" w:rsidRDefault="003646EE" w:rsidP="00D56164">
                  <w:pPr>
                    <w:rPr>
                      <w:i/>
                      <w:sz w:val="16"/>
                    </w:rPr>
                  </w:pPr>
                  <w:r w:rsidRPr="003030BB">
                    <w:rPr>
                      <w:i/>
                      <w:sz w:val="16"/>
                    </w:rPr>
      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      </w:r>
                </w:p>
              </w:tc>
            </w:tr>
            <w:tr w:rsidR="003646EE" w:rsidRPr="003030BB" w14:paraId="2B2C85AB" w14:textId="77777777" w:rsidTr="00D56164">
              <w:tc>
                <w:tcPr>
                  <w:tcW w:w="641" w:type="dxa"/>
                </w:tcPr>
                <w:p w14:paraId="60C77C02" w14:textId="116B94F6" w:rsidR="003646EE" w:rsidRPr="003030BB" w:rsidRDefault="00C8093C" w:rsidP="00D56164">
                  <w:r>
                    <w:rPr>
                      <w:noProof/>
                      <w:lang w:eastAsia="zh-CN"/>
                    </w:rPr>
                    <w:pict w14:anchorId="12765B27">
                      <v:shape id="_x0000_i1028" type="#_x0000_t75" alt="" style="width:16.5pt;height:18pt;mso-width-percent:0;mso-height-percent:0;mso-width-percent:0;mso-height-percent:0">
                        <v:imagedata r:id="rId8" o:title=""/>
                      </v:shape>
                    </w:pict>
                  </w:r>
                </w:p>
              </w:tc>
              <w:tc>
                <w:tcPr>
                  <w:tcW w:w="8106" w:type="dxa"/>
                </w:tcPr>
                <w:p w14:paraId="5FED3C3B" w14:textId="77777777" w:rsidR="003646EE" w:rsidRPr="003030BB" w:rsidRDefault="003646EE" w:rsidP="00D56164">
                  <w:r w:rsidRPr="003030BB">
                    <w:t>Jednoosobowa działalność gospodarcza</w:t>
                  </w:r>
                </w:p>
              </w:tc>
            </w:tr>
            <w:tr w:rsidR="003646EE" w:rsidRPr="003030BB" w14:paraId="69FF74AD" w14:textId="77777777" w:rsidTr="00D56164">
              <w:tc>
                <w:tcPr>
                  <w:tcW w:w="641" w:type="dxa"/>
                </w:tcPr>
                <w:p w14:paraId="6610A99D" w14:textId="0813B023" w:rsidR="003646EE" w:rsidRPr="003030BB" w:rsidRDefault="00C8093C" w:rsidP="00D56164">
                  <w:r>
                    <w:rPr>
                      <w:noProof/>
                      <w:lang w:eastAsia="zh-CN"/>
                    </w:rPr>
                    <w:pict w14:anchorId="6193AA74">
                      <v:shape id="_x0000_i1029" type="#_x0000_t75" alt="" style="width:16.5pt;height:18pt;mso-width-percent:0;mso-height-percent:0;mso-width-percent:0;mso-height-percent:0">
                        <v:imagedata r:id="rId8" o:title=""/>
                      </v:shape>
                    </w:pict>
                  </w:r>
                </w:p>
              </w:tc>
              <w:tc>
                <w:tcPr>
                  <w:tcW w:w="8106" w:type="dxa"/>
                </w:tcPr>
                <w:p w14:paraId="2847EA97" w14:textId="77777777" w:rsidR="003646EE" w:rsidRPr="003030BB" w:rsidRDefault="003646EE" w:rsidP="00D56164">
                  <w:r w:rsidRPr="003030BB">
                    <w:t>Osoba fizyczna nieprowadząca działalności gospodarczej</w:t>
                  </w:r>
                </w:p>
              </w:tc>
            </w:tr>
            <w:tr w:rsidR="003646EE" w:rsidRPr="003030BB" w14:paraId="4F1AB589" w14:textId="77777777" w:rsidTr="00D56164">
              <w:tc>
                <w:tcPr>
                  <w:tcW w:w="641" w:type="dxa"/>
                </w:tcPr>
                <w:p w14:paraId="082BF82D" w14:textId="62C5FDC5" w:rsidR="003646EE" w:rsidRPr="003030BB" w:rsidRDefault="00C8093C" w:rsidP="00D56164">
                  <w:r>
                    <w:rPr>
                      <w:noProof/>
                      <w:lang w:eastAsia="zh-CN"/>
                    </w:rPr>
                    <w:pict w14:anchorId="78FF0253">
                      <v:shape id="_x0000_i1030" type="#_x0000_t75" alt="" style="width:16.5pt;height:18pt;mso-width-percent:0;mso-height-percent:0;mso-width-percent:0;mso-height-percent:0">
                        <v:imagedata r:id="rId8" o:title=""/>
                      </v:shape>
                    </w:pict>
                  </w:r>
                </w:p>
              </w:tc>
              <w:tc>
                <w:tcPr>
                  <w:tcW w:w="8106" w:type="dxa"/>
                </w:tcPr>
                <w:p w14:paraId="19DC9C55" w14:textId="77777777" w:rsidR="003646EE" w:rsidRDefault="003646EE" w:rsidP="00D56164">
                  <w:r w:rsidRPr="003030BB">
                    <w:t>Inny rodzaj</w:t>
                  </w:r>
                </w:p>
                <w:p w14:paraId="3F663562" w14:textId="77777777" w:rsidR="003646EE" w:rsidRPr="003030BB" w:rsidRDefault="003646EE" w:rsidP="00D56164"/>
              </w:tc>
            </w:tr>
          </w:tbl>
          <w:p w14:paraId="4EB326CE" w14:textId="77777777" w:rsidR="003646EE" w:rsidRPr="007677F8" w:rsidRDefault="003646EE" w:rsidP="00D56164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</w:tbl>
    <w:p w14:paraId="14D640EA" w14:textId="77777777" w:rsidR="003646EE" w:rsidRDefault="003646EE" w:rsidP="00AE2ACB">
      <w:pPr>
        <w:spacing w:after="100"/>
        <w:rPr>
          <w:b/>
          <w:sz w:val="22"/>
          <w:szCs w:val="22"/>
        </w:rPr>
      </w:pPr>
    </w:p>
    <w:p w14:paraId="7D27511F" w14:textId="16BBE31C" w:rsidR="00C0166F" w:rsidRDefault="004D5A42" w:rsidP="00BF2A91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</w:t>
      </w:r>
      <w:r w:rsidR="009157D0" w:rsidRPr="009157D0">
        <w:rPr>
          <w:sz w:val="22"/>
        </w:rPr>
        <w:t xml:space="preserve">na </w:t>
      </w:r>
      <w:r w:rsidR="00466E9E">
        <w:rPr>
          <w:sz w:val="22"/>
        </w:rPr>
        <w:t xml:space="preserve">wykonanie </w:t>
      </w:r>
      <w:r w:rsidR="009157D0" w:rsidRPr="009157D0">
        <w:rPr>
          <w:sz w:val="22"/>
        </w:rPr>
        <w:t xml:space="preserve">przedmiotu zamówienia zgodnie </w:t>
      </w:r>
      <w:r w:rsidR="007F3E87" w:rsidRPr="007F3E87">
        <w:rPr>
          <w:sz w:val="22"/>
        </w:rPr>
        <w:t>ze Specyfikacją Warunków Zamówienia</w:t>
      </w:r>
      <w:r w:rsidRPr="0097776D">
        <w:rPr>
          <w:sz w:val="22"/>
        </w:rPr>
        <w:t>:</w:t>
      </w:r>
    </w:p>
    <w:p w14:paraId="102E5939" w14:textId="77777777" w:rsidR="008443C5" w:rsidRDefault="008443C5" w:rsidP="008443C5">
      <w:pPr>
        <w:pStyle w:val="Akapitzlist"/>
        <w:spacing w:after="120" w:line="276" w:lineRule="auto"/>
        <w:ind w:left="284"/>
        <w:jc w:val="both"/>
        <w:rPr>
          <w:sz w:val="22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616"/>
        <w:gridCol w:w="4394"/>
      </w:tblGrid>
      <w:tr w:rsidR="008443C5" w:rsidRPr="00733CD9" w14:paraId="5892F5B9" w14:textId="77777777" w:rsidTr="00C8093C">
        <w:trPr>
          <w:trHeight w:val="1160"/>
          <w:jc w:val="center"/>
        </w:trPr>
        <w:tc>
          <w:tcPr>
            <w:tcW w:w="7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778786" w14:textId="77777777" w:rsidR="008443C5" w:rsidRPr="00733CD9" w:rsidRDefault="008443C5" w:rsidP="00ED3851">
            <w:pPr>
              <w:ind w:left="-169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        Nr        pakietu   /części</w:t>
            </w:r>
          </w:p>
        </w:tc>
        <w:tc>
          <w:tcPr>
            <w:tcW w:w="361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96ED74" w14:textId="77777777" w:rsidR="008443C5" w:rsidRPr="00733CD9" w:rsidRDefault="008443C5" w:rsidP="00ED3851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012069D0" w14:textId="77777777" w:rsidR="008443C5" w:rsidRPr="00733CD9" w:rsidRDefault="008443C5" w:rsidP="00ED3851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Oferowana cena</w:t>
            </w:r>
          </w:p>
          <w:p w14:paraId="53880EE7" w14:textId="77777777" w:rsidR="008443C5" w:rsidRPr="00733CD9" w:rsidRDefault="008443C5" w:rsidP="00ED3851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brutto w zł</w:t>
            </w:r>
          </w:p>
        </w:tc>
      </w:tr>
      <w:tr w:rsidR="000878D0" w:rsidRPr="00733CD9" w14:paraId="096D7C08" w14:textId="77777777" w:rsidTr="00087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9360" w14:textId="77777777" w:rsidR="000878D0" w:rsidRDefault="000878D0" w:rsidP="000878D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3C78332" w14:textId="77777777" w:rsidR="000878D0" w:rsidRPr="00733CD9" w:rsidRDefault="000878D0" w:rsidP="000878D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ED48" w14:textId="1E0CD2CF" w:rsidR="000878D0" w:rsidRPr="005D6CF1" w:rsidRDefault="000878D0" w:rsidP="000878D0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50951">
              <w:rPr>
                <w:b/>
                <w:iCs/>
                <w:color w:val="000000"/>
                <w:u w:val="single"/>
              </w:rPr>
              <w:t>JAJKA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AE02" w14:textId="77777777" w:rsidR="000878D0" w:rsidRPr="00733CD9" w:rsidRDefault="000878D0" w:rsidP="000878D0">
            <w:pPr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0878D0" w:rsidRPr="00733CD9" w14:paraId="41DE461B" w14:textId="77777777" w:rsidTr="00087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F215" w14:textId="77777777" w:rsidR="000878D0" w:rsidRPr="00733CD9" w:rsidRDefault="000878D0" w:rsidP="000878D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2EBCB" w14:textId="44589095" w:rsidR="000878D0" w:rsidRPr="005D6CF1" w:rsidRDefault="000878D0" w:rsidP="000878D0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50951">
              <w:rPr>
                <w:b/>
                <w:iCs/>
                <w:color w:val="000000"/>
                <w:u w:val="single"/>
              </w:rPr>
              <w:t>RYBY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8E41" w14:textId="77777777" w:rsidR="000878D0" w:rsidRPr="00733CD9" w:rsidRDefault="000878D0" w:rsidP="000878D0">
            <w:pPr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0878D0" w:rsidRPr="00733CD9" w14:paraId="32F02623" w14:textId="77777777" w:rsidTr="00087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5334" w14:textId="77777777" w:rsidR="000878D0" w:rsidRPr="00733CD9" w:rsidRDefault="000878D0" w:rsidP="000878D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99C0" w14:textId="6EDC1001" w:rsidR="000878D0" w:rsidRPr="005D6CF1" w:rsidRDefault="000878D0" w:rsidP="000878D0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50951">
              <w:rPr>
                <w:b/>
                <w:iCs/>
                <w:color w:val="000000"/>
                <w:u w:val="single"/>
              </w:rPr>
              <w:t>PIEROGI – KLUSKI NA PARZE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4CDE" w14:textId="77777777" w:rsidR="000878D0" w:rsidRPr="00733CD9" w:rsidRDefault="000878D0" w:rsidP="000878D0">
            <w:pPr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0878D0" w:rsidRPr="00733CD9" w14:paraId="24BB56ED" w14:textId="77777777" w:rsidTr="00087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EE32" w14:textId="77777777" w:rsidR="000878D0" w:rsidRPr="00733CD9" w:rsidRDefault="000878D0" w:rsidP="000878D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DA11" w14:textId="3DF7E6D7" w:rsidR="000878D0" w:rsidRPr="005D6CF1" w:rsidRDefault="000878D0" w:rsidP="000878D0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50951">
              <w:rPr>
                <w:b/>
                <w:iCs/>
                <w:color w:val="000000"/>
                <w:u w:val="single"/>
              </w:rPr>
              <w:t>PIECZYWO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9936" w14:textId="77777777" w:rsidR="000878D0" w:rsidRPr="00733CD9" w:rsidRDefault="000878D0" w:rsidP="000878D0">
            <w:pPr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0878D0" w:rsidRPr="00733CD9" w14:paraId="34B92021" w14:textId="77777777" w:rsidTr="00087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7BDE" w14:textId="77777777" w:rsidR="000878D0" w:rsidRPr="00733CD9" w:rsidRDefault="000878D0" w:rsidP="000878D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CF35" w14:textId="0F91B5CD" w:rsidR="000878D0" w:rsidRPr="005D6CF1" w:rsidRDefault="000878D0" w:rsidP="000878D0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50951">
              <w:rPr>
                <w:b/>
                <w:iCs/>
                <w:color w:val="000000"/>
                <w:u w:val="single"/>
              </w:rPr>
              <w:t>ŚWIEŻE WARZYWA I OWOCE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231C" w14:textId="77777777" w:rsidR="000878D0" w:rsidRPr="00733CD9" w:rsidRDefault="000878D0" w:rsidP="000878D0">
            <w:pPr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0878D0" w:rsidRPr="00733CD9" w14:paraId="4055DA40" w14:textId="77777777" w:rsidTr="00087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50DB" w14:textId="77777777" w:rsidR="000878D0" w:rsidRPr="00733CD9" w:rsidRDefault="000878D0" w:rsidP="000878D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4A440" w14:textId="4A02760B" w:rsidR="000878D0" w:rsidRPr="005D6CF1" w:rsidRDefault="000878D0" w:rsidP="000878D0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50951">
              <w:rPr>
                <w:b/>
                <w:iCs/>
                <w:color w:val="000000"/>
                <w:u w:val="single"/>
              </w:rPr>
              <w:t>MIESO I WĘDLINY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D1B0" w14:textId="77777777" w:rsidR="000878D0" w:rsidRPr="00733CD9" w:rsidRDefault="000878D0" w:rsidP="000878D0">
            <w:pPr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0878D0" w:rsidRPr="00733CD9" w14:paraId="6807EA2A" w14:textId="77777777" w:rsidTr="00087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94C7" w14:textId="77777777" w:rsidR="000878D0" w:rsidRPr="00733CD9" w:rsidRDefault="000878D0" w:rsidP="000878D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273BA" w14:textId="0781B56E" w:rsidR="000878D0" w:rsidRPr="005D6CF1" w:rsidRDefault="000878D0" w:rsidP="000878D0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50951">
              <w:rPr>
                <w:b/>
                <w:iCs/>
                <w:color w:val="000000"/>
                <w:u w:val="single"/>
              </w:rPr>
              <w:t>NABIAŁ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93D1" w14:textId="77777777" w:rsidR="000878D0" w:rsidRPr="00733CD9" w:rsidRDefault="000878D0" w:rsidP="000878D0">
            <w:pPr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0878D0" w:rsidRPr="00733CD9" w14:paraId="25FA98FD" w14:textId="77777777" w:rsidTr="00087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4812" w14:textId="77777777" w:rsidR="000878D0" w:rsidRPr="00733CD9" w:rsidRDefault="000878D0" w:rsidP="000878D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C82D9" w14:textId="76421657" w:rsidR="000878D0" w:rsidRPr="005D6CF1" w:rsidRDefault="000878D0" w:rsidP="000878D0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50951">
              <w:rPr>
                <w:b/>
                <w:iCs/>
                <w:color w:val="000000"/>
                <w:u w:val="single"/>
              </w:rPr>
              <w:t>SŁODYCZE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B466" w14:textId="77777777" w:rsidR="000878D0" w:rsidRPr="00733CD9" w:rsidRDefault="000878D0" w:rsidP="000878D0">
            <w:pPr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0878D0" w:rsidRPr="00733CD9" w14:paraId="1C56F7FC" w14:textId="77777777" w:rsidTr="00087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E5F3" w14:textId="77777777" w:rsidR="000878D0" w:rsidRPr="00733CD9" w:rsidRDefault="000878D0" w:rsidP="000878D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4C0E" w14:textId="485CACFA" w:rsidR="000878D0" w:rsidRPr="005D6CF1" w:rsidRDefault="000878D0" w:rsidP="000878D0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50951">
              <w:rPr>
                <w:b/>
                <w:iCs/>
                <w:color w:val="000000"/>
                <w:u w:val="single"/>
              </w:rPr>
              <w:t>ARTYKUŁY SPOŻYWCZE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9870" w14:textId="77777777" w:rsidR="000878D0" w:rsidRPr="00733CD9" w:rsidRDefault="000878D0" w:rsidP="000878D0">
            <w:pPr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0878D0" w:rsidRPr="00733CD9" w14:paraId="198D46C8" w14:textId="77777777" w:rsidTr="00087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310C" w14:textId="77777777" w:rsidR="000878D0" w:rsidRPr="00733CD9" w:rsidRDefault="000878D0" w:rsidP="000878D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A8389" w14:textId="109F24EF" w:rsidR="000878D0" w:rsidRPr="005D6CF1" w:rsidRDefault="000878D0" w:rsidP="000878D0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50951">
              <w:rPr>
                <w:b/>
                <w:iCs/>
                <w:color w:val="000000"/>
                <w:u w:val="single"/>
              </w:rPr>
              <w:t xml:space="preserve">MROŻONKI </w:t>
            </w:r>
            <w:r w:rsidRPr="00950951">
              <w:rPr>
                <w:b/>
                <w:iCs/>
                <w:color w:val="000000"/>
                <w:u w:val="single"/>
              </w:rPr>
              <w:br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E101" w14:textId="77777777" w:rsidR="000878D0" w:rsidRPr="00733CD9" w:rsidRDefault="000878D0" w:rsidP="000878D0">
            <w:pPr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14:paraId="6A5A3A39" w14:textId="77777777" w:rsidR="008443C5" w:rsidRPr="00BF2A91" w:rsidRDefault="008443C5" w:rsidP="008443C5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29203047" w14:textId="07BFA3DC" w:rsidR="009157D0" w:rsidRDefault="000878D0" w:rsidP="003030BB">
      <w:pPr>
        <w:jc w:val="both"/>
        <w:rPr>
          <w:b/>
          <w:sz w:val="22"/>
          <w:szCs w:val="22"/>
        </w:rPr>
      </w:pPr>
      <w:r w:rsidRPr="000878D0">
        <w:rPr>
          <w:b/>
          <w:sz w:val="22"/>
          <w:szCs w:val="22"/>
        </w:rPr>
        <w:t>*w przypadku składania oferty na wybrane części/ pakiety w pozostałych wpisać „nie dotyczy” lub dokonać skreślenia.</w:t>
      </w:r>
    </w:p>
    <w:p w14:paraId="3B7680A2" w14:textId="77777777" w:rsidR="008443C5" w:rsidRDefault="008443C5" w:rsidP="003030BB">
      <w:pPr>
        <w:jc w:val="both"/>
        <w:rPr>
          <w:b/>
          <w:sz w:val="22"/>
          <w:szCs w:val="22"/>
        </w:rPr>
      </w:pPr>
    </w:p>
    <w:p w14:paraId="18E3D054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76BBF1E4" w14:textId="77777777" w:rsidR="003030BB" w:rsidRDefault="00FF57EE" w:rsidP="003030BB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43832E80" w14:textId="77777777" w:rsidR="00FF57EE" w:rsidRPr="00BA59B7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  <w:szCs w:val="22"/>
        </w:rPr>
      </w:pPr>
      <w:r w:rsidRPr="0097776D">
        <w:rPr>
          <w:sz w:val="22"/>
        </w:rPr>
        <w:t xml:space="preserve">uważamy się za związanych niniejszą ofertą na czas wskazany w Specyfikacji Warunków </w:t>
      </w:r>
      <w:r w:rsidRPr="00BA59B7">
        <w:rPr>
          <w:sz w:val="22"/>
          <w:szCs w:val="22"/>
        </w:rPr>
        <w:t>Zamówienia;</w:t>
      </w:r>
    </w:p>
    <w:p w14:paraId="1A9BBE1E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63D941AA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5A40E48" w14:textId="77777777" w:rsidTr="00B92B5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B8FC83" w14:textId="77777777" w:rsidR="00BC4F99" w:rsidRPr="00CC16D8" w:rsidRDefault="00BC4F99" w:rsidP="005F6F5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C16D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3BBFAB0" w14:textId="77777777" w:rsidR="00BC4F99" w:rsidRPr="00CC16D8" w:rsidRDefault="00BC4F99" w:rsidP="005F6F5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C16D8">
              <w:rPr>
                <w:b/>
                <w:sz w:val="20"/>
                <w:szCs w:val="20"/>
              </w:rPr>
              <w:t xml:space="preserve">Opis części zamówienia, którą Wykonawca </w:t>
            </w:r>
          </w:p>
          <w:p w14:paraId="0D8D2E9F" w14:textId="77777777" w:rsidR="00BC4F99" w:rsidRPr="00CC16D8" w:rsidRDefault="00BC4F99" w:rsidP="005F6F5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C16D8">
              <w:rPr>
                <w:b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C4246D3" w14:textId="77777777" w:rsidR="00BC4F99" w:rsidRPr="00CC16D8" w:rsidRDefault="00BC4F99" w:rsidP="005F6F5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C16D8">
              <w:rPr>
                <w:b/>
                <w:sz w:val="20"/>
                <w:szCs w:val="20"/>
              </w:rPr>
              <w:t>Nazwa Podwykonawcy</w:t>
            </w:r>
          </w:p>
        </w:tc>
      </w:tr>
      <w:tr w:rsidR="00BC4F99" w:rsidRPr="001661BD" w14:paraId="61D786FB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49CE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4EF7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45B82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24623595" w14:textId="731FBD43" w:rsidR="00CC16D8" w:rsidRPr="00CC16D8" w:rsidRDefault="00CC16D8" w:rsidP="00CC16D8">
      <w:pPr>
        <w:ind w:left="644"/>
        <w:jc w:val="both"/>
        <w:rPr>
          <w:i/>
          <w:sz w:val="20"/>
          <w:szCs w:val="20"/>
        </w:rPr>
      </w:pPr>
      <w:r w:rsidRPr="00CC16D8">
        <w:rPr>
          <w:sz w:val="20"/>
          <w:szCs w:val="20"/>
        </w:rPr>
        <w:t>(</w:t>
      </w:r>
      <w:r w:rsidRPr="00CC16D8">
        <w:rPr>
          <w:i/>
          <w:sz w:val="20"/>
          <w:szCs w:val="20"/>
        </w:rPr>
        <w:t xml:space="preserve">w przypadku </w:t>
      </w:r>
      <w:r w:rsidR="003646EE" w:rsidRPr="00CC16D8">
        <w:rPr>
          <w:i/>
          <w:sz w:val="20"/>
          <w:szCs w:val="20"/>
        </w:rPr>
        <w:t>niewskazania</w:t>
      </w:r>
      <w:r w:rsidRPr="00CC16D8">
        <w:rPr>
          <w:sz w:val="20"/>
          <w:szCs w:val="20"/>
        </w:rPr>
        <w:t xml:space="preserve"> </w:t>
      </w:r>
      <w:r w:rsidRPr="00CC16D8">
        <w:rPr>
          <w:i/>
          <w:sz w:val="20"/>
          <w:szCs w:val="20"/>
        </w:rPr>
        <w:t>udziału podwykonawców</w:t>
      </w:r>
      <w:r w:rsidRPr="00CC16D8">
        <w:rPr>
          <w:sz w:val="20"/>
          <w:szCs w:val="20"/>
        </w:rPr>
        <w:t xml:space="preserve"> </w:t>
      </w:r>
      <w:r w:rsidRPr="00CC16D8">
        <w:rPr>
          <w:i/>
          <w:sz w:val="20"/>
          <w:szCs w:val="20"/>
        </w:rPr>
        <w:t>Zamawiający przyjmie, że całe zamówienie zostanie wykonane przez Wykonawcę, bez udziału Podwykonawcy).</w:t>
      </w:r>
    </w:p>
    <w:p w14:paraId="5DD7E187" w14:textId="580AD6A1" w:rsidR="00DA34D3" w:rsidRPr="005B6E07" w:rsidRDefault="00DA34D3" w:rsidP="005B6E07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b/>
          <w:color w:val="FF0000"/>
          <w:sz w:val="22"/>
          <w:szCs w:val="22"/>
        </w:rPr>
      </w:pPr>
      <w:r w:rsidRPr="005B6E07">
        <w:rPr>
          <w:b/>
          <w:sz w:val="22"/>
          <w:szCs w:val="22"/>
        </w:rPr>
        <w:t xml:space="preserve">termin wykonania </w:t>
      </w:r>
      <w:r w:rsidR="005B6E07" w:rsidRPr="005B6E07">
        <w:rPr>
          <w:b/>
          <w:sz w:val="22"/>
          <w:szCs w:val="22"/>
        </w:rPr>
        <w:t>zamówienia</w:t>
      </w:r>
      <w:r w:rsidR="005B6E07" w:rsidRPr="005B6E07">
        <w:rPr>
          <w:sz w:val="22"/>
          <w:szCs w:val="22"/>
        </w:rPr>
        <w:t xml:space="preserve">: </w:t>
      </w:r>
      <w:r w:rsidR="005B6E07" w:rsidRPr="000878D0">
        <w:rPr>
          <w:b/>
          <w:bCs/>
          <w:sz w:val="22"/>
          <w:szCs w:val="22"/>
        </w:rPr>
        <w:t>do</w:t>
      </w:r>
      <w:r w:rsidR="005B6E07" w:rsidRPr="000878D0">
        <w:rPr>
          <w:b/>
          <w:bCs/>
          <w:iCs/>
          <w:sz w:val="22"/>
          <w:szCs w:val="22"/>
          <w:u w:val="single"/>
        </w:rPr>
        <w:t xml:space="preserve"> </w:t>
      </w:r>
      <w:r w:rsidR="000878D0">
        <w:rPr>
          <w:b/>
          <w:bCs/>
          <w:iCs/>
          <w:sz w:val="22"/>
          <w:szCs w:val="22"/>
          <w:u w:val="single"/>
        </w:rPr>
        <w:t>6</w:t>
      </w:r>
      <w:r w:rsidR="005B6E07" w:rsidRPr="005B6E07">
        <w:rPr>
          <w:b/>
          <w:bCs/>
          <w:iCs/>
          <w:sz w:val="22"/>
          <w:szCs w:val="22"/>
          <w:u w:val="single"/>
        </w:rPr>
        <w:t xml:space="preserve"> miesięcy od dnia zawarcia umowy. </w:t>
      </w:r>
    </w:p>
    <w:p w14:paraId="3DF3DF25" w14:textId="77777777" w:rsidR="00DA34D3" w:rsidRPr="005B6E07" w:rsidRDefault="00DA34D3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b/>
          <w:sz w:val="22"/>
          <w:szCs w:val="22"/>
        </w:rPr>
      </w:pPr>
      <w:r w:rsidRPr="005B6E07">
        <w:rPr>
          <w:color w:val="000000"/>
          <w:sz w:val="22"/>
          <w:szCs w:val="22"/>
        </w:rPr>
        <w:lastRenderedPageBreak/>
        <w:t xml:space="preserve">termin płatności ustalamy </w:t>
      </w:r>
      <w:r w:rsidRPr="005B6E07">
        <w:rPr>
          <w:b/>
          <w:bCs/>
          <w:color w:val="000000"/>
          <w:sz w:val="22"/>
          <w:szCs w:val="22"/>
        </w:rPr>
        <w:t>na 30 dni</w:t>
      </w:r>
      <w:r w:rsidRPr="005B6E07">
        <w:rPr>
          <w:color w:val="000000"/>
          <w:sz w:val="22"/>
          <w:szCs w:val="22"/>
        </w:rPr>
        <w:t>, licząc od dnia otrzymania prawidłowo wystawionej faktury VAT,</w:t>
      </w:r>
    </w:p>
    <w:p w14:paraId="4FC465E2" w14:textId="4BBF3525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8F6430">
        <w:rPr>
          <w:sz w:val="22"/>
        </w:rPr>
        <w:t xml:space="preserve">treścią istotnych postanowień umownych </w:t>
      </w:r>
      <w:r w:rsidR="00A50E18">
        <w:rPr>
          <w:sz w:val="22"/>
        </w:rPr>
        <w:t>w sprawie zamówienia publicznego</w:t>
      </w:r>
      <w:r w:rsidRPr="0097776D">
        <w:rPr>
          <w:sz w:val="22"/>
        </w:rPr>
        <w:t xml:space="preserve">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</w:t>
      </w:r>
      <w:r w:rsidR="003646EE">
        <w:rPr>
          <w:sz w:val="22"/>
        </w:rPr>
        <w:t xml:space="preserve">w </w:t>
      </w:r>
      <w:r w:rsidR="008F6430">
        <w:rPr>
          <w:sz w:val="22"/>
        </w:rPr>
        <w:t>nich</w:t>
      </w:r>
      <w:r w:rsidRPr="0097776D">
        <w:rPr>
          <w:sz w:val="22"/>
        </w:rPr>
        <w:t xml:space="preserve"> warunkach, w miejscu i terminie wyznaczonym przez Zamawiającego;</w:t>
      </w:r>
    </w:p>
    <w:p w14:paraId="3C8567F8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64F258E7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40497E85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5E877DAB" w14:textId="0243BDA9" w:rsidR="00CE3AE6" w:rsidRPr="00A9564B" w:rsidRDefault="00A55A31" w:rsidP="00A9564B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A55A31">
        <w:rPr>
          <w:b/>
          <w:sz w:val="40"/>
          <w:szCs w:val="40"/>
          <w:u w:val="single"/>
        </w:rPr>
        <w:t>□</w:t>
      </w:r>
      <w:r>
        <w:rPr>
          <w:b/>
          <w:sz w:val="22"/>
          <w:szCs w:val="22"/>
          <w:u w:val="single"/>
        </w:rPr>
        <w:t xml:space="preserve"> </w:t>
      </w:r>
      <w:r w:rsidR="00267D1F" w:rsidRPr="00CE3AE6">
        <w:rPr>
          <w:b/>
          <w:sz w:val="22"/>
          <w:szCs w:val="22"/>
          <w:u w:val="single"/>
        </w:rPr>
        <w:t>nie będzie</w:t>
      </w:r>
      <w:r w:rsidR="00267D1F" w:rsidRPr="00CE3AE6">
        <w:rPr>
          <w:bCs/>
          <w:sz w:val="22"/>
          <w:szCs w:val="22"/>
        </w:rPr>
        <w:t xml:space="preserve"> prowadzić u Zamawiającego do powstania obowiązku podatkowego zgodnie </w:t>
      </w:r>
      <w:r>
        <w:rPr>
          <w:bCs/>
          <w:sz w:val="22"/>
          <w:szCs w:val="22"/>
        </w:rPr>
        <w:br/>
      </w:r>
      <w:r w:rsidR="00267D1F" w:rsidRPr="00CE3AE6">
        <w:rPr>
          <w:bCs/>
          <w:sz w:val="22"/>
          <w:szCs w:val="22"/>
        </w:rPr>
        <w:t>z ustawą z dnia 11 marca 2014 r. o podatku od towarów i usług (</w:t>
      </w:r>
      <w:proofErr w:type="spellStart"/>
      <w:r w:rsidR="00CE3AE6">
        <w:rPr>
          <w:bCs/>
          <w:sz w:val="22"/>
          <w:szCs w:val="22"/>
        </w:rPr>
        <w:t>t.j</w:t>
      </w:r>
      <w:proofErr w:type="spellEnd"/>
      <w:r w:rsidR="00CE3AE6">
        <w:rPr>
          <w:bCs/>
          <w:sz w:val="22"/>
          <w:szCs w:val="22"/>
        </w:rPr>
        <w:t xml:space="preserve">. </w:t>
      </w:r>
      <w:r w:rsidR="00267D1F"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</w:t>
      </w:r>
      <w:r w:rsidR="00252DDE">
        <w:rPr>
          <w:bCs/>
          <w:sz w:val="22"/>
          <w:szCs w:val="22"/>
        </w:rPr>
        <w:t>3</w:t>
      </w:r>
      <w:r w:rsidR="00267D1F" w:rsidRPr="00CE3AE6">
        <w:rPr>
          <w:bCs/>
          <w:sz w:val="22"/>
          <w:szCs w:val="22"/>
        </w:rPr>
        <w:t xml:space="preserve">r. poz. </w:t>
      </w:r>
      <w:r w:rsidR="00252DDE">
        <w:rPr>
          <w:bCs/>
          <w:sz w:val="22"/>
          <w:szCs w:val="22"/>
        </w:rPr>
        <w:t>1570</w:t>
      </w:r>
      <w:r w:rsidR="00267D1F" w:rsidRPr="00CE3AE6">
        <w:rPr>
          <w:bCs/>
          <w:sz w:val="22"/>
          <w:szCs w:val="22"/>
        </w:rPr>
        <w:t>)</w:t>
      </w:r>
    </w:p>
    <w:p w14:paraId="0EED02A8" w14:textId="3C730965" w:rsidR="00CE3AE6" w:rsidRDefault="00A55A31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A55A31">
        <w:rPr>
          <w:b/>
          <w:sz w:val="44"/>
          <w:szCs w:val="44"/>
          <w:u w:val="single"/>
        </w:rPr>
        <w:t xml:space="preserve">□ </w:t>
      </w:r>
      <w:r w:rsidR="00CE3AE6" w:rsidRPr="00CE3AE6">
        <w:rPr>
          <w:b/>
          <w:sz w:val="22"/>
          <w:szCs w:val="22"/>
          <w:u w:val="single"/>
        </w:rPr>
        <w:t>będzie prowadzić</w:t>
      </w:r>
      <w:r w:rsidR="00CE3AE6" w:rsidRPr="00CE3AE6">
        <w:rPr>
          <w:bCs/>
          <w:sz w:val="22"/>
          <w:szCs w:val="22"/>
        </w:rPr>
        <w:t xml:space="preserve"> u Zamawiającego do powstania obowiąz</w:t>
      </w:r>
      <w:r>
        <w:rPr>
          <w:bCs/>
          <w:sz w:val="22"/>
          <w:szCs w:val="22"/>
        </w:rPr>
        <w:t xml:space="preserve">ku podatkowego zgodnie z ustawą </w:t>
      </w:r>
      <w:r w:rsidR="00CE3AE6" w:rsidRPr="00CE3AE6">
        <w:rPr>
          <w:bCs/>
          <w:sz w:val="22"/>
          <w:szCs w:val="22"/>
        </w:rPr>
        <w:t>z dnia 11 marca 2014 r. o podatku od towarów i usług (</w:t>
      </w:r>
      <w:proofErr w:type="spellStart"/>
      <w:r w:rsidR="00CE3AE6" w:rsidRPr="00CE3AE6">
        <w:rPr>
          <w:bCs/>
          <w:sz w:val="22"/>
          <w:szCs w:val="22"/>
        </w:rPr>
        <w:t>t.j</w:t>
      </w:r>
      <w:proofErr w:type="spellEnd"/>
      <w:r w:rsidR="00CE3AE6" w:rsidRPr="00CE3AE6">
        <w:rPr>
          <w:bCs/>
          <w:sz w:val="22"/>
          <w:szCs w:val="22"/>
        </w:rPr>
        <w:t>. Dz. U. z 202</w:t>
      </w:r>
      <w:r w:rsidR="00252DDE">
        <w:rPr>
          <w:bCs/>
          <w:sz w:val="22"/>
          <w:szCs w:val="22"/>
        </w:rPr>
        <w:t>3</w:t>
      </w:r>
      <w:r w:rsidR="00CE3AE6" w:rsidRPr="00CE3AE6">
        <w:rPr>
          <w:bCs/>
          <w:sz w:val="22"/>
          <w:szCs w:val="22"/>
        </w:rPr>
        <w:t xml:space="preserve">r. poz. </w:t>
      </w:r>
      <w:r w:rsidR="00252DDE">
        <w:rPr>
          <w:bCs/>
          <w:sz w:val="22"/>
          <w:szCs w:val="22"/>
        </w:rPr>
        <w:t>1570</w:t>
      </w:r>
      <w:r w:rsidR="00CE3AE6" w:rsidRPr="00CE3AE6">
        <w:rPr>
          <w:bCs/>
          <w:sz w:val="22"/>
          <w:szCs w:val="22"/>
        </w:rPr>
        <w:t>)</w:t>
      </w:r>
      <w:r w:rsidR="00CE3AE6">
        <w:rPr>
          <w:bCs/>
          <w:sz w:val="22"/>
          <w:szCs w:val="22"/>
        </w:rPr>
        <w:t xml:space="preserve">, wobec czego </w:t>
      </w:r>
      <w:r w:rsidR="00CE3AE6"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 w:rsidR="00CE3AE6"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B92B5F" w14:paraId="7F83482B" w14:textId="77777777" w:rsidTr="00A54C63">
        <w:trPr>
          <w:trHeight w:val="18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8BB256" w14:textId="77777777" w:rsidR="00CE3AE6" w:rsidRPr="00B92B5F" w:rsidRDefault="00CE3AE6" w:rsidP="005844F6">
            <w:pPr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B92B5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4555C6" w14:textId="77777777" w:rsidR="00CE3AE6" w:rsidRPr="00B92B5F" w:rsidRDefault="00CE3AE6" w:rsidP="005844F6">
            <w:pPr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B92B5F">
              <w:rPr>
                <w:b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F8602D" w14:textId="77777777" w:rsidR="00CE3AE6" w:rsidRPr="00B92B5F" w:rsidRDefault="00CE3AE6" w:rsidP="005844F6">
            <w:pPr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B92B5F">
              <w:rPr>
                <w:b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C8E709E" w14:textId="1E5951D8" w:rsidR="00CE3AE6" w:rsidRPr="00B92B5F" w:rsidRDefault="00A54C63" w:rsidP="00A54C63">
            <w:pPr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br/>
            </w:r>
            <w:r w:rsidR="00CE3AE6" w:rsidRPr="00B92B5F">
              <w:rPr>
                <w:b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ED129D" w14:paraId="43111CE8" w14:textId="77777777" w:rsidTr="00A54C63">
        <w:trPr>
          <w:trHeight w:val="6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93AD" w14:textId="77777777" w:rsidR="00CE3AE6" w:rsidRPr="00ED129D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25002" w14:textId="77777777" w:rsidR="00CE3AE6" w:rsidRPr="00ED129D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40F62" w14:textId="77777777" w:rsidR="00CE3AE6" w:rsidRPr="00ED129D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ECDFD" w14:textId="77777777" w:rsidR="00CE3AE6" w:rsidRPr="00ED129D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028EBA64" w14:textId="7643B921" w:rsidR="00ED129D" w:rsidRPr="00ED129D" w:rsidRDefault="00ED129D" w:rsidP="00ED129D">
      <w:pPr>
        <w:pStyle w:val="Akapitzlist"/>
        <w:numPr>
          <w:ilvl w:val="0"/>
          <w:numId w:val="1"/>
        </w:numPr>
        <w:spacing w:before="100" w:beforeAutospacing="1" w:after="100" w:afterAutospacing="1"/>
        <w:ind w:left="284" w:hanging="284"/>
        <w:jc w:val="both"/>
        <w:rPr>
          <w:sz w:val="22"/>
          <w:szCs w:val="22"/>
        </w:rPr>
      </w:pPr>
      <w:r w:rsidRPr="00ED129D">
        <w:rPr>
          <w:rFonts w:eastAsia="Arial"/>
          <w:b/>
          <w:color w:val="000000" w:themeColor="text1"/>
          <w:sz w:val="22"/>
          <w:szCs w:val="22"/>
        </w:rPr>
        <w:t xml:space="preserve"> </w:t>
      </w:r>
      <w:r w:rsidRPr="00ED129D">
        <w:rPr>
          <w:color w:val="000000" w:themeColor="text1"/>
          <w:sz w:val="22"/>
          <w:szCs w:val="22"/>
        </w:rPr>
        <w:t>Zastrzegam tajność informacji stanowiących tajemnicę przedsiębiorstwa w rozumieniu przepisów ustawy o zwalczaniu nieuczciwej konkurencji (</w:t>
      </w:r>
      <w:hyperlink r:id="rId9" w:history="1">
        <w:r w:rsidRPr="00ED129D">
          <w:rPr>
            <w:color w:val="000000" w:themeColor="text1"/>
            <w:sz w:val="22"/>
            <w:szCs w:val="22"/>
            <w:u w:val="single"/>
          </w:rPr>
          <w:t>Dz.</w:t>
        </w:r>
        <w:r w:rsidR="00DA34D3">
          <w:rPr>
            <w:color w:val="000000" w:themeColor="text1"/>
            <w:sz w:val="22"/>
            <w:szCs w:val="22"/>
            <w:u w:val="single"/>
          </w:rPr>
          <w:t xml:space="preserve"> </w:t>
        </w:r>
        <w:r w:rsidRPr="00ED129D">
          <w:rPr>
            <w:color w:val="000000" w:themeColor="text1"/>
            <w:sz w:val="22"/>
            <w:szCs w:val="22"/>
            <w:u w:val="single"/>
          </w:rPr>
          <w:t>U. 202</w:t>
        </w:r>
        <w:r w:rsidR="00A54C63">
          <w:rPr>
            <w:color w:val="000000" w:themeColor="text1"/>
            <w:sz w:val="22"/>
            <w:szCs w:val="22"/>
            <w:u w:val="single"/>
          </w:rPr>
          <w:t>2</w:t>
        </w:r>
        <w:r w:rsidRPr="00ED129D">
          <w:rPr>
            <w:color w:val="000000" w:themeColor="text1"/>
            <w:sz w:val="22"/>
            <w:szCs w:val="22"/>
            <w:u w:val="single"/>
          </w:rPr>
          <w:t xml:space="preserve"> poz. </w:t>
        </w:r>
      </w:hyperlink>
      <w:r w:rsidR="00A54C63">
        <w:rPr>
          <w:color w:val="000000" w:themeColor="text1"/>
          <w:sz w:val="22"/>
          <w:szCs w:val="22"/>
          <w:u w:val="single"/>
        </w:rPr>
        <w:t>1233</w:t>
      </w:r>
      <w:r w:rsidRPr="00ED129D">
        <w:rPr>
          <w:color w:val="000000" w:themeColor="text1"/>
          <w:sz w:val="22"/>
          <w:szCs w:val="22"/>
        </w:rPr>
        <w:t xml:space="preserve">), zawartych w ofercie na stronach od </w:t>
      </w:r>
      <w:r w:rsidR="00030518">
        <w:rPr>
          <w:color w:val="000000" w:themeColor="text1"/>
          <w:sz w:val="22"/>
          <w:szCs w:val="22"/>
        </w:rPr>
        <w:t xml:space="preserve">_____________ </w:t>
      </w:r>
      <w:r w:rsidRPr="00ED129D">
        <w:rPr>
          <w:color w:val="000000" w:themeColor="text1"/>
          <w:sz w:val="22"/>
          <w:szCs w:val="22"/>
        </w:rPr>
        <w:t xml:space="preserve">do </w:t>
      </w:r>
      <w:r w:rsidR="00030518">
        <w:rPr>
          <w:color w:val="000000" w:themeColor="text1"/>
          <w:sz w:val="22"/>
          <w:szCs w:val="22"/>
        </w:rPr>
        <w:t>_____________</w:t>
      </w:r>
    </w:p>
    <w:p w14:paraId="38913418" w14:textId="77777777" w:rsidR="00ED129D" w:rsidRPr="00ED129D" w:rsidRDefault="00ED129D" w:rsidP="00ED129D">
      <w:pPr>
        <w:pStyle w:val="Akapitzlist"/>
        <w:spacing w:before="100" w:beforeAutospacing="1" w:after="100" w:afterAutospacing="1"/>
        <w:ind w:left="284"/>
        <w:jc w:val="both"/>
        <w:rPr>
          <w:color w:val="000000" w:themeColor="text1"/>
          <w:sz w:val="22"/>
          <w:szCs w:val="22"/>
        </w:rPr>
      </w:pPr>
    </w:p>
    <w:p w14:paraId="3588452D" w14:textId="77777777" w:rsidR="00ED129D" w:rsidRPr="00ED129D" w:rsidRDefault="00ED129D" w:rsidP="00ED129D">
      <w:pPr>
        <w:pStyle w:val="Akapitzlist"/>
        <w:spacing w:before="100" w:beforeAutospacing="1" w:after="100" w:afterAutospacing="1"/>
        <w:ind w:left="284"/>
        <w:jc w:val="both"/>
        <w:rPr>
          <w:sz w:val="22"/>
          <w:szCs w:val="22"/>
        </w:rPr>
      </w:pPr>
      <w:r w:rsidRPr="00ED129D">
        <w:rPr>
          <w:color w:val="000000" w:themeColor="text1"/>
          <w:sz w:val="22"/>
          <w:szCs w:val="22"/>
        </w:rPr>
        <w:t>Jednocześnie do oferty dołączam uzasadnienie wskazujące, że zastrzeżone informacje faktycznie stanowią tajemnicę przedsiębiorstwa, zgodnie z w/w ustawą.</w:t>
      </w:r>
    </w:p>
    <w:p w14:paraId="47D2B2A1" w14:textId="77777777" w:rsidR="00ED129D" w:rsidRPr="00ED129D" w:rsidRDefault="00ED129D" w:rsidP="00ED129D">
      <w:pPr>
        <w:pStyle w:val="Akapitzlist"/>
        <w:rPr>
          <w:b/>
          <w:sz w:val="22"/>
          <w:szCs w:val="22"/>
        </w:rPr>
      </w:pPr>
    </w:p>
    <w:p w14:paraId="791B97D0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263"/>
      </w:tblGrid>
      <w:tr w:rsidR="00AE2ACB" w:rsidRPr="00AE2ACB" w14:paraId="068F9F41" w14:textId="77777777" w:rsidTr="00DC336F">
        <w:tc>
          <w:tcPr>
            <w:tcW w:w="2551" w:type="dxa"/>
            <w:shd w:val="clear" w:color="auto" w:fill="auto"/>
            <w:vAlign w:val="center"/>
          </w:tcPr>
          <w:p w14:paraId="329BF1C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2397832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0C5D207" w14:textId="77777777" w:rsidTr="00DC336F">
        <w:tc>
          <w:tcPr>
            <w:tcW w:w="2551" w:type="dxa"/>
            <w:shd w:val="clear" w:color="auto" w:fill="auto"/>
            <w:vAlign w:val="center"/>
          </w:tcPr>
          <w:p w14:paraId="4EDD2E8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164F719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378C6B0" w14:textId="77777777" w:rsidTr="00DC336F">
        <w:tc>
          <w:tcPr>
            <w:tcW w:w="2551" w:type="dxa"/>
            <w:shd w:val="clear" w:color="auto" w:fill="auto"/>
            <w:vAlign w:val="center"/>
          </w:tcPr>
          <w:p w14:paraId="4017090C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4EC2D52C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7DDC70F2" w14:textId="77777777" w:rsidTr="00DC336F">
        <w:tc>
          <w:tcPr>
            <w:tcW w:w="2551" w:type="dxa"/>
            <w:shd w:val="clear" w:color="auto" w:fill="auto"/>
            <w:vAlign w:val="center"/>
          </w:tcPr>
          <w:p w14:paraId="6B6B0F4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0535D942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0CE5E80E" w14:textId="77777777" w:rsidR="00525EFF" w:rsidRDefault="0097776D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Załącznikami do oferty</w:t>
      </w:r>
      <w:r w:rsidR="00AF4AC3">
        <w:rPr>
          <w:sz w:val="22"/>
          <w:szCs w:val="22"/>
        </w:rPr>
        <w:t>, stanowiącymi jej integralną część,</w:t>
      </w:r>
      <w:r>
        <w:rPr>
          <w:sz w:val="22"/>
          <w:szCs w:val="22"/>
        </w:rPr>
        <w:t xml:space="preserve"> są:</w:t>
      </w:r>
    </w:p>
    <w:p w14:paraId="6B04298A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19BA85C7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23AAD379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6B7F9AED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19676B5D" w14:textId="77777777" w:rsidR="00E3260B" w:rsidRDefault="00E3260B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</w:p>
    <w:p w14:paraId="59CF25DB" w14:textId="77777777" w:rsidR="000B4C91" w:rsidRDefault="000B4C91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</w:p>
    <w:p w14:paraId="445632E6" w14:textId="05C6B595" w:rsidR="00C8093C" w:rsidRDefault="00C8093C" w:rsidP="00C8093C">
      <w:pPr>
        <w:tabs>
          <w:tab w:val="center" w:pos="7655"/>
        </w:tabs>
        <w:spacing w:before="120" w:line="320" w:lineRule="atLeast"/>
        <w:rPr>
          <w:b/>
          <w:bCs/>
          <w:sz w:val="22"/>
          <w:szCs w:val="22"/>
          <w:u w:val="single"/>
        </w:rPr>
      </w:pPr>
      <w:r w:rsidRPr="00FA386A">
        <w:rPr>
          <w:sz w:val="22"/>
          <w:szCs w:val="22"/>
          <w:u w:val="single"/>
        </w:rPr>
        <w:t xml:space="preserve">Załącznik </w:t>
      </w:r>
      <w:r w:rsidRPr="00C8093C">
        <w:rPr>
          <w:b/>
          <w:bCs/>
          <w:sz w:val="22"/>
          <w:szCs w:val="22"/>
          <w:u w:val="single"/>
        </w:rPr>
        <w:t>nr …………… (1.1-1.</w:t>
      </w:r>
      <w:r w:rsidRPr="00C8093C">
        <w:rPr>
          <w:b/>
          <w:bCs/>
          <w:sz w:val="22"/>
          <w:szCs w:val="22"/>
          <w:u w:val="single"/>
        </w:rPr>
        <w:t>10</w:t>
      </w:r>
      <w:r w:rsidRPr="00C8093C">
        <w:rPr>
          <w:b/>
          <w:bCs/>
          <w:sz w:val="22"/>
          <w:szCs w:val="22"/>
          <w:u w:val="single"/>
        </w:rPr>
        <w:t>*)</w:t>
      </w:r>
      <w:r w:rsidRPr="00C8093C">
        <w:rPr>
          <w:sz w:val="22"/>
          <w:szCs w:val="22"/>
          <w:u w:val="single"/>
        </w:rPr>
        <w:t xml:space="preserve"> do </w:t>
      </w:r>
      <w:r w:rsidRPr="00FA386A">
        <w:rPr>
          <w:sz w:val="22"/>
          <w:szCs w:val="22"/>
          <w:u w:val="single"/>
        </w:rPr>
        <w:t xml:space="preserve">formularza ofertowego - pt. </w:t>
      </w:r>
      <w:r>
        <w:rPr>
          <w:sz w:val="22"/>
          <w:szCs w:val="22"/>
          <w:u w:val="single"/>
        </w:rPr>
        <w:t xml:space="preserve">Formularz asortymentowo- cenowy </w:t>
      </w:r>
      <w:r w:rsidRPr="00FA386A">
        <w:rPr>
          <w:b/>
          <w:bCs/>
          <w:sz w:val="22"/>
          <w:szCs w:val="22"/>
          <w:u w:val="single"/>
        </w:rPr>
        <w:t>stanowi</w:t>
      </w:r>
      <w:r>
        <w:rPr>
          <w:b/>
          <w:bCs/>
          <w:sz w:val="22"/>
          <w:szCs w:val="22"/>
          <w:u w:val="single"/>
        </w:rPr>
        <w:t xml:space="preserve">/ą </w:t>
      </w:r>
      <w:r w:rsidRPr="00FA386A">
        <w:rPr>
          <w:b/>
          <w:bCs/>
          <w:sz w:val="22"/>
          <w:szCs w:val="22"/>
          <w:u w:val="single"/>
        </w:rPr>
        <w:t>integralną część Formularza oferty.</w:t>
      </w:r>
    </w:p>
    <w:p w14:paraId="2F8E8C9A" w14:textId="77777777" w:rsidR="00E3260B" w:rsidRDefault="00E3260B" w:rsidP="006E2451">
      <w:pPr>
        <w:rPr>
          <w:i/>
        </w:rPr>
      </w:pPr>
    </w:p>
    <w:p w14:paraId="6F9E4A39" w14:textId="77777777" w:rsidR="00C8093C" w:rsidRDefault="00C8093C" w:rsidP="006E2451">
      <w:pPr>
        <w:rPr>
          <w:i/>
        </w:rPr>
      </w:pPr>
    </w:p>
    <w:p w14:paraId="57555BD3" w14:textId="77777777" w:rsidR="00C8093C" w:rsidRDefault="00C8093C" w:rsidP="006E2451">
      <w:pPr>
        <w:rPr>
          <w:i/>
        </w:rPr>
      </w:pPr>
    </w:p>
    <w:p w14:paraId="12C2F67D" w14:textId="77777777" w:rsidR="00C8093C" w:rsidRPr="006E2451" w:rsidRDefault="00C8093C" w:rsidP="006E2451">
      <w:pPr>
        <w:rPr>
          <w:i/>
        </w:rPr>
      </w:pPr>
    </w:p>
    <w:p w14:paraId="0AB4C42B" w14:textId="77777777" w:rsidR="00E3260B" w:rsidRPr="006E2451" w:rsidRDefault="00E3260B" w:rsidP="006E2451">
      <w:pPr>
        <w:ind w:left="4956"/>
        <w:rPr>
          <w:b/>
          <w:i/>
          <w:sz w:val="18"/>
          <w:szCs w:val="18"/>
        </w:rPr>
      </w:pPr>
      <w:r w:rsidRPr="006E2451">
        <w:rPr>
          <w:b/>
          <w:i/>
          <w:sz w:val="18"/>
          <w:szCs w:val="18"/>
        </w:rPr>
        <w:t xml:space="preserve">         NALEŻY PODPISAĆ ELEKTRONICZNIE </w:t>
      </w:r>
    </w:p>
    <w:p w14:paraId="53D65F64" w14:textId="187610AD" w:rsidR="00E3260B" w:rsidRPr="006E2451" w:rsidRDefault="00E3260B" w:rsidP="006E2451">
      <w:pPr>
        <w:ind w:left="4956"/>
        <w:rPr>
          <w:b/>
          <w:i/>
          <w:sz w:val="18"/>
          <w:szCs w:val="18"/>
        </w:rPr>
      </w:pPr>
      <w:r w:rsidRPr="006E2451">
        <w:rPr>
          <w:b/>
          <w:i/>
          <w:sz w:val="18"/>
          <w:szCs w:val="18"/>
        </w:rPr>
        <w:t xml:space="preserve">              (</w:t>
      </w:r>
      <w:r w:rsidR="000B4C91" w:rsidRPr="006E2451">
        <w:rPr>
          <w:b/>
          <w:i/>
          <w:sz w:val="18"/>
          <w:szCs w:val="18"/>
        </w:rPr>
        <w:t>PODPISEM KWALIFIKOWANYM</w:t>
      </w:r>
      <w:r w:rsidRPr="006E2451">
        <w:rPr>
          <w:b/>
          <w:i/>
          <w:sz w:val="18"/>
          <w:szCs w:val="18"/>
        </w:rPr>
        <w:t>)</w:t>
      </w:r>
    </w:p>
    <w:p w14:paraId="62165AE4" w14:textId="77777777" w:rsidR="00E3260B" w:rsidRPr="006E2451" w:rsidRDefault="00E3260B" w:rsidP="006E2451">
      <w:pPr>
        <w:ind w:left="4956"/>
        <w:rPr>
          <w:b/>
          <w:i/>
          <w:sz w:val="18"/>
          <w:szCs w:val="18"/>
        </w:rPr>
      </w:pPr>
      <w:r w:rsidRPr="006E2451">
        <w:rPr>
          <w:b/>
          <w:i/>
          <w:sz w:val="18"/>
          <w:szCs w:val="18"/>
        </w:rPr>
        <w:t xml:space="preserve">       </w:t>
      </w:r>
      <w:r w:rsidR="00934F2D" w:rsidRPr="006E2451">
        <w:rPr>
          <w:b/>
          <w:i/>
          <w:sz w:val="18"/>
          <w:szCs w:val="18"/>
        </w:rPr>
        <w:t xml:space="preserve">               </w:t>
      </w:r>
      <w:r w:rsidR="006E2451" w:rsidRPr="006E2451">
        <w:rPr>
          <w:b/>
          <w:i/>
          <w:sz w:val="18"/>
          <w:szCs w:val="18"/>
        </w:rPr>
        <w:t xml:space="preserve">                 </w:t>
      </w:r>
      <w:r w:rsidRPr="006E2451">
        <w:rPr>
          <w:b/>
          <w:i/>
          <w:sz w:val="18"/>
          <w:szCs w:val="18"/>
        </w:rPr>
        <w:t xml:space="preserve"> LUB</w:t>
      </w:r>
    </w:p>
    <w:p w14:paraId="0EA9B552" w14:textId="77777777" w:rsidR="00E3260B" w:rsidRPr="006E2451" w:rsidRDefault="00934F2D" w:rsidP="006E2451">
      <w:pPr>
        <w:ind w:left="4956"/>
        <w:rPr>
          <w:b/>
          <w:i/>
          <w:sz w:val="18"/>
          <w:szCs w:val="18"/>
        </w:rPr>
      </w:pPr>
      <w:r w:rsidRPr="006E2451">
        <w:rPr>
          <w:b/>
          <w:i/>
          <w:sz w:val="18"/>
          <w:szCs w:val="18"/>
        </w:rPr>
        <w:t xml:space="preserve">  </w:t>
      </w:r>
      <w:r w:rsidR="006E2451" w:rsidRPr="006E2451">
        <w:rPr>
          <w:b/>
          <w:i/>
          <w:sz w:val="18"/>
          <w:szCs w:val="18"/>
        </w:rPr>
        <w:t xml:space="preserve">                </w:t>
      </w:r>
      <w:r w:rsidRPr="006E2451">
        <w:rPr>
          <w:b/>
          <w:i/>
          <w:sz w:val="18"/>
          <w:szCs w:val="18"/>
        </w:rPr>
        <w:t xml:space="preserve">  </w:t>
      </w:r>
      <w:r w:rsidR="00E3260B" w:rsidRPr="006E2451">
        <w:rPr>
          <w:b/>
          <w:i/>
          <w:sz w:val="18"/>
          <w:szCs w:val="18"/>
        </w:rPr>
        <w:t xml:space="preserve">PODPISEM OSOBISTYM  </w:t>
      </w:r>
    </w:p>
    <w:p w14:paraId="1F9DD220" w14:textId="77777777" w:rsidR="00E3260B" w:rsidRPr="006E2451" w:rsidRDefault="00934F2D" w:rsidP="006E2451">
      <w:pPr>
        <w:ind w:left="4956"/>
        <w:rPr>
          <w:b/>
          <w:i/>
          <w:sz w:val="18"/>
          <w:szCs w:val="18"/>
        </w:rPr>
      </w:pPr>
      <w:r w:rsidRPr="006E2451">
        <w:rPr>
          <w:b/>
          <w:i/>
          <w:sz w:val="18"/>
          <w:szCs w:val="18"/>
        </w:rPr>
        <w:t xml:space="preserve">                      </w:t>
      </w:r>
      <w:r w:rsidR="006E2451" w:rsidRPr="006E2451">
        <w:rPr>
          <w:b/>
          <w:i/>
          <w:sz w:val="18"/>
          <w:szCs w:val="18"/>
        </w:rPr>
        <w:t xml:space="preserve">                </w:t>
      </w:r>
      <w:r w:rsidR="00E3260B" w:rsidRPr="006E2451">
        <w:rPr>
          <w:b/>
          <w:i/>
          <w:sz w:val="18"/>
          <w:szCs w:val="18"/>
        </w:rPr>
        <w:t xml:space="preserve">  LUB</w:t>
      </w:r>
    </w:p>
    <w:p w14:paraId="0492C61C" w14:textId="77777777" w:rsidR="0097776D" w:rsidRPr="006E2451" w:rsidRDefault="006E2451" w:rsidP="006E2451">
      <w:pPr>
        <w:ind w:left="4956"/>
        <w:rPr>
          <w:b/>
          <w:i/>
          <w:sz w:val="18"/>
          <w:szCs w:val="18"/>
        </w:rPr>
      </w:pPr>
      <w:r w:rsidRPr="006E2451">
        <w:rPr>
          <w:b/>
          <w:i/>
          <w:sz w:val="18"/>
          <w:szCs w:val="18"/>
        </w:rPr>
        <w:t xml:space="preserve">                     </w:t>
      </w:r>
      <w:r w:rsidR="00E3260B" w:rsidRPr="006E2451">
        <w:rPr>
          <w:b/>
          <w:i/>
          <w:sz w:val="18"/>
          <w:szCs w:val="18"/>
        </w:rPr>
        <w:t>PODPISEM ZAUFANYM</w:t>
      </w:r>
    </w:p>
    <w:sectPr w:rsidR="0097776D" w:rsidRPr="006E2451" w:rsidSect="000878D0">
      <w:headerReference w:type="default" r:id="rId10"/>
      <w:pgSz w:w="11906" w:h="16838"/>
      <w:pgMar w:top="1276" w:right="1274" w:bottom="1701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8B4B5" w14:textId="77777777" w:rsidR="00965937" w:rsidRDefault="00965937" w:rsidP="00FF57EE">
      <w:r>
        <w:separator/>
      </w:r>
    </w:p>
  </w:endnote>
  <w:endnote w:type="continuationSeparator" w:id="0">
    <w:p w14:paraId="2F82FD6C" w14:textId="77777777" w:rsidR="00965937" w:rsidRDefault="00965937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02D47" w14:textId="77777777" w:rsidR="00965937" w:rsidRDefault="00965937" w:rsidP="00FF57EE">
      <w:r>
        <w:separator/>
      </w:r>
    </w:p>
  </w:footnote>
  <w:footnote w:type="continuationSeparator" w:id="0">
    <w:p w14:paraId="248E1D0C" w14:textId="77777777" w:rsidR="00965937" w:rsidRDefault="00965937" w:rsidP="00FF57EE">
      <w:r>
        <w:continuationSeparator/>
      </w:r>
    </w:p>
  </w:footnote>
  <w:footnote w:id="1">
    <w:p w14:paraId="051D8D8F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59CC4AD7" w14:textId="77777777" w:rsidR="009D75A8" w:rsidRPr="00A55A31" w:rsidRDefault="009D75A8" w:rsidP="009D75A8">
      <w:pPr>
        <w:pStyle w:val="Tekstprzypisudolnego"/>
        <w:spacing w:after="60"/>
        <w:ind w:left="142" w:hanging="142"/>
        <w:jc w:val="both"/>
        <w:rPr>
          <w:sz w:val="18"/>
          <w:szCs w:val="18"/>
        </w:rPr>
      </w:pPr>
      <w:r w:rsidRPr="00A55A31">
        <w:rPr>
          <w:sz w:val="18"/>
          <w:szCs w:val="18"/>
        </w:rPr>
        <w:t>* niepotrzebne skreślić</w:t>
      </w:r>
      <w:r w:rsidR="0022574C">
        <w:rPr>
          <w:sz w:val="18"/>
          <w:szCs w:val="18"/>
        </w:rPr>
        <w:t xml:space="preserve">/ </w:t>
      </w:r>
      <w:r w:rsidR="00A9564B">
        <w:rPr>
          <w:sz w:val="18"/>
          <w:szCs w:val="18"/>
        </w:rPr>
        <w:t>zaznaczyć</w:t>
      </w:r>
    </w:p>
    <w:p w14:paraId="0D5FF42C" w14:textId="77777777" w:rsidR="00FF57EE" w:rsidRPr="00A55A31" w:rsidRDefault="00FF57EE" w:rsidP="009D75A8">
      <w:pPr>
        <w:pStyle w:val="Tekstprzypisudolnego"/>
        <w:spacing w:after="40"/>
        <w:ind w:left="142" w:hanging="142"/>
        <w:jc w:val="both"/>
        <w:rPr>
          <w:sz w:val="18"/>
          <w:szCs w:val="18"/>
        </w:rPr>
      </w:pPr>
      <w:r w:rsidRPr="00A55A31">
        <w:rPr>
          <w:rStyle w:val="Odwoanieprzypisudolnego"/>
          <w:sz w:val="18"/>
          <w:szCs w:val="18"/>
        </w:rPr>
        <w:footnoteRef/>
      </w:r>
      <w:r w:rsidRPr="00A55A31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526FC33" w14:textId="77777777" w:rsidR="00FF57EE" w:rsidRPr="00A55A31" w:rsidRDefault="00FF57EE" w:rsidP="009D75A8">
      <w:pPr>
        <w:pStyle w:val="Tekstprzypisudolnego"/>
        <w:spacing w:after="40"/>
        <w:ind w:left="142" w:hanging="142"/>
        <w:jc w:val="both"/>
        <w:rPr>
          <w:sz w:val="18"/>
          <w:szCs w:val="18"/>
        </w:rPr>
      </w:pPr>
      <w:r w:rsidRPr="00A55A31">
        <w:rPr>
          <w:rStyle w:val="Odwoanieprzypisudolnego"/>
          <w:sz w:val="18"/>
          <w:szCs w:val="18"/>
        </w:rPr>
        <w:footnoteRef/>
      </w:r>
      <w:r w:rsidRPr="00A55A31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1B23B" w14:textId="731F54C1" w:rsidR="00AE2ACB" w:rsidRPr="00AE2ACB" w:rsidRDefault="00AE2ACB">
    <w:pPr>
      <w:pStyle w:val="Nagwek"/>
      <w:rPr>
        <w:sz w:val="20"/>
        <w:szCs w:val="20"/>
      </w:rPr>
    </w:pPr>
    <w:r w:rsidRPr="008F6430">
      <w:rPr>
        <w:sz w:val="20"/>
        <w:szCs w:val="20"/>
      </w:rPr>
      <w:t xml:space="preserve">Znak </w:t>
    </w:r>
    <w:r w:rsidR="003646EE" w:rsidRPr="008F6430">
      <w:rPr>
        <w:sz w:val="20"/>
        <w:szCs w:val="20"/>
      </w:rPr>
      <w:t>sprawy:</w:t>
    </w:r>
    <w:r w:rsidR="00F568C0" w:rsidRPr="008F6430">
      <w:rPr>
        <w:sz w:val="20"/>
        <w:szCs w:val="20"/>
      </w:rPr>
      <w:t xml:space="preserve"> </w:t>
    </w:r>
    <w:r w:rsidR="008F6430" w:rsidRPr="008F6430">
      <w:rPr>
        <w:b/>
        <w:sz w:val="20"/>
        <w:szCs w:val="20"/>
      </w:rPr>
      <w:t>TP/</w:t>
    </w:r>
    <w:r w:rsidR="008443C5">
      <w:rPr>
        <w:b/>
        <w:sz w:val="20"/>
        <w:szCs w:val="20"/>
      </w:rPr>
      <w:t>1</w:t>
    </w:r>
    <w:r w:rsidR="008F6430" w:rsidRPr="008F6430">
      <w:rPr>
        <w:b/>
        <w:sz w:val="20"/>
        <w:szCs w:val="20"/>
      </w:rPr>
      <w:t>/202</w:t>
    </w:r>
    <w:r w:rsidR="008443C5">
      <w:rPr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66E43"/>
    <w:multiLevelType w:val="multilevel"/>
    <w:tmpl w:val="AAF875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B268D308"/>
    <w:lvl w:ilvl="0" w:tplc="7E9239DA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95C4D"/>
    <w:multiLevelType w:val="hybridMultilevel"/>
    <w:tmpl w:val="E960AEF0"/>
    <w:lvl w:ilvl="0" w:tplc="3A1CA122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2B79B0"/>
    <w:multiLevelType w:val="hybridMultilevel"/>
    <w:tmpl w:val="3A8208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FEC7CD9"/>
    <w:multiLevelType w:val="hybridMultilevel"/>
    <w:tmpl w:val="B860B8FC"/>
    <w:lvl w:ilvl="0" w:tplc="00000004"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0A0754"/>
    <w:multiLevelType w:val="hybridMultilevel"/>
    <w:tmpl w:val="93BC0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46647985">
    <w:abstractNumId w:val="3"/>
  </w:num>
  <w:num w:numId="2" w16cid:durableId="969283043">
    <w:abstractNumId w:val="1"/>
  </w:num>
  <w:num w:numId="3" w16cid:durableId="1131900648">
    <w:abstractNumId w:val="2"/>
  </w:num>
  <w:num w:numId="4" w16cid:durableId="457526259">
    <w:abstractNumId w:val="8"/>
  </w:num>
  <w:num w:numId="5" w16cid:durableId="8299805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7170143">
    <w:abstractNumId w:val="6"/>
  </w:num>
  <w:num w:numId="7" w16cid:durableId="1070738300">
    <w:abstractNumId w:val="5"/>
  </w:num>
  <w:num w:numId="8" w16cid:durableId="1470589757">
    <w:abstractNumId w:val="0"/>
  </w:num>
  <w:num w:numId="9" w16cid:durableId="16199475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9"/>
    <w:rsid w:val="000256E1"/>
    <w:rsid w:val="00027765"/>
    <w:rsid w:val="00030518"/>
    <w:rsid w:val="00033A94"/>
    <w:rsid w:val="00036FCA"/>
    <w:rsid w:val="0005771C"/>
    <w:rsid w:val="00075B49"/>
    <w:rsid w:val="000878D0"/>
    <w:rsid w:val="000B4C91"/>
    <w:rsid w:val="001063D3"/>
    <w:rsid w:val="00113335"/>
    <w:rsid w:val="0018292E"/>
    <w:rsid w:val="001B79F7"/>
    <w:rsid w:val="001C7D84"/>
    <w:rsid w:val="001F14FA"/>
    <w:rsid w:val="001F7B52"/>
    <w:rsid w:val="002214DB"/>
    <w:rsid w:val="0022574C"/>
    <w:rsid w:val="00252DDE"/>
    <w:rsid w:val="00262DE8"/>
    <w:rsid w:val="00267D1F"/>
    <w:rsid w:val="002928A0"/>
    <w:rsid w:val="002A2613"/>
    <w:rsid w:val="002E612D"/>
    <w:rsid w:val="002F1951"/>
    <w:rsid w:val="003030BB"/>
    <w:rsid w:val="0032123E"/>
    <w:rsid w:val="00325372"/>
    <w:rsid w:val="00326A79"/>
    <w:rsid w:val="003646EE"/>
    <w:rsid w:val="00390E1B"/>
    <w:rsid w:val="003B769C"/>
    <w:rsid w:val="00427901"/>
    <w:rsid w:val="0045108F"/>
    <w:rsid w:val="00466E9E"/>
    <w:rsid w:val="00472637"/>
    <w:rsid w:val="004D5A42"/>
    <w:rsid w:val="005230C8"/>
    <w:rsid w:val="00525EFF"/>
    <w:rsid w:val="005305D8"/>
    <w:rsid w:val="00546DB7"/>
    <w:rsid w:val="005629B9"/>
    <w:rsid w:val="005844F6"/>
    <w:rsid w:val="005B56C1"/>
    <w:rsid w:val="005B5DF6"/>
    <w:rsid w:val="005B6E07"/>
    <w:rsid w:val="005D2664"/>
    <w:rsid w:val="005D484D"/>
    <w:rsid w:val="005F6F5F"/>
    <w:rsid w:val="00612195"/>
    <w:rsid w:val="00646302"/>
    <w:rsid w:val="006B63D6"/>
    <w:rsid w:val="006C641D"/>
    <w:rsid w:val="006D09E0"/>
    <w:rsid w:val="006E2451"/>
    <w:rsid w:val="006E4BED"/>
    <w:rsid w:val="006F70E5"/>
    <w:rsid w:val="007A7FC8"/>
    <w:rsid w:val="007D475B"/>
    <w:rsid w:val="007E331F"/>
    <w:rsid w:val="007E7432"/>
    <w:rsid w:val="007F3E87"/>
    <w:rsid w:val="00813784"/>
    <w:rsid w:val="008443C5"/>
    <w:rsid w:val="00871B0A"/>
    <w:rsid w:val="00876C95"/>
    <w:rsid w:val="008C3AE1"/>
    <w:rsid w:val="008D4695"/>
    <w:rsid w:val="008F6430"/>
    <w:rsid w:val="009157D0"/>
    <w:rsid w:val="0092682B"/>
    <w:rsid w:val="009312B4"/>
    <w:rsid w:val="00934F2D"/>
    <w:rsid w:val="00965937"/>
    <w:rsid w:val="0097776D"/>
    <w:rsid w:val="00983D1D"/>
    <w:rsid w:val="0099002D"/>
    <w:rsid w:val="009D75A8"/>
    <w:rsid w:val="009F0A00"/>
    <w:rsid w:val="00A50E18"/>
    <w:rsid w:val="00A54C63"/>
    <w:rsid w:val="00A55A31"/>
    <w:rsid w:val="00A9564B"/>
    <w:rsid w:val="00AA39D6"/>
    <w:rsid w:val="00AA5F4D"/>
    <w:rsid w:val="00AE2ACB"/>
    <w:rsid w:val="00AE5DCA"/>
    <w:rsid w:val="00AF4AC3"/>
    <w:rsid w:val="00B13159"/>
    <w:rsid w:val="00B163FB"/>
    <w:rsid w:val="00B47637"/>
    <w:rsid w:val="00B9086B"/>
    <w:rsid w:val="00B92B5F"/>
    <w:rsid w:val="00BA59B7"/>
    <w:rsid w:val="00BC4F99"/>
    <w:rsid w:val="00BD4D5D"/>
    <w:rsid w:val="00BF2725"/>
    <w:rsid w:val="00BF2A91"/>
    <w:rsid w:val="00C0166F"/>
    <w:rsid w:val="00C22F7D"/>
    <w:rsid w:val="00C67E3E"/>
    <w:rsid w:val="00C75E74"/>
    <w:rsid w:val="00C8093C"/>
    <w:rsid w:val="00CB4D99"/>
    <w:rsid w:val="00CC16D8"/>
    <w:rsid w:val="00CE3AE6"/>
    <w:rsid w:val="00D14D7F"/>
    <w:rsid w:val="00D30689"/>
    <w:rsid w:val="00D554C7"/>
    <w:rsid w:val="00DA34D3"/>
    <w:rsid w:val="00DC336F"/>
    <w:rsid w:val="00DF2465"/>
    <w:rsid w:val="00E1735C"/>
    <w:rsid w:val="00E3260B"/>
    <w:rsid w:val="00E65BB1"/>
    <w:rsid w:val="00E77BA8"/>
    <w:rsid w:val="00E823EE"/>
    <w:rsid w:val="00EA3737"/>
    <w:rsid w:val="00ED129D"/>
    <w:rsid w:val="00EE5D79"/>
    <w:rsid w:val="00F00810"/>
    <w:rsid w:val="00F134D5"/>
    <w:rsid w:val="00F27361"/>
    <w:rsid w:val="00F31EAC"/>
    <w:rsid w:val="00F555BC"/>
    <w:rsid w:val="00F568C0"/>
    <w:rsid w:val="00F846E3"/>
    <w:rsid w:val="00F849BD"/>
    <w:rsid w:val="00FA257C"/>
    <w:rsid w:val="00FC3482"/>
    <w:rsid w:val="00FD0BA1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61F35B60"/>
  <w15:docId w15:val="{F7B1551C-5B50-47D5-8367-4BD57A48A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A55A31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link w:val="pktZnak"/>
    <w:rsid w:val="00A55A31"/>
    <w:pPr>
      <w:spacing w:before="60" w:after="60"/>
      <w:ind w:left="851" w:hanging="295"/>
      <w:jc w:val="both"/>
    </w:pPr>
    <w:rPr>
      <w:rFonts w:eastAsiaTheme="minorEastAsia"/>
      <w:szCs w:val="20"/>
    </w:rPr>
  </w:style>
  <w:style w:type="character" w:customStyle="1" w:styleId="pktZnak">
    <w:name w:val="pkt Znak"/>
    <w:link w:val="pkt"/>
    <w:locked/>
    <w:rsid w:val="00A55A31"/>
    <w:rPr>
      <w:rFonts w:ascii="Times New Roman" w:eastAsiaTheme="minorEastAsia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26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664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D129D"/>
    <w:pPr>
      <w:spacing w:before="100" w:beforeAutospacing="1" w:after="100" w:afterAutospacing="1"/>
    </w:pPr>
  </w:style>
  <w:style w:type="paragraph" w:customStyle="1" w:styleId="a4-pocztekwyliczenia">
    <w:name w:val="a4-pocztekwyliczenia"/>
    <w:basedOn w:val="Normalny"/>
    <w:rsid w:val="00ED129D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ED129D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F849BD"/>
    <w:pPr>
      <w:widowControl w:val="0"/>
      <w:autoSpaceDN w:val="0"/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F849BD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sap.sejm.gov.pl/isap.nsf/DocDetails.xsp?id=WDU2020000191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pita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1A46E-7CF5-42B6-BB0E-5A42B328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23</TotalTime>
  <Pages>4</Pages>
  <Words>764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Marta Sutter</cp:lastModifiedBy>
  <cp:revision>14</cp:revision>
  <cp:lastPrinted>2024-01-09T09:50:00Z</cp:lastPrinted>
  <dcterms:created xsi:type="dcterms:W3CDTF">2024-04-03T06:32:00Z</dcterms:created>
  <dcterms:modified xsi:type="dcterms:W3CDTF">2025-05-28T09:32:00Z</dcterms:modified>
</cp:coreProperties>
</file>