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FC9C6F8" w14:textId="77777777" w:rsidR="009C7BE3" w:rsidRDefault="00152FF4" w:rsidP="009C7BE3">
      <w:pPr>
        <w:ind w:left="708" w:hanging="51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C7BE3">
        <w:rPr>
          <w:rFonts w:ascii="Arial" w:hAnsi="Arial" w:cs="Arial"/>
        </w:rPr>
        <w:tab/>
      </w:r>
      <w:r w:rsidR="009C7BE3">
        <w:rPr>
          <w:rFonts w:ascii="Arial" w:hAnsi="Arial" w:cs="Arial"/>
        </w:rPr>
        <w:tab/>
      </w:r>
      <w:r w:rsidR="009C7BE3">
        <w:rPr>
          <w:rFonts w:ascii="Arial" w:hAnsi="Arial" w:cs="Arial"/>
        </w:rPr>
        <w:tab/>
      </w:r>
      <w:r w:rsidR="009C7BE3">
        <w:rPr>
          <w:rFonts w:ascii="Arial" w:hAnsi="Arial" w:cs="Arial"/>
        </w:rPr>
        <w:tab/>
      </w:r>
      <w:r w:rsidR="009C7BE3">
        <w:rPr>
          <w:rFonts w:ascii="Arial" w:hAnsi="Arial" w:cs="Arial"/>
        </w:rPr>
        <w:tab/>
      </w:r>
    </w:p>
    <w:p w14:paraId="3AE2E126" w14:textId="77777777" w:rsidR="00C62CB0" w:rsidRDefault="00C62CB0" w:rsidP="009C7BE3">
      <w:pPr>
        <w:ind w:left="6372"/>
        <w:jc w:val="both"/>
        <w:rPr>
          <w:rFonts w:ascii="Arial" w:hAnsi="Arial" w:cs="Arial"/>
        </w:rPr>
      </w:pPr>
    </w:p>
    <w:p w14:paraId="2CE44C77" w14:textId="77777777" w:rsidR="00152FF4" w:rsidRPr="00A3678C" w:rsidRDefault="00152FF4" w:rsidP="009C7BE3">
      <w:pPr>
        <w:ind w:left="6372"/>
        <w:jc w:val="both"/>
        <w:rPr>
          <w:rFonts w:ascii="Calibri" w:hAnsi="Calibri" w:cs="Calibri"/>
        </w:rPr>
      </w:pPr>
      <w:r>
        <w:rPr>
          <w:rFonts w:ascii="Arial" w:hAnsi="Arial" w:cs="Arial"/>
        </w:rPr>
        <w:t xml:space="preserve">__________________                                                </w:t>
      </w:r>
      <w:r w:rsidR="009C7BE3" w:rsidRPr="00A3678C">
        <w:rPr>
          <w:rFonts w:ascii="Calibri" w:hAnsi="Calibri" w:cs="Calibri"/>
        </w:rPr>
        <w:tab/>
      </w:r>
      <w:r w:rsidR="009C7BE3" w:rsidRPr="00A3678C">
        <w:rPr>
          <w:rFonts w:ascii="Calibri" w:hAnsi="Calibri" w:cs="Calibri"/>
        </w:rPr>
        <w:tab/>
      </w:r>
      <w:r w:rsidR="009C7BE3" w:rsidRPr="00A3678C">
        <w:rPr>
          <w:rFonts w:ascii="Calibri" w:hAnsi="Calibri" w:cs="Calibri"/>
        </w:rPr>
        <w:tab/>
      </w:r>
      <w:r w:rsidR="009C7BE3" w:rsidRPr="00A3678C">
        <w:rPr>
          <w:rFonts w:ascii="Calibri" w:hAnsi="Calibri" w:cs="Calibri"/>
        </w:rPr>
        <w:tab/>
      </w:r>
      <w:r w:rsidRPr="00A3678C">
        <w:rPr>
          <w:rFonts w:ascii="Calibri" w:hAnsi="Calibri" w:cs="Calibri"/>
        </w:rPr>
        <w:t xml:space="preserve"> (Miejscowość i data)</w:t>
      </w:r>
      <w:r w:rsidRPr="00A3678C">
        <w:rPr>
          <w:rFonts w:ascii="Calibri" w:hAnsi="Calibri" w:cs="Calibri"/>
        </w:rPr>
        <w:tab/>
      </w:r>
      <w:r w:rsidRPr="00A3678C">
        <w:rPr>
          <w:rFonts w:ascii="Calibri" w:hAnsi="Calibri" w:cs="Calibri"/>
        </w:rPr>
        <w:tab/>
      </w:r>
      <w:r w:rsidRPr="00A3678C">
        <w:rPr>
          <w:rFonts w:ascii="Calibri" w:hAnsi="Calibri" w:cs="Calibri"/>
        </w:rPr>
        <w:tab/>
        <w:t xml:space="preserve">   </w:t>
      </w:r>
    </w:p>
    <w:p w14:paraId="4D564D04" w14:textId="77777777" w:rsidR="00152FF4" w:rsidRPr="00A3678C" w:rsidRDefault="00152FF4">
      <w:pPr>
        <w:pStyle w:val="Nagwek1"/>
        <w:jc w:val="left"/>
        <w:rPr>
          <w:rFonts w:ascii="Calibri" w:hAnsi="Calibri" w:cs="Calibri"/>
          <w:sz w:val="24"/>
          <w:szCs w:val="24"/>
        </w:rPr>
      </w:pPr>
    </w:p>
    <w:p w14:paraId="02D57FDA" w14:textId="4F0CDB98" w:rsidR="00152FF4" w:rsidRPr="00A3678C" w:rsidRDefault="00152FF4">
      <w:pPr>
        <w:pStyle w:val="Nagwek1"/>
        <w:rPr>
          <w:rFonts w:ascii="Calibri" w:hAnsi="Calibri" w:cs="Calibri"/>
          <w:sz w:val="24"/>
          <w:szCs w:val="24"/>
        </w:rPr>
      </w:pPr>
      <w:r w:rsidRPr="00A3678C">
        <w:rPr>
          <w:rFonts w:ascii="Calibri" w:hAnsi="Calibri" w:cs="Calibri"/>
          <w:sz w:val="24"/>
          <w:szCs w:val="24"/>
        </w:rPr>
        <w:t>FORMULARZ OFERTOWY</w:t>
      </w:r>
    </w:p>
    <w:p w14:paraId="5396892A" w14:textId="77777777" w:rsidR="00152FF4" w:rsidRPr="00A3678C" w:rsidRDefault="00152FF4">
      <w:pPr>
        <w:rPr>
          <w:rFonts w:ascii="Calibri" w:hAnsi="Calibri" w:cs="Calibri"/>
        </w:rPr>
      </w:pPr>
    </w:p>
    <w:p w14:paraId="5118E83A" w14:textId="77777777" w:rsidR="00152FF4" w:rsidRPr="00A3678C" w:rsidRDefault="00152FF4">
      <w:pPr>
        <w:jc w:val="both"/>
        <w:rPr>
          <w:rFonts w:ascii="Calibri" w:hAnsi="Calibri" w:cs="Calibri"/>
        </w:rPr>
      </w:pPr>
    </w:p>
    <w:p w14:paraId="4391CCFD" w14:textId="77777777" w:rsidR="00C62CB0" w:rsidRPr="0023741D" w:rsidRDefault="00C62CB0" w:rsidP="00C62CB0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Ja/my niżej podpisani:</w:t>
      </w:r>
    </w:p>
    <w:p w14:paraId="4B71F088" w14:textId="77777777" w:rsidR="00C62CB0" w:rsidRPr="0023741D" w:rsidRDefault="00C62CB0" w:rsidP="00C62CB0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D257D73" w14:textId="77777777" w:rsidR="00C62CB0" w:rsidRPr="0023741D" w:rsidRDefault="00C62CB0" w:rsidP="00C62CB0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…………………………………………………………………………………………………..</w:t>
      </w:r>
    </w:p>
    <w:p w14:paraId="524AA222" w14:textId="77777777" w:rsidR="00C62CB0" w:rsidRPr="0023741D" w:rsidRDefault="00C62CB0" w:rsidP="00C62CB0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(Imię i nazwisko, stanowisko/podstawa do reprezentacji)</w:t>
      </w:r>
    </w:p>
    <w:p w14:paraId="143AC7D9" w14:textId="77777777" w:rsidR="00C62CB0" w:rsidRPr="0023741D" w:rsidRDefault="00C62CB0" w:rsidP="00C62CB0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E118CFA" w14:textId="77777777" w:rsidR="00C62CB0" w:rsidRPr="0023741D" w:rsidRDefault="00C62CB0" w:rsidP="00C62CB0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działając w imieniu i na rzecz:</w:t>
      </w:r>
    </w:p>
    <w:p w14:paraId="725A0EAF" w14:textId="77777777" w:rsidR="00C62CB0" w:rsidRPr="0023741D" w:rsidRDefault="00C62CB0" w:rsidP="00C62CB0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3F254CD" w14:textId="77777777" w:rsidR="00C62CB0" w:rsidRPr="0023741D" w:rsidRDefault="00C62CB0" w:rsidP="00C62CB0">
      <w:pPr>
        <w:spacing w:line="480" w:lineRule="auto"/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2ABEE74" w14:textId="77777777" w:rsidR="00C62CB0" w:rsidRPr="0023741D" w:rsidRDefault="00C62CB0" w:rsidP="00C62CB0">
      <w:pPr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(pełna nazwa Wykonawcy/Wykonawców- w przypadku Wykonawców wspólnie ubiegających się o udzielenie zamówienia)</w:t>
      </w:r>
      <w:r w:rsidR="00FA06C4">
        <w:rPr>
          <w:rFonts w:ascii="Verdana" w:hAnsi="Verdana"/>
          <w:sz w:val="18"/>
          <w:szCs w:val="18"/>
        </w:rPr>
        <w:t>*</w:t>
      </w:r>
    </w:p>
    <w:p w14:paraId="18E7918A" w14:textId="77777777" w:rsidR="00C62CB0" w:rsidRPr="0023741D" w:rsidRDefault="00C62CB0" w:rsidP="00C62CB0">
      <w:pPr>
        <w:jc w:val="both"/>
        <w:rPr>
          <w:rFonts w:ascii="Verdana" w:hAnsi="Verdana"/>
          <w:sz w:val="18"/>
          <w:szCs w:val="18"/>
        </w:rPr>
      </w:pPr>
    </w:p>
    <w:p w14:paraId="06C713DC" w14:textId="4B16C788" w:rsidR="00C62CB0" w:rsidRPr="0023741D" w:rsidRDefault="00C62CB0" w:rsidP="00C62CB0">
      <w:pPr>
        <w:spacing w:line="480" w:lineRule="auto"/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Adres*: ……………………………………………………………………………………………</w:t>
      </w:r>
      <w:r w:rsidR="00EA483F">
        <w:rPr>
          <w:rFonts w:ascii="Verdana" w:hAnsi="Verdana"/>
          <w:sz w:val="18"/>
          <w:szCs w:val="18"/>
        </w:rPr>
        <w:t>….</w:t>
      </w:r>
    </w:p>
    <w:p w14:paraId="2AF8BF9C" w14:textId="12C52620" w:rsidR="00EA483F" w:rsidRDefault="00EA483F" w:rsidP="00C62CB0">
      <w:pPr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Województwo*:…………………………………………………………………………………..</w:t>
      </w:r>
    </w:p>
    <w:p w14:paraId="1E51964C" w14:textId="5B7C0DA7" w:rsidR="00C62CB0" w:rsidRPr="0023741D" w:rsidRDefault="00C62CB0" w:rsidP="00C62CB0">
      <w:pPr>
        <w:spacing w:line="480" w:lineRule="auto"/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REGON*: ……………………………………………………………………………………………</w:t>
      </w:r>
      <w:r w:rsidR="00EA483F">
        <w:rPr>
          <w:rFonts w:ascii="Verdana" w:hAnsi="Verdana"/>
          <w:sz w:val="18"/>
          <w:szCs w:val="18"/>
        </w:rPr>
        <w:t>.</w:t>
      </w:r>
    </w:p>
    <w:p w14:paraId="3AFF9E01" w14:textId="6D6F83E9" w:rsidR="00C62CB0" w:rsidRPr="0023741D" w:rsidRDefault="00C62CB0" w:rsidP="00C62CB0">
      <w:pPr>
        <w:spacing w:line="480" w:lineRule="auto"/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NIP*: ………………………………………………………………………………………………….</w:t>
      </w:r>
    </w:p>
    <w:p w14:paraId="7B5D4F45" w14:textId="2FE7DF55" w:rsidR="00C62CB0" w:rsidRDefault="00C62CB0" w:rsidP="00C62CB0">
      <w:pPr>
        <w:spacing w:line="480" w:lineRule="auto"/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Tel.*: ………………………………………………………………………………………………….</w:t>
      </w:r>
    </w:p>
    <w:p w14:paraId="5C912B4D" w14:textId="77777777" w:rsidR="00000385" w:rsidRPr="00BB5003" w:rsidRDefault="00000385" w:rsidP="00000385">
      <w:pPr>
        <w:suppressAutoHyphens w:val="0"/>
        <w:autoSpaceDN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B5003">
        <w:rPr>
          <w:rFonts w:ascii="Calibri" w:hAnsi="Calibri" w:cs="Calibri"/>
          <w:b/>
          <w:bCs/>
          <w:sz w:val="22"/>
          <w:szCs w:val="22"/>
        </w:rPr>
        <w:t>Oświadczam, że</w:t>
      </w:r>
      <w:r>
        <w:rPr>
          <w:rFonts w:ascii="Calibri" w:hAnsi="Calibri" w:cs="Calibri"/>
          <w:b/>
          <w:bCs/>
          <w:sz w:val="22"/>
          <w:szCs w:val="22"/>
        </w:rPr>
        <w:t>*  / **</w:t>
      </w:r>
      <w:r w:rsidRPr="00BB5003">
        <w:rPr>
          <w:rFonts w:ascii="Calibri" w:hAnsi="Calibri" w:cs="Calibri"/>
          <w:b/>
          <w:bCs/>
          <w:sz w:val="22"/>
          <w:szCs w:val="22"/>
        </w:rPr>
        <w:t xml:space="preserve">: </w:t>
      </w:r>
    </w:p>
    <w:p w14:paraId="48371ED6" w14:textId="77777777" w:rsidR="00000385" w:rsidRPr="00A3678C" w:rsidRDefault="00000385" w:rsidP="00000385">
      <w:pPr>
        <w:pStyle w:val="Akapitzlist"/>
        <w:numPr>
          <w:ilvl w:val="0"/>
          <w:numId w:val="7"/>
        </w:numPr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b/>
          <w:sz w:val="22"/>
          <w:szCs w:val="22"/>
        </w:rPr>
      </w:pPr>
      <w:r w:rsidRPr="00A3678C">
        <w:rPr>
          <w:rFonts w:ascii="Calibri" w:hAnsi="Calibri" w:cs="Calibri"/>
          <w:b/>
          <w:sz w:val="22"/>
          <w:szCs w:val="22"/>
        </w:rPr>
        <w:t>jestem osobą fizyczną nie prowadzącą działalności gospodarczej*</w:t>
      </w:r>
      <w:r>
        <w:rPr>
          <w:rFonts w:ascii="Calibri" w:hAnsi="Calibri" w:cs="Calibri"/>
          <w:b/>
          <w:sz w:val="22"/>
          <w:szCs w:val="22"/>
        </w:rPr>
        <w:t>*</w:t>
      </w:r>
    </w:p>
    <w:p w14:paraId="05A6C6DF" w14:textId="77777777" w:rsidR="00000385" w:rsidRPr="00A3678C" w:rsidRDefault="00000385" w:rsidP="00000385">
      <w:pPr>
        <w:pStyle w:val="Akapitzlist"/>
        <w:numPr>
          <w:ilvl w:val="0"/>
          <w:numId w:val="7"/>
        </w:numPr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b/>
          <w:sz w:val="22"/>
          <w:szCs w:val="22"/>
        </w:rPr>
      </w:pPr>
      <w:r w:rsidRPr="00A3678C">
        <w:rPr>
          <w:rFonts w:ascii="Calibri" w:hAnsi="Calibri" w:cs="Calibri"/>
          <w:b/>
          <w:sz w:val="22"/>
          <w:szCs w:val="22"/>
        </w:rPr>
        <w:t>prowadzę jednoosobową działalność gospodarczą*</w:t>
      </w:r>
      <w:r>
        <w:rPr>
          <w:rFonts w:ascii="Calibri" w:hAnsi="Calibri" w:cs="Calibri"/>
          <w:b/>
          <w:sz w:val="22"/>
          <w:szCs w:val="22"/>
        </w:rPr>
        <w:t>*</w:t>
      </w:r>
    </w:p>
    <w:p w14:paraId="6A28054B" w14:textId="77777777" w:rsidR="00000385" w:rsidRPr="00A3678C" w:rsidRDefault="00000385" w:rsidP="00000385">
      <w:pPr>
        <w:pStyle w:val="Akapitzlist"/>
        <w:numPr>
          <w:ilvl w:val="0"/>
          <w:numId w:val="7"/>
        </w:numPr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b/>
          <w:bCs/>
          <w:sz w:val="22"/>
          <w:szCs w:val="22"/>
        </w:rPr>
        <w:t>należę do sektora mikro przedsiębiorstw*</w:t>
      </w:r>
      <w:r>
        <w:rPr>
          <w:rFonts w:ascii="Calibri" w:hAnsi="Calibri" w:cs="Calibri"/>
          <w:b/>
          <w:bCs/>
          <w:sz w:val="22"/>
          <w:szCs w:val="22"/>
        </w:rPr>
        <w:t>*</w:t>
      </w:r>
    </w:p>
    <w:p w14:paraId="1C5FF580" w14:textId="77777777" w:rsidR="00000385" w:rsidRPr="00A3678C" w:rsidRDefault="00000385" w:rsidP="00000385">
      <w:pPr>
        <w:pStyle w:val="Akapitzlist"/>
        <w:numPr>
          <w:ilvl w:val="0"/>
          <w:numId w:val="7"/>
        </w:numPr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b/>
          <w:bCs/>
          <w:sz w:val="22"/>
          <w:szCs w:val="22"/>
        </w:rPr>
        <w:t>należę do sektora małych przedsiębiorstw*</w:t>
      </w:r>
      <w:r>
        <w:rPr>
          <w:rFonts w:ascii="Calibri" w:hAnsi="Calibri" w:cs="Calibri"/>
          <w:b/>
          <w:bCs/>
          <w:sz w:val="22"/>
          <w:szCs w:val="22"/>
        </w:rPr>
        <w:t>*</w:t>
      </w:r>
    </w:p>
    <w:p w14:paraId="2859EE84" w14:textId="77777777" w:rsidR="00000385" w:rsidRPr="00A3678C" w:rsidRDefault="00000385" w:rsidP="00000385">
      <w:pPr>
        <w:pStyle w:val="Akapitzlist"/>
        <w:numPr>
          <w:ilvl w:val="0"/>
          <w:numId w:val="7"/>
        </w:numPr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b/>
          <w:bCs/>
          <w:sz w:val="22"/>
          <w:szCs w:val="22"/>
        </w:rPr>
        <w:t>należę do sektora średnich przedsiębiorstw*</w:t>
      </w:r>
      <w:r>
        <w:rPr>
          <w:rFonts w:ascii="Calibri" w:hAnsi="Calibri" w:cs="Calibri"/>
          <w:b/>
          <w:bCs/>
          <w:sz w:val="22"/>
          <w:szCs w:val="22"/>
        </w:rPr>
        <w:t>*</w:t>
      </w:r>
    </w:p>
    <w:p w14:paraId="1D200E94" w14:textId="77777777" w:rsidR="00000385" w:rsidRPr="00A3678C" w:rsidRDefault="00000385" w:rsidP="00000385">
      <w:pPr>
        <w:pStyle w:val="Akapitzlist"/>
        <w:numPr>
          <w:ilvl w:val="0"/>
          <w:numId w:val="7"/>
        </w:numPr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b/>
          <w:bCs/>
          <w:sz w:val="22"/>
          <w:szCs w:val="22"/>
        </w:rPr>
        <w:t>prowadzę inny rodzaj działalności*</w:t>
      </w:r>
      <w:r>
        <w:rPr>
          <w:rFonts w:ascii="Calibri" w:hAnsi="Calibri" w:cs="Calibri"/>
          <w:b/>
          <w:bCs/>
          <w:sz w:val="22"/>
          <w:szCs w:val="22"/>
        </w:rPr>
        <w:t>*</w:t>
      </w:r>
    </w:p>
    <w:p w14:paraId="71DC0853" w14:textId="77777777" w:rsidR="00000385" w:rsidRPr="00A3678C" w:rsidRDefault="00000385" w:rsidP="00000385">
      <w:pPr>
        <w:pStyle w:val="Akapitzlist"/>
        <w:suppressAutoHyphens w:val="0"/>
        <w:autoSpaceDN w:val="0"/>
        <w:spacing w:line="276" w:lineRule="auto"/>
        <w:ind w:left="567" w:hanging="425"/>
        <w:jc w:val="both"/>
        <w:rPr>
          <w:rFonts w:ascii="Calibri" w:eastAsia="CIDFont+F2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 xml:space="preserve">zgodnie z </w:t>
      </w:r>
      <w:r w:rsidRPr="00A3678C">
        <w:rPr>
          <w:rFonts w:ascii="Calibri" w:eastAsia="CIDFont+F2" w:hAnsi="Calibri" w:cs="Calibri"/>
          <w:sz w:val="22"/>
          <w:szCs w:val="22"/>
        </w:rPr>
        <w:t xml:space="preserve">ustawą </w:t>
      </w:r>
      <w:r w:rsidRPr="00A3678C">
        <w:rPr>
          <w:rFonts w:ascii="Calibri" w:eastAsia="CIDFont+F2" w:hAnsi="Calibri" w:cs="Calibri"/>
          <w:bCs/>
          <w:sz w:val="22"/>
          <w:szCs w:val="22"/>
        </w:rPr>
        <w:t xml:space="preserve">z dnia 6 marca 2018 r. </w:t>
      </w:r>
      <w:r w:rsidRPr="00A3678C">
        <w:rPr>
          <w:rFonts w:ascii="Calibri" w:eastAsia="CIDFont+F2" w:hAnsi="Calibri" w:cs="Calibri"/>
          <w:sz w:val="22"/>
          <w:szCs w:val="22"/>
        </w:rPr>
        <w:t xml:space="preserve">Prawo przedsiębiorców. </w:t>
      </w:r>
    </w:p>
    <w:p w14:paraId="213839B6" w14:textId="77777777" w:rsidR="00000385" w:rsidRPr="00A3678C" w:rsidRDefault="00000385" w:rsidP="00000385">
      <w:pPr>
        <w:pStyle w:val="Akapitzlist"/>
        <w:suppressAutoHyphens w:val="0"/>
        <w:autoSpaceDN w:val="0"/>
        <w:spacing w:line="276" w:lineRule="auto"/>
        <w:ind w:left="142"/>
        <w:jc w:val="both"/>
        <w:rPr>
          <w:rFonts w:ascii="Calibri" w:eastAsia="CIDFont+F2" w:hAnsi="Calibri" w:cs="Calibri"/>
          <w:b/>
          <w:sz w:val="22"/>
          <w:szCs w:val="22"/>
          <w:u w:val="single"/>
        </w:rPr>
      </w:pPr>
      <w:r w:rsidRPr="00A3678C">
        <w:rPr>
          <w:rFonts w:ascii="Calibri" w:eastAsia="CIDFont+F2" w:hAnsi="Calibri" w:cs="Calibri"/>
          <w:sz w:val="22"/>
          <w:szCs w:val="22"/>
          <w:u w:val="single"/>
        </w:rPr>
        <w:t>(</w:t>
      </w:r>
      <w:r w:rsidRPr="00A3678C">
        <w:rPr>
          <w:rFonts w:ascii="Calibri" w:eastAsia="CIDFont+F2" w:hAnsi="Calibri" w:cs="Calibri"/>
          <w:b/>
          <w:sz w:val="22"/>
          <w:szCs w:val="22"/>
          <w:u w:val="single"/>
        </w:rPr>
        <w:t>*</w:t>
      </w:r>
      <w:r>
        <w:rPr>
          <w:rFonts w:ascii="Calibri" w:eastAsia="CIDFont+F2" w:hAnsi="Calibri" w:cs="Calibri"/>
          <w:b/>
          <w:sz w:val="22"/>
          <w:szCs w:val="22"/>
          <w:u w:val="single"/>
        </w:rPr>
        <w:t>*</w:t>
      </w:r>
      <w:r w:rsidRPr="00A3678C">
        <w:rPr>
          <w:rFonts w:ascii="Calibri" w:eastAsia="CIDFont+F2" w:hAnsi="Calibri" w:cs="Calibri"/>
          <w:b/>
          <w:sz w:val="22"/>
          <w:szCs w:val="22"/>
          <w:u w:val="single"/>
        </w:rPr>
        <w:t xml:space="preserve"> konieczne jest pozostawienie odpowiedzi właści</w:t>
      </w:r>
      <w:r>
        <w:rPr>
          <w:rFonts w:ascii="Calibri" w:eastAsia="CIDFont+F2" w:hAnsi="Calibri" w:cs="Calibri"/>
          <w:b/>
          <w:sz w:val="22"/>
          <w:szCs w:val="22"/>
          <w:u w:val="single"/>
        </w:rPr>
        <w:t xml:space="preserve">wej, a skreślenie pozostałych. </w:t>
      </w:r>
      <w:r w:rsidRPr="00A3678C">
        <w:rPr>
          <w:rFonts w:ascii="Calibri" w:hAnsi="Calibri" w:cs="Calibri"/>
          <w:bCs/>
          <w:sz w:val="22"/>
          <w:szCs w:val="22"/>
        </w:rPr>
        <w:t>W przypadku nie zaznaczenia właściwego  Zamawiający przyjmie, że Wykonawca należy do sektora małych przedsiębiorstw.)</w:t>
      </w:r>
    </w:p>
    <w:p w14:paraId="20CC66D1" w14:textId="77777777" w:rsidR="00000385" w:rsidRPr="0023741D" w:rsidRDefault="00000385" w:rsidP="00C62CB0">
      <w:pPr>
        <w:spacing w:line="480" w:lineRule="auto"/>
        <w:jc w:val="both"/>
        <w:rPr>
          <w:rFonts w:ascii="Verdana" w:hAnsi="Verdana"/>
          <w:sz w:val="18"/>
          <w:szCs w:val="18"/>
        </w:rPr>
      </w:pPr>
    </w:p>
    <w:p w14:paraId="45B71223" w14:textId="77777777" w:rsidR="00C62CB0" w:rsidRPr="0023741D" w:rsidRDefault="00C62CB0" w:rsidP="00C62CB0">
      <w:pPr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Adres e-mail, na który Zamawiający może przesyłać korespondencję</w:t>
      </w:r>
    </w:p>
    <w:p w14:paraId="1B3F9D29" w14:textId="77777777" w:rsidR="00C62CB0" w:rsidRPr="0023741D" w:rsidRDefault="00C62CB0" w:rsidP="00C62CB0">
      <w:pPr>
        <w:jc w:val="both"/>
        <w:rPr>
          <w:rFonts w:ascii="Verdana" w:hAnsi="Verdana"/>
          <w:sz w:val="18"/>
          <w:szCs w:val="18"/>
        </w:rPr>
      </w:pPr>
      <w:r w:rsidRPr="0023741D">
        <w:rPr>
          <w:rFonts w:ascii="Verdana" w:hAnsi="Verdana"/>
          <w:sz w:val="18"/>
          <w:szCs w:val="18"/>
        </w:rPr>
        <w:t>(</w:t>
      </w:r>
      <w:r w:rsidRPr="0023741D">
        <w:rPr>
          <w:rFonts w:ascii="Verdana" w:eastAsia="Arial" w:hAnsi="Verdana" w:cs="Arial"/>
          <w:i/>
          <w:iCs/>
          <w:sz w:val="18"/>
          <w:szCs w:val="18"/>
          <w:lang w:bidi="pl-PL"/>
        </w:rPr>
        <w:t>W sytuacji awarii lub błędów lub niedostępności Systemu uniemożliwiających komunikację Wykonawcy i Zamawiającego poprzez System)</w:t>
      </w:r>
      <w:r w:rsidRPr="0023741D">
        <w:rPr>
          <w:rFonts w:ascii="Verdana" w:hAnsi="Verdana"/>
          <w:sz w:val="18"/>
          <w:szCs w:val="18"/>
        </w:rPr>
        <w:t>: …………………………………………………</w:t>
      </w:r>
    </w:p>
    <w:p w14:paraId="727CFC91" w14:textId="77777777" w:rsidR="00C62CB0" w:rsidRPr="0023741D" w:rsidRDefault="00C62CB0" w:rsidP="00C62CB0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FF23C3D" w14:textId="77777777" w:rsidR="00C62CB0" w:rsidRPr="00FA06C4" w:rsidRDefault="00C62CB0" w:rsidP="00C62CB0">
      <w:pPr>
        <w:spacing w:line="276" w:lineRule="auto"/>
        <w:jc w:val="both"/>
        <w:rPr>
          <w:rFonts w:ascii="Verdana" w:hAnsi="Verdana"/>
          <w:b/>
          <w:sz w:val="18"/>
          <w:szCs w:val="18"/>
          <w:u w:val="single"/>
        </w:rPr>
      </w:pPr>
      <w:r w:rsidRPr="00FA06C4">
        <w:rPr>
          <w:rFonts w:ascii="Verdana" w:hAnsi="Verdana"/>
          <w:b/>
          <w:sz w:val="18"/>
          <w:szCs w:val="18"/>
          <w:u w:val="single"/>
        </w:rPr>
        <w:t xml:space="preserve">*w przypadku oferty wspólnej należy podać dane dotyczące </w:t>
      </w:r>
      <w:r w:rsidR="00FA06C4" w:rsidRPr="00FA06C4">
        <w:rPr>
          <w:rFonts w:ascii="Verdana" w:hAnsi="Verdana"/>
          <w:b/>
          <w:sz w:val="18"/>
          <w:szCs w:val="18"/>
          <w:u w:val="single"/>
        </w:rPr>
        <w:t>każdego członka konsorcjum poprzez modyfikację przedmiotowego załącznika.</w:t>
      </w:r>
    </w:p>
    <w:p w14:paraId="4AFDC9D9" w14:textId="77777777" w:rsidR="00152FF4" w:rsidRPr="00A3678C" w:rsidRDefault="00152FF4">
      <w:pPr>
        <w:jc w:val="both"/>
        <w:rPr>
          <w:rFonts w:ascii="Calibri" w:hAnsi="Calibri" w:cs="Calibri"/>
        </w:rPr>
      </w:pPr>
    </w:p>
    <w:p w14:paraId="60208E90" w14:textId="77777777" w:rsidR="00000385" w:rsidRDefault="00000385">
      <w:pPr>
        <w:jc w:val="both"/>
        <w:rPr>
          <w:rFonts w:ascii="Calibri" w:hAnsi="Calibri" w:cs="Calibri"/>
          <w:sz w:val="22"/>
          <w:szCs w:val="22"/>
        </w:rPr>
      </w:pPr>
    </w:p>
    <w:p w14:paraId="5C0A0B92" w14:textId="77777777" w:rsidR="00000385" w:rsidRDefault="00000385">
      <w:pPr>
        <w:jc w:val="both"/>
        <w:rPr>
          <w:rFonts w:ascii="Calibri" w:hAnsi="Calibri" w:cs="Calibri"/>
          <w:sz w:val="22"/>
          <w:szCs w:val="22"/>
        </w:rPr>
      </w:pPr>
    </w:p>
    <w:p w14:paraId="086AC80B" w14:textId="77777777" w:rsidR="00000385" w:rsidRDefault="00000385">
      <w:pPr>
        <w:jc w:val="both"/>
        <w:rPr>
          <w:rFonts w:ascii="Calibri" w:hAnsi="Calibri" w:cs="Calibri"/>
          <w:sz w:val="22"/>
          <w:szCs w:val="22"/>
        </w:rPr>
      </w:pPr>
    </w:p>
    <w:p w14:paraId="038905F9" w14:textId="77777777" w:rsidR="00000385" w:rsidRDefault="00000385">
      <w:pPr>
        <w:jc w:val="both"/>
        <w:rPr>
          <w:rFonts w:ascii="Calibri" w:hAnsi="Calibri" w:cs="Calibri"/>
          <w:sz w:val="22"/>
          <w:szCs w:val="22"/>
        </w:rPr>
      </w:pPr>
    </w:p>
    <w:p w14:paraId="053573EF" w14:textId="77777777" w:rsidR="00152FF4" w:rsidRPr="00A3678C" w:rsidRDefault="00152FF4">
      <w:pPr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Niniejszym zgłaszam(y) przystąpienie do postępowania na:</w:t>
      </w:r>
    </w:p>
    <w:p w14:paraId="6EAD5317" w14:textId="77777777" w:rsidR="00C62CB0" w:rsidRDefault="00C62CB0" w:rsidP="00C62CB0">
      <w:pPr>
        <w:tabs>
          <w:tab w:val="left" w:pos="4032"/>
        </w:tabs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050AC1C7" w14:textId="77777777" w:rsidR="00000385" w:rsidRPr="005704A8" w:rsidRDefault="00000385" w:rsidP="00C62CB0">
      <w:pPr>
        <w:tabs>
          <w:tab w:val="left" w:pos="4032"/>
        </w:tabs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355F4937" w14:textId="77777777" w:rsidR="009D12C5" w:rsidRDefault="00184742" w:rsidP="00184742">
      <w:pPr>
        <w:autoSpaceDN w:val="0"/>
        <w:adjustRightInd w:val="0"/>
        <w:ind w:left="426"/>
        <w:jc w:val="center"/>
        <w:rPr>
          <w:rFonts w:asciiTheme="minorHAnsi" w:hAnsiTheme="minorHAnsi" w:cstheme="minorHAnsi"/>
          <w:b/>
          <w:bCs/>
          <w:sz w:val="48"/>
          <w:szCs w:val="48"/>
        </w:rPr>
      </w:pPr>
      <w:r w:rsidRPr="00EA483F">
        <w:rPr>
          <w:rFonts w:asciiTheme="minorHAnsi" w:hAnsiTheme="minorHAnsi" w:cstheme="minorHAnsi"/>
          <w:b/>
          <w:bCs/>
          <w:sz w:val="48"/>
          <w:szCs w:val="48"/>
        </w:rPr>
        <w:t xml:space="preserve">Remont </w:t>
      </w:r>
      <w:r w:rsidR="00EA483F" w:rsidRPr="00EA483F">
        <w:rPr>
          <w:rFonts w:asciiTheme="minorHAnsi" w:hAnsiTheme="minorHAnsi" w:cstheme="minorHAnsi"/>
          <w:b/>
          <w:bCs/>
          <w:sz w:val="48"/>
          <w:szCs w:val="48"/>
        </w:rPr>
        <w:t>schodów zewnętrznych  budynku przy ul. Zawiszy Czarnego 1f w Gliwicach</w:t>
      </w:r>
      <w:r w:rsidR="00906508">
        <w:rPr>
          <w:rFonts w:asciiTheme="minorHAnsi" w:hAnsiTheme="minorHAnsi" w:cstheme="minorHAnsi"/>
          <w:b/>
          <w:bCs/>
          <w:sz w:val="48"/>
          <w:szCs w:val="48"/>
        </w:rPr>
        <w:t xml:space="preserve"> </w:t>
      </w:r>
    </w:p>
    <w:p w14:paraId="67DA2D63" w14:textId="0FAE8635" w:rsidR="00184742" w:rsidRPr="00EA483F" w:rsidRDefault="00906508" w:rsidP="00184742">
      <w:pPr>
        <w:autoSpaceDN w:val="0"/>
        <w:adjustRightInd w:val="0"/>
        <w:ind w:left="426"/>
        <w:jc w:val="center"/>
        <w:rPr>
          <w:rFonts w:asciiTheme="minorHAnsi" w:eastAsia="TimesNewRoman" w:hAnsiTheme="minorHAnsi" w:cstheme="minorHAnsi"/>
          <w:b/>
          <w:bCs/>
          <w:color w:val="000000"/>
          <w:sz w:val="48"/>
          <w:szCs w:val="48"/>
        </w:rPr>
      </w:pPr>
      <w:r>
        <w:rPr>
          <w:rFonts w:asciiTheme="minorHAnsi" w:hAnsiTheme="minorHAnsi" w:cstheme="minorHAnsi"/>
          <w:b/>
          <w:bCs/>
          <w:sz w:val="48"/>
          <w:szCs w:val="48"/>
        </w:rPr>
        <w:t>– Postępowanie nr 2.</w:t>
      </w:r>
    </w:p>
    <w:p w14:paraId="3AB6C8DF" w14:textId="77777777" w:rsidR="00000385" w:rsidRPr="00BE1851" w:rsidRDefault="00000385" w:rsidP="00000385">
      <w:pPr>
        <w:autoSpaceDN w:val="0"/>
        <w:adjustRightInd w:val="0"/>
        <w:ind w:left="426"/>
        <w:jc w:val="center"/>
        <w:rPr>
          <w:rFonts w:eastAsia="TimesNewRoman" w:cstheme="minorHAnsi"/>
          <w:b/>
          <w:color w:val="000000"/>
          <w:sz w:val="48"/>
          <w:szCs w:val="48"/>
        </w:rPr>
      </w:pPr>
    </w:p>
    <w:p w14:paraId="0B1F15B9" w14:textId="77777777" w:rsidR="00C62CB0" w:rsidRDefault="00C62CB0" w:rsidP="00650FBB">
      <w:pPr>
        <w:jc w:val="both"/>
        <w:rPr>
          <w:rFonts w:ascii="Arial" w:hAnsi="Arial" w:cs="Arial"/>
          <w:b/>
          <w:i/>
        </w:rPr>
      </w:pPr>
    </w:p>
    <w:p w14:paraId="429105F7" w14:textId="77777777" w:rsidR="00650FBB" w:rsidRPr="00A3678C" w:rsidRDefault="00650FBB" w:rsidP="00650FBB">
      <w:pPr>
        <w:spacing w:line="360" w:lineRule="auto"/>
        <w:jc w:val="both"/>
        <w:rPr>
          <w:rFonts w:ascii="Calibri" w:hAnsi="Calibri" w:cs="Calibri"/>
        </w:rPr>
      </w:pPr>
      <w:r w:rsidRPr="00A3678C">
        <w:rPr>
          <w:rFonts w:ascii="Calibri" w:hAnsi="Calibri" w:cs="Calibri"/>
        </w:rPr>
        <w:t xml:space="preserve">dla Zamawiającego z siedzibą:   </w:t>
      </w:r>
      <w:r w:rsidR="00C62CB0" w:rsidRPr="00A3678C">
        <w:rPr>
          <w:rFonts w:ascii="Calibri" w:hAnsi="Calibri" w:cs="Calibri"/>
          <w:b/>
          <w:bCs/>
        </w:rPr>
        <w:t>SĄD OKRĘGOWY</w:t>
      </w:r>
    </w:p>
    <w:p w14:paraId="509EB191" w14:textId="77777777" w:rsidR="00650FBB" w:rsidRPr="00A3678C" w:rsidRDefault="00C46D64" w:rsidP="00C62CB0">
      <w:pPr>
        <w:numPr>
          <w:ilvl w:val="1"/>
          <w:numId w:val="8"/>
        </w:numPr>
        <w:spacing w:line="360" w:lineRule="auto"/>
        <w:jc w:val="both"/>
        <w:rPr>
          <w:rFonts w:ascii="Calibri" w:hAnsi="Calibri" w:cs="Calibri"/>
          <w:b/>
          <w:bCs/>
          <w:iCs/>
        </w:rPr>
      </w:pPr>
      <w:r>
        <w:rPr>
          <w:rFonts w:ascii="Calibri" w:hAnsi="Calibri" w:cs="Calibri"/>
          <w:b/>
          <w:bCs/>
          <w:iCs/>
        </w:rPr>
        <w:t>G</w:t>
      </w:r>
      <w:r w:rsidR="00895CD7">
        <w:rPr>
          <w:rFonts w:ascii="Calibri" w:hAnsi="Calibri" w:cs="Calibri"/>
          <w:b/>
          <w:bCs/>
          <w:iCs/>
        </w:rPr>
        <w:t>LIWICE UL. KOŚ</w:t>
      </w:r>
      <w:r w:rsidR="00C62CB0" w:rsidRPr="00A3678C">
        <w:rPr>
          <w:rFonts w:ascii="Calibri" w:hAnsi="Calibri" w:cs="Calibri"/>
          <w:b/>
          <w:bCs/>
          <w:iCs/>
        </w:rPr>
        <w:t>CIUSZKI</w:t>
      </w:r>
      <w:r w:rsidR="00895CD7">
        <w:rPr>
          <w:rFonts w:ascii="Calibri" w:hAnsi="Calibri" w:cs="Calibri"/>
          <w:b/>
          <w:bCs/>
          <w:iCs/>
        </w:rPr>
        <w:t xml:space="preserve"> 15</w:t>
      </w:r>
    </w:p>
    <w:p w14:paraId="1E821887" w14:textId="77777777" w:rsidR="00C62CB0" w:rsidRPr="00A3678C" w:rsidRDefault="00C62CB0" w:rsidP="00650FBB">
      <w:pPr>
        <w:spacing w:line="360" w:lineRule="auto"/>
        <w:jc w:val="both"/>
        <w:rPr>
          <w:rFonts w:ascii="Calibri" w:hAnsi="Calibri" w:cs="Calibri"/>
        </w:rPr>
      </w:pPr>
    </w:p>
    <w:p w14:paraId="7FF3A850" w14:textId="77777777" w:rsidR="00C62CB0" w:rsidRPr="00A3678C" w:rsidRDefault="00C62CB0" w:rsidP="00C62CB0">
      <w:pPr>
        <w:pStyle w:val="Tekstpodstawowy"/>
        <w:numPr>
          <w:ilvl w:val="0"/>
          <w:numId w:val="6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Oferujemy wykonanie przedmiotu zamówienia w zakresie określonym w Specyfikacji Warunków Zamówienia na następujących warunkach i za cenę:</w:t>
      </w:r>
    </w:p>
    <w:p w14:paraId="418D0AE2" w14:textId="77777777" w:rsidR="00C62CB0" w:rsidRPr="00A3678C" w:rsidRDefault="00C62CB0" w:rsidP="00C62CB0">
      <w:pPr>
        <w:pStyle w:val="Tekstpodstawowy"/>
        <w:ind w:left="284"/>
        <w:jc w:val="both"/>
        <w:rPr>
          <w:rFonts w:ascii="Calibri" w:hAnsi="Calibri" w:cs="Calibri"/>
          <w:sz w:val="22"/>
          <w:szCs w:val="22"/>
        </w:rPr>
      </w:pPr>
    </w:p>
    <w:p w14:paraId="5AE769D3" w14:textId="77777777" w:rsidR="00F414F8" w:rsidRPr="00000385" w:rsidRDefault="00F414F8" w:rsidP="00F414F8">
      <w:pPr>
        <w:pStyle w:val="Tekstpodstawowy"/>
        <w:rPr>
          <w:rFonts w:asciiTheme="minorHAnsi" w:hAnsiTheme="minorHAnsi" w:cstheme="minorHAnsi"/>
        </w:rPr>
      </w:pPr>
      <w:r w:rsidRPr="00000385">
        <w:rPr>
          <w:rFonts w:asciiTheme="minorHAnsi" w:hAnsiTheme="minorHAnsi" w:cstheme="minorHAnsi"/>
          <w:b/>
        </w:rPr>
        <w:t>Cenę - wartość netto:</w:t>
      </w:r>
      <w:r w:rsidRPr="00000385">
        <w:rPr>
          <w:rFonts w:asciiTheme="minorHAnsi" w:hAnsiTheme="minorHAnsi" w:cstheme="minorHAnsi"/>
        </w:rPr>
        <w:t xml:space="preserve">  ____________________________zł </w:t>
      </w:r>
    </w:p>
    <w:p w14:paraId="7AD3A8CD" w14:textId="77777777" w:rsidR="00F414F8" w:rsidRPr="00000385" w:rsidRDefault="00F414F8" w:rsidP="00F414F8">
      <w:pPr>
        <w:pStyle w:val="Tekstpodstawowy"/>
        <w:rPr>
          <w:rFonts w:asciiTheme="minorHAnsi" w:hAnsiTheme="minorHAnsi" w:cstheme="minorHAnsi"/>
        </w:rPr>
      </w:pPr>
    </w:p>
    <w:p w14:paraId="24FFC8EB" w14:textId="77777777" w:rsidR="00F414F8" w:rsidRPr="00000385" w:rsidRDefault="00F414F8" w:rsidP="00F414F8">
      <w:pPr>
        <w:pStyle w:val="Tekstpodstawowy"/>
        <w:rPr>
          <w:rFonts w:asciiTheme="minorHAnsi" w:hAnsiTheme="minorHAnsi" w:cstheme="minorHAnsi"/>
        </w:rPr>
      </w:pPr>
      <w:r w:rsidRPr="00000385">
        <w:rPr>
          <w:rFonts w:asciiTheme="minorHAnsi" w:hAnsiTheme="minorHAnsi" w:cstheme="minorHAnsi"/>
        </w:rPr>
        <w:t xml:space="preserve">Wartość VAT w % ………… </w:t>
      </w:r>
    </w:p>
    <w:p w14:paraId="03CBB05F" w14:textId="77777777" w:rsidR="00F414F8" w:rsidRPr="00000385" w:rsidRDefault="00F414F8" w:rsidP="00F414F8">
      <w:pPr>
        <w:jc w:val="both"/>
        <w:rPr>
          <w:rFonts w:asciiTheme="minorHAnsi" w:hAnsiTheme="minorHAnsi" w:cstheme="minorHAnsi"/>
          <w:b/>
        </w:rPr>
      </w:pPr>
    </w:p>
    <w:p w14:paraId="3839ED8D" w14:textId="0325C2C1" w:rsidR="00F414F8" w:rsidRPr="00000385" w:rsidRDefault="00F414F8" w:rsidP="00F414F8">
      <w:pPr>
        <w:jc w:val="both"/>
        <w:rPr>
          <w:rFonts w:asciiTheme="minorHAnsi" w:hAnsiTheme="minorHAnsi" w:cstheme="minorHAnsi"/>
        </w:rPr>
      </w:pPr>
      <w:r w:rsidRPr="00000385">
        <w:rPr>
          <w:rFonts w:asciiTheme="minorHAnsi" w:hAnsiTheme="minorHAnsi" w:cstheme="minorHAnsi"/>
          <w:b/>
        </w:rPr>
        <w:t xml:space="preserve">Cenę </w:t>
      </w:r>
      <w:r w:rsidR="00F45EC9" w:rsidRPr="00000385">
        <w:rPr>
          <w:rFonts w:asciiTheme="minorHAnsi" w:hAnsiTheme="minorHAnsi" w:cstheme="minorHAnsi"/>
          <w:b/>
        </w:rPr>
        <w:t>–</w:t>
      </w:r>
      <w:r w:rsidRPr="00000385">
        <w:rPr>
          <w:rFonts w:asciiTheme="minorHAnsi" w:hAnsiTheme="minorHAnsi" w:cstheme="minorHAnsi"/>
          <w:b/>
        </w:rPr>
        <w:t xml:space="preserve"> wartość brutto:</w:t>
      </w:r>
      <w:r w:rsidRPr="00000385">
        <w:rPr>
          <w:rFonts w:asciiTheme="minorHAnsi" w:hAnsiTheme="minorHAnsi" w:cstheme="minorHAnsi"/>
        </w:rPr>
        <w:t xml:space="preserve">  ____________________________zł</w:t>
      </w:r>
    </w:p>
    <w:p w14:paraId="215B072D" w14:textId="77777777" w:rsidR="00F414F8" w:rsidRPr="00000385" w:rsidRDefault="00F414F8" w:rsidP="00F414F8">
      <w:pPr>
        <w:jc w:val="both"/>
        <w:rPr>
          <w:rFonts w:asciiTheme="minorHAnsi" w:hAnsiTheme="minorHAnsi" w:cstheme="minorHAnsi"/>
          <w:b/>
        </w:rPr>
      </w:pPr>
    </w:p>
    <w:p w14:paraId="3C2F11BB" w14:textId="77777777" w:rsidR="00F414F8" w:rsidRPr="00000385" w:rsidRDefault="00F414F8" w:rsidP="00F414F8">
      <w:pPr>
        <w:jc w:val="both"/>
        <w:rPr>
          <w:rFonts w:asciiTheme="minorHAnsi" w:hAnsiTheme="minorHAnsi" w:cstheme="minorHAnsi"/>
        </w:rPr>
      </w:pPr>
      <w:r w:rsidRPr="00000385">
        <w:rPr>
          <w:rFonts w:asciiTheme="minorHAnsi" w:hAnsiTheme="minorHAnsi" w:cstheme="minorHAnsi"/>
          <w:b/>
        </w:rPr>
        <w:t>Słownie brutto: _______________________________________________zł</w:t>
      </w:r>
    </w:p>
    <w:p w14:paraId="74C7F83D" w14:textId="77777777" w:rsidR="00FA06C4" w:rsidRPr="0076371B" w:rsidRDefault="00FA06C4" w:rsidP="00FA06C4">
      <w:pPr>
        <w:pStyle w:val="Standard"/>
        <w:spacing w:line="480" w:lineRule="auto"/>
        <w:rPr>
          <w:rFonts w:asciiTheme="minorHAnsi" w:hAnsiTheme="minorHAnsi" w:cstheme="minorHAnsi"/>
          <w:sz w:val="22"/>
          <w:szCs w:val="22"/>
        </w:rPr>
      </w:pPr>
    </w:p>
    <w:p w14:paraId="368B3D0A" w14:textId="7BA99BD9" w:rsidR="00F414F8" w:rsidRPr="00F414F8" w:rsidRDefault="00F414F8" w:rsidP="00F414F8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 w:rsidRPr="00F414F8">
        <w:rPr>
          <w:rFonts w:asciiTheme="minorHAnsi" w:hAnsiTheme="minorHAnsi" w:cstheme="minorHAnsi"/>
          <w:b/>
          <w:sz w:val="22"/>
          <w:szCs w:val="22"/>
          <w:u w:val="single"/>
        </w:rPr>
        <w:t>udzielam, licząc od dnia odbioru końcowego</w:t>
      </w:r>
      <w:r w:rsidR="00D13A2D">
        <w:rPr>
          <w:rFonts w:asciiTheme="minorHAnsi" w:hAnsiTheme="minorHAnsi" w:cstheme="minorHAnsi"/>
          <w:b/>
          <w:sz w:val="22"/>
          <w:szCs w:val="22"/>
          <w:u w:val="single"/>
        </w:rPr>
        <w:t xml:space="preserve"> bez zastrzeżeń</w:t>
      </w:r>
      <w:r w:rsidRPr="00F414F8">
        <w:rPr>
          <w:rFonts w:asciiTheme="minorHAnsi" w:hAnsiTheme="minorHAnsi" w:cstheme="minorHAnsi"/>
          <w:b/>
          <w:sz w:val="22"/>
          <w:szCs w:val="22"/>
          <w:u w:val="single"/>
        </w:rPr>
        <w:t xml:space="preserve"> ……………-miesięcznej (wpisać liczbę miesięcy) gwarancji na wykonane </w:t>
      </w:r>
      <w:r w:rsidRPr="00F414F8">
        <w:rPr>
          <w:rFonts w:asciiTheme="minorHAnsi" w:hAnsiTheme="minorHAnsi" w:cstheme="minorHAnsi"/>
          <w:b/>
          <w:bCs/>
          <w:sz w:val="22"/>
          <w:szCs w:val="22"/>
          <w:u w:val="single"/>
        </w:rPr>
        <w:t>roboty, zast</w:t>
      </w:r>
      <w:r w:rsidR="00D13A2D">
        <w:rPr>
          <w:rFonts w:asciiTheme="minorHAnsi" w:hAnsiTheme="minorHAnsi" w:cstheme="minorHAnsi"/>
          <w:b/>
          <w:bCs/>
          <w:sz w:val="22"/>
          <w:szCs w:val="22"/>
          <w:u w:val="single"/>
        </w:rPr>
        <w:t>osowane materiały i urządzenia</w:t>
      </w:r>
      <w:r w:rsidR="0000038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. </w:t>
      </w:r>
      <w:r w:rsidRPr="00F414F8">
        <w:rPr>
          <w:rFonts w:asciiTheme="minorHAnsi" w:hAnsiTheme="minorHAnsi" w:cstheme="minorHAnsi"/>
          <w:sz w:val="22"/>
          <w:szCs w:val="22"/>
        </w:rPr>
        <w:t xml:space="preserve">W przypadku braku wskazania okresu obowiązywania gwarancji oświadczam, że udzielam minimalnej gwarancji, żądanej przez Zamawiającego w SWZ tj. 24 miesięcy. </w:t>
      </w:r>
    </w:p>
    <w:p w14:paraId="16B16C4C" w14:textId="3B09A692" w:rsidR="00C4331A" w:rsidRPr="00A3678C" w:rsidRDefault="002A5901" w:rsidP="00C4331A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 xml:space="preserve">Oświadczam, że wykonam zamówienie zgodnie z wymogami i warunkami </w:t>
      </w:r>
      <w:r w:rsidR="009C7BE3" w:rsidRPr="00A3678C">
        <w:rPr>
          <w:rFonts w:ascii="Calibri" w:hAnsi="Calibri" w:cs="Calibri"/>
          <w:sz w:val="22"/>
          <w:szCs w:val="22"/>
        </w:rPr>
        <w:t>Zamawiającego określonymi w S</w:t>
      </w:r>
      <w:r w:rsidRPr="00A3678C">
        <w:rPr>
          <w:rFonts w:ascii="Calibri" w:hAnsi="Calibri" w:cs="Calibri"/>
          <w:sz w:val="22"/>
          <w:szCs w:val="22"/>
        </w:rPr>
        <w:t xml:space="preserve">WZ oraz </w:t>
      </w:r>
      <w:r w:rsidR="00485478" w:rsidRPr="00A3678C">
        <w:rPr>
          <w:rFonts w:ascii="Calibri" w:hAnsi="Calibri" w:cs="Calibri"/>
          <w:sz w:val="22"/>
          <w:szCs w:val="22"/>
        </w:rPr>
        <w:t>w projektowanych postanowieniach umowy</w:t>
      </w:r>
      <w:r w:rsidRPr="00A3678C">
        <w:rPr>
          <w:rFonts w:ascii="Calibri" w:hAnsi="Calibri" w:cs="Calibri"/>
          <w:sz w:val="22"/>
          <w:szCs w:val="22"/>
        </w:rPr>
        <w:t xml:space="preserve"> w szczególności</w:t>
      </w:r>
      <w:r w:rsidRPr="00A3678C">
        <w:rPr>
          <w:rFonts w:ascii="Calibri" w:hAnsi="Calibri" w:cs="Calibri"/>
          <w:b/>
          <w:sz w:val="22"/>
          <w:szCs w:val="22"/>
        </w:rPr>
        <w:t xml:space="preserve"> </w:t>
      </w:r>
      <w:r w:rsidRPr="00A3678C">
        <w:rPr>
          <w:rFonts w:ascii="Calibri" w:hAnsi="Calibri" w:cs="Calibri"/>
          <w:b/>
          <w:sz w:val="22"/>
          <w:szCs w:val="22"/>
          <w:u w:val="single"/>
        </w:rPr>
        <w:t xml:space="preserve">z karami umownymi oraz akceptuję niniejsze </w:t>
      </w:r>
      <w:r w:rsidR="00F45EC9">
        <w:rPr>
          <w:rFonts w:ascii="Calibri" w:hAnsi="Calibri" w:cs="Calibri"/>
          <w:b/>
          <w:sz w:val="22"/>
          <w:szCs w:val="22"/>
          <w:u w:val="single"/>
        </w:rPr>
        <w:t>postanowienia</w:t>
      </w:r>
      <w:r w:rsidR="00F45EC9" w:rsidRPr="00A3678C"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="009C7BE3" w:rsidRPr="00A3678C">
        <w:rPr>
          <w:rFonts w:ascii="Calibri" w:hAnsi="Calibri" w:cs="Calibri"/>
          <w:b/>
          <w:sz w:val="22"/>
          <w:szCs w:val="22"/>
          <w:u w:val="single"/>
        </w:rPr>
        <w:t>bez zastrzeżeń</w:t>
      </w:r>
      <w:r w:rsidRPr="00A3678C">
        <w:rPr>
          <w:rFonts w:ascii="Calibri" w:hAnsi="Calibri" w:cs="Calibri"/>
          <w:sz w:val="22"/>
          <w:szCs w:val="22"/>
        </w:rPr>
        <w:t>.</w:t>
      </w:r>
    </w:p>
    <w:p w14:paraId="2F9453E9" w14:textId="77777777" w:rsidR="00C4331A" w:rsidRPr="00A3678C" w:rsidRDefault="002A5901" w:rsidP="00C4331A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Oświadczam, że wykonam zamó</w:t>
      </w:r>
      <w:r w:rsidR="009C7BE3" w:rsidRPr="00A3678C">
        <w:rPr>
          <w:rFonts w:ascii="Calibri" w:hAnsi="Calibri" w:cs="Calibri"/>
          <w:sz w:val="22"/>
          <w:szCs w:val="22"/>
        </w:rPr>
        <w:t>wienie w terminie wskazanym w S</w:t>
      </w:r>
      <w:r w:rsidRPr="00A3678C">
        <w:rPr>
          <w:rFonts w:ascii="Calibri" w:hAnsi="Calibri" w:cs="Calibri"/>
          <w:sz w:val="22"/>
          <w:szCs w:val="22"/>
        </w:rPr>
        <w:t>WZ.</w:t>
      </w:r>
    </w:p>
    <w:p w14:paraId="6863E33D" w14:textId="77777777" w:rsidR="00C4331A" w:rsidRPr="00A3678C" w:rsidRDefault="002A5901" w:rsidP="00C4331A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 xml:space="preserve">Oświadczam, że przyjmuję warunki płatności zgodne z zapisami </w:t>
      </w:r>
      <w:r w:rsidR="0045721E" w:rsidRPr="00A3678C">
        <w:rPr>
          <w:rFonts w:ascii="Calibri" w:hAnsi="Calibri" w:cs="Calibri"/>
          <w:sz w:val="22"/>
          <w:szCs w:val="22"/>
        </w:rPr>
        <w:t>projektowanych postanowień umowy</w:t>
      </w:r>
      <w:r w:rsidRPr="00A3678C">
        <w:rPr>
          <w:rFonts w:ascii="Calibri" w:hAnsi="Calibri" w:cs="Calibri"/>
          <w:sz w:val="22"/>
          <w:szCs w:val="22"/>
        </w:rPr>
        <w:t>.</w:t>
      </w:r>
    </w:p>
    <w:p w14:paraId="5B1193F1" w14:textId="77777777" w:rsidR="00C4331A" w:rsidRPr="00A3678C" w:rsidRDefault="002A5901" w:rsidP="00C4331A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Oświadczam, że zaoferowana cena została obl</w:t>
      </w:r>
      <w:r w:rsidR="009C7BE3" w:rsidRPr="00A3678C">
        <w:rPr>
          <w:rFonts w:ascii="Calibri" w:hAnsi="Calibri" w:cs="Calibri"/>
          <w:sz w:val="22"/>
          <w:szCs w:val="22"/>
        </w:rPr>
        <w:t>iczona zgodnie z dyspozycjami S</w:t>
      </w:r>
      <w:r w:rsidRPr="00A3678C">
        <w:rPr>
          <w:rFonts w:ascii="Calibri" w:hAnsi="Calibri" w:cs="Calibri"/>
          <w:sz w:val="22"/>
          <w:szCs w:val="22"/>
        </w:rPr>
        <w:t>WZ i zawiera wszystkie koszty związane z realizacją przedmiotu zamówienia.</w:t>
      </w:r>
    </w:p>
    <w:p w14:paraId="4C657D43" w14:textId="77777777" w:rsidR="00C4331A" w:rsidRPr="00A3678C" w:rsidRDefault="002A5901" w:rsidP="00C4331A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Oświadczam, że zdobyłem konieczne informacje niezbędne do właściwego przygotowania oferty.</w:t>
      </w:r>
    </w:p>
    <w:p w14:paraId="6C833EB7" w14:textId="77777777" w:rsidR="002A5901" w:rsidRPr="00A3678C" w:rsidRDefault="002A5901" w:rsidP="00C4331A">
      <w:pPr>
        <w:pStyle w:val="Akapitzlist"/>
        <w:numPr>
          <w:ilvl w:val="0"/>
          <w:numId w:val="3"/>
        </w:numPr>
        <w:suppressAutoHyphens w:val="0"/>
        <w:spacing w:line="276" w:lineRule="auto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Oświadczam, że uważam się związanym ofertą</w:t>
      </w:r>
      <w:r w:rsidR="009C7BE3" w:rsidRPr="00A3678C">
        <w:rPr>
          <w:rFonts w:ascii="Calibri" w:hAnsi="Calibri" w:cs="Calibri"/>
          <w:sz w:val="22"/>
          <w:szCs w:val="22"/>
        </w:rPr>
        <w:t xml:space="preserve"> na czas wskazany w rozdz. X S</w:t>
      </w:r>
      <w:r w:rsidRPr="00A3678C">
        <w:rPr>
          <w:rFonts w:ascii="Calibri" w:hAnsi="Calibri" w:cs="Calibri"/>
          <w:sz w:val="22"/>
          <w:szCs w:val="22"/>
        </w:rPr>
        <w:t>WZ</w:t>
      </w:r>
      <w:r w:rsidR="00F47539" w:rsidRPr="00A3678C">
        <w:rPr>
          <w:rFonts w:ascii="Calibri" w:hAnsi="Calibri" w:cs="Calibri"/>
          <w:sz w:val="22"/>
          <w:szCs w:val="22"/>
        </w:rPr>
        <w:t>.</w:t>
      </w:r>
    </w:p>
    <w:p w14:paraId="0209E859" w14:textId="77777777" w:rsidR="002A5901" w:rsidRPr="00A3678C" w:rsidRDefault="002A5901" w:rsidP="00C300DE">
      <w:pPr>
        <w:numPr>
          <w:ilvl w:val="0"/>
          <w:numId w:val="3"/>
        </w:numPr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Oświadczam, że ofertę i wszystkie oświadczenia składamy świadomi odpowiedzialności karnej z art. 297 § 1 K.K;</w:t>
      </w:r>
    </w:p>
    <w:p w14:paraId="5123472B" w14:textId="77777777" w:rsidR="0025049D" w:rsidRPr="00A3678C" w:rsidRDefault="002A5901" w:rsidP="00C300DE">
      <w:pPr>
        <w:pStyle w:val="Akapitzlist"/>
        <w:numPr>
          <w:ilvl w:val="0"/>
          <w:numId w:val="3"/>
        </w:numPr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 xml:space="preserve">Oświadczam, że wypełniłem obowiązki informacyjne przewidziane </w:t>
      </w:r>
      <w:r w:rsidRPr="00A3678C">
        <w:rPr>
          <w:rFonts w:ascii="Calibri" w:hAnsi="Calibri" w:cs="Calibri"/>
          <w:sz w:val="22"/>
          <w:szCs w:val="22"/>
        </w:rPr>
        <w:br/>
        <w:t xml:space="preserve">w art. 13 lub art. 14 RODO wobec osób fizycznych, od których dane osobowe bezpośrednio lub </w:t>
      </w:r>
      <w:r w:rsidRPr="00A3678C">
        <w:rPr>
          <w:rFonts w:ascii="Calibri" w:hAnsi="Calibri" w:cs="Calibri"/>
          <w:sz w:val="22"/>
          <w:szCs w:val="22"/>
        </w:rPr>
        <w:lastRenderedPageBreak/>
        <w:t>pośrednio p</w:t>
      </w:r>
      <w:r w:rsidR="00C4331A" w:rsidRPr="00A3678C">
        <w:rPr>
          <w:rFonts w:ascii="Calibri" w:hAnsi="Calibri" w:cs="Calibri"/>
          <w:sz w:val="22"/>
          <w:szCs w:val="22"/>
        </w:rPr>
        <w:t xml:space="preserve">ozyskałem w celu ubiegania się </w:t>
      </w:r>
      <w:r w:rsidRPr="00A3678C">
        <w:rPr>
          <w:rFonts w:ascii="Calibri" w:hAnsi="Calibri" w:cs="Calibri"/>
          <w:sz w:val="22"/>
          <w:szCs w:val="22"/>
        </w:rPr>
        <w:t>o udzielenie zamówienia publicznego w niniejszym postępowaniu.* i **</w:t>
      </w:r>
    </w:p>
    <w:p w14:paraId="1DE1F4B1" w14:textId="77777777" w:rsidR="009C7BE3" w:rsidRPr="00A3678C" w:rsidRDefault="009C7BE3" w:rsidP="00C300DE">
      <w:pPr>
        <w:pStyle w:val="Akapitzlist"/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</w:p>
    <w:p w14:paraId="0074FE60" w14:textId="77777777" w:rsidR="00106027" w:rsidRPr="00A3678C" w:rsidRDefault="00106027" w:rsidP="00C300DE">
      <w:pPr>
        <w:pStyle w:val="Akapitzlist"/>
        <w:numPr>
          <w:ilvl w:val="0"/>
          <w:numId w:val="3"/>
        </w:numPr>
        <w:suppressAutoHyphens w:val="0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 xml:space="preserve">Informujemy, iż </w:t>
      </w:r>
      <w:r w:rsidR="00AE350F" w:rsidRPr="00A3678C">
        <w:rPr>
          <w:rFonts w:ascii="Calibri" w:hAnsi="Calibri" w:cs="Calibri"/>
          <w:sz w:val="22"/>
          <w:szCs w:val="22"/>
        </w:rPr>
        <w:t>planuję/</w:t>
      </w:r>
      <w:proofErr w:type="spellStart"/>
      <w:r w:rsidR="00D21F09">
        <w:rPr>
          <w:rFonts w:ascii="Calibri" w:hAnsi="Calibri" w:cs="Calibri"/>
          <w:sz w:val="22"/>
          <w:szCs w:val="22"/>
        </w:rPr>
        <w:t>emy</w:t>
      </w:r>
      <w:proofErr w:type="spellEnd"/>
      <w:r w:rsidR="00D21F09">
        <w:rPr>
          <w:rFonts w:ascii="Calibri" w:hAnsi="Calibri" w:cs="Calibri"/>
          <w:sz w:val="22"/>
          <w:szCs w:val="22"/>
        </w:rPr>
        <w:t xml:space="preserve"> powierzyć P</w:t>
      </w:r>
      <w:r w:rsidRPr="00A3678C">
        <w:rPr>
          <w:rFonts w:ascii="Calibri" w:hAnsi="Calibri" w:cs="Calibri"/>
          <w:sz w:val="22"/>
          <w:szCs w:val="22"/>
        </w:rPr>
        <w:t>odwykonawcy część zamówienia dotyczącą ___________________________________________________</w:t>
      </w:r>
    </w:p>
    <w:p w14:paraId="234F54B6" w14:textId="77777777" w:rsidR="00106027" w:rsidRPr="00A3678C" w:rsidRDefault="00106027" w:rsidP="00C300DE">
      <w:pPr>
        <w:pStyle w:val="Akapitzlist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(opisać zakres części zam</w:t>
      </w:r>
      <w:r w:rsidR="00D21F09">
        <w:rPr>
          <w:rFonts w:ascii="Calibri" w:hAnsi="Calibri" w:cs="Calibri"/>
          <w:sz w:val="22"/>
          <w:szCs w:val="22"/>
        </w:rPr>
        <w:t>ówienia powierzonego każdemu z P</w:t>
      </w:r>
      <w:r w:rsidRPr="00A3678C">
        <w:rPr>
          <w:rFonts w:ascii="Calibri" w:hAnsi="Calibri" w:cs="Calibri"/>
          <w:sz w:val="22"/>
          <w:szCs w:val="22"/>
        </w:rPr>
        <w:t>odwykonawców)</w:t>
      </w:r>
    </w:p>
    <w:p w14:paraId="3571878F" w14:textId="77777777" w:rsidR="00106027" w:rsidRPr="00A3678C" w:rsidRDefault="00106027" w:rsidP="00C300DE">
      <w:pPr>
        <w:pStyle w:val="Akapitzlist"/>
        <w:autoSpaceDN w:val="0"/>
        <w:spacing w:line="276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</w:p>
    <w:p w14:paraId="5F6A5C31" w14:textId="77777777" w:rsidR="00106027" w:rsidRPr="00A3678C" w:rsidRDefault="00D21F09" w:rsidP="00106027">
      <w:pPr>
        <w:pStyle w:val="Akapitzlist"/>
        <w:autoSpaceDN w:val="0"/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następującemu P</w:t>
      </w:r>
      <w:r w:rsidR="00106027" w:rsidRPr="00A3678C">
        <w:rPr>
          <w:rFonts w:ascii="Calibri" w:hAnsi="Calibri" w:cs="Calibri"/>
          <w:sz w:val="22"/>
          <w:szCs w:val="22"/>
        </w:rPr>
        <w:t>odwykonawcy __________________________________</w:t>
      </w:r>
    </w:p>
    <w:p w14:paraId="0E5FA0DD" w14:textId="172FFA5C" w:rsidR="00106027" w:rsidRPr="00A3678C" w:rsidRDefault="00106027" w:rsidP="00106027">
      <w:pPr>
        <w:pStyle w:val="Akapitzlist"/>
        <w:autoSpaceDN w:val="0"/>
        <w:spacing w:line="276" w:lineRule="auto"/>
        <w:ind w:left="3966" w:firstLine="282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(firm</w:t>
      </w:r>
      <w:r w:rsidR="008617B5">
        <w:rPr>
          <w:rFonts w:ascii="Calibri" w:hAnsi="Calibri" w:cs="Calibri"/>
          <w:sz w:val="22"/>
          <w:szCs w:val="22"/>
        </w:rPr>
        <w:t>y</w:t>
      </w:r>
      <w:r w:rsidRPr="00A3678C">
        <w:rPr>
          <w:rFonts w:ascii="Calibri" w:hAnsi="Calibri" w:cs="Calibri"/>
          <w:sz w:val="22"/>
          <w:szCs w:val="22"/>
        </w:rPr>
        <w:t xml:space="preserve"> podwykonawców oraz ich dane kontaktowe)</w:t>
      </w:r>
    </w:p>
    <w:p w14:paraId="05AB08B1" w14:textId="77777777" w:rsidR="00106027" w:rsidRPr="00A3678C" w:rsidRDefault="00106027" w:rsidP="00106027">
      <w:pPr>
        <w:pStyle w:val="Akapitzlist"/>
        <w:autoSpaceDN w:val="0"/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</w:p>
    <w:p w14:paraId="0D792FF1" w14:textId="2E122FEC" w:rsidR="00106027" w:rsidRDefault="00106027" w:rsidP="00106027">
      <w:pPr>
        <w:pStyle w:val="Akapitzlist"/>
        <w:suppressAutoHyphens w:val="0"/>
        <w:autoSpaceDN w:val="0"/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W przypadku niewypełnienia pkt. 1</w:t>
      </w:r>
      <w:r w:rsidR="00000385">
        <w:rPr>
          <w:rFonts w:ascii="Calibri" w:hAnsi="Calibri" w:cs="Calibri"/>
          <w:sz w:val="22"/>
          <w:szCs w:val="22"/>
        </w:rPr>
        <w:t>1</w:t>
      </w:r>
      <w:r w:rsidR="00D21F09">
        <w:rPr>
          <w:rFonts w:ascii="Calibri" w:hAnsi="Calibri" w:cs="Calibri"/>
          <w:sz w:val="22"/>
          <w:szCs w:val="22"/>
        </w:rPr>
        <w:t xml:space="preserve"> Zamawiający uznaje, że W</w:t>
      </w:r>
      <w:r w:rsidRPr="00A3678C">
        <w:rPr>
          <w:rFonts w:ascii="Calibri" w:hAnsi="Calibri" w:cs="Calibri"/>
          <w:sz w:val="22"/>
          <w:szCs w:val="22"/>
        </w:rPr>
        <w:t>ykonawca wykona przedmiot zamówienia własnymi siłami</w:t>
      </w:r>
    </w:p>
    <w:p w14:paraId="08B8ADC9" w14:textId="77777777" w:rsidR="00000385" w:rsidRDefault="00000385" w:rsidP="00106027">
      <w:pPr>
        <w:pStyle w:val="Akapitzlist"/>
        <w:suppressAutoHyphens w:val="0"/>
        <w:autoSpaceDN w:val="0"/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</w:p>
    <w:p w14:paraId="2FEFBE3B" w14:textId="0A235F42" w:rsidR="00000385" w:rsidRPr="006F7CEC" w:rsidRDefault="00000385" w:rsidP="006F7CEC">
      <w:pPr>
        <w:suppressAutoHyphens w:val="0"/>
        <w:autoSpaceDN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D30E885" w14:textId="77777777" w:rsidR="00BF7D7B" w:rsidRPr="00A3678C" w:rsidRDefault="00BF7D7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8552A74" w14:textId="77777777" w:rsidR="00C46D64" w:rsidRPr="00A3678C" w:rsidRDefault="00152FF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678C">
        <w:rPr>
          <w:rFonts w:ascii="Calibri" w:hAnsi="Calibri" w:cs="Calibri"/>
          <w:sz w:val="22"/>
          <w:szCs w:val="22"/>
        </w:rPr>
        <w:t>Na ______kolejno ponumerowanych stronach składamy całość oferty.</w:t>
      </w:r>
    </w:p>
    <w:p w14:paraId="564A92F5" w14:textId="77777777" w:rsidR="00152FF4" w:rsidRPr="00A3678C" w:rsidRDefault="00152FF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</w:tblGrid>
      <w:tr w:rsidR="00AE350F" w:rsidRPr="00A3678C" w14:paraId="10A0B4F0" w14:textId="77777777" w:rsidTr="00C46D64">
        <w:trPr>
          <w:trHeight w:val="1005"/>
        </w:trPr>
        <w:tc>
          <w:tcPr>
            <w:tcW w:w="4275" w:type="dxa"/>
            <w:shd w:val="clear" w:color="auto" w:fill="auto"/>
          </w:tcPr>
          <w:p w14:paraId="05F4B3A6" w14:textId="77777777" w:rsidR="00AE350F" w:rsidRPr="00A3678C" w:rsidRDefault="00AE350F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79C9756" w14:textId="77777777" w:rsidR="00AE350F" w:rsidRPr="00A3678C" w:rsidRDefault="00AE350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3678C">
              <w:rPr>
                <w:rFonts w:ascii="Calibri" w:hAnsi="Calibri" w:cs="Calibri"/>
                <w:sz w:val="22"/>
                <w:szCs w:val="22"/>
              </w:rPr>
              <w:t>______________, dnia ____________ r.</w:t>
            </w:r>
          </w:p>
          <w:p w14:paraId="6D668246" w14:textId="77777777" w:rsidR="00C46D64" w:rsidRPr="00A3678C" w:rsidRDefault="00AE350F">
            <w:pPr>
              <w:pStyle w:val="Tekstpodstawowy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3678C">
              <w:rPr>
                <w:rFonts w:ascii="Calibri" w:eastAsia="Arial" w:hAnsi="Calibri" w:cs="Calibri"/>
                <w:sz w:val="22"/>
                <w:szCs w:val="22"/>
              </w:rPr>
              <w:t xml:space="preserve">      </w:t>
            </w:r>
            <w:r w:rsidR="00C46D64">
              <w:rPr>
                <w:rFonts w:ascii="Calibri" w:hAnsi="Calibri" w:cs="Calibri"/>
                <w:sz w:val="22"/>
                <w:szCs w:val="22"/>
              </w:rPr>
              <w:t>(miejscowość)</w:t>
            </w:r>
          </w:p>
        </w:tc>
      </w:tr>
    </w:tbl>
    <w:p w14:paraId="004A1842" w14:textId="77777777" w:rsidR="00152FF4" w:rsidRPr="00A3678C" w:rsidRDefault="00152FF4">
      <w:pPr>
        <w:pStyle w:val="NormalnyWeb"/>
        <w:jc w:val="both"/>
        <w:rPr>
          <w:rFonts w:ascii="Calibri" w:eastAsia="Times New Roman" w:hAnsi="Calibri" w:cs="Calibri"/>
          <w:sz w:val="20"/>
          <w:szCs w:val="20"/>
        </w:rPr>
      </w:pPr>
    </w:p>
    <w:p w14:paraId="359150E0" w14:textId="77777777" w:rsidR="00C46D64" w:rsidRPr="00C46D64" w:rsidRDefault="00152FF4">
      <w:pPr>
        <w:pStyle w:val="NormalnyWeb"/>
        <w:jc w:val="both"/>
        <w:rPr>
          <w:rFonts w:ascii="Calibri" w:eastAsia="Times New Roman" w:hAnsi="Calibri" w:cs="Calibri"/>
          <w:sz w:val="20"/>
          <w:szCs w:val="20"/>
        </w:rPr>
      </w:pPr>
      <w:r w:rsidRPr="00A3678C">
        <w:rPr>
          <w:rFonts w:ascii="Calibri" w:eastAsia="Times New Roman" w:hAnsi="Calibri" w:cs="Calibri"/>
          <w:sz w:val="20"/>
          <w:szCs w:val="20"/>
        </w:rPr>
        <w:t xml:space="preserve">* Niepotrzebne skreślić </w:t>
      </w:r>
    </w:p>
    <w:p w14:paraId="22D8845C" w14:textId="77777777" w:rsidR="00152FF4" w:rsidRDefault="00152FF4">
      <w:pPr>
        <w:pStyle w:val="Stopka"/>
        <w:tabs>
          <w:tab w:val="left" w:pos="2592"/>
        </w:tabs>
        <w:jc w:val="both"/>
        <w:rPr>
          <w:rFonts w:ascii="Calibri" w:hAnsi="Calibri" w:cs="Calibri"/>
          <w:sz w:val="20"/>
          <w:szCs w:val="20"/>
        </w:rPr>
      </w:pPr>
      <w:r w:rsidRPr="00A3678C">
        <w:rPr>
          <w:rFonts w:ascii="Calibri" w:hAnsi="Calibri" w:cs="Calibri"/>
          <w:color w:val="000000"/>
          <w:sz w:val="20"/>
          <w:szCs w:val="20"/>
        </w:rPr>
        <w:t xml:space="preserve">** W przypadku gdy wykonawca </w:t>
      </w:r>
      <w:r w:rsidRPr="00A3678C">
        <w:rPr>
          <w:rFonts w:ascii="Calibri" w:hAnsi="Calibri" w:cs="Calibri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i dokonuje jego skreślenia.</w:t>
      </w:r>
    </w:p>
    <w:p w14:paraId="675A7D42" w14:textId="77777777" w:rsidR="00C46D64" w:rsidRDefault="00C46D64">
      <w:pPr>
        <w:pStyle w:val="Stopka"/>
        <w:tabs>
          <w:tab w:val="left" w:pos="2592"/>
        </w:tabs>
        <w:jc w:val="both"/>
        <w:rPr>
          <w:rFonts w:ascii="Calibri" w:hAnsi="Calibri" w:cs="Calibri"/>
          <w:sz w:val="20"/>
          <w:szCs w:val="20"/>
        </w:rPr>
      </w:pPr>
    </w:p>
    <w:p w14:paraId="158443E4" w14:textId="77777777" w:rsidR="00C46D64" w:rsidRDefault="00C46D64">
      <w:pPr>
        <w:pStyle w:val="Stopka"/>
        <w:tabs>
          <w:tab w:val="left" w:pos="2592"/>
        </w:tabs>
        <w:jc w:val="both"/>
        <w:rPr>
          <w:rFonts w:ascii="Calibri" w:hAnsi="Calibri" w:cs="Calibri"/>
          <w:sz w:val="20"/>
          <w:szCs w:val="20"/>
        </w:rPr>
      </w:pPr>
    </w:p>
    <w:p w14:paraId="0E2D3F6C" w14:textId="77777777" w:rsidR="00C46D64" w:rsidRDefault="00C46D64" w:rsidP="00C46D64">
      <w:pPr>
        <w:pStyle w:val="Stopka"/>
        <w:tabs>
          <w:tab w:val="left" w:pos="2592"/>
        </w:tabs>
        <w:jc w:val="center"/>
        <w:rPr>
          <w:rFonts w:ascii="Calibri" w:hAnsi="Calibri" w:cs="Calibri"/>
          <w:sz w:val="20"/>
          <w:szCs w:val="20"/>
        </w:rPr>
      </w:pPr>
    </w:p>
    <w:p w14:paraId="78E6D18C" w14:textId="77777777" w:rsidR="00C46D64" w:rsidRPr="00A3678C" w:rsidRDefault="00C46D64" w:rsidP="00C46D64">
      <w:pPr>
        <w:pStyle w:val="NormalnyWeb"/>
        <w:jc w:val="center"/>
        <w:rPr>
          <w:rFonts w:ascii="Calibri" w:eastAsia="Times New Roman" w:hAnsi="Calibri" w:cs="Calibri"/>
          <w:b/>
          <w:color w:val="FF0000"/>
          <w:sz w:val="28"/>
          <w:szCs w:val="28"/>
        </w:rPr>
      </w:pPr>
      <w:r w:rsidRPr="00A3678C">
        <w:rPr>
          <w:rFonts w:ascii="Calibri" w:eastAsia="Times New Roman" w:hAnsi="Calibri" w:cs="Calibri"/>
          <w:b/>
          <w:color w:val="FF0000"/>
          <w:sz w:val="28"/>
          <w:szCs w:val="28"/>
        </w:rPr>
        <w:t>NALEŻY PODPISAĆ ELEKTRONICZNIE: PODPISEM KWALIFIKOWANYM lub PODPISEM ZAUFANYM lub PODPISEM OSOBISTYM !!!</w:t>
      </w:r>
    </w:p>
    <w:p w14:paraId="4A01D45B" w14:textId="77777777" w:rsidR="00C46D64" w:rsidRPr="00A3678C" w:rsidRDefault="00C46D64">
      <w:pPr>
        <w:pStyle w:val="Stopka"/>
        <w:tabs>
          <w:tab w:val="left" w:pos="2592"/>
        </w:tabs>
        <w:jc w:val="both"/>
        <w:rPr>
          <w:rFonts w:ascii="Calibri" w:hAnsi="Calibri" w:cs="Calibri"/>
          <w:sz w:val="20"/>
          <w:szCs w:val="20"/>
        </w:rPr>
      </w:pPr>
    </w:p>
    <w:sectPr w:rsidR="00C46D64" w:rsidRPr="00A3678C" w:rsidSect="0025049D">
      <w:headerReference w:type="default" r:id="rId7"/>
      <w:pgSz w:w="11906" w:h="16838"/>
      <w:pgMar w:top="1276" w:right="1274" w:bottom="851" w:left="1418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C2D55" w14:textId="77777777" w:rsidR="00BB4535" w:rsidRDefault="00BB4535">
      <w:r>
        <w:separator/>
      </w:r>
    </w:p>
  </w:endnote>
  <w:endnote w:type="continuationSeparator" w:id="0">
    <w:p w14:paraId="6AB36A27" w14:textId="77777777" w:rsidR="00BB4535" w:rsidRDefault="00BB4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charset w:val="00"/>
    <w:family w:val="auto"/>
    <w:pitch w:val="default"/>
  </w:font>
  <w:font w:name="TimesNewRoman">
    <w:altName w:val="Yu Gothic UI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2EE04" w14:textId="77777777" w:rsidR="00BB4535" w:rsidRDefault="00BB4535">
      <w:r>
        <w:separator/>
      </w:r>
    </w:p>
  </w:footnote>
  <w:footnote w:type="continuationSeparator" w:id="0">
    <w:p w14:paraId="69413FC2" w14:textId="77777777" w:rsidR="00BB4535" w:rsidRDefault="00BB45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BB2A4" w14:textId="77777777" w:rsidR="00046EDB" w:rsidRDefault="00046EDB" w:rsidP="00046EDB">
    <w:pPr>
      <w:pStyle w:val="Nagwek"/>
      <w:ind w:left="6521"/>
      <w:jc w:val="center"/>
    </w:pPr>
  </w:p>
  <w:p w14:paraId="1B611087" w14:textId="77777777" w:rsidR="00152FF4" w:rsidRPr="00A3678C" w:rsidRDefault="00046EDB" w:rsidP="004576DE">
    <w:pPr>
      <w:pStyle w:val="Nagwek"/>
      <w:ind w:left="5664" w:firstLine="708"/>
      <w:rPr>
        <w:rFonts w:ascii="Calibri" w:hAnsi="Calibri" w:cs="Calibri"/>
        <w:sz w:val="22"/>
        <w:szCs w:val="22"/>
      </w:rPr>
    </w:pPr>
    <w:r w:rsidRPr="00A3678C">
      <w:rPr>
        <w:rFonts w:ascii="Calibri" w:hAnsi="Calibri" w:cs="Calibri"/>
        <w:sz w:val="22"/>
        <w:szCs w:val="22"/>
      </w:rPr>
      <w:t>Załącznik nr 1</w:t>
    </w:r>
    <w:r w:rsidR="00F5100F" w:rsidRPr="00A3678C">
      <w:rPr>
        <w:rFonts w:ascii="Calibri" w:hAnsi="Calibri" w:cs="Calibri"/>
        <w:sz w:val="22"/>
        <w:szCs w:val="22"/>
      </w:rPr>
      <w:t xml:space="preserve"> </w:t>
    </w:r>
    <w:r w:rsidR="009C7BE3" w:rsidRPr="00A3678C">
      <w:rPr>
        <w:rFonts w:ascii="Calibri" w:hAnsi="Calibri" w:cs="Calibri"/>
        <w:sz w:val="22"/>
        <w:szCs w:val="22"/>
      </w:rPr>
      <w:t>do S</w:t>
    </w:r>
    <w:r w:rsidRPr="00A3678C">
      <w:rPr>
        <w:rFonts w:ascii="Calibri" w:hAnsi="Calibri" w:cs="Calibri"/>
        <w:sz w:val="22"/>
        <w:szCs w:val="22"/>
      </w:rPr>
      <w:t>WZ</w:t>
    </w:r>
  </w:p>
  <w:p w14:paraId="75C3C170" w14:textId="44B51D82" w:rsidR="00C62CB0" w:rsidRPr="00A3678C" w:rsidRDefault="005704A8" w:rsidP="004576DE">
    <w:pPr>
      <w:pStyle w:val="Nagwek"/>
      <w:ind w:left="5664" w:firstLine="708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>ZP</w:t>
    </w:r>
    <w:r w:rsidR="00000385">
      <w:rPr>
        <w:rFonts w:ascii="Calibri" w:hAnsi="Calibri" w:cs="Calibri"/>
        <w:sz w:val="22"/>
        <w:szCs w:val="22"/>
      </w:rPr>
      <w:t>.261.</w:t>
    </w:r>
    <w:r w:rsidR="00906508">
      <w:rPr>
        <w:rFonts w:ascii="Calibri" w:hAnsi="Calibri" w:cs="Calibri"/>
        <w:sz w:val="22"/>
        <w:szCs w:val="22"/>
      </w:rPr>
      <w:t>7</w:t>
    </w:r>
    <w:r w:rsidR="00000385">
      <w:rPr>
        <w:rFonts w:ascii="Calibri" w:hAnsi="Calibri" w:cs="Calibri"/>
        <w:sz w:val="22"/>
        <w:szCs w:val="22"/>
      </w:rPr>
      <w:t>.202</w:t>
    </w:r>
    <w:r w:rsidR="00EA483F">
      <w:rPr>
        <w:rFonts w:ascii="Calibri" w:hAnsi="Calibri" w:cs="Calibri"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C9211E"/>
      </w:rPr>
    </w:lvl>
  </w:abstractNum>
  <w:abstractNum w:abstractNumId="2" w15:restartNumberingAfterBreak="0">
    <w:nsid w:val="0338350C"/>
    <w:multiLevelType w:val="hybridMultilevel"/>
    <w:tmpl w:val="C01EC7C4"/>
    <w:lvl w:ilvl="0" w:tplc="A05EA5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F7351"/>
    <w:multiLevelType w:val="multilevel"/>
    <w:tmpl w:val="559EEBB4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2"/>
        <w:sz w:val="24"/>
        <w:szCs w:val="24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4" w15:restartNumberingAfterBreak="0">
    <w:nsid w:val="20B97E21"/>
    <w:multiLevelType w:val="hybridMultilevel"/>
    <w:tmpl w:val="1A581D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0C40E9F"/>
    <w:multiLevelType w:val="hybridMultilevel"/>
    <w:tmpl w:val="3D8A5066"/>
    <w:lvl w:ilvl="0" w:tplc="DF7C3E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D228B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3F596C"/>
    <w:multiLevelType w:val="multilevel"/>
    <w:tmpl w:val="F992F120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start w:val="1"/>
      <w:numFmt w:val="lowerLetter"/>
      <w:lvlText w:val="%4)"/>
      <w:lvlJc w:val="left"/>
    </w:lvl>
    <w:lvl w:ilvl="4">
      <w:start w:val="1"/>
      <w:numFmt w:val="lowerLetter"/>
      <w:lvlText w:val="%5)"/>
      <w:lvlJc w:val="left"/>
    </w:lvl>
    <w:lvl w:ilvl="5">
      <w:start w:val="1"/>
      <w:numFmt w:val="lowerLetter"/>
      <w:lvlText w:val="%6)"/>
      <w:lvlJc w:val="left"/>
    </w:lvl>
    <w:lvl w:ilvl="6">
      <w:start w:val="1"/>
      <w:numFmt w:val="lowerLetter"/>
      <w:lvlText w:val="%7)"/>
      <w:lvlJc w:val="left"/>
    </w:lvl>
    <w:lvl w:ilvl="7">
      <w:start w:val="1"/>
      <w:numFmt w:val="lowerLetter"/>
      <w:lvlText w:val="%8)"/>
      <w:lvlJc w:val="left"/>
    </w:lvl>
    <w:lvl w:ilvl="8">
      <w:start w:val="1"/>
      <w:numFmt w:val="lowerLetter"/>
      <w:lvlText w:val="%9)"/>
      <w:lvlJc w:val="left"/>
    </w:lvl>
  </w:abstractNum>
  <w:abstractNum w:abstractNumId="7" w15:restartNumberingAfterBreak="0">
    <w:nsid w:val="41FE7481"/>
    <w:multiLevelType w:val="multilevel"/>
    <w:tmpl w:val="A2F2A756"/>
    <w:lvl w:ilvl="0">
      <w:start w:val="44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100"/>
      <w:numFmt w:val="decimal"/>
      <w:lvlText w:val="%1-%2"/>
      <w:lvlJc w:val="left"/>
      <w:pPr>
        <w:ind w:left="3828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69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4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3872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6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0448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3916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7024" w:hanging="2160"/>
      </w:pPr>
      <w:rPr>
        <w:rFonts w:hint="default"/>
      </w:rPr>
    </w:lvl>
  </w:abstractNum>
  <w:abstractNum w:abstractNumId="8" w15:restartNumberingAfterBreak="0">
    <w:nsid w:val="500E6608"/>
    <w:multiLevelType w:val="hybridMultilevel"/>
    <w:tmpl w:val="81482B0A"/>
    <w:lvl w:ilvl="0" w:tplc="9E8E3F32">
      <w:start w:val="1"/>
      <w:numFmt w:val="decimal"/>
      <w:lvlText w:val="%1)"/>
      <w:lvlJc w:val="left"/>
      <w:pPr>
        <w:ind w:left="108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104188C"/>
    <w:multiLevelType w:val="hybridMultilevel"/>
    <w:tmpl w:val="588ED4A8"/>
    <w:lvl w:ilvl="0" w:tplc="23885E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3B2646"/>
    <w:multiLevelType w:val="hybridMultilevel"/>
    <w:tmpl w:val="18EEAC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3"/>
  </w:num>
  <w:num w:numId="5">
    <w:abstractNumId w:val="4"/>
  </w:num>
  <w:num w:numId="6">
    <w:abstractNumId w:val="2"/>
  </w:num>
  <w:num w:numId="7">
    <w:abstractNumId w:val="10"/>
  </w:num>
  <w:num w:numId="8">
    <w:abstractNumId w:val="7"/>
  </w:num>
  <w:num w:numId="9">
    <w:abstractNumId w:val="5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mirrorMargin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B0F"/>
    <w:rsid w:val="00000385"/>
    <w:rsid w:val="000275EF"/>
    <w:rsid w:val="00046EDB"/>
    <w:rsid w:val="0006723F"/>
    <w:rsid w:val="000947FB"/>
    <w:rsid w:val="000C0545"/>
    <w:rsid w:val="000D675A"/>
    <w:rsid w:val="000F2C9A"/>
    <w:rsid w:val="000F69A8"/>
    <w:rsid w:val="00106027"/>
    <w:rsid w:val="00115514"/>
    <w:rsid w:val="001370E1"/>
    <w:rsid w:val="001420AF"/>
    <w:rsid w:val="00152FF4"/>
    <w:rsid w:val="00176CAC"/>
    <w:rsid w:val="00182268"/>
    <w:rsid w:val="00184742"/>
    <w:rsid w:val="00196615"/>
    <w:rsid w:val="001C7635"/>
    <w:rsid w:val="00245A6E"/>
    <w:rsid w:val="0025049D"/>
    <w:rsid w:val="00260943"/>
    <w:rsid w:val="002649C3"/>
    <w:rsid w:val="002A5901"/>
    <w:rsid w:val="002D1D4F"/>
    <w:rsid w:val="002F4C70"/>
    <w:rsid w:val="00360004"/>
    <w:rsid w:val="0036343B"/>
    <w:rsid w:val="00393537"/>
    <w:rsid w:val="0040494A"/>
    <w:rsid w:val="00442050"/>
    <w:rsid w:val="0045721E"/>
    <w:rsid w:val="004576DE"/>
    <w:rsid w:val="00475709"/>
    <w:rsid w:val="00485478"/>
    <w:rsid w:val="004956A2"/>
    <w:rsid w:val="004A6AA1"/>
    <w:rsid w:val="004B0648"/>
    <w:rsid w:val="004E7EA2"/>
    <w:rsid w:val="0050065F"/>
    <w:rsid w:val="00522C0B"/>
    <w:rsid w:val="005704A8"/>
    <w:rsid w:val="005917B7"/>
    <w:rsid w:val="005A0D5A"/>
    <w:rsid w:val="005A6C0F"/>
    <w:rsid w:val="005D1A67"/>
    <w:rsid w:val="005D6172"/>
    <w:rsid w:val="005F4F52"/>
    <w:rsid w:val="005F5F27"/>
    <w:rsid w:val="00614B17"/>
    <w:rsid w:val="00625E8A"/>
    <w:rsid w:val="00626ABF"/>
    <w:rsid w:val="00643CB0"/>
    <w:rsid w:val="00650FBB"/>
    <w:rsid w:val="00654DE7"/>
    <w:rsid w:val="006A4AFD"/>
    <w:rsid w:val="006B778B"/>
    <w:rsid w:val="006C5655"/>
    <w:rsid w:val="006D374C"/>
    <w:rsid w:val="006E72C4"/>
    <w:rsid w:val="006F7CEC"/>
    <w:rsid w:val="007557E7"/>
    <w:rsid w:val="007833B8"/>
    <w:rsid w:val="007A4014"/>
    <w:rsid w:val="007A6386"/>
    <w:rsid w:val="007F399F"/>
    <w:rsid w:val="00855963"/>
    <w:rsid w:val="008566E9"/>
    <w:rsid w:val="008617B5"/>
    <w:rsid w:val="00895CD7"/>
    <w:rsid w:val="008A7F93"/>
    <w:rsid w:val="008C06F9"/>
    <w:rsid w:val="008D6FF4"/>
    <w:rsid w:val="008E4EBA"/>
    <w:rsid w:val="00900E79"/>
    <w:rsid w:val="00906508"/>
    <w:rsid w:val="00914734"/>
    <w:rsid w:val="009B06EA"/>
    <w:rsid w:val="009C7BE3"/>
    <w:rsid w:val="009D12C5"/>
    <w:rsid w:val="00A042F3"/>
    <w:rsid w:val="00A140F4"/>
    <w:rsid w:val="00A3678C"/>
    <w:rsid w:val="00A4343E"/>
    <w:rsid w:val="00A5648D"/>
    <w:rsid w:val="00AD7960"/>
    <w:rsid w:val="00AE350F"/>
    <w:rsid w:val="00B13737"/>
    <w:rsid w:val="00B155A9"/>
    <w:rsid w:val="00B221BC"/>
    <w:rsid w:val="00B26098"/>
    <w:rsid w:val="00B46B7C"/>
    <w:rsid w:val="00B72B9C"/>
    <w:rsid w:val="00B8241F"/>
    <w:rsid w:val="00B84B0F"/>
    <w:rsid w:val="00B911A8"/>
    <w:rsid w:val="00BB4535"/>
    <w:rsid w:val="00BB4646"/>
    <w:rsid w:val="00BE7E5A"/>
    <w:rsid w:val="00BF7D7B"/>
    <w:rsid w:val="00C02BC7"/>
    <w:rsid w:val="00C1117E"/>
    <w:rsid w:val="00C300DE"/>
    <w:rsid w:val="00C4331A"/>
    <w:rsid w:val="00C46D64"/>
    <w:rsid w:val="00C62CB0"/>
    <w:rsid w:val="00CB53F5"/>
    <w:rsid w:val="00CC4EBD"/>
    <w:rsid w:val="00CC64D9"/>
    <w:rsid w:val="00CE43C4"/>
    <w:rsid w:val="00CF4E0D"/>
    <w:rsid w:val="00D13A2D"/>
    <w:rsid w:val="00D159C9"/>
    <w:rsid w:val="00D21F09"/>
    <w:rsid w:val="00DA4C0B"/>
    <w:rsid w:val="00DC7DB6"/>
    <w:rsid w:val="00DD0D30"/>
    <w:rsid w:val="00DD21BC"/>
    <w:rsid w:val="00E43F2A"/>
    <w:rsid w:val="00E70B77"/>
    <w:rsid w:val="00E826D7"/>
    <w:rsid w:val="00E87AF8"/>
    <w:rsid w:val="00E95BAA"/>
    <w:rsid w:val="00EA483F"/>
    <w:rsid w:val="00EE5395"/>
    <w:rsid w:val="00EF15B9"/>
    <w:rsid w:val="00F100B7"/>
    <w:rsid w:val="00F17BBB"/>
    <w:rsid w:val="00F414F8"/>
    <w:rsid w:val="00F44915"/>
    <w:rsid w:val="00F45EC9"/>
    <w:rsid w:val="00F47539"/>
    <w:rsid w:val="00F5100F"/>
    <w:rsid w:val="00F630DF"/>
    <w:rsid w:val="00F71CAE"/>
    <w:rsid w:val="00F74D25"/>
    <w:rsid w:val="00F82672"/>
    <w:rsid w:val="00FA06C4"/>
    <w:rsid w:val="00FA422A"/>
    <w:rsid w:val="00FA7C55"/>
    <w:rsid w:val="00FC5113"/>
    <w:rsid w:val="00FD2CAD"/>
    <w:rsid w:val="00FD7048"/>
    <w:rsid w:val="00FF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4458A3E"/>
  <w15:chartTrackingRefBased/>
  <w15:docId w15:val="{E705B3F4-FFAB-44C2-A4CD-874F71244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color w:val="C9211E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eastAsia="Times New Roman" w:hAnsi="Symbol" w:cs="Aria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Arial" w:eastAsia="Calibri" w:hAnsi="Arial" w:cs="Aria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eastAsia="Times New Roman" w:hAnsi="Symbol" w:cs="Aria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eastAsia="Times New Roman" w:hAnsi="Symbol" w:cs="Times New Roman" w:hint="default"/>
      <w:b/>
      <w:i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FontStyle137">
    <w:name w:val="Font Style137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8">
    <w:name w:val="Font Style138"/>
    <w:rPr>
      <w:rFonts w:ascii="Times New Roman" w:hAnsi="Times New Roman" w:cs="Times New Roman"/>
      <w:color w:val="000000"/>
      <w:sz w:val="22"/>
      <w:szCs w:val="22"/>
    </w:rPr>
  </w:style>
  <w:style w:type="character" w:customStyle="1" w:styleId="BezodstpwZnak">
    <w:name w:val="Bez odstępów Znak"/>
    <w:rPr>
      <w:rFonts w:ascii="Arial" w:eastAsia="Times New Roman" w:hAnsi="Arial" w:cs="Arial"/>
      <w:sz w:val="24"/>
      <w:szCs w:val="24"/>
      <w:lang w:bidi="ar-SA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lang w:val="x-non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Numerstrony">
    <w:name w:val="page number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Tekstpodstawowy21">
    <w:name w:val="Tekst podstawowy 21"/>
    <w:basedOn w:val="Normalny"/>
    <w:pPr>
      <w:jc w:val="center"/>
    </w:pPr>
    <w:rPr>
      <w:b/>
      <w:bCs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Wypunktowanie,wypunktowanie"/>
    <w:basedOn w:val="Normalny"/>
    <w:link w:val="AkapitzlistZnak"/>
    <w:uiPriority w:val="34"/>
    <w:qFormat/>
    <w:pPr>
      <w:ind w:left="720"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uiPriority w:val="99"/>
  </w:style>
  <w:style w:type="paragraph" w:styleId="Stopka">
    <w:name w:val="footer"/>
    <w:basedOn w:val="Normaln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pPr>
      <w:widowControl w:val="0"/>
      <w:autoSpaceDE w:val="0"/>
      <w:spacing w:line="360" w:lineRule="exact"/>
      <w:jc w:val="center"/>
    </w:p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Bezodstpw">
    <w:name w:val="No Spacing"/>
    <w:qFormat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pPr>
      <w:suppressAutoHyphens w:val="0"/>
    </w:pPr>
    <w:rPr>
      <w:rFonts w:eastAsia="Calibri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25049D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5049D"/>
    <w:pPr>
      <w:spacing w:after="120"/>
      <w:ind w:left="283"/>
    </w:pPr>
    <w:rPr>
      <w:lang w:eastAsia="pl-PL"/>
    </w:rPr>
  </w:style>
  <w:style w:type="character" w:customStyle="1" w:styleId="TekstpodstawowywcityZnak1">
    <w:name w:val="Tekst podstawowy wcięty Znak1"/>
    <w:uiPriority w:val="99"/>
    <w:semiHidden/>
    <w:rsid w:val="0025049D"/>
    <w:rPr>
      <w:sz w:val="24"/>
      <w:szCs w:val="24"/>
      <w:lang w:eastAsia="zh-CN"/>
    </w:rPr>
  </w:style>
  <w:style w:type="paragraph" w:customStyle="1" w:styleId="Standard">
    <w:name w:val="Standard"/>
    <w:rsid w:val="0025049D"/>
    <w:pPr>
      <w:suppressAutoHyphens/>
      <w:autoSpaceDN w:val="0"/>
    </w:pPr>
    <w:rPr>
      <w:kern w:val="3"/>
      <w:sz w:val="24"/>
      <w:szCs w:val="24"/>
      <w:lang w:eastAsia="zh-CN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2649C3"/>
    <w:rPr>
      <w:sz w:val="24"/>
      <w:szCs w:val="24"/>
      <w:lang w:eastAsia="zh-CN"/>
    </w:rPr>
  </w:style>
  <w:style w:type="paragraph" w:customStyle="1" w:styleId="Tekstpodstawowywcity0">
    <w:name w:val="Tekst podstawowy wci?ty"/>
    <w:basedOn w:val="Normalny"/>
    <w:rsid w:val="00C62CB0"/>
    <w:pPr>
      <w:widowControl w:val="0"/>
      <w:suppressAutoHyphens w:val="0"/>
      <w:ind w:right="51"/>
      <w:jc w:val="both"/>
    </w:pPr>
    <w:rPr>
      <w:szCs w:val="20"/>
      <w:lang w:eastAsia="pl-PL"/>
    </w:rPr>
  </w:style>
  <w:style w:type="paragraph" w:customStyle="1" w:styleId="Default">
    <w:name w:val="Default"/>
    <w:rsid w:val="00C62CB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45EC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cyw\Documents\Niestandardowe%20szablony%20pakietu%20Office\Zal_1_formularz%20ofert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Zal_1_formularz ofertowy.dot</Template>
  <TotalTime>1</TotalTime>
  <Pages>3</Pages>
  <Words>660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Kacy</dc:creator>
  <cp:keywords/>
  <cp:lastModifiedBy>Kacy Witold</cp:lastModifiedBy>
  <cp:revision>4</cp:revision>
  <cp:lastPrinted>2024-07-03T05:43:00Z</cp:lastPrinted>
  <dcterms:created xsi:type="dcterms:W3CDTF">2025-04-28T09:54:00Z</dcterms:created>
  <dcterms:modified xsi:type="dcterms:W3CDTF">2025-05-28T07:50:00Z</dcterms:modified>
</cp:coreProperties>
</file>