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5C185" w14:textId="77777777" w:rsidR="00441C44" w:rsidRPr="009D2552" w:rsidRDefault="00685D31">
      <w:pPr>
        <w:rPr>
          <w:rFonts w:asciiTheme="minorHAnsi" w:hAnsiTheme="minorHAnsi" w:cstheme="minorHAnsi"/>
        </w:rPr>
      </w:pPr>
      <w:r w:rsidRPr="009D2552">
        <w:rPr>
          <w:rFonts w:asciiTheme="minorHAnsi" w:eastAsia="Times New Roman" w:hAnsiTheme="minorHAnsi" w:cstheme="minorHAnsi"/>
          <w:lang w:bidi="ar-SA"/>
        </w:rPr>
        <w:t>Zamawiający:</w:t>
      </w:r>
    </w:p>
    <w:p w14:paraId="4FBE085F" w14:textId="77777777" w:rsidR="00441C44" w:rsidRPr="009D2552" w:rsidRDefault="00441C44">
      <w:pPr>
        <w:rPr>
          <w:rFonts w:asciiTheme="minorHAnsi" w:eastAsia="Times New Roman" w:hAnsiTheme="minorHAnsi" w:cstheme="minorHAnsi"/>
          <w:lang w:bidi="ar-SA"/>
        </w:rPr>
      </w:pPr>
    </w:p>
    <w:p w14:paraId="4854047F" w14:textId="77777777" w:rsidR="00441C44" w:rsidRPr="009D2552" w:rsidRDefault="009D2552">
      <w:pPr>
        <w:shd w:val="clear" w:color="auto" w:fill="FFFFFF"/>
        <w:rPr>
          <w:rFonts w:asciiTheme="minorHAnsi" w:hAnsiTheme="minorHAnsi" w:cstheme="minorHAnsi"/>
          <w:b/>
        </w:rPr>
      </w:pPr>
      <w:r w:rsidRPr="009D2552">
        <w:rPr>
          <w:rFonts w:asciiTheme="minorHAnsi" w:hAnsiTheme="minorHAnsi" w:cstheme="minorHAnsi"/>
          <w:b/>
        </w:rPr>
        <w:t>SĄD OKRĘGOWY 44-100</w:t>
      </w:r>
      <w:r w:rsidR="00685D31" w:rsidRPr="009D2552">
        <w:rPr>
          <w:rFonts w:asciiTheme="minorHAnsi" w:hAnsiTheme="minorHAnsi" w:cstheme="minorHAnsi"/>
          <w:b/>
        </w:rPr>
        <w:t xml:space="preserve"> Gliwice ul. </w:t>
      </w:r>
      <w:r w:rsidRPr="009D2552">
        <w:rPr>
          <w:rFonts w:asciiTheme="minorHAnsi" w:hAnsiTheme="minorHAnsi" w:cstheme="minorHAnsi"/>
          <w:b/>
        </w:rPr>
        <w:t>Kościuszki 15</w:t>
      </w:r>
    </w:p>
    <w:p w14:paraId="5A3D49C3" w14:textId="77777777" w:rsidR="00441C44" w:rsidRPr="009D2552" w:rsidRDefault="00685D31">
      <w:pPr>
        <w:rPr>
          <w:rFonts w:asciiTheme="minorHAnsi" w:hAnsiTheme="minorHAnsi" w:cstheme="minorHAnsi"/>
        </w:rPr>
      </w:pPr>
      <w:r w:rsidRPr="009D2552">
        <w:rPr>
          <w:rFonts w:asciiTheme="minorHAnsi" w:eastAsia="Times New Roman" w:hAnsiTheme="minorHAnsi" w:cstheme="minorHAnsi"/>
          <w:bCs/>
        </w:rPr>
        <w:tab/>
      </w:r>
    </w:p>
    <w:p w14:paraId="7C439E92" w14:textId="77777777" w:rsidR="00441C44" w:rsidRPr="009D2552" w:rsidRDefault="00685D31">
      <w:pPr>
        <w:pStyle w:val="LO-Normal"/>
        <w:jc w:val="both"/>
        <w:rPr>
          <w:rFonts w:asciiTheme="minorHAnsi" w:hAnsiTheme="minorHAnsi" w:cstheme="minorHAnsi"/>
          <w:b/>
          <w:bCs/>
        </w:rPr>
      </w:pPr>
      <w:r w:rsidRPr="009D2552">
        <w:rPr>
          <w:rFonts w:asciiTheme="minorHAnsi" w:hAnsiTheme="minorHAnsi" w:cstheme="minorHAnsi"/>
          <w:b/>
          <w:bCs/>
        </w:rPr>
        <w:t>Nazwa Wykonawcy</w:t>
      </w:r>
    </w:p>
    <w:p w14:paraId="492733FC" w14:textId="77777777" w:rsidR="00822685" w:rsidRPr="009D2552" w:rsidRDefault="00822685">
      <w:pPr>
        <w:pStyle w:val="LO-Normal"/>
        <w:jc w:val="both"/>
        <w:rPr>
          <w:rFonts w:asciiTheme="minorHAnsi" w:hAnsiTheme="minorHAnsi" w:cstheme="minorHAnsi"/>
          <w:b/>
          <w:bCs/>
        </w:rPr>
      </w:pPr>
    </w:p>
    <w:p w14:paraId="00022896" w14:textId="77777777" w:rsidR="00441C44" w:rsidRPr="009D2552" w:rsidRDefault="00685D31">
      <w:pPr>
        <w:pStyle w:val="LO-Normal"/>
        <w:jc w:val="both"/>
        <w:rPr>
          <w:rFonts w:asciiTheme="minorHAnsi" w:hAnsiTheme="minorHAnsi" w:cstheme="minorHAnsi"/>
        </w:rPr>
      </w:pPr>
      <w:r w:rsidRPr="009D2552">
        <w:rPr>
          <w:rFonts w:asciiTheme="minorHAnsi" w:hAnsiTheme="minorHAnsi" w:cstheme="minorHAnsi"/>
        </w:rPr>
        <w:t xml:space="preserve">..................................................................................... </w:t>
      </w:r>
    </w:p>
    <w:p w14:paraId="6DDBB464" w14:textId="77777777" w:rsidR="00441C44" w:rsidRPr="009D2552" w:rsidRDefault="00441C44">
      <w:pPr>
        <w:pStyle w:val="LO-Normal"/>
        <w:jc w:val="both"/>
        <w:rPr>
          <w:rFonts w:asciiTheme="minorHAnsi" w:hAnsiTheme="minorHAnsi" w:cstheme="minorHAnsi"/>
        </w:rPr>
      </w:pPr>
    </w:p>
    <w:p w14:paraId="20A45F7C" w14:textId="77777777" w:rsidR="00441C44" w:rsidRPr="009D2552" w:rsidRDefault="00685D31">
      <w:pPr>
        <w:pStyle w:val="LO-Normal"/>
        <w:jc w:val="both"/>
        <w:rPr>
          <w:rFonts w:asciiTheme="minorHAnsi" w:hAnsiTheme="minorHAnsi" w:cstheme="minorHAnsi"/>
          <w:b/>
          <w:bCs/>
        </w:rPr>
      </w:pPr>
      <w:r w:rsidRPr="009D2552">
        <w:rPr>
          <w:rFonts w:asciiTheme="minorHAnsi" w:hAnsiTheme="minorHAnsi" w:cstheme="minorHAnsi"/>
          <w:b/>
          <w:bCs/>
        </w:rPr>
        <w:t xml:space="preserve">Adres Wykonawcy: </w:t>
      </w:r>
    </w:p>
    <w:p w14:paraId="5CEFE2C0" w14:textId="77777777" w:rsidR="00441C44" w:rsidRPr="009D2552" w:rsidRDefault="00685D31">
      <w:pPr>
        <w:pStyle w:val="LO-Normal"/>
        <w:jc w:val="both"/>
        <w:rPr>
          <w:rFonts w:asciiTheme="minorHAnsi" w:hAnsiTheme="minorHAnsi" w:cstheme="minorHAnsi"/>
        </w:rPr>
      </w:pPr>
      <w:r w:rsidRPr="009D2552">
        <w:rPr>
          <w:rFonts w:asciiTheme="minorHAnsi" w:hAnsiTheme="minorHAnsi" w:cstheme="minorHAnsi"/>
        </w:rPr>
        <w:t xml:space="preserve">........................................................................................... </w:t>
      </w:r>
    </w:p>
    <w:p w14:paraId="79DABD42" w14:textId="77777777" w:rsidR="00441C44" w:rsidRPr="009D2552" w:rsidRDefault="00441C44">
      <w:pPr>
        <w:jc w:val="right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579B8130" w14:textId="77777777" w:rsidR="00441C44" w:rsidRPr="009D2552" w:rsidRDefault="00685D31">
      <w:pPr>
        <w:jc w:val="center"/>
        <w:rPr>
          <w:rFonts w:asciiTheme="minorHAnsi" w:eastAsia="Times New Roman" w:hAnsiTheme="minorHAnsi" w:cstheme="minorHAnsi"/>
          <w:sz w:val="22"/>
          <w:szCs w:val="22"/>
          <w:lang w:val="de-DE" w:bidi="ar-SA"/>
        </w:rPr>
      </w:pPr>
      <w:r w:rsidRPr="009D2552">
        <w:rPr>
          <w:rFonts w:asciiTheme="minorHAnsi" w:eastAsia="Times New Roman" w:hAnsiTheme="minorHAnsi" w:cstheme="minorHAnsi"/>
          <w:sz w:val="22"/>
          <w:szCs w:val="22"/>
        </w:rPr>
        <w:t xml:space="preserve">DOTYCZY POSTĘPOWANIA </w:t>
      </w:r>
    </w:p>
    <w:p w14:paraId="03B80427" w14:textId="77777777" w:rsidR="006F5CD8" w:rsidRPr="009D2552" w:rsidRDefault="009D2552" w:rsidP="00F75956">
      <w:pPr>
        <w:widowControl/>
        <w:tabs>
          <w:tab w:val="left" w:pos="4032"/>
        </w:tabs>
        <w:spacing w:line="360" w:lineRule="atLeast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pl-PL" w:bidi="ar-SA"/>
        </w:rPr>
      </w:pPr>
      <w:r w:rsidRPr="009D2552">
        <w:rPr>
          <w:rFonts w:asciiTheme="minorHAnsi" w:hAnsiTheme="minorHAnsi" w:cstheme="minorHAnsi"/>
          <w:b/>
          <w:bCs/>
          <w:sz w:val="28"/>
          <w:szCs w:val="28"/>
        </w:rPr>
        <w:t xml:space="preserve">Fizyczna ochrona ludzi i mienia budynku Sądu Okręgowego w Gliwicach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9D2552">
        <w:rPr>
          <w:rFonts w:asciiTheme="minorHAnsi" w:hAnsiTheme="minorHAnsi" w:cstheme="minorHAnsi"/>
          <w:b/>
          <w:bCs/>
          <w:sz w:val="28"/>
          <w:szCs w:val="28"/>
        </w:rPr>
        <w:t>ul. Kościuszki 15 i budynku Sali karnej przy Sądzie Okręgowym w Gliwicach, ul. Z. Czarnego 1f wraz z obsługą szatni i transportem wartości pieniężnych</w:t>
      </w:r>
    </w:p>
    <w:p w14:paraId="45840D5B" w14:textId="77777777" w:rsidR="00441C44" w:rsidRDefault="00441C44">
      <w:pPr>
        <w:rPr>
          <w:rFonts w:ascii="Arial" w:hAnsi="Arial" w:cs="Arial"/>
          <w:sz w:val="22"/>
          <w:szCs w:val="22"/>
        </w:rPr>
      </w:pPr>
    </w:p>
    <w:p w14:paraId="760136F2" w14:textId="77777777" w:rsidR="00441C44" w:rsidRPr="009D2552" w:rsidRDefault="00685D31">
      <w:pPr>
        <w:jc w:val="center"/>
        <w:rPr>
          <w:rFonts w:asciiTheme="minorHAnsi" w:eastAsia="Times New Roman" w:hAnsiTheme="minorHAnsi" w:cstheme="minorHAnsi"/>
          <w:b/>
        </w:rPr>
      </w:pPr>
      <w:r w:rsidRPr="009D2552">
        <w:rPr>
          <w:rFonts w:asciiTheme="minorHAnsi" w:eastAsia="Times New Roman" w:hAnsiTheme="minorHAnsi" w:cstheme="minorHAnsi"/>
          <w:b/>
        </w:rPr>
        <w:t xml:space="preserve">Wykaz wykonanych </w:t>
      </w:r>
      <w:r w:rsidR="009D2552" w:rsidRPr="009D2552">
        <w:rPr>
          <w:rFonts w:asciiTheme="minorHAnsi" w:eastAsia="Times New Roman" w:hAnsiTheme="minorHAnsi" w:cstheme="minorHAnsi"/>
          <w:b/>
        </w:rPr>
        <w:t>usług</w:t>
      </w:r>
    </w:p>
    <w:p w14:paraId="27A5C86B" w14:textId="77777777" w:rsidR="00822685" w:rsidRPr="00822685" w:rsidRDefault="00822685">
      <w:pPr>
        <w:jc w:val="center"/>
        <w:rPr>
          <w:rFonts w:ascii="Arial" w:hAnsi="Arial" w:cs="Arial"/>
        </w:rPr>
      </w:pPr>
    </w:p>
    <w:tbl>
      <w:tblPr>
        <w:tblW w:w="9981" w:type="dxa"/>
        <w:tblInd w:w="-854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3687"/>
        <w:gridCol w:w="1984"/>
        <w:gridCol w:w="1701"/>
        <w:gridCol w:w="2184"/>
      </w:tblGrid>
      <w:tr w:rsidR="00441C44" w14:paraId="4110D92A" w14:textId="77777777" w:rsidTr="00C075A5">
        <w:trPr>
          <w:cantSplit/>
          <w:trHeight w:val="1092"/>
          <w:tblHeader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E0676EE" w14:textId="77777777" w:rsidR="00441C44" w:rsidRDefault="00441C44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14:paraId="790D5BEE" w14:textId="77777777" w:rsidR="00441C44" w:rsidRDefault="00685D31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08CA0A4" w14:textId="77777777" w:rsidR="00441C44" w:rsidRPr="00C075A5" w:rsidRDefault="00822685" w:rsidP="00800A99">
            <w:pPr>
              <w:pStyle w:val="Tekstpodstawowy"/>
              <w:snapToGrid w:val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</w:pPr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Przedmiot zamówienia </w:t>
            </w:r>
            <w:r w:rsidR="00C075A5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br/>
            </w:r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(</w:t>
            </w:r>
            <w:r w:rsidR="00800A99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rodzaj usługi</w:t>
            </w:r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, w tym miejsce wykonania)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FB6BB2" w14:textId="77777777" w:rsidR="00441C44" w:rsidRPr="009D2552" w:rsidRDefault="00441C44">
            <w:pPr>
              <w:pStyle w:val="Tekstpodstawowy"/>
              <w:snapToGrid w:val="0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15F8DBE" w14:textId="77777777" w:rsidR="00441C44" w:rsidRPr="009D2552" w:rsidRDefault="00822685" w:rsidP="009D2552">
            <w:pPr>
              <w:pStyle w:val="Tekstpodstawowy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Wartość w (zł) </w:t>
            </w:r>
            <w:r w:rsidR="009D2552"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netto</w:t>
            </w:r>
            <w:r w:rsidR="006E61DB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(w przypadku konsorcjum należy podać wartość wykonanej usługi przez członka konsorcjum na którego doświadczenie powołuje się konsorcjum zgodnie z </w:t>
            </w:r>
            <w:proofErr w:type="spellStart"/>
            <w:r w:rsidR="006E61DB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ośw</w:t>
            </w:r>
            <w:proofErr w:type="spellEnd"/>
            <w:r w:rsidR="006E61DB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. art. 117</w:t>
            </w:r>
            <w:r w:rsidR="002D4E3D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 ust. 3</w:t>
            </w:r>
            <w:r w:rsidR="006E61DB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 ustawy </w:t>
            </w:r>
            <w:proofErr w:type="spellStart"/>
            <w:r w:rsidR="006E61DB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Pzp</w:t>
            </w:r>
            <w:proofErr w:type="spellEnd"/>
            <w:r w:rsidR="006E61DB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)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9CD7216" w14:textId="77777777" w:rsidR="00441C44" w:rsidRPr="009D2552" w:rsidRDefault="00685D31" w:rsidP="00C075A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552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(</w:t>
            </w:r>
            <w:r w:rsidR="00D1289B" w:rsidRPr="009D25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rozpoczęcia i </w:t>
            </w:r>
            <w:r w:rsidRPr="009D2552">
              <w:rPr>
                <w:rFonts w:asciiTheme="minorHAnsi" w:hAnsiTheme="minorHAnsi" w:cstheme="minorHAnsi"/>
                <w:b/>
                <w:sz w:val="22"/>
                <w:szCs w:val="22"/>
              </w:rPr>
              <w:t>zakończenia)</w:t>
            </w:r>
          </w:p>
          <w:p w14:paraId="199E9B73" w14:textId="77777777" w:rsidR="00441C44" w:rsidRPr="009D2552" w:rsidRDefault="00685D31" w:rsidP="00C075A5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dd</w:t>
            </w:r>
            <w:proofErr w:type="spellEnd"/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/mm/</w:t>
            </w:r>
            <w:proofErr w:type="spellStart"/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rr</w:t>
            </w:r>
            <w:proofErr w:type="spellEnd"/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BE3C01" w14:textId="77777777" w:rsidR="00441C44" w:rsidRPr="009D2552" w:rsidRDefault="00822685" w:rsidP="00C075A5">
            <w:pPr>
              <w:pStyle w:val="Tekstpodstawowy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 xml:space="preserve">Podmiot, na rzecz którego </w:t>
            </w:r>
            <w:r w:rsidR="009D2552"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usługa była wykonywana</w:t>
            </w:r>
            <w:r w:rsidR="00C075A5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="00685D31" w:rsidRPr="009D2552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</w:rPr>
              <w:t>(nazwa, adres)</w:t>
            </w:r>
          </w:p>
        </w:tc>
      </w:tr>
      <w:tr w:rsidR="00441C44" w14:paraId="606B141E" w14:textId="77777777" w:rsidTr="00822685">
        <w:trPr>
          <w:cantSplit/>
          <w:trHeight w:hRule="exact" w:val="1096"/>
        </w:trPr>
        <w:tc>
          <w:tcPr>
            <w:tcW w:w="42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680231" w14:textId="77777777" w:rsidR="00441C44" w:rsidRDefault="00685D3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3728D4CA" w14:textId="77777777" w:rsidR="00441C44" w:rsidRDefault="00441C4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780BB2" w14:textId="77777777" w:rsidR="00441C44" w:rsidRDefault="00441C4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7BFC" w14:textId="77777777" w:rsidR="00441C44" w:rsidRDefault="00441C4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267F5" w14:textId="77777777" w:rsidR="00441C44" w:rsidRDefault="00441C4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C44" w14:paraId="40605289" w14:textId="77777777" w:rsidTr="00822685">
        <w:trPr>
          <w:cantSplit/>
          <w:trHeight w:hRule="exact" w:val="10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B53E" w14:textId="77777777" w:rsidR="00441C44" w:rsidRDefault="00685D3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C60B" w14:textId="77777777" w:rsidR="00441C44" w:rsidRDefault="00441C4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6884" w14:textId="77777777" w:rsidR="00441C44" w:rsidRDefault="00441C4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06598" w14:textId="77777777" w:rsidR="00441C44" w:rsidRDefault="00441C4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9669A9" w14:textId="77777777" w:rsidR="00441C44" w:rsidRDefault="00441C4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4B18F3" w14:textId="77777777" w:rsidR="00441C44" w:rsidRDefault="00441C44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</w:p>
    <w:p w14:paraId="3E09118C" w14:textId="77777777" w:rsidR="00441C44" w:rsidRPr="009D2552" w:rsidRDefault="00685D3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D2552">
        <w:rPr>
          <w:rFonts w:asciiTheme="minorHAnsi" w:eastAsia="Times New Roman" w:hAnsiTheme="minorHAnsi" w:cstheme="minorHAnsi"/>
          <w:sz w:val="22"/>
          <w:szCs w:val="22"/>
        </w:rPr>
        <w:t>Miejscowość  ........................................ dnia  ...............................</w:t>
      </w:r>
    </w:p>
    <w:p w14:paraId="7CF2F794" w14:textId="77777777" w:rsidR="00441C44" w:rsidRPr="009D2552" w:rsidRDefault="00441C44">
      <w:pPr>
        <w:jc w:val="both"/>
        <w:rPr>
          <w:rFonts w:asciiTheme="minorHAnsi" w:eastAsia="Times New Roman" w:hAnsiTheme="minorHAnsi" w:cstheme="minorHAnsi"/>
        </w:rPr>
      </w:pPr>
    </w:p>
    <w:p w14:paraId="1010F329" w14:textId="77777777" w:rsidR="00441C44" w:rsidRPr="009D2552" w:rsidRDefault="00685D31">
      <w:pPr>
        <w:jc w:val="both"/>
        <w:rPr>
          <w:rFonts w:asciiTheme="minorHAnsi" w:eastAsia="Times New Roman" w:hAnsiTheme="minorHAnsi" w:cstheme="minorHAnsi"/>
        </w:rPr>
      </w:pPr>
      <w:r w:rsidRPr="009D2552">
        <w:rPr>
          <w:rFonts w:asciiTheme="minorHAnsi" w:eastAsia="Times New Roman" w:hAnsiTheme="minorHAnsi" w:cstheme="minorHAnsi"/>
        </w:rPr>
        <w:tab/>
      </w:r>
    </w:p>
    <w:p w14:paraId="754D3240" w14:textId="77777777" w:rsidR="00F75956" w:rsidRPr="009D2552" w:rsidRDefault="00F75956" w:rsidP="00F75956">
      <w:pPr>
        <w:jc w:val="both"/>
        <w:rPr>
          <w:rFonts w:asciiTheme="minorHAnsi" w:eastAsia="Times New Roman" w:hAnsiTheme="minorHAnsi" w:cstheme="minorHAnsi"/>
        </w:rPr>
      </w:pPr>
    </w:p>
    <w:p w14:paraId="2D8DB098" w14:textId="77777777" w:rsidR="00F75956" w:rsidRPr="009D2552" w:rsidRDefault="00F75956" w:rsidP="00F75956">
      <w:pPr>
        <w:jc w:val="both"/>
        <w:rPr>
          <w:rFonts w:asciiTheme="minorHAnsi" w:eastAsia="Times New Roman" w:hAnsiTheme="minorHAnsi" w:cstheme="minorHAnsi"/>
        </w:rPr>
      </w:pPr>
    </w:p>
    <w:p w14:paraId="2FBC8E10" w14:textId="77777777" w:rsidR="002D78C6" w:rsidRPr="009D2552" w:rsidRDefault="002D78C6" w:rsidP="002D78C6">
      <w:pPr>
        <w:pStyle w:val="NormalnyWeb"/>
        <w:spacing w:before="0" w:after="0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  <w:r w:rsidRPr="009D2552">
        <w:rPr>
          <w:rFonts w:asciiTheme="minorHAnsi" w:hAnsiTheme="minorHAnsi" w:cstheme="minorHAnsi"/>
          <w:sz w:val="22"/>
          <w:szCs w:val="22"/>
        </w:rPr>
        <w:tab/>
      </w:r>
      <w:r w:rsidRPr="009D2552"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  <w:t xml:space="preserve">NALEŻY PODPISAĆ ELEKTRONICZNIE: PODPISEM </w:t>
      </w:r>
    </w:p>
    <w:p w14:paraId="6FA2C34B" w14:textId="77777777" w:rsidR="00822685" w:rsidRPr="009D2552" w:rsidRDefault="002D78C6" w:rsidP="002D78C6">
      <w:pPr>
        <w:pStyle w:val="NormalnyWeb"/>
        <w:spacing w:before="0" w:after="0"/>
        <w:jc w:val="center"/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</w:pPr>
      <w:r w:rsidRPr="009D2552">
        <w:rPr>
          <w:rFonts w:asciiTheme="minorHAnsi" w:eastAsia="Times New Roman" w:hAnsiTheme="minorHAnsi" w:cstheme="minorHAnsi"/>
          <w:b/>
          <w:color w:val="FF0000"/>
          <w:sz w:val="28"/>
          <w:szCs w:val="28"/>
        </w:rPr>
        <w:lastRenderedPageBreak/>
        <w:t>KWALIFIKOWANYM lub PODPISEM ZAUFANYM lub PODPISEM OSOBISTYM !!!</w:t>
      </w:r>
    </w:p>
    <w:p w14:paraId="522AF906" w14:textId="77777777"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14:paraId="55A040DB" w14:textId="77777777"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14:paraId="7FE4FE0D" w14:textId="77777777" w:rsidR="00822685" w:rsidRDefault="00822685" w:rsidP="00822685">
      <w:pPr>
        <w:widowControl/>
        <w:suppressAutoHyphens w:val="0"/>
        <w:jc w:val="both"/>
        <w:rPr>
          <w:rFonts w:ascii="Arial" w:eastAsia="TimesNewRoman" w:hAnsi="Arial" w:cs="Arial"/>
          <w:kern w:val="0"/>
          <w:sz w:val="20"/>
          <w:szCs w:val="20"/>
          <w:lang w:eastAsia="pl-PL" w:bidi="ar-SA"/>
        </w:rPr>
      </w:pPr>
    </w:p>
    <w:p w14:paraId="0EF33987" w14:textId="77777777" w:rsidR="00441C44" w:rsidRPr="009D2552" w:rsidRDefault="00822685" w:rsidP="00F75956">
      <w:pPr>
        <w:widowControl/>
        <w:suppressAutoHyphens w:val="0"/>
        <w:jc w:val="both"/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</w:pP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Do wykazu </w:t>
      </w:r>
      <w:r w:rsidR="009D2552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>usług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 wykonawca załączy dowody określające czy wskazane powyżej </w:t>
      </w:r>
      <w:r w:rsidR="00800A99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>usługi</w:t>
      </w:r>
      <w:r w:rsidR="00D1289B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 zostały wykonane należycie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, przy czym dowodami, o których mowa, są referencje bądź inne </w:t>
      </w:r>
      <w:r w:rsidR="005979AC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br/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dokumenty </w:t>
      </w:r>
      <w:r w:rsidR="00D1289B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>sporządzone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 przez podmiot, na rzecz którego </w:t>
      </w:r>
      <w:r w:rsidR="00800A99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>usługi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 były wykonywane, a </w:t>
      </w:r>
      <w:r w:rsidR="005979AC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jeżeli 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>wykonawca</w:t>
      </w:r>
      <w:r w:rsidR="00D1289B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 z przyczyn od niego niezależnych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 nie jest w stanie uzyskać tych dokumentów – inne </w:t>
      </w:r>
      <w:r w:rsidR="005979AC"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 xml:space="preserve">odpowiednie </w:t>
      </w:r>
      <w:r w:rsidRPr="009D2552">
        <w:rPr>
          <w:rFonts w:asciiTheme="minorHAnsi" w:eastAsia="TimesNewRoman" w:hAnsiTheme="minorHAnsi" w:cstheme="minorHAnsi"/>
          <w:kern w:val="0"/>
          <w:sz w:val="22"/>
          <w:szCs w:val="22"/>
          <w:lang w:eastAsia="pl-PL" w:bidi="ar-SA"/>
        </w:rPr>
        <w:t>dokumenty;</w:t>
      </w:r>
    </w:p>
    <w:sectPr w:rsidR="00441C44" w:rsidRPr="009D2552">
      <w:headerReference w:type="default" r:id="rId7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A308" w14:textId="77777777" w:rsidR="00C47F8A" w:rsidRDefault="00C47F8A">
      <w:r>
        <w:separator/>
      </w:r>
    </w:p>
  </w:endnote>
  <w:endnote w:type="continuationSeparator" w:id="0">
    <w:p w14:paraId="61872389" w14:textId="77777777" w:rsidR="00C47F8A" w:rsidRDefault="00C4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charset w:val="80"/>
    <w:family w:val="auto"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ACD0" w14:textId="77777777" w:rsidR="00C47F8A" w:rsidRDefault="00C47F8A">
      <w:r>
        <w:separator/>
      </w:r>
    </w:p>
  </w:footnote>
  <w:footnote w:type="continuationSeparator" w:id="0">
    <w:p w14:paraId="35666BBE" w14:textId="77777777" w:rsidR="00C47F8A" w:rsidRDefault="00C47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F5C7" w14:textId="64A00E40" w:rsidR="00441C44" w:rsidRPr="00754A6D" w:rsidRDefault="006E61DB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ZP.261.</w:t>
    </w:r>
    <w:r w:rsidR="00642479">
      <w:rPr>
        <w:rFonts w:ascii="Arial" w:hAnsi="Arial" w:cs="Arial"/>
        <w:b/>
        <w:sz w:val="20"/>
        <w:szCs w:val="20"/>
      </w:rPr>
      <w:t>6</w:t>
    </w:r>
    <w:r>
      <w:rPr>
        <w:rFonts w:ascii="Arial" w:hAnsi="Arial" w:cs="Arial"/>
        <w:b/>
        <w:sz w:val="20"/>
        <w:szCs w:val="20"/>
      </w:rPr>
      <w:t>.202</w:t>
    </w:r>
    <w:r w:rsidR="00642479">
      <w:rPr>
        <w:rFonts w:ascii="Arial" w:hAnsi="Arial" w:cs="Arial"/>
        <w:b/>
        <w:sz w:val="20"/>
        <w:szCs w:val="20"/>
      </w:rPr>
      <w:t>5</w:t>
    </w:r>
    <w:r w:rsidR="009D2552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9D2552">
      <w:rPr>
        <w:rFonts w:ascii="Arial" w:hAnsi="Arial" w:cs="Arial"/>
        <w:b/>
        <w:sz w:val="20"/>
        <w:szCs w:val="20"/>
      </w:rPr>
      <w:t>6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209E"/>
    <w:rsid w:val="00081E25"/>
    <w:rsid w:val="000B06C5"/>
    <w:rsid w:val="000C6087"/>
    <w:rsid w:val="000D77FF"/>
    <w:rsid w:val="001B75B3"/>
    <w:rsid w:val="00263DFB"/>
    <w:rsid w:val="002D4E3D"/>
    <w:rsid w:val="002D78C6"/>
    <w:rsid w:val="003B4039"/>
    <w:rsid w:val="003D3DA0"/>
    <w:rsid w:val="00441C44"/>
    <w:rsid w:val="004522DB"/>
    <w:rsid w:val="00457FD7"/>
    <w:rsid w:val="004D1B8E"/>
    <w:rsid w:val="005942C1"/>
    <w:rsid w:val="005979AC"/>
    <w:rsid w:val="005B0CA7"/>
    <w:rsid w:val="005B109C"/>
    <w:rsid w:val="005C4D1A"/>
    <w:rsid w:val="00642479"/>
    <w:rsid w:val="00677E8A"/>
    <w:rsid w:val="00685D31"/>
    <w:rsid w:val="006E61DB"/>
    <w:rsid w:val="006F5CD8"/>
    <w:rsid w:val="00706B1B"/>
    <w:rsid w:val="00737786"/>
    <w:rsid w:val="00754A6D"/>
    <w:rsid w:val="007E6BC5"/>
    <w:rsid w:val="00800A99"/>
    <w:rsid w:val="00822685"/>
    <w:rsid w:val="00872F73"/>
    <w:rsid w:val="009C2C6E"/>
    <w:rsid w:val="009D2552"/>
    <w:rsid w:val="009D7A55"/>
    <w:rsid w:val="00A04B1B"/>
    <w:rsid w:val="00A332AF"/>
    <w:rsid w:val="00A3474D"/>
    <w:rsid w:val="00BA6850"/>
    <w:rsid w:val="00C075A5"/>
    <w:rsid w:val="00C47F8A"/>
    <w:rsid w:val="00C95031"/>
    <w:rsid w:val="00CC0456"/>
    <w:rsid w:val="00D1289B"/>
    <w:rsid w:val="00D83206"/>
    <w:rsid w:val="00D866F9"/>
    <w:rsid w:val="00E2552B"/>
    <w:rsid w:val="00E67F56"/>
    <w:rsid w:val="00E7351F"/>
    <w:rsid w:val="00F75956"/>
    <w:rsid w:val="00F80B9C"/>
    <w:rsid w:val="00FC413E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2BB6B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302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basedOn w:val="Normalny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Kacy Witold</cp:lastModifiedBy>
  <cp:revision>22</cp:revision>
  <cp:lastPrinted>2022-04-26T11:45:00Z</cp:lastPrinted>
  <dcterms:created xsi:type="dcterms:W3CDTF">2021-02-25T13:06:00Z</dcterms:created>
  <dcterms:modified xsi:type="dcterms:W3CDTF">2025-05-14T07:08:00Z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