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366D" w14:textId="0E80279E" w:rsidR="007910C0" w:rsidRPr="00EB5E7A" w:rsidRDefault="007910C0" w:rsidP="007910C0">
      <w:pPr>
        <w:tabs>
          <w:tab w:val="left" w:pos="7591"/>
        </w:tabs>
        <w:spacing w:before="69"/>
        <w:ind w:left="115"/>
        <w:jc w:val="righ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>Zał</w:t>
      </w:r>
      <w:r w:rsidR="00A12B27" w:rsidRPr="00EB5E7A">
        <w:rPr>
          <w:rFonts w:asciiTheme="minorHAnsi" w:hAnsiTheme="minorHAnsi" w:cstheme="minorHAnsi"/>
          <w:b/>
          <w:sz w:val="20"/>
          <w:szCs w:val="20"/>
        </w:rPr>
        <w:t>.</w:t>
      </w:r>
      <w:r w:rsidRPr="00EB5E7A">
        <w:rPr>
          <w:rFonts w:asciiTheme="minorHAnsi" w:hAnsiTheme="minorHAnsi" w:cstheme="minorHAnsi"/>
          <w:b/>
          <w:sz w:val="20"/>
          <w:szCs w:val="20"/>
        </w:rPr>
        <w:t xml:space="preserve"> nr </w:t>
      </w:r>
      <w:r w:rsidR="00EB5E7A" w:rsidRPr="00EB5E7A">
        <w:rPr>
          <w:rFonts w:asciiTheme="minorHAnsi" w:hAnsiTheme="minorHAnsi" w:cstheme="minorHAnsi"/>
          <w:b/>
          <w:sz w:val="20"/>
          <w:szCs w:val="20"/>
        </w:rPr>
        <w:t>10</w:t>
      </w:r>
      <w:r w:rsidRPr="00EB5E7A">
        <w:rPr>
          <w:rFonts w:asciiTheme="minorHAnsi" w:hAnsiTheme="minorHAnsi" w:cstheme="minorHAnsi"/>
          <w:b/>
          <w:sz w:val="20"/>
          <w:szCs w:val="20"/>
        </w:rPr>
        <w:t xml:space="preserve"> do SWZ (wzór)</w:t>
      </w:r>
    </w:p>
    <w:p w14:paraId="1D70FB91" w14:textId="77777777" w:rsidR="007910C0" w:rsidRPr="00EB5E7A" w:rsidRDefault="007910C0" w:rsidP="007910C0">
      <w:pPr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>Zamawiający</w:t>
      </w:r>
    </w:p>
    <w:p w14:paraId="126FA5D9" w14:textId="2AD36B10" w:rsidR="007910C0" w:rsidRPr="00EB5E7A" w:rsidRDefault="00EB5E7A" w:rsidP="007910C0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>Zarząd Infrastruktury Wodnej</w:t>
      </w:r>
    </w:p>
    <w:p w14:paraId="488C5F81" w14:textId="10190580" w:rsidR="00EF6684" w:rsidRPr="00EB5E7A" w:rsidRDefault="007910C0" w:rsidP="00024E4F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>os. Szkolne 27, 31-977 Kraków</w:t>
      </w:r>
    </w:p>
    <w:p w14:paraId="752FDE20" w14:textId="77777777" w:rsidR="00A12B27" w:rsidRPr="00EB5E7A" w:rsidRDefault="00A12B27" w:rsidP="00F34A62">
      <w:pPr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486955BB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0C0AB430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1AF535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(pełna nazwa/firma, adres, w zależności </w:t>
      </w:r>
    </w:p>
    <w:p w14:paraId="0E1C98B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>od podmiotu: NIP/PESEL, KRS/</w:t>
      </w:r>
      <w:proofErr w:type="spellStart"/>
      <w:r w:rsidRPr="00EB5E7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B5E7A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7A1B0D66" w14:textId="77777777" w:rsidR="00A12B27" w:rsidRPr="00EB5E7A" w:rsidRDefault="00A12B27" w:rsidP="00F34A62">
      <w:pPr>
        <w:ind w:right="354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EB5E7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DE045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59EC1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3EC38194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D4EE653" w14:textId="77777777" w:rsidR="00A12B27" w:rsidRPr="00EB5E7A" w:rsidRDefault="00A12B27" w:rsidP="00A12B27">
      <w:pPr>
        <w:rPr>
          <w:rFonts w:asciiTheme="minorHAnsi" w:hAnsiTheme="minorHAnsi" w:cstheme="minorHAnsi"/>
          <w:b/>
          <w:sz w:val="20"/>
          <w:szCs w:val="20"/>
        </w:rPr>
      </w:pPr>
    </w:p>
    <w:p w14:paraId="0B3DEEE5" w14:textId="4590CF85" w:rsidR="00871673" w:rsidRDefault="00A12B27" w:rsidP="00F34A62">
      <w:pPr>
        <w:ind w:left="-5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Dotyczy zamówienia publicznego pn.</w:t>
      </w:r>
      <w:r w:rsidRPr="00EB5E7A">
        <w:rPr>
          <w:rFonts w:asciiTheme="minorHAnsi" w:hAnsiTheme="minorHAnsi" w:cstheme="minorHAnsi"/>
          <w:b/>
          <w:sz w:val="20"/>
          <w:szCs w:val="20"/>
        </w:rPr>
        <w:t>:</w:t>
      </w:r>
      <w:r w:rsidR="00472A59" w:rsidRPr="00EB5E7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1C3" w:rsidRPr="009071C3"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  <w:t>Zaprojektowanie i wykonanie hydroizolacji ścian fundamentowych toalet obsługowych przy ul. Prądnickiej i w Parku Krakowskim w Krakowie</w:t>
      </w:r>
    </w:p>
    <w:p w14:paraId="0892B803" w14:textId="77777777" w:rsidR="00EB5E7A" w:rsidRPr="00EB5E7A" w:rsidRDefault="00EB5E7A" w:rsidP="00F34A62">
      <w:pPr>
        <w:ind w:left="-5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</w:p>
    <w:p w14:paraId="703C01C8" w14:textId="05C1D9A8" w:rsidR="00EF6684" w:rsidRPr="00EB5E7A" w:rsidRDefault="004A57DC" w:rsidP="00F34A6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>WYKAZ OSÓB</w:t>
      </w:r>
    </w:p>
    <w:p w14:paraId="6C4F09BA" w14:textId="36697CB7" w:rsidR="00AB7DCB" w:rsidRPr="00EB5E7A" w:rsidRDefault="00A050A8" w:rsidP="00905EEA">
      <w:pPr>
        <w:jc w:val="both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niezbędnych do wykonania zamówienia publicznego</w:t>
      </w:r>
      <w:r w:rsidR="00F147A1" w:rsidRPr="00EB5E7A">
        <w:rPr>
          <w:rFonts w:asciiTheme="minorHAnsi" w:hAnsiTheme="minorHAnsi" w:cstheme="minorHAnsi"/>
          <w:sz w:val="20"/>
          <w:szCs w:val="20"/>
        </w:rPr>
        <w:t xml:space="preserve"> </w:t>
      </w:r>
      <w:r w:rsidRPr="00EB5E7A">
        <w:rPr>
          <w:rFonts w:asciiTheme="minorHAnsi" w:hAnsiTheme="minorHAnsi" w:cstheme="minorHAnsi"/>
          <w:sz w:val="20"/>
          <w:szCs w:val="20"/>
        </w:rPr>
        <w:t>oraz informacją o podstawie do dysponowania tymi osobami</w:t>
      </w:r>
    </w:p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2780"/>
        <w:gridCol w:w="3282"/>
        <w:gridCol w:w="3149"/>
        <w:gridCol w:w="4046"/>
      </w:tblGrid>
      <w:tr w:rsidR="001B592D" w:rsidRPr="00EB5E7A" w14:paraId="31956C43" w14:textId="77777777" w:rsidTr="0054379A">
        <w:trPr>
          <w:jc w:val="center"/>
        </w:trPr>
        <w:tc>
          <w:tcPr>
            <w:tcW w:w="596" w:type="dxa"/>
            <w:vAlign w:val="center"/>
          </w:tcPr>
          <w:p w14:paraId="23B3FE68" w14:textId="4CE4E339" w:rsidR="001B592D" w:rsidRPr="00EB5E7A" w:rsidRDefault="001B592D" w:rsidP="00EF668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780" w:type="dxa"/>
            <w:vAlign w:val="center"/>
          </w:tcPr>
          <w:p w14:paraId="5E2C4B0D" w14:textId="15619D67" w:rsidR="001B592D" w:rsidRPr="00EB5E7A" w:rsidRDefault="001B592D" w:rsidP="001B59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Stanowisko</w:t>
            </w:r>
          </w:p>
        </w:tc>
        <w:tc>
          <w:tcPr>
            <w:tcW w:w="3282" w:type="dxa"/>
            <w:vAlign w:val="center"/>
          </w:tcPr>
          <w:p w14:paraId="4B33A729" w14:textId="27721214" w:rsidR="001B592D" w:rsidRPr="00EB5E7A" w:rsidRDefault="001B592D" w:rsidP="00EF668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3149" w:type="dxa"/>
            <w:vAlign w:val="center"/>
          </w:tcPr>
          <w:p w14:paraId="17A09F65" w14:textId="4531FA9F" w:rsidR="001B592D" w:rsidRPr="00EB5E7A" w:rsidRDefault="001B592D" w:rsidP="0058674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Opis posiadanych uprawnień</w:t>
            </w:r>
            <w:r w:rsidR="00037ED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zgodnie z określonym warunkiem udziału </w:t>
            </w:r>
            <w:r w:rsidR="00F304E2"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w postępowaniu </w:t>
            </w:r>
          </w:p>
        </w:tc>
        <w:tc>
          <w:tcPr>
            <w:tcW w:w="4046" w:type="dxa"/>
            <w:vAlign w:val="center"/>
          </w:tcPr>
          <w:p w14:paraId="3FBC304A" w14:textId="2E47983D" w:rsidR="001B592D" w:rsidRPr="00EB5E7A" w:rsidRDefault="001B592D" w:rsidP="00EF668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Informacja o zasobach własnych lub podmiotu udostępniającego zasoby</w:t>
            </w:r>
            <w:r w:rsidRPr="00EB5E7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zgodnie z art. 118 ustawy Prawo zamówień publicznych</w:t>
            </w:r>
          </w:p>
        </w:tc>
      </w:tr>
      <w:tr w:rsidR="001B592D" w:rsidRPr="00EB5E7A" w14:paraId="554A31F9" w14:textId="77777777" w:rsidTr="0054379A">
        <w:trPr>
          <w:trHeight w:val="70"/>
          <w:jc w:val="center"/>
        </w:trPr>
        <w:tc>
          <w:tcPr>
            <w:tcW w:w="596" w:type="dxa"/>
            <w:vAlign w:val="center"/>
          </w:tcPr>
          <w:p w14:paraId="620BE670" w14:textId="0C179362" w:rsidR="001B592D" w:rsidRPr="00EB5E7A" w:rsidRDefault="001B592D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780" w:type="dxa"/>
          </w:tcPr>
          <w:p w14:paraId="4592BA0F" w14:textId="77777777" w:rsidR="001B592D" w:rsidRPr="00EB5E7A" w:rsidRDefault="001B592D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18C8AD" w14:textId="77777777" w:rsidR="00E75F04" w:rsidRPr="00EB5E7A" w:rsidRDefault="00E75F04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F4DD46" w14:textId="77777777" w:rsidR="00E72B96" w:rsidRPr="00EB5E7A" w:rsidRDefault="00E72B96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1673"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………………………..</w:t>
            </w:r>
          </w:p>
          <w:p w14:paraId="3DB3852C" w14:textId="2900A738" w:rsidR="00EA4D46" w:rsidRPr="00EB5E7A" w:rsidRDefault="00037ED6" w:rsidP="00534D72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Kierownik </w:t>
            </w:r>
            <w:r w:rsidR="00B23FFB">
              <w:rPr>
                <w:rFonts w:asciiTheme="minorHAnsi" w:hAnsiTheme="minorHAnsi" w:cstheme="minorHAnsi"/>
                <w:sz w:val="20"/>
                <w:szCs w:val="20"/>
              </w:rPr>
              <w:t>robót</w:t>
            </w:r>
          </w:p>
        </w:tc>
        <w:tc>
          <w:tcPr>
            <w:tcW w:w="3282" w:type="dxa"/>
            <w:vAlign w:val="center"/>
          </w:tcPr>
          <w:p w14:paraId="7D94438E" w14:textId="64481DFE" w:rsidR="001B592D" w:rsidRPr="00EB5E7A" w:rsidRDefault="001B592D" w:rsidP="004B48F8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BF09BDE" w14:textId="77777777" w:rsidR="001B592D" w:rsidRPr="00EB5E7A" w:rsidRDefault="001B592D" w:rsidP="004B48F8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1898621A" w14:textId="77777777" w:rsidR="001B592D" w:rsidRPr="00EB5E7A" w:rsidRDefault="001B592D" w:rsidP="004B48F8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8F839BE" w14:textId="77777777" w:rsidR="001B592D" w:rsidRPr="00EB5E7A" w:rsidRDefault="001B592D" w:rsidP="004B48F8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5CBEDA3" w14:textId="77777777" w:rsidR="001B592D" w:rsidRPr="00EB5E7A" w:rsidRDefault="001B592D" w:rsidP="004B48F8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0B6C7DF" w14:textId="7DF04760" w:rsidR="00B072DE" w:rsidRDefault="00B23FFB" w:rsidP="00B072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Nr ………………………</w:t>
            </w:r>
          </w:p>
          <w:p w14:paraId="45CFCF88" w14:textId="7BB92733" w:rsidR="00B23FFB" w:rsidRDefault="00B23FFB" w:rsidP="00B072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 wydania: …………………………….</w:t>
            </w:r>
          </w:p>
          <w:p w14:paraId="147D3E46" w14:textId="0A3AECC3" w:rsidR="00B23FFB" w:rsidRPr="00EB5E7A" w:rsidRDefault="00B23FFB" w:rsidP="00B072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Organ wydający: ……………………..</w:t>
            </w:r>
          </w:p>
          <w:p w14:paraId="0B686839" w14:textId="2D513DA6" w:rsidR="00BB54C4" w:rsidRPr="00EB5E7A" w:rsidRDefault="00BB54C4" w:rsidP="00B072D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040F39E" w14:textId="4E9F9602" w:rsidR="001B592D" w:rsidRPr="00EB5E7A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6FE8982" w14:textId="488715DC" w:rsidR="001B592D" w:rsidRPr="00EB5E7A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28656F0A" w14:textId="77777777" w:rsidR="001B592D" w:rsidRPr="00EB5E7A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6CFB8E70" w14:textId="58DCC459" w:rsidR="001B592D" w:rsidRPr="00EB5E7A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09945E25" w14:textId="15615558" w:rsidR="001B592D" w:rsidRPr="00EB5E7A" w:rsidRDefault="001B592D" w:rsidP="004B48F8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Nazwa firmy (podmiotu udostępniającego zasób)</w:t>
            </w:r>
          </w:p>
          <w:p w14:paraId="1BEC63DF" w14:textId="77777777" w:rsidR="001B592D" w:rsidRPr="00EB5E7A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1F63F3" w14:textId="6A24BC8F" w:rsidR="002674B3" w:rsidRPr="00EB5E7A" w:rsidRDefault="001B592D" w:rsidP="004B48F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*niepotrzebne skreślić</w:t>
            </w:r>
          </w:p>
        </w:tc>
      </w:tr>
      <w:tr w:rsidR="00B23FFB" w:rsidRPr="00EB5E7A" w14:paraId="4E65B75D" w14:textId="77777777" w:rsidTr="0054379A">
        <w:trPr>
          <w:trHeight w:val="70"/>
          <w:jc w:val="center"/>
        </w:trPr>
        <w:tc>
          <w:tcPr>
            <w:tcW w:w="596" w:type="dxa"/>
            <w:vAlign w:val="center"/>
          </w:tcPr>
          <w:p w14:paraId="195C3D59" w14:textId="1E0F0FE4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780" w:type="dxa"/>
          </w:tcPr>
          <w:p w14:paraId="2A5213BC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CBDAB5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920934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………………………..</w:t>
            </w:r>
          </w:p>
          <w:p w14:paraId="02AA2C98" w14:textId="016FFADF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Projektant</w:t>
            </w:r>
          </w:p>
        </w:tc>
        <w:tc>
          <w:tcPr>
            <w:tcW w:w="3282" w:type="dxa"/>
            <w:vAlign w:val="center"/>
          </w:tcPr>
          <w:p w14:paraId="64F02367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6B8B087F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4FD1E76C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42A7FAAB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57D6B9B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181267DF" w14:textId="77777777" w:rsidR="00B23FFB" w:rsidRDefault="00B23FFB" w:rsidP="00B23F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Nr ………………………</w:t>
            </w:r>
          </w:p>
          <w:p w14:paraId="15279D7F" w14:textId="77777777" w:rsidR="00B23FFB" w:rsidRDefault="00B23FFB" w:rsidP="00B23F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 wydania: …………………………….</w:t>
            </w:r>
          </w:p>
          <w:p w14:paraId="2BD1CF8E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Organ wydający: ……………………..</w:t>
            </w:r>
          </w:p>
          <w:p w14:paraId="41484332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95EF7A" w14:textId="77777777" w:rsidR="00B23FFB" w:rsidRPr="00EB5E7A" w:rsidRDefault="00B23FFB" w:rsidP="00B23F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0C469D2C" w14:textId="77777777" w:rsidR="00B23FFB" w:rsidRPr="00EB5E7A" w:rsidRDefault="00B23FFB" w:rsidP="00B23FFB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0C0869D1" w14:textId="77777777" w:rsidR="00B23FFB" w:rsidRPr="00EB5E7A" w:rsidRDefault="00B23FFB" w:rsidP="00B23FFB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39D03FAF" w14:textId="77777777" w:rsidR="00B23FFB" w:rsidRPr="00EB5E7A" w:rsidRDefault="00B23FFB" w:rsidP="00B23FFB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0527DE5D" w14:textId="77777777" w:rsidR="00B23FFB" w:rsidRPr="00EB5E7A" w:rsidRDefault="00B23FFB" w:rsidP="00B23FFB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658A5BB1" w14:textId="77777777" w:rsidR="00B23FFB" w:rsidRPr="00EB5E7A" w:rsidRDefault="00B23FFB" w:rsidP="00B23FFB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Nazwa firmy (podmiotu udostępniającego zasób)</w:t>
            </w:r>
          </w:p>
          <w:p w14:paraId="07EC8134" w14:textId="77777777" w:rsidR="00B23FFB" w:rsidRPr="00EB5E7A" w:rsidRDefault="00B23FFB" w:rsidP="00B23FFB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E1107D1" w14:textId="17254A96" w:rsidR="00B23FFB" w:rsidRPr="00EB5E7A" w:rsidRDefault="00B23FFB" w:rsidP="00B23FFB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*niepotrzebne skreślić</w:t>
            </w:r>
          </w:p>
        </w:tc>
      </w:tr>
    </w:tbl>
    <w:p w14:paraId="6A2CC3BE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06F395DA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1C955E3E" w14:textId="525E4E6D" w:rsidR="003F3553" w:rsidRPr="00EB5E7A" w:rsidRDefault="003F3553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  <w:r w:rsidRPr="00EB5E7A">
        <w:rPr>
          <w:rFonts w:eastAsia="Times New Roman" w:cs="Calibri"/>
          <w:sz w:val="20"/>
          <w:szCs w:val="20"/>
          <w:lang w:eastAsia="ar-SA"/>
        </w:rPr>
        <w:t xml:space="preserve">  </w:t>
      </w:r>
      <w:bookmarkStart w:id="0" w:name="_Hlk61436620"/>
      <w:r w:rsidRPr="00EB5E7A">
        <w:rPr>
          <w:rFonts w:eastAsia="Times New Roman" w:cs="Calibri"/>
          <w:sz w:val="20"/>
          <w:szCs w:val="20"/>
          <w:lang w:eastAsia="ar-SA"/>
        </w:rPr>
        <w:t>____________________________________________________</w:t>
      </w:r>
    </w:p>
    <w:p w14:paraId="294D2E44" w14:textId="7E29E274" w:rsidR="003F3553" w:rsidRPr="00EB5E7A" w:rsidRDefault="003F3553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  <w:r w:rsidRPr="00EB5E7A">
        <w:rPr>
          <w:rFonts w:eastAsia="Times New Roman" w:cs="Calibri"/>
          <w:i/>
          <w:sz w:val="20"/>
          <w:szCs w:val="20"/>
          <w:lang w:eastAsia="ar-SA"/>
        </w:rPr>
        <w:t>podpis osoby prawidłowo umocowanej do składania oświadczeń wiedzy i woli w imieniu Wykonawcy/ ów</w:t>
      </w:r>
    </w:p>
    <w:p w14:paraId="27E1724E" w14:textId="77777777" w:rsidR="00A13EA2" w:rsidRPr="00EB5E7A" w:rsidRDefault="00A13EA2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</w:p>
    <w:bookmarkEnd w:id="0"/>
    <w:p w14:paraId="3BA3F53F" w14:textId="61E13A47" w:rsidR="00145F9F" w:rsidRPr="00EB5E7A" w:rsidRDefault="003F3553" w:rsidP="00F34A62">
      <w:pPr>
        <w:suppressAutoHyphens/>
        <w:jc w:val="both"/>
        <w:rPr>
          <w:rFonts w:cs="Calibri"/>
          <w:i/>
          <w:sz w:val="20"/>
          <w:szCs w:val="20"/>
        </w:rPr>
      </w:pPr>
      <w:r w:rsidRPr="00EB5E7A">
        <w:rPr>
          <w:rFonts w:eastAsia="Times New Roman" w:cs="Calibri"/>
          <w:color w:val="FF0000"/>
          <w:sz w:val="20"/>
          <w:szCs w:val="20"/>
          <w:lang w:eastAsia="ar-SA"/>
        </w:rPr>
        <w:t>Dokument wymaga podpisu elektronicznego</w:t>
      </w:r>
      <w:r w:rsidRPr="00EB5E7A">
        <w:rPr>
          <w:rFonts w:eastAsia="Times New Roman" w:cs="Calibri"/>
          <w:sz w:val="20"/>
          <w:szCs w:val="20"/>
          <w:lang w:eastAsia="ar-SA"/>
        </w:rPr>
        <w:t>. Przez podpis elektroniczny należy rozumieć:</w:t>
      </w:r>
      <w:r w:rsidRPr="00EB5E7A">
        <w:rPr>
          <w:rFonts w:eastAsia="Times New Roman" w:cs="Calibri"/>
          <w:iCs/>
          <w:sz w:val="20"/>
          <w:szCs w:val="20"/>
          <w:lang w:eastAsia="ar-SA"/>
        </w:rPr>
        <w:t xml:space="preserve"> podpis kwalifikowany lub podpis osobisty lub podpis zaufany</w:t>
      </w:r>
      <w:r w:rsidRPr="00EB5E7A">
        <w:rPr>
          <w:rFonts w:eastAsia="Times New Roman" w:cs="Calibri"/>
          <w:sz w:val="20"/>
          <w:szCs w:val="20"/>
          <w:lang w:eastAsia="ar-SA"/>
        </w:rPr>
        <w:t xml:space="preserve">. </w:t>
      </w:r>
    </w:p>
    <w:sectPr w:rsidR="00145F9F" w:rsidRPr="00EB5E7A" w:rsidSect="006E5803">
      <w:headerReference w:type="default" r:id="rId7"/>
      <w:footerReference w:type="default" r:id="rId8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79DBB" w14:textId="77777777" w:rsidR="00341B54" w:rsidRDefault="00341B54" w:rsidP="00191191">
      <w:r>
        <w:separator/>
      </w:r>
    </w:p>
  </w:endnote>
  <w:endnote w:type="continuationSeparator" w:id="0">
    <w:p w14:paraId="3E1E8778" w14:textId="77777777" w:rsidR="00341B54" w:rsidRDefault="00341B54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400616"/>
      <w:docPartObj>
        <w:docPartGallery w:val="Page Numbers (Bottom of Page)"/>
        <w:docPartUnique/>
      </w:docPartObj>
    </w:sdtPr>
    <w:sdtEndPr/>
    <w:sdtContent>
      <w:p w14:paraId="6250AF44" w14:textId="33549A7A" w:rsidR="00891CF1" w:rsidRDefault="00891CF1">
        <w:pPr>
          <w:pStyle w:val="Stopka"/>
          <w:jc w:val="right"/>
        </w:pPr>
        <w:r w:rsidRPr="00891CF1">
          <w:rPr>
            <w:sz w:val="20"/>
            <w:szCs w:val="20"/>
          </w:rPr>
          <w:fldChar w:fldCharType="begin"/>
        </w:r>
        <w:r w:rsidRPr="00891CF1">
          <w:rPr>
            <w:sz w:val="20"/>
            <w:szCs w:val="20"/>
          </w:rPr>
          <w:instrText>PAGE   \* MERGEFORMAT</w:instrText>
        </w:r>
        <w:r w:rsidRPr="00891CF1">
          <w:rPr>
            <w:sz w:val="20"/>
            <w:szCs w:val="20"/>
          </w:rPr>
          <w:fldChar w:fldCharType="separate"/>
        </w:r>
        <w:r w:rsidRPr="00891CF1">
          <w:rPr>
            <w:sz w:val="20"/>
            <w:szCs w:val="20"/>
            <w:lang w:val="pl-PL"/>
          </w:rPr>
          <w:t>2</w:t>
        </w:r>
        <w:r w:rsidRPr="00891CF1">
          <w:rPr>
            <w:sz w:val="20"/>
            <w:szCs w:val="20"/>
          </w:rPr>
          <w:fldChar w:fldCharType="end"/>
        </w:r>
      </w:p>
    </w:sdtContent>
  </w:sdt>
  <w:p w14:paraId="01430F39" w14:textId="77777777" w:rsidR="00891CF1" w:rsidRDefault="00891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13CEF" w14:textId="77777777" w:rsidR="00341B54" w:rsidRDefault="00341B54" w:rsidP="00191191">
      <w:r>
        <w:separator/>
      </w:r>
    </w:p>
  </w:footnote>
  <w:footnote w:type="continuationSeparator" w:id="0">
    <w:p w14:paraId="7E2351C7" w14:textId="77777777" w:rsidR="00341B54" w:rsidRDefault="00341B54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CD12E" w14:textId="27B8A1C7" w:rsidR="00191191" w:rsidRPr="007910C0" w:rsidRDefault="007910C0" w:rsidP="007910C0">
    <w:pPr>
      <w:pStyle w:val="Nagwek"/>
      <w:rPr>
        <w:rFonts w:cs="Calibri"/>
        <w:sz w:val="20"/>
        <w:szCs w:val="20"/>
      </w:rPr>
    </w:pPr>
    <w:r w:rsidRPr="00765898">
      <w:rPr>
        <w:rFonts w:cs="Calibri"/>
        <w:bCs/>
        <w:lang w:val="pl-PL"/>
      </w:rPr>
      <w:t>Numer sprawy:</w:t>
    </w:r>
    <w:r w:rsidRPr="00765898">
      <w:rPr>
        <w:rFonts w:cs="Calibri"/>
        <w:b/>
        <w:lang w:val="pl-PL"/>
      </w:rPr>
      <w:t xml:space="preserve"> </w:t>
    </w:r>
    <w:r w:rsidR="00031D95" w:rsidRPr="00031D95">
      <w:rPr>
        <w:rFonts w:cs="Calibri"/>
        <w:b/>
        <w:lang w:val="pl-PL"/>
      </w:rPr>
      <w:t>ZP.261.1</w:t>
    </w:r>
    <w:r w:rsidR="009071C3">
      <w:rPr>
        <w:rFonts w:cs="Calibri"/>
        <w:b/>
        <w:lang w:val="pl-PL"/>
      </w:rPr>
      <w:t>7</w:t>
    </w:r>
    <w:r w:rsidR="00031D95" w:rsidRPr="00031D95">
      <w:rPr>
        <w:rFonts w:cs="Calibri"/>
        <w:b/>
        <w:lang w:val="pl-P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2E7"/>
    <w:multiLevelType w:val="hybridMultilevel"/>
    <w:tmpl w:val="9EE41E16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3D48C6"/>
    <w:multiLevelType w:val="hybridMultilevel"/>
    <w:tmpl w:val="125EF73C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43C517A5"/>
    <w:multiLevelType w:val="hybridMultilevel"/>
    <w:tmpl w:val="53CE8728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464156819">
    <w:abstractNumId w:val="2"/>
  </w:num>
  <w:num w:numId="2" w16cid:durableId="2102950810">
    <w:abstractNumId w:val="1"/>
  </w:num>
  <w:num w:numId="3" w16cid:durableId="1903368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F54"/>
    <w:rsid w:val="0001598D"/>
    <w:rsid w:val="000200D3"/>
    <w:rsid w:val="00021643"/>
    <w:rsid w:val="00024E4F"/>
    <w:rsid w:val="0003077C"/>
    <w:rsid w:val="00031D95"/>
    <w:rsid w:val="00037ED6"/>
    <w:rsid w:val="00055D47"/>
    <w:rsid w:val="00072B1D"/>
    <w:rsid w:val="000810AC"/>
    <w:rsid w:val="00097646"/>
    <w:rsid w:val="000A4F81"/>
    <w:rsid w:val="000A6FF9"/>
    <w:rsid w:val="000C64B6"/>
    <w:rsid w:val="000D21D5"/>
    <w:rsid w:val="000D75F3"/>
    <w:rsid w:val="0011020D"/>
    <w:rsid w:val="00110327"/>
    <w:rsid w:val="00112F93"/>
    <w:rsid w:val="001257D4"/>
    <w:rsid w:val="001456A8"/>
    <w:rsid w:val="00145F9F"/>
    <w:rsid w:val="001530A5"/>
    <w:rsid w:val="00175D36"/>
    <w:rsid w:val="0017746D"/>
    <w:rsid w:val="00186B06"/>
    <w:rsid w:val="001870ED"/>
    <w:rsid w:val="00191191"/>
    <w:rsid w:val="001A4DB7"/>
    <w:rsid w:val="001A5387"/>
    <w:rsid w:val="001B592D"/>
    <w:rsid w:val="001B7A37"/>
    <w:rsid w:val="001B7CFB"/>
    <w:rsid w:val="001C48C1"/>
    <w:rsid w:val="001E03F8"/>
    <w:rsid w:val="001E52A5"/>
    <w:rsid w:val="002229AB"/>
    <w:rsid w:val="00223DCD"/>
    <w:rsid w:val="0023283E"/>
    <w:rsid w:val="00232BD3"/>
    <w:rsid w:val="002431BF"/>
    <w:rsid w:val="00254A74"/>
    <w:rsid w:val="00255829"/>
    <w:rsid w:val="0026084E"/>
    <w:rsid w:val="002640E4"/>
    <w:rsid w:val="002674B3"/>
    <w:rsid w:val="003070EF"/>
    <w:rsid w:val="00316C0F"/>
    <w:rsid w:val="00333C58"/>
    <w:rsid w:val="00334BDB"/>
    <w:rsid w:val="003406BE"/>
    <w:rsid w:val="00341B54"/>
    <w:rsid w:val="00343EFE"/>
    <w:rsid w:val="00345410"/>
    <w:rsid w:val="003537AA"/>
    <w:rsid w:val="003730E8"/>
    <w:rsid w:val="00396D6D"/>
    <w:rsid w:val="003A10EB"/>
    <w:rsid w:val="003F3553"/>
    <w:rsid w:val="00404920"/>
    <w:rsid w:val="0040735A"/>
    <w:rsid w:val="00407D1F"/>
    <w:rsid w:val="00422FB0"/>
    <w:rsid w:val="0042577F"/>
    <w:rsid w:val="00425C0F"/>
    <w:rsid w:val="00457168"/>
    <w:rsid w:val="00457BAB"/>
    <w:rsid w:val="00472A59"/>
    <w:rsid w:val="00486E93"/>
    <w:rsid w:val="004A2FC9"/>
    <w:rsid w:val="004A57DC"/>
    <w:rsid w:val="004B282B"/>
    <w:rsid w:val="004B48F8"/>
    <w:rsid w:val="004B4D78"/>
    <w:rsid w:val="004C1960"/>
    <w:rsid w:val="004D21FE"/>
    <w:rsid w:val="004E6AD7"/>
    <w:rsid w:val="004E6BC3"/>
    <w:rsid w:val="00502E50"/>
    <w:rsid w:val="0050429A"/>
    <w:rsid w:val="00507944"/>
    <w:rsid w:val="0051504D"/>
    <w:rsid w:val="00517C8E"/>
    <w:rsid w:val="005323D1"/>
    <w:rsid w:val="00534D72"/>
    <w:rsid w:val="00536665"/>
    <w:rsid w:val="0054379A"/>
    <w:rsid w:val="0055602F"/>
    <w:rsid w:val="0056786C"/>
    <w:rsid w:val="00572A83"/>
    <w:rsid w:val="00580B9C"/>
    <w:rsid w:val="0058674D"/>
    <w:rsid w:val="00594072"/>
    <w:rsid w:val="005A66B5"/>
    <w:rsid w:val="005B27A6"/>
    <w:rsid w:val="005C2265"/>
    <w:rsid w:val="005F606A"/>
    <w:rsid w:val="005F689B"/>
    <w:rsid w:val="006042B2"/>
    <w:rsid w:val="00604637"/>
    <w:rsid w:val="00607813"/>
    <w:rsid w:val="00612D20"/>
    <w:rsid w:val="006417F7"/>
    <w:rsid w:val="006534DE"/>
    <w:rsid w:val="0065358A"/>
    <w:rsid w:val="006606BA"/>
    <w:rsid w:val="006662E2"/>
    <w:rsid w:val="006C3957"/>
    <w:rsid w:val="006D03C7"/>
    <w:rsid w:val="006E5803"/>
    <w:rsid w:val="006F1371"/>
    <w:rsid w:val="007012FA"/>
    <w:rsid w:val="0070597F"/>
    <w:rsid w:val="0071024D"/>
    <w:rsid w:val="00711822"/>
    <w:rsid w:val="00713193"/>
    <w:rsid w:val="00727773"/>
    <w:rsid w:val="0075145D"/>
    <w:rsid w:val="00753347"/>
    <w:rsid w:val="007544B5"/>
    <w:rsid w:val="00760706"/>
    <w:rsid w:val="007619D4"/>
    <w:rsid w:val="00764482"/>
    <w:rsid w:val="00765898"/>
    <w:rsid w:val="007702C8"/>
    <w:rsid w:val="007811D0"/>
    <w:rsid w:val="007833A0"/>
    <w:rsid w:val="007910C0"/>
    <w:rsid w:val="00792930"/>
    <w:rsid w:val="007C3E05"/>
    <w:rsid w:val="007D0DAE"/>
    <w:rsid w:val="007D34FA"/>
    <w:rsid w:val="007F1729"/>
    <w:rsid w:val="00817B5C"/>
    <w:rsid w:val="00820018"/>
    <w:rsid w:val="008336B7"/>
    <w:rsid w:val="00836331"/>
    <w:rsid w:val="0086704E"/>
    <w:rsid w:val="00871673"/>
    <w:rsid w:val="008803EE"/>
    <w:rsid w:val="00881AAF"/>
    <w:rsid w:val="00891CF1"/>
    <w:rsid w:val="008A2D17"/>
    <w:rsid w:val="008B29C6"/>
    <w:rsid w:val="008B463B"/>
    <w:rsid w:val="008B59AC"/>
    <w:rsid w:val="008D6E44"/>
    <w:rsid w:val="008E1A58"/>
    <w:rsid w:val="00905EEA"/>
    <w:rsid w:val="009071C3"/>
    <w:rsid w:val="00911C66"/>
    <w:rsid w:val="00913E6C"/>
    <w:rsid w:val="00925970"/>
    <w:rsid w:val="009374D6"/>
    <w:rsid w:val="00937508"/>
    <w:rsid w:val="00937582"/>
    <w:rsid w:val="00955924"/>
    <w:rsid w:val="009707A4"/>
    <w:rsid w:val="00973C90"/>
    <w:rsid w:val="00976AEE"/>
    <w:rsid w:val="00995C9D"/>
    <w:rsid w:val="009C2DA5"/>
    <w:rsid w:val="009D74D1"/>
    <w:rsid w:val="009E1C4A"/>
    <w:rsid w:val="009E202A"/>
    <w:rsid w:val="009F00FE"/>
    <w:rsid w:val="009F0ED8"/>
    <w:rsid w:val="009F20DB"/>
    <w:rsid w:val="00A050A8"/>
    <w:rsid w:val="00A12B27"/>
    <w:rsid w:val="00A13EA2"/>
    <w:rsid w:val="00A23015"/>
    <w:rsid w:val="00A334E0"/>
    <w:rsid w:val="00A410EB"/>
    <w:rsid w:val="00A575E0"/>
    <w:rsid w:val="00A6101E"/>
    <w:rsid w:val="00AB1A08"/>
    <w:rsid w:val="00AB7811"/>
    <w:rsid w:val="00AB7DCB"/>
    <w:rsid w:val="00AD15A5"/>
    <w:rsid w:val="00AD2B5B"/>
    <w:rsid w:val="00AD6CA4"/>
    <w:rsid w:val="00B025B5"/>
    <w:rsid w:val="00B072DE"/>
    <w:rsid w:val="00B23FFB"/>
    <w:rsid w:val="00B46F47"/>
    <w:rsid w:val="00B551E6"/>
    <w:rsid w:val="00B662CF"/>
    <w:rsid w:val="00B7542A"/>
    <w:rsid w:val="00B825D5"/>
    <w:rsid w:val="00B952F1"/>
    <w:rsid w:val="00BA0F4A"/>
    <w:rsid w:val="00BA7863"/>
    <w:rsid w:val="00BB54C4"/>
    <w:rsid w:val="00BB624B"/>
    <w:rsid w:val="00BB6ADF"/>
    <w:rsid w:val="00BD148D"/>
    <w:rsid w:val="00BE6561"/>
    <w:rsid w:val="00BF56EF"/>
    <w:rsid w:val="00C04883"/>
    <w:rsid w:val="00C10F64"/>
    <w:rsid w:val="00C136F1"/>
    <w:rsid w:val="00C41C4E"/>
    <w:rsid w:val="00C74BC8"/>
    <w:rsid w:val="00C91CB0"/>
    <w:rsid w:val="00C95065"/>
    <w:rsid w:val="00CA47AE"/>
    <w:rsid w:val="00CC47A7"/>
    <w:rsid w:val="00CD09E5"/>
    <w:rsid w:val="00CD1224"/>
    <w:rsid w:val="00CD60C3"/>
    <w:rsid w:val="00CF08F0"/>
    <w:rsid w:val="00CF1EB0"/>
    <w:rsid w:val="00CF7482"/>
    <w:rsid w:val="00D052A9"/>
    <w:rsid w:val="00D2478D"/>
    <w:rsid w:val="00D425BD"/>
    <w:rsid w:val="00D561A7"/>
    <w:rsid w:val="00D718A4"/>
    <w:rsid w:val="00D76D87"/>
    <w:rsid w:val="00D76FF0"/>
    <w:rsid w:val="00DA040A"/>
    <w:rsid w:val="00DA78B2"/>
    <w:rsid w:val="00DC5237"/>
    <w:rsid w:val="00DD5F3E"/>
    <w:rsid w:val="00DE03A3"/>
    <w:rsid w:val="00DE7119"/>
    <w:rsid w:val="00DF6A12"/>
    <w:rsid w:val="00E051BB"/>
    <w:rsid w:val="00E074DF"/>
    <w:rsid w:val="00E31835"/>
    <w:rsid w:val="00E43FC8"/>
    <w:rsid w:val="00E457B4"/>
    <w:rsid w:val="00E47ECB"/>
    <w:rsid w:val="00E61798"/>
    <w:rsid w:val="00E717AA"/>
    <w:rsid w:val="00E72B96"/>
    <w:rsid w:val="00E75F04"/>
    <w:rsid w:val="00EA442C"/>
    <w:rsid w:val="00EA4D46"/>
    <w:rsid w:val="00EB5E7A"/>
    <w:rsid w:val="00EC068D"/>
    <w:rsid w:val="00EC5201"/>
    <w:rsid w:val="00EE24B2"/>
    <w:rsid w:val="00EE31B2"/>
    <w:rsid w:val="00EE367F"/>
    <w:rsid w:val="00EF15B7"/>
    <w:rsid w:val="00EF6684"/>
    <w:rsid w:val="00F04AD1"/>
    <w:rsid w:val="00F147A1"/>
    <w:rsid w:val="00F17D7D"/>
    <w:rsid w:val="00F268A8"/>
    <w:rsid w:val="00F304E2"/>
    <w:rsid w:val="00F33851"/>
    <w:rsid w:val="00F34A62"/>
    <w:rsid w:val="00F3638E"/>
    <w:rsid w:val="00F636DE"/>
    <w:rsid w:val="00F84AA0"/>
    <w:rsid w:val="00FB5435"/>
    <w:rsid w:val="00FC1E09"/>
    <w:rsid w:val="00FD6C11"/>
    <w:rsid w:val="00FE05CD"/>
    <w:rsid w:val="00FE4A27"/>
    <w:rsid w:val="00FF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FFB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A538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560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803"/>
    <w:pPr>
      <w:widowControl w:val="0"/>
    </w:pPr>
    <w:rPr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803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58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2023-05-30T10:28:00Z</dcterms:created>
  <dcterms:modified xsi:type="dcterms:W3CDTF">2025-05-15T10:41:00Z</dcterms:modified>
</cp:coreProperties>
</file>