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366D" w14:textId="79F8A2C4" w:rsidR="007910C0" w:rsidRPr="007910C0" w:rsidRDefault="007910C0" w:rsidP="007910C0">
      <w:pPr>
        <w:tabs>
          <w:tab w:val="left" w:pos="7591"/>
        </w:tabs>
        <w:spacing w:before="69"/>
        <w:ind w:left="115"/>
        <w:jc w:val="right"/>
        <w:rPr>
          <w:rFonts w:asciiTheme="minorHAnsi" w:eastAsia="Times New Roman" w:hAnsiTheme="minorHAnsi" w:cstheme="minorHAnsi"/>
          <w:b/>
        </w:rPr>
      </w:pPr>
      <w:r w:rsidRPr="007910C0">
        <w:rPr>
          <w:rFonts w:asciiTheme="minorHAnsi" w:hAnsiTheme="minorHAnsi" w:cstheme="minorHAnsi"/>
          <w:b/>
          <w:sz w:val="24"/>
          <w:szCs w:val="24"/>
        </w:rPr>
        <w:t>Zał</w:t>
      </w:r>
      <w:r w:rsidR="00A12B27">
        <w:rPr>
          <w:rFonts w:asciiTheme="minorHAnsi" w:hAnsiTheme="minorHAnsi" w:cstheme="minorHAnsi"/>
          <w:b/>
          <w:sz w:val="24"/>
          <w:szCs w:val="24"/>
        </w:rPr>
        <w:t>.</w:t>
      </w:r>
      <w:r w:rsidRPr="007910C0">
        <w:rPr>
          <w:rFonts w:asciiTheme="minorHAnsi" w:hAnsiTheme="minorHAnsi" w:cstheme="minorHAnsi"/>
          <w:b/>
          <w:sz w:val="24"/>
          <w:szCs w:val="24"/>
        </w:rPr>
        <w:t xml:space="preserve"> nr </w:t>
      </w:r>
      <w:r w:rsidR="009F5AE9">
        <w:rPr>
          <w:rFonts w:asciiTheme="minorHAnsi" w:hAnsiTheme="minorHAnsi" w:cstheme="minorHAnsi"/>
          <w:b/>
          <w:sz w:val="24"/>
          <w:szCs w:val="24"/>
        </w:rPr>
        <w:t>10</w:t>
      </w:r>
      <w:r w:rsidRPr="007910C0">
        <w:rPr>
          <w:rFonts w:asciiTheme="minorHAnsi" w:hAnsiTheme="minorHAnsi" w:cstheme="minorHAnsi"/>
          <w:b/>
          <w:sz w:val="24"/>
          <w:szCs w:val="24"/>
        </w:rPr>
        <w:t xml:space="preserve"> do SWZ</w:t>
      </w:r>
      <w:r>
        <w:rPr>
          <w:rFonts w:asciiTheme="minorHAnsi" w:hAnsiTheme="minorHAnsi" w:cstheme="minorHAnsi"/>
          <w:b/>
          <w:sz w:val="24"/>
          <w:szCs w:val="24"/>
        </w:rPr>
        <w:t xml:space="preserve"> (wzór)</w:t>
      </w:r>
    </w:p>
    <w:p w14:paraId="7B12DB38" w14:textId="77777777" w:rsidR="007910C0" w:rsidRPr="007910C0" w:rsidRDefault="007910C0" w:rsidP="007910C0">
      <w:pPr>
        <w:spacing w:after="30" w:line="259" w:lineRule="auto"/>
        <w:jc w:val="right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7CDE1A63" w14:textId="77777777" w:rsidR="000B2846" w:rsidRPr="000B2846" w:rsidRDefault="000B2846" w:rsidP="0018723D">
      <w:pPr>
        <w:jc w:val="right"/>
        <w:rPr>
          <w:rFonts w:asciiTheme="minorHAnsi" w:hAnsiTheme="minorHAnsi" w:cstheme="minorHAnsi"/>
          <w:b/>
        </w:rPr>
      </w:pPr>
      <w:r w:rsidRPr="000B2846">
        <w:rPr>
          <w:rFonts w:asciiTheme="minorHAnsi" w:hAnsiTheme="minorHAnsi" w:cstheme="minorHAnsi"/>
          <w:b/>
        </w:rPr>
        <w:t>Zamawiający:</w:t>
      </w:r>
    </w:p>
    <w:p w14:paraId="6FA74CA9" w14:textId="77777777" w:rsidR="000B2846" w:rsidRPr="000B2846" w:rsidRDefault="000B2846" w:rsidP="0018723D">
      <w:pPr>
        <w:jc w:val="right"/>
        <w:rPr>
          <w:rFonts w:asciiTheme="minorHAnsi" w:hAnsiTheme="minorHAnsi" w:cstheme="minorHAnsi"/>
          <w:b/>
        </w:rPr>
      </w:pPr>
      <w:r w:rsidRPr="000B2846">
        <w:rPr>
          <w:rFonts w:asciiTheme="minorHAnsi" w:hAnsiTheme="minorHAnsi" w:cstheme="minorHAnsi"/>
          <w:b/>
        </w:rPr>
        <w:t>Zarząd Infrastruktury Wodnej</w:t>
      </w:r>
    </w:p>
    <w:p w14:paraId="6870525E" w14:textId="77777777" w:rsidR="000B2846" w:rsidRDefault="000B2846" w:rsidP="0018723D">
      <w:pPr>
        <w:jc w:val="right"/>
        <w:rPr>
          <w:rFonts w:asciiTheme="minorHAnsi" w:hAnsiTheme="minorHAnsi" w:cstheme="minorHAnsi"/>
          <w:b/>
        </w:rPr>
      </w:pPr>
      <w:r w:rsidRPr="000B2846">
        <w:rPr>
          <w:rFonts w:asciiTheme="minorHAnsi" w:hAnsiTheme="minorHAnsi" w:cstheme="minorHAnsi"/>
          <w:b/>
        </w:rPr>
        <w:t>os. Szkolne 27, 31-977 Kraków</w:t>
      </w:r>
    </w:p>
    <w:p w14:paraId="107FB9EF" w14:textId="77777777" w:rsidR="000B2846" w:rsidRDefault="000B2846" w:rsidP="000B2846">
      <w:pPr>
        <w:rPr>
          <w:rFonts w:asciiTheme="minorHAnsi" w:hAnsiTheme="minorHAnsi" w:cstheme="minorHAnsi"/>
          <w:b/>
        </w:rPr>
      </w:pPr>
    </w:p>
    <w:p w14:paraId="752FDE20" w14:textId="3814C96A" w:rsidR="00A12B27" w:rsidRPr="00E82104" w:rsidRDefault="00A12B27" w:rsidP="000B2846">
      <w:pPr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b/>
        </w:rPr>
        <w:t xml:space="preserve">Wykonawca: </w:t>
      </w:r>
    </w:p>
    <w:p w14:paraId="486955BB" w14:textId="77777777" w:rsidR="00A12B27" w:rsidRPr="00E82104" w:rsidRDefault="00A12B27" w:rsidP="00A12B27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……………………………………………………..…</w:t>
      </w:r>
    </w:p>
    <w:p w14:paraId="0C0AB430" w14:textId="77777777" w:rsidR="00A12B27" w:rsidRPr="00E82104" w:rsidRDefault="00A12B27" w:rsidP="00A12B27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11AF5355" w14:textId="77777777" w:rsidR="00A12B27" w:rsidRDefault="00A12B27" w:rsidP="00A12B27">
      <w:pPr>
        <w:ind w:left="-5" w:right="5772"/>
        <w:rPr>
          <w:rFonts w:asciiTheme="minorHAnsi" w:hAnsiTheme="minorHAnsi" w:cstheme="minorHAnsi"/>
          <w:i/>
          <w:sz w:val="20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(pełna nazwa/firma, adres, w zależności </w:t>
      </w:r>
    </w:p>
    <w:p w14:paraId="0E1C98B5" w14:textId="77777777" w:rsidR="00A12B27" w:rsidRPr="00E82104" w:rsidRDefault="00A12B27" w:rsidP="00A12B27">
      <w:pPr>
        <w:ind w:left="-5" w:right="5772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 xml:space="preserve">od podmiotu: NIP/PESEL, KRS/CEiDG) </w:t>
      </w:r>
    </w:p>
    <w:p w14:paraId="7A1B0D66" w14:textId="77777777" w:rsidR="00A12B27" w:rsidRPr="00E82104" w:rsidRDefault="00A12B27" w:rsidP="00A12B27">
      <w:pPr>
        <w:ind w:right="354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u w:val="single" w:color="000000"/>
        </w:rPr>
        <w:t>reprezentowany przez:</w:t>
      </w:r>
      <w:r w:rsidRPr="00E82104">
        <w:rPr>
          <w:rFonts w:asciiTheme="minorHAnsi" w:hAnsiTheme="minorHAnsi" w:cstheme="minorHAnsi"/>
        </w:rPr>
        <w:t xml:space="preserve"> </w:t>
      </w:r>
    </w:p>
    <w:p w14:paraId="7ADE045A" w14:textId="77777777" w:rsidR="00A12B27" w:rsidRPr="00E82104" w:rsidRDefault="00A12B27" w:rsidP="00A12B27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>………………………………………………………</w:t>
      </w:r>
    </w:p>
    <w:p w14:paraId="3259EC1A" w14:textId="77777777" w:rsidR="00A12B27" w:rsidRPr="00E82104" w:rsidRDefault="00A12B27" w:rsidP="00A12B27">
      <w:pPr>
        <w:ind w:left="-5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3EC38194" w14:textId="77777777" w:rsidR="00A12B27" w:rsidRPr="001D6F1A" w:rsidRDefault="00A12B27" w:rsidP="00A12B27">
      <w:pPr>
        <w:spacing w:after="27" w:line="249" w:lineRule="auto"/>
        <w:ind w:left="-5" w:right="5772"/>
        <w:rPr>
          <w:rFonts w:asciiTheme="minorHAnsi" w:hAnsiTheme="minorHAnsi" w:cstheme="minorHAnsi"/>
        </w:rPr>
      </w:pPr>
      <w:r w:rsidRPr="00E82104">
        <w:rPr>
          <w:rFonts w:asciiTheme="minorHAnsi" w:hAnsiTheme="minorHAnsi" w:cstheme="minorHAnsi"/>
          <w:i/>
          <w:sz w:val="20"/>
        </w:rPr>
        <w:t xml:space="preserve">(imię, </w:t>
      </w:r>
      <w:r w:rsidRPr="001D6F1A">
        <w:rPr>
          <w:rFonts w:asciiTheme="minorHAnsi" w:hAnsiTheme="minorHAnsi" w:cstheme="minorHAnsi"/>
          <w:i/>
          <w:sz w:val="20"/>
        </w:rPr>
        <w:t xml:space="preserve">nazwisko, stanowisko/podstawa do reprezentacji) </w:t>
      </w:r>
    </w:p>
    <w:p w14:paraId="6D4EE653" w14:textId="77777777" w:rsidR="00A12B27" w:rsidRPr="001D6F1A" w:rsidRDefault="00A12B27" w:rsidP="00A12B27">
      <w:pPr>
        <w:rPr>
          <w:rFonts w:asciiTheme="minorHAnsi" w:hAnsiTheme="minorHAnsi" w:cstheme="minorHAnsi"/>
          <w:b/>
        </w:rPr>
      </w:pPr>
    </w:p>
    <w:p w14:paraId="12C15E61" w14:textId="41E835D6" w:rsidR="001B7CFB" w:rsidRDefault="001B7CFB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46619B4" w14:textId="77777777" w:rsidR="007910C0" w:rsidRPr="007910C0" w:rsidRDefault="007910C0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03C01C8" w14:textId="05C1D9A8" w:rsidR="00EF6684" w:rsidRPr="00976AEE" w:rsidRDefault="004A57DC" w:rsidP="00FD6C1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76AEE">
        <w:rPr>
          <w:rFonts w:asciiTheme="minorHAnsi" w:hAnsiTheme="minorHAnsi" w:cstheme="minorHAnsi"/>
          <w:b/>
          <w:sz w:val="28"/>
          <w:szCs w:val="28"/>
        </w:rPr>
        <w:t>WYKAZ OSÓB</w:t>
      </w:r>
    </w:p>
    <w:p w14:paraId="78C7A2EC" w14:textId="77777777" w:rsidR="00976AEE" w:rsidRPr="00A12B27" w:rsidRDefault="00976AEE" w:rsidP="00FD6C11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C4F09BA" w14:textId="620ECAC0" w:rsidR="00AB7DCB" w:rsidRPr="007910C0" w:rsidRDefault="00A050A8" w:rsidP="00905EEA">
      <w:pPr>
        <w:jc w:val="both"/>
        <w:rPr>
          <w:rFonts w:asciiTheme="minorHAnsi" w:hAnsiTheme="minorHAnsi" w:cstheme="minorHAnsi"/>
        </w:rPr>
      </w:pPr>
      <w:r w:rsidRPr="007910C0">
        <w:rPr>
          <w:rFonts w:asciiTheme="minorHAnsi" w:hAnsiTheme="minorHAnsi" w:cstheme="minorHAnsi"/>
        </w:rPr>
        <w:t>wykaz osób, skierowanych przez wykonawcę do realizacji zamówienia publicznego, wraz z informacjami na temat ich uprawnień niezbędnych do wykonania zamówienia publicznego, a także zakresu wykonanych przez nie czynności oraz informacją o podstawie do dysponowania tymi osobami</w:t>
      </w:r>
    </w:p>
    <w:p w14:paraId="2F351D5B" w14:textId="77777777" w:rsidR="00A050A8" w:rsidRPr="007910C0" w:rsidRDefault="00A050A8" w:rsidP="00AB7DC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2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1887"/>
        <w:gridCol w:w="2126"/>
        <w:gridCol w:w="3969"/>
        <w:gridCol w:w="3827"/>
      </w:tblGrid>
      <w:tr w:rsidR="001B592D" w:rsidRPr="007910C0" w14:paraId="31956C43" w14:textId="77777777" w:rsidTr="001B592D">
        <w:trPr>
          <w:jc w:val="center"/>
        </w:trPr>
        <w:tc>
          <w:tcPr>
            <w:tcW w:w="660" w:type="dxa"/>
            <w:vAlign w:val="center"/>
          </w:tcPr>
          <w:p w14:paraId="23B3FE68" w14:textId="4CE4E339" w:rsidR="001B592D" w:rsidRPr="007910C0" w:rsidRDefault="001B592D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Lp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887" w:type="dxa"/>
            <w:vAlign w:val="center"/>
          </w:tcPr>
          <w:p w14:paraId="5E2C4B0D" w14:textId="15619D67" w:rsidR="001B592D" w:rsidRPr="007910C0" w:rsidRDefault="001B592D" w:rsidP="001B592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Stanowisko</w:t>
            </w:r>
          </w:p>
        </w:tc>
        <w:tc>
          <w:tcPr>
            <w:tcW w:w="2126" w:type="dxa"/>
            <w:vAlign w:val="center"/>
          </w:tcPr>
          <w:p w14:paraId="4B33A729" w14:textId="27721214" w:rsidR="001B592D" w:rsidRPr="007910C0" w:rsidRDefault="001B592D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</w:tc>
        <w:tc>
          <w:tcPr>
            <w:tcW w:w="3969" w:type="dxa"/>
            <w:vAlign w:val="center"/>
          </w:tcPr>
          <w:p w14:paraId="17A09F65" w14:textId="1B738C78" w:rsidR="001B592D" w:rsidRPr="007910C0" w:rsidRDefault="001B592D" w:rsidP="005867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 posiadanych uprawnień/ świadectw/</w:t>
            </w:r>
            <w:r w:rsidR="00F304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certyfikatów</w:t>
            </w:r>
            <w:r w:rsidRPr="00CD60C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zgodnie z określonym warunkiem udziału </w:t>
            </w:r>
            <w:r w:rsidR="00F304E2">
              <w:rPr>
                <w:rFonts w:asciiTheme="minorHAnsi" w:hAnsiTheme="minorHAnsi" w:cstheme="minorHAnsi"/>
                <w:sz w:val="18"/>
                <w:szCs w:val="18"/>
              </w:rPr>
              <w:t xml:space="preserve">w postępowaniu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dla poszczególnych osób </w:t>
            </w:r>
            <w:r w:rsidR="00F304E2">
              <w:rPr>
                <w:rFonts w:asciiTheme="minorHAnsi" w:hAnsiTheme="minorHAnsi" w:cstheme="minorHAnsi"/>
                <w:sz w:val="18"/>
                <w:szCs w:val="18"/>
              </w:rPr>
              <w:t xml:space="preserve">skierowanych do realizacji zamówienia </w:t>
            </w:r>
          </w:p>
        </w:tc>
        <w:tc>
          <w:tcPr>
            <w:tcW w:w="3827" w:type="dxa"/>
            <w:vAlign w:val="center"/>
          </w:tcPr>
          <w:p w14:paraId="3FBC304A" w14:textId="2E47983D" w:rsidR="001B592D" w:rsidRPr="007910C0" w:rsidRDefault="001B592D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Informacja o zasobach własnych lub podmiotu udostępniającego zasoby</w:t>
            </w:r>
            <w:r w:rsidRPr="007910C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zgodnie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art. 118 ustawy Prawo zamówień publicznych</w:t>
            </w:r>
          </w:p>
        </w:tc>
      </w:tr>
      <w:tr w:rsidR="001B592D" w:rsidRPr="007910C0" w14:paraId="629CEE4A" w14:textId="77777777" w:rsidTr="001B592D">
        <w:trPr>
          <w:trHeight w:val="70"/>
          <w:jc w:val="center"/>
        </w:trPr>
        <w:tc>
          <w:tcPr>
            <w:tcW w:w="660" w:type="dxa"/>
            <w:vAlign w:val="center"/>
          </w:tcPr>
          <w:p w14:paraId="553497B1" w14:textId="77F9FD36" w:rsidR="001B592D" w:rsidRPr="007910C0" w:rsidRDefault="0067019A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1B592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887" w:type="dxa"/>
          </w:tcPr>
          <w:p w14:paraId="38BE279C" w14:textId="77777777" w:rsidR="00E75F04" w:rsidRDefault="00E75F04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A3074C" w14:textId="08D414CA" w:rsidR="00E72B96" w:rsidRPr="007910C0" w:rsidRDefault="00E72B96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DAC4B06" w14:textId="2B08B20B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5C70A55" w14:textId="6E37F93E" w:rsidR="001B592D" w:rsidRPr="007910C0" w:rsidRDefault="001B592D" w:rsidP="002431BF">
            <w:pPr>
              <w:numPr>
                <w:ilvl w:val="0"/>
                <w:numId w:val="2"/>
              </w:numPr>
              <w:ind w:left="32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64753A25" w14:textId="5B0AEFAA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własny</w:t>
            </w:r>
          </w:p>
          <w:p w14:paraId="00449BA0" w14:textId="77777777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podmiotu udostępniającego:</w:t>
            </w:r>
          </w:p>
          <w:p w14:paraId="6312F81A" w14:textId="77777777" w:rsidR="001B592D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69C4F960" w14:textId="77777777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………………………………….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………………….</w:t>
            </w:r>
          </w:p>
          <w:p w14:paraId="449FD0BC" w14:textId="77777777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(podmiotu udostępniającego zasób)</w:t>
            </w:r>
          </w:p>
          <w:p w14:paraId="4217959D" w14:textId="77777777" w:rsidR="001B592D" w:rsidRPr="007910C0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E9DE963" w14:textId="77777777" w:rsidR="001B592D" w:rsidRDefault="001B592D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  <w:p w14:paraId="2FE440F6" w14:textId="34A37A77" w:rsidR="002674B3" w:rsidRPr="007910C0" w:rsidRDefault="002674B3" w:rsidP="007811D0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B592D" w:rsidRPr="007910C0" w14:paraId="3F961A6D" w14:textId="77777777" w:rsidTr="001B592D">
        <w:trPr>
          <w:trHeight w:val="70"/>
          <w:jc w:val="center"/>
        </w:trPr>
        <w:tc>
          <w:tcPr>
            <w:tcW w:w="660" w:type="dxa"/>
            <w:vAlign w:val="center"/>
          </w:tcPr>
          <w:p w14:paraId="540D0C66" w14:textId="69D815EB" w:rsidR="001B592D" w:rsidRDefault="004C1DCF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1887" w:type="dxa"/>
          </w:tcPr>
          <w:p w14:paraId="70E06750" w14:textId="77777777" w:rsidR="001B592D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3A18F62" w14:textId="21CDCD90" w:rsidR="00E72B96" w:rsidRPr="007910C0" w:rsidRDefault="00E72B96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8064C6A" w14:textId="77777777" w:rsidR="001B592D" w:rsidRPr="007910C0" w:rsidRDefault="001B592D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4AE3F9E" w14:textId="77777777" w:rsidR="001B592D" w:rsidRPr="007910C0" w:rsidRDefault="001B592D" w:rsidP="00486E93">
            <w:pPr>
              <w:numPr>
                <w:ilvl w:val="0"/>
                <w:numId w:val="3"/>
              </w:numPr>
              <w:ind w:left="31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1BF4471B" w14:textId="77777777" w:rsidR="004C1DCF" w:rsidRPr="007910C0" w:rsidRDefault="004C1DCF" w:rsidP="004C1DCF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własny</w:t>
            </w:r>
          </w:p>
          <w:p w14:paraId="0558A44A" w14:textId="77777777" w:rsidR="004C1DCF" w:rsidRPr="007910C0" w:rsidRDefault="004C1DCF" w:rsidP="004C1DCF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podmiotu udostępniającego:</w:t>
            </w:r>
          </w:p>
          <w:p w14:paraId="34A35751" w14:textId="77777777" w:rsidR="004C1DCF" w:rsidRDefault="004C1DCF" w:rsidP="004C1DCF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79598D3F" w14:textId="77777777" w:rsidR="004C1DCF" w:rsidRPr="007910C0" w:rsidRDefault="004C1DCF" w:rsidP="004C1DCF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………………………………….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………………….</w:t>
            </w:r>
          </w:p>
          <w:p w14:paraId="7B8CAD62" w14:textId="77777777" w:rsidR="004C1DCF" w:rsidRPr="007910C0" w:rsidRDefault="004C1DCF" w:rsidP="004C1DCF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(podmiotu udostępniającego zasób)</w:t>
            </w:r>
          </w:p>
          <w:p w14:paraId="5EE48069" w14:textId="77777777" w:rsidR="004C1DCF" w:rsidRPr="007910C0" w:rsidRDefault="004C1DCF" w:rsidP="004C1DCF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A941FD6" w14:textId="3F649FAE" w:rsidR="001B592D" w:rsidRPr="007910C0" w:rsidRDefault="004C1DCF" w:rsidP="00CD60C3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</w:tr>
      <w:tr w:rsidR="008E0938" w:rsidRPr="007910C0" w14:paraId="677260F9" w14:textId="77777777" w:rsidTr="001B592D">
        <w:trPr>
          <w:trHeight w:val="70"/>
          <w:jc w:val="center"/>
        </w:trPr>
        <w:tc>
          <w:tcPr>
            <w:tcW w:w="660" w:type="dxa"/>
            <w:vAlign w:val="center"/>
          </w:tcPr>
          <w:p w14:paraId="51134F24" w14:textId="4099DDA0" w:rsidR="008E0938" w:rsidRDefault="008E0938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887" w:type="dxa"/>
          </w:tcPr>
          <w:p w14:paraId="6CCFE853" w14:textId="77777777" w:rsidR="008E0938" w:rsidRDefault="008E0938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F10A698" w14:textId="77777777" w:rsidR="008E0938" w:rsidRPr="007910C0" w:rsidRDefault="008E0938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CD40B88" w14:textId="77777777" w:rsidR="008E0938" w:rsidRPr="007910C0" w:rsidRDefault="008E0938" w:rsidP="00486E93">
            <w:pPr>
              <w:numPr>
                <w:ilvl w:val="0"/>
                <w:numId w:val="3"/>
              </w:numPr>
              <w:ind w:left="31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7BBAEB5C" w14:textId="77777777" w:rsidR="008E0938" w:rsidRPr="007910C0" w:rsidRDefault="008E0938" w:rsidP="008E093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własny</w:t>
            </w:r>
          </w:p>
          <w:p w14:paraId="4CE4343D" w14:textId="77777777" w:rsidR="008E0938" w:rsidRPr="007910C0" w:rsidRDefault="008E0938" w:rsidP="008E093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Zasób podmiotu udostępniającego:</w:t>
            </w:r>
          </w:p>
          <w:p w14:paraId="69B4DFE6" w14:textId="77777777" w:rsidR="008E0938" w:rsidRDefault="008E0938" w:rsidP="008E093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5AFE6F4B" w14:textId="77777777" w:rsidR="008E0938" w:rsidRPr="007910C0" w:rsidRDefault="008E0938" w:rsidP="008E093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………………………………….</w:t>
            </w: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………………….</w:t>
            </w:r>
          </w:p>
          <w:p w14:paraId="6E0069EF" w14:textId="77777777" w:rsidR="008E0938" w:rsidRPr="007910C0" w:rsidRDefault="008E0938" w:rsidP="008E0938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(podmiotu udostępniającego zasób)</w:t>
            </w:r>
          </w:p>
          <w:p w14:paraId="20ECDFED" w14:textId="77777777" w:rsidR="008E0938" w:rsidRPr="007910C0" w:rsidRDefault="008E0938" w:rsidP="008E093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2DCB330E" w14:textId="3A57425E" w:rsidR="008E0938" w:rsidRPr="007910C0" w:rsidRDefault="008E0938" w:rsidP="008E093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</w:tr>
    </w:tbl>
    <w:p w14:paraId="1A6C0F5A" w14:textId="3AB51745" w:rsidR="00AB7DCB" w:rsidRDefault="00AB7DCB" w:rsidP="00AB7DCB">
      <w:pPr>
        <w:rPr>
          <w:rFonts w:asciiTheme="minorHAnsi" w:hAnsiTheme="minorHAnsi" w:cstheme="minorHAnsi"/>
          <w:sz w:val="18"/>
          <w:szCs w:val="18"/>
        </w:rPr>
      </w:pPr>
    </w:p>
    <w:p w14:paraId="2A589B68" w14:textId="244EBC00" w:rsidR="00937582" w:rsidRDefault="00937582" w:rsidP="00AB7DCB">
      <w:pPr>
        <w:rPr>
          <w:rFonts w:asciiTheme="minorHAnsi" w:hAnsiTheme="minorHAnsi" w:cstheme="minorHAnsi"/>
          <w:sz w:val="18"/>
          <w:szCs w:val="18"/>
        </w:rPr>
      </w:pPr>
    </w:p>
    <w:p w14:paraId="7B8F0FF5" w14:textId="3A64208B" w:rsidR="00937582" w:rsidRDefault="00937582" w:rsidP="00AB7DCB">
      <w:pPr>
        <w:rPr>
          <w:rFonts w:asciiTheme="minorHAnsi" w:hAnsiTheme="minorHAnsi" w:cstheme="minorHAnsi"/>
          <w:sz w:val="18"/>
          <w:szCs w:val="18"/>
        </w:rPr>
      </w:pPr>
    </w:p>
    <w:p w14:paraId="5A9B47F3" w14:textId="77777777" w:rsidR="003F3553" w:rsidRPr="003F3553" w:rsidRDefault="003F3553" w:rsidP="003F3553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ind w:left="-15"/>
        <w:rPr>
          <w:rFonts w:cs="Calibri"/>
          <w:sz w:val="20"/>
          <w:szCs w:val="20"/>
        </w:rPr>
      </w:pP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  <w:t>_______________ dnia __________roku</w:t>
      </w:r>
    </w:p>
    <w:p w14:paraId="12240BD3" w14:textId="77777777" w:rsidR="003F3553" w:rsidRPr="003F3553" w:rsidRDefault="003F3553" w:rsidP="003F3553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ind w:left="-15"/>
        <w:rPr>
          <w:rFonts w:cs="Calibri"/>
          <w:sz w:val="18"/>
          <w:szCs w:val="18"/>
        </w:rPr>
      </w:pP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  <w:r w:rsidRPr="003F3553">
        <w:rPr>
          <w:rFonts w:cs="Calibri"/>
          <w:sz w:val="20"/>
          <w:szCs w:val="20"/>
        </w:rPr>
        <w:tab/>
      </w:r>
    </w:p>
    <w:p w14:paraId="1C955E3E" w14:textId="77777777" w:rsidR="003F3553" w:rsidRPr="003F3553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18"/>
          <w:szCs w:val="18"/>
          <w:lang w:eastAsia="ar-SA"/>
        </w:rPr>
      </w:pPr>
      <w:r w:rsidRPr="003F3553">
        <w:rPr>
          <w:rFonts w:eastAsia="Times New Roman" w:cs="Calibri"/>
          <w:sz w:val="18"/>
          <w:szCs w:val="18"/>
          <w:lang w:eastAsia="ar-SA"/>
        </w:rPr>
        <w:t xml:space="preserve">  </w:t>
      </w:r>
      <w:bookmarkStart w:id="0" w:name="_Hlk61436620"/>
      <w:r w:rsidRPr="003F3553">
        <w:rPr>
          <w:rFonts w:eastAsia="Times New Roman" w:cs="Calibri"/>
          <w:sz w:val="18"/>
          <w:szCs w:val="18"/>
          <w:lang w:eastAsia="ar-SA"/>
        </w:rPr>
        <w:t>____________________________________________________</w:t>
      </w:r>
    </w:p>
    <w:p w14:paraId="294D2E44" w14:textId="77777777" w:rsidR="003F3553" w:rsidRPr="003F3553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16"/>
          <w:szCs w:val="16"/>
          <w:lang w:eastAsia="ar-SA"/>
        </w:rPr>
      </w:pPr>
      <w:r w:rsidRPr="003F3553">
        <w:rPr>
          <w:rFonts w:eastAsia="Times New Roman" w:cs="Calibri"/>
          <w:i/>
          <w:sz w:val="16"/>
          <w:szCs w:val="16"/>
          <w:lang w:eastAsia="ar-SA"/>
        </w:rPr>
        <w:t xml:space="preserve">podpis osoby prawidłowo umocowanej do składania oświadczeń wiedzy </w:t>
      </w:r>
      <w:r w:rsidRPr="003F3553">
        <w:rPr>
          <w:rFonts w:eastAsia="Times New Roman" w:cs="Calibri"/>
          <w:i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 ów</w:t>
      </w:r>
    </w:p>
    <w:bookmarkEnd w:id="0"/>
    <w:p w14:paraId="16A87BE6" w14:textId="77777777" w:rsidR="003F3553" w:rsidRPr="003F3553" w:rsidRDefault="003F3553" w:rsidP="003F3553">
      <w:pPr>
        <w:suppressAutoHyphens/>
        <w:jc w:val="both"/>
        <w:rPr>
          <w:rFonts w:eastAsia="Times New Roman" w:cs="Calibri"/>
          <w:sz w:val="20"/>
          <w:szCs w:val="20"/>
          <w:lang w:eastAsia="ar-SA"/>
        </w:rPr>
      </w:pPr>
    </w:p>
    <w:p w14:paraId="58A5DB61" w14:textId="77777777" w:rsidR="003F3553" w:rsidRPr="003F3553" w:rsidRDefault="003F3553" w:rsidP="003F3553">
      <w:pPr>
        <w:suppressAutoHyphens/>
        <w:jc w:val="both"/>
        <w:rPr>
          <w:rFonts w:eastAsia="Times New Roman" w:cs="Calibri"/>
          <w:sz w:val="20"/>
          <w:szCs w:val="20"/>
          <w:lang w:eastAsia="ar-SA"/>
        </w:rPr>
      </w:pPr>
    </w:p>
    <w:p w14:paraId="73B6617A" w14:textId="1FDB51AB" w:rsidR="003F3553" w:rsidRPr="003F3553" w:rsidRDefault="003F3553" w:rsidP="00836331">
      <w:pPr>
        <w:suppressAutoHyphens/>
        <w:jc w:val="both"/>
        <w:rPr>
          <w:rFonts w:cs="Calibri"/>
          <w:i/>
          <w:sz w:val="20"/>
          <w:szCs w:val="20"/>
        </w:rPr>
      </w:pPr>
      <w:r w:rsidRPr="003F3553">
        <w:rPr>
          <w:rFonts w:eastAsia="Times New Roman" w:cs="Calibri"/>
          <w:sz w:val="20"/>
          <w:szCs w:val="20"/>
          <w:lang w:eastAsia="ar-SA"/>
        </w:rPr>
        <w:t>Dokument wymaga podpisu elektronicznego. Przez podpis elektroniczny należy rozumieć:</w:t>
      </w:r>
      <w:r w:rsidRPr="003F3553">
        <w:rPr>
          <w:rFonts w:eastAsia="Times New Roman" w:cs="Calibri"/>
          <w:iCs/>
          <w:sz w:val="20"/>
          <w:szCs w:val="20"/>
          <w:lang w:eastAsia="ar-SA"/>
        </w:rPr>
        <w:t xml:space="preserve"> podpis kwalifikowany lub podpis osobisty lub podpis zaufany</w:t>
      </w:r>
      <w:r w:rsidRPr="003F3553">
        <w:rPr>
          <w:rFonts w:eastAsia="Times New Roman" w:cs="Calibri"/>
          <w:sz w:val="20"/>
          <w:szCs w:val="20"/>
          <w:lang w:eastAsia="ar-SA"/>
        </w:rPr>
        <w:t xml:space="preserve">. </w:t>
      </w:r>
    </w:p>
    <w:p w14:paraId="3BA3F53F" w14:textId="593DD967" w:rsidR="00145F9F" w:rsidRPr="007910C0" w:rsidRDefault="00145F9F" w:rsidP="003F3553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sectPr w:rsidR="00145F9F" w:rsidRPr="007910C0" w:rsidSect="006701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ECFFF" w14:textId="77777777" w:rsidR="009E1C4A" w:rsidRDefault="009E1C4A" w:rsidP="00191191">
      <w:r>
        <w:separator/>
      </w:r>
    </w:p>
  </w:endnote>
  <w:endnote w:type="continuationSeparator" w:id="0">
    <w:p w14:paraId="19D00241" w14:textId="77777777" w:rsidR="009E1C4A" w:rsidRDefault="009E1C4A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D72D" w14:textId="77777777" w:rsidR="004C1DCF" w:rsidRDefault="004C1D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33549A7A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Pr="00891CF1">
          <w:rPr>
            <w:sz w:val="20"/>
            <w:szCs w:val="20"/>
            <w:lang w:val="pl-PL"/>
          </w:rPr>
          <w:t>2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479C" w14:textId="77777777" w:rsidR="004C1DCF" w:rsidRDefault="004C1D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A6431" w14:textId="77777777" w:rsidR="009E1C4A" w:rsidRDefault="009E1C4A" w:rsidP="00191191">
      <w:r>
        <w:separator/>
      </w:r>
    </w:p>
  </w:footnote>
  <w:footnote w:type="continuationSeparator" w:id="0">
    <w:p w14:paraId="53796FF9" w14:textId="77777777" w:rsidR="009E1C4A" w:rsidRDefault="009E1C4A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B253" w14:textId="77777777" w:rsidR="004C1DCF" w:rsidRDefault="004C1D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4092" w14:textId="77777777" w:rsidR="00CB1305" w:rsidRDefault="00CB1305" w:rsidP="00CB1305">
    <w:pPr>
      <w:jc w:val="center"/>
      <w:rPr>
        <w:rFonts w:asciiTheme="minorHAnsi" w:hAnsiTheme="minorHAnsi" w:cstheme="minorHAnsi"/>
        <w:iCs/>
        <w:sz w:val="20"/>
        <w:szCs w:val="20"/>
        <w:lang w:eastAsia="pl-PL"/>
      </w:rPr>
    </w:pPr>
    <w:bookmarkStart w:id="1" w:name="_Hlk154136578"/>
    <w:r>
      <w:rPr>
        <w:rFonts w:asciiTheme="minorHAnsi" w:hAnsiTheme="minorHAnsi" w:cstheme="minorHAnsi"/>
        <w:iCs/>
        <w:sz w:val="20"/>
        <w:szCs w:val="20"/>
      </w:rPr>
      <w:t>SPECYFIKACJA WARUNKÓW ZAMÓWIENIA</w:t>
    </w:r>
  </w:p>
  <w:p w14:paraId="4E24D6BA" w14:textId="77777777" w:rsidR="004C1DCF" w:rsidRDefault="004C1DCF" w:rsidP="00CB1305">
    <w:pPr>
      <w:pStyle w:val="Nagwek"/>
      <w:jc w:val="center"/>
      <w:rPr>
        <w:rFonts w:asciiTheme="minorHAnsi" w:hAnsiTheme="minorHAnsi" w:cstheme="minorHAnsi"/>
        <w:sz w:val="16"/>
        <w:szCs w:val="16"/>
      </w:rPr>
    </w:pPr>
    <w:r w:rsidRPr="004C1DCF">
      <w:rPr>
        <w:rFonts w:asciiTheme="minorHAnsi" w:hAnsiTheme="minorHAnsi" w:cstheme="minorHAnsi"/>
        <w:sz w:val="16"/>
        <w:szCs w:val="16"/>
      </w:rPr>
      <w:t>Wykonanie w formule zaprojektuj i wybuduj budowy przepompowni NWS „Rybitwy” oraz budowy ogrodów deszczowych</w:t>
    </w:r>
  </w:p>
  <w:p w14:paraId="0060629A" w14:textId="7476A02B" w:rsidR="00CB1305" w:rsidRPr="004C1DCF" w:rsidRDefault="004C1DCF" w:rsidP="00CB1305">
    <w:pPr>
      <w:pStyle w:val="Nagwek"/>
      <w:jc w:val="center"/>
      <w:rPr>
        <w:rFonts w:asciiTheme="minorHAnsi" w:hAnsiTheme="minorHAnsi" w:cstheme="minorHAnsi"/>
        <w:sz w:val="16"/>
        <w:szCs w:val="16"/>
        <w:lang w:val="pl-PL"/>
      </w:rPr>
    </w:pPr>
    <w:r>
      <w:rPr>
        <w:rFonts w:asciiTheme="minorHAnsi" w:hAnsiTheme="minorHAnsi" w:cstheme="minorHAnsi"/>
        <w:sz w:val="16"/>
        <w:szCs w:val="16"/>
        <w:lang w:val="pl-PL"/>
      </w:rPr>
      <w:t>oznaczenie sprawy</w:t>
    </w:r>
    <w:r w:rsidR="00CB1305">
      <w:rPr>
        <w:rFonts w:asciiTheme="minorHAnsi" w:hAnsiTheme="minorHAnsi" w:cstheme="minorHAnsi"/>
        <w:sz w:val="16"/>
        <w:szCs w:val="16"/>
      </w:rPr>
      <w:t xml:space="preserve"> – </w:t>
    </w:r>
    <w:r>
      <w:rPr>
        <w:rFonts w:asciiTheme="minorHAnsi" w:hAnsiTheme="minorHAnsi" w:cstheme="minorHAnsi"/>
        <w:sz w:val="16"/>
        <w:szCs w:val="16"/>
        <w:lang w:val="pl-PL"/>
      </w:rPr>
      <w:t xml:space="preserve"> </w:t>
    </w:r>
    <w:bookmarkEnd w:id="1"/>
    <w:r w:rsidR="0025426E" w:rsidRPr="0025426E">
      <w:rPr>
        <w:rFonts w:asciiTheme="minorHAnsi" w:hAnsiTheme="minorHAnsi" w:cstheme="minorHAnsi"/>
        <w:sz w:val="16"/>
        <w:szCs w:val="16"/>
        <w:lang w:val="pl-PL"/>
      </w:rPr>
      <w:t>ZP.261.16.2025</w:t>
    </w:r>
  </w:p>
  <w:p w14:paraId="3C1CD12E" w14:textId="7C567976" w:rsidR="00191191" w:rsidRPr="00055F5C" w:rsidRDefault="00191191" w:rsidP="00055F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1570" w14:textId="77777777" w:rsidR="004C1DCF" w:rsidRDefault="004C1D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F54"/>
    <w:rsid w:val="0001598D"/>
    <w:rsid w:val="00021643"/>
    <w:rsid w:val="00024E4F"/>
    <w:rsid w:val="0003077C"/>
    <w:rsid w:val="00055D47"/>
    <w:rsid w:val="00055F5C"/>
    <w:rsid w:val="00072B1D"/>
    <w:rsid w:val="00097646"/>
    <w:rsid w:val="000A4F81"/>
    <w:rsid w:val="000A6FF9"/>
    <w:rsid w:val="000B2846"/>
    <w:rsid w:val="000C64B6"/>
    <w:rsid w:val="000D21D5"/>
    <w:rsid w:val="0011020D"/>
    <w:rsid w:val="00110327"/>
    <w:rsid w:val="00112F93"/>
    <w:rsid w:val="001257D4"/>
    <w:rsid w:val="001456A8"/>
    <w:rsid w:val="00145F9F"/>
    <w:rsid w:val="001530A5"/>
    <w:rsid w:val="00175D36"/>
    <w:rsid w:val="0017746D"/>
    <w:rsid w:val="00186B06"/>
    <w:rsid w:val="001870ED"/>
    <w:rsid w:val="0018723D"/>
    <w:rsid w:val="00191191"/>
    <w:rsid w:val="001A4DB7"/>
    <w:rsid w:val="001A5387"/>
    <w:rsid w:val="001B592D"/>
    <w:rsid w:val="001B7A37"/>
    <w:rsid w:val="001B7CFB"/>
    <w:rsid w:val="001C48C1"/>
    <w:rsid w:val="001E03F8"/>
    <w:rsid w:val="001F23E0"/>
    <w:rsid w:val="002229AB"/>
    <w:rsid w:val="00223DCD"/>
    <w:rsid w:val="00232BD3"/>
    <w:rsid w:val="002431BF"/>
    <w:rsid w:val="0025426E"/>
    <w:rsid w:val="00254A74"/>
    <w:rsid w:val="00255829"/>
    <w:rsid w:val="0026084E"/>
    <w:rsid w:val="002640E4"/>
    <w:rsid w:val="002674B3"/>
    <w:rsid w:val="003070EF"/>
    <w:rsid w:val="00316C0F"/>
    <w:rsid w:val="00333C58"/>
    <w:rsid w:val="00334BDB"/>
    <w:rsid w:val="003406BE"/>
    <w:rsid w:val="00343EFE"/>
    <w:rsid w:val="00345410"/>
    <w:rsid w:val="003537AA"/>
    <w:rsid w:val="003730E8"/>
    <w:rsid w:val="00396D6D"/>
    <w:rsid w:val="003A10EB"/>
    <w:rsid w:val="003F3553"/>
    <w:rsid w:val="00404920"/>
    <w:rsid w:val="0040735A"/>
    <w:rsid w:val="00407D1F"/>
    <w:rsid w:val="00422FB0"/>
    <w:rsid w:val="0042577F"/>
    <w:rsid w:val="00425C0F"/>
    <w:rsid w:val="00457168"/>
    <w:rsid w:val="00457BAB"/>
    <w:rsid w:val="00472A59"/>
    <w:rsid w:val="00486E93"/>
    <w:rsid w:val="004A57DC"/>
    <w:rsid w:val="004A6904"/>
    <w:rsid w:val="004B282B"/>
    <w:rsid w:val="004B48F8"/>
    <w:rsid w:val="004B4D78"/>
    <w:rsid w:val="004C1960"/>
    <w:rsid w:val="004C1DCF"/>
    <w:rsid w:val="004D21FE"/>
    <w:rsid w:val="004E6BC3"/>
    <w:rsid w:val="00502E50"/>
    <w:rsid w:val="0050429A"/>
    <w:rsid w:val="0051504D"/>
    <w:rsid w:val="00517C8E"/>
    <w:rsid w:val="005323D1"/>
    <w:rsid w:val="00536665"/>
    <w:rsid w:val="0055602F"/>
    <w:rsid w:val="0056786C"/>
    <w:rsid w:val="00580B9C"/>
    <w:rsid w:val="0058674D"/>
    <w:rsid w:val="00594072"/>
    <w:rsid w:val="005A66B5"/>
    <w:rsid w:val="005B27A6"/>
    <w:rsid w:val="005C2265"/>
    <w:rsid w:val="005D3C3A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7019A"/>
    <w:rsid w:val="006C3957"/>
    <w:rsid w:val="006D03C7"/>
    <w:rsid w:val="006F1371"/>
    <w:rsid w:val="007012FA"/>
    <w:rsid w:val="0070597F"/>
    <w:rsid w:val="0071024D"/>
    <w:rsid w:val="00711822"/>
    <w:rsid w:val="00713193"/>
    <w:rsid w:val="00727773"/>
    <w:rsid w:val="00753347"/>
    <w:rsid w:val="007544B5"/>
    <w:rsid w:val="00760706"/>
    <w:rsid w:val="007619D4"/>
    <w:rsid w:val="00764482"/>
    <w:rsid w:val="007702C8"/>
    <w:rsid w:val="007811D0"/>
    <w:rsid w:val="007833A0"/>
    <w:rsid w:val="007910C0"/>
    <w:rsid w:val="00792930"/>
    <w:rsid w:val="007C3E05"/>
    <w:rsid w:val="007D0DAE"/>
    <w:rsid w:val="007D34FA"/>
    <w:rsid w:val="007F1729"/>
    <w:rsid w:val="008170BD"/>
    <w:rsid w:val="00817B5C"/>
    <w:rsid w:val="008336B7"/>
    <w:rsid w:val="00836331"/>
    <w:rsid w:val="0086704E"/>
    <w:rsid w:val="008803EE"/>
    <w:rsid w:val="00881AAF"/>
    <w:rsid w:val="00891CF1"/>
    <w:rsid w:val="008A2D17"/>
    <w:rsid w:val="008B29C6"/>
    <w:rsid w:val="008B463B"/>
    <w:rsid w:val="008B59AC"/>
    <w:rsid w:val="008D6E44"/>
    <w:rsid w:val="008E0938"/>
    <w:rsid w:val="008E1A58"/>
    <w:rsid w:val="00905EEA"/>
    <w:rsid w:val="00911C66"/>
    <w:rsid w:val="00913E6C"/>
    <w:rsid w:val="00925970"/>
    <w:rsid w:val="009374D6"/>
    <w:rsid w:val="00937508"/>
    <w:rsid w:val="00937582"/>
    <w:rsid w:val="00955924"/>
    <w:rsid w:val="009707A4"/>
    <w:rsid w:val="00973C90"/>
    <w:rsid w:val="00976AEE"/>
    <w:rsid w:val="00995C9D"/>
    <w:rsid w:val="009C2DA5"/>
    <w:rsid w:val="009D74D1"/>
    <w:rsid w:val="009E1C4A"/>
    <w:rsid w:val="009E202A"/>
    <w:rsid w:val="009F00FE"/>
    <w:rsid w:val="009F0ED8"/>
    <w:rsid w:val="009F20DB"/>
    <w:rsid w:val="009F5AE9"/>
    <w:rsid w:val="00A050A8"/>
    <w:rsid w:val="00A12B27"/>
    <w:rsid w:val="00A23015"/>
    <w:rsid w:val="00A334E0"/>
    <w:rsid w:val="00A410EB"/>
    <w:rsid w:val="00A575E0"/>
    <w:rsid w:val="00A6101E"/>
    <w:rsid w:val="00A63EAA"/>
    <w:rsid w:val="00AB1A08"/>
    <w:rsid w:val="00AB7811"/>
    <w:rsid w:val="00AB7DCB"/>
    <w:rsid w:val="00AD15A5"/>
    <w:rsid w:val="00AD6CA4"/>
    <w:rsid w:val="00B025B5"/>
    <w:rsid w:val="00B46F47"/>
    <w:rsid w:val="00B551E6"/>
    <w:rsid w:val="00B662CF"/>
    <w:rsid w:val="00B7542A"/>
    <w:rsid w:val="00B825D5"/>
    <w:rsid w:val="00B952F1"/>
    <w:rsid w:val="00BA0F4A"/>
    <w:rsid w:val="00BA7863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95065"/>
    <w:rsid w:val="00CA47AE"/>
    <w:rsid w:val="00CB1305"/>
    <w:rsid w:val="00CC47A7"/>
    <w:rsid w:val="00CD09E5"/>
    <w:rsid w:val="00CD1224"/>
    <w:rsid w:val="00CD60C3"/>
    <w:rsid w:val="00CF08F0"/>
    <w:rsid w:val="00CF1EB0"/>
    <w:rsid w:val="00CF7482"/>
    <w:rsid w:val="00D2478D"/>
    <w:rsid w:val="00D425BD"/>
    <w:rsid w:val="00D561A7"/>
    <w:rsid w:val="00D718A4"/>
    <w:rsid w:val="00D76D87"/>
    <w:rsid w:val="00D76FF0"/>
    <w:rsid w:val="00DA040A"/>
    <w:rsid w:val="00DA78B2"/>
    <w:rsid w:val="00DC5237"/>
    <w:rsid w:val="00DD5F3E"/>
    <w:rsid w:val="00DE03A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717AA"/>
    <w:rsid w:val="00E72B96"/>
    <w:rsid w:val="00E75F04"/>
    <w:rsid w:val="00EC068D"/>
    <w:rsid w:val="00EC5201"/>
    <w:rsid w:val="00EE24B2"/>
    <w:rsid w:val="00EE31B2"/>
    <w:rsid w:val="00EF15B7"/>
    <w:rsid w:val="00EF6684"/>
    <w:rsid w:val="00F04AD1"/>
    <w:rsid w:val="00F17D7D"/>
    <w:rsid w:val="00F268A8"/>
    <w:rsid w:val="00F304E2"/>
    <w:rsid w:val="00F33851"/>
    <w:rsid w:val="00F3638E"/>
    <w:rsid w:val="00F636DE"/>
    <w:rsid w:val="00FB5435"/>
    <w:rsid w:val="00FC1E09"/>
    <w:rsid w:val="00FD6C11"/>
    <w:rsid w:val="00FE05CD"/>
    <w:rsid w:val="00FE4A27"/>
    <w:rsid w:val="00FF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56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2023-03-20T14:39:00Z</dcterms:created>
  <dcterms:modified xsi:type="dcterms:W3CDTF">2025-04-15T08:12:00Z</dcterms:modified>
</cp:coreProperties>
</file>