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1509671A" w14:textId="77777777" w:rsidR="00825CE5" w:rsidRPr="005600B3" w:rsidRDefault="00825CE5" w:rsidP="00825CE5">
      <w:pPr>
        <w:pStyle w:val="Bezodstpw"/>
        <w:spacing w:line="276" w:lineRule="auto"/>
        <w:rPr>
          <w:rStyle w:val="Pogrubienie"/>
          <w:rFonts w:ascii="Arial" w:hAnsi="Arial" w:cs="Arial"/>
          <w:bdr w:val="none" w:sz="0" w:space="0" w:color="auto" w:frame="1"/>
          <w:shd w:val="clear" w:color="auto" w:fill="FFFFFF"/>
        </w:rPr>
      </w:pPr>
      <w:bookmarkStart w:id="0" w:name="_Hlk194750888"/>
      <w:r w:rsidRPr="005600B3">
        <w:rPr>
          <w:rStyle w:val="Pogrubienie"/>
          <w:rFonts w:ascii="Arial" w:hAnsi="Arial" w:cs="Arial"/>
          <w:bdr w:val="none" w:sz="0" w:space="0" w:color="auto" w:frame="1"/>
          <w:shd w:val="clear" w:color="auto" w:fill="FFFFFF"/>
        </w:rPr>
        <w:t>Zespół Szkół nr 3 w Rudzie Śląskiej</w:t>
      </w:r>
    </w:p>
    <w:p w14:paraId="24C5165B" w14:textId="77777777" w:rsidR="00825CE5" w:rsidRPr="00825CE5" w:rsidRDefault="00825CE5" w:rsidP="00825CE5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bdr w:val="none" w:sz="0" w:space="0" w:color="auto" w:frame="1"/>
          <w:shd w:val="clear" w:color="auto" w:fill="FFFFFF"/>
        </w:rPr>
      </w:pPr>
      <w:r w:rsidRPr="00825CE5">
        <w:rPr>
          <w:rStyle w:val="Pogrubienie"/>
          <w:rFonts w:ascii="Arial" w:hAnsi="Arial" w:cs="Arial"/>
          <w:b w:val="0"/>
          <w:bCs w:val="0"/>
          <w:bdr w:val="none" w:sz="0" w:space="0" w:color="auto" w:frame="1"/>
          <w:shd w:val="clear" w:color="auto" w:fill="FFFFFF"/>
        </w:rPr>
        <w:t xml:space="preserve">ul. Alojzego Jankowskiego 2 </w:t>
      </w:r>
    </w:p>
    <w:p w14:paraId="37F76698" w14:textId="77777777" w:rsidR="00825CE5" w:rsidRPr="00825CE5" w:rsidRDefault="00825CE5" w:rsidP="00825CE5">
      <w:pPr>
        <w:pStyle w:val="Bezodstpw"/>
        <w:spacing w:line="276" w:lineRule="auto"/>
        <w:rPr>
          <w:rStyle w:val="Pogrubienie"/>
          <w:rFonts w:ascii="Arial" w:hAnsi="Arial" w:cs="Arial"/>
          <w:b w:val="0"/>
          <w:bCs w:val="0"/>
          <w:bdr w:val="none" w:sz="0" w:space="0" w:color="auto" w:frame="1"/>
          <w:shd w:val="clear" w:color="auto" w:fill="FFFFFF"/>
        </w:rPr>
      </w:pPr>
      <w:r w:rsidRPr="00825CE5">
        <w:rPr>
          <w:rStyle w:val="Pogrubienie"/>
          <w:rFonts w:ascii="Arial" w:hAnsi="Arial" w:cs="Arial"/>
          <w:b w:val="0"/>
          <w:bCs w:val="0"/>
          <w:bdr w:val="none" w:sz="0" w:space="0" w:color="auto" w:frame="1"/>
          <w:shd w:val="clear" w:color="auto" w:fill="FFFFFF"/>
        </w:rPr>
        <w:t>41-710 Ruda Śląska</w:t>
      </w:r>
    </w:p>
    <w:p w14:paraId="3E3723ED" w14:textId="29279E47" w:rsidR="006676B8" w:rsidRDefault="00825CE5" w:rsidP="00825CE5">
      <w:r w:rsidRPr="007D7BDE">
        <w:rPr>
          <w:rFonts w:ascii="Arial" w:hAnsi="Arial" w:cs="Arial"/>
        </w:rPr>
        <w:t>Adres poczty elektronicznej:</w:t>
      </w:r>
      <w:r w:rsidRPr="00915254">
        <w:rPr>
          <w:rStyle w:val="Pogrubienie"/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Pr="00915254">
          <w:rPr>
            <w:rStyle w:val="Hipercze"/>
            <w:rFonts w:ascii="Arial" w:hAnsi="Arial" w:cs="Arial"/>
            <w:bdr w:val="none" w:sz="0" w:space="0" w:color="auto" w:frame="1"/>
            <w:shd w:val="clear" w:color="auto" w:fill="FFFFFF"/>
          </w:rPr>
          <w:t>sekretariat@zs3ruda.pl</w:t>
        </w:r>
      </w:hyperlink>
      <w:bookmarkEnd w:id="0"/>
    </w:p>
    <w:p w14:paraId="23DE13E9" w14:textId="77777777" w:rsidR="00825CE5" w:rsidRPr="006676B8" w:rsidRDefault="00825CE5" w:rsidP="00825CE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825CE5">
        <w:trPr>
          <w:trHeight w:val="79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  <w:shd w:val="clear" w:color="auto" w:fill="auto"/>
          </w:tcPr>
          <w:p w14:paraId="2F62FA7F" w14:textId="6D77D0F9" w:rsidR="00140C27" w:rsidRPr="009678A3" w:rsidRDefault="00FA76C7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color w:val="000000"/>
                <w:kern w:val="1"/>
              </w:rPr>
              <w:t>D</w:t>
            </w:r>
            <w:r w:rsidR="00825CE5"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ostawa </w:t>
            </w:r>
            <w:r w:rsidR="00825CE5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sprzętu i </w:t>
            </w:r>
            <w:r w:rsidR="00825CE5"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 xml:space="preserve">wyposażenia do </w:t>
            </w:r>
            <w:r w:rsidR="00825CE5" w:rsidRPr="005600B3">
              <w:rPr>
                <w:rFonts w:ascii="Arial" w:hAnsi="Arial" w:cs="Arial"/>
                <w:b/>
                <w:iCs/>
                <w:color w:val="000000"/>
                <w:kern w:val="1"/>
              </w:rPr>
              <w:t>pracowni</w:t>
            </w:r>
            <w:r w:rsidR="00825CE5" w:rsidRPr="005600B3">
              <w:rPr>
                <w:rFonts w:ascii="Arial" w:hAnsi="Arial" w:cs="Arial"/>
                <w:bCs/>
                <w:iCs/>
                <w:color w:val="000000"/>
                <w:kern w:val="1"/>
              </w:rPr>
              <w:t xml:space="preserve"> </w:t>
            </w:r>
            <w:r w:rsidR="00825CE5" w:rsidRPr="005600B3">
              <w:rPr>
                <w:rFonts w:ascii="Arial" w:hAnsi="Arial" w:cs="Arial"/>
                <w:b/>
              </w:rPr>
              <w:t>dla</w:t>
            </w:r>
            <w:r w:rsidR="00825CE5">
              <w:rPr>
                <w:rFonts w:ascii="Arial" w:hAnsi="Arial" w:cs="Arial"/>
                <w:b/>
              </w:rPr>
              <w:t> </w:t>
            </w:r>
            <w:r w:rsidR="00825CE5" w:rsidRPr="005600B3">
              <w:rPr>
                <w:rFonts w:ascii="Arial" w:hAnsi="Arial" w:cs="Arial"/>
                <w:b/>
              </w:rPr>
              <w:t>uczniów i</w:t>
            </w:r>
            <w:r w:rsidR="00825CE5">
              <w:rPr>
                <w:rFonts w:ascii="Arial" w:hAnsi="Arial" w:cs="Arial"/>
                <w:b/>
              </w:rPr>
              <w:t> </w:t>
            </w:r>
            <w:r w:rsidR="00825CE5" w:rsidRPr="005600B3">
              <w:rPr>
                <w:rFonts w:ascii="Arial" w:hAnsi="Arial" w:cs="Arial"/>
                <w:b/>
              </w:rPr>
              <w:t>uczennic w ramach realizacji projektu "Fachowcy z Rudy Śląskiej" – z podziałem na III części.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  <w:shd w:val="clear" w:color="auto" w:fill="auto"/>
          </w:tcPr>
          <w:p w14:paraId="35007090" w14:textId="6B801406" w:rsidR="008C7E95" w:rsidRPr="009678A3" w:rsidRDefault="000E2AA3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141B32">
              <w:rPr>
                <w:rFonts w:ascii="Arial" w:hAnsi="Arial" w:cs="Arial"/>
                <w:b/>
              </w:rPr>
              <w:t>1/2025/ZS3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825CE5">
      <w:pPr>
        <w:pStyle w:val="Akapitzlist"/>
        <w:spacing w:after="120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825CE5">
        <w:trPr>
          <w:trHeight w:val="411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825CE5">
        <w:trPr>
          <w:trHeight w:val="417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825CE5">
        <w:trPr>
          <w:trHeight w:val="4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825CE5">
        <w:trPr>
          <w:trHeight w:val="415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825CE5">
        <w:trPr>
          <w:trHeight w:val="421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825CE5">
        <w:trPr>
          <w:trHeight w:val="2613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1E04667B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9" o:title=""/>
                </v:shape>
                <w:control r:id="rId10" w:name="OptionButton1" w:shapeid="_x0000_i1041"/>
              </w:object>
            </w:r>
          </w:p>
          <w:p w14:paraId="26B04195" w14:textId="5CF5585D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1" o:title=""/>
                </v:shape>
                <w:control r:id="rId12" w:name="OptionButton2" w:shapeid="_x0000_i1043"/>
              </w:object>
            </w:r>
          </w:p>
          <w:p w14:paraId="52D0C798" w14:textId="6B0140F1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3" o:title=""/>
                </v:shape>
                <w:control r:id="rId14" w:name="OptionButton3" w:shapeid="_x0000_i1045"/>
              </w:object>
            </w:r>
          </w:p>
          <w:p w14:paraId="2E860396" w14:textId="7EA1936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5" o:title=""/>
                </v:shape>
                <w:control r:id="rId16" w:name="OptionButton4" w:shapeid="_x0000_i1047"/>
              </w:object>
            </w:r>
          </w:p>
          <w:p w14:paraId="66446483" w14:textId="2AFA0AA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7" o:title=""/>
                </v:shape>
                <w:control r:id="rId18" w:name="OptionButton5" w:shapeid="_x0000_i1049"/>
              </w:object>
            </w:r>
          </w:p>
          <w:p w14:paraId="68D0D951" w14:textId="6A92C8D8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9" o:title=""/>
                </v:shape>
                <w:control r:id="rId20" w:name="OptionButton6" w:shapeid="_x0000_i1051"/>
              </w:object>
            </w:r>
          </w:p>
        </w:tc>
      </w:tr>
    </w:tbl>
    <w:p w14:paraId="57529383" w14:textId="68691F47" w:rsidR="006676B8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>Ubiegając się o udzielenie zamówienia publicznego na zadanie</w:t>
      </w:r>
      <w:r w:rsidR="00825CE5">
        <w:rPr>
          <w:rFonts w:ascii="Arial" w:hAnsi="Arial" w:cs="Arial"/>
        </w:rPr>
        <w:t xml:space="preserve"> pn.</w:t>
      </w:r>
      <w:r w:rsidRPr="006676B8">
        <w:rPr>
          <w:rFonts w:ascii="Arial" w:hAnsi="Arial" w:cs="Arial"/>
        </w:rPr>
        <w:t xml:space="preserve">: </w:t>
      </w:r>
      <w:r w:rsidR="00FA76C7">
        <w:rPr>
          <w:rFonts w:ascii="Arial" w:hAnsi="Arial" w:cs="Arial"/>
          <w:b/>
          <w:iCs/>
          <w:color w:val="000000"/>
          <w:kern w:val="1"/>
        </w:rPr>
        <w:t>D</w:t>
      </w:r>
      <w:r w:rsidR="00825CE5" w:rsidRPr="002425EF">
        <w:rPr>
          <w:rFonts w:ascii="Arial" w:hAnsi="Arial" w:cs="Arial"/>
          <w:b/>
          <w:iCs/>
          <w:color w:val="000000"/>
          <w:kern w:val="1"/>
        </w:rPr>
        <w:t xml:space="preserve">ostawa </w:t>
      </w:r>
      <w:r w:rsidR="00825CE5">
        <w:rPr>
          <w:rFonts w:ascii="Arial" w:hAnsi="Arial" w:cs="Arial"/>
          <w:b/>
          <w:iCs/>
          <w:color w:val="000000"/>
          <w:kern w:val="1"/>
        </w:rPr>
        <w:t>sprzętu i</w:t>
      </w:r>
      <w:r w:rsidR="00FA76C7">
        <w:rPr>
          <w:rFonts w:ascii="Arial" w:hAnsi="Arial" w:cs="Arial"/>
          <w:b/>
          <w:iCs/>
          <w:color w:val="000000"/>
          <w:kern w:val="1"/>
        </w:rPr>
        <w:t> </w:t>
      </w:r>
      <w:r w:rsidR="00825CE5" w:rsidRPr="002425EF">
        <w:rPr>
          <w:rFonts w:ascii="Arial" w:hAnsi="Arial" w:cs="Arial"/>
          <w:b/>
          <w:iCs/>
          <w:color w:val="000000"/>
          <w:kern w:val="1"/>
        </w:rPr>
        <w:t xml:space="preserve">wyposażenia do </w:t>
      </w:r>
      <w:r w:rsidR="00825CE5" w:rsidRPr="005600B3">
        <w:rPr>
          <w:rFonts w:ascii="Arial" w:hAnsi="Arial" w:cs="Arial"/>
          <w:b/>
          <w:iCs/>
          <w:color w:val="000000"/>
          <w:kern w:val="1"/>
        </w:rPr>
        <w:t>pracowni</w:t>
      </w:r>
      <w:r w:rsidR="00825CE5" w:rsidRPr="005600B3">
        <w:rPr>
          <w:rFonts w:ascii="Arial" w:hAnsi="Arial" w:cs="Arial"/>
          <w:bCs/>
          <w:iCs/>
          <w:color w:val="000000"/>
          <w:kern w:val="1"/>
        </w:rPr>
        <w:t xml:space="preserve"> </w:t>
      </w:r>
      <w:r w:rsidR="00825CE5" w:rsidRPr="005600B3">
        <w:rPr>
          <w:rFonts w:ascii="Arial" w:hAnsi="Arial" w:cs="Arial"/>
          <w:b/>
        </w:rPr>
        <w:t>dla</w:t>
      </w:r>
      <w:r w:rsidR="00825CE5">
        <w:rPr>
          <w:rFonts w:ascii="Arial" w:hAnsi="Arial" w:cs="Arial"/>
          <w:b/>
        </w:rPr>
        <w:t> </w:t>
      </w:r>
      <w:r w:rsidR="00825CE5" w:rsidRPr="005600B3">
        <w:rPr>
          <w:rFonts w:ascii="Arial" w:hAnsi="Arial" w:cs="Arial"/>
          <w:b/>
        </w:rPr>
        <w:t>uczniów i</w:t>
      </w:r>
      <w:r w:rsidR="00825CE5">
        <w:rPr>
          <w:rFonts w:ascii="Arial" w:hAnsi="Arial" w:cs="Arial"/>
          <w:b/>
        </w:rPr>
        <w:t> </w:t>
      </w:r>
      <w:r w:rsidR="00825CE5" w:rsidRPr="005600B3">
        <w:rPr>
          <w:rFonts w:ascii="Arial" w:hAnsi="Arial" w:cs="Arial"/>
          <w:b/>
        </w:rPr>
        <w:t>uczennic w ramach realizacji projektu "Fachowcy z Rudy Śląskiej" – z podziałem na III 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542E2A5B" w:rsidR="006676B8" w:rsidRPr="000C25D7" w:rsidRDefault="004D5A42" w:rsidP="000C25D7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>Części I</w:t>
      </w:r>
      <w:r w:rsidR="004822BC">
        <w:rPr>
          <w:rFonts w:ascii="Arial" w:hAnsi="Arial" w:cs="Arial"/>
          <w:b/>
          <w:bCs/>
        </w:rPr>
        <w:t xml:space="preserve">: </w:t>
      </w:r>
      <w:r w:rsidR="000C25D7">
        <w:rPr>
          <w:rFonts w:ascii="Arial" w:hAnsi="Arial" w:cs="Arial"/>
          <w:b/>
          <w:bCs/>
        </w:rPr>
        <w:t xml:space="preserve">                </w:t>
      </w:r>
      <w:r w:rsidR="00461CEE">
        <w:rPr>
          <w:rFonts w:ascii="Arial" w:hAnsi="Arial" w:cs="Arial"/>
          <w:b/>
          <w:bCs/>
          <w:iCs/>
          <w:kern w:val="1"/>
        </w:rPr>
        <w:t>Dostawa</w:t>
      </w:r>
      <w:r w:rsidR="000C25D7" w:rsidRPr="000C25D7">
        <w:rPr>
          <w:rFonts w:ascii="Arial" w:hAnsi="Arial" w:cs="Arial"/>
          <w:b/>
          <w:bCs/>
          <w:iCs/>
          <w:kern w:val="1"/>
        </w:rPr>
        <w:t xml:space="preserve"> sprzętu komputerowego do pracowni informatycznej i elektrycznej</w:t>
      </w:r>
      <w:r w:rsidR="004822BC" w:rsidRPr="000C25D7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0D1DCF8F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>za realizację zamówienia</w:t>
      </w:r>
      <w:r w:rsidR="004028D6">
        <w:rPr>
          <w:rFonts w:ascii="Arial" w:hAnsi="Arial" w:cs="Arial"/>
          <w:b/>
          <w:bCs/>
        </w:rPr>
        <w:t xml:space="preserve"> dla Części I</w:t>
      </w:r>
      <w:r w:rsidRPr="00D73E28">
        <w:rPr>
          <w:rFonts w:ascii="Arial" w:hAnsi="Arial" w:cs="Arial"/>
          <w:b/>
          <w:bCs/>
        </w:rPr>
        <w:t xml:space="preserve">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Pr="00371DC7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D24CDD4" w14:textId="2AB3D51B" w:rsidR="001C6DC3" w:rsidRDefault="00FA76C7" w:rsidP="00FA76C7">
      <w:pPr>
        <w:pStyle w:val="Akapitzlist"/>
        <w:spacing w:after="120" w:line="276" w:lineRule="auto"/>
        <w:ind w:left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</w:t>
      </w:r>
      <w:r w:rsidR="00DB055F">
        <w:rPr>
          <w:rFonts w:ascii="Arial" w:hAnsi="Arial" w:cs="Arial"/>
          <w:b/>
          <w:bCs/>
          <w:i/>
          <w:iCs/>
        </w:rPr>
        <w:t>.</w:t>
      </w:r>
      <w:r>
        <w:rPr>
          <w:rFonts w:ascii="Arial" w:hAnsi="Arial" w:cs="Arial"/>
          <w:b/>
          <w:bCs/>
          <w:i/>
          <w:iCs/>
        </w:rPr>
        <w:t xml:space="preserve"> nr 1.1 do SWZ.</w:t>
      </w:r>
    </w:p>
    <w:p w14:paraId="0D9EFE9A" w14:textId="77777777" w:rsidR="00FA76C7" w:rsidRPr="00583049" w:rsidRDefault="00FA76C7" w:rsidP="001C6DC3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77F8F7C8" w14:textId="77777777" w:rsidR="001C6DC3" w:rsidRDefault="001C6DC3" w:rsidP="001C6DC3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Oświadczamy ponadto, że wraz ze składaną ofertą wskazujemy: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366"/>
        <w:gridCol w:w="2552"/>
      </w:tblGrid>
      <w:tr w:rsidR="001C6DC3" w:rsidRPr="00D73E28" w14:paraId="329E73D6" w14:textId="77777777" w:rsidTr="00DB055F">
        <w:trPr>
          <w:trHeight w:val="567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546B595" w14:textId="77777777" w:rsidR="001C6DC3" w:rsidRPr="00BC341C" w:rsidRDefault="001C6DC3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4B0EDC5" w14:textId="77777777" w:rsidR="001C6DC3" w:rsidRPr="00BC341C" w:rsidRDefault="001C6DC3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1C6DC3" w:rsidRPr="00D73E28" w14:paraId="18CFDC25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A759" w14:textId="77777777" w:rsidR="001C6DC3" w:rsidRPr="00D65D31" w:rsidRDefault="001C6DC3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A334" w14:textId="77777777" w:rsidR="001C6DC3" w:rsidRDefault="001C6DC3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DFB942" w14:textId="77777777" w:rsidR="001C6DC3" w:rsidRDefault="001C6DC3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D32219" w14:textId="77777777" w:rsidR="001C6DC3" w:rsidRPr="00BC341C" w:rsidRDefault="001C6DC3" w:rsidP="00DB055F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1C6DC3" w:rsidRPr="00D73E28" w14:paraId="3DE8C569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40B8" w14:textId="77777777" w:rsidR="001C6DC3" w:rsidRPr="00390D5C" w:rsidRDefault="001C6DC3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1C6DC3" w:rsidRPr="00D73E28" w14:paraId="34F96D83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1CA5" w14:textId="77777777" w:rsidR="001C6DC3" w:rsidRPr="00D65D31" w:rsidRDefault="001C6DC3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B511" w14:textId="77777777" w:rsidR="001C6DC3" w:rsidRDefault="001C6DC3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41FD3" w14:textId="77777777" w:rsidR="001C6DC3" w:rsidRDefault="001C6DC3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C5A28B" w14:textId="77777777" w:rsidR="001C6DC3" w:rsidRPr="00BC341C" w:rsidRDefault="001C6DC3" w:rsidP="00DB055F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1C6DC3" w:rsidRPr="00D73E28" w14:paraId="571A018A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0B36" w14:textId="56ADED6E" w:rsidR="001C6DC3" w:rsidRPr="00390D5C" w:rsidRDefault="001C6DC3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maksymalny </w:t>
            </w:r>
            <w:r w:rsidR="00212DC5"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ęcy.</w:t>
            </w:r>
          </w:p>
        </w:tc>
      </w:tr>
    </w:tbl>
    <w:p w14:paraId="6E979042" w14:textId="77777777" w:rsidR="00FA76C7" w:rsidRPr="00583049" w:rsidRDefault="00FA76C7" w:rsidP="00583049">
      <w:pPr>
        <w:pStyle w:val="Bezodstpw"/>
        <w:rPr>
          <w:sz w:val="10"/>
          <w:szCs w:val="10"/>
        </w:rPr>
      </w:pPr>
    </w:p>
    <w:p w14:paraId="1072166A" w14:textId="300B97F1" w:rsidR="00DB055F" w:rsidRPr="00DB055F" w:rsidRDefault="00DB055F" w:rsidP="004822BC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DB055F">
        <w:rPr>
          <w:rFonts w:ascii="Arial" w:hAnsi="Arial" w:cs="Arial"/>
          <w:b/>
          <w:bCs/>
        </w:rPr>
        <w:t>__________________________________________________________________________</w:t>
      </w:r>
    </w:p>
    <w:p w14:paraId="77326891" w14:textId="4806BCA3" w:rsidR="004822BC" w:rsidRPr="00D73E28" w:rsidRDefault="004822BC" w:rsidP="004822BC">
      <w:pPr>
        <w:pStyle w:val="Akapitzlist"/>
        <w:numPr>
          <w:ilvl w:val="0"/>
          <w:numId w:val="1"/>
        </w:numPr>
        <w:shd w:val="clear" w:color="auto" w:fill="A8D08D" w:themeFill="accent6" w:themeFillTint="99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 xml:space="preserve">II: </w:t>
      </w:r>
      <w:r w:rsidR="00212DC5">
        <w:rPr>
          <w:rFonts w:ascii="Arial" w:hAnsi="Arial" w:cs="Arial"/>
          <w:b/>
          <w:bCs/>
        </w:rPr>
        <w:t xml:space="preserve">             </w:t>
      </w:r>
      <w:r w:rsidR="00461CEE">
        <w:rPr>
          <w:rFonts w:ascii="Arial" w:hAnsi="Arial" w:cs="Arial"/>
          <w:b/>
          <w:bCs/>
          <w:iCs/>
          <w:kern w:val="1"/>
        </w:rPr>
        <w:t>Dostawa</w:t>
      </w:r>
      <w:r w:rsidR="00212DC5" w:rsidRPr="00212DC5">
        <w:rPr>
          <w:rFonts w:ascii="Arial" w:hAnsi="Arial" w:cs="Arial"/>
          <w:b/>
          <w:bCs/>
          <w:iCs/>
          <w:kern w:val="1"/>
        </w:rPr>
        <w:t xml:space="preserve"> mebli do pracowni informatycznej i elektrycznej</w:t>
      </w:r>
      <w:r w:rsidRPr="00212DC5">
        <w:rPr>
          <w:rFonts w:ascii="Arial" w:hAnsi="Arial" w:cs="Arial"/>
          <w:b/>
          <w:bCs/>
        </w:rPr>
        <w:t>:</w:t>
      </w:r>
    </w:p>
    <w:p w14:paraId="63E28101" w14:textId="77777777" w:rsidR="004822BC" w:rsidRPr="00371DC7" w:rsidRDefault="004822BC" w:rsidP="004822BC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56590B5" w14:textId="77777777" w:rsidR="004822BC" w:rsidRPr="00D73E28" w:rsidRDefault="004822BC" w:rsidP="004822BC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146D4793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2.1. </w:t>
      </w:r>
      <w:r w:rsidRPr="000155A0">
        <w:rPr>
          <w:rFonts w:ascii="Arial" w:hAnsi="Arial" w:cs="Arial"/>
          <w:b/>
        </w:rPr>
        <w:t xml:space="preserve">CENA brutto oferty </w:t>
      </w:r>
      <w:r w:rsidRPr="000155A0">
        <w:rPr>
          <w:rFonts w:ascii="Arial" w:hAnsi="Arial" w:cs="Arial"/>
          <w:b/>
          <w:bCs/>
        </w:rPr>
        <w:t xml:space="preserve">za realizację zamówienia dla Części II, </w:t>
      </w:r>
    </w:p>
    <w:p w14:paraId="3F5F8162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DF3622B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0D09F619" w14:textId="77777777" w:rsidR="004822BC" w:rsidRDefault="004822BC" w:rsidP="004822BC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9C9D471" w14:textId="0E4D1EB9" w:rsidR="00FA76C7" w:rsidRPr="00FA76C7" w:rsidRDefault="00FA76C7" w:rsidP="00FA76C7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A76C7">
        <w:rPr>
          <w:rFonts w:ascii="Arial" w:hAnsi="Arial" w:cs="Arial"/>
          <w:b/>
          <w:bCs/>
          <w:i/>
          <w:iCs/>
        </w:rPr>
        <w:t xml:space="preserve">zgodnie z formularzem asortymentowo – cenowym stanowiącym </w:t>
      </w:r>
      <w:r w:rsidR="00DB055F">
        <w:rPr>
          <w:rFonts w:ascii="Arial" w:hAnsi="Arial" w:cs="Arial"/>
          <w:b/>
          <w:bCs/>
          <w:i/>
          <w:iCs/>
        </w:rPr>
        <w:t xml:space="preserve">zał. </w:t>
      </w:r>
      <w:r w:rsidRPr="00FA76C7">
        <w:rPr>
          <w:rFonts w:ascii="Arial" w:hAnsi="Arial" w:cs="Arial"/>
          <w:b/>
          <w:bCs/>
          <w:i/>
          <w:iCs/>
        </w:rPr>
        <w:t>nr 1.</w:t>
      </w:r>
      <w:r>
        <w:rPr>
          <w:rFonts w:ascii="Arial" w:hAnsi="Arial" w:cs="Arial"/>
          <w:b/>
          <w:bCs/>
          <w:i/>
          <w:iCs/>
        </w:rPr>
        <w:t xml:space="preserve">2 </w:t>
      </w:r>
      <w:r w:rsidRPr="00FA76C7">
        <w:rPr>
          <w:rFonts w:ascii="Arial" w:hAnsi="Arial" w:cs="Arial"/>
          <w:b/>
          <w:bCs/>
          <w:i/>
          <w:iCs/>
        </w:rPr>
        <w:t>do SWZ.</w:t>
      </w:r>
    </w:p>
    <w:p w14:paraId="4279B2AC" w14:textId="5A1CD9AD" w:rsidR="00212DC5" w:rsidRPr="00212DC5" w:rsidRDefault="00212DC5" w:rsidP="00212DC5">
      <w:pPr>
        <w:pStyle w:val="Akapitzlist"/>
        <w:numPr>
          <w:ilvl w:val="1"/>
          <w:numId w:val="22"/>
        </w:numPr>
        <w:spacing w:before="240" w:line="360" w:lineRule="auto"/>
        <w:ind w:left="567" w:hanging="567"/>
        <w:rPr>
          <w:rFonts w:ascii="Arial" w:hAnsi="Arial" w:cs="Arial"/>
          <w:b/>
        </w:rPr>
      </w:pPr>
      <w:r w:rsidRPr="00212DC5">
        <w:rPr>
          <w:rFonts w:ascii="Arial" w:hAnsi="Arial" w:cs="Arial"/>
          <w:b/>
        </w:rPr>
        <w:lastRenderedPageBreak/>
        <w:t xml:space="preserve">Oświadczamy ponadto, że wraz ze składaną ofertą wskazujemy: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366"/>
        <w:gridCol w:w="2552"/>
      </w:tblGrid>
      <w:tr w:rsidR="00212DC5" w:rsidRPr="00D73E28" w14:paraId="05FB33BB" w14:textId="77777777" w:rsidTr="00DB055F">
        <w:trPr>
          <w:trHeight w:val="567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1C841A2" w14:textId="77777777" w:rsidR="00212DC5" w:rsidRPr="00BC341C" w:rsidRDefault="00212DC5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8AB2D4" w14:textId="77777777" w:rsidR="00212DC5" w:rsidRPr="00BC341C" w:rsidRDefault="00212DC5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212DC5" w:rsidRPr="00D73E28" w14:paraId="4FB38835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2FB4" w14:textId="77777777" w:rsidR="00212DC5" w:rsidRPr="00D65D31" w:rsidRDefault="00212DC5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CAA8" w14:textId="77777777" w:rsidR="00212DC5" w:rsidRDefault="00212DC5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7166B2" w14:textId="77777777" w:rsidR="00212DC5" w:rsidRDefault="00212DC5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7DA86F" w14:textId="77777777" w:rsidR="00212DC5" w:rsidRPr="00BC341C" w:rsidRDefault="00212DC5" w:rsidP="00212DC5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212DC5" w:rsidRPr="00D73E28" w14:paraId="228AA9F3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49F2" w14:textId="77777777" w:rsidR="00212DC5" w:rsidRPr="00390D5C" w:rsidRDefault="00212DC5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212DC5" w:rsidRPr="00D73E28" w14:paraId="6DC174B2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8B5F" w14:textId="77777777" w:rsidR="00212DC5" w:rsidRPr="00D65D31" w:rsidRDefault="00212DC5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8E9" w14:textId="77777777" w:rsidR="00212DC5" w:rsidRDefault="00212DC5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BA44D6" w14:textId="77777777" w:rsidR="00212DC5" w:rsidRDefault="00212DC5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EF98B0" w14:textId="77777777" w:rsidR="00212DC5" w:rsidRPr="00BC341C" w:rsidRDefault="00212DC5" w:rsidP="00212DC5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212DC5" w:rsidRPr="00D73E28" w14:paraId="66E9EEEE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BEC" w14:textId="77777777" w:rsidR="00212DC5" w:rsidRPr="00390D5C" w:rsidRDefault="00212DC5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48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ęcy.</w:t>
            </w:r>
          </w:p>
        </w:tc>
      </w:tr>
    </w:tbl>
    <w:p w14:paraId="37800444" w14:textId="77777777" w:rsidR="00212DC5" w:rsidRPr="00DD7072" w:rsidRDefault="00212DC5" w:rsidP="00212DC5">
      <w:pPr>
        <w:spacing w:after="120" w:line="360" w:lineRule="auto"/>
        <w:jc w:val="both"/>
        <w:rPr>
          <w:rFonts w:ascii="Arial" w:hAnsi="Arial" w:cs="Arial"/>
          <w:sz w:val="10"/>
          <w:szCs w:val="10"/>
        </w:rPr>
      </w:pPr>
    </w:p>
    <w:p w14:paraId="1DC7F895" w14:textId="4BD43E5A" w:rsidR="00DD7072" w:rsidRPr="00583049" w:rsidRDefault="00DD7072" w:rsidP="00212DC5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83049">
        <w:rPr>
          <w:rFonts w:ascii="Arial" w:hAnsi="Arial" w:cs="Arial"/>
          <w:b/>
          <w:bCs/>
        </w:rPr>
        <w:t>__________________________________________________________________________</w:t>
      </w:r>
    </w:p>
    <w:p w14:paraId="5948EC4B" w14:textId="77777777" w:rsidR="00DD7072" w:rsidRPr="00DD7072" w:rsidRDefault="00DD7072" w:rsidP="00212DC5">
      <w:pPr>
        <w:spacing w:after="120" w:line="360" w:lineRule="auto"/>
        <w:jc w:val="both"/>
        <w:rPr>
          <w:rFonts w:ascii="Arial" w:hAnsi="Arial" w:cs="Arial"/>
          <w:sz w:val="10"/>
          <w:szCs w:val="10"/>
        </w:rPr>
      </w:pPr>
    </w:p>
    <w:p w14:paraId="65B2ED52" w14:textId="331C53DE" w:rsidR="009678A3" w:rsidRPr="004822BC" w:rsidRDefault="009678A3" w:rsidP="008C0C51">
      <w:pPr>
        <w:pStyle w:val="Akapitzlist"/>
        <w:numPr>
          <w:ilvl w:val="0"/>
          <w:numId w:val="1"/>
        </w:numPr>
        <w:shd w:val="clear" w:color="auto" w:fill="9CC2E5" w:themeFill="accent5" w:themeFillTint="99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II</w:t>
      </w:r>
      <w:r w:rsidRPr="00D73E28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: </w:t>
      </w:r>
      <w:r w:rsidR="00DD7072">
        <w:rPr>
          <w:rFonts w:ascii="Arial" w:hAnsi="Arial" w:cs="Arial"/>
          <w:b/>
          <w:bCs/>
        </w:rPr>
        <w:t xml:space="preserve">                   </w:t>
      </w:r>
      <w:r w:rsidR="00461CEE">
        <w:rPr>
          <w:rFonts w:ascii="Arial" w:hAnsi="Arial" w:cs="Arial"/>
          <w:b/>
          <w:bCs/>
        </w:rPr>
        <w:t>Dostawa</w:t>
      </w:r>
      <w:r w:rsidR="00DD7072" w:rsidRPr="00DD7072">
        <w:rPr>
          <w:rFonts w:ascii="Arial" w:hAnsi="Arial" w:cs="Arial"/>
          <w:b/>
          <w:bCs/>
        </w:rPr>
        <w:t xml:space="preserve"> sprzętu elektrycznego do pracowni elektrycznej</w:t>
      </w:r>
      <w:r w:rsidRPr="00DD7072">
        <w:rPr>
          <w:rFonts w:ascii="Arial" w:hAnsi="Arial" w:cs="Arial"/>
          <w:b/>
          <w:bCs/>
        </w:rPr>
        <w:t>:</w:t>
      </w:r>
    </w:p>
    <w:p w14:paraId="1C47538F" w14:textId="77777777" w:rsidR="009678A3" w:rsidRPr="00F80E6E" w:rsidRDefault="009678A3" w:rsidP="009678A3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DC9CEE6" w14:textId="77777777" w:rsidR="009678A3" w:rsidRDefault="009678A3" w:rsidP="009678A3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02132BBE" w14:textId="77777777" w:rsidR="009678A3" w:rsidRPr="00DB1D88" w:rsidRDefault="009678A3" w:rsidP="009678A3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3481D7DD" w14:textId="235446A5" w:rsidR="009678A3" w:rsidRPr="009678A3" w:rsidRDefault="009678A3" w:rsidP="008C0C51">
      <w:pPr>
        <w:shd w:val="clear" w:color="auto" w:fill="9CC2E5" w:themeFill="accent5" w:themeFillTint="99"/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3.1. </w:t>
      </w:r>
      <w:r w:rsidRPr="009678A3">
        <w:rPr>
          <w:rFonts w:ascii="Arial" w:hAnsi="Arial" w:cs="Arial"/>
          <w:b/>
        </w:rPr>
        <w:t xml:space="preserve">CENA brutto oferty </w:t>
      </w:r>
      <w:r w:rsidRPr="009678A3">
        <w:rPr>
          <w:rFonts w:ascii="Arial" w:hAnsi="Arial" w:cs="Arial"/>
          <w:b/>
          <w:bCs/>
        </w:rPr>
        <w:t>za realizację zamówienia dla Części I</w:t>
      </w:r>
      <w:r>
        <w:rPr>
          <w:rFonts w:ascii="Arial" w:hAnsi="Arial" w:cs="Arial"/>
          <w:b/>
          <w:bCs/>
        </w:rPr>
        <w:t>II</w:t>
      </w:r>
      <w:r w:rsidRPr="009678A3">
        <w:rPr>
          <w:rFonts w:ascii="Arial" w:hAnsi="Arial" w:cs="Arial"/>
          <w:b/>
          <w:bCs/>
        </w:rPr>
        <w:t xml:space="preserve">, </w:t>
      </w:r>
    </w:p>
    <w:p w14:paraId="744309D5" w14:textId="77777777" w:rsidR="009678A3" w:rsidRPr="00F25346" w:rsidRDefault="009678A3" w:rsidP="008C0C51">
      <w:pPr>
        <w:shd w:val="clear" w:color="auto" w:fill="9CC2E5" w:themeFill="accent5" w:themeFillTint="99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ADD2B56" w14:textId="77777777" w:rsidR="009678A3" w:rsidRPr="006E3E28" w:rsidRDefault="009678A3" w:rsidP="008C0C51">
      <w:pPr>
        <w:pStyle w:val="Akapitzlist"/>
        <w:shd w:val="clear" w:color="auto" w:fill="9CC2E5" w:themeFill="accent5" w:themeFillTint="99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21D45EEE" w14:textId="77777777" w:rsidR="009678A3" w:rsidRPr="00B964C4" w:rsidRDefault="009678A3" w:rsidP="009678A3">
      <w:pPr>
        <w:pStyle w:val="Akapitzlist"/>
        <w:ind w:left="284"/>
        <w:jc w:val="both"/>
        <w:rPr>
          <w:bCs/>
          <w:sz w:val="10"/>
          <w:szCs w:val="12"/>
        </w:rPr>
      </w:pPr>
    </w:p>
    <w:p w14:paraId="6B4A9E62" w14:textId="77777777" w:rsidR="009678A3" w:rsidRDefault="009678A3" w:rsidP="009678A3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04D761C7" w14:textId="30FC83A2" w:rsidR="00DD7072" w:rsidRDefault="00FA76C7" w:rsidP="00FA76C7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zgodnie z formularzem asortymentowo – cenowym stanowiącym </w:t>
      </w:r>
      <w:r w:rsidR="00DB055F">
        <w:rPr>
          <w:rFonts w:ascii="Arial" w:hAnsi="Arial" w:cs="Arial"/>
          <w:b/>
          <w:bCs/>
          <w:i/>
          <w:iCs/>
        </w:rPr>
        <w:t xml:space="preserve">zał. </w:t>
      </w:r>
      <w:r>
        <w:rPr>
          <w:rFonts w:ascii="Arial" w:hAnsi="Arial" w:cs="Arial"/>
          <w:b/>
          <w:bCs/>
          <w:i/>
          <w:iCs/>
        </w:rPr>
        <w:t>nr 1.3 do SWZ.</w:t>
      </w:r>
    </w:p>
    <w:p w14:paraId="0C9FA46D" w14:textId="77777777" w:rsidR="00DB055F" w:rsidRPr="00583049" w:rsidRDefault="00DB055F" w:rsidP="00FA76C7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5771235" w14:textId="51F94887" w:rsidR="00DD7072" w:rsidRPr="00DD7072" w:rsidRDefault="00DD7072" w:rsidP="00DD7072">
      <w:pPr>
        <w:pStyle w:val="Akapitzlist"/>
        <w:numPr>
          <w:ilvl w:val="1"/>
          <w:numId w:val="23"/>
        </w:numPr>
        <w:spacing w:before="240" w:line="360" w:lineRule="auto"/>
        <w:ind w:left="426" w:hanging="426"/>
        <w:rPr>
          <w:rFonts w:ascii="Arial" w:hAnsi="Arial" w:cs="Arial"/>
          <w:b/>
        </w:rPr>
      </w:pPr>
      <w:r w:rsidRPr="00DD7072">
        <w:rPr>
          <w:rFonts w:ascii="Arial" w:hAnsi="Arial" w:cs="Arial"/>
          <w:b/>
        </w:rPr>
        <w:t xml:space="preserve">Oświadczamy ponadto, że wraz ze składaną ofertą wskazujemy: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366"/>
        <w:gridCol w:w="2552"/>
      </w:tblGrid>
      <w:tr w:rsidR="00DD7072" w:rsidRPr="00D73E28" w14:paraId="08BD0DC0" w14:textId="77777777" w:rsidTr="00DB055F">
        <w:trPr>
          <w:trHeight w:val="567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40251A6" w14:textId="77777777" w:rsidR="00DD7072" w:rsidRPr="00BC341C" w:rsidRDefault="00DD7072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8031157" w14:textId="77777777" w:rsidR="00DD7072" w:rsidRPr="00BC341C" w:rsidRDefault="00DD7072" w:rsidP="006A54A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DD7072" w:rsidRPr="00D73E28" w14:paraId="3D927DEA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3BBE" w14:textId="77777777" w:rsidR="00DD7072" w:rsidRPr="00D65D31" w:rsidRDefault="00DD7072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BC51" w14:textId="77777777" w:rsidR="00DD7072" w:rsidRDefault="00DD7072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F25687" w14:textId="77777777" w:rsidR="00DD7072" w:rsidRDefault="00DD7072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E507C" w14:textId="77777777" w:rsidR="00DD7072" w:rsidRPr="00BC341C" w:rsidRDefault="00DD7072" w:rsidP="006A54A6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DD7072" w:rsidRPr="00D73E28" w14:paraId="56516386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3DD2" w14:textId="77777777" w:rsidR="00DD7072" w:rsidRPr="00390D5C" w:rsidRDefault="00DD7072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DD7072" w:rsidRPr="00D73E28" w14:paraId="18D0DB08" w14:textId="77777777" w:rsidTr="00DB055F">
        <w:trPr>
          <w:trHeight w:val="68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FB67" w14:textId="77777777" w:rsidR="00DD7072" w:rsidRPr="00D65D31" w:rsidRDefault="00DD7072" w:rsidP="006A54A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4B3A" w14:textId="77777777" w:rsidR="00DD7072" w:rsidRDefault="00DD7072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42BB60" w14:textId="77777777" w:rsidR="00DD7072" w:rsidRDefault="00DD7072" w:rsidP="006A54A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1B1A68" w14:textId="77777777" w:rsidR="00DD7072" w:rsidRPr="00BC341C" w:rsidRDefault="00DD7072" w:rsidP="006A54A6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DD7072" w:rsidRPr="00D73E28" w14:paraId="10D4AF57" w14:textId="77777777" w:rsidTr="00DB055F">
        <w:trPr>
          <w:trHeight w:val="56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6DD1" w14:textId="77777777" w:rsidR="00DD7072" w:rsidRPr="00390D5C" w:rsidRDefault="00DD7072" w:rsidP="006A54A6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48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ęcy.</w:t>
            </w:r>
          </w:p>
        </w:tc>
      </w:tr>
    </w:tbl>
    <w:p w14:paraId="6654E873" w14:textId="77777777" w:rsidR="00DB055F" w:rsidRDefault="00DB055F" w:rsidP="00DB055F">
      <w:pPr>
        <w:pStyle w:val="Akapitzlist"/>
        <w:spacing w:before="240" w:line="360" w:lineRule="auto"/>
        <w:ind w:left="360"/>
        <w:jc w:val="both"/>
        <w:rPr>
          <w:rFonts w:ascii="Arial" w:hAnsi="Arial" w:cs="Arial"/>
        </w:rPr>
      </w:pPr>
    </w:p>
    <w:p w14:paraId="40AEDA66" w14:textId="77777777" w:rsidR="00583049" w:rsidRDefault="00583049" w:rsidP="00DB055F">
      <w:pPr>
        <w:pStyle w:val="Akapitzlist"/>
        <w:spacing w:before="240" w:line="360" w:lineRule="auto"/>
        <w:ind w:left="360"/>
        <w:jc w:val="both"/>
        <w:rPr>
          <w:rFonts w:ascii="Arial" w:hAnsi="Arial" w:cs="Arial"/>
        </w:rPr>
      </w:pPr>
    </w:p>
    <w:p w14:paraId="2527E3F7" w14:textId="77777777" w:rsidR="00583049" w:rsidRPr="00DB055F" w:rsidRDefault="00583049" w:rsidP="00DB055F">
      <w:pPr>
        <w:pStyle w:val="Akapitzlist"/>
        <w:spacing w:before="240" w:line="360" w:lineRule="auto"/>
        <w:ind w:left="360"/>
        <w:jc w:val="both"/>
        <w:rPr>
          <w:rFonts w:ascii="Arial" w:hAnsi="Arial" w:cs="Arial"/>
        </w:rPr>
      </w:pPr>
    </w:p>
    <w:p w14:paraId="01352C2E" w14:textId="6373A384" w:rsidR="00B9086B" w:rsidRPr="00BE474D" w:rsidRDefault="00B9086B" w:rsidP="009678A3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lastRenderedPageBreak/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461CEE">
      <w:pPr>
        <w:pStyle w:val="Akapitzlist"/>
        <w:numPr>
          <w:ilvl w:val="1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461CEE">
      <w:pPr>
        <w:pStyle w:val="Akapitzlist"/>
        <w:numPr>
          <w:ilvl w:val="1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461CEE">
      <w:pPr>
        <w:pStyle w:val="Akapitzlist"/>
        <w:numPr>
          <w:ilvl w:val="1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461CEE">
      <w:pPr>
        <w:pStyle w:val="Akapitzlist"/>
        <w:numPr>
          <w:ilvl w:val="1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461CEE">
      <w:pPr>
        <w:pStyle w:val="Akapitzlist"/>
        <w:numPr>
          <w:ilvl w:val="1"/>
          <w:numId w:val="24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Default="00FF57EE" w:rsidP="00461CEE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6228C784" w14:textId="77777777" w:rsidR="00DD7072" w:rsidRPr="00B56BE6" w:rsidRDefault="00DD7072" w:rsidP="00DD7072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</w:p>
    <w:p w14:paraId="4B970EA9" w14:textId="77777777" w:rsidR="002C23F2" w:rsidRPr="00CE1552" w:rsidRDefault="004E4F1B" w:rsidP="00461CEE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5A7C04DC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1" o:title=""/>
          </v:shape>
          <w:control r:id="rId22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1042D35F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3" o:title=""/>
          </v:shape>
          <w:control r:id="rId24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461CEE">
      <w:pPr>
        <w:pStyle w:val="Akapitzlist"/>
        <w:numPr>
          <w:ilvl w:val="0"/>
          <w:numId w:val="2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461CEE">
      <w:pPr>
        <w:pStyle w:val="Akapitzlist"/>
        <w:numPr>
          <w:ilvl w:val="0"/>
          <w:numId w:val="24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78D73FFE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E3E8DAB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0EAD952A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19B5507E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606721F0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31E00948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37AA7CCC" w14:textId="77777777" w:rsidR="00DD7072" w:rsidRDefault="00DD7072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825CE5">
      <w:headerReference w:type="default" r:id="rId25"/>
      <w:footerReference w:type="default" r:id="rId26"/>
      <w:pgSz w:w="11906" w:h="16838"/>
      <w:pgMar w:top="1134" w:right="849" w:bottom="709" w:left="1134" w:header="142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85FB" w14:textId="77777777" w:rsidR="00825CE5" w:rsidRPr="000E4DFB" w:rsidRDefault="00825CE5" w:rsidP="00825CE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580FAC" wp14:editId="455E13C6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5254677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048A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2010D9C8" w14:textId="77777777" w:rsidR="00825CE5" w:rsidRPr="00005454" w:rsidRDefault="00825CE5" w:rsidP="00825CE5">
    <w:pPr>
      <w:pStyle w:val="Stopka"/>
      <w:tabs>
        <w:tab w:val="clear" w:pos="4536"/>
        <w:tab w:val="clear" w:pos="9072"/>
        <w:tab w:val="right" w:pos="9923"/>
      </w:tabs>
      <w:rPr>
        <w:rFonts w:ascii="Arial" w:hAnsi="Arial" w:cs="Arial"/>
        <w:i/>
        <w:iCs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Projekt współfinansowany </w:t>
    </w:r>
    <w:r w:rsidRPr="00005454">
      <w:rPr>
        <w:rFonts w:ascii="Arial" w:hAnsi="Arial" w:cs="Arial"/>
        <w:bCs/>
        <w:i/>
        <w:iCs/>
        <w:sz w:val="18"/>
        <w:szCs w:val="18"/>
      </w:rPr>
      <w:t>przez Unię Europejską z Funduszu na rzecz Sprawiedliwej Transformacji</w:t>
    </w:r>
    <w:r w:rsidRPr="00005454">
      <w:rPr>
        <w:rFonts w:ascii="Arial" w:hAnsi="Arial" w:cs="Arial"/>
        <w:i/>
        <w:iCs/>
        <w:sz w:val="18"/>
        <w:szCs w:val="18"/>
      </w:rPr>
      <w:t xml:space="preserve"> </w:t>
    </w:r>
  </w:p>
  <w:p w14:paraId="0792465E" w14:textId="3F351550" w:rsidR="00563DC0" w:rsidRPr="00825CE5" w:rsidRDefault="00825CE5" w:rsidP="00825CE5">
    <w:pPr>
      <w:pStyle w:val="Stopka"/>
      <w:tabs>
        <w:tab w:val="clear" w:pos="4536"/>
        <w:tab w:val="clear" w:pos="9072"/>
        <w:tab w:val="right" w:pos="9214"/>
      </w:tabs>
      <w:rPr>
        <w:rFonts w:ascii="Arial" w:hAnsi="Arial" w:cs="Arial"/>
        <w:sz w:val="18"/>
        <w:szCs w:val="18"/>
      </w:rPr>
    </w:pPr>
    <w:r w:rsidRPr="00005454">
      <w:rPr>
        <w:rFonts w:ascii="Arial" w:hAnsi="Arial" w:cs="Arial"/>
        <w:i/>
        <w:iCs/>
        <w:sz w:val="18"/>
        <w:szCs w:val="18"/>
      </w:rPr>
      <w:t xml:space="preserve">w ramach </w:t>
    </w:r>
    <w:r w:rsidRPr="00005454">
      <w:rPr>
        <w:rFonts w:ascii="Arial" w:hAnsi="Arial" w:cs="Arial"/>
        <w:bCs/>
        <w:i/>
        <w:iCs/>
        <w:sz w:val="18"/>
        <w:szCs w:val="18"/>
      </w:rPr>
      <w:t>programu regionalnego Fundusze Europejskie dla Śląskiego 2021-2027</w:t>
    </w:r>
    <w:r>
      <w:rPr>
        <w:sz w:val="18"/>
        <w:szCs w:val="18"/>
      </w:rPr>
      <w:tab/>
      <w:t xml:space="preserve">     </w:t>
    </w:r>
    <w:r w:rsidRPr="00005454">
      <w:rPr>
        <w:rFonts w:ascii="Arial" w:hAnsi="Arial" w:cs="Arial"/>
        <w:sz w:val="18"/>
        <w:szCs w:val="18"/>
      </w:rPr>
      <w:t xml:space="preserve">Strona: 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0E2AA3">
      <w:rPr>
        <w:rStyle w:val="Numerstrony"/>
        <w:rFonts w:ascii="Arial" w:hAnsi="Arial" w:cs="Arial"/>
        <w:noProof/>
        <w:sz w:val="18"/>
        <w:szCs w:val="18"/>
      </w:rPr>
      <w:t>4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  <w:r w:rsidRPr="00005454">
      <w:rPr>
        <w:rStyle w:val="Numerstrony"/>
        <w:rFonts w:ascii="Arial" w:hAnsi="Arial" w:cs="Arial"/>
        <w:sz w:val="18"/>
        <w:szCs w:val="18"/>
      </w:rPr>
      <w:t>/</w:t>
    </w:r>
    <w:r w:rsidRPr="00005454">
      <w:rPr>
        <w:rStyle w:val="Numerstrony"/>
        <w:rFonts w:ascii="Arial" w:hAnsi="Arial" w:cs="Arial"/>
        <w:sz w:val="18"/>
        <w:szCs w:val="18"/>
      </w:rPr>
      <w:fldChar w:fldCharType="begin"/>
    </w:r>
    <w:r w:rsidRPr="00005454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005454">
      <w:rPr>
        <w:rStyle w:val="Numerstrony"/>
        <w:rFonts w:ascii="Arial" w:hAnsi="Arial" w:cs="Arial"/>
        <w:sz w:val="18"/>
        <w:szCs w:val="18"/>
      </w:rPr>
      <w:fldChar w:fldCharType="separate"/>
    </w:r>
    <w:r w:rsidR="000E2AA3">
      <w:rPr>
        <w:rStyle w:val="Numerstrony"/>
        <w:rFonts w:ascii="Arial" w:hAnsi="Arial" w:cs="Arial"/>
        <w:noProof/>
        <w:sz w:val="18"/>
        <w:szCs w:val="18"/>
      </w:rPr>
      <w:t>5</w:t>
    </w:r>
    <w:r w:rsidRPr="00005454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55C85975" w:rsidR="00AE2ACB" w:rsidRPr="00346636" w:rsidRDefault="00825CE5" w:rsidP="00FA1CE9">
    <w:pPr>
      <w:pStyle w:val="Nagwek"/>
      <w:jc w:val="center"/>
    </w:pPr>
    <w:r>
      <w:rPr>
        <w:noProof/>
      </w:rPr>
      <w:drawing>
        <wp:inline distT="0" distB="0" distL="0" distR="0" wp14:anchorId="021CCC8D" wp14:editId="25DFF80B">
          <wp:extent cx="5760085" cy="805815"/>
          <wp:effectExtent l="0" t="0" r="0" b="0"/>
          <wp:docPr id="116156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A3F"/>
    <w:multiLevelType w:val="multilevel"/>
    <w:tmpl w:val="57968046"/>
    <w:lvl w:ilvl="0">
      <w:start w:val="2"/>
      <w:numFmt w:val="decimal"/>
      <w:lvlText w:val="%1."/>
      <w:lvlJc w:val="left"/>
      <w:pPr>
        <w:ind w:left="6646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9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86" w:hanging="2160"/>
      </w:pPr>
      <w:rPr>
        <w:rFonts w:hint="default"/>
      </w:rPr>
    </w:lvl>
  </w:abstractNum>
  <w:abstractNum w:abstractNumId="1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347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001DAF"/>
    <w:multiLevelType w:val="multilevel"/>
    <w:tmpl w:val="04A0AE9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48" w:hanging="2160"/>
      </w:pPr>
      <w:rPr>
        <w:rFonts w:hint="default"/>
      </w:rPr>
    </w:lvl>
  </w:abstractNum>
  <w:abstractNum w:abstractNumId="11" w15:restartNumberingAfterBreak="0">
    <w:nsid w:val="5F7A068F"/>
    <w:multiLevelType w:val="multilevel"/>
    <w:tmpl w:val="B3C661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7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9174B62"/>
    <w:multiLevelType w:val="multilevel"/>
    <w:tmpl w:val="70887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1253441">
    <w:abstractNumId w:val="16"/>
  </w:num>
  <w:num w:numId="2" w16cid:durableId="1922716065">
    <w:abstractNumId w:val="9"/>
  </w:num>
  <w:num w:numId="3" w16cid:durableId="1654413591">
    <w:abstractNumId w:val="14"/>
  </w:num>
  <w:num w:numId="4" w16cid:durableId="594437701">
    <w:abstractNumId w:val="23"/>
  </w:num>
  <w:num w:numId="5" w16cid:durableId="535699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6245651">
    <w:abstractNumId w:val="13"/>
  </w:num>
  <w:num w:numId="7" w16cid:durableId="467279948">
    <w:abstractNumId w:val="5"/>
  </w:num>
  <w:num w:numId="8" w16cid:durableId="716395980">
    <w:abstractNumId w:val="18"/>
  </w:num>
  <w:num w:numId="9" w16cid:durableId="455179825">
    <w:abstractNumId w:val="8"/>
  </w:num>
  <w:num w:numId="10" w16cid:durableId="275646721">
    <w:abstractNumId w:val="19"/>
  </w:num>
  <w:num w:numId="11" w16cid:durableId="1184782913">
    <w:abstractNumId w:val="22"/>
  </w:num>
  <w:num w:numId="12" w16cid:durableId="769551121">
    <w:abstractNumId w:val="4"/>
  </w:num>
  <w:num w:numId="13" w16cid:durableId="8107509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9914842">
    <w:abstractNumId w:val="17"/>
  </w:num>
  <w:num w:numId="15" w16cid:durableId="1146122901">
    <w:abstractNumId w:val="2"/>
  </w:num>
  <w:num w:numId="16" w16cid:durableId="919682421">
    <w:abstractNumId w:val="12"/>
  </w:num>
  <w:num w:numId="17" w16cid:durableId="1242370270">
    <w:abstractNumId w:val="1"/>
  </w:num>
  <w:num w:numId="18" w16cid:durableId="1616717962">
    <w:abstractNumId w:val="6"/>
  </w:num>
  <w:num w:numId="19" w16cid:durableId="1777671052">
    <w:abstractNumId w:val="7"/>
  </w:num>
  <w:num w:numId="20" w16cid:durableId="1173573537">
    <w:abstractNumId w:val="11"/>
  </w:num>
  <w:num w:numId="21" w16cid:durableId="1904097477">
    <w:abstractNumId w:val="3"/>
  </w:num>
  <w:num w:numId="22" w16cid:durableId="51468261">
    <w:abstractNumId w:val="0"/>
  </w:num>
  <w:num w:numId="23" w16cid:durableId="853803450">
    <w:abstractNumId w:val="10"/>
  </w:num>
  <w:num w:numId="24" w16cid:durableId="15111451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0C25D7"/>
    <w:rsid w:val="000E2AA3"/>
    <w:rsid w:val="001010F1"/>
    <w:rsid w:val="001063D3"/>
    <w:rsid w:val="001129C0"/>
    <w:rsid w:val="00140C27"/>
    <w:rsid w:val="00193F60"/>
    <w:rsid w:val="001B1410"/>
    <w:rsid w:val="001C6DC3"/>
    <w:rsid w:val="001C7D84"/>
    <w:rsid w:val="001D5C00"/>
    <w:rsid w:val="001E2907"/>
    <w:rsid w:val="001F1C13"/>
    <w:rsid w:val="0020388B"/>
    <w:rsid w:val="00212DC5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612D"/>
    <w:rsid w:val="00317CD5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50529"/>
    <w:rsid w:val="00461CEE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64F9"/>
    <w:rsid w:val="00563DC0"/>
    <w:rsid w:val="005722FE"/>
    <w:rsid w:val="00574A9C"/>
    <w:rsid w:val="00583049"/>
    <w:rsid w:val="005844F6"/>
    <w:rsid w:val="005B272F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80D4C"/>
    <w:rsid w:val="00791153"/>
    <w:rsid w:val="007D475B"/>
    <w:rsid w:val="007E331F"/>
    <w:rsid w:val="007F3E87"/>
    <w:rsid w:val="00814ACA"/>
    <w:rsid w:val="008179FB"/>
    <w:rsid w:val="00825CE5"/>
    <w:rsid w:val="008C0C51"/>
    <w:rsid w:val="008C5531"/>
    <w:rsid w:val="008C7E95"/>
    <w:rsid w:val="008E6C6E"/>
    <w:rsid w:val="00920430"/>
    <w:rsid w:val="009312B4"/>
    <w:rsid w:val="00932E17"/>
    <w:rsid w:val="009569B2"/>
    <w:rsid w:val="009678A3"/>
    <w:rsid w:val="00973524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87B45"/>
    <w:rsid w:val="00CD06F9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55F"/>
    <w:rsid w:val="00DB0B8B"/>
    <w:rsid w:val="00DB1D88"/>
    <w:rsid w:val="00DB7A0F"/>
    <w:rsid w:val="00DC336F"/>
    <w:rsid w:val="00DD7072"/>
    <w:rsid w:val="00E1735C"/>
    <w:rsid w:val="00E427E1"/>
    <w:rsid w:val="00EA28A0"/>
    <w:rsid w:val="00EB7584"/>
    <w:rsid w:val="00ED4154"/>
    <w:rsid w:val="00EE1E0A"/>
    <w:rsid w:val="00EF1FDB"/>
    <w:rsid w:val="00F134D5"/>
    <w:rsid w:val="00F25346"/>
    <w:rsid w:val="00F31EAC"/>
    <w:rsid w:val="00F7377B"/>
    <w:rsid w:val="00F80E6E"/>
    <w:rsid w:val="00F855D6"/>
    <w:rsid w:val="00FA1CE9"/>
    <w:rsid w:val="00FA723B"/>
    <w:rsid w:val="00FA76C7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25C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3ruda.pl" TargetMode="Externa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0FECB-E229-4F89-902D-9C594F6C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162</TotalTime>
  <Pages>5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30</cp:revision>
  <cp:lastPrinted>2024-11-19T18:32:00Z</cp:lastPrinted>
  <dcterms:created xsi:type="dcterms:W3CDTF">2024-10-06T10:11:00Z</dcterms:created>
  <dcterms:modified xsi:type="dcterms:W3CDTF">2025-04-09T17:39:00Z</dcterms:modified>
</cp:coreProperties>
</file>