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C78051" w14:textId="474165D3" w:rsidR="002D3838" w:rsidRPr="00BA6444" w:rsidRDefault="002D3838" w:rsidP="002D3838">
      <w:pPr>
        <w:tabs>
          <w:tab w:val="left" w:pos="1134"/>
          <w:tab w:val="left" w:pos="4962"/>
        </w:tabs>
        <w:spacing w:line="360" w:lineRule="auto"/>
      </w:pPr>
      <w:bookmarkStart w:id="0" w:name="_Hlk145926462"/>
      <w:bookmarkStart w:id="1" w:name="_Hlk51061150"/>
      <w:r w:rsidRPr="00BA6444">
        <w:t xml:space="preserve">Nr postępowania </w:t>
      </w:r>
      <w:bookmarkStart w:id="2" w:name="_Hlk146261600"/>
      <w:r w:rsidR="00BA6444" w:rsidRPr="00BA6444">
        <w:t>1</w:t>
      </w:r>
      <w:r w:rsidRPr="00BA6444">
        <w:t>/</w:t>
      </w:r>
      <w:r w:rsidR="00957367">
        <w:t>T</w:t>
      </w:r>
      <w:r w:rsidRPr="00BA6444">
        <w:t>P/</w:t>
      </w:r>
      <w:r w:rsidR="00BA6444" w:rsidRPr="00BA6444">
        <w:t>PGK/</w:t>
      </w:r>
      <w:r w:rsidRPr="00BA6444">
        <w:t>202</w:t>
      </w:r>
      <w:bookmarkEnd w:id="0"/>
      <w:bookmarkEnd w:id="2"/>
      <w:r w:rsidR="009D10E2">
        <w:t>5</w:t>
      </w:r>
      <w:r w:rsidRPr="00BA6444">
        <w:tab/>
      </w:r>
      <w:r w:rsidR="00562944">
        <w:t xml:space="preserve">            </w:t>
      </w:r>
      <w:r w:rsidRPr="00BA6444">
        <w:tab/>
      </w:r>
      <w:r w:rsidR="00562944">
        <w:t xml:space="preserve">Załącznik nr </w:t>
      </w:r>
      <w:r w:rsidR="00606464">
        <w:t>1</w:t>
      </w:r>
      <w:r w:rsidR="00562944">
        <w:t xml:space="preserve"> do SWZ</w:t>
      </w:r>
    </w:p>
    <w:bookmarkEnd w:id="1"/>
    <w:p w14:paraId="5EAB8568" w14:textId="64A33B5A" w:rsidR="00606464" w:rsidRPr="00C97AFB" w:rsidRDefault="00606464" w:rsidP="00606464">
      <w:pPr>
        <w:keepNext/>
        <w:keepLines/>
        <w:spacing w:line="276" w:lineRule="auto"/>
        <w:rPr>
          <w:rFonts w:ascii="Tahoma" w:hAnsi="Tahoma" w:cs="Tahoma"/>
          <w:b/>
          <w:lang w:eastAsia="pl-PL"/>
        </w:rPr>
      </w:pPr>
    </w:p>
    <w:p w14:paraId="7529C629" w14:textId="77777777" w:rsidR="00606464" w:rsidRPr="00C4415C" w:rsidRDefault="00606464" w:rsidP="00606464">
      <w:pPr>
        <w:keepNext/>
        <w:keepLines/>
        <w:spacing w:before="480" w:after="480" w:line="276" w:lineRule="auto"/>
        <w:jc w:val="center"/>
        <w:rPr>
          <w:b/>
          <w:sz w:val="28"/>
          <w:szCs w:val="28"/>
          <w:lang w:eastAsia="pl-PL"/>
        </w:rPr>
      </w:pPr>
      <w:r w:rsidRPr="00C4415C">
        <w:rPr>
          <w:b/>
          <w:sz w:val="28"/>
          <w:szCs w:val="28"/>
          <w:lang w:eastAsia="pl-PL"/>
        </w:rPr>
        <w:t>F O R M U L A R Z    O F E R T Y</w:t>
      </w:r>
    </w:p>
    <w:p w14:paraId="5EA41BDD" w14:textId="1BFB1390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Nazwa i siedziba Wykonawc</w:t>
      </w:r>
      <w:r w:rsidR="003B15C9" w:rsidRPr="005E5271">
        <w:rPr>
          <w:sz w:val="22"/>
          <w:szCs w:val="22"/>
          <w:lang w:eastAsia="pl-PL"/>
        </w:rPr>
        <w:t xml:space="preserve">y </w:t>
      </w:r>
      <w:r w:rsidRPr="005E5271">
        <w:rPr>
          <w:sz w:val="22"/>
          <w:szCs w:val="22"/>
          <w:lang w:eastAsia="pl-PL"/>
        </w:rPr>
        <w:t>albo I</w:t>
      </w:r>
      <w:r w:rsidRPr="005E5271">
        <w:rPr>
          <w:bCs/>
          <w:sz w:val="22"/>
          <w:szCs w:val="22"/>
          <w:lang w:eastAsia="pl-PL"/>
        </w:rPr>
        <w:t>mię i nazwisko, adres zamieszkania i adres Wykonawcy</w:t>
      </w:r>
    </w:p>
    <w:p w14:paraId="58CDC89F" w14:textId="35458D6B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</w:t>
      </w:r>
    </w:p>
    <w:p w14:paraId="699665B5" w14:textId="77777777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Osoba uprawniona do kontaktu z Zamawiającym (imię, nazwisko, stanowisko):</w:t>
      </w:r>
    </w:p>
    <w:p w14:paraId="49C8CAD0" w14:textId="6EDBE681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............................................................................................................................</w:t>
      </w:r>
    </w:p>
    <w:p w14:paraId="37196348" w14:textId="26D5BD7E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Nr telefonu ..........................................................</w:t>
      </w:r>
    </w:p>
    <w:p w14:paraId="64029333" w14:textId="77777777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Regon:......................................................................... NIP:.............................................................................</w:t>
      </w:r>
    </w:p>
    <w:p w14:paraId="51D607C2" w14:textId="77777777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Województwo............................................................... Powiat..........................................................................</w:t>
      </w:r>
    </w:p>
    <w:p w14:paraId="1AF47D76" w14:textId="77777777" w:rsidR="00606464" w:rsidRPr="005E5271" w:rsidRDefault="00606464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 xml:space="preserve">Internet: http://............................................................ </w:t>
      </w:r>
      <w:r w:rsidRPr="005E5271">
        <w:rPr>
          <w:sz w:val="22"/>
          <w:szCs w:val="22"/>
          <w:lang w:eastAsia="pl-PL"/>
        </w:rPr>
        <w:br/>
        <w:t>e-mail:..........................@............................................</w:t>
      </w:r>
    </w:p>
    <w:p w14:paraId="45EE5B08" w14:textId="13953966" w:rsidR="00BF7B56" w:rsidRPr="005E5271" w:rsidRDefault="00BF7B56" w:rsidP="00606464">
      <w:pPr>
        <w:keepNext/>
        <w:keepLines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Nr konta ……………………………………………</w:t>
      </w:r>
    </w:p>
    <w:p w14:paraId="307DE57F" w14:textId="77777777" w:rsidR="00606464" w:rsidRPr="005E5271" w:rsidRDefault="00606464" w:rsidP="00606464">
      <w:pPr>
        <w:keepNext/>
        <w:keepLines/>
        <w:spacing w:line="276" w:lineRule="auto"/>
        <w:jc w:val="center"/>
        <w:rPr>
          <w:sz w:val="22"/>
          <w:szCs w:val="22"/>
          <w:lang w:eastAsia="pl-PL"/>
        </w:rPr>
      </w:pPr>
    </w:p>
    <w:p w14:paraId="38A13351" w14:textId="59EDBDA0" w:rsidR="00C4415C" w:rsidRPr="005E5271" w:rsidRDefault="00606464" w:rsidP="00AF0886">
      <w:pPr>
        <w:ind w:firstLine="708"/>
        <w:rPr>
          <w:b/>
          <w:bCs/>
          <w:sz w:val="22"/>
          <w:szCs w:val="22"/>
        </w:rPr>
      </w:pPr>
      <w:r w:rsidRPr="005E5271">
        <w:rPr>
          <w:sz w:val="22"/>
          <w:szCs w:val="22"/>
        </w:rPr>
        <w:t>W nawiąz</w:t>
      </w:r>
      <w:r w:rsidR="00E775BB" w:rsidRPr="005E5271">
        <w:rPr>
          <w:sz w:val="22"/>
          <w:szCs w:val="22"/>
        </w:rPr>
        <w:t>aniu</w:t>
      </w:r>
      <w:r w:rsidRPr="005E5271">
        <w:rPr>
          <w:sz w:val="22"/>
          <w:szCs w:val="22"/>
        </w:rPr>
        <w:t xml:space="preserve"> </w:t>
      </w:r>
      <w:r w:rsidR="00E775BB" w:rsidRPr="005E5271">
        <w:rPr>
          <w:sz w:val="22"/>
          <w:szCs w:val="22"/>
        </w:rPr>
        <w:t xml:space="preserve">do </w:t>
      </w:r>
      <w:r w:rsidRPr="005E5271">
        <w:rPr>
          <w:sz w:val="22"/>
          <w:szCs w:val="22"/>
        </w:rPr>
        <w:t>zamówienia publicznego</w:t>
      </w:r>
      <w:r w:rsidR="00E775BB" w:rsidRPr="005E5271">
        <w:rPr>
          <w:sz w:val="22"/>
          <w:szCs w:val="22"/>
        </w:rPr>
        <w:t xml:space="preserve"> prowadzonego w trybie podstawowym </w:t>
      </w:r>
      <w:r w:rsidRPr="005E5271">
        <w:rPr>
          <w:sz w:val="22"/>
          <w:szCs w:val="22"/>
        </w:rPr>
        <w:t xml:space="preserve"> pn.: </w:t>
      </w:r>
      <w:bookmarkStart w:id="3" w:name="_Hlk125452532"/>
      <w:r w:rsidRPr="005E5271">
        <w:rPr>
          <w:b/>
          <w:bCs/>
          <w:sz w:val="22"/>
          <w:szCs w:val="22"/>
        </w:rPr>
        <w:t xml:space="preserve"> „</w:t>
      </w:r>
      <w:r w:rsidR="005E5271" w:rsidRPr="005E5271">
        <w:rPr>
          <w:b/>
          <w:bCs/>
          <w:sz w:val="22"/>
          <w:szCs w:val="22"/>
        </w:rPr>
        <w:t>Dostawa paliw płynnych na potrzeby PGK Wisznia Mała  w</w:t>
      </w:r>
      <w:r w:rsidR="00310D4F">
        <w:rPr>
          <w:b/>
          <w:bCs/>
          <w:sz w:val="22"/>
          <w:szCs w:val="22"/>
        </w:rPr>
        <w:t xml:space="preserve"> okresie 12 miesięcy” </w:t>
      </w:r>
      <w:r w:rsidR="005E5271" w:rsidRPr="005E5271">
        <w:rPr>
          <w:b/>
          <w:bCs/>
          <w:sz w:val="22"/>
          <w:szCs w:val="22"/>
        </w:rPr>
        <w:t>,</w:t>
      </w:r>
      <w:r w:rsidR="00AF0886" w:rsidRPr="005E5271">
        <w:rPr>
          <w:b/>
          <w:bCs/>
          <w:sz w:val="22"/>
          <w:szCs w:val="22"/>
        </w:rPr>
        <w:t xml:space="preserve"> Nr postępowania 1/TP/PGK/2025</w:t>
      </w:r>
      <w:r w:rsidRPr="005E5271">
        <w:rPr>
          <w:b/>
          <w:bCs/>
          <w:sz w:val="22"/>
          <w:szCs w:val="22"/>
        </w:rPr>
        <w:t>”</w:t>
      </w:r>
      <w:bookmarkEnd w:id="3"/>
      <w:r w:rsidR="00E775BB" w:rsidRPr="005E5271">
        <w:rPr>
          <w:b/>
          <w:bCs/>
          <w:sz w:val="22"/>
          <w:szCs w:val="22"/>
        </w:rPr>
        <w:t xml:space="preserve"> </w:t>
      </w:r>
      <w:r w:rsidRPr="005E5271">
        <w:rPr>
          <w:sz w:val="22"/>
          <w:szCs w:val="22"/>
        </w:rPr>
        <w:t xml:space="preserve">prowadzonego przez </w:t>
      </w:r>
      <w:r w:rsidRPr="005E5271">
        <w:rPr>
          <w:b/>
          <w:bCs/>
          <w:sz w:val="22"/>
          <w:szCs w:val="22"/>
        </w:rPr>
        <w:t>Przedsiębiorstwo Gospodarki Komunalnej Sp z o.o. w Wiszni Małej</w:t>
      </w:r>
      <w:r w:rsidRPr="005E5271">
        <w:rPr>
          <w:i/>
          <w:sz w:val="22"/>
          <w:szCs w:val="22"/>
        </w:rPr>
        <w:t xml:space="preserve"> </w:t>
      </w:r>
      <w:r w:rsidR="00E775BB" w:rsidRPr="005E5271">
        <w:rPr>
          <w:sz w:val="22"/>
          <w:szCs w:val="22"/>
        </w:rPr>
        <w:t xml:space="preserve">przedstawiamy </w:t>
      </w:r>
      <w:r w:rsidRPr="005E5271">
        <w:rPr>
          <w:sz w:val="22"/>
          <w:szCs w:val="22"/>
        </w:rPr>
        <w:t xml:space="preserve"> następuj</w:t>
      </w:r>
      <w:r w:rsidR="00E775BB" w:rsidRPr="005E5271">
        <w:rPr>
          <w:sz w:val="22"/>
          <w:szCs w:val="22"/>
        </w:rPr>
        <w:t xml:space="preserve">ącą </w:t>
      </w:r>
      <w:r w:rsidR="002D7442" w:rsidRPr="005E5271">
        <w:rPr>
          <w:sz w:val="22"/>
          <w:szCs w:val="22"/>
        </w:rPr>
        <w:t>o</w:t>
      </w:r>
      <w:r w:rsidR="00E775BB" w:rsidRPr="005E5271">
        <w:rPr>
          <w:sz w:val="22"/>
          <w:szCs w:val="22"/>
        </w:rPr>
        <w:t>fertę</w:t>
      </w:r>
      <w:r w:rsidRPr="005E5271">
        <w:rPr>
          <w:sz w:val="22"/>
          <w:szCs w:val="22"/>
        </w:rPr>
        <w:t>:</w:t>
      </w:r>
    </w:p>
    <w:p w14:paraId="77146505" w14:textId="6B786614" w:rsidR="00606464" w:rsidRPr="005E5271" w:rsidRDefault="00606464" w:rsidP="002D7442">
      <w:pPr>
        <w:pStyle w:val="Akapitzlist"/>
        <w:numPr>
          <w:ilvl w:val="0"/>
          <w:numId w:val="15"/>
        </w:numPr>
        <w:ind w:left="426" w:hanging="426"/>
        <w:rPr>
          <w:rFonts w:ascii="Times New Roman" w:hAnsi="Times New Roman" w:cs="Times New Roman"/>
          <w:b/>
          <w:u w:val="single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>Oferujemy sukcesywną dostawę</w:t>
      </w:r>
      <w:r w:rsidR="00E775BB" w:rsidRPr="005E5271">
        <w:rPr>
          <w:rFonts w:ascii="Times New Roman" w:hAnsi="Times New Roman" w:cs="Times New Roman"/>
          <w:lang w:eastAsia="pl-PL"/>
        </w:rPr>
        <w:t xml:space="preserve"> </w:t>
      </w:r>
      <w:r w:rsidR="00310D4F">
        <w:rPr>
          <w:rFonts w:ascii="Times New Roman" w:hAnsi="Times New Roman" w:cs="Times New Roman"/>
          <w:lang w:eastAsia="pl-PL"/>
        </w:rPr>
        <w:t>w okresie 12 miesięcy od podpisania umowy</w:t>
      </w:r>
      <w:r w:rsidR="00E775BB" w:rsidRPr="005E5271">
        <w:rPr>
          <w:rFonts w:ascii="Times New Roman" w:hAnsi="Times New Roman" w:cs="Times New Roman"/>
          <w:lang w:eastAsia="pl-PL"/>
        </w:rPr>
        <w:t>.</w:t>
      </w:r>
      <w:r w:rsidRPr="005E5271">
        <w:rPr>
          <w:rFonts w:ascii="Times New Roman" w:hAnsi="Times New Roman" w:cs="Times New Roman"/>
          <w:lang w:eastAsia="pl-PL"/>
        </w:rPr>
        <w:t xml:space="preserve"> </w:t>
      </w:r>
      <w:r w:rsidR="00AF0886" w:rsidRPr="005E5271">
        <w:rPr>
          <w:rFonts w:ascii="Times New Roman" w:hAnsi="Times New Roman" w:cs="Times New Roman"/>
          <w:lang w:eastAsia="pl-PL"/>
        </w:rPr>
        <w:t>paliw płynnych</w:t>
      </w:r>
      <w:r w:rsidRPr="005E5271">
        <w:rPr>
          <w:rFonts w:ascii="Times New Roman" w:hAnsi="Times New Roman" w:cs="Times New Roman"/>
          <w:lang w:eastAsia="pl-PL"/>
        </w:rPr>
        <w:t xml:space="preserve"> </w:t>
      </w:r>
      <w:r w:rsidR="005E5271">
        <w:rPr>
          <w:rFonts w:ascii="Times New Roman" w:hAnsi="Times New Roman" w:cs="Times New Roman"/>
          <w:lang w:eastAsia="pl-PL"/>
        </w:rPr>
        <w:t xml:space="preserve"> do </w:t>
      </w:r>
      <w:r w:rsidR="00E775BB" w:rsidRPr="005E5271">
        <w:rPr>
          <w:rFonts w:ascii="Times New Roman" w:hAnsi="Times New Roman" w:cs="Times New Roman"/>
          <w:b/>
          <w:bCs/>
        </w:rPr>
        <w:t>Przedsiębiorstw</w:t>
      </w:r>
      <w:r w:rsidR="005E5271">
        <w:rPr>
          <w:rFonts w:ascii="Times New Roman" w:hAnsi="Times New Roman" w:cs="Times New Roman"/>
          <w:b/>
          <w:bCs/>
        </w:rPr>
        <w:t>a</w:t>
      </w:r>
      <w:r w:rsidR="00E775BB" w:rsidRPr="005E5271">
        <w:rPr>
          <w:rFonts w:ascii="Times New Roman" w:hAnsi="Times New Roman" w:cs="Times New Roman"/>
          <w:b/>
          <w:bCs/>
        </w:rPr>
        <w:t xml:space="preserve"> Gospodarki Komunalnej Sp z o.o. w Wiszni Małej</w:t>
      </w:r>
      <w:r w:rsidRPr="005E5271">
        <w:rPr>
          <w:rFonts w:ascii="Times New Roman" w:hAnsi="Times New Roman" w:cs="Times New Roman"/>
          <w:lang w:eastAsia="pl-PL"/>
        </w:rPr>
        <w:t xml:space="preserve">, zgodnie z warunkami określonymi w SWZ </w:t>
      </w:r>
      <w:r w:rsidR="00E775BB" w:rsidRPr="005E5271">
        <w:rPr>
          <w:rFonts w:ascii="Times New Roman" w:hAnsi="Times New Roman" w:cs="Times New Roman"/>
          <w:lang w:eastAsia="pl-PL"/>
        </w:rPr>
        <w:t xml:space="preserve"> </w:t>
      </w:r>
      <w:r w:rsidRPr="005E5271">
        <w:rPr>
          <w:rFonts w:ascii="Times New Roman" w:hAnsi="Times New Roman" w:cs="Times New Roman"/>
          <w:b/>
          <w:u w:val="single"/>
          <w:lang w:eastAsia="pl-PL"/>
        </w:rPr>
        <w:t>w cenie</w:t>
      </w:r>
      <w:r w:rsidR="0095596F" w:rsidRPr="005E5271">
        <w:rPr>
          <w:rFonts w:ascii="Times New Roman" w:hAnsi="Times New Roman" w:cs="Times New Roman"/>
          <w:b/>
          <w:u w:val="single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"/>
        <w:gridCol w:w="1403"/>
        <w:gridCol w:w="463"/>
        <w:gridCol w:w="1112"/>
        <w:gridCol w:w="1142"/>
        <w:gridCol w:w="1533"/>
        <w:gridCol w:w="1488"/>
        <w:gridCol w:w="1488"/>
      </w:tblGrid>
      <w:tr w:rsidR="005E5271" w14:paraId="78361847" w14:textId="77777777" w:rsidTr="00B82C27">
        <w:tc>
          <w:tcPr>
            <w:tcW w:w="432" w:type="dxa"/>
            <w:shd w:val="clear" w:color="auto" w:fill="C6D9F1" w:themeFill="text2" w:themeFillTint="33"/>
          </w:tcPr>
          <w:p w14:paraId="47F48AE5" w14:textId="5FCB279B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proofErr w:type="spellStart"/>
            <w:r w:rsidRPr="00AF0886">
              <w:rPr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403" w:type="dxa"/>
            <w:shd w:val="clear" w:color="auto" w:fill="C6D9F1" w:themeFill="text2" w:themeFillTint="33"/>
          </w:tcPr>
          <w:p w14:paraId="0B815AD2" w14:textId="68E61B34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463" w:type="dxa"/>
            <w:shd w:val="clear" w:color="auto" w:fill="C6D9F1" w:themeFill="text2" w:themeFillTint="33"/>
          </w:tcPr>
          <w:p w14:paraId="7C85E5C7" w14:textId="0BD5DAFD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proofErr w:type="spellStart"/>
            <w:r w:rsidRPr="00AF0886">
              <w:rPr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112" w:type="dxa"/>
            <w:shd w:val="clear" w:color="auto" w:fill="C6D9F1" w:themeFill="text2" w:themeFillTint="33"/>
          </w:tcPr>
          <w:p w14:paraId="37CD0C0A" w14:textId="3602655F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42" w:type="dxa"/>
            <w:shd w:val="clear" w:color="auto" w:fill="C6D9F1" w:themeFill="text2" w:themeFillTint="33"/>
          </w:tcPr>
          <w:p w14:paraId="5053A224" w14:textId="72607C1D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 xml:space="preserve">Cena brutto     1 litra paliwa   w dniu </w:t>
            </w:r>
            <w:r w:rsidR="003011C3" w:rsidRPr="003011C3">
              <w:rPr>
                <w:sz w:val="18"/>
                <w:szCs w:val="18"/>
                <w:lang w:eastAsia="pl-PL"/>
              </w:rPr>
              <w:t>31</w:t>
            </w:r>
            <w:r w:rsidRPr="003011C3">
              <w:rPr>
                <w:sz w:val="18"/>
                <w:szCs w:val="18"/>
                <w:lang w:eastAsia="pl-PL"/>
              </w:rPr>
              <w:t xml:space="preserve">.03.2025 </w:t>
            </w:r>
            <w:r w:rsidRPr="00AF0886">
              <w:rPr>
                <w:sz w:val="18"/>
                <w:szCs w:val="18"/>
                <w:lang w:eastAsia="pl-PL"/>
              </w:rPr>
              <w:t>r</w:t>
            </w:r>
          </w:p>
        </w:tc>
        <w:tc>
          <w:tcPr>
            <w:tcW w:w="1533" w:type="dxa"/>
            <w:shd w:val="clear" w:color="auto" w:fill="C6D9F1" w:themeFill="text2" w:themeFillTint="33"/>
          </w:tcPr>
          <w:p w14:paraId="7522A0B3" w14:textId="56D8C260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 xml:space="preserve">Oferowany stały </w:t>
            </w:r>
            <w:r w:rsidR="00B82C27">
              <w:rPr>
                <w:sz w:val="18"/>
                <w:szCs w:val="18"/>
                <w:lang w:eastAsia="pl-PL"/>
              </w:rPr>
              <w:t>opust</w:t>
            </w:r>
            <w:r w:rsidRPr="00AF0886">
              <w:rPr>
                <w:sz w:val="18"/>
                <w:szCs w:val="18"/>
                <w:lang w:eastAsia="pl-PL"/>
              </w:rPr>
              <w:t xml:space="preserve"> zł,</w:t>
            </w:r>
          </w:p>
          <w:p w14:paraId="4C7BEDFC" w14:textId="7777777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który będzie udzielany przy</w:t>
            </w:r>
          </w:p>
          <w:p w14:paraId="4965B93C" w14:textId="7777777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każdorazowym</w:t>
            </w:r>
          </w:p>
          <w:p w14:paraId="338015FF" w14:textId="5E8000B9" w:rsidR="00EB4D20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tankowaniu</w:t>
            </w:r>
          </w:p>
        </w:tc>
        <w:tc>
          <w:tcPr>
            <w:tcW w:w="1488" w:type="dxa"/>
            <w:shd w:val="clear" w:color="auto" w:fill="C6D9F1" w:themeFill="text2" w:themeFillTint="33"/>
          </w:tcPr>
          <w:p w14:paraId="53D8A616" w14:textId="39FDAC7C" w:rsidR="00EB4D20" w:rsidRPr="00AF0886" w:rsidRDefault="00AF0886" w:rsidP="002D7442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 xml:space="preserve">Cena brutto 1 litra paliwa po              uwzględnieniu </w:t>
            </w:r>
            <w:r w:rsidR="00B82C27">
              <w:rPr>
                <w:sz w:val="18"/>
                <w:szCs w:val="18"/>
                <w:lang w:eastAsia="pl-PL"/>
              </w:rPr>
              <w:t>opustu</w:t>
            </w:r>
          </w:p>
        </w:tc>
        <w:tc>
          <w:tcPr>
            <w:tcW w:w="1488" w:type="dxa"/>
            <w:shd w:val="clear" w:color="auto" w:fill="C6D9F1" w:themeFill="text2" w:themeFillTint="33"/>
          </w:tcPr>
          <w:p w14:paraId="063FDB41" w14:textId="7777777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Wartość zamówienia</w:t>
            </w:r>
          </w:p>
          <w:p w14:paraId="5ACAEEC7" w14:textId="7777777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 xml:space="preserve">zł brutto po </w:t>
            </w:r>
          </w:p>
          <w:p w14:paraId="39687AA7" w14:textId="64A17D35" w:rsidR="00EB4D20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 xml:space="preserve">uwzględnieniu </w:t>
            </w:r>
            <w:r w:rsidR="00B82C27">
              <w:rPr>
                <w:sz w:val="18"/>
                <w:szCs w:val="18"/>
                <w:lang w:eastAsia="pl-PL"/>
              </w:rPr>
              <w:t>opustu</w:t>
            </w:r>
          </w:p>
        </w:tc>
      </w:tr>
      <w:tr w:rsidR="005E5271" w14:paraId="0726AB3A" w14:textId="77777777" w:rsidTr="00B82C27">
        <w:tc>
          <w:tcPr>
            <w:tcW w:w="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E4E6429" w14:textId="413D418F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0656937" w14:textId="6608F01A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D82212C" w14:textId="7FEFF786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43F65AF" w14:textId="33F7C6F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AF0886">
              <w:rPr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F2CB61A" w14:textId="56136221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9B0A4B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152E0E3" w14:textId="40A86680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9B0A4B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38A04FB" w14:textId="1771268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9B0A4B">
              <w:rPr>
                <w:b/>
                <w:sz w:val="18"/>
                <w:szCs w:val="18"/>
              </w:rPr>
              <w:t>7. (5 – 6)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0EE0AF2" w14:textId="6ADFBD57" w:rsidR="00AF0886" w:rsidRPr="00AF0886" w:rsidRDefault="00AF0886" w:rsidP="00AF0886">
            <w:pPr>
              <w:rPr>
                <w:sz w:val="18"/>
                <w:szCs w:val="18"/>
                <w:lang w:eastAsia="pl-PL"/>
              </w:rPr>
            </w:pPr>
            <w:r w:rsidRPr="009B0A4B">
              <w:rPr>
                <w:b/>
                <w:sz w:val="18"/>
                <w:szCs w:val="18"/>
              </w:rPr>
              <w:t>8. (4 x 7)</w:t>
            </w:r>
          </w:p>
        </w:tc>
      </w:tr>
      <w:tr w:rsidR="005E5271" w14:paraId="4EC373CE" w14:textId="77777777" w:rsidTr="00B82C27">
        <w:tc>
          <w:tcPr>
            <w:tcW w:w="432" w:type="dxa"/>
            <w:tcBorders>
              <w:top w:val="single" w:sz="12" w:space="0" w:color="auto"/>
            </w:tcBorders>
            <w:vAlign w:val="center"/>
          </w:tcPr>
          <w:p w14:paraId="4398D22A" w14:textId="77777777" w:rsidR="00AF0886" w:rsidRPr="00DC0110" w:rsidRDefault="00AF0886" w:rsidP="00AF0886">
            <w:pPr>
              <w:jc w:val="center"/>
              <w:rPr>
                <w:rFonts w:eastAsia="SimSun" w:cs="Calibri"/>
                <w:sz w:val="22"/>
                <w:szCs w:val="22"/>
                <w:lang w:eastAsia="zh-CN"/>
              </w:rPr>
            </w:pPr>
          </w:p>
          <w:p w14:paraId="58C36654" w14:textId="77777777" w:rsidR="00AF0886" w:rsidRPr="00DC0110" w:rsidRDefault="00AF0886" w:rsidP="00AF0886">
            <w:pPr>
              <w:jc w:val="center"/>
              <w:rPr>
                <w:rFonts w:eastAsia="SimSun" w:cs="Calibri"/>
                <w:sz w:val="22"/>
                <w:szCs w:val="22"/>
                <w:lang w:eastAsia="zh-CN"/>
              </w:rPr>
            </w:pPr>
            <w:r w:rsidRPr="00DC0110">
              <w:rPr>
                <w:rFonts w:eastAsia="SimSun" w:cs="Calibri"/>
                <w:sz w:val="22"/>
                <w:szCs w:val="22"/>
                <w:lang w:eastAsia="zh-CN"/>
              </w:rPr>
              <w:t>1.</w:t>
            </w:r>
          </w:p>
          <w:p w14:paraId="71838438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03" w:type="dxa"/>
            <w:tcBorders>
              <w:top w:val="single" w:sz="12" w:space="0" w:color="auto"/>
            </w:tcBorders>
          </w:tcPr>
          <w:p w14:paraId="5B3992E2" w14:textId="77777777" w:rsidR="00AF0886" w:rsidRPr="005E5271" w:rsidRDefault="00AF0886" w:rsidP="00AF0886">
            <w:pPr>
              <w:tabs>
                <w:tab w:val="left" w:pos="720"/>
              </w:tabs>
              <w:rPr>
                <w:rFonts w:eastAsia="SimSun" w:cs="Calibri"/>
                <w:iCs/>
                <w:sz w:val="20"/>
                <w:szCs w:val="20"/>
                <w:lang w:eastAsia="zh-CN"/>
              </w:rPr>
            </w:pPr>
          </w:p>
          <w:p w14:paraId="5D74425E" w14:textId="4AC4D74B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iCs/>
                <w:sz w:val="20"/>
                <w:szCs w:val="20"/>
                <w:lang w:eastAsia="zh-CN"/>
              </w:rPr>
              <w:t>Olej napędowy ON</w:t>
            </w:r>
          </w:p>
        </w:tc>
        <w:tc>
          <w:tcPr>
            <w:tcW w:w="463" w:type="dxa"/>
            <w:tcBorders>
              <w:top w:val="single" w:sz="12" w:space="0" w:color="auto"/>
            </w:tcBorders>
            <w:vAlign w:val="center"/>
          </w:tcPr>
          <w:p w14:paraId="5022EAE3" w14:textId="7C84475D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sz w:val="20"/>
                <w:szCs w:val="20"/>
                <w:lang w:eastAsia="zh-CN"/>
              </w:rPr>
              <w:t>l.</w:t>
            </w:r>
          </w:p>
        </w:tc>
        <w:tc>
          <w:tcPr>
            <w:tcW w:w="1112" w:type="dxa"/>
            <w:tcBorders>
              <w:top w:val="single" w:sz="12" w:space="0" w:color="auto"/>
            </w:tcBorders>
            <w:vAlign w:val="center"/>
          </w:tcPr>
          <w:p w14:paraId="6699DF07" w14:textId="50AF2AD8" w:rsidR="00AF0886" w:rsidRPr="005E5271" w:rsidRDefault="005E5271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sz w:val="20"/>
                <w:szCs w:val="20"/>
                <w:lang w:eastAsia="zh-CN"/>
              </w:rPr>
              <w:t>34 451</w:t>
            </w:r>
          </w:p>
        </w:tc>
        <w:tc>
          <w:tcPr>
            <w:tcW w:w="1142" w:type="dxa"/>
          </w:tcPr>
          <w:p w14:paraId="380E0435" w14:textId="77777777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</w:tcPr>
          <w:p w14:paraId="0CC437FA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88" w:type="dxa"/>
          </w:tcPr>
          <w:p w14:paraId="5EA439AD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88" w:type="dxa"/>
          </w:tcPr>
          <w:p w14:paraId="5D45831A" w14:textId="77777777" w:rsidR="00AF0886" w:rsidRDefault="00AF0886" w:rsidP="00AF0886">
            <w:pPr>
              <w:rPr>
                <w:lang w:eastAsia="pl-PL"/>
              </w:rPr>
            </w:pPr>
          </w:p>
        </w:tc>
      </w:tr>
      <w:tr w:rsidR="00B82C27" w14:paraId="7BE68D3E" w14:textId="77777777" w:rsidTr="00B82C27">
        <w:tc>
          <w:tcPr>
            <w:tcW w:w="432" w:type="dxa"/>
            <w:vAlign w:val="center"/>
          </w:tcPr>
          <w:p w14:paraId="5521973F" w14:textId="77777777" w:rsidR="00AF0886" w:rsidRPr="00DC0110" w:rsidRDefault="00AF0886" w:rsidP="00AF0886">
            <w:pPr>
              <w:jc w:val="center"/>
              <w:rPr>
                <w:rFonts w:eastAsia="SimSun" w:cs="Calibri"/>
                <w:sz w:val="22"/>
                <w:szCs w:val="22"/>
                <w:lang w:eastAsia="zh-CN"/>
              </w:rPr>
            </w:pPr>
          </w:p>
          <w:p w14:paraId="04B41F70" w14:textId="77777777" w:rsidR="00AF0886" w:rsidRPr="00DC0110" w:rsidRDefault="00AF0886" w:rsidP="00AF0886">
            <w:pPr>
              <w:jc w:val="center"/>
              <w:rPr>
                <w:rFonts w:eastAsia="SimSun" w:cs="Calibri"/>
                <w:sz w:val="22"/>
                <w:szCs w:val="22"/>
                <w:lang w:eastAsia="zh-CN"/>
              </w:rPr>
            </w:pPr>
            <w:r w:rsidRPr="00DC0110">
              <w:rPr>
                <w:rFonts w:eastAsia="SimSun" w:cs="Calibri"/>
                <w:sz w:val="22"/>
                <w:szCs w:val="22"/>
                <w:lang w:eastAsia="zh-CN"/>
              </w:rPr>
              <w:t>2.</w:t>
            </w:r>
          </w:p>
          <w:p w14:paraId="3B3E8D3D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03" w:type="dxa"/>
          </w:tcPr>
          <w:p w14:paraId="0D26AD1C" w14:textId="77777777" w:rsidR="00AF0886" w:rsidRPr="005E5271" w:rsidRDefault="00AF0886" w:rsidP="00AF0886">
            <w:pPr>
              <w:rPr>
                <w:rFonts w:eastAsia="SimSun" w:cs="Calibri"/>
                <w:iCs/>
                <w:sz w:val="20"/>
                <w:szCs w:val="20"/>
                <w:lang w:eastAsia="zh-CN"/>
              </w:rPr>
            </w:pPr>
          </w:p>
          <w:p w14:paraId="69BD2A1C" w14:textId="1FCBBF19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iCs/>
                <w:sz w:val="20"/>
                <w:szCs w:val="20"/>
                <w:lang w:eastAsia="zh-CN"/>
              </w:rPr>
              <w:t xml:space="preserve">Benzyna bezołowiowa  </w:t>
            </w:r>
            <w:r w:rsidRPr="005E5271">
              <w:rPr>
                <w:rFonts w:eastAsia="SimSun" w:cs="Calibri"/>
                <w:sz w:val="20"/>
                <w:szCs w:val="20"/>
                <w:lang w:eastAsia="zh-CN"/>
              </w:rPr>
              <w:t>95-Pb</w:t>
            </w:r>
          </w:p>
        </w:tc>
        <w:tc>
          <w:tcPr>
            <w:tcW w:w="463" w:type="dxa"/>
            <w:vAlign w:val="center"/>
          </w:tcPr>
          <w:p w14:paraId="190562EB" w14:textId="666EF733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sz w:val="20"/>
                <w:szCs w:val="20"/>
                <w:lang w:eastAsia="zh-CN"/>
              </w:rPr>
              <w:t>l.</w:t>
            </w:r>
          </w:p>
        </w:tc>
        <w:tc>
          <w:tcPr>
            <w:tcW w:w="1112" w:type="dxa"/>
            <w:vAlign w:val="center"/>
          </w:tcPr>
          <w:p w14:paraId="7EB096AD" w14:textId="2E723DF2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  <w:r w:rsidRPr="005E5271">
              <w:rPr>
                <w:rFonts w:eastAsia="SimSun" w:cs="Calibri"/>
                <w:sz w:val="20"/>
                <w:szCs w:val="20"/>
                <w:lang w:eastAsia="zh-CN"/>
              </w:rPr>
              <w:t>2 611</w:t>
            </w:r>
          </w:p>
        </w:tc>
        <w:tc>
          <w:tcPr>
            <w:tcW w:w="1142" w:type="dxa"/>
          </w:tcPr>
          <w:p w14:paraId="57916BB9" w14:textId="77777777" w:rsidR="00AF0886" w:rsidRPr="005E5271" w:rsidRDefault="00AF0886" w:rsidP="00AF0886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</w:tcPr>
          <w:p w14:paraId="00DE823C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88" w:type="dxa"/>
          </w:tcPr>
          <w:p w14:paraId="7336EC18" w14:textId="77777777" w:rsidR="00AF0886" w:rsidRDefault="00AF0886" w:rsidP="00AF0886">
            <w:pPr>
              <w:rPr>
                <w:lang w:eastAsia="pl-PL"/>
              </w:rPr>
            </w:pPr>
          </w:p>
        </w:tc>
        <w:tc>
          <w:tcPr>
            <w:tcW w:w="1488" w:type="dxa"/>
          </w:tcPr>
          <w:p w14:paraId="1D0C4CAF" w14:textId="77777777" w:rsidR="00AF0886" w:rsidRDefault="00AF0886" w:rsidP="00AF0886">
            <w:pPr>
              <w:rPr>
                <w:lang w:eastAsia="pl-PL"/>
              </w:rPr>
            </w:pPr>
          </w:p>
        </w:tc>
      </w:tr>
    </w:tbl>
    <w:p w14:paraId="7E743B7A" w14:textId="77777777" w:rsidR="00C4415C" w:rsidRDefault="00C4415C" w:rsidP="002D7442">
      <w:pPr>
        <w:ind w:firstLine="708"/>
        <w:rPr>
          <w:lang w:eastAsia="pl-PL"/>
        </w:rPr>
      </w:pPr>
    </w:p>
    <w:p w14:paraId="058A6D86" w14:textId="2E2844A3" w:rsidR="002D7442" w:rsidRPr="00C4415C" w:rsidRDefault="00C4415C" w:rsidP="002D7442">
      <w:pPr>
        <w:ind w:firstLine="708"/>
        <w:rPr>
          <w:b/>
          <w:bCs/>
          <w:lang w:eastAsia="pl-PL"/>
        </w:rPr>
      </w:pPr>
      <w:r w:rsidRPr="00C4415C">
        <w:rPr>
          <w:b/>
          <w:bCs/>
          <w:lang w:eastAsia="pl-PL"/>
        </w:rPr>
        <w:t>Całość zamówienia</w:t>
      </w:r>
      <w:r w:rsidR="00354C93">
        <w:rPr>
          <w:b/>
          <w:bCs/>
          <w:lang w:eastAsia="pl-PL"/>
        </w:rPr>
        <w:t xml:space="preserve"> ( kolumna 8)</w:t>
      </w:r>
      <w:r w:rsidRPr="00C4415C">
        <w:rPr>
          <w:b/>
          <w:bCs/>
          <w:lang w:eastAsia="pl-PL"/>
        </w:rPr>
        <w:t xml:space="preserve"> wg powyżej wskazanych cen jednostkowych</w:t>
      </w:r>
      <w:r w:rsidR="00354C93">
        <w:rPr>
          <w:b/>
          <w:bCs/>
          <w:lang w:eastAsia="pl-PL"/>
        </w:rPr>
        <w:t xml:space="preserve"> po opuście</w:t>
      </w:r>
      <w:r w:rsidRPr="00C4415C">
        <w:rPr>
          <w:b/>
          <w:bCs/>
          <w:lang w:eastAsia="pl-PL"/>
        </w:rPr>
        <w:t xml:space="preserve"> zrealizujemy za:</w:t>
      </w:r>
    </w:p>
    <w:p w14:paraId="17274D86" w14:textId="7B3B13EA" w:rsidR="00C4415C" w:rsidRDefault="00C4415C" w:rsidP="002D7442">
      <w:pPr>
        <w:ind w:firstLine="708"/>
        <w:rPr>
          <w:lang w:eastAsia="pl-PL"/>
        </w:rPr>
      </w:pPr>
      <w:r>
        <w:rPr>
          <w:lang w:eastAsia="pl-PL"/>
        </w:rPr>
        <w:t xml:space="preserve">- </w:t>
      </w:r>
      <w:bookmarkStart w:id="4" w:name="_Hlk146790751"/>
      <w:r>
        <w:rPr>
          <w:lang w:eastAsia="pl-PL"/>
        </w:rPr>
        <w:t>cena netto: …………….zł ( słownie: …………………………zł);</w:t>
      </w:r>
    </w:p>
    <w:bookmarkEnd w:id="4"/>
    <w:p w14:paraId="0B30D193" w14:textId="2477FBBC" w:rsidR="00C4415C" w:rsidRDefault="00C4415C" w:rsidP="002D7442">
      <w:pPr>
        <w:ind w:firstLine="708"/>
        <w:rPr>
          <w:lang w:eastAsia="pl-PL"/>
        </w:rPr>
      </w:pPr>
      <w:r>
        <w:rPr>
          <w:lang w:eastAsia="pl-PL"/>
        </w:rPr>
        <w:t>- wartość VAT: …………………zł;</w:t>
      </w:r>
    </w:p>
    <w:p w14:paraId="07837DE1" w14:textId="38055B7E" w:rsidR="00C4415C" w:rsidRDefault="00C4415C" w:rsidP="0014492E">
      <w:pPr>
        <w:ind w:firstLine="708"/>
        <w:rPr>
          <w:lang w:eastAsia="pl-PL"/>
        </w:rPr>
      </w:pPr>
      <w:r>
        <w:rPr>
          <w:lang w:eastAsia="pl-PL"/>
        </w:rPr>
        <w:t>- cena brutto: …………….zł ( słownie: …………………………zł);</w:t>
      </w:r>
    </w:p>
    <w:p w14:paraId="0549B20E" w14:textId="7C5F6305" w:rsidR="005E5271" w:rsidRDefault="005E5271" w:rsidP="005E5271">
      <w:pPr>
        <w:rPr>
          <w:lang w:eastAsia="pl-PL"/>
        </w:rPr>
      </w:pPr>
    </w:p>
    <w:p w14:paraId="2C7FD081" w14:textId="61BDDE6F" w:rsidR="005E5271" w:rsidRPr="005E5271" w:rsidRDefault="005E5271" w:rsidP="005E5271">
      <w:pPr>
        <w:rPr>
          <w:i/>
          <w:iCs/>
          <w:sz w:val="22"/>
          <w:szCs w:val="22"/>
          <w:lang w:eastAsia="pl-PL"/>
        </w:rPr>
      </w:pPr>
      <w:r w:rsidRPr="00B82C27">
        <w:rPr>
          <w:b/>
          <w:bCs/>
          <w:i/>
          <w:iCs/>
          <w:sz w:val="22"/>
          <w:szCs w:val="22"/>
          <w:lang w:eastAsia="pl-PL"/>
        </w:rPr>
        <w:t xml:space="preserve">Uwaga: Wypełnić podając ceny na </w:t>
      </w:r>
      <w:r w:rsidRPr="00F43AD9">
        <w:rPr>
          <w:b/>
          <w:bCs/>
          <w:i/>
          <w:iCs/>
          <w:sz w:val="22"/>
          <w:szCs w:val="22"/>
          <w:lang w:eastAsia="pl-PL"/>
        </w:rPr>
        <w:t xml:space="preserve">dzień </w:t>
      </w:r>
      <w:r w:rsidR="00F43AD9" w:rsidRPr="00F43AD9">
        <w:rPr>
          <w:b/>
          <w:bCs/>
          <w:i/>
          <w:iCs/>
          <w:sz w:val="22"/>
          <w:szCs w:val="22"/>
          <w:lang w:eastAsia="pl-PL"/>
        </w:rPr>
        <w:t>31</w:t>
      </w:r>
      <w:r w:rsidRPr="00F43AD9">
        <w:rPr>
          <w:b/>
          <w:bCs/>
          <w:i/>
          <w:iCs/>
          <w:sz w:val="22"/>
          <w:szCs w:val="22"/>
          <w:lang w:eastAsia="pl-PL"/>
        </w:rPr>
        <w:t xml:space="preserve">.03.2025 </w:t>
      </w:r>
      <w:r w:rsidRPr="00B82C27">
        <w:rPr>
          <w:b/>
          <w:bCs/>
          <w:i/>
          <w:iCs/>
          <w:sz w:val="22"/>
          <w:szCs w:val="22"/>
          <w:lang w:eastAsia="pl-PL"/>
        </w:rPr>
        <w:t>r</w:t>
      </w:r>
      <w:r w:rsidRPr="005E5271">
        <w:rPr>
          <w:i/>
          <w:iCs/>
          <w:sz w:val="22"/>
          <w:szCs w:val="22"/>
          <w:lang w:eastAsia="pl-PL"/>
        </w:rPr>
        <w:t>.</w:t>
      </w:r>
    </w:p>
    <w:p w14:paraId="3E6EB8DC" w14:textId="77777777" w:rsidR="005E5271" w:rsidRPr="005E5271" w:rsidRDefault="005E5271" w:rsidP="005E5271">
      <w:pPr>
        <w:rPr>
          <w:sz w:val="22"/>
          <w:szCs w:val="22"/>
          <w:lang w:eastAsia="pl-PL"/>
        </w:rPr>
      </w:pPr>
    </w:p>
    <w:p w14:paraId="38B69B27" w14:textId="63BD725D" w:rsidR="005E5271" w:rsidRPr="005E5271" w:rsidRDefault="005E5271" w:rsidP="005E5271">
      <w:pPr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lastRenderedPageBreak/>
        <w:t xml:space="preserve">W załączeniu przedkładamy kserokopie dokumentów, które potwierdzają sprzedaż paliwa w dniu </w:t>
      </w:r>
      <w:r w:rsidR="00F43AD9" w:rsidRPr="00F43AD9">
        <w:rPr>
          <w:sz w:val="22"/>
          <w:szCs w:val="22"/>
          <w:lang w:eastAsia="pl-PL"/>
        </w:rPr>
        <w:t>31</w:t>
      </w:r>
      <w:r w:rsidRPr="00F43AD9">
        <w:rPr>
          <w:sz w:val="22"/>
          <w:szCs w:val="22"/>
          <w:lang w:eastAsia="pl-PL"/>
        </w:rPr>
        <w:t>.03.2025 r. w w</w:t>
      </w:r>
      <w:r w:rsidRPr="005E5271">
        <w:rPr>
          <w:sz w:val="22"/>
          <w:szCs w:val="22"/>
          <w:lang w:eastAsia="pl-PL"/>
        </w:rPr>
        <w:t xml:space="preserve">/w cenach /bez rabatów/ –  podpisane za zgodność z oryginałem. </w:t>
      </w:r>
    </w:p>
    <w:p w14:paraId="506AE8BB" w14:textId="77777777" w:rsidR="005E5271" w:rsidRPr="005E5271" w:rsidRDefault="005E5271" w:rsidP="005E5271">
      <w:pPr>
        <w:rPr>
          <w:sz w:val="22"/>
          <w:szCs w:val="22"/>
          <w:lang w:eastAsia="pl-PL"/>
        </w:rPr>
      </w:pPr>
    </w:p>
    <w:p w14:paraId="306F254D" w14:textId="52F14E37" w:rsidR="005E5271" w:rsidRPr="005E5271" w:rsidRDefault="005E5271" w:rsidP="005E5271">
      <w:pPr>
        <w:rPr>
          <w:sz w:val="22"/>
          <w:szCs w:val="22"/>
          <w:lang w:eastAsia="pl-PL"/>
        </w:rPr>
      </w:pPr>
      <w:r w:rsidRPr="00B82C27">
        <w:rPr>
          <w:b/>
          <w:bCs/>
          <w:sz w:val="22"/>
          <w:szCs w:val="22"/>
          <w:u w:val="single"/>
          <w:lang w:eastAsia="pl-PL"/>
        </w:rPr>
        <w:t>Zastosowany opust będzie stały przez cały okres trwania umowy</w:t>
      </w:r>
      <w:r w:rsidRPr="005E5271">
        <w:rPr>
          <w:sz w:val="22"/>
          <w:szCs w:val="22"/>
          <w:lang w:eastAsia="pl-PL"/>
        </w:rPr>
        <w:t xml:space="preserve">. Stały </w:t>
      </w:r>
      <w:r>
        <w:rPr>
          <w:sz w:val="22"/>
          <w:szCs w:val="22"/>
          <w:lang w:eastAsia="pl-PL"/>
        </w:rPr>
        <w:t>opust</w:t>
      </w:r>
      <w:r w:rsidRPr="005E5271">
        <w:rPr>
          <w:sz w:val="22"/>
          <w:szCs w:val="22"/>
          <w:lang w:eastAsia="pl-PL"/>
        </w:rPr>
        <w:t xml:space="preserve"> zł dla ON na zakup paliw płynnych jest niezmienny w okresie realizacji umowy i wynosi …............. zł.</w:t>
      </w:r>
    </w:p>
    <w:p w14:paraId="32F6CCDF" w14:textId="0E5275D7" w:rsidR="005E5271" w:rsidRPr="005E5271" w:rsidRDefault="005E5271" w:rsidP="005E5271">
      <w:pPr>
        <w:rPr>
          <w:sz w:val="22"/>
          <w:szCs w:val="22"/>
          <w:lang w:eastAsia="pl-PL"/>
        </w:rPr>
      </w:pPr>
      <w:r w:rsidRPr="00B82C27">
        <w:rPr>
          <w:b/>
          <w:bCs/>
          <w:sz w:val="22"/>
          <w:szCs w:val="22"/>
          <w:u w:val="single"/>
          <w:lang w:eastAsia="pl-PL"/>
        </w:rPr>
        <w:t>Zastosowany opust będzie stały przez cały okres trwania umowy</w:t>
      </w:r>
      <w:r w:rsidRPr="005E5271">
        <w:rPr>
          <w:sz w:val="22"/>
          <w:szCs w:val="22"/>
          <w:lang w:eastAsia="pl-PL"/>
        </w:rPr>
        <w:t xml:space="preserve">. Stały </w:t>
      </w:r>
      <w:r>
        <w:rPr>
          <w:sz w:val="22"/>
          <w:szCs w:val="22"/>
          <w:lang w:eastAsia="pl-PL"/>
        </w:rPr>
        <w:t>opust</w:t>
      </w:r>
      <w:r w:rsidRPr="005E5271">
        <w:rPr>
          <w:sz w:val="22"/>
          <w:szCs w:val="22"/>
          <w:lang w:eastAsia="pl-PL"/>
        </w:rPr>
        <w:t xml:space="preserve"> zł dla B (95) na zakup paliw płynnych jest niezmienny w okresie realizacji umowy i wynosi ….............zł.</w:t>
      </w:r>
    </w:p>
    <w:p w14:paraId="411E4EF1" w14:textId="77777777" w:rsidR="005E5271" w:rsidRPr="005E5271" w:rsidRDefault="005E5271" w:rsidP="005E5271">
      <w:pPr>
        <w:rPr>
          <w:sz w:val="22"/>
          <w:szCs w:val="22"/>
          <w:lang w:eastAsia="pl-PL"/>
        </w:rPr>
      </w:pPr>
    </w:p>
    <w:p w14:paraId="42C75BC7" w14:textId="77777777" w:rsidR="005E5271" w:rsidRPr="00B82C27" w:rsidRDefault="005E5271" w:rsidP="005E5271">
      <w:pPr>
        <w:rPr>
          <w:i/>
          <w:iCs/>
          <w:sz w:val="22"/>
          <w:szCs w:val="22"/>
          <w:lang w:eastAsia="pl-PL"/>
        </w:rPr>
      </w:pPr>
      <w:r w:rsidRPr="00B82C27">
        <w:rPr>
          <w:i/>
          <w:iCs/>
          <w:sz w:val="22"/>
          <w:szCs w:val="22"/>
          <w:lang w:eastAsia="pl-PL"/>
        </w:rPr>
        <w:t>Uwaga:</w:t>
      </w:r>
    </w:p>
    <w:p w14:paraId="7518AE2B" w14:textId="0B779CA2" w:rsidR="005E5271" w:rsidRPr="00B82C27" w:rsidRDefault="005E5271" w:rsidP="005E5271">
      <w:pPr>
        <w:rPr>
          <w:i/>
          <w:iCs/>
          <w:sz w:val="22"/>
          <w:szCs w:val="22"/>
          <w:lang w:eastAsia="pl-PL"/>
        </w:rPr>
      </w:pPr>
      <w:r w:rsidRPr="00B82C27">
        <w:rPr>
          <w:i/>
          <w:iCs/>
          <w:sz w:val="22"/>
          <w:szCs w:val="22"/>
          <w:lang w:eastAsia="pl-PL"/>
        </w:rPr>
        <w:t xml:space="preserve">W przypadku niewskazania przez Wykonawcę wysokości opustu zł – oferta Wykonawcy zostanie odrzucona na podstawie art. 89 ust. 1 pkt. 2) </w:t>
      </w:r>
      <w:proofErr w:type="spellStart"/>
      <w:r w:rsidRPr="00B82C27">
        <w:rPr>
          <w:i/>
          <w:iCs/>
          <w:sz w:val="22"/>
          <w:szCs w:val="22"/>
          <w:lang w:eastAsia="pl-PL"/>
        </w:rPr>
        <w:t>uPzp</w:t>
      </w:r>
      <w:proofErr w:type="spellEnd"/>
      <w:r w:rsidRPr="00B82C27">
        <w:rPr>
          <w:i/>
          <w:iCs/>
          <w:sz w:val="22"/>
          <w:szCs w:val="22"/>
          <w:lang w:eastAsia="pl-PL"/>
        </w:rPr>
        <w:t>.</w:t>
      </w:r>
    </w:p>
    <w:p w14:paraId="4EDE8F65" w14:textId="77777777" w:rsidR="005E5271" w:rsidRPr="005E5271" w:rsidRDefault="005E5271" w:rsidP="005E5271">
      <w:pPr>
        <w:rPr>
          <w:sz w:val="22"/>
          <w:szCs w:val="22"/>
          <w:lang w:eastAsia="pl-PL"/>
        </w:rPr>
      </w:pPr>
    </w:p>
    <w:p w14:paraId="4B30058F" w14:textId="77777777" w:rsidR="005E5271" w:rsidRPr="005E5271" w:rsidRDefault="005E5271" w:rsidP="005E5271">
      <w:pPr>
        <w:rPr>
          <w:sz w:val="22"/>
          <w:szCs w:val="22"/>
          <w:lang w:eastAsia="pl-PL"/>
        </w:rPr>
      </w:pPr>
    </w:p>
    <w:p w14:paraId="683A9B90" w14:textId="0C52200F" w:rsidR="005E5271" w:rsidRPr="005E5271" w:rsidRDefault="005E5271" w:rsidP="005E5271">
      <w:pPr>
        <w:rPr>
          <w:sz w:val="22"/>
          <w:szCs w:val="22"/>
          <w:lang w:eastAsia="pl-PL"/>
        </w:rPr>
      </w:pPr>
      <w:r w:rsidRPr="00B82C27">
        <w:rPr>
          <w:b/>
          <w:bCs/>
          <w:sz w:val="22"/>
          <w:szCs w:val="22"/>
          <w:lang w:eastAsia="pl-PL"/>
        </w:rPr>
        <w:t>Ceny należy podać z dokładnością do dwóch miejsc po przecinku, zgodnie z matematyczną zasadą zaokrąglania liczb</w:t>
      </w:r>
      <w:r w:rsidRPr="005E5271">
        <w:rPr>
          <w:sz w:val="22"/>
          <w:szCs w:val="22"/>
          <w:lang w:eastAsia="pl-PL"/>
        </w:rPr>
        <w:t>.</w:t>
      </w:r>
    </w:p>
    <w:p w14:paraId="7EEDD06E" w14:textId="77777777" w:rsidR="0014492E" w:rsidRPr="004D2F08" w:rsidRDefault="0014492E" w:rsidP="0014492E">
      <w:pPr>
        <w:ind w:firstLine="708"/>
        <w:rPr>
          <w:lang w:eastAsia="pl-PL"/>
        </w:rPr>
      </w:pPr>
    </w:p>
    <w:p w14:paraId="090ED2EA" w14:textId="00BFF334" w:rsidR="000734C3" w:rsidRPr="005E5271" w:rsidRDefault="000734C3" w:rsidP="000734C3">
      <w:pPr>
        <w:numPr>
          <w:ilvl w:val="0"/>
          <w:numId w:val="15"/>
        </w:numPr>
        <w:suppressAutoHyphens/>
        <w:ind w:left="284" w:hanging="284"/>
        <w:rPr>
          <w:rFonts w:cs="Calibri"/>
          <w:sz w:val="22"/>
          <w:szCs w:val="22"/>
        </w:rPr>
      </w:pPr>
      <w:r w:rsidRPr="005E5271">
        <w:rPr>
          <w:rFonts w:cs="Calibri"/>
          <w:sz w:val="22"/>
          <w:szCs w:val="22"/>
        </w:rPr>
        <w:t>oświadczamy, iż w cenie oferty zostały uwzględnione wszystkie koszty wykonania zamówienia zgodnego z opisem zawartym w SWZ.</w:t>
      </w:r>
    </w:p>
    <w:p w14:paraId="7684C443" w14:textId="43FBE251" w:rsidR="00606464" w:rsidRPr="005E5271" w:rsidRDefault="00606464" w:rsidP="00F62A65">
      <w:pPr>
        <w:pStyle w:val="Akapitzlist"/>
        <w:widowControl w:val="0"/>
        <w:numPr>
          <w:ilvl w:val="0"/>
          <w:numId w:val="15"/>
        </w:numPr>
        <w:ind w:left="426" w:hanging="426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 xml:space="preserve">Oświadczamy, że projekt umowy, stanowiący załącznik Nr </w:t>
      </w:r>
      <w:r w:rsidR="004D2F08" w:rsidRPr="005E5271">
        <w:rPr>
          <w:rFonts w:ascii="Times New Roman" w:hAnsi="Times New Roman" w:cs="Times New Roman"/>
          <w:lang w:eastAsia="pl-PL"/>
        </w:rPr>
        <w:t>2</w:t>
      </w:r>
      <w:r w:rsidRPr="005E5271">
        <w:rPr>
          <w:rFonts w:ascii="Times New Roman" w:hAnsi="Times New Roman" w:cs="Times New Roman"/>
          <w:lang w:eastAsia="pl-PL"/>
        </w:rPr>
        <w:t xml:space="preserve"> do SWZ, został przez nas zaakceptowany w całości i bez zastrzeżeń i zobowiązujemy się w przypadku wyboru naszej oferty do zawarcia umowy na zaproponowanych warunkach.</w:t>
      </w:r>
    </w:p>
    <w:p w14:paraId="5E6A2F68" w14:textId="77777777" w:rsidR="00606464" w:rsidRPr="005E5271" w:rsidRDefault="00606464" w:rsidP="00F62A65">
      <w:pPr>
        <w:pStyle w:val="Akapitzlist"/>
        <w:widowControl w:val="0"/>
        <w:numPr>
          <w:ilvl w:val="0"/>
          <w:numId w:val="15"/>
        </w:numPr>
        <w:ind w:left="426" w:hanging="426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 xml:space="preserve">Zobowiązujemy się zrealizować przedmiot zamówienia w terminie </w:t>
      </w:r>
      <w:r w:rsidRPr="005E5271">
        <w:rPr>
          <w:rFonts w:ascii="Times New Roman" w:hAnsi="Times New Roman" w:cs="Times New Roman"/>
          <w:bCs/>
          <w:lang w:eastAsia="pl-PL"/>
        </w:rPr>
        <w:t xml:space="preserve">określonym w SWZ </w:t>
      </w:r>
      <w:r w:rsidRPr="005E5271">
        <w:rPr>
          <w:rFonts w:ascii="Times New Roman" w:hAnsi="Times New Roman" w:cs="Times New Roman"/>
          <w:bCs/>
          <w:lang w:eastAsia="pl-PL"/>
        </w:rPr>
        <w:br/>
        <w:t xml:space="preserve">i we wzorze umowy, </w:t>
      </w:r>
      <w:r w:rsidRPr="005E5271">
        <w:rPr>
          <w:rFonts w:ascii="Times New Roman" w:hAnsi="Times New Roman" w:cs="Times New Roman"/>
        </w:rPr>
        <w:t>zgodnie z treścią SWZ, wyjaśnieniami do SWZ oraz wprowadzonymi do nich zmianami.</w:t>
      </w:r>
    </w:p>
    <w:p w14:paraId="7C3CF2BB" w14:textId="5741526F" w:rsidR="00513179" w:rsidRPr="005E5271" w:rsidRDefault="00606464" w:rsidP="0014492E">
      <w:pPr>
        <w:pStyle w:val="Akapitzlist"/>
        <w:widowControl w:val="0"/>
        <w:numPr>
          <w:ilvl w:val="0"/>
          <w:numId w:val="15"/>
        </w:numPr>
        <w:spacing w:after="0"/>
        <w:ind w:left="425" w:hanging="425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>Oświadczamy, że uważamy się za związanych niniejszą ofertą przez czas wskazany w specyfikacji warunków zamówienia</w:t>
      </w:r>
      <w:r w:rsidR="00310D4F">
        <w:rPr>
          <w:rFonts w:ascii="Times New Roman" w:hAnsi="Times New Roman" w:cs="Times New Roman"/>
          <w:lang w:eastAsia="pl-PL"/>
        </w:rPr>
        <w:t>:</w:t>
      </w:r>
      <w:r w:rsidR="00310D4F" w:rsidRPr="00310D4F">
        <w:rPr>
          <w:rFonts w:ascii="Times New Roman" w:hAnsi="Times New Roman" w:cs="Times New Roman"/>
          <w:lang w:eastAsia="pl-PL"/>
        </w:rPr>
        <w:t>30 dni</w:t>
      </w:r>
      <w:r w:rsidR="00310D4F">
        <w:rPr>
          <w:rFonts w:ascii="Arial" w:hAnsi="Arial" w:cs="Arial"/>
        </w:rPr>
        <w:t>.</w:t>
      </w:r>
    </w:p>
    <w:p w14:paraId="13BD2D40" w14:textId="77777777" w:rsidR="00606464" w:rsidRPr="005E5271" w:rsidRDefault="00606464" w:rsidP="0014492E">
      <w:pPr>
        <w:pStyle w:val="Akapitzlist"/>
        <w:widowControl w:val="0"/>
        <w:numPr>
          <w:ilvl w:val="0"/>
          <w:numId w:val="15"/>
        </w:numPr>
        <w:spacing w:after="0"/>
        <w:ind w:left="426" w:hanging="426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b/>
          <w:bCs/>
          <w:lang w:eastAsia="pl-PL"/>
        </w:rPr>
        <w:t>Oświadczenie dotyczące podwykonawstwa (należy zaznaczyć właściwy kwadrat):</w:t>
      </w:r>
    </w:p>
    <w:p w14:paraId="5B7DAAD8" w14:textId="2BD44F98" w:rsidR="00606464" w:rsidRPr="005E5271" w:rsidRDefault="00606464" w:rsidP="0014492E">
      <w:pPr>
        <w:widowControl w:val="0"/>
        <w:spacing w:line="276" w:lineRule="auto"/>
        <w:ind w:left="720" w:hanging="12"/>
        <w:rPr>
          <w:bCs/>
          <w:sz w:val="22"/>
          <w:szCs w:val="22"/>
          <w:lang w:eastAsia="pl-PL"/>
        </w:rPr>
      </w:pPr>
      <w:r w:rsidRPr="005E5271">
        <w:rPr>
          <w:b/>
          <w:bCs/>
          <w:sz w:val="22"/>
          <w:szCs w:val="22"/>
          <w:lang w:eastAsia="pl-PL"/>
        </w:rPr>
        <w:sym w:font="Symbol" w:char="F0FF"/>
      </w:r>
      <w:r w:rsidRPr="005E5271">
        <w:rPr>
          <w:b/>
          <w:bCs/>
          <w:sz w:val="22"/>
          <w:szCs w:val="22"/>
          <w:lang w:eastAsia="pl-PL"/>
        </w:rPr>
        <w:t xml:space="preserve"> </w:t>
      </w:r>
      <w:r w:rsidRPr="005E5271">
        <w:rPr>
          <w:bCs/>
          <w:sz w:val="22"/>
          <w:szCs w:val="22"/>
          <w:lang w:eastAsia="pl-PL"/>
        </w:rPr>
        <w:t xml:space="preserve">Nie zamierzamy  powierzyć podwykonawcom żadnej części zamówienia           </w:t>
      </w:r>
    </w:p>
    <w:p w14:paraId="7F0FFBF4" w14:textId="26949791" w:rsidR="00606464" w:rsidRPr="005E5271" w:rsidRDefault="00606464" w:rsidP="007A16E5">
      <w:pPr>
        <w:widowControl w:val="0"/>
        <w:spacing w:line="276" w:lineRule="auto"/>
        <w:ind w:left="720" w:hanging="12"/>
        <w:rPr>
          <w:i/>
          <w:sz w:val="22"/>
          <w:szCs w:val="22"/>
          <w:lang w:eastAsia="pl-PL"/>
        </w:rPr>
      </w:pPr>
      <w:r w:rsidRPr="005E5271">
        <w:rPr>
          <w:b/>
          <w:bCs/>
          <w:sz w:val="22"/>
          <w:szCs w:val="22"/>
          <w:lang w:eastAsia="pl-PL"/>
        </w:rPr>
        <w:sym w:font="Symbol" w:char="F0FF"/>
      </w:r>
      <w:r w:rsidRPr="005E5271">
        <w:rPr>
          <w:b/>
          <w:bCs/>
          <w:sz w:val="22"/>
          <w:szCs w:val="22"/>
          <w:lang w:eastAsia="pl-PL"/>
        </w:rPr>
        <w:t xml:space="preserve"> </w:t>
      </w:r>
      <w:r w:rsidRPr="005E5271">
        <w:rPr>
          <w:bCs/>
          <w:sz w:val="22"/>
          <w:szCs w:val="22"/>
          <w:lang w:eastAsia="pl-PL"/>
        </w:rPr>
        <w:t>Zamierzamy następujące części zamówienia powierzyć podwykonawcom:</w:t>
      </w:r>
      <w:r w:rsidRPr="005E5271">
        <w:rPr>
          <w:i/>
          <w:sz w:val="22"/>
          <w:szCs w:val="22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264"/>
        <w:gridCol w:w="3657"/>
        <w:gridCol w:w="1544"/>
      </w:tblGrid>
      <w:tr w:rsidR="00E108AD" w:rsidRPr="005E5271" w14:paraId="24747416" w14:textId="77777777" w:rsidTr="000F5651">
        <w:trPr>
          <w:trHeight w:val="567"/>
        </w:trPr>
        <w:tc>
          <w:tcPr>
            <w:tcW w:w="292" w:type="pct"/>
            <w:vAlign w:val="center"/>
          </w:tcPr>
          <w:p w14:paraId="2341B787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pl-PL"/>
              </w:rPr>
            </w:pPr>
            <w:r w:rsidRPr="005E5271">
              <w:rPr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B2A817F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pl-PL"/>
              </w:rPr>
            </w:pPr>
            <w:r w:rsidRPr="005E5271">
              <w:rPr>
                <w:b/>
                <w:sz w:val="22"/>
                <w:szCs w:val="22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18B6BB9B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pl-PL"/>
              </w:rPr>
            </w:pPr>
            <w:r w:rsidRPr="005E5271">
              <w:rPr>
                <w:b/>
                <w:sz w:val="22"/>
                <w:szCs w:val="22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3547F450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pl-PL"/>
              </w:rPr>
            </w:pPr>
            <w:r w:rsidRPr="005E5271">
              <w:rPr>
                <w:b/>
                <w:sz w:val="22"/>
                <w:szCs w:val="22"/>
                <w:lang w:eastAsia="pl-PL"/>
              </w:rPr>
              <w:t>Uwagi</w:t>
            </w:r>
          </w:p>
        </w:tc>
      </w:tr>
      <w:tr w:rsidR="00E108AD" w:rsidRPr="005E5271" w14:paraId="1B1E7840" w14:textId="77777777" w:rsidTr="000F5651">
        <w:trPr>
          <w:trHeight w:val="567"/>
        </w:trPr>
        <w:tc>
          <w:tcPr>
            <w:tcW w:w="292" w:type="pct"/>
            <w:vAlign w:val="center"/>
          </w:tcPr>
          <w:p w14:paraId="22962D5C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14" w:type="pct"/>
          </w:tcPr>
          <w:p w14:paraId="7656F331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00BC97AA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5E1307C8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108AD" w:rsidRPr="005E5271" w14:paraId="6B763686" w14:textId="77777777" w:rsidTr="000F5651">
        <w:trPr>
          <w:trHeight w:val="567"/>
        </w:trPr>
        <w:tc>
          <w:tcPr>
            <w:tcW w:w="292" w:type="pct"/>
            <w:vAlign w:val="center"/>
          </w:tcPr>
          <w:p w14:paraId="7AF7E01A" w14:textId="77777777" w:rsidR="00606464" w:rsidRPr="005E5271" w:rsidRDefault="00606464" w:rsidP="00F62A65">
            <w:pPr>
              <w:widowControl w:val="0"/>
              <w:spacing w:line="276" w:lineRule="auto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14" w:type="pct"/>
          </w:tcPr>
          <w:p w14:paraId="125D2FC6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1BFE68D1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0A07E203" w14:textId="77777777" w:rsidR="00606464" w:rsidRPr="005E5271" w:rsidRDefault="00606464" w:rsidP="007A16E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pl-PL"/>
              </w:rPr>
            </w:pPr>
          </w:p>
        </w:tc>
      </w:tr>
    </w:tbl>
    <w:p w14:paraId="31169DAE" w14:textId="77777777" w:rsidR="00606464" w:rsidRPr="005E5271" w:rsidRDefault="00606464" w:rsidP="007A16E5">
      <w:pPr>
        <w:widowControl w:val="0"/>
        <w:spacing w:line="276" w:lineRule="auto"/>
        <w:jc w:val="center"/>
        <w:rPr>
          <w:i/>
          <w:sz w:val="22"/>
          <w:szCs w:val="22"/>
          <w:lang w:eastAsia="pl-PL"/>
        </w:rPr>
      </w:pPr>
      <w:r w:rsidRPr="005E5271">
        <w:rPr>
          <w:i/>
          <w:sz w:val="22"/>
          <w:szCs w:val="22"/>
          <w:lang w:eastAsia="pl-PL"/>
        </w:rPr>
        <w:t>(wypełnić, jeżeli Wykonawca zamierza powierzyć prace podwykonawcom)</w:t>
      </w:r>
    </w:p>
    <w:p w14:paraId="4BABDE5F" w14:textId="77777777" w:rsidR="00606464" w:rsidRPr="005E5271" w:rsidRDefault="00606464" w:rsidP="0014492E">
      <w:pPr>
        <w:pStyle w:val="Akapitzlist"/>
        <w:widowControl w:val="0"/>
        <w:numPr>
          <w:ilvl w:val="0"/>
          <w:numId w:val="15"/>
        </w:numPr>
        <w:spacing w:after="0"/>
        <w:ind w:left="426" w:hanging="426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 xml:space="preserve">Zamówienie zrealizujemy </w:t>
      </w:r>
      <w:r w:rsidRPr="005E5271">
        <w:rPr>
          <w:rFonts w:ascii="Times New Roman" w:hAnsi="Times New Roman" w:cs="Times New Roman"/>
          <w:b/>
          <w:bCs/>
          <w:lang w:eastAsia="pl-PL"/>
        </w:rPr>
        <w:t>(należy zaznaczyć właściwy kwadrat):</w:t>
      </w:r>
    </w:p>
    <w:p w14:paraId="1B7ECB44" w14:textId="77777777" w:rsidR="00606464" w:rsidRPr="005E5271" w:rsidRDefault="00606464" w:rsidP="0014492E">
      <w:pPr>
        <w:widowControl w:val="0"/>
        <w:spacing w:line="276" w:lineRule="auto"/>
        <w:ind w:left="709"/>
        <w:rPr>
          <w:sz w:val="22"/>
          <w:szCs w:val="22"/>
          <w:lang w:eastAsia="pl-PL"/>
        </w:rPr>
      </w:pPr>
      <w:r w:rsidRPr="005E5271">
        <w:rPr>
          <w:b/>
          <w:bCs/>
          <w:sz w:val="22"/>
          <w:szCs w:val="22"/>
          <w:lang w:eastAsia="pl-PL"/>
        </w:rPr>
        <w:sym w:font="Symbol" w:char="00FF"/>
      </w:r>
      <w:r w:rsidRPr="005E5271">
        <w:rPr>
          <w:sz w:val="22"/>
          <w:szCs w:val="22"/>
          <w:lang w:eastAsia="pl-PL"/>
        </w:rPr>
        <w:t xml:space="preserve">  sami</w:t>
      </w:r>
    </w:p>
    <w:p w14:paraId="6A48A0A1" w14:textId="77777777" w:rsidR="00606464" w:rsidRPr="005E5271" w:rsidRDefault="00606464" w:rsidP="007A16E5">
      <w:pPr>
        <w:widowControl w:val="0"/>
        <w:spacing w:line="276" w:lineRule="auto"/>
        <w:ind w:left="709"/>
        <w:rPr>
          <w:sz w:val="22"/>
          <w:szCs w:val="22"/>
          <w:lang w:eastAsia="pl-PL"/>
        </w:rPr>
      </w:pPr>
      <w:r w:rsidRPr="005E5271">
        <w:rPr>
          <w:b/>
          <w:bCs/>
          <w:sz w:val="22"/>
          <w:szCs w:val="22"/>
          <w:lang w:eastAsia="pl-PL"/>
        </w:rPr>
        <w:sym w:font="Symbol" w:char="00FF"/>
      </w:r>
      <w:r w:rsidRPr="005E5271">
        <w:rPr>
          <w:b/>
          <w:bCs/>
          <w:sz w:val="22"/>
          <w:szCs w:val="22"/>
          <w:lang w:eastAsia="pl-PL"/>
        </w:rPr>
        <w:t xml:space="preserve">  </w:t>
      </w:r>
      <w:r w:rsidRPr="005E5271">
        <w:rPr>
          <w:sz w:val="22"/>
          <w:szCs w:val="22"/>
          <w:lang w:eastAsia="pl-PL"/>
        </w:rPr>
        <w:t>w konsorcjum z:</w:t>
      </w:r>
    </w:p>
    <w:p w14:paraId="7F4731C7" w14:textId="237FF6BA" w:rsidR="00606464" w:rsidRPr="005E5271" w:rsidRDefault="00606464" w:rsidP="0060646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- ……………………………………………………………………………………………….……</w:t>
      </w:r>
    </w:p>
    <w:p w14:paraId="3AF54F26" w14:textId="1B280E67" w:rsidR="007A16E5" w:rsidRPr="005E5271" w:rsidRDefault="007A16E5" w:rsidP="007A16E5">
      <w:pPr>
        <w:widowControl w:val="0"/>
        <w:spacing w:line="276" w:lineRule="auto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 xml:space="preserve">        </w:t>
      </w:r>
      <w:r w:rsidR="00606464" w:rsidRPr="005E5271">
        <w:rPr>
          <w:sz w:val="22"/>
          <w:szCs w:val="22"/>
          <w:lang w:eastAsia="pl-PL"/>
        </w:rPr>
        <w:t xml:space="preserve">(Wypełniają jedynie przedsiębiorcy składający ofertę jako konsorcjum). </w:t>
      </w:r>
    </w:p>
    <w:p w14:paraId="5FDBB4AE" w14:textId="4C20C039" w:rsidR="00606464" w:rsidRPr="005E5271" w:rsidRDefault="00606464" w:rsidP="007A16E5">
      <w:pPr>
        <w:widowControl w:val="0"/>
        <w:spacing w:line="276" w:lineRule="auto"/>
        <w:ind w:left="426"/>
        <w:rPr>
          <w:sz w:val="22"/>
          <w:szCs w:val="22"/>
          <w:lang w:eastAsia="pl-PL"/>
        </w:rPr>
      </w:pPr>
      <w:r w:rsidRPr="005E5271">
        <w:rPr>
          <w:sz w:val="22"/>
          <w:szCs w:val="22"/>
          <w:lang w:eastAsia="pl-PL"/>
        </w:rPr>
        <w:t>Oświadczamy, że sposób reprezentacji konsorcjum dla potrzeb niniejszego zamówienia jest następujący:</w:t>
      </w:r>
      <w:r w:rsidR="007A16E5" w:rsidRPr="005E5271">
        <w:rPr>
          <w:sz w:val="22"/>
          <w:szCs w:val="22"/>
          <w:lang w:eastAsia="pl-PL"/>
        </w:rPr>
        <w:t>………………………………………………………………………………………………</w:t>
      </w:r>
      <w:r w:rsidRPr="005E5271">
        <w:rPr>
          <w:sz w:val="22"/>
          <w:szCs w:val="22"/>
          <w:lang w:eastAsia="pl-PL"/>
        </w:rPr>
        <w:t>………………..…………</w:t>
      </w:r>
      <w:r w:rsidR="007A16E5" w:rsidRPr="005E5271">
        <w:rPr>
          <w:sz w:val="22"/>
          <w:szCs w:val="22"/>
          <w:lang w:eastAsia="pl-PL"/>
        </w:rPr>
        <w:t>………………….</w:t>
      </w:r>
      <w:r w:rsidRPr="005E5271">
        <w:rPr>
          <w:sz w:val="22"/>
          <w:szCs w:val="22"/>
          <w:lang w:eastAsia="pl-PL"/>
        </w:rPr>
        <w:t>…………………………………………………</w:t>
      </w:r>
    </w:p>
    <w:p w14:paraId="2AF122B1" w14:textId="6B5A6888" w:rsidR="00606464" w:rsidRPr="00E108AD" w:rsidRDefault="00606464" w:rsidP="00E108AD">
      <w:pPr>
        <w:pStyle w:val="Akapitzlist"/>
        <w:widowControl w:val="0"/>
        <w:numPr>
          <w:ilvl w:val="0"/>
          <w:numId w:val="15"/>
        </w:numPr>
        <w:tabs>
          <w:tab w:val="left" w:pos="-1080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Times New Roman" w:hAnsi="Times New Roman" w:cs="Times New Roman"/>
          <w:lang w:eastAsia="pl-PL"/>
        </w:rPr>
      </w:pPr>
      <w:r w:rsidRPr="005E5271">
        <w:rPr>
          <w:rFonts w:ascii="Times New Roman" w:hAnsi="Times New Roman" w:cs="Times New Roman"/>
          <w:lang w:eastAsia="pl-PL"/>
        </w:rPr>
        <w:t>Informujemy, że Wykonawca</w:t>
      </w:r>
      <w:r w:rsidRPr="005E5271">
        <w:rPr>
          <w:rFonts w:ascii="Times New Roman" w:hAnsi="Times New Roman" w:cs="Times New Roman"/>
          <w:vertAlign w:val="superscript"/>
        </w:rPr>
        <w:footnoteReference w:id="1"/>
      </w:r>
      <w:r w:rsidRPr="005E5271">
        <w:rPr>
          <w:rFonts w:ascii="Times New Roman" w:hAnsi="Times New Roman" w:cs="Times New Roman"/>
          <w:lang w:eastAsia="pl-PL"/>
        </w:rPr>
        <w:t xml:space="preserve"> jest mikroprzedsiębiorstwem bądź małym lub średnim</w:t>
      </w:r>
      <w:r w:rsidRPr="00E108AD">
        <w:rPr>
          <w:rFonts w:ascii="Times New Roman" w:hAnsi="Times New Roman" w:cs="Times New Roman"/>
          <w:lang w:eastAsia="pl-PL"/>
        </w:rPr>
        <w:t xml:space="preserve"> przedsiębiorstwem (zaznaczyć właściwy kwadrat)</w:t>
      </w:r>
      <w:r w:rsidRPr="00E108AD">
        <w:rPr>
          <w:rFonts w:ascii="Times New Roman" w:hAnsi="Times New Roman" w:cs="Times New Roman"/>
          <w:vertAlign w:val="superscript"/>
        </w:rPr>
        <w:footnoteReference w:id="2"/>
      </w:r>
      <w:r w:rsidRPr="00E108AD">
        <w:rPr>
          <w:rFonts w:ascii="Times New Roman" w:hAnsi="Times New Roman" w:cs="Times New Roman"/>
          <w:lang w:eastAsia="pl-PL"/>
        </w:rPr>
        <w:t xml:space="preserve">: </w:t>
      </w:r>
    </w:p>
    <w:p w14:paraId="7FCCA229" w14:textId="4B28F06A" w:rsidR="00606464" w:rsidRPr="00E108AD" w:rsidRDefault="00606464" w:rsidP="00E108AD">
      <w:pPr>
        <w:widowControl w:val="0"/>
        <w:spacing w:line="276" w:lineRule="auto"/>
        <w:ind w:left="709"/>
        <w:rPr>
          <w:sz w:val="22"/>
          <w:szCs w:val="22"/>
          <w:lang w:eastAsia="pl-PL"/>
        </w:rPr>
      </w:pPr>
      <w:r w:rsidRPr="00E108AD">
        <w:rPr>
          <w:b/>
          <w:bCs/>
          <w:sz w:val="22"/>
          <w:szCs w:val="22"/>
          <w:lang w:eastAsia="pl-PL"/>
        </w:rPr>
        <w:lastRenderedPageBreak/>
        <w:sym w:font="Symbol" w:char="00FF"/>
      </w:r>
      <w:r w:rsidRPr="00E108AD">
        <w:rPr>
          <w:sz w:val="22"/>
          <w:szCs w:val="22"/>
          <w:lang w:eastAsia="pl-PL"/>
        </w:rPr>
        <w:t xml:space="preserve">  </w:t>
      </w:r>
      <w:r w:rsidR="00F62A65">
        <w:rPr>
          <w:sz w:val="22"/>
          <w:szCs w:val="22"/>
          <w:lang w:eastAsia="pl-PL"/>
        </w:rPr>
        <w:t>tak</w:t>
      </w:r>
      <w:r w:rsidRPr="00E108AD">
        <w:rPr>
          <w:sz w:val="22"/>
          <w:szCs w:val="22"/>
          <w:lang w:eastAsia="pl-PL"/>
        </w:rPr>
        <w:t xml:space="preserve">,     </w:t>
      </w:r>
    </w:p>
    <w:p w14:paraId="68760923" w14:textId="6989267F" w:rsidR="00606464" w:rsidRDefault="00606464" w:rsidP="00E108AD">
      <w:pPr>
        <w:widowControl w:val="0"/>
        <w:spacing w:line="276" w:lineRule="auto"/>
        <w:ind w:left="709"/>
        <w:rPr>
          <w:sz w:val="22"/>
          <w:szCs w:val="22"/>
          <w:lang w:eastAsia="pl-PL"/>
        </w:rPr>
      </w:pPr>
      <w:r w:rsidRPr="00E108AD">
        <w:rPr>
          <w:b/>
          <w:bCs/>
          <w:sz w:val="22"/>
          <w:szCs w:val="22"/>
          <w:lang w:eastAsia="pl-PL"/>
        </w:rPr>
        <w:sym w:font="Symbol" w:char="00FF"/>
      </w:r>
      <w:r w:rsidRPr="00E108AD">
        <w:rPr>
          <w:b/>
          <w:bCs/>
          <w:sz w:val="22"/>
          <w:szCs w:val="22"/>
          <w:lang w:eastAsia="pl-PL"/>
        </w:rPr>
        <w:t xml:space="preserve">  </w:t>
      </w:r>
      <w:r w:rsidR="00F62A65">
        <w:rPr>
          <w:sz w:val="22"/>
          <w:szCs w:val="22"/>
          <w:lang w:eastAsia="pl-PL"/>
        </w:rPr>
        <w:t>nie</w:t>
      </w:r>
      <w:r w:rsidRPr="00E108AD">
        <w:rPr>
          <w:sz w:val="22"/>
          <w:szCs w:val="22"/>
          <w:lang w:eastAsia="pl-PL"/>
        </w:rPr>
        <w:t>.</w:t>
      </w:r>
    </w:p>
    <w:p w14:paraId="561BF7F3" w14:textId="2D8757D7" w:rsidR="00E108AD" w:rsidRPr="001E0D15" w:rsidRDefault="00E108AD" w:rsidP="001E0D15">
      <w:pPr>
        <w:pStyle w:val="Akapitzlist"/>
        <w:widowControl w:val="0"/>
        <w:numPr>
          <w:ilvl w:val="0"/>
          <w:numId w:val="15"/>
        </w:numPr>
        <w:ind w:left="426" w:hanging="426"/>
        <w:rPr>
          <w:rFonts w:ascii="Times New Roman" w:hAnsi="Times New Roman" w:cs="Times New Roman"/>
          <w:lang w:eastAsia="pl-PL"/>
        </w:rPr>
      </w:pPr>
      <w:r w:rsidRPr="00E108AD">
        <w:rPr>
          <w:rFonts w:ascii="Times New Roman" w:hAnsi="Times New Roman" w:cs="Times New Roman"/>
        </w:rPr>
        <w:t>Oświadczamy</w:t>
      </w:r>
      <w:r w:rsidRPr="00E108AD">
        <w:rPr>
          <w:rStyle w:val="Odwoanieprzypisudolnego"/>
          <w:rFonts w:ascii="Times New Roman" w:hAnsi="Times New Roman" w:cs="Times New Roman"/>
        </w:rPr>
        <w:footnoteReference w:id="3"/>
      </w:r>
      <w:r w:rsidRPr="00E108AD">
        <w:rPr>
          <w:rFonts w:ascii="Times New Roman" w:hAnsi="Times New Roman" w:cs="Times New Roman"/>
        </w:rPr>
        <w:t xml:space="preserve">, że informacje </w:t>
      </w:r>
      <w:r w:rsidR="001E0D15">
        <w:rPr>
          <w:rFonts w:ascii="Times New Roman" w:hAnsi="Times New Roman" w:cs="Times New Roman"/>
        </w:rPr>
        <w:t xml:space="preserve">………………………………… </w:t>
      </w:r>
      <w:r w:rsidRPr="00E108AD">
        <w:rPr>
          <w:rFonts w:ascii="Times New Roman" w:hAnsi="Times New Roman" w:cs="Times New Roman"/>
          <w:i/>
        </w:rPr>
        <w:t xml:space="preserve">(wymienić czego dotyczy) </w:t>
      </w:r>
      <w:r w:rsidRPr="00E108AD">
        <w:rPr>
          <w:rFonts w:ascii="Times New Roman" w:hAnsi="Times New Roman" w:cs="Times New Roman"/>
        </w:rPr>
        <w:t xml:space="preserve">zawarte w następujących dokumentach/plikach: </w:t>
      </w:r>
      <w:r w:rsidR="001E0D15">
        <w:rPr>
          <w:rFonts w:ascii="Times New Roman" w:hAnsi="Times New Roman" w:cs="Times New Roman"/>
        </w:rPr>
        <w:t>………………………..</w:t>
      </w:r>
      <w:r w:rsidRPr="00E108AD">
        <w:rPr>
          <w:rFonts w:ascii="Times New Roman" w:hAnsi="Times New Roman" w:cs="Times New Roman"/>
        </w:rPr>
        <w:t xml:space="preserve"> </w:t>
      </w:r>
      <w:r w:rsidRPr="00E108AD">
        <w:rPr>
          <w:rFonts w:ascii="Times New Roman" w:hAnsi="Times New Roman" w:cs="Times New Roman"/>
          <w:i/>
        </w:rPr>
        <w:t xml:space="preserve">(należy podać nazwę dokumentu/pliku) </w:t>
      </w:r>
      <w:r w:rsidRPr="00E108AD">
        <w:rPr>
          <w:rFonts w:ascii="Times New Roman" w:hAnsi="Times New Roman" w:cs="Times New Roman"/>
        </w:rPr>
        <w:t>stanowią tajemnicę przedsiębiorstwa zgodnie z definicją zawartą w treści art. 11 ust. 4 ustawy z 16 kwietnia 1993 r. o zwalczaniu nieuczciwej konkurencji i nie mogą być udostępniane innym uczestnikom postępowania.</w:t>
      </w:r>
    </w:p>
    <w:p w14:paraId="0A040F01" w14:textId="77777777" w:rsidR="00E108AD" w:rsidRPr="00E108AD" w:rsidRDefault="00E108AD" w:rsidP="001E0D15">
      <w:pPr>
        <w:pStyle w:val="Akapitzlist"/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08AD">
        <w:rPr>
          <w:rFonts w:ascii="Times New Roman" w:hAnsi="Times New Roman" w:cs="Times New Roman"/>
          <w:b/>
          <w:sz w:val="20"/>
          <w:szCs w:val="20"/>
          <w:u w:val="single"/>
        </w:rPr>
        <w:t>UZASADNIENIE:</w:t>
      </w:r>
    </w:p>
    <w:p w14:paraId="58C05827" w14:textId="3B10DA11" w:rsidR="00E108AD" w:rsidRDefault="00E108AD" w:rsidP="001E0D15">
      <w:pPr>
        <w:pStyle w:val="Akapitzlist"/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sz w:val="16"/>
          <w:szCs w:val="16"/>
        </w:rPr>
      </w:pPr>
      <w:r w:rsidRPr="00E108AD">
        <w:rPr>
          <w:rFonts w:ascii="Times New Roman" w:hAnsi="Times New Roman" w:cs="Times New Roman"/>
          <w:sz w:val="20"/>
          <w:szCs w:val="20"/>
          <w:u w:val="single"/>
        </w:rPr>
        <w:t>Jednocześnie informujemy, iż wykazanie, że zastrzeżone informacje stanowią tajemnicę przedsiębiorstwa zostały przeze mnie/nas dołączone do Oferty w pliku pn. „……………………..”</w:t>
      </w:r>
      <w:r w:rsidRPr="00E108AD">
        <w:rPr>
          <w:rFonts w:ascii="Times New Roman" w:hAnsi="Times New Roman" w:cs="Times New Roman"/>
          <w:sz w:val="20"/>
          <w:szCs w:val="20"/>
        </w:rPr>
        <w:t xml:space="preserve"> </w:t>
      </w:r>
      <w:r w:rsidRPr="00E108A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108AD">
        <w:rPr>
          <w:rFonts w:ascii="Times New Roman" w:hAnsi="Times New Roman" w:cs="Times New Roman"/>
          <w:sz w:val="16"/>
          <w:szCs w:val="16"/>
        </w:rPr>
        <w:t>(Wykonawca informację, iż zastrzeżone informacje stanowią tajemnicę przedsiębiorstwa, wykazuje w ww. dokumencie).</w:t>
      </w:r>
    </w:p>
    <w:p w14:paraId="66FB8FD2" w14:textId="77777777" w:rsidR="001E0D15" w:rsidRPr="001E0D15" w:rsidRDefault="001E0D15" w:rsidP="001E0D1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rPr>
          <w:rFonts w:ascii="Times New Roman" w:hAnsi="Times New Roman" w:cs="Times New Roman"/>
        </w:rPr>
      </w:pPr>
      <w:r w:rsidRPr="001E0D15">
        <w:rPr>
          <w:rFonts w:ascii="Times New Roman" w:hAnsi="Times New Roman" w:cs="Times New Roman"/>
        </w:rPr>
        <w:t xml:space="preserve">Zgodnie z art. 225 ust 1 ustawy </w:t>
      </w:r>
      <w:proofErr w:type="spellStart"/>
      <w:r w:rsidRPr="001E0D15">
        <w:rPr>
          <w:rFonts w:ascii="Times New Roman" w:hAnsi="Times New Roman" w:cs="Times New Roman"/>
        </w:rPr>
        <w:t>Pzp</w:t>
      </w:r>
      <w:proofErr w:type="spellEnd"/>
      <w:r w:rsidRPr="001E0D15">
        <w:rPr>
          <w:rFonts w:ascii="Times New Roman" w:hAnsi="Times New Roman" w:cs="Times New Roman"/>
        </w:rPr>
        <w:t xml:space="preserve"> oświadczam/y, że wybór mojej/naszej oferty </w:t>
      </w:r>
      <w:r w:rsidRPr="001E0D15">
        <w:rPr>
          <w:rFonts w:ascii="Times New Roman" w:hAnsi="Times New Roman" w:cs="Times New Roman"/>
          <w:b/>
        </w:rPr>
        <w:t>będzie / nie będzie</w:t>
      </w:r>
      <w:r w:rsidRPr="001E0D15">
        <w:rPr>
          <w:rStyle w:val="Odwoanieprzypisudolnego"/>
          <w:rFonts w:ascii="Times New Roman" w:hAnsi="Times New Roman" w:cs="Times New Roman"/>
          <w:b/>
        </w:rPr>
        <w:footnoteReference w:id="4"/>
      </w:r>
      <w:r w:rsidRPr="001E0D15">
        <w:rPr>
          <w:rFonts w:ascii="Times New Roman" w:hAnsi="Times New Roman" w:cs="Times New Roman"/>
          <w:vertAlign w:val="superscript"/>
        </w:rPr>
        <w:t xml:space="preserve"> </w:t>
      </w:r>
      <w:r w:rsidRPr="001E0D15">
        <w:rPr>
          <w:rFonts w:ascii="Times New Roman" w:hAnsi="Times New Roman" w:cs="Times New Roman"/>
        </w:rPr>
        <w:t xml:space="preserve"> prowadził do powstania u Zamawiającego obowiązku podatkowego </w:t>
      </w:r>
      <w:r w:rsidRPr="001E0D15">
        <w:rPr>
          <w:rFonts w:ascii="Times New Roman" w:hAnsi="Times New Roman" w:cs="Times New Roman"/>
          <w:spacing w:val="4"/>
        </w:rPr>
        <w:t>zgodnie z przepisami ustawy o podatku od towarów i usług.</w:t>
      </w:r>
    </w:p>
    <w:p w14:paraId="292F026B" w14:textId="77777777" w:rsidR="00E108AD" w:rsidRPr="001E0D15" w:rsidRDefault="00E108AD" w:rsidP="001E0D15">
      <w:pPr>
        <w:pStyle w:val="Bezodstpw1"/>
        <w:spacing w:line="276" w:lineRule="auto"/>
        <w:ind w:left="426"/>
        <w:jc w:val="both"/>
        <w:rPr>
          <w:rFonts w:ascii="Times New Roman" w:hAnsi="Times New Roman"/>
        </w:rPr>
      </w:pPr>
      <w:r w:rsidRPr="001E0D15">
        <w:rPr>
          <w:rFonts w:ascii="Times New Roman" w:hAnsi="Times New Roman"/>
        </w:rPr>
        <w:t xml:space="preserve">W przypadku, gdy wybór oferty Wykonawcy </w:t>
      </w:r>
      <w:r w:rsidRPr="001E0D15">
        <w:rPr>
          <w:rFonts w:ascii="Times New Roman" w:hAnsi="Times New Roman"/>
          <w:b/>
        </w:rPr>
        <w:t xml:space="preserve">będzie prowadzić </w:t>
      </w:r>
      <w:r w:rsidRPr="001E0D15">
        <w:rPr>
          <w:rFonts w:ascii="Times New Roman" w:hAnsi="Times New Roman"/>
        </w:rPr>
        <w:t>do powstania u Zamawiającego obowiązku podatkowego Wykonawca wskazuje</w:t>
      </w:r>
      <w:r w:rsidRPr="001E0D15">
        <w:rPr>
          <w:rStyle w:val="Odwoanieprzypisudolnego"/>
          <w:rFonts w:ascii="Times New Roman" w:eastAsia="Calibri" w:hAnsi="Times New Roman"/>
        </w:rPr>
        <w:footnoteReference w:id="5"/>
      </w:r>
      <w:r w:rsidRPr="001E0D15">
        <w:rPr>
          <w:rFonts w:ascii="Times New Roman" w:hAnsi="Times New Roman"/>
        </w:rPr>
        <w:t>:</w:t>
      </w:r>
    </w:p>
    <w:p w14:paraId="0B7C93F2" w14:textId="7B16170A" w:rsidR="00E108AD" w:rsidRPr="00E108AD" w:rsidRDefault="00E108AD" w:rsidP="00E108AD">
      <w:pPr>
        <w:pStyle w:val="Bezodstpw1"/>
        <w:numPr>
          <w:ilvl w:val="0"/>
          <w:numId w:val="18"/>
        </w:numPr>
        <w:spacing w:line="276" w:lineRule="auto"/>
        <w:ind w:left="1134"/>
        <w:jc w:val="both"/>
        <w:rPr>
          <w:rFonts w:ascii="Times New Roman" w:hAnsi="Times New Roman"/>
          <w:spacing w:val="4"/>
          <w:sz w:val="20"/>
          <w:szCs w:val="20"/>
        </w:rPr>
      </w:pPr>
      <w:r w:rsidRPr="00E108AD">
        <w:rPr>
          <w:rFonts w:ascii="Times New Roman" w:hAnsi="Times New Roman"/>
          <w:spacing w:val="4"/>
          <w:sz w:val="20"/>
          <w:szCs w:val="20"/>
        </w:rPr>
        <w:t xml:space="preserve">nazwę (rodzaj) towaru lub usługi, których dostawa lub świadczenie będą prowadziły do powstania obowiązku podatkowego: </w:t>
      </w:r>
      <w:r w:rsidR="001E0D15">
        <w:rPr>
          <w:rFonts w:ascii="Times New Roman" w:hAnsi="Times New Roman"/>
          <w:sz w:val="20"/>
          <w:szCs w:val="20"/>
        </w:rPr>
        <w:t>……………………………………………………….</w:t>
      </w:r>
    </w:p>
    <w:p w14:paraId="454472EC" w14:textId="30209D61" w:rsidR="00E108AD" w:rsidRPr="00E108AD" w:rsidRDefault="00E108AD" w:rsidP="00E108AD">
      <w:pPr>
        <w:pStyle w:val="Bezodstpw1"/>
        <w:numPr>
          <w:ilvl w:val="0"/>
          <w:numId w:val="18"/>
        </w:numPr>
        <w:spacing w:line="276" w:lineRule="auto"/>
        <w:ind w:left="1134"/>
        <w:jc w:val="both"/>
        <w:rPr>
          <w:rFonts w:ascii="Times New Roman" w:hAnsi="Times New Roman"/>
          <w:spacing w:val="4"/>
          <w:sz w:val="20"/>
          <w:szCs w:val="20"/>
        </w:rPr>
      </w:pPr>
      <w:r w:rsidRPr="00E108AD">
        <w:rPr>
          <w:rFonts w:ascii="Times New Roman" w:hAnsi="Times New Roman"/>
          <w:spacing w:val="4"/>
          <w:sz w:val="20"/>
          <w:szCs w:val="20"/>
        </w:rPr>
        <w:t xml:space="preserve">wartość towaru lub usługi objętego obowiązkiem podatkowym Zamawiającego, bez kwoty podatku: </w:t>
      </w:r>
      <w:r w:rsidR="001E0D15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1A2BD36F" w14:textId="71F1D033" w:rsidR="00E108AD" w:rsidRPr="0014492E" w:rsidRDefault="00E108AD" w:rsidP="0014492E">
      <w:pPr>
        <w:pStyle w:val="Bezodstpw1"/>
        <w:numPr>
          <w:ilvl w:val="0"/>
          <w:numId w:val="18"/>
        </w:numPr>
        <w:spacing w:line="276" w:lineRule="auto"/>
        <w:ind w:left="1134"/>
        <w:rPr>
          <w:rFonts w:ascii="Times New Roman" w:hAnsi="Times New Roman"/>
          <w:spacing w:val="4"/>
          <w:sz w:val="20"/>
          <w:szCs w:val="20"/>
        </w:rPr>
      </w:pPr>
      <w:r w:rsidRPr="00E108AD">
        <w:rPr>
          <w:rFonts w:ascii="Times New Roman" w:hAnsi="Times New Roman"/>
          <w:sz w:val="20"/>
          <w:szCs w:val="20"/>
        </w:rPr>
        <w:t>stawkę podatku od towarów i usług, która zgodnie z wiedzą wykonawcy,</w:t>
      </w:r>
      <w:r w:rsidR="001E0D15">
        <w:rPr>
          <w:rFonts w:ascii="Times New Roman" w:hAnsi="Times New Roman"/>
          <w:sz w:val="20"/>
          <w:szCs w:val="20"/>
        </w:rPr>
        <w:t xml:space="preserve"> </w:t>
      </w:r>
      <w:r w:rsidRPr="00E108AD">
        <w:rPr>
          <w:rFonts w:ascii="Times New Roman" w:hAnsi="Times New Roman"/>
          <w:sz w:val="20"/>
          <w:szCs w:val="20"/>
        </w:rPr>
        <w:t>będzie miała zastosowanie:</w:t>
      </w:r>
      <w:r w:rsidR="001E0D15">
        <w:rPr>
          <w:rFonts w:ascii="Times New Roman" w:hAnsi="Times New Roman"/>
          <w:sz w:val="20"/>
          <w:szCs w:val="20"/>
        </w:rPr>
        <w:t xml:space="preserve"> ………………………………………………………..</w:t>
      </w:r>
    </w:p>
    <w:p w14:paraId="0104A75A" w14:textId="11199638" w:rsidR="00F62A65" w:rsidRPr="0014492E" w:rsidRDefault="00606464" w:rsidP="0014492E">
      <w:pPr>
        <w:pStyle w:val="Akapitzlist"/>
        <w:widowControl w:val="0"/>
        <w:numPr>
          <w:ilvl w:val="0"/>
          <w:numId w:val="15"/>
        </w:numPr>
        <w:ind w:left="426" w:hanging="426"/>
        <w:rPr>
          <w:rFonts w:ascii="Times New Roman" w:hAnsi="Times New Roman" w:cs="Times New Roman"/>
          <w:lang w:eastAsia="pl-PL"/>
        </w:rPr>
      </w:pPr>
      <w:r w:rsidRPr="00513179">
        <w:rPr>
          <w:rFonts w:ascii="Times New Roman" w:hAnsi="Times New Roman" w:cs="Times New Roman"/>
        </w:rPr>
        <w:t>Oświadczamy, że wypełniliśmy obowiązki informacyjne przewidziane w art. 13 lub art. 14 RODO</w:t>
      </w:r>
      <w:r w:rsidRPr="00513179">
        <w:rPr>
          <w:rFonts w:ascii="Times New Roman" w:hAnsi="Times New Roman" w:cs="Times New Roman"/>
          <w:vertAlign w:val="superscript"/>
        </w:rPr>
        <w:footnoteReference w:id="6"/>
      </w:r>
      <w:r w:rsidRPr="00513179">
        <w:rPr>
          <w:rFonts w:ascii="Times New Roman" w:hAnsi="Times New Roman" w:cs="Times New Roman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7F95BC03" w14:textId="77777777" w:rsidR="00F62A65" w:rsidRPr="00513179" w:rsidRDefault="00F62A65" w:rsidP="00F62A65">
      <w:pPr>
        <w:pStyle w:val="Akapitzlist"/>
        <w:widowControl w:val="0"/>
        <w:ind w:left="426"/>
        <w:rPr>
          <w:rFonts w:ascii="Times New Roman" w:hAnsi="Times New Roman" w:cs="Times New Roman"/>
          <w:lang w:eastAsia="pl-PL"/>
        </w:rPr>
      </w:pPr>
    </w:p>
    <w:p w14:paraId="3AA235A6" w14:textId="77777777" w:rsidR="00513179" w:rsidRPr="00513179" w:rsidRDefault="00513179" w:rsidP="00513179">
      <w:pPr>
        <w:pStyle w:val="Akapitzlist"/>
        <w:widowControl w:val="0"/>
        <w:numPr>
          <w:ilvl w:val="0"/>
          <w:numId w:val="15"/>
        </w:numPr>
        <w:ind w:left="426" w:hanging="426"/>
        <w:rPr>
          <w:rFonts w:ascii="Times New Roman" w:hAnsi="Times New Roman" w:cs="Times New Roman"/>
          <w:lang w:eastAsia="pl-PL"/>
        </w:rPr>
      </w:pPr>
      <w:r w:rsidRPr="00513179">
        <w:rPr>
          <w:rFonts w:ascii="Times New Roman" w:hAnsi="Times New Roman" w:cs="Times New Roman"/>
        </w:rPr>
        <w:t>Załącznikami do niniejszej oferty są:</w:t>
      </w:r>
    </w:p>
    <w:p w14:paraId="7BF0E8C8" w14:textId="77777777" w:rsidR="00513179" w:rsidRPr="00513179" w:rsidRDefault="00513179" w:rsidP="00513179">
      <w:pPr>
        <w:spacing w:line="276" w:lineRule="auto"/>
        <w:ind w:left="360"/>
        <w:rPr>
          <w:sz w:val="22"/>
          <w:szCs w:val="22"/>
        </w:rPr>
      </w:pPr>
      <w:r w:rsidRPr="00513179">
        <w:rPr>
          <w:sz w:val="22"/>
          <w:szCs w:val="22"/>
        </w:rPr>
        <w:t>1) ........................................................................................................................</w:t>
      </w:r>
    </w:p>
    <w:p w14:paraId="075B89A0" w14:textId="1DA4A6C1" w:rsidR="00513179" w:rsidRDefault="00513179" w:rsidP="0014492E">
      <w:pPr>
        <w:spacing w:line="276" w:lineRule="auto"/>
        <w:ind w:left="360"/>
      </w:pPr>
      <w:r w:rsidRPr="00513179">
        <w:rPr>
          <w:sz w:val="22"/>
          <w:szCs w:val="22"/>
        </w:rPr>
        <w:t>2) ........................................................................................................................</w:t>
      </w:r>
    </w:p>
    <w:p w14:paraId="7C50624B" w14:textId="77777777" w:rsidR="00513179" w:rsidRDefault="00513179" w:rsidP="00513179">
      <w:pPr>
        <w:spacing w:line="276" w:lineRule="auto"/>
        <w:ind w:left="360"/>
      </w:pPr>
    </w:p>
    <w:p w14:paraId="6BDF10F0" w14:textId="77777777" w:rsidR="00513179" w:rsidRDefault="00513179" w:rsidP="0014492E">
      <w:pPr>
        <w:spacing w:line="276" w:lineRule="auto"/>
      </w:pPr>
    </w:p>
    <w:p w14:paraId="0F724CC1" w14:textId="77777777" w:rsidR="00971BE4" w:rsidRPr="00C630CC" w:rsidRDefault="00971BE4" w:rsidP="00971BE4">
      <w:pPr>
        <w:spacing w:after="160" w:line="360" w:lineRule="auto"/>
        <w:ind w:left="3540" w:firstLine="708"/>
        <w:rPr>
          <w:sz w:val="20"/>
          <w:szCs w:val="20"/>
        </w:rPr>
      </w:pPr>
      <w:r w:rsidRPr="00C630CC">
        <w:rPr>
          <w:sz w:val="20"/>
          <w:szCs w:val="20"/>
        </w:rPr>
        <w:t>Data………….…….r.  …………………………………………</w:t>
      </w:r>
      <w:r w:rsidRPr="00C630CC">
        <w:rPr>
          <w:sz w:val="21"/>
          <w:szCs w:val="21"/>
        </w:rPr>
        <w:t xml:space="preserve">  </w:t>
      </w:r>
    </w:p>
    <w:p w14:paraId="563DFED6" w14:textId="509E0DBC" w:rsidR="00513179" w:rsidRPr="0014492E" w:rsidRDefault="00971BE4" w:rsidP="0014492E">
      <w:pPr>
        <w:spacing w:line="360" w:lineRule="auto"/>
        <w:rPr>
          <w:i/>
          <w:sz w:val="16"/>
          <w:szCs w:val="16"/>
        </w:rPr>
      </w:pP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</w:r>
      <w:r w:rsidRPr="00C630CC">
        <w:rPr>
          <w:sz w:val="21"/>
          <w:szCs w:val="21"/>
        </w:rPr>
        <w:tab/>
        <w:t xml:space="preserve">   </w:t>
      </w:r>
      <w:r w:rsidRPr="00C630CC">
        <w:rPr>
          <w:sz w:val="21"/>
          <w:szCs w:val="21"/>
        </w:rPr>
        <w:tab/>
      </w:r>
      <w:r w:rsidRPr="00C630CC">
        <w:rPr>
          <w:i/>
          <w:sz w:val="21"/>
          <w:szCs w:val="21"/>
        </w:rPr>
        <w:tab/>
      </w:r>
      <w:r w:rsidRPr="00C630CC">
        <w:rPr>
          <w:i/>
          <w:sz w:val="16"/>
          <w:szCs w:val="16"/>
        </w:rPr>
        <w:t>(kwalifikowany podpis elektroniczny lub podpis zaufany lub podpis osobisty)</w:t>
      </w:r>
    </w:p>
    <w:p w14:paraId="2623A94A" w14:textId="77777777" w:rsidR="00513179" w:rsidRDefault="00513179" w:rsidP="00513179">
      <w:pPr>
        <w:spacing w:line="276" w:lineRule="auto"/>
        <w:ind w:left="360"/>
      </w:pPr>
    </w:p>
    <w:p w14:paraId="5A682C99" w14:textId="77777777" w:rsidR="00513179" w:rsidRPr="00513179" w:rsidRDefault="00513179" w:rsidP="00513179">
      <w:pPr>
        <w:spacing w:line="276" w:lineRule="auto"/>
        <w:ind w:left="360"/>
      </w:pPr>
    </w:p>
    <w:p w14:paraId="59C3390E" w14:textId="5A81B40C" w:rsidR="00513179" w:rsidRPr="0014492E" w:rsidRDefault="00C419D0" w:rsidP="00513179">
      <w:pPr>
        <w:rPr>
          <w:rFonts w:ascii="Verdana" w:hAnsi="Verdana"/>
          <w:b/>
          <w:sz w:val="20"/>
          <w:szCs w:val="20"/>
        </w:rPr>
      </w:pPr>
      <w:r w:rsidRPr="00513179">
        <w:rPr>
          <w:rFonts w:ascii="Verdana" w:hAnsi="Verdana"/>
          <w:b/>
          <w:sz w:val="20"/>
          <w:szCs w:val="20"/>
        </w:rPr>
        <w:t>Formularz oferty musi być opatrzony przez osobę/osoby uprawnioną/e do reprezentowania Wykonawcy/Wykonawców wspólnie ubiegających się o zamówienie kwalifikowanym podpisem elektronicznym lub podpisem zaufanym, lub podpisem osobistym.</w:t>
      </w:r>
    </w:p>
    <w:sectPr w:rsidR="00513179" w:rsidRPr="0014492E" w:rsidSect="00CE0926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7" w:right="1417" w:bottom="1417" w:left="1417" w:header="567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4187E" w14:textId="77777777" w:rsidR="00EC1A64" w:rsidRDefault="00EC1A64">
      <w:r>
        <w:separator/>
      </w:r>
    </w:p>
  </w:endnote>
  <w:endnote w:type="continuationSeparator" w:id="0">
    <w:p w14:paraId="479857A2" w14:textId="77777777" w:rsidR="00EC1A64" w:rsidRDefault="00EC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1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A457" w14:textId="77777777" w:rsidR="00CA02C8" w:rsidRDefault="00CA02C8" w:rsidP="00CB1A38">
    <w:pPr>
      <w:pBdr>
        <w:bottom w:val="single" w:sz="6" w:space="0" w:color="auto"/>
      </w:pBdr>
      <w:tabs>
        <w:tab w:val="left" w:pos="2475"/>
      </w:tabs>
      <w:spacing w:line="360" w:lineRule="auto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14:paraId="1FDE950B" w14:textId="77777777" w:rsidR="00C21256" w:rsidRPr="005A00EB" w:rsidRDefault="00C21256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Przedsiębiorstwo Gospodarki Komunalnej Sp. z o.o. w Wiszni Małej </w:t>
    </w:r>
    <w:r>
      <w:rPr>
        <w:rFonts w:ascii="Arial" w:hAnsi="Arial" w:cs="Arial"/>
        <w:sz w:val="14"/>
        <w:szCs w:val="14"/>
      </w:rPr>
      <w:t>z s. w</w:t>
    </w:r>
    <w:r w:rsidRPr="005A00EB">
      <w:rPr>
        <w:rFonts w:ascii="Arial" w:hAnsi="Arial" w:cs="Arial"/>
        <w:sz w:val="14"/>
        <w:szCs w:val="14"/>
      </w:rPr>
      <w:t xml:space="preserve"> Strzesz</w:t>
    </w:r>
    <w:r>
      <w:rPr>
        <w:rFonts w:ascii="Arial" w:hAnsi="Arial" w:cs="Arial"/>
        <w:sz w:val="14"/>
        <w:szCs w:val="14"/>
      </w:rPr>
      <w:t xml:space="preserve">owie, </w:t>
    </w:r>
  </w:p>
  <w:p w14:paraId="39088F01" w14:textId="22A6632C" w:rsidR="00396930" w:rsidRPr="005C3B33" w:rsidRDefault="00C21256" w:rsidP="00396930">
    <w:pPr>
      <w:pStyle w:val="Stopka"/>
      <w:jc w:val="center"/>
      <w:rPr>
        <w:rFonts w:ascii="Arial" w:hAnsi="Arial" w:cs="Arial"/>
        <w:sz w:val="14"/>
        <w:szCs w:val="14"/>
      </w:rPr>
    </w:pPr>
    <w:r w:rsidRPr="005A00EB">
      <w:rPr>
        <w:rFonts w:ascii="Arial" w:hAnsi="Arial" w:cs="Arial"/>
        <w:sz w:val="14"/>
        <w:szCs w:val="14"/>
      </w:rPr>
      <w:t xml:space="preserve">Sąd Rejonowy </w:t>
    </w:r>
    <w:r>
      <w:rPr>
        <w:rFonts w:ascii="Arial" w:hAnsi="Arial" w:cs="Arial"/>
        <w:sz w:val="14"/>
        <w:szCs w:val="14"/>
      </w:rPr>
      <w:t>dla Wrocławia Fabrycznej nr KRS 0000465303</w:t>
    </w:r>
    <w:r w:rsidRPr="005A00EB">
      <w:rPr>
        <w:rFonts w:ascii="Arial" w:hAnsi="Arial" w:cs="Arial"/>
        <w:sz w:val="14"/>
        <w:szCs w:val="14"/>
      </w:rPr>
      <w:t>. Wysokość kapitału zakładowego</w:t>
    </w:r>
    <w:r w:rsidR="000D0638">
      <w:rPr>
        <w:rFonts w:ascii="Arial" w:hAnsi="Arial" w:cs="Arial"/>
        <w:sz w:val="14"/>
        <w:szCs w:val="14"/>
      </w:rPr>
      <w:t xml:space="preserve"> </w:t>
    </w:r>
    <w:r w:rsidR="00960A79" w:rsidRPr="00960A79">
      <w:rPr>
        <w:rFonts w:ascii="Arial" w:hAnsi="Arial" w:cs="Arial"/>
        <w:sz w:val="14"/>
        <w:szCs w:val="14"/>
      </w:rPr>
      <w:t xml:space="preserve">57 230 500,00 zł  </w:t>
    </w:r>
  </w:p>
  <w:p w14:paraId="1862E232" w14:textId="77777777" w:rsidR="00396930" w:rsidRPr="008117D6" w:rsidRDefault="00396930" w:rsidP="00396930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 xml:space="preserve">REGON 022061639,  NIP 915 179 01 86. </w:t>
    </w:r>
  </w:p>
  <w:p w14:paraId="248C60EC" w14:textId="77777777" w:rsidR="00396930" w:rsidRPr="008117D6" w:rsidRDefault="00396930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862F1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>
      <w:rPr>
        <w:rFonts w:ascii="Arial" w:hAnsi="Arial" w:cs="Arial"/>
        <w:sz w:val="14"/>
        <w:szCs w:val="14"/>
        <w:u w:val="single"/>
        <w:lang w:val="en-US"/>
      </w:rPr>
      <w:t>pg</w:t>
    </w:r>
    <w:r w:rsidR="0052768E">
      <w:rPr>
        <w:rFonts w:ascii="Arial" w:hAnsi="Arial" w:cs="Arial"/>
        <w:sz w:val="14"/>
        <w:szCs w:val="14"/>
        <w:u w:val="single"/>
        <w:lang w:val="en-US"/>
      </w:rPr>
      <w:t>k</w:t>
    </w:r>
    <w:r>
      <w:rPr>
        <w:rFonts w:ascii="Arial" w:hAnsi="Arial" w:cs="Arial"/>
        <w:sz w:val="14"/>
        <w:szCs w:val="14"/>
        <w:u w:val="single"/>
        <w:lang w:val="en-US"/>
      </w:rPr>
      <w:t>wisznia.pl</w:t>
    </w:r>
  </w:p>
  <w:p w14:paraId="386EFF86" w14:textId="77777777" w:rsidR="00CA02C8" w:rsidRPr="005C3B33" w:rsidRDefault="00CA02C8" w:rsidP="00396930">
    <w:pPr>
      <w:pStyle w:val="Stopka"/>
      <w:jc w:val="center"/>
      <w:rPr>
        <w:rFonts w:ascii="Arial" w:hAnsi="Arial" w:cs="Arial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A525" w14:textId="77777777" w:rsidR="00CA02C8" w:rsidRPr="005C3B33" w:rsidRDefault="00CA02C8" w:rsidP="00C2636D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1A6B7AC6" w14:textId="77777777" w:rsidR="00AA0109" w:rsidRPr="005C3B33" w:rsidRDefault="00AA0109" w:rsidP="00AA0109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>Przedsiębiorstwo Gospodarki Komunalnej Sp. z o.o.</w:t>
    </w:r>
    <w:r w:rsidR="005A00EB" w:rsidRPr="005C3B33">
      <w:rPr>
        <w:rFonts w:ascii="Arial" w:hAnsi="Arial" w:cs="Arial"/>
        <w:sz w:val="14"/>
        <w:szCs w:val="14"/>
      </w:rPr>
      <w:t xml:space="preserve"> </w:t>
    </w:r>
    <w:r w:rsidRPr="005C3B33">
      <w:rPr>
        <w:rFonts w:ascii="Arial" w:hAnsi="Arial" w:cs="Arial"/>
        <w:sz w:val="14"/>
        <w:szCs w:val="14"/>
      </w:rPr>
      <w:t xml:space="preserve">w Wiszni Małej </w:t>
    </w:r>
    <w:r w:rsidR="00DA20F3" w:rsidRPr="005C3B33">
      <w:rPr>
        <w:rFonts w:ascii="Arial" w:hAnsi="Arial" w:cs="Arial"/>
        <w:sz w:val="14"/>
        <w:szCs w:val="14"/>
      </w:rPr>
      <w:t>z s. w</w:t>
    </w:r>
    <w:r w:rsidRPr="005C3B33">
      <w:rPr>
        <w:rFonts w:ascii="Arial" w:hAnsi="Arial" w:cs="Arial"/>
        <w:sz w:val="14"/>
        <w:szCs w:val="14"/>
      </w:rPr>
      <w:t xml:space="preserve"> Strzesz</w:t>
    </w:r>
    <w:r w:rsidR="00DA20F3" w:rsidRPr="005C3B33">
      <w:rPr>
        <w:rFonts w:ascii="Arial" w:hAnsi="Arial" w:cs="Arial"/>
        <w:sz w:val="14"/>
        <w:szCs w:val="14"/>
      </w:rPr>
      <w:t>owie</w:t>
    </w:r>
    <w:r w:rsidR="008C1786" w:rsidRPr="005C3B33">
      <w:rPr>
        <w:rFonts w:ascii="Arial" w:hAnsi="Arial" w:cs="Arial"/>
        <w:sz w:val="14"/>
        <w:szCs w:val="14"/>
      </w:rPr>
      <w:t xml:space="preserve"> </w:t>
    </w:r>
  </w:p>
  <w:p w14:paraId="2851C93C" w14:textId="312BCB11" w:rsidR="00C21256" w:rsidRPr="005C3B33" w:rsidRDefault="00AA0109" w:rsidP="00C21256">
    <w:pPr>
      <w:pStyle w:val="Stopka"/>
      <w:jc w:val="center"/>
      <w:rPr>
        <w:rFonts w:ascii="Arial" w:hAnsi="Arial" w:cs="Arial"/>
        <w:sz w:val="14"/>
        <w:szCs w:val="14"/>
      </w:rPr>
    </w:pPr>
    <w:r w:rsidRPr="005C3B33">
      <w:rPr>
        <w:rFonts w:ascii="Arial" w:hAnsi="Arial" w:cs="Arial"/>
        <w:sz w:val="14"/>
        <w:szCs w:val="14"/>
      </w:rPr>
      <w:t xml:space="preserve">Sąd Rejonowy </w:t>
    </w:r>
    <w:r w:rsidR="00DA20F3" w:rsidRPr="005C3B33">
      <w:rPr>
        <w:rFonts w:ascii="Arial" w:hAnsi="Arial" w:cs="Arial"/>
        <w:sz w:val="14"/>
        <w:szCs w:val="14"/>
      </w:rPr>
      <w:t>dla Wrocławia Fabrycznej</w:t>
    </w:r>
    <w:r w:rsidR="00C21256" w:rsidRPr="005C3B33">
      <w:rPr>
        <w:rFonts w:ascii="Arial" w:hAnsi="Arial" w:cs="Arial"/>
        <w:sz w:val="14"/>
        <w:szCs w:val="14"/>
      </w:rPr>
      <w:t xml:space="preserve"> </w:t>
    </w:r>
    <w:r w:rsidR="008C1786" w:rsidRPr="005C3B33">
      <w:rPr>
        <w:rFonts w:ascii="Arial" w:hAnsi="Arial" w:cs="Arial"/>
        <w:sz w:val="14"/>
        <w:szCs w:val="14"/>
      </w:rPr>
      <w:t>KRS 00</w:t>
    </w:r>
    <w:r w:rsidR="000D5A6A" w:rsidRPr="005C3B33">
      <w:rPr>
        <w:rFonts w:ascii="Arial" w:hAnsi="Arial" w:cs="Arial"/>
        <w:sz w:val="14"/>
        <w:szCs w:val="14"/>
      </w:rPr>
      <w:t>0</w:t>
    </w:r>
    <w:r w:rsidR="008C1786" w:rsidRPr="005C3B33">
      <w:rPr>
        <w:rFonts w:ascii="Arial" w:hAnsi="Arial" w:cs="Arial"/>
        <w:sz w:val="14"/>
        <w:szCs w:val="14"/>
      </w:rPr>
      <w:t>0465303</w:t>
    </w:r>
    <w:r w:rsidRPr="005C3B33">
      <w:rPr>
        <w:rFonts w:ascii="Arial" w:hAnsi="Arial" w:cs="Arial"/>
        <w:sz w:val="14"/>
        <w:szCs w:val="14"/>
      </w:rPr>
      <w:t>,</w:t>
    </w:r>
    <w:r w:rsidR="00C21256" w:rsidRPr="005C3B33">
      <w:rPr>
        <w:rFonts w:ascii="Arial" w:hAnsi="Arial" w:cs="Arial"/>
        <w:sz w:val="14"/>
        <w:szCs w:val="14"/>
      </w:rPr>
      <w:t xml:space="preserve"> Wysokość kapitału zakładowego: </w:t>
    </w:r>
    <w:r w:rsidR="00960A79" w:rsidRPr="00960A79">
      <w:rPr>
        <w:rFonts w:ascii="Arial" w:hAnsi="Arial" w:cs="Arial"/>
        <w:sz w:val="14"/>
        <w:szCs w:val="14"/>
      </w:rPr>
      <w:t xml:space="preserve">57 230 500,00 zł  </w:t>
    </w:r>
    <w:r w:rsidR="00C21256" w:rsidRPr="005C3B33">
      <w:rPr>
        <w:rFonts w:ascii="Arial" w:hAnsi="Arial" w:cs="Arial"/>
        <w:sz w:val="14"/>
        <w:szCs w:val="14"/>
      </w:rPr>
      <w:t>.</w:t>
    </w:r>
  </w:p>
  <w:p w14:paraId="64A1CB53" w14:textId="77777777" w:rsidR="00AA0109" w:rsidRPr="008117D6" w:rsidRDefault="00AA0109" w:rsidP="00AA0109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 w:rsidRPr="005C3B33">
      <w:rPr>
        <w:rFonts w:ascii="Arial" w:hAnsi="Arial" w:cs="Arial"/>
        <w:sz w:val="14"/>
        <w:szCs w:val="14"/>
      </w:rPr>
      <w:t xml:space="preserve"> </w:t>
    </w:r>
    <w:r w:rsidRPr="008117D6">
      <w:rPr>
        <w:rFonts w:ascii="Arial" w:hAnsi="Arial" w:cs="Arial"/>
        <w:sz w:val="14"/>
        <w:szCs w:val="14"/>
        <w:lang w:val="en-US"/>
      </w:rPr>
      <w:t>RE</w:t>
    </w:r>
    <w:r w:rsidR="008C1786" w:rsidRPr="008117D6">
      <w:rPr>
        <w:rFonts w:ascii="Arial" w:hAnsi="Arial" w:cs="Arial"/>
        <w:sz w:val="14"/>
        <w:szCs w:val="14"/>
        <w:lang w:val="en-US"/>
      </w:rPr>
      <w:t>GON 022061639</w:t>
    </w:r>
    <w:r w:rsidRPr="008117D6">
      <w:rPr>
        <w:rFonts w:ascii="Arial" w:hAnsi="Arial" w:cs="Arial"/>
        <w:sz w:val="14"/>
        <w:szCs w:val="14"/>
        <w:lang w:val="en-US"/>
      </w:rPr>
      <w:t xml:space="preserve">,  NIP 915 179 01 86. </w:t>
    </w:r>
  </w:p>
  <w:p w14:paraId="2E0228C3" w14:textId="77777777" w:rsidR="00CA02C8" w:rsidRPr="008117D6" w:rsidRDefault="005C3B33" w:rsidP="00396930">
    <w:pPr>
      <w:pStyle w:val="Stopka"/>
      <w:jc w:val="center"/>
      <w:rPr>
        <w:lang w:val="en-US"/>
      </w:rPr>
    </w:pPr>
    <w:r w:rsidRPr="008117D6">
      <w:rPr>
        <w:rFonts w:ascii="Arial" w:hAnsi="Arial" w:cs="Arial"/>
        <w:sz w:val="14"/>
        <w:szCs w:val="14"/>
        <w:lang w:val="en-US"/>
      </w:rPr>
      <w:t xml:space="preserve">e-mail: </w:t>
    </w:r>
    <w:r w:rsidR="003B5E78">
      <w:rPr>
        <w:rFonts w:ascii="Arial" w:hAnsi="Arial" w:cs="Arial"/>
        <w:sz w:val="14"/>
        <w:szCs w:val="14"/>
        <w:u w:val="single"/>
        <w:lang w:val="en-US"/>
      </w:rPr>
      <w:t>bok</w:t>
    </w:r>
    <w:r w:rsidRPr="008117D6">
      <w:rPr>
        <w:rFonts w:ascii="Arial" w:hAnsi="Arial" w:cs="Arial"/>
        <w:sz w:val="14"/>
        <w:szCs w:val="14"/>
        <w:u w:val="single"/>
        <w:lang w:val="en-US"/>
      </w:rPr>
      <w:t>@</w:t>
    </w:r>
    <w:r w:rsidR="00396930">
      <w:rPr>
        <w:rFonts w:ascii="Arial" w:hAnsi="Arial" w:cs="Arial"/>
        <w:sz w:val="14"/>
        <w:szCs w:val="14"/>
        <w:u w:val="single"/>
        <w:lang w:val="en-US"/>
      </w:rPr>
      <w:t>pgwisznia.pl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DADB" w14:textId="77777777" w:rsidR="00EC1A64" w:rsidRDefault="00EC1A64">
      <w:r>
        <w:separator/>
      </w:r>
    </w:p>
  </w:footnote>
  <w:footnote w:type="continuationSeparator" w:id="0">
    <w:p w14:paraId="65E011D2" w14:textId="77777777" w:rsidR="00EC1A64" w:rsidRDefault="00EC1A64">
      <w:r>
        <w:continuationSeparator/>
      </w:r>
    </w:p>
  </w:footnote>
  <w:footnote w:id="1">
    <w:p w14:paraId="6215637B" w14:textId="77777777" w:rsidR="00606464" w:rsidRPr="00F62A65" w:rsidRDefault="00606464" w:rsidP="0060646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FA1FEB">
        <w:rPr>
          <w:rStyle w:val="Odwoanieprzypisudolnego"/>
          <w:rFonts w:cs="Calibri"/>
        </w:rPr>
        <w:footnoteRef/>
      </w:r>
      <w:r w:rsidRPr="00FA1FEB">
        <w:rPr>
          <w:rFonts w:cs="Calibri"/>
        </w:rPr>
        <w:t xml:space="preserve"> </w:t>
      </w:r>
      <w:r w:rsidRPr="00F62A65">
        <w:rPr>
          <w:rFonts w:ascii="Arial" w:hAnsi="Arial" w:cs="Arial"/>
          <w:sz w:val="16"/>
          <w:szCs w:val="16"/>
          <w:lang w:val="pl-PL"/>
        </w:rPr>
        <w:t>W przypadku konsorcjum wymaganą informację należy podać w odniesieniu do lidera konsorcjum.</w:t>
      </w:r>
    </w:p>
  </w:footnote>
  <w:footnote w:id="2">
    <w:p w14:paraId="69965570" w14:textId="77777777" w:rsidR="00606464" w:rsidRPr="00F62A65" w:rsidRDefault="00606464" w:rsidP="0060646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F62A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2A65">
        <w:rPr>
          <w:rFonts w:ascii="Arial" w:hAnsi="Arial" w:cs="Arial"/>
          <w:sz w:val="16"/>
          <w:szCs w:val="16"/>
        </w:rPr>
        <w:t xml:space="preserve"> </w:t>
      </w:r>
      <w:r w:rsidRPr="00F62A65">
        <w:rPr>
          <w:rFonts w:ascii="Arial" w:hAnsi="Arial" w:cs="Arial"/>
          <w:sz w:val="16"/>
          <w:szCs w:val="16"/>
          <w:lang w:val="pl-PL"/>
        </w:rPr>
        <w:t xml:space="preserve">Zgodnie z definicją zawartą w </w:t>
      </w:r>
      <w:r w:rsidRPr="00F62A65">
        <w:rPr>
          <w:rStyle w:val="Uwydatnienie"/>
          <w:rFonts w:ascii="Arial" w:hAnsi="Arial" w:cs="Arial"/>
          <w:sz w:val="16"/>
          <w:szCs w:val="16"/>
        </w:rPr>
        <w:t xml:space="preserve">Załączniku I do rozporządzenia Komisji (UE) NR 651/2014 z dnia 17 czerwca </w:t>
      </w:r>
      <w:r w:rsidRPr="00F62A65">
        <w:rPr>
          <w:rStyle w:val="Uwydatnienie"/>
          <w:rFonts w:ascii="Arial" w:hAnsi="Arial" w:cs="Arial"/>
          <w:sz w:val="16"/>
          <w:szCs w:val="16"/>
        </w:rPr>
        <w:br/>
        <w:t>2014 r. uznającego niektóre rodzaje pomocy za zgodne z rynkiem wewnętrznym w zastosowaniu art. 107 108 Traktatu</w:t>
      </w:r>
      <w:r w:rsidRPr="00F62A65">
        <w:rPr>
          <w:rStyle w:val="Uwydatnienie"/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1E5B0B30" w14:textId="77777777" w:rsidR="00E108AD" w:rsidRPr="00F62A65" w:rsidRDefault="00E108AD" w:rsidP="00E108AD">
      <w:pPr>
        <w:pStyle w:val="Bezodstpw"/>
        <w:rPr>
          <w:rFonts w:ascii="Arial" w:hAnsi="Arial" w:cs="Arial"/>
          <w:sz w:val="16"/>
          <w:szCs w:val="16"/>
        </w:rPr>
      </w:pPr>
      <w:r w:rsidRPr="00F62A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2A65">
        <w:rPr>
          <w:rFonts w:ascii="Arial" w:hAnsi="Arial" w:cs="Arial"/>
          <w:sz w:val="16"/>
          <w:szCs w:val="16"/>
        </w:rPr>
        <w:t xml:space="preserve"> Wykonawca wypełnia, jeżeli go dotyczy.</w:t>
      </w:r>
    </w:p>
  </w:footnote>
  <w:footnote w:id="4">
    <w:p w14:paraId="54E663B8" w14:textId="77777777" w:rsidR="001E0D15" w:rsidRPr="00F62A65" w:rsidRDefault="001E0D15" w:rsidP="001E0D15">
      <w:pPr>
        <w:pStyle w:val="Bezodstpw"/>
        <w:rPr>
          <w:rFonts w:ascii="Arial" w:hAnsi="Arial" w:cs="Arial"/>
          <w:sz w:val="16"/>
          <w:szCs w:val="16"/>
        </w:rPr>
      </w:pPr>
      <w:r w:rsidRPr="00F62A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2A65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5">
    <w:p w14:paraId="2AAACDD7" w14:textId="77777777" w:rsidR="00E108AD" w:rsidRPr="00F62A65" w:rsidRDefault="00E108AD" w:rsidP="00E108AD">
      <w:pPr>
        <w:pStyle w:val="Bezodstpw1"/>
        <w:jc w:val="both"/>
        <w:rPr>
          <w:rFonts w:ascii="Arial" w:hAnsi="Arial" w:cs="Arial"/>
          <w:spacing w:val="4"/>
          <w:sz w:val="16"/>
          <w:szCs w:val="16"/>
        </w:rPr>
      </w:pPr>
      <w:r w:rsidRPr="00F62A65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F62A65">
        <w:rPr>
          <w:rFonts w:ascii="Arial" w:hAnsi="Arial" w:cs="Arial"/>
          <w:sz w:val="16"/>
          <w:szCs w:val="16"/>
        </w:rPr>
        <w:t xml:space="preserve"> Punkt 1-3 powyżej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 </w:t>
      </w:r>
    </w:p>
  </w:footnote>
  <w:footnote w:id="6">
    <w:p w14:paraId="4758937C" w14:textId="77777777" w:rsidR="00606464" w:rsidRPr="00F62A65" w:rsidRDefault="00606464" w:rsidP="00606464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F62A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2A65">
        <w:rPr>
          <w:rFonts w:ascii="Arial" w:hAnsi="Arial" w:cs="Arial"/>
          <w:sz w:val="16"/>
          <w:szCs w:val="16"/>
        </w:rPr>
        <w:t xml:space="preserve"> </w:t>
      </w:r>
      <w:r w:rsidRPr="00F62A65"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F62A65">
        <w:rPr>
          <w:rFonts w:ascii="Arial" w:hAnsi="Arial" w:cs="Arial"/>
          <w:sz w:val="16"/>
          <w:szCs w:val="16"/>
        </w:rPr>
        <w:t>ozporządzenie</w:t>
      </w:r>
      <w:proofErr w:type="spellEnd"/>
      <w:r w:rsidRPr="00F62A65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CF63" w14:textId="77777777" w:rsidR="005D3F77" w:rsidRPr="00244105" w:rsidRDefault="005D3F77" w:rsidP="005D3F77">
    <w:pPr>
      <w:ind w:left="2124"/>
      <w:rPr>
        <w:rFonts w:ascii="Arial" w:hAnsi="Arial" w:cs="Arial"/>
        <w:b/>
        <w:sz w:val="20"/>
        <w:szCs w:val="22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8240" behindDoc="0" locked="0" layoutInCell="1" allowOverlap="1" wp14:anchorId="1AFCAE89" wp14:editId="6AC08C84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02C8" w:rsidRPr="00244105">
      <w:rPr>
        <w:rFonts w:ascii="Arial" w:hAnsi="Arial" w:cs="Arial"/>
        <w:b/>
        <w:sz w:val="20"/>
        <w:szCs w:val="22"/>
      </w:rPr>
      <w:t>Przedsiębiorstwo Gospodarki Komuna</w:t>
    </w:r>
    <w:r w:rsidR="00B65442" w:rsidRPr="00244105">
      <w:rPr>
        <w:rFonts w:ascii="Arial" w:hAnsi="Arial" w:cs="Arial"/>
        <w:b/>
        <w:sz w:val="20"/>
        <w:szCs w:val="22"/>
      </w:rPr>
      <w:t>lnej  S</w:t>
    </w:r>
    <w:r w:rsidR="00244105" w:rsidRPr="00244105">
      <w:rPr>
        <w:rFonts w:ascii="Arial" w:hAnsi="Arial" w:cs="Arial"/>
        <w:b/>
        <w:sz w:val="20"/>
        <w:szCs w:val="22"/>
      </w:rPr>
      <w:t xml:space="preserve">p. z o.o. w Wiszni </w:t>
    </w:r>
    <w:r w:rsidR="00AA0109" w:rsidRPr="00244105">
      <w:rPr>
        <w:rFonts w:ascii="Arial" w:hAnsi="Arial" w:cs="Arial"/>
        <w:b/>
        <w:sz w:val="20"/>
        <w:szCs w:val="22"/>
      </w:rPr>
      <w:t>Małej</w:t>
    </w:r>
    <w:r w:rsidR="00B65442" w:rsidRPr="00244105">
      <w:rPr>
        <w:rFonts w:ascii="Arial" w:hAnsi="Arial" w:cs="Arial"/>
        <w:b/>
        <w:sz w:val="20"/>
        <w:szCs w:val="22"/>
      </w:rPr>
      <w:t xml:space="preserve"> </w:t>
    </w:r>
    <w:r w:rsidR="00C21256" w:rsidRPr="00244105">
      <w:rPr>
        <w:rFonts w:ascii="Arial" w:hAnsi="Arial" w:cs="Arial"/>
        <w:b/>
        <w:sz w:val="20"/>
        <w:szCs w:val="22"/>
      </w:rPr>
      <w:t xml:space="preserve">Strzeszów, </w:t>
    </w:r>
    <w:r w:rsidR="008C1786" w:rsidRPr="00244105">
      <w:rPr>
        <w:rFonts w:ascii="Arial" w:hAnsi="Arial" w:cs="Arial"/>
        <w:b/>
        <w:sz w:val="20"/>
        <w:szCs w:val="22"/>
      </w:rPr>
      <w:t>ul. Lipowa 15, 5</w:t>
    </w:r>
    <w:r w:rsidR="00255642" w:rsidRPr="00244105">
      <w:rPr>
        <w:rFonts w:ascii="Arial" w:hAnsi="Arial" w:cs="Arial"/>
        <w:b/>
        <w:sz w:val="20"/>
        <w:szCs w:val="22"/>
      </w:rPr>
      <w:t>5</w:t>
    </w:r>
    <w:r w:rsidR="008C1786" w:rsidRPr="00244105">
      <w:rPr>
        <w:rFonts w:ascii="Arial" w:hAnsi="Arial" w:cs="Arial"/>
        <w:b/>
        <w:sz w:val="20"/>
        <w:szCs w:val="22"/>
      </w:rPr>
      <w:t xml:space="preserve">-114 </w:t>
    </w:r>
    <w:r w:rsidR="00C21256" w:rsidRPr="00244105">
      <w:rPr>
        <w:rFonts w:ascii="Arial" w:hAnsi="Arial" w:cs="Arial"/>
        <w:b/>
        <w:sz w:val="20"/>
        <w:szCs w:val="22"/>
      </w:rPr>
      <w:t>Wisznia Mała</w:t>
    </w:r>
  </w:p>
  <w:p w14:paraId="6A3BF862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 w:rsidR="002824E9">
      <w:rPr>
        <w:rFonts w:ascii="Arial" w:hAnsi="Arial" w:cs="Arial"/>
        <w:b/>
        <w:sz w:val="20"/>
      </w:rPr>
      <w:t> 711 96 4</w:t>
    </w:r>
    <w:r w:rsidR="003D0EBC">
      <w:rPr>
        <w:rFonts w:ascii="Arial" w:hAnsi="Arial" w:cs="Arial"/>
        <w:b/>
        <w:sz w:val="20"/>
      </w:rPr>
      <w:t>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="00A52224"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19B4A544" w14:textId="77777777" w:rsidR="00C2636D" w:rsidRPr="004D5408" w:rsidRDefault="00C2636D" w:rsidP="005D3F77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sz w:val="12"/>
      </w:rPr>
    </w:pPr>
  </w:p>
  <w:p w14:paraId="4234D721" w14:textId="77777777" w:rsidR="005D3F77" w:rsidRPr="004D5408" w:rsidRDefault="005D3F77" w:rsidP="005D3F77">
    <w:pPr>
      <w:pStyle w:val="Stopka"/>
      <w:tabs>
        <w:tab w:val="clear" w:pos="4536"/>
        <w:tab w:val="left" w:pos="4111"/>
      </w:tabs>
      <w:ind w:left="1417" w:hanging="1417"/>
      <w:rPr>
        <w:rFonts w:ascii="Arial" w:hAnsi="Arial" w:cs="Arial"/>
        <w:b/>
        <w:sz w:val="2"/>
      </w:rPr>
    </w:pPr>
    <w:r w:rsidRPr="004D5408">
      <w:rPr>
        <w:rFonts w:ascii="Arial" w:hAnsi="Arial" w:cs="Arial"/>
        <w:b/>
        <w:sz w:val="4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266E"/>
    <w:lvl w:ilvl="0">
      <w:start w:val="1"/>
      <w:numFmt w:val="bullet"/>
      <w:pStyle w:val="Listapunktowana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F5B83"/>
    <w:multiLevelType w:val="multilevel"/>
    <w:tmpl w:val="B1549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452299"/>
    <w:multiLevelType w:val="multilevel"/>
    <w:tmpl w:val="8A9AA2F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825AB"/>
    <w:multiLevelType w:val="hybridMultilevel"/>
    <w:tmpl w:val="D23A7BB2"/>
    <w:lvl w:ilvl="0" w:tplc="C3DC4596">
      <w:start w:val="1"/>
      <w:numFmt w:val="decimal"/>
      <w:lvlText w:val="%1."/>
      <w:lvlJc w:val="left"/>
      <w:pPr>
        <w:ind w:left="1428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9" w15:restartNumberingAfterBreak="0">
    <w:nsid w:val="2F784A19"/>
    <w:multiLevelType w:val="multilevel"/>
    <w:tmpl w:val="A61640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1A7B52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4316064"/>
    <w:multiLevelType w:val="multilevel"/>
    <w:tmpl w:val="1C0E8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4C32E9C"/>
    <w:multiLevelType w:val="hybridMultilevel"/>
    <w:tmpl w:val="EAB47E6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EC89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066FBD"/>
    <w:multiLevelType w:val="multilevel"/>
    <w:tmpl w:val="35A0C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4" w15:restartNumberingAfterBreak="0">
    <w:nsid w:val="48E661CE"/>
    <w:multiLevelType w:val="multilevel"/>
    <w:tmpl w:val="ACC48C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5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B6C23"/>
    <w:multiLevelType w:val="hybridMultilevel"/>
    <w:tmpl w:val="7F182A6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4C52F02"/>
    <w:multiLevelType w:val="hybridMultilevel"/>
    <w:tmpl w:val="C16E1990"/>
    <w:lvl w:ilvl="0" w:tplc="FFFFFFFF">
      <w:start w:val="1"/>
      <w:numFmt w:val="decimal"/>
      <w:lvlText w:val="%1."/>
      <w:lvlJc w:val="left"/>
      <w:pPr>
        <w:ind w:left="1428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19" w15:restartNumberingAfterBreak="0">
    <w:nsid w:val="7CAB7C21"/>
    <w:multiLevelType w:val="hybridMultilevel"/>
    <w:tmpl w:val="BC4AD7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E060285"/>
    <w:multiLevelType w:val="multilevel"/>
    <w:tmpl w:val="22A6C3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num w:numId="1" w16cid:durableId="1279483011">
    <w:abstractNumId w:val="15"/>
  </w:num>
  <w:num w:numId="2" w16cid:durableId="784497963">
    <w:abstractNumId w:val="7"/>
  </w:num>
  <w:num w:numId="3" w16cid:durableId="559483339">
    <w:abstractNumId w:val="5"/>
  </w:num>
  <w:num w:numId="4" w16cid:durableId="1698003140">
    <w:abstractNumId w:val="0"/>
  </w:num>
  <w:num w:numId="5" w16cid:durableId="1573735486">
    <w:abstractNumId w:val="10"/>
  </w:num>
  <w:num w:numId="6" w16cid:durableId="1165320325">
    <w:abstractNumId w:val="3"/>
  </w:num>
  <w:num w:numId="7" w16cid:durableId="1744179681">
    <w:abstractNumId w:val="13"/>
  </w:num>
  <w:num w:numId="8" w16cid:durableId="625627258">
    <w:abstractNumId w:val="18"/>
  </w:num>
  <w:num w:numId="9" w16cid:durableId="356855369">
    <w:abstractNumId w:val="4"/>
  </w:num>
  <w:num w:numId="10" w16cid:durableId="1632981938">
    <w:abstractNumId w:val="8"/>
  </w:num>
  <w:num w:numId="11" w16cid:durableId="415326921">
    <w:abstractNumId w:val="11"/>
  </w:num>
  <w:num w:numId="12" w16cid:durableId="2036929139">
    <w:abstractNumId w:val="2"/>
  </w:num>
  <w:num w:numId="13" w16cid:durableId="1970552279">
    <w:abstractNumId w:val="9"/>
  </w:num>
  <w:num w:numId="14" w16cid:durableId="575166553">
    <w:abstractNumId w:val="14"/>
  </w:num>
  <w:num w:numId="15" w16cid:durableId="40130693">
    <w:abstractNumId w:val="6"/>
  </w:num>
  <w:num w:numId="16" w16cid:durableId="542716846">
    <w:abstractNumId w:val="16"/>
  </w:num>
  <w:num w:numId="17" w16cid:durableId="662776234">
    <w:abstractNumId w:val="12"/>
  </w:num>
  <w:num w:numId="18" w16cid:durableId="369040720">
    <w:abstractNumId w:val="20"/>
  </w:num>
  <w:num w:numId="19" w16cid:durableId="734744618">
    <w:abstractNumId w:val="17"/>
  </w:num>
  <w:num w:numId="20" w16cid:durableId="332806689">
    <w:abstractNumId w:val="19"/>
  </w:num>
  <w:num w:numId="21" w16cid:durableId="39408447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F4"/>
    <w:rsid w:val="0000107B"/>
    <w:rsid w:val="0000223A"/>
    <w:rsid w:val="00003DE2"/>
    <w:rsid w:val="000049FD"/>
    <w:rsid w:val="0000775A"/>
    <w:rsid w:val="000176BF"/>
    <w:rsid w:val="000230CE"/>
    <w:rsid w:val="000240A9"/>
    <w:rsid w:val="00025889"/>
    <w:rsid w:val="000309F1"/>
    <w:rsid w:val="00033C94"/>
    <w:rsid w:val="00034F66"/>
    <w:rsid w:val="0003666B"/>
    <w:rsid w:val="000372C7"/>
    <w:rsid w:val="0004024D"/>
    <w:rsid w:val="000403C1"/>
    <w:rsid w:val="00044120"/>
    <w:rsid w:val="00046F97"/>
    <w:rsid w:val="00050C8C"/>
    <w:rsid w:val="0005157F"/>
    <w:rsid w:val="0005314E"/>
    <w:rsid w:val="00053925"/>
    <w:rsid w:val="00054F4B"/>
    <w:rsid w:val="000574D6"/>
    <w:rsid w:val="00063250"/>
    <w:rsid w:val="00065CEA"/>
    <w:rsid w:val="000730D3"/>
    <w:rsid w:val="000734C3"/>
    <w:rsid w:val="00073C4D"/>
    <w:rsid w:val="00077B35"/>
    <w:rsid w:val="000821A4"/>
    <w:rsid w:val="00084877"/>
    <w:rsid w:val="000870D6"/>
    <w:rsid w:val="00092F05"/>
    <w:rsid w:val="00092FA4"/>
    <w:rsid w:val="00095A6F"/>
    <w:rsid w:val="00095C3A"/>
    <w:rsid w:val="000A1609"/>
    <w:rsid w:val="000A248E"/>
    <w:rsid w:val="000A6EEC"/>
    <w:rsid w:val="000B01A2"/>
    <w:rsid w:val="000B0FCC"/>
    <w:rsid w:val="000B6ACD"/>
    <w:rsid w:val="000B6B64"/>
    <w:rsid w:val="000C209D"/>
    <w:rsid w:val="000C3703"/>
    <w:rsid w:val="000C7639"/>
    <w:rsid w:val="000D0638"/>
    <w:rsid w:val="000D07CD"/>
    <w:rsid w:val="000D1A24"/>
    <w:rsid w:val="000D2117"/>
    <w:rsid w:val="000D44A3"/>
    <w:rsid w:val="000D5A6A"/>
    <w:rsid w:val="000D6773"/>
    <w:rsid w:val="000D6EE7"/>
    <w:rsid w:val="000E0280"/>
    <w:rsid w:val="000E60B8"/>
    <w:rsid w:val="000E6335"/>
    <w:rsid w:val="000F1F07"/>
    <w:rsid w:val="000F270B"/>
    <w:rsid w:val="000F2D25"/>
    <w:rsid w:val="000F32F4"/>
    <w:rsid w:val="000F5207"/>
    <w:rsid w:val="0010003F"/>
    <w:rsid w:val="001023D2"/>
    <w:rsid w:val="001031F8"/>
    <w:rsid w:val="0010553D"/>
    <w:rsid w:val="00105561"/>
    <w:rsid w:val="00105E76"/>
    <w:rsid w:val="00106E55"/>
    <w:rsid w:val="001159DD"/>
    <w:rsid w:val="00115D3A"/>
    <w:rsid w:val="00116BAC"/>
    <w:rsid w:val="001218CF"/>
    <w:rsid w:val="00122CD4"/>
    <w:rsid w:val="00124D68"/>
    <w:rsid w:val="00133D46"/>
    <w:rsid w:val="00137C25"/>
    <w:rsid w:val="00142079"/>
    <w:rsid w:val="00142548"/>
    <w:rsid w:val="00143111"/>
    <w:rsid w:val="0014477B"/>
    <w:rsid w:val="0014492E"/>
    <w:rsid w:val="00145BA5"/>
    <w:rsid w:val="00145FCE"/>
    <w:rsid w:val="001478D4"/>
    <w:rsid w:val="00150830"/>
    <w:rsid w:val="00161E34"/>
    <w:rsid w:val="00162A32"/>
    <w:rsid w:val="001642E5"/>
    <w:rsid w:val="001649E6"/>
    <w:rsid w:val="00164CE3"/>
    <w:rsid w:val="001665EE"/>
    <w:rsid w:val="00166D16"/>
    <w:rsid w:val="00174372"/>
    <w:rsid w:val="001810A3"/>
    <w:rsid w:val="0018143A"/>
    <w:rsid w:val="00182CFD"/>
    <w:rsid w:val="00191B0B"/>
    <w:rsid w:val="001A1057"/>
    <w:rsid w:val="001A1068"/>
    <w:rsid w:val="001A1A0F"/>
    <w:rsid w:val="001A3A61"/>
    <w:rsid w:val="001A57EA"/>
    <w:rsid w:val="001A584B"/>
    <w:rsid w:val="001A614B"/>
    <w:rsid w:val="001A664A"/>
    <w:rsid w:val="001A6B36"/>
    <w:rsid w:val="001A7D39"/>
    <w:rsid w:val="001B0571"/>
    <w:rsid w:val="001B5A28"/>
    <w:rsid w:val="001C647A"/>
    <w:rsid w:val="001C790A"/>
    <w:rsid w:val="001D3472"/>
    <w:rsid w:val="001D4D03"/>
    <w:rsid w:val="001D71B2"/>
    <w:rsid w:val="001E0CA9"/>
    <w:rsid w:val="001E0D15"/>
    <w:rsid w:val="001E453C"/>
    <w:rsid w:val="001F0B0E"/>
    <w:rsid w:val="001F4283"/>
    <w:rsid w:val="002006F0"/>
    <w:rsid w:val="002066AE"/>
    <w:rsid w:val="00212A30"/>
    <w:rsid w:val="00214B3E"/>
    <w:rsid w:val="00215C05"/>
    <w:rsid w:val="00216659"/>
    <w:rsid w:val="00222A62"/>
    <w:rsid w:val="00223F7E"/>
    <w:rsid w:val="002311A4"/>
    <w:rsid w:val="002325AA"/>
    <w:rsid w:val="00234293"/>
    <w:rsid w:val="00235E72"/>
    <w:rsid w:val="00237051"/>
    <w:rsid w:val="00237D9C"/>
    <w:rsid w:val="002406A1"/>
    <w:rsid w:val="00242009"/>
    <w:rsid w:val="002438CD"/>
    <w:rsid w:val="00244105"/>
    <w:rsid w:val="00245821"/>
    <w:rsid w:val="002469AE"/>
    <w:rsid w:val="00247BD4"/>
    <w:rsid w:val="0025004E"/>
    <w:rsid w:val="0025160C"/>
    <w:rsid w:val="002520F0"/>
    <w:rsid w:val="00253C18"/>
    <w:rsid w:val="00255642"/>
    <w:rsid w:val="002563CD"/>
    <w:rsid w:val="00256D89"/>
    <w:rsid w:val="002648A0"/>
    <w:rsid w:val="002734E1"/>
    <w:rsid w:val="002756C9"/>
    <w:rsid w:val="00275757"/>
    <w:rsid w:val="002824E9"/>
    <w:rsid w:val="00285FA3"/>
    <w:rsid w:val="00291E64"/>
    <w:rsid w:val="00292960"/>
    <w:rsid w:val="0029305D"/>
    <w:rsid w:val="002A2D4B"/>
    <w:rsid w:val="002A2ED2"/>
    <w:rsid w:val="002B1BED"/>
    <w:rsid w:val="002B3758"/>
    <w:rsid w:val="002B7351"/>
    <w:rsid w:val="002C0C66"/>
    <w:rsid w:val="002C11C5"/>
    <w:rsid w:val="002C5497"/>
    <w:rsid w:val="002C5A5A"/>
    <w:rsid w:val="002D3838"/>
    <w:rsid w:val="002D4A52"/>
    <w:rsid w:val="002D5A10"/>
    <w:rsid w:val="002D7442"/>
    <w:rsid w:val="002E778C"/>
    <w:rsid w:val="002F143C"/>
    <w:rsid w:val="002F378E"/>
    <w:rsid w:val="002F7FE5"/>
    <w:rsid w:val="0030051F"/>
    <w:rsid w:val="003011C3"/>
    <w:rsid w:val="00303B78"/>
    <w:rsid w:val="00303C2F"/>
    <w:rsid w:val="00306782"/>
    <w:rsid w:val="00310D4F"/>
    <w:rsid w:val="003110A4"/>
    <w:rsid w:val="00314629"/>
    <w:rsid w:val="00315B82"/>
    <w:rsid w:val="00320D80"/>
    <w:rsid w:val="00320E78"/>
    <w:rsid w:val="00331EC7"/>
    <w:rsid w:val="003327E6"/>
    <w:rsid w:val="00335AB2"/>
    <w:rsid w:val="0034009D"/>
    <w:rsid w:val="00340751"/>
    <w:rsid w:val="00342582"/>
    <w:rsid w:val="00345850"/>
    <w:rsid w:val="0035386C"/>
    <w:rsid w:val="00354C93"/>
    <w:rsid w:val="003567A5"/>
    <w:rsid w:val="00360AF4"/>
    <w:rsid w:val="00370EFF"/>
    <w:rsid w:val="00370F92"/>
    <w:rsid w:val="00383711"/>
    <w:rsid w:val="0038458A"/>
    <w:rsid w:val="00384821"/>
    <w:rsid w:val="00385C02"/>
    <w:rsid w:val="00396930"/>
    <w:rsid w:val="00396B87"/>
    <w:rsid w:val="00396DF3"/>
    <w:rsid w:val="00397813"/>
    <w:rsid w:val="00397A36"/>
    <w:rsid w:val="003A36A9"/>
    <w:rsid w:val="003A423C"/>
    <w:rsid w:val="003A4DC8"/>
    <w:rsid w:val="003A4F6F"/>
    <w:rsid w:val="003A5D71"/>
    <w:rsid w:val="003A7B2D"/>
    <w:rsid w:val="003B15C9"/>
    <w:rsid w:val="003B386E"/>
    <w:rsid w:val="003B4370"/>
    <w:rsid w:val="003B4573"/>
    <w:rsid w:val="003B5E78"/>
    <w:rsid w:val="003C24AF"/>
    <w:rsid w:val="003C6B56"/>
    <w:rsid w:val="003D0EBC"/>
    <w:rsid w:val="003D4307"/>
    <w:rsid w:val="003D4961"/>
    <w:rsid w:val="003D4DFB"/>
    <w:rsid w:val="003D4EE9"/>
    <w:rsid w:val="003D5962"/>
    <w:rsid w:val="003D5E10"/>
    <w:rsid w:val="003D7670"/>
    <w:rsid w:val="003E2C64"/>
    <w:rsid w:val="003E3116"/>
    <w:rsid w:val="003F0C65"/>
    <w:rsid w:val="003F1CD4"/>
    <w:rsid w:val="003F319A"/>
    <w:rsid w:val="003F3B03"/>
    <w:rsid w:val="003F45C6"/>
    <w:rsid w:val="003F59B0"/>
    <w:rsid w:val="00407111"/>
    <w:rsid w:val="00413A7E"/>
    <w:rsid w:val="004254CD"/>
    <w:rsid w:val="00431E13"/>
    <w:rsid w:val="0043213C"/>
    <w:rsid w:val="0043586E"/>
    <w:rsid w:val="00436666"/>
    <w:rsid w:val="0044023F"/>
    <w:rsid w:val="00444606"/>
    <w:rsid w:val="0044530C"/>
    <w:rsid w:val="00455FB6"/>
    <w:rsid w:val="00463A3B"/>
    <w:rsid w:val="0046563B"/>
    <w:rsid w:val="00465C99"/>
    <w:rsid w:val="004671AA"/>
    <w:rsid w:val="00475FB3"/>
    <w:rsid w:val="00481986"/>
    <w:rsid w:val="00482888"/>
    <w:rsid w:val="00482EFD"/>
    <w:rsid w:val="004932BC"/>
    <w:rsid w:val="0049352C"/>
    <w:rsid w:val="00494F9F"/>
    <w:rsid w:val="004A234B"/>
    <w:rsid w:val="004A2B80"/>
    <w:rsid w:val="004A6785"/>
    <w:rsid w:val="004B0DC6"/>
    <w:rsid w:val="004B41DD"/>
    <w:rsid w:val="004B4AF8"/>
    <w:rsid w:val="004B726F"/>
    <w:rsid w:val="004B7511"/>
    <w:rsid w:val="004C025D"/>
    <w:rsid w:val="004C06E8"/>
    <w:rsid w:val="004C5447"/>
    <w:rsid w:val="004C6077"/>
    <w:rsid w:val="004C61A6"/>
    <w:rsid w:val="004C695D"/>
    <w:rsid w:val="004C7031"/>
    <w:rsid w:val="004C73EE"/>
    <w:rsid w:val="004D129F"/>
    <w:rsid w:val="004D1801"/>
    <w:rsid w:val="004D2F08"/>
    <w:rsid w:val="004D5408"/>
    <w:rsid w:val="004E20BB"/>
    <w:rsid w:val="004E364C"/>
    <w:rsid w:val="004E4A48"/>
    <w:rsid w:val="004F04F4"/>
    <w:rsid w:val="004F47CD"/>
    <w:rsid w:val="004F49A6"/>
    <w:rsid w:val="004F58A1"/>
    <w:rsid w:val="00500A00"/>
    <w:rsid w:val="00506762"/>
    <w:rsid w:val="005130F1"/>
    <w:rsid w:val="00513179"/>
    <w:rsid w:val="005135C4"/>
    <w:rsid w:val="005171E3"/>
    <w:rsid w:val="005178E1"/>
    <w:rsid w:val="00517D8C"/>
    <w:rsid w:val="00523E37"/>
    <w:rsid w:val="0052768E"/>
    <w:rsid w:val="005316E0"/>
    <w:rsid w:val="0053216D"/>
    <w:rsid w:val="00533A0B"/>
    <w:rsid w:val="0053535F"/>
    <w:rsid w:val="005358A6"/>
    <w:rsid w:val="0054019C"/>
    <w:rsid w:val="00545500"/>
    <w:rsid w:val="00547782"/>
    <w:rsid w:val="0055309B"/>
    <w:rsid w:val="00554454"/>
    <w:rsid w:val="00555300"/>
    <w:rsid w:val="00562944"/>
    <w:rsid w:val="00562AED"/>
    <w:rsid w:val="00563426"/>
    <w:rsid w:val="00563E6F"/>
    <w:rsid w:val="005678EE"/>
    <w:rsid w:val="0056795C"/>
    <w:rsid w:val="00571A3C"/>
    <w:rsid w:val="00574736"/>
    <w:rsid w:val="0057576C"/>
    <w:rsid w:val="005875C5"/>
    <w:rsid w:val="00590165"/>
    <w:rsid w:val="005A00EB"/>
    <w:rsid w:val="005A382B"/>
    <w:rsid w:val="005A3991"/>
    <w:rsid w:val="005A727D"/>
    <w:rsid w:val="005A75FD"/>
    <w:rsid w:val="005B2EAF"/>
    <w:rsid w:val="005B48DB"/>
    <w:rsid w:val="005C1C11"/>
    <w:rsid w:val="005C3A88"/>
    <w:rsid w:val="005C3B33"/>
    <w:rsid w:val="005C5722"/>
    <w:rsid w:val="005D089E"/>
    <w:rsid w:val="005D3F77"/>
    <w:rsid w:val="005D485D"/>
    <w:rsid w:val="005D5440"/>
    <w:rsid w:val="005D611C"/>
    <w:rsid w:val="005D7473"/>
    <w:rsid w:val="005D7AB0"/>
    <w:rsid w:val="005E04CE"/>
    <w:rsid w:val="005E167B"/>
    <w:rsid w:val="005E1C01"/>
    <w:rsid w:val="005E24CC"/>
    <w:rsid w:val="005E4740"/>
    <w:rsid w:val="005E5271"/>
    <w:rsid w:val="005E61BE"/>
    <w:rsid w:val="005E749D"/>
    <w:rsid w:val="005F0026"/>
    <w:rsid w:val="005F3732"/>
    <w:rsid w:val="005F383D"/>
    <w:rsid w:val="006024AE"/>
    <w:rsid w:val="00604E98"/>
    <w:rsid w:val="00606464"/>
    <w:rsid w:val="0060779A"/>
    <w:rsid w:val="00613CA5"/>
    <w:rsid w:val="00614296"/>
    <w:rsid w:val="00615A8C"/>
    <w:rsid w:val="00620603"/>
    <w:rsid w:val="0062271D"/>
    <w:rsid w:val="006237B9"/>
    <w:rsid w:val="00624FE8"/>
    <w:rsid w:val="00625204"/>
    <w:rsid w:val="006350AC"/>
    <w:rsid w:val="0063678A"/>
    <w:rsid w:val="006370C5"/>
    <w:rsid w:val="00645B10"/>
    <w:rsid w:val="0065191A"/>
    <w:rsid w:val="00655FDE"/>
    <w:rsid w:val="00670AC5"/>
    <w:rsid w:val="00672C82"/>
    <w:rsid w:val="00674EBE"/>
    <w:rsid w:val="006760CE"/>
    <w:rsid w:val="00676719"/>
    <w:rsid w:val="006823F6"/>
    <w:rsid w:val="0068349D"/>
    <w:rsid w:val="006834B5"/>
    <w:rsid w:val="0068599B"/>
    <w:rsid w:val="00687812"/>
    <w:rsid w:val="006953C2"/>
    <w:rsid w:val="00695FE0"/>
    <w:rsid w:val="00696BD9"/>
    <w:rsid w:val="006A0928"/>
    <w:rsid w:val="006A1D5F"/>
    <w:rsid w:val="006A29D8"/>
    <w:rsid w:val="006A5DF9"/>
    <w:rsid w:val="006B002B"/>
    <w:rsid w:val="006B006D"/>
    <w:rsid w:val="006B0608"/>
    <w:rsid w:val="006B3CE4"/>
    <w:rsid w:val="006B6429"/>
    <w:rsid w:val="006B6AA0"/>
    <w:rsid w:val="006B7AE6"/>
    <w:rsid w:val="006B7C63"/>
    <w:rsid w:val="006C1430"/>
    <w:rsid w:val="006C5A81"/>
    <w:rsid w:val="006C6C5A"/>
    <w:rsid w:val="006C7332"/>
    <w:rsid w:val="006C7EEB"/>
    <w:rsid w:val="006C7F7B"/>
    <w:rsid w:val="006D17CF"/>
    <w:rsid w:val="006D4E60"/>
    <w:rsid w:val="006D604B"/>
    <w:rsid w:val="006E0473"/>
    <w:rsid w:val="006E12E7"/>
    <w:rsid w:val="006E541C"/>
    <w:rsid w:val="006E5FC0"/>
    <w:rsid w:val="006F22C0"/>
    <w:rsid w:val="006F53EE"/>
    <w:rsid w:val="0070361E"/>
    <w:rsid w:val="007047BB"/>
    <w:rsid w:val="0070664A"/>
    <w:rsid w:val="00711644"/>
    <w:rsid w:val="007213EA"/>
    <w:rsid w:val="007225BC"/>
    <w:rsid w:val="00723F84"/>
    <w:rsid w:val="007278CB"/>
    <w:rsid w:val="00727D41"/>
    <w:rsid w:val="00736155"/>
    <w:rsid w:val="00740407"/>
    <w:rsid w:val="00742169"/>
    <w:rsid w:val="00745756"/>
    <w:rsid w:val="007474DA"/>
    <w:rsid w:val="007526F4"/>
    <w:rsid w:val="00753529"/>
    <w:rsid w:val="00755B1C"/>
    <w:rsid w:val="007565FF"/>
    <w:rsid w:val="0076306D"/>
    <w:rsid w:val="007647A3"/>
    <w:rsid w:val="00766BC3"/>
    <w:rsid w:val="007670E2"/>
    <w:rsid w:val="00767247"/>
    <w:rsid w:val="00773260"/>
    <w:rsid w:val="00773EEF"/>
    <w:rsid w:val="00774AB3"/>
    <w:rsid w:val="00777BB9"/>
    <w:rsid w:val="00783A1F"/>
    <w:rsid w:val="0078606A"/>
    <w:rsid w:val="007933DE"/>
    <w:rsid w:val="007937FF"/>
    <w:rsid w:val="007A127E"/>
    <w:rsid w:val="007A16E5"/>
    <w:rsid w:val="007A408A"/>
    <w:rsid w:val="007A5170"/>
    <w:rsid w:val="007A569A"/>
    <w:rsid w:val="007B1708"/>
    <w:rsid w:val="007B2FF6"/>
    <w:rsid w:val="007B418D"/>
    <w:rsid w:val="007C6D7A"/>
    <w:rsid w:val="007C7817"/>
    <w:rsid w:val="007D3671"/>
    <w:rsid w:val="007D5E1A"/>
    <w:rsid w:val="007E42A0"/>
    <w:rsid w:val="007E46ED"/>
    <w:rsid w:val="007E75C6"/>
    <w:rsid w:val="007E777B"/>
    <w:rsid w:val="007E7E09"/>
    <w:rsid w:val="007F2742"/>
    <w:rsid w:val="0080349B"/>
    <w:rsid w:val="008113A9"/>
    <w:rsid w:val="008117D6"/>
    <w:rsid w:val="00811A65"/>
    <w:rsid w:val="008173D4"/>
    <w:rsid w:val="008203E2"/>
    <w:rsid w:val="00821AE9"/>
    <w:rsid w:val="00827F9F"/>
    <w:rsid w:val="008307AA"/>
    <w:rsid w:val="00843863"/>
    <w:rsid w:val="008439D3"/>
    <w:rsid w:val="00845184"/>
    <w:rsid w:val="0084548E"/>
    <w:rsid w:val="00847303"/>
    <w:rsid w:val="00847428"/>
    <w:rsid w:val="008515E0"/>
    <w:rsid w:val="0085166C"/>
    <w:rsid w:val="00855961"/>
    <w:rsid w:val="00860671"/>
    <w:rsid w:val="00862C4F"/>
    <w:rsid w:val="00862F18"/>
    <w:rsid w:val="0087626B"/>
    <w:rsid w:val="00876279"/>
    <w:rsid w:val="00877151"/>
    <w:rsid w:val="00882AC2"/>
    <w:rsid w:val="00884121"/>
    <w:rsid w:val="0088604C"/>
    <w:rsid w:val="00887308"/>
    <w:rsid w:val="00887F46"/>
    <w:rsid w:val="008931DA"/>
    <w:rsid w:val="008A259E"/>
    <w:rsid w:val="008A31D5"/>
    <w:rsid w:val="008A63CF"/>
    <w:rsid w:val="008B571B"/>
    <w:rsid w:val="008C0535"/>
    <w:rsid w:val="008C1481"/>
    <w:rsid w:val="008C1786"/>
    <w:rsid w:val="008C3E6F"/>
    <w:rsid w:val="008C4919"/>
    <w:rsid w:val="008C6FF7"/>
    <w:rsid w:val="008D63F0"/>
    <w:rsid w:val="008E0E1B"/>
    <w:rsid w:val="008E10CD"/>
    <w:rsid w:val="008E72CA"/>
    <w:rsid w:val="008E7408"/>
    <w:rsid w:val="008E7670"/>
    <w:rsid w:val="008F2393"/>
    <w:rsid w:val="008F5E35"/>
    <w:rsid w:val="008F6633"/>
    <w:rsid w:val="008F79AC"/>
    <w:rsid w:val="00900925"/>
    <w:rsid w:val="00901A7E"/>
    <w:rsid w:val="009117EC"/>
    <w:rsid w:val="0091269E"/>
    <w:rsid w:val="00912E39"/>
    <w:rsid w:val="00914131"/>
    <w:rsid w:val="00915260"/>
    <w:rsid w:val="009155BE"/>
    <w:rsid w:val="0092395E"/>
    <w:rsid w:val="00927F41"/>
    <w:rsid w:val="009421E7"/>
    <w:rsid w:val="009460C9"/>
    <w:rsid w:val="00947381"/>
    <w:rsid w:val="00952750"/>
    <w:rsid w:val="0095399A"/>
    <w:rsid w:val="009544FC"/>
    <w:rsid w:val="0095596F"/>
    <w:rsid w:val="00955DE8"/>
    <w:rsid w:val="00956A95"/>
    <w:rsid w:val="00957367"/>
    <w:rsid w:val="00957611"/>
    <w:rsid w:val="00960A79"/>
    <w:rsid w:val="00961664"/>
    <w:rsid w:val="00963516"/>
    <w:rsid w:val="009667D7"/>
    <w:rsid w:val="00971BE4"/>
    <w:rsid w:val="009755DE"/>
    <w:rsid w:val="00975CC9"/>
    <w:rsid w:val="00975FCC"/>
    <w:rsid w:val="009760EA"/>
    <w:rsid w:val="00976E3B"/>
    <w:rsid w:val="00982223"/>
    <w:rsid w:val="0098501A"/>
    <w:rsid w:val="009875AF"/>
    <w:rsid w:val="00987973"/>
    <w:rsid w:val="009902C9"/>
    <w:rsid w:val="00990C2E"/>
    <w:rsid w:val="0099506F"/>
    <w:rsid w:val="0099550A"/>
    <w:rsid w:val="009A14DE"/>
    <w:rsid w:val="009A234B"/>
    <w:rsid w:val="009A2786"/>
    <w:rsid w:val="009A526E"/>
    <w:rsid w:val="009A6A68"/>
    <w:rsid w:val="009B12CC"/>
    <w:rsid w:val="009B3579"/>
    <w:rsid w:val="009B6F73"/>
    <w:rsid w:val="009C030C"/>
    <w:rsid w:val="009C13AB"/>
    <w:rsid w:val="009C1ED2"/>
    <w:rsid w:val="009C3E03"/>
    <w:rsid w:val="009C500A"/>
    <w:rsid w:val="009D0D88"/>
    <w:rsid w:val="009D10E2"/>
    <w:rsid w:val="009D13DD"/>
    <w:rsid w:val="009D1BB7"/>
    <w:rsid w:val="009D22F9"/>
    <w:rsid w:val="009D2DED"/>
    <w:rsid w:val="009D330D"/>
    <w:rsid w:val="009D4D87"/>
    <w:rsid w:val="009E27E6"/>
    <w:rsid w:val="009E3BB8"/>
    <w:rsid w:val="009E3D95"/>
    <w:rsid w:val="009E3FC0"/>
    <w:rsid w:val="009E4242"/>
    <w:rsid w:val="009F08CE"/>
    <w:rsid w:val="009F252F"/>
    <w:rsid w:val="009F4399"/>
    <w:rsid w:val="009F7536"/>
    <w:rsid w:val="00A01C5E"/>
    <w:rsid w:val="00A02E6E"/>
    <w:rsid w:val="00A05D66"/>
    <w:rsid w:val="00A1292C"/>
    <w:rsid w:val="00A13711"/>
    <w:rsid w:val="00A13880"/>
    <w:rsid w:val="00A206E7"/>
    <w:rsid w:val="00A25F69"/>
    <w:rsid w:val="00A344DF"/>
    <w:rsid w:val="00A34C51"/>
    <w:rsid w:val="00A34ED2"/>
    <w:rsid w:val="00A355FD"/>
    <w:rsid w:val="00A43101"/>
    <w:rsid w:val="00A43FEA"/>
    <w:rsid w:val="00A44BE5"/>
    <w:rsid w:val="00A5032A"/>
    <w:rsid w:val="00A510FA"/>
    <w:rsid w:val="00A52224"/>
    <w:rsid w:val="00A5376F"/>
    <w:rsid w:val="00A54553"/>
    <w:rsid w:val="00A57814"/>
    <w:rsid w:val="00A60B91"/>
    <w:rsid w:val="00A60EC4"/>
    <w:rsid w:val="00A629CD"/>
    <w:rsid w:val="00A71574"/>
    <w:rsid w:val="00A75CF3"/>
    <w:rsid w:val="00A802C2"/>
    <w:rsid w:val="00A80C26"/>
    <w:rsid w:val="00A848FB"/>
    <w:rsid w:val="00A91FDB"/>
    <w:rsid w:val="00A92654"/>
    <w:rsid w:val="00A93BBB"/>
    <w:rsid w:val="00A950F4"/>
    <w:rsid w:val="00A95CC5"/>
    <w:rsid w:val="00AA0109"/>
    <w:rsid w:val="00AA317C"/>
    <w:rsid w:val="00AA3E84"/>
    <w:rsid w:val="00AB5894"/>
    <w:rsid w:val="00AB7947"/>
    <w:rsid w:val="00AC7CDF"/>
    <w:rsid w:val="00AD0FC5"/>
    <w:rsid w:val="00AD3A47"/>
    <w:rsid w:val="00AD5C88"/>
    <w:rsid w:val="00AD766D"/>
    <w:rsid w:val="00AD7DFE"/>
    <w:rsid w:val="00AE01C0"/>
    <w:rsid w:val="00AE01E1"/>
    <w:rsid w:val="00AE4826"/>
    <w:rsid w:val="00AF0886"/>
    <w:rsid w:val="00AF23E8"/>
    <w:rsid w:val="00B02E1C"/>
    <w:rsid w:val="00B03556"/>
    <w:rsid w:val="00B03E04"/>
    <w:rsid w:val="00B05BB5"/>
    <w:rsid w:val="00B12527"/>
    <w:rsid w:val="00B144E6"/>
    <w:rsid w:val="00B15350"/>
    <w:rsid w:val="00B15F61"/>
    <w:rsid w:val="00B260CA"/>
    <w:rsid w:val="00B26F12"/>
    <w:rsid w:val="00B2726E"/>
    <w:rsid w:val="00B32D01"/>
    <w:rsid w:val="00B477FC"/>
    <w:rsid w:val="00B5138A"/>
    <w:rsid w:val="00B52063"/>
    <w:rsid w:val="00B52F6B"/>
    <w:rsid w:val="00B541C6"/>
    <w:rsid w:val="00B614F8"/>
    <w:rsid w:val="00B636AA"/>
    <w:rsid w:val="00B64027"/>
    <w:rsid w:val="00B65269"/>
    <w:rsid w:val="00B65442"/>
    <w:rsid w:val="00B662D9"/>
    <w:rsid w:val="00B6738B"/>
    <w:rsid w:val="00B677F4"/>
    <w:rsid w:val="00B70A74"/>
    <w:rsid w:val="00B7154D"/>
    <w:rsid w:val="00B7376E"/>
    <w:rsid w:val="00B74662"/>
    <w:rsid w:val="00B74726"/>
    <w:rsid w:val="00B74A59"/>
    <w:rsid w:val="00B76621"/>
    <w:rsid w:val="00B77FDC"/>
    <w:rsid w:val="00B80CCA"/>
    <w:rsid w:val="00B82C27"/>
    <w:rsid w:val="00B8405A"/>
    <w:rsid w:val="00B86A17"/>
    <w:rsid w:val="00B9023E"/>
    <w:rsid w:val="00B90B53"/>
    <w:rsid w:val="00B9347A"/>
    <w:rsid w:val="00B9364C"/>
    <w:rsid w:val="00B964BA"/>
    <w:rsid w:val="00BA40A9"/>
    <w:rsid w:val="00BA6444"/>
    <w:rsid w:val="00BA7024"/>
    <w:rsid w:val="00BB15D1"/>
    <w:rsid w:val="00BB1926"/>
    <w:rsid w:val="00BB3D7C"/>
    <w:rsid w:val="00BB5B6C"/>
    <w:rsid w:val="00BB5CA2"/>
    <w:rsid w:val="00BB7F37"/>
    <w:rsid w:val="00BC235B"/>
    <w:rsid w:val="00BC56EA"/>
    <w:rsid w:val="00BC6F6E"/>
    <w:rsid w:val="00BD1768"/>
    <w:rsid w:val="00BD3BD9"/>
    <w:rsid w:val="00BD5632"/>
    <w:rsid w:val="00BD60E7"/>
    <w:rsid w:val="00BD6A81"/>
    <w:rsid w:val="00BD6FF9"/>
    <w:rsid w:val="00BD7B95"/>
    <w:rsid w:val="00BE0424"/>
    <w:rsid w:val="00BE0861"/>
    <w:rsid w:val="00BE4549"/>
    <w:rsid w:val="00BE5912"/>
    <w:rsid w:val="00BE6EAB"/>
    <w:rsid w:val="00BF1756"/>
    <w:rsid w:val="00BF5F04"/>
    <w:rsid w:val="00BF63C3"/>
    <w:rsid w:val="00BF7B56"/>
    <w:rsid w:val="00C011F5"/>
    <w:rsid w:val="00C10B47"/>
    <w:rsid w:val="00C15D3D"/>
    <w:rsid w:val="00C21256"/>
    <w:rsid w:val="00C21A0A"/>
    <w:rsid w:val="00C21C95"/>
    <w:rsid w:val="00C2295B"/>
    <w:rsid w:val="00C231CC"/>
    <w:rsid w:val="00C2636D"/>
    <w:rsid w:val="00C30622"/>
    <w:rsid w:val="00C30920"/>
    <w:rsid w:val="00C3124C"/>
    <w:rsid w:val="00C34ED9"/>
    <w:rsid w:val="00C413C6"/>
    <w:rsid w:val="00C419D0"/>
    <w:rsid w:val="00C4415C"/>
    <w:rsid w:val="00C51C39"/>
    <w:rsid w:val="00C56667"/>
    <w:rsid w:val="00C57B90"/>
    <w:rsid w:val="00C64E16"/>
    <w:rsid w:val="00C67F81"/>
    <w:rsid w:val="00C739D8"/>
    <w:rsid w:val="00C73AD0"/>
    <w:rsid w:val="00C81FF3"/>
    <w:rsid w:val="00C87BAE"/>
    <w:rsid w:val="00C91548"/>
    <w:rsid w:val="00CA02C8"/>
    <w:rsid w:val="00CA1746"/>
    <w:rsid w:val="00CA2196"/>
    <w:rsid w:val="00CB0957"/>
    <w:rsid w:val="00CB0D1C"/>
    <w:rsid w:val="00CB1A38"/>
    <w:rsid w:val="00CB26DD"/>
    <w:rsid w:val="00CB6F2B"/>
    <w:rsid w:val="00CC3909"/>
    <w:rsid w:val="00CD1496"/>
    <w:rsid w:val="00CD4482"/>
    <w:rsid w:val="00CD49C8"/>
    <w:rsid w:val="00CD5653"/>
    <w:rsid w:val="00CD6A87"/>
    <w:rsid w:val="00CE0926"/>
    <w:rsid w:val="00CE3082"/>
    <w:rsid w:val="00CF3403"/>
    <w:rsid w:val="00CF4FD9"/>
    <w:rsid w:val="00D11CB7"/>
    <w:rsid w:val="00D125D7"/>
    <w:rsid w:val="00D14E9C"/>
    <w:rsid w:val="00D15E3D"/>
    <w:rsid w:val="00D275F4"/>
    <w:rsid w:val="00D2765F"/>
    <w:rsid w:val="00D344F1"/>
    <w:rsid w:val="00D428E2"/>
    <w:rsid w:val="00D46685"/>
    <w:rsid w:val="00D467F8"/>
    <w:rsid w:val="00D5046B"/>
    <w:rsid w:val="00D51020"/>
    <w:rsid w:val="00D55A9A"/>
    <w:rsid w:val="00D61625"/>
    <w:rsid w:val="00D668EA"/>
    <w:rsid w:val="00D70D13"/>
    <w:rsid w:val="00D72A72"/>
    <w:rsid w:val="00D7359C"/>
    <w:rsid w:val="00D7382C"/>
    <w:rsid w:val="00D82856"/>
    <w:rsid w:val="00D84365"/>
    <w:rsid w:val="00D84805"/>
    <w:rsid w:val="00D90CC2"/>
    <w:rsid w:val="00D94B55"/>
    <w:rsid w:val="00D9510B"/>
    <w:rsid w:val="00D968E1"/>
    <w:rsid w:val="00DA1AD9"/>
    <w:rsid w:val="00DA1C18"/>
    <w:rsid w:val="00DA20F3"/>
    <w:rsid w:val="00DA29CA"/>
    <w:rsid w:val="00DA3ECF"/>
    <w:rsid w:val="00DA4816"/>
    <w:rsid w:val="00DB40EB"/>
    <w:rsid w:val="00DB5EE2"/>
    <w:rsid w:val="00DB6460"/>
    <w:rsid w:val="00DB7824"/>
    <w:rsid w:val="00DC177B"/>
    <w:rsid w:val="00DC262A"/>
    <w:rsid w:val="00DC2D62"/>
    <w:rsid w:val="00DC3D93"/>
    <w:rsid w:val="00DC4749"/>
    <w:rsid w:val="00DC4C4B"/>
    <w:rsid w:val="00DC642A"/>
    <w:rsid w:val="00DD4B63"/>
    <w:rsid w:val="00DD5566"/>
    <w:rsid w:val="00DD5C28"/>
    <w:rsid w:val="00DD7019"/>
    <w:rsid w:val="00DE0236"/>
    <w:rsid w:val="00DE0B42"/>
    <w:rsid w:val="00DE34AE"/>
    <w:rsid w:val="00DE6BAB"/>
    <w:rsid w:val="00DE6C38"/>
    <w:rsid w:val="00DF1EF5"/>
    <w:rsid w:val="00DF3677"/>
    <w:rsid w:val="00E07DCA"/>
    <w:rsid w:val="00E108AD"/>
    <w:rsid w:val="00E10F57"/>
    <w:rsid w:val="00E13A6C"/>
    <w:rsid w:val="00E23544"/>
    <w:rsid w:val="00E23BC6"/>
    <w:rsid w:val="00E2741D"/>
    <w:rsid w:val="00E30BD0"/>
    <w:rsid w:val="00E36BB7"/>
    <w:rsid w:val="00E36FCF"/>
    <w:rsid w:val="00E42C02"/>
    <w:rsid w:val="00E4399F"/>
    <w:rsid w:val="00E43DD7"/>
    <w:rsid w:val="00E45121"/>
    <w:rsid w:val="00E46D4F"/>
    <w:rsid w:val="00E62A17"/>
    <w:rsid w:val="00E6655D"/>
    <w:rsid w:val="00E67625"/>
    <w:rsid w:val="00E70306"/>
    <w:rsid w:val="00E72F20"/>
    <w:rsid w:val="00E741C9"/>
    <w:rsid w:val="00E744AC"/>
    <w:rsid w:val="00E775BB"/>
    <w:rsid w:val="00E80CAC"/>
    <w:rsid w:val="00E80CFF"/>
    <w:rsid w:val="00E80E24"/>
    <w:rsid w:val="00E81B04"/>
    <w:rsid w:val="00E82B97"/>
    <w:rsid w:val="00E91EE4"/>
    <w:rsid w:val="00E9366F"/>
    <w:rsid w:val="00EA208A"/>
    <w:rsid w:val="00EA3C85"/>
    <w:rsid w:val="00EB1A57"/>
    <w:rsid w:val="00EB493B"/>
    <w:rsid w:val="00EB4D20"/>
    <w:rsid w:val="00EB68F3"/>
    <w:rsid w:val="00EB72EA"/>
    <w:rsid w:val="00EB7A42"/>
    <w:rsid w:val="00EC0478"/>
    <w:rsid w:val="00EC16CE"/>
    <w:rsid w:val="00EC1A64"/>
    <w:rsid w:val="00EC5A63"/>
    <w:rsid w:val="00EC5DFA"/>
    <w:rsid w:val="00EC711F"/>
    <w:rsid w:val="00ED1244"/>
    <w:rsid w:val="00ED1A1E"/>
    <w:rsid w:val="00ED3F77"/>
    <w:rsid w:val="00ED6631"/>
    <w:rsid w:val="00ED6CCA"/>
    <w:rsid w:val="00ED7939"/>
    <w:rsid w:val="00EF191D"/>
    <w:rsid w:val="00F05019"/>
    <w:rsid w:val="00F0543B"/>
    <w:rsid w:val="00F0640D"/>
    <w:rsid w:val="00F064E4"/>
    <w:rsid w:val="00F07569"/>
    <w:rsid w:val="00F11538"/>
    <w:rsid w:val="00F11FFF"/>
    <w:rsid w:val="00F136D3"/>
    <w:rsid w:val="00F15F4A"/>
    <w:rsid w:val="00F22B6E"/>
    <w:rsid w:val="00F34DA6"/>
    <w:rsid w:val="00F3581F"/>
    <w:rsid w:val="00F43664"/>
    <w:rsid w:val="00F43AD9"/>
    <w:rsid w:val="00F44C0A"/>
    <w:rsid w:val="00F47A9B"/>
    <w:rsid w:val="00F50E17"/>
    <w:rsid w:val="00F53C69"/>
    <w:rsid w:val="00F541CF"/>
    <w:rsid w:val="00F55894"/>
    <w:rsid w:val="00F561AE"/>
    <w:rsid w:val="00F60420"/>
    <w:rsid w:val="00F60BB2"/>
    <w:rsid w:val="00F62A65"/>
    <w:rsid w:val="00F62A6E"/>
    <w:rsid w:val="00F63B43"/>
    <w:rsid w:val="00F63DE8"/>
    <w:rsid w:val="00F715A1"/>
    <w:rsid w:val="00F72A4C"/>
    <w:rsid w:val="00F73DD5"/>
    <w:rsid w:val="00F75042"/>
    <w:rsid w:val="00F766CE"/>
    <w:rsid w:val="00F81D31"/>
    <w:rsid w:val="00F82D1F"/>
    <w:rsid w:val="00F84A9A"/>
    <w:rsid w:val="00F85CD4"/>
    <w:rsid w:val="00F8704E"/>
    <w:rsid w:val="00F876AC"/>
    <w:rsid w:val="00F91C3B"/>
    <w:rsid w:val="00F91ECA"/>
    <w:rsid w:val="00F93816"/>
    <w:rsid w:val="00F93ADA"/>
    <w:rsid w:val="00F95B81"/>
    <w:rsid w:val="00FA0D22"/>
    <w:rsid w:val="00FA375C"/>
    <w:rsid w:val="00FA386D"/>
    <w:rsid w:val="00FA7719"/>
    <w:rsid w:val="00FC197B"/>
    <w:rsid w:val="00FC385D"/>
    <w:rsid w:val="00FC43CE"/>
    <w:rsid w:val="00FC4689"/>
    <w:rsid w:val="00FC6A8F"/>
    <w:rsid w:val="00FC7407"/>
    <w:rsid w:val="00FD0F36"/>
    <w:rsid w:val="00FD163E"/>
    <w:rsid w:val="00FD6947"/>
    <w:rsid w:val="00FD6A0B"/>
    <w:rsid w:val="00FD7D44"/>
    <w:rsid w:val="00FE3359"/>
    <w:rsid w:val="00FE644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88A8A"/>
  <w15:docId w15:val="{4C8D2E37-0887-453C-84A5-E1E1A832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tabs>
        <w:tab w:val="left" w:pos="0"/>
      </w:tabs>
      <w:spacing w:line="360" w:lineRule="auto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6444"/>
    <w:pPr>
      <w:numPr>
        <w:numId w:val="1"/>
      </w:numPr>
      <w:suppressAutoHyphens/>
      <w:outlineLvl w:val="2"/>
    </w:pPr>
    <w:rPr>
      <w:rFonts w:eastAsia="Calibri"/>
      <w:sz w:val="22"/>
      <w:szCs w:val="22"/>
      <w:shd w:val="clear" w:color="auto" w:fill="FFFFFF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6444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uiPriority w:val="99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ytutabeli">
    <w:name w:val="Tytuł tabeli"/>
    <w:basedOn w:val="Zawartotabeli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  <w:lang w:eastAsia="pl-PL"/>
    </w:rPr>
  </w:style>
  <w:style w:type="character" w:styleId="Uwydatnienie">
    <w:name w:val="Emphasis"/>
    <w:uiPriority w:val="20"/>
    <w:qFormat/>
    <w:rPr>
      <w:rFonts w:ascii="Times New Roman" w:hAnsi="Times New Roman" w:cs="Times New Roman"/>
      <w:i/>
      <w:iCs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  <w:lang w:eastAsia="ar-SA"/>
    </w:rPr>
  </w:style>
  <w:style w:type="character" w:customStyle="1" w:styleId="Nagwek2Znak">
    <w:name w:val="Nagłówek 2 Znak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podstawowyZnak">
    <w:name w:val="Tekst podstawowy Znak"/>
    <w:uiPriority w:val="99"/>
    <w:rPr>
      <w:sz w:val="24"/>
      <w:szCs w:val="24"/>
      <w:lang w:eastAsia="ar-SA"/>
    </w:rPr>
  </w:style>
  <w:style w:type="character" w:customStyle="1" w:styleId="StopkaZnak">
    <w:name w:val="Stopka Znak"/>
    <w:uiPriority w:val="99"/>
    <w:rPr>
      <w:sz w:val="24"/>
      <w:szCs w:val="24"/>
      <w:lang w:eastAsia="ar-SA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color w:val="555555"/>
      <w:lang w:eastAsia="pl-PL"/>
    </w:rPr>
  </w:style>
  <w:style w:type="paragraph" w:styleId="NormalnyWeb">
    <w:name w:val="Normal (Web)"/>
    <w:basedOn w:val="Normalny"/>
    <w:unhideWhenUsed/>
    <w:pPr>
      <w:spacing w:before="100" w:beforeAutospacing="1" w:after="100" w:afterAutospacing="1"/>
    </w:pPr>
    <w:rPr>
      <w:color w:val="555555"/>
      <w:lang w:eastAsia="pl-PL"/>
    </w:rPr>
  </w:style>
  <w:style w:type="paragraph" w:styleId="Tekstpodstawowywcity2">
    <w:name w:val="Body Text Indent 2"/>
    <w:basedOn w:val="Normalny"/>
    <w:semiHidden/>
    <w:pPr>
      <w:spacing w:line="360" w:lineRule="auto"/>
      <w:ind w:firstLine="709"/>
      <w:jc w:val="center"/>
    </w:pPr>
  </w:style>
  <w:style w:type="character" w:customStyle="1" w:styleId="NagwekZnak">
    <w:name w:val="Nagłówek Znak"/>
    <w:link w:val="Nagwek"/>
    <w:uiPriority w:val="99"/>
    <w:rsid w:val="00742169"/>
    <w:rPr>
      <w:sz w:val="24"/>
      <w:szCs w:val="24"/>
      <w:lang w:eastAsia="ar-SA"/>
    </w:rPr>
  </w:style>
  <w:style w:type="paragraph" w:styleId="Akapitzlist">
    <w:name w:val="List Paragraph"/>
    <w:aliases w:val="Eko punkty,podpunkt,CW_Lista,Nag 1,normalny tekst,Bullet Number,List Paragraph1,lp1,List Paragraph2,ISCG Numerowanie,lp11,List Paragraph11,Bullet 1,Use Case List Paragraph,Body MS Bullet,BulletC,Obiekt,Wyliczanie,Akapit z listą31,Odstavec"/>
    <w:basedOn w:val="Normalny"/>
    <w:link w:val="AkapitzlistZnak"/>
    <w:uiPriority w:val="34"/>
    <w:qFormat/>
    <w:rsid w:val="00862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Domylnaczcionkaakapitu"/>
    <w:rsid w:val="00C21256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Domylnaczcionkaakapitu"/>
    <w:rsid w:val="00C21256"/>
    <w:rPr>
      <w:rFonts w:ascii="Microsoft Sans Serif" w:hAnsi="Microsoft Sans Serif" w:cs="Microsoft Sans Serif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0DC6"/>
    <w:rPr>
      <w:color w:val="605E5C"/>
      <w:shd w:val="clear" w:color="auto" w:fill="E1DFDD"/>
    </w:rPr>
  </w:style>
  <w:style w:type="paragraph" w:customStyle="1" w:styleId="Default">
    <w:name w:val="Default"/>
    <w:rsid w:val="002D3838"/>
    <w:pPr>
      <w:autoSpaceDE w:val="0"/>
      <w:autoSpaceDN w:val="0"/>
      <w:adjustRightInd w:val="0"/>
      <w:jc w:val="left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andard">
    <w:name w:val="Standard"/>
    <w:link w:val="StandardZnak"/>
    <w:rsid w:val="00D15E3D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D15E3D"/>
    <w:rPr>
      <w:sz w:val="24"/>
      <w:szCs w:val="24"/>
    </w:rPr>
  </w:style>
  <w:style w:type="character" w:customStyle="1" w:styleId="AkapitzlistZnak">
    <w:name w:val="Akapit z listą Znak"/>
    <w:aliases w:val="Eko punkty Znak,podpunkt Znak,CW_Lista Znak,Nag 1 Znak,normalny tekst Znak,Bullet Number Znak,List Paragraph1 Znak,lp1 Znak,List Paragraph2 Znak,ISCG Numerowanie Znak,lp11 Znak,List Paragraph11 Znak,Bullet 1 Znak,Body MS Bullet Znak"/>
    <w:link w:val="Akapitzlist"/>
    <w:uiPriority w:val="34"/>
    <w:qFormat/>
    <w:rsid w:val="00F22B6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6444"/>
    <w:rPr>
      <w:rFonts w:eastAsia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6444"/>
    <w:rPr>
      <w:rFonts w:ascii="Cambria" w:hAnsi="Cambria"/>
      <w:b/>
      <w:bCs/>
      <w:i/>
      <w:iCs/>
      <w:color w:val="4F81BD"/>
      <w:lang w:val="x-none" w:eastAsia="x-none"/>
    </w:rPr>
  </w:style>
  <w:style w:type="paragraph" w:styleId="Bezodstpw">
    <w:name w:val="No Spacing"/>
    <w:aliases w:val="Tekst ogólny"/>
    <w:basedOn w:val="Normalny"/>
    <w:link w:val="BezodstpwZnak"/>
    <w:qFormat/>
    <w:rsid w:val="00BA6444"/>
    <w:pPr>
      <w:spacing w:line="276" w:lineRule="auto"/>
    </w:pPr>
    <w:rPr>
      <w:rFonts w:eastAsia="Calibri"/>
      <w:shd w:val="clear" w:color="auto" w:fill="FFFFFF"/>
      <w:lang w:val="x-none" w:eastAsia="en-US"/>
    </w:rPr>
  </w:style>
  <w:style w:type="character" w:customStyle="1" w:styleId="Nagwek1Znak">
    <w:name w:val="Nagłówek 1 Znak"/>
    <w:link w:val="Nagwek1"/>
    <w:uiPriority w:val="9"/>
    <w:rsid w:val="00BA6444"/>
    <w:rPr>
      <w:b/>
      <w:bCs/>
      <w:sz w:val="24"/>
      <w:szCs w:val="24"/>
    </w:r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BA644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basedOn w:val="Domylnaczcionkaakapitu"/>
    <w:link w:val="Tytu"/>
    <w:uiPriority w:val="10"/>
    <w:rsid w:val="00BA6444"/>
    <w:rPr>
      <w:rFonts w:eastAsia="Calibri"/>
      <w:sz w:val="24"/>
      <w:szCs w:val="24"/>
      <w:shd w:val="clear" w:color="auto" w:fill="D9D9D9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44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A6444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Znakiprzypiswdolnych">
    <w:name w:val="Znaki przypisów dolnych"/>
    <w:rsid w:val="00BA64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444"/>
    <w:rPr>
      <w:rFonts w:ascii="Calibri" w:eastAsia="Calibri" w:hAnsi="Calibri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BA6444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BA6444"/>
    <w:pPr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BA6444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aliases w:val="Odwołanie przypisu"/>
    <w:unhideWhenUsed/>
    <w:rsid w:val="00BA6444"/>
    <w:rPr>
      <w:vertAlign w:val="superscript"/>
    </w:rPr>
  </w:style>
  <w:style w:type="paragraph" w:customStyle="1" w:styleId="TitleStyle">
    <w:name w:val="TitleStyle"/>
    <w:rsid w:val="00BA6444"/>
    <w:pPr>
      <w:spacing w:after="200"/>
      <w:jc w:val="left"/>
    </w:pPr>
    <w:rPr>
      <w:b/>
      <w:color w:val="000000"/>
      <w:sz w:val="3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6444"/>
    <w:pPr>
      <w:keepLines/>
      <w:tabs>
        <w:tab w:val="clear" w:pos="0"/>
      </w:tabs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x-none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6444"/>
    <w:pPr>
      <w:tabs>
        <w:tab w:val="left" w:pos="440"/>
        <w:tab w:val="right" w:leader="dot" w:pos="9062"/>
      </w:tabs>
      <w:spacing w:after="100"/>
      <w:jc w:val="left"/>
    </w:pPr>
    <w:rPr>
      <w:rFonts w:ascii="Calibri" w:eastAsia="Calibri" w:hAnsi="Calibri" w:cs="Calibri"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A6444"/>
    <w:pPr>
      <w:spacing w:after="100" w:line="276" w:lineRule="auto"/>
      <w:ind w:left="44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A6444"/>
    <w:pPr>
      <w:tabs>
        <w:tab w:val="right" w:leader="dot" w:pos="9062"/>
      </w:tabs>
      <w:spacing w:after="100" w:line="276" w:lineRule="auto"/>
      <w:ind w:left="220"/>
      <w:jc w:val="left"/>
    </w:pPr>
    <w:rPr>
      <w:rFonts w:ascii="Arial" w:hAnsi="Arial" w:cs="Calibri"/>
      <w:i/>
      <w:noProof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44"/>
    <w:rPr>
      <w:rFonts w:ascii="Tahoma" w:hAnsi="Tahoma" w:cs="Tahoma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BA6444"/>
    <w:rPr>
      <w:color w:val="800080"/>
      <w:u w:val="single"/>
    </w:rPr>
  </w:style>
  <w:style w:type="table" w:styleId="Tabela-Siatka">
    <w:name w:val="Table Grid"/>
    <w:basedOn w:val="Standardowy"/>
    <w:uiPriority w:val="59"/>
    <w:rsid w:val="00BA6444"/>
    <w:pPr>
      <w:jc w:val="left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444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44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aliases w:val="Tekst ogólny Znak"/>
    <w:link w:val="Bezodstpw"/>
    <w:locked/>
    <w:rsid w:val="00BA6444"/>
    <w:rPr>
      <w:rFonts w:eastAsia="Calibri"/>
      <w:sz w:val="24"/>
      <w:szCs w:val="24"/>
      <w:lang w:val="x-none" w:eastAsia="en-US"/>
    </w:rPr>
  </w:style>
  <w:style w:type="character" w:customStyle="1" w:styleId="ng-binding">
    <w:name w:val="ng-binding"/>
    <w:rsid w:val="00BA6444"/>
  </w:style>
  <w:style w:type="character" w:customStyle="1" w:styleId="apple-converted-space">
    <w:name w:val="apple-converted-space"/>
    <w:rsid w:val="00BA6444"/>
  </w:style>
  <w:style w:type="character" w:customStyle="1" w:styleId="ng-scope">
    <w:name w:val="ng-scope"/>
    <w:rsid w:val="00BA6444"/>
  </w:style>
  <w:style w:type="paragraph" w:customStyle="1" w:styleId="Styl1">
    <w:name w:val="Styl1"/>
    <w:basedOn w:val="Bezodstpw"/>
    <w:link w:val="Styl1Znak"/>
    <w:qFormat/>
    <w:rsid w:val="00BA6444"/>
    <w:pPr>
      <w:numPr>
        <w:ilvl w:val="2"/>
        <w:numId w:val="2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Styl1"/>
    <w:link w:val="Styl2Znak"/>
    <w:qFormat/>
    <w:rsid w:val="00BA6444"/>
    <w:pPr>
      <w:numPr>
        <w:ilvl w:val="0"/>
        <w:numId w:val="0"/>
      </w:numPr>
      <w:ind w:left="360"/>
    </w:pPr>
    <w:rPr>
      <w:lang w:val="pl-PL"/>
    </w:rPr>
  </w:style>
  <w:style w:type="character" w:customStyle="1" w:styleId="Styl1Znak">
    <w:name w:val="Styl1 Znak"/>
    <w:link w:val="Styl1"/>
    <w:rsid w:val="00BA6444"/>
    <w:rPr>
      <w:rFonts w:ascii="Calibri" w:eastAsia="Calibri" w:hAnsi="Calibri"/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BA6444"/>
    <w:pPr>
      <w:numPr>
        <w:ilvl w:val="1"/>
        <w:numId w:val="3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BA6444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rsid w:val="00BA6444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BA6444"/>
    <w:rPr>
      <w:rFonts w:ascii="Calibri" w:eastAsia="Calibri" w:hAnsi="Calibri"/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BA6444"/>
  </w:style>
  <w:style w:type="character" w:styleId="Nierozpoznanawzmianka">
    <w:name w:val="Unresolved Mention"/>
    <w:uiPriority w:val="99"/>
    <w:semiHidden/>
    <w:unhideWhenUsed/>
    <w:rsid w:val="00BA6444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BA6444"/>
    <w:pPr>
      <w:spacing w:before="100" w:beforeAutospacing="1" w:after="100" w:afterAutospacing="1"/>
      <w:jc w:val="left"/>
    </w:pPr>
    <w:rPr>
      <w:lang w:eastAsia="pl-PL"/>
    </w:rPr>
  </w:style>
  <w:style w:type="paragraph" w:styleId="Poprawka">
    <w:name w:val="Revision"/>
    <w:hidden/>
    <w:uiPriority w:val="99"/>
    <w:semiHidden/>
    <w:rsid w:val="00BA6444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BA6444"/>
    <w:pPr>
      <w:widowControl w:val="0"/>
      <w:autoSpaceDE w:val="0"/>
      <w:autoSpaceDN w:val="0"/>
      <w:adjustRightInd w:val="0"/>
      <w:spacing w:after="85" w:line="190" w:lineRule="atLeast"/>
      <w:textAlignment w:val="center"/>
    </w:pPr>
    <w:rPr>
      <w:rFonts w:ascii="Swis721 TL" w:hAnsi="Swis721 TL" w:cs="Swis721 TL"/>
      <w:color w:val="000000"/>
      <w:sz w:val="15"/>
      <w:szCs w:val="15"/>
      <w:lang w:eastAsia="pl-PL" w:bidi="he-IL"/>
    </w:rPr>
  </w:style>
  <w:style w:type="paragraph" w:customStyle="1" w:styleId="Akapitzlist2">
    <w:name w:val="Akapit z listą2"/>
    <w:basedOn w:val="Normalny"/>
    <w:rsid w:val="00BA644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BA6444"/>
    <w:pPr>
      <w:numPr>
        <w:numId w:val="4"/>
      </w:numPr>
      <w:spacing w:after="200" w:line="276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BA6444"/>
    <w:pPr>
      <w:spacing w:line="251" w:lineRule="auto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A6444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BA6444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BA6444"/>
    <w:pPr>
      <w:jc w:val="left"/>
    </w:pPr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4">
    <w:name w:val="Styl4"/>
    <w:uiPriority w:val="99"/>
    <w:rsid w:val="00C73AD0"/>
    <w:pPr>
      <w:numPr>
        <w:numId w:val="5"/>
      </w:numPr>
    </w:p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semiHidden/>
    <w:locked/>
    <w:rsid w:val="00606464"/>
    <w:rPr>
      <w:rFonts w:ascii="Times New Roman" w:eastAsia="Times New Roman" w:hAnsi="Times New Roman" w:cs="Times New Roman"/>
      <w:lang w:val="x-none" w:eastAsia="ar-SA"/>
    </w:rPr>
  </w:style>
  <w:style w:type="paragraph" w:customStyle="1" w:styleId="Bezodstpw1">
    <w:name w:val="Bez odstępów1"/>
    <w:rsid w:val="00E108AD"/>
    <w:pPr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.szkudlarek\AppData\Local\Microsoft\Windows\Temporary%20Internet%20Files\Content.Outlook\7U521404\AKTUALNE%20pismo%20firmowe%20pg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22C4-1E9F-4B2F-9EF4-3BF145A1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AKTUALNE pismo firmowe pgk.dotx</Template>
  <TotalTime>84</TotalTime>
  <Pages>3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 G K "Dolina Baryczy" sp. z o.o.</Company>
  <LinksUpToDate>false</LinksUpToDate>
  <CharactersWithSpaces>6966</CharactersWithSpaces>
  <SharedDoc>false</SharedDoc>
  <HLinks>
    <vt:vector size="6" baseType="variant">
      <vt:variant>
        <vt:i4>7798827</vt:i4>
      </vt:variant>
      <vt:variant>
        <vt:i4>0</vt:i4>
      </vt:variant>
      <vt:variant>
        <vt:i4>0</vt:i4>
      </vt:variant>
      <vt:variant>
        <vt:i4>5</vt:i4>
      </vt:variant>
      <vt:variant>
        <vt:lpwstr>http://www.pgkdolinabaryczy.pl/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r.szkudlarek</dc:creator>
  <cp:lastModifiedBy>Dariusz Wójcik</cp:lastModifiedBy>
  <cp:revision>10</cp:revision>
  <cp:lastPrinted>2025-03-20T13:18:00Z</cp:lastPrinted>
  <dcterms:created xsi:type="dcterms:W3CDTF">2024-11-19T10:38:00Z</dcterms:created>
  <dcterms:modified xsi:type="dcterms:W3CDTF">2025-03-31T06:53:00Z</dcterms:modified>
</cp:coreProperties>
</file>