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4DE212" w14:textId="77777777" w:rsidR="00A97786" w:rsidRDefault="00A97786" w:rsidP="00432694">
      <w:pPr>
        <w:pStyle w:val="Nagwek4"/>
        <w:spacing w:before="0" w:after="360"/>
        <w:jc w:val="right"/>
        <w:rPr>
          <w:rFonts w:ascii="Times New Roman" w:hAnsi="Times New Roman"/>
          <w:b w:val="0"/>
          <w:sz w:val="22"/>
          <w:szCs w:val="22"/>
        </w:rPr>
      </w:pPr>
    </w:p>
    <w:p w14:paraId="020B82F8" w14:textId="203A70A9" w:rsidR="00432694" w:rsidRPr="00432694" w:rsidRDefault="007E331F" w:rsidP="00432694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FE5BCF">
        <w:rPr>
          <w:rFonts w:ascii="Times New Roman" w:hAnsi="Times New Roman"/>
          <w:sz w:val="22"/>
          <w:szCs w:val="22"/>
        </w:rPr>
        <w:t>2</w:t>
      </w:r>
      <w:r w:rsidRPr="00525EFF">
        <w:rPr>
          <w:rFonts w:ascii="Times New Roman" w:hAnsi="Times New Roman"/>
          <w:sz w:val="22"/>
          <w:szCs w:val="22"/>
        </w:rPr>
        <w:t xml:space="preserve"> </w:t>
      </w:r>
      <w:r w:rsidRPr="00525EFF">
        <w:rPr>
          <w:rFonts w:ascii="Times New Roman" w:hAnsi="Times New Roman"/>
          <w:b w:val="0"/>
          <w:sz w:val="22"/>
          <w:szCs w:val="22"/>
        </w:rPr>
        <w:t>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399A484C" w14:textId="77777777" w:rsidTr="005844F6">
        <w:tc>
          <w:tcPr>
            <w:tcW w:w="9104" w:type="dxa"/>
            <w:shd w:val="clear" w:color="auto" w:fill="F2F2F2"/>
          </w:tcPr>
          <w:p w14:paraId="3080005A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6ED47003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1350005E" w14:textId="6F429736" w:rsidR="001C11A5" w:rsidRPr="00C845B4" w:rsidRDefault="002E612D" w:rsidP="00C845B4">
      <w:pPr>
        <w:spacing w:after="240" w:line="276" w:lineRule="auto"/>
        <w:jc w:val="both"/>
        <w:rPr>
          <w:b/>
          <w:bCs/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w</w:t>
      </w:r>
      <w:r w:rsidR="00636EFB">
        <w:rPr>
          <w:sz w:val="22"/>
          <w:szCs w:val="22"/>
        </w:rPr>
        <w:t> </w:t>
      </w:r>
      <w:r w:rsidR="0027689B" w:rsidRPr="00525EFF">
        <w:rPr>
          <w:sz w:val="22"/>
          <w:szCs w:val="22"/>
        </w:rPr>
        <w:t xml:space="preserve">trybie </w:t>
      </w:r>
      <w:r w:rsidR="0027689B" w:rsidRPr="00C240AC">
        <w:rPr>
          <w:sz w:val="22"/>
          <w:szCs w:val="22"/>
        </w:rPr>
        <w:t>podstawowym</w:t>
      </w:r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  <w:r w:rsidR="00E6043E" w:rsidRPr="00636EFB">
        <w:rPr>
          <w:b/>
          <w:bCs/>
          <w:sz w:val="22"/>
          <w:szCs w:val="22"/>
        </w:rPr>
        <w:t>„</w:t>
      </w:r>
      <w:r w:rsidR="00C845B4" w:rsidRPr="00C845B4">
        <w:rPr>
          <w:b/>
          <w:bCs/>
          <w:sz w:val="22"/>
          <w:szCs w:val="22"/>
        </w:rPr>
        <w:t xml:space="preserve">Modernizacja oczyszczalni ścieków w Międzyborzu </w:t>
      </w:r>
      <w:r w:rsidR="00C845B4">
        <w:rPr>
          <w:b/>
          <w:bCs/>
          <w:sz w:val="22"/>
          <w:szCs w:val="22"/>
        </w:rPr>
        <w:t>–</w:t>
      </w:r>
      <w:r w:rsidR="00C845B4" w:rsidRPr="00C845B4">
        <w:rPr>
          <w:b/>
          <w:bCs/>
          <w:sz w:val="22"/>
          <w:szCs w:val="22"/>
        </w:rPr>
        <w:t xml:space="preserve"> zapewnienie</w:t>
      </w:r>
      <w:r w:rsidR="00C845B4">
        <w:rPr>
          <w:b/>
          <w:bCs/>
          <w:sz w:val="22"/>
          <w:szCs w:val="22"/>
        </w:rPr>
        <w:t xml:space="preserve"> </w:t>
      </w:r>
      <w:r w:rsidR="00C845B4" w:rsidRPr="00C845B4">
        <w:rPr>
          <w:b/>
          <w:bCs/>
          <w:sz w:val="22"/>
          <w:szCs w:val="22"/>
        </w:rPr>
        <w:t>efektywnego systemu odbioru i unieszkodliwiania ścieków oraz</w:t>
      </w:r>
      <w:r w:rsidR="00C845B4">
        <w:rPr>
          <w:b/>
          <w:bCs/>
          <w:sz w:val="22"/>
          <w:szCs w:val="22"/>
        </w:rPr>
        <w:t xml:space="preserve"> </w:t>
      </w:r>
      <w:r w:rsidR="00C845B4" w:rsidRPr="00C845B4">
        <w:rPr>
          <w:b/>
          <w:bCs/>
          <w:sz w:val="22"/>
          <w:szCs w:val="22"/>
        </w:rPr>
        <w:t>przeróbki osadów ściekowych na obszarze gminy Międzybór</w:t>
      </w:r>
      <w:r w:rsidR="00C845B4">
        <w:rPr>
          <w:b/>
          <w:bCs/>
          <w:sz w:val="22"/>
          <w:szCs w:val="22"/>
        </w:rPr>
        <w:t xml:space="preserve">z”- </w:t>
      </w:r>
      <w:r w:rsidR="00C845B4" w:rsidRPr="008F40DB">
        <w:rPr>
          <w:b/>
          <w:bCs/>
          <w:sz w:val="22"/>
          <w:szCs w:val="22"/>
        </w:rPr>
        <w:t>etap 1</w:t>
      </w:r>
    </w:p>
    <w:p w14:paraId="42691B4F" w14:textId="190C98D6" w:rsidR="00AA39D6" w:rsidRPr="00525EFF" w:rsidRDefault="00AA39D6" w:rsidP="001C11A5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55496F81" w14:textId="5BD7F1EA"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</w:t>
      </w:r>
    </w:p>
    <w:p w14:paraId="7D477E7A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3ACC0DA0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5"/>
        <w:gridCol w:w="6149"/>
      </w:tblGrid>
      <w:tr w:rsidR="00AE2ACB" w:rsidRPr="007677F8" w14:paraId="6EA6DBAC" w14:textId="77777777" w:rsidTr="00BE1488">
        <w:trPr>
          <w:trHeight w:val="333"/>
        </w:trPr>
        <w:tc>
          <w:tcPr>
            <w:tcW w:w="2805" w:type="dxa"/>
            <w:shd w:val="clear" w:color="auto" w:fill="auto"/>
            <w:vAlign w:val="center"/>
          </w:tcPr>
          <w:p w14:paraId="41337DFB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149" w:type="dxa"/>
            <w:shd w:val="clear" w:color="auto" w:fill="auto"/>
          </w:tcPr>
          <w:p w14:paraId="6F74CB44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AE1DE24" w14:textId="77777777" w:rsidTr="00BE1488">
        <w:trPr>
          <w:trHeight w:val="339"/>
        </w:trPr>
        <w:tc>
          <w:tcPr>
            <w:tcW w:w="2805" w:type="dxa"/>
            <w:shd w:val="clear" w:color="auto" w:fill="auto"/>
            <w:vAlign w:val="center"/>
          </w:tcPr>
          <w:p w14:paraId="12464BF3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149" w:type="dxa"/>
            <w:shd w:val="clear" w:color="auto" w:fill="auto"/>
          </w:tcPr>
          <w:p w14:paraId="2DDC6380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1FBC4659" w14:textId="77777777" w:rsidTr="00BE1488">
        <w:trPr>
          <w:trHeight w:val="373"/>
        </w:trPr>
        <w:tc>
          <w:tcPr>
            <w:tcW w:w="2805" w:type="dxa"/>
            <w:shd w:val="clear" w:color="auto" w:fill="auto"/>
            <w:vAlign w:val="center"/>
          </w:tcPr>
          <w:p w14:paraId="46141792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149" w:type="dxa"/>
            <w:shd w:val="clear" w:color="auto" w:fill="auto"/>
          </w:tcPr>
          <w:p w14:paraId="0BD905B2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5146FAAF" w14:textId="77777777" w:rsidTr="00BE1488">
        <w:trPr>
          <w:trHeight w:val="405"/>
        </w:trPr>
        <w:tc>
          <w:tcPr>
            <w:tcW w:w="2805" w:type="dxa"/>
            <w:shd w:val="clear" w:color="auto" w:fill="auto"/>
            <w:vAlign w:val="center"/>
          </w:tcPr>
          <w:p w14:paraId="14E37F27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149" w:type="dxa"/>
            <w:shd w:val="clear" w:color="auto" w:fill="auto"/>
          </w:tcPr>
          <w:p w14:paraId="7691C532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735627" w:rsidRPr="007677F8" w14:paraId="6F02FD8A" w14:textId="77777777" w:rsidTr="00BE1488">
        <w:trPr>
          <w:trHeight w:val="405"/>
        </w:trPr>
        <w:tc>
          <w:tcPr>
            <w:tcW w:w="2805" w:type="dxa"/>
            <w:shd w:val="clear" w:color="auto" w:fill="auto"/>
            <w:vAlign w:val="center"/>
          </w:tcPr>
          <w:p w14:paraId="78BEDBB1" w14:textId="7647F0C2" w:rsidR="00735627" w:rsidRPr="007677F8" w:rsidRDefault="00735627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Województwo </w:t>
            </w:r>
          </w:p>
        </w:tc>
        <w:tc>
          <w:tcPr>
            <w:tcW w:w="6149" w:type="dxa"/>
            <w:shd w:val="clear" w:color="auto" w:fill="auto"/>
          </w:tcPr>
          <w:p w14:paraId="4CFF08D7" w14:textId="77777777" w:rsidR="00735627" w:rsidRPr="007677F8" w:rsidRDefault="00735627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BE1488" w:rsidRPr="00BE1488" w14:paraId="630BEA5D" w14:textId="77777777" w:rsidTr="00BE1488">
        <w:trPr>
          <w:trHeight w:val="330"/>
        </w:trPr>
        <w:tc>
          <w:tcPr>
            <w:tcW w:w="2805" w:type="dxa"/>
            <w:shd w:val="clear" w:color="auto" w:fill="auto"/>
            <w:vAlign w:val="center"/>
          </w:tcPr>
          <w:p w14:paraId="1C8AA8A4" w14:textId="77777777" w:rsidR="006F14A7" w:rsidRPr="00BE1488" w:rsidRDefault="006F14A7" w:rsidP="006F14A7">
            <w:pPr>
              <w:autoSpaceDE w:val="0"/>
              <w:autoSpaceDN w:val="0"/>
              <w:adjustRightInd w:val="0"/>
              <w:ind w:left="142" w:right="23"/>
              <w:jc w:val="both"/>
            </w:pPr>
          </w:p>
          <w:p w14:paraId="0E74677C" w14:textId="77777777" w:rsidR="006F14A7" w:rsidRPr="00BE1488" w:rsidRDefault="006F14A7" w:rsidP="006F14A7">
            <w:pPr>
              <w:autoSpaceDE w:val="0"/>
              <w:autoSpaceDN w:val="0"/>
              <w:adjustRightInd w:val="0"/>
              <w:ind w:left="142" w:right="23"/>
              <w:jc w:val="both"/>
            </w:pPr>
          </w:p>
          <w:p w14:paraId="0EC73452" w14:textId="2E7D6B50" w:rsidR="006F14A7" w:rsidRPr="00BE1488" w:rsidRDefault="006F14A7" w:rsidP="006F14A7">
            <w:pPr>
              <w:autoSpaceDE w:val="0"/>
              <w:autoSpaceDN w:val="0"/>
              <w:adjustRightInd w:val="0"/>
              <w:ind w:left="142" w:right="23"/>
              <w:jc w:val="both"/>
            </w:pPr>
            <w:r w:rsidRPr="00BE1488">
              <w:t>Czy Wykonawca jest</w:t>
            </w:r>
            <w:r w:rsidRPr="00BE1488">
              <w:rPr>
                <w:rStyle w:val="Odwoanieprzypisudolnego"/>
              </w:rPr>
              <w:footnoteReference w:id="2"/>
            </w:r>
            <w:r w:rsidRPr="00BE1488">
              <w:t>:</w:t>
            </w:r>
          </w:p>
          <w:p w14:paraId="2B0BFE97" w14:textId="46AA0CBD" w:rsidR="00AE2ACB" w:rsidRPr="00BE1488" w:rsidRDefault="00AE2ACB" w:rsidP="00735627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149" w:type="dxa"/>
            <w:shd w:val="clear" w:color="auto" w:fill="auto"/>
          </w:tcPr>
          <w:p w14:paraId="1CD30DE1" w14:textId="492DC711" w:rsidR="006F14A7" w:rsidRPr="00BE1488" w:rsidRDefault="005E31A1" w:rsidP="005E31A1">
            <w:pPr>
              <w:autoSpaceDE w:val="0"/>
              <w:autoSpaceDN w:val="0"/>
              <w:adjustRightInd w:val="0"/>
              <w:ind w:left="90" w:right="23"/>
              <w:jc w:val="both"/>
            </w:pPr>
            <w:r>
              <w:rPr>
                <w:rFonts w:cs="Segoe UI Symbol"/>
              </w:rPr>
              <w:t xml:space="preserve"> </w:t>
            </w:r>
            <w:r w:rsidR="006F14A7" w:rsidRPr="00BE1488">
              <w:rPr>
                <w:rFonts w:ascii="Segoe UI Symbol" w:eastAsia="MS Mincho" w:hAnsi="Segoe UI Symbol" w:cs="Segoe UI Symbol"/>
              </w:rPr>
              <w:t>☐</w:t>
            </w:r>
            <w:r w:rsidRPr="00BE1488">
              <w:t>mikro przedsiębiorcą</w:t>
            </w:r>
          </w:p>
          <w:p w14:paraId="67C83080" w14:textId="77777777" w:rsidR="006F14A7" w:rsidRPr="00BE1488" w:rsidRDefault="006F14A7" w:rsidP="006F14A7">
            <w:pPr>
              <w:autoSpaceDE w:val="0"/>
              <w:autoSpaceDN w:val="0"/>
              <w:adjustRightInd w:val="0"/>
              <w:ind w:left="142" w:right="23"/>
              <w:jc w:val="both"/>
            </w:pPr>
            <w:r w:rsidRPr="00BE1488">
              <w:rPr>
                <w:rFonts w:ascii="Segoe UI Symbol" w:eastAsia="MS Mincho" w:hAnsi="Segoe UI Symbol" w:cs="Segoe UI Symbol"/>
              </w:rPr>
              <w:t>☐</w:t>
            </w:r>
            <w:r w:rsidRPr="00BE1488">
              <w:t>małym przedsiębiorcą</w:t>
            </w:r>
          </w:p>
          <w:p w14:paraId="05F98E72" w14:textId="77777777" w:rsidR="006F14A7" w:rsidRPr="00BE1488" w:rsidRDefault="006F14A7" w:rsidP="006F14A7">
            <w:pPr>
              <w:autoSpaceDE w:val="0"/>
              <w:autoSpaceDN w:val="0"/>
              <w:adjustRightInd w:val="0"/>
              <w:ind w:left="142" w:right="23"/>
              <w:jc w:val="both"/>
            </w:pPr>
            <w:r w:rsidRPr="00BE1488">
              <w:rPr>
                <w:rFonts w:ascii="Segoe UI Symbol" w:eastAsia="MS Mincho" w:hAnsi="Segoe UI Symbol" w:cs="Segoe UI Symbol"/>
              </w:rPr>
              <w:t>☐</w:t>
            </w:r>
            <w:r w:rsidRPr="00BE1488">
              <w:t>średnim przedsiębiorcą</w:t>
            </w:r>
          </w:p>
          <w:p w14:paraId="51DA6D20" w14:textId="7A7CD645" w:rsidR="006F14A7" w:rsidRPr="00BE1488" w:rsidRDefault="006F14A7" w:rsidP="006F14A7">
            <w:pPr>
              <w:autoSpaceDE w:val="0"/>
              <w:autoSpaceDN w:val="0"/>
              <w:adjustRightInd w:val="0"/>
              <w:ind w:left="142" w:right="23"/>
              <w:jc w:val="both"/>
            </w:pPr>
            <w:r w:rsidRPr="00BE1488">
              <w:rPr>
                <w:rFonts w:ascii="Segoe UI Symbol" w:eastAsia="MS Mincho" w:hAnsi="Segoe UI Symbol" w:cs="Segoe UI Symbol"/>
              </w:rPr>
              <w:t>☐</w:t>
            </w:r>
            <w:r w:rsidRPr="00BE1488">
              <w:t>osobą fizyczną prowadzącą działalność gospodarczą</w:t>
            </w:r>
          </w:p>
          <w:p w14:paraId="439949EE" w14:textId="632AC2B7" w:rsidR="006F14A7" w:rsidRPr="00BE1488" w:rsidRDefault="006F14A7" w:rsidP="006F14A7">
            <w:pPr>
              <w:autoSpaceDE w:val="0"/>
              <w:autoSpaceDN w:val="0"/>
              <w:adjustRightInd w:val="0"/>
              <w:ind w:left="142" w:right="23"/>
              <w:jc w:val="both"/>
            </w:pPr>
            <w:r w:rsidRPr="00BE1488">
              <w:rPr>
                <w:rFonts w:ascii="Segoe UI Symbol" w:eastAsia="MS Mincho" w:hAnsi="Segoe UI Symbol" w:cs="Segoe UI Symbol"/>
              </w:rPr>
              <w:t>☐</w:t>
            </w:r>
            <w:r w:rsidRPr="00BE1488">
              <w:t>osobą fizyczną nieprowadzącą działalności gospodarczej</w:t>
            </w:r>
          </w:p>
          <w:p w14:paraId="0632B9BB" w14:textId="202E6D4B" w:rsidR="006F14A7" w:rsidRPr="00BE1488" w:rsidRDefault="006F14A7" w:rsidP="00DD200D">
            <w:pPr>
              <w:autoSpaceDE w:val="0"/>
              <w:autoSpaceDN w:val="0"/>
              <w:adjustRightInd w:val="0"/>
              <w:ind w:left="142" w:right="23"/>
              <w:jc w:val="both"/>
            </w:pPr>
            <w:r w:rsidRPr="00BE1488">
              <w:rPr>
                <w:rFonts w:ascii="Segoe UI Symbol" w:eastAsia="MS Mincho" w:hAnsi="Segoe UI Symbol" w:cs="Segoe UI Symbol"/>
              </w:rPr>
              <w:t>☐</w:t>
            </w:r>
            <w:r w:rsidR="00DD200D">
              <w:t xml:space="preserve"> inny rodzaj</w:t>
            </w:r>
          </w:p>
        </w:tc>
      </w:tr>
    </w:tbl>
    <w:p w14:paraId="0429A3F0" w14:textId="77777777" w:rsidR="005A58B0" w:rsidRPr="00AF4AC3" w:rsidRDefault="005A58B0" w:rsidP="00AA39D6">
      <w:pPr>
        <w:spacing w:line="276" w:lineRule="auto"/>
        <w:jc w:val="both"/>
        <w:rPr>
          <w:sz w:val="16"/>
          <w:szCs w:val="16"/>
        </w:rPr>
      </w:pPr>
    </w:p>
    <w:tbl>
      <w:tblPr>
        <w:tblpPr w:leftFromText="141" w:rightFromText="141" w:vertAnchor="page" w:horzAnchor="margin" w:tblpXSpec="center" w:tblpY="11731"/>
        <w:tblW w:w="10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6"/>
        <w:gridCol w:w="3172"/>
        <w:gridCol w:w="2010"/>
        <w:gridCol w:w="1160"/>
        <w:gridCol w:w="2832"/>
      </w:tblGrid>
      <w:tr w:rsidR="000A77FA" w:rsidRPr="000A77FA" w14:paraId="582EBB3F" w14:textId="77777777" w:rsidTr="00E6043E">
        <w:trPr>
          <w:trHeight w:val="452"/>
        </w:trPr>
        <w:tc>
          <w:tcPr>
            <w:tcW w:w="1166" w:type="dxa"/>
            <w:shd w:val="clear" w:color="auto" w:fill="auto"/>
          </w:tcPr>
          <w:p w14:paraId="1EDC21E0" w14:textId="77777777" w:rsidR="000A77FA" w:rsidRPr="000A77FA" w:rsidRDefault="000A77FA" w:rsidP="00E6043E">
            <w:pPr>
              <w:jc w:val="both"/>
              <w:rPr>
                <w:b/>
              </w:rPr>
            </w:pPr>
            <w:r w:rsidRPr="000A77FA">
              <w:rPr>
                <w:b/>
              </w:rPr>
              <w:t xml:space="preserve">Lp. </w:t>
            </w:r>
          </w:p>
        </w:tc>
        <w:tc>
          <w:tcPr>
            <w:tcW w:w="3172" w:type="dxa"/>
            <w:shd w:val="clear" w:color="auto" w:fill="auto"/>
          </w:tcPr>
          <w:p w14:paraId="7E0C490A" w14:textId="77777777" w:rsidR="000A77FA" w:rsidRPr="000A77FA" w:rsidRDefault="000A77FA" w:rsidP="00E6043E">
            <w:pPr>
              <w:jc w:val="center"/>
              <w:rPr>
                <w:b/>
              </w:rPr>
            </w:pPr>
            <w:r w:rsidRPr="000A77FA">
              <w:rPr>
                <w:b/>
              </w:rPr>
              <w:t>Przedmiot zamówienia</w:t>
            </w:r>
          </w:p>
        </w:tc>
        <w:tc>
          <w:tcPr>
            <w:tcW w:w="2010" w:type="dxa"/>
            <w:shd w:val="clear" w:color="auto" w:fill="auto"/>
          </w:tcPr>
          <w:p w14:paraId="385B0D74" w14:textId="77777777" w:rsidR="000A77FA" w:rsidRPr="000A77FA" w:rsidRDefault="000A77FA" w:rsidP="00E6043E">
            <w:pPr>
              <w:jc w:val="center"/>
              <w:rPr>
                <w:b/>
              </w:rPr>
            </w:pPr>
            <w:r w:rsidRPr="000A77FA">
              <w:rPr>
                <w:b/>
              </w:rPr>
              <w:t>Wartość netto</w:t>
            </w:r>
          </w:p>
        </w:tc>
        <w:tc>
          <w:tcPr>
            <w:tcW w:w="1160" w:type="dxa"/>
            <w:shd w:val="clear" w:color="auto" w:fill="auto"/>
          </w:tcPr>
          <w:p w14:paraId="181FE8B2" w14:textId="77777777" w:rsidR="000A77FA" w:rsidRPr="000A77FA" w:rsidRDefault="000A77FA" w:rsidP="00E6043E">
            <w:pPr>
              <w:jc w:val="center"/>
              <w:rPr>
                <w:b/>
              </w:rPr>
            </w:pPr>
            <w:r w:rsidRPr="000A77FA">
              <w:rPr>
                <w:b/>
              </w:rPr>
              <w:t>Stawka VAT</w:t>
            </w:r>
          </w:p>
        </w:tc>
        <w:tc>
          <w:tcPr>
            <w:tcW w:w="2832" w:type="dxa"/>
            <w:shd w:val="clear" w:color="auto" w:fill="auto"/>
          </w:tcPr>
          <w:p w14:paraId="1B2EA811" w14:textId="77777777" w:rsidR="000A77FA" w:rsidRPr="000A77FA" w:rsidRDefault="000A77FA" w:rsidP="00E6043E">
            <w:pPr>
              <w:jc w:val="center"/>
              <w:rPr>
                <w:b/>
              </w:rPr>
            </w:pPr>
            <w:r w:rsidRPr="000A77FA">
              <w:rPr>
                <w:b/>
              </w:rPr>
              <w:t>Wartość brutto</w:t>
            </w:r>
          </w:p>
          <w:p w14:paraId="67F25EE1" w14:textId="77777777" w:rsidR="000A77FA" w:rsidRPr="000A77FA" w:rsidRDefault="000A77FA" w:rsidP="00E6043E">
            <w:pPr>
              <w:jc w:val="center"/>
              <w:rPr>
                <w:b/>
              </w:rPr>
            </w:pPr>
          </w:p>
        </w:tc>
      </w:tr>
      <w:tr w:rsidR="000A77FA" w:rsidRPr="000A77FA" w14:paraId="7254B502" w14:textId="77777777" w:rsidTr="00E6043E">
        <w:trPr>
          <w:trHeight w:val="933"/>
        </w:trPr>
        <w:tc>
          <w:tcPr>
            <w:tcW w:w="1166" w:type="dxa"/>
            <w:shd w:val="clear" w:color="auto" w:fill="auto"/>
          </w:tcPr>
          <w:p w14:paraId="2CC21BD8" w14:textId="5FC9B2FE" w:rsidR="000A77FA" w:rsidRPr="000A77FA" w:rsidRDefault="005966FE" w:rsidP="00E6043E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="000A77FA" w:rsidRPr="000A77FA">
              <w:rPr>
                <w:b/>
              </w:rPr>
              <w:t>.</w:t>
            </w:r>
          </w:p>
        </w:tc>
        <w:tc>
          <w:tcPr>
            <w:tcW w:w="3172" w:type="dxa"/>
            <w:shd w:val="clear" w:color="auto" w:fill="auto"/>
          </w:tcPr>
          <w:p w14:paraId="2DB2E84A" w14:textId="44749315" w:rsidR="000A77FA" w:rsidRPr="000A77FA" w:rsidRDefault="000A77FA" w:rsidP="00E6043E">
            <w:r w:rsidRPr="000A77FA">
              <w:t xml:space="preserve">Wykonanie </w:t>
            </w:r>
            <w:r w:rsidR="00DA262B">
              <w:t>dostawy wraz z montażem, serwisem i naprawą urządzeń służących do efektywnego działania oczyszczalni ścieków</w:t>
            </w:r>
          </w:p>
        </w:tc>
        <w:tc>
          <w:tcPr>
            <w:tcW w:w="2010" w:type="dxa"/>
            <w:shd w:val="clear" w:color="auto" w:fill="auto"/>
          </w:tcPr>
          <w:p w14:paraId="438628E9" w14:textId="77777777" w:rsidR="000A77FA" w:rsidRPr="000A77FA" w:rsidRDefault="000A77FA" w:rsidP="00E6043E">
            <w:pPr>
              <w:jc w:val="both"/>
            </w:pPr>
          </w:p>
          <w:p w14:paraId="0CDC5E2C" w14:textId="77777777" w:rsidR="000A77FA" w:rsidRPr="000A77FA" w:rsidRDefault="000A77FA" w:rsidP="00E6043E">
            <w:pPr>
              <w:jc w:val="both"/>
            </w:pPr>
            <w:r w:rsidRPr="000A77FA">
              <w:t xml:space="preserve">………………zł </w:t>
            </w:r>
          </w:p>
          <w:p w14:paraId="7D156432" w14:textId="77777777" w:rsidR="000A77FA" w:rsidRPr="000A77FA" w:rsidRDefault="000A77FA" w:rsidP="00E6043E">
            <w:pPr>
              <w:jc w:val="both"/>
            </w:pPr>
          </w:p>
        </w:tc>
        <w:tc>
          <w:tcPr>
            <w:tcW w:w="1160" w:type="dxa"/>
            <w:shd w:val="clear" w:color="auto" w:fill="auto"/>
          </w:tcPr>
          <w:p w14:paraId="38B1C46E" w14:textId="77777777" w:rsidR="000A77FA" w:rsidRPr="000A77FA" w:rsidRDefault="000A77FA" w:rsidP="00E6043E">
            <w:pPr>
              <w:jc w:val="both"/>
            </w:pPr>
          </w:p>
          <w:p w14:paraId="16C989F4" w14:textId="6057FB05" w:rsidR="000A77FA" w:rsidRPr="000A77FA" w:rsidRDefault="000A77FA" w:rsidP="00E6043E">
            <w:pPr>
              <w:jc w:val="both"/>
            </w:pPr>
            <w:r w:rsidRPr="000A77FA">
              <w:t>……</w:t>
            </w:r>
            <w:r w:rsidR="00C0725E">
              <w:t>.</w:t>
            </w:r>
            <w:r w:rsidRPr="000A77FA">
              <w:t xml:space="preserve"> %</w:t>
            </w:r>
          </w:p>
        </w:tc>
        <w:tc>
          <w:tcPr>
            <w:tcW w:w="2832" w:type="dxa"/>
            <w:shd w:val="clear" w:color="auto" w:fill="auto"/>
          </w:tcPr>
          <w:p w14:paraId="4CBE0EE3" w14:textId="77777777" w:rsidR="000A77FA" w:rsidRPr="000A77FA" w:rsidRDefault="000A77FA" w:rsidP="00E6043E">
            <w:pPr>
              <w:jc w:val="both"/>
            </w:pPr>
          </w:p>
          <w:p w14:paraId="324DEB9D" w14:textId="77777777" w:rsidR="000A77FA" w:rsidRPr="000A77FA" w:rsidRDefault="000A77FA" w:rsidP="00E6043E">
            <w:pPr>
              <w:jc w:val="both"/>
            </w:pPr>
            <w:r w:rsidRPr="000A77FA">
              <w:t xml:space="preserve">…………….…….. zł </w:t>
            </w:r>
          </w:p>
        </w:tc>
      </w:tr>
      <w:tr w:rsidR="00CC6DB8" w:rsidRPr="000A77FA" w14:paraId="769F5BD6" w14:textId="77777777" w:rsidTr="00E6043E">
        <w:trPr>
          <w:trHeight w:val="814"/>
        </w:trPr>
        <w:tc>
          <w:tcPr>
            <w:tcW w:w="7508" w:type="dxa"/>
            <w:gridSpan w:val="4"/>
            <w:shd w:val="clear" w:color="auto" w:fill="auto"/>
          </w:tcPr>
          <w:p w14:paraId="640E8162" w14:textId="77777777" w:rsidR="00CC6DB8" w:rsidRPr="000A77FA" w:rsidRDefault="00CC6DB8" w:rsidP="00E6043E">
            <w:pPr>
              <w:jc w:val="center"/>
              <w:rPr>
                <w:b/>
              </w:rPr>
            </w:pPr>
            <w:r w:rsidRPr="000A77FA">
              <w:rPr>
                <w:b/>
              </w:rPr>
              <w:lastRenderedPageBreak/>
              <w:t>SUMA wartości brutto :</w:t>
            </w:r>
          </w:p>
          <w:p w14:paraId="136FF10A" w14:textId="487EB671" w:rsidR="00CC6DB8" w:rsidRPr="000A77FA" w:rsidRDefault="00CC6DB8" w:rsidP="00E6043E">
            <w:pPr>
              <w:jc w:val="center"/>
              <w:rPr>
                <w:i/>
                <w:sz w:val="20"/>
              </w:rPr>
            </w:pPr>
            <w:r w:rsidRPr="000A77FA">
              <w:rPr>
                <w:i/>
                <w:sz w:val="22"/>
              </w:rPr>
              <w:t>(wartość podlegająca punktacji w ramach kryterium oceny ofert – waga 60 pkt.)</w:t>
            </w:r>
          </w:p>
          <w:p w14:paraId="29E481F6" w14:textId="1B868A2F" w:rsidR="00CC6DB8" w:rsidRPr="000A77FA" w:rsidRDefault="00CC6DB8" w:rsidP="00E6043E">
            <w:pPr>
              <w:jc w:val="center"/>
              <w:rPr>
                <w:b/>
              </w:rPr>
            </w:pPr>
            <w:r>
              <w:rPr>
                <w:b/>
              </w:rPr>
              <w:t>_</w:t>
            </w:r>
          </w:p>
        </w:tc>
        <w:tc>
          <w:tcPr>
            <w:tcW w:w="2832" w:type="dxa"/>
            <w:shd w:val="clear" w:color="auto" w:fill="auto"/>
          </w:tcPr>
          <w:p w14:paraId="3E5A8226" w14:textId="77777777" w:rsidR="00CC6DB8" w:rsidRPr="000A77FA" w:rsidRDefault="00CC6DB8" w:rsidP="00E6043E">
            <w:pPr>
              <w:jc w:val="both"/>
              <w:rPr>
                <w:b/>
              </w:rPr>
            </w:pPr>
          </w:p>
          <w:p w14:paraId="313FC618" w14:textId="4E4D0284" w:rsidR="00CC6DB8" w:rsidRPr="000A77FA" w:rsidRDefault="00CC6DB8" w:rsidP="00E6043E">
            <w:pPr>
              <w:jc w:val="both"/>
              <w:rPr>
                <w:b/>
              </w:rPr>
            </w:pPr>
            <w:r w:rsidRPr="000A77FA">
              <w:rPr>
                <w:b/>
              </w:rPr>
              <w:t xml:space="preserve">…………………… zł </w:t>
            </w:r>
          </w:p>
        </w:tc>
      </w:tr>
    </w:tbl>
    <w:p w14:paraId="7E65F445" w14:textId="7D241702" w:rsidR="00AE2ACB" w:rsidRDefault="004D5A42" w:rsidP="000A77FA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przedmiotu zamówienia zgodnie ze Specyfikacją</w:t>
      </w:r>
      <w:r w:rsidR="00E6043E">
        <w:rPr>
          <w:sz w:val="22"/>
        </w:rPr>
        <w:t xml:space="preserve"> </w:t>
      </w:r>
      <w:r w:rsidR="000A77FA" w:rsidRPr="000A77FA">
        <w:rPr>
          <w:sz w:val="22"/>
        </w:rPr>
        <w:t>Warunków Zamówienia</w:t>
      </w:r>
      <w:r w:rsidR="00E92273">
        <w:rPr>
          <w:sz w:val="22"/>
        </w:rPr>
        <w:t>.</w:t>
      </w:r>
    </w:p>
    <w:p w14:paraId="731E749F" w14:textId="77777777" w:rsidR="00E6043E" w:rsidRPr="00E6043E" w:rsidRDefault="00E6043E" w:rsidP="00E6043E">
      <w:pPr>
        <w:spacing w:after="120" w:line="276" w:lineRule="auto"/>
        <w:jc w:val="both"/>
        <w:rPr>
          <w:sz w:val="22"/>
        </w:rPr>
      </w:pPr>
    </w:p>
    <w:p w14:paraId="2858F893" w14:textId="77777777" w:rsidR="00B9086B" w:rsidRPr="0097776D" w:rsidRDefault="00B9086B" w:rsidP="00B9086B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7844DC77" w14:textId="46DFED27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</w:t>
      </w:r>
      <w:r w:rsidR="004A1B1A">
        <w:rPr>
          <w:sz w:val="22"/>
        </w:rPr>
        <w:t xml:space="preserve">, </w:t>
      </w:r>
      <w:r w:rsidR="00C845B4">
        <w:rPr>
          <w:sz w:val="22"/>
        </w:rPr>
        <w:t xml:space="preserve">opisem przedmiotu zamówienia </w:t>
      </w:r>
      <w:r w:rsidR="00C845B4">
        <w:rPr>
          <w:sz w:val="22"/>
        </w:rPr>
        <w:br/>
      </w:r>
      <w:r w:rsidRPr="000F23AD">
        <w:rPr>
          <w:sz w:val="22"/>
        </w:rPr>
        <w:t>i uznajemy się za związanych określonymi w niej za</w:t>
      </w:r>
      <w:r w:rsidRPr="0097776D">
        <w:rPr>
          <w:sz w:val="22"/>
        </w:rPr>
        <w:t>sadami postępowania;</w:t>
      </w:r>
    </w:p>
    <w:p w14:paraId="04CAC2DC" w14:textId="7777777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t>uważamy się za związanych niniejszą ofertą na czas wskazany w Specyfikacji Warunków Zamówienia;</w:t>
      </w:r>
    </w:p>
    <w:p w14:paraId="71A22EB0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 w:rsidRPr="00E020FC">
        <w:rPr>
          <w:b/>
          <w:sz w:val="22"/>
        </w:rPr>
        <w:t>zamierzamy / nie zamierzamy</w:t>
      </w:r>
      <w:r w:rsidRPr="00DE55E6">
        <w:rPr>
          <w:sz w:val="22"/>
        </w:rPr>
        <w:t xml:space="preserve"> powierzyć realizację następujących części zamówienia podwykonawcom*:</w:t>
      </w:r>
    </w:p>
    <w:p w14:paraId="1C0D913F" w14:textId="77777777" w:rsidR="006F14A7" w:rsidRDefault="006F14A7" w:rsidP="006F14A7">
      <w:pPr>
        <w:spacing w:after="120"/>
        <w:ind w:left="641"/>
        <w:contextualSpacing/>
        <w:jc w:val="both"/>
        <w:rPr>
          <w:sz w:val="22"/>
        </w:rPr>
      </w:pPr>
    </w:p>
    <w:p w14:paraId="75E5FBB0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9934" w:type="dxa"/>
        <w:tblLayout w:type="fixed"/>
        <w:tblLook w:val="00A0" w:firstRow="1" w:lastRow="0" w:firstColumn="1" w:lastColumn="0" w:noHBand="0" w:noVBand="0"/>
      </w:tblPr>
      <w:tblGrid>
        <w:gridCol w:w="469"/>
        <w:gridCol w:w="2576"/>
        <w:gridCol w:w="1991"/>
        <w:gridCol w:w="4898"/>
      </w:tblGrid>
      <w:tr w:rsidR="004A1B1A" w:rsidRPr="001661BD" w14:paraId="67AA610A" w14:textId="77777777" w:rsidTr="00E6043E">
        <w:trPr>
          <w:trHeight w:val="858"/>
        </w:trPr>
        <w:tc>
          <w:tcPr>
            <w:tcW w:w="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12F5828E" w14:textId="77777777" w:rsidR="004A1B1A" w:rsidRPr="00CE3AE6" w:rsidRDefault="004A1B1A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F9E3F8D" w14:textId="77777777" w:rsidR="004A1B1A" w:rsidRPr="00CE3AE6" w:rsidRDefault="004A1B1A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24F8E661" w14:textId="77777777" w:rsidR="004A1B1A" w:rsidRPr="00CE3AE6" w:rsidRDefault="004A1B1A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8D5D087" w14:textId="77777777" w:rsidR="004A1B1A" w:rsidRPr="00CE3AE6" w:rsidRDefault="004A1B1A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BAAEF47" w14:textId="0124B8E5" w:rsidR="004A1B1A" w:rsidRPr="00CE3AE6" w:rsidRDefault="004A1B1A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</w:p>
        </w:tc>
      </w:tr>
      <w:tr w:rsidR="004A1B1A" w:rsidRPr="001661BD" w14:paraId="10422F2D" w14:textId="77777777" w:rsidTr="00E6043E">
        <w:trPr>
          <w:trHeight w:val="389"/>
        </w:trPr>
        <w:tc>
          <w:tcPr>
            <w:tcW w:w="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9AC5B" w14:textId="77777777" w:rsidR="004A1B1A" w:rsidRPr="001661BD" w:rsidRDefault="004A1B1A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5CBDE" w14:textId="77777777" w:rsidR="004A1B1A" w:rsidRPr="001661BD" w:rsidRDefault="004A1B1A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F1763" w14:textId="77777777" w:rsidR="004A1B1A" w:rsidRPr="001661BD" w:rsidRDefault="004A1B1A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ACEF4" w14:textId="3DADB2BF" w:rsidR="004A1B1A" w:rsidRPr="001661BD" w:rsidRDefault="004A1B1A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4A1B1A" w:rsidRPr="001661BD" w14:paraId="681A19E0" w14:textId="77777777" w:rsidTr="00E6043E">
        <w:trPr>
          <w:trHeight w:val="389"/>
        </w:trPr>
        <w:tc>
          <w:tcPr>
            <w:tcW w:w="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87E3B" w14:textId="77777777" w:rsidR="004A1B1A" w:rsidRPr="001661BD" w:rsidRDefault="004A1B1A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F6FB5" w14:textId="77777777" w:rsidR="004A1B1A" w:rsidRPr="001661BD" w:rsidRDefault="004A1B1A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9ACB0" w14:textId="77777777" w:rsidR="004A1B1A" w:rsidRPr="001661BD" w:rsidRDefault="004A1B1A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D372A" w14:textId="17210E2E" w:rsidR="004A1B1A" w:rsidRPr="001661BD" w:rsidRDefault="004A1B1A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4C5F9B7D" w14:textId="366307E5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6F14A7">
        <w:rPr>
          <w:b/>
          <w:sz w:val="22"/>
        </w:rPr>
        <w:t>udzielamy gwarancji na okres</w:t>
      </w:r>
      <w:r w:rsidR="007B7473">
        <w:rPr>
          <w:b/>
          <w:sz w:val="22"/>
        </w:rPr>
        <w:t xml:space="preserve"> /</w:t>
      </w:r>
      <w:r w:rsidR="00C845B4">
        <w:rPr>
          <w:b/>
          <w:sz w:val="22"/>
        </w:rPr>
        <w:t>24</w:t>
      </w:r>
      <w:r w:rsidR="007B7473">
        <w:rPr>
          <w:b/>
          <w:sz w:val="22"/>
        </w:rPr>
        <w:t>-</w:t>
      </w:r>
      <w:r w:rsidR="00E92273" w:rsidRPr="00DD0496">
        <w:rPr>
          <w:b/>
          <w:sz w:val="22"/>
        </w:rPr>
        <w:t>60</w:t>
      </w:r>
      <w:r w:rsidR="007B7473" w:rsidRPr="00DD0496">
        <w:rPr>
          <w:b/>
          <w:sz w:val="22"/>
        </w:rPr>
        <w:t xml:space="preserve"> m</w:t>
      </w:r>
      <w:r w:rsidR="007B7473" w:rsidRPr="009F7A3A">
        <w:rPr>
          <w:b/>
          <w:strike/>
          <w:sz w:val="22"/>
        </w:rPr>
        <w:t>/</w:t>
      </w:r>
      <w:r w:rsidR="009F7A3A">
        <w:rPr>
          <w:b/>
          <w:sz w:val="22"/>
        </w:rPr>
        <w:t xml:space="preserve"> z</w:t>
      </w:r>
      <w:r w:rsidRPr="0097776D">
        <w:rPr>
          <w:sz w:val="22"/>
        </w:rPr>
        <w:t xml:space="preserve"> .......... </w:t>
      </w:r>
      <w:r w:rsidRPr="006F14A7">
        <w:rPr>
          <w:b/>
          <w:sz w:val="22"/>
        </w:rPr>
        <w:t xml:space="preserve">miesięcy </w:t>
      </w:r>
      <w:r w:rsidRPr="0097776D">
        <w:rPr>
          <w:sz w:val="22"/>
        </w:rPr>
        <w:t>licząc od daty odbioru końcowego;</w:t>
      </w:r>
    </w:p>
    <w:p w14:paraId="0ADCE095" w14:textId="77777777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74BEB3A1" w14:textId="38AF4893" w:rsidR="006F14A7" w:rsidRDefault="00FF57EE" w:rsidP="006F14A7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3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4"/>
      </w:r>
      <w:r w:rsidR="00525EFF" w:rsidRPr="0097776D">
        <w:rPr>
          <w:sz w:val="22"/>
        </w:rPr>
        <w:t>.</w:t>
      </w:r>
    </w:p>
    <w:p w14:paraId="1E7095C3" w14:textId="77777777" w:rsidR="006F14A7" w:rsidRDefault="006F14A7" w:rsidP="005A58B0">
      <w:pPr>
        <w:pStyle w:val="Akapitzlist"/>
        <w:spacing w:before="240" w:after="120" w:line="360" w:lineRule="auto"/>
        <w:ind w:left="284"/>
        <w:jc w:val="both"/>
        <w:rPr>
          <w:b/>
          <w:sz w:val="22"/>
          <w:szCs w:val="22"/>
        </w:rPr>
      </w:pPr>
    </w:p>
    <w:p w14:paraId="1DF456EB" w14:textId="77777777"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41B72DDE" w14:textId="78336C77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nie będzie</w:t>
      </w:r>
      <w:r w:rsidRPr="00CE3AE6">
        <w:rPr>
          <w:bCs/>
          <w:sz w:val="22"/>
          <w:szCs w:val="22"/>
        </w:rPr>
        <w:t xml:space="preserve"> prowadzić u Zamawiającego do powstania obowiązku podatkowego zgod</w:t>
      </w:r>
      <w:r w:rsidR="00154BFF">
        <w:rPr>
          <w:bCs/>
          <w:sz w:val="22"/>
          <w:szCs w:val="22"/>
        </w:rPr>
        <w:t>nie z ustawą z dnia 11 marca 200</w:t>
      </w:r>
      <w:r w:rsidRPr="00CE3AE6">
        <w:rPr>
          <w:bCs/>
          <w:sz w:val="22"/>
          <w:szCs w:val="22"/>
        </w:rPr>
        <w:t xml:space="preserve">4 r. o podatku od towarów i usług </w:t>
      </w:r>
      <w:r w:rsidR="003B46E2" w:rsidRPr="003B46E2">
        <w:rPr>
          <w:bCs/>
          <w:sz w:val="22"/>
          <w:szCs w:val="22"/>
        </w:rPr>
        <w:t>(</w:t>
      </w:r>
      <w:proofErr w:type="spellStart"/>
      <w:r w:rsidR="003B46E2" w:rsidRPr="003B46E2">
        <w:rPr>
          <w:bCs/>
          <w:sz w:val="22"/>
          <w:szCs w:val="22"/>
        </w:rPr>
        <w:t>t.j</w:t>
      </w:r>
      <w:proofErr w:type="spellEnd"/>
      <w:r w:rsidR="003B46E2" w:rsidRPr="003B46E2">
        <w:rPr>
          <w:bCs/>
          <w:sz w:val="22"/>
          <w:szCs w:val="22"/>
        </w:rPr>
        <w:t xml:space="preserve">. Dz. U. z </w:t>
      </w:r>
      <w:r w:rsidR="00D0481C">
        <w:rPr>
          <w:bCs/>
          <w:sz w:val="22"/>
          <w:szCs w:val="22"/>
        </w:rPr>
        <w:t>2022</w:t>
      </w:r>
      <w:r w:rsidR="003B46E2" w:rsidRPr="003B46E2">
        <w:rPr>
          <w:bCs/>
          <w:sz w:val="22"/>
          <w:szCs w:val="22"/>
        </w:rPr>
        <w:t xml:space="preserve"> r. poz. </w:t>
      </w:r>
      <w:r w:rsidR="00D0481C">
        <w:rPr>
          <w:bCs/>
          <w:sz w:val="22"/>
          <w:szCs w:val="22"/>
        </w:rPr>
        <w:t>931</w:t>
      </w:r>
      <w:r w:rsidR="003B46E2" w:rsidRPr="003B46E2">
        <w:rPr>
          <w:bCs/>
          <w:sz w:val="22"/>
          <w:szCs w:val="22"/>
        </w:rPr>
        <w:t>)</w:t>
      </w:r>
    </w:p>
    <w:p w14:paraId="2B6775D7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3B208AEE" w14:textId="0852D588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</w:t>
      </w:r>
      <w:r w:rsidR="00D0481C">
        <w:rPr>
          <w:bCs/>
          <w:sz w:val="22"/>
          <w:szCs w:val="22"/>
        </w:rPr>
        <w:t>nie z ustawą z dnia 11 marca 200</w:t>
      </w:r>
      <w:r w:rsidRPr="00CE3AE6">
        <w:rPr>
          <w:bCs/>
          <w:sz w:val="22"/>
          <w:szCs w:val="22"/>
        </w:rPr>
        <w:t xml:space="preserve">4 r. o podatku od towarów i usług </w:t>
      </w:r>
      <w:r w:rsidR="003B46E2" w:rsidRPr="003B46E2">
        <w:rPr>
          <w:bCs/>
          <w:sz w:val="22"/>
          <w:szCs w:val="22"/>
        </w:rPr>
        <w:t>(</w:t>
      </w:r>
      <w:proofErr w:type="spellStart"/>
      <w:r w:rsidR="003B46E2" w:rsidRPr="003B46E2">
        <w:rPr>
          <w:bCs/>
          <w:sz w:val="22"/>
          <w:szCs w:val="22"/>
        </w:rPr>
        <w:t>t.j</w:t>
      </w:r>
      <w:proofErr w:type="spellEnd"/>
      <w:r w:rsidR="003B46E2" w:rsidRPr="003B46E2">
        <w:rPr>
          <w:bCs/>
          <w:sz w:val="22"/>
          <w:szCs w:val="22"/>
        </w:rPr>
        <w:t>. Dz. U. z 202</w:t>
      </w:r>
      <w:r w:rsidR="00D0481C">
        <w:rPr>
          <w:bCs/>
          <w:sz w:val="22"/>
          <w:szCs w:val="22"/>
        </w:rPr>
        <w:t>2</w:t>
      </w:r>
      <w:r w:rsidR="003B46E2" w:rsidRPr="003B46E2">
        <w:rPr>
          <w:bCs/>
          <w:sz w:val="22"/>
          <w:szCs w:val="22"/>
        </w:rPr>
        <w:t xml:space="preserve"> r. poz. </w:t>
      </w:r>
      <w:r w:rsidR="00D0481C">
        <w:rPr>
          <w:bCs/>
          <w:sz w:val="22"/>
          <w:szCs w:val="22"/>
        </w:rPr>
        <w:t>931</w:t>
      </w:r>
      <w:r w:rsidRPr="00CE3AE6">
        <w:rPr>
          <w:bCs/>
          <w:sz w:val="22"/>
          <w:szCs w:val="22"/>
        </w:rPr>
        <w:t>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162BC00F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A7E8D6C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4045495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Nazwy (rodzaje) towaru lub usługi, których dostawa lub świadczenie będą prowadziły </w:t>
            </w:r>
            <w:r w:rsidRPr="00CE3AE6">
              <w:rPr>
                <w:sz w:val="20"/>
                <w:szCs w:val="20"/>
              </w:rPr>
              <w:lastRenderedPageBreak/>
              <w:t>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52DA4A2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lastRenderedPageBreak/>
              <w:t xml:space="preserve">Wartość towaru lub usługi objętego obowiązkiem podatkowym </w:t>
            </w:r>
            <w:r w:rsidRPr="00CE3AE6">
              <w:rPr>
                <w:sz w:val="20"/>
                <w:szCs w:val="20"/>
              </w:rPr>
              <w:lastRenderedPageBreak/>
              <w:t>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3119FC9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lastRenderedPageBreak/>
              <w:t>Stawka podatku od towarów i usług, która zgodnie z wiedzą Wykonawcy, będzie miała zastosowanie</w:t>
            </w:r>
          </w:p>
        </w:tc>
      </w:tr>
      <w:tr w:rsidR="00CE3AE6" w:rsidRPr="00CE3AE6" w14:paraId="63B5126F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3B15A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2DF31" w14:textId="77777777" w:rsid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  <w:p w14:paraId="1C67A27D" w14:textId="77777777" w:rsidR="005A58B0" w:rsidRPr="00CE3AE6" w:rsidRDefault="005A58B0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15240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D4DF8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4E7057EA" w14:textId="77777777" w:rsidR="00C240AC" w:rsidRDefault="00C240AC" w:rsidP="00C240AC">
      <w:pPr>
        <w:pStyle w:val="Akapitzlist"/>
        <w:spacing w:after="120" w:line="276" w:lineRule="auto"/>
        <w:ind w:left="284"/>
        <w:jc w:val="both"/>
        <w:rPr>
          <w:bCs/>
          <w:sz w:val="16"/>
          <w:szCs w:val="16"/>
        </w:rPr>
      </w:pPr>
    </w:p>
    <w:p w14:paraId="1C74709A" w14:textId="77777777" w:rsidR="00E6043E" w:rsidRDefault="00E6043E" w:rsidP="006F14A7">
      <w:pPr>
        <w:autoSpaceDE w:val="0"/>
        <w:autoSpaceDN w:val="0"/>
        <w:adjustRightInd w:val="0"/>
        <w:jc w:val="both"/>
        <w:rPr>
          <w:b/>
          <w:color w:val="0D0D0D" w:themeColor="text1" w:themeTint="F2"/>
        </w:rPr>
      </w:pPr>
    </w:p>
    <w:p w14:paraId="285CF265" w14:textId="77777777" w:rsidR="00E6043E" w:rsidRDefault="00E6043E" w:rsidP="006F14A7">
      <w:pPr>
        <w:autoSpaceDE w:val="0"/>
        <w:autoSpaceDN w:val="0"/>
        <w:adjustRightInd w:val="0"/>
        <w:jc w:val="both"/>
        <w:rPr>
          <w:b/>
          <w:color w:val="0D0D0D" w:themeColor="text1" w:themeTint="F2"/>
        </w:rPr>
      </w:pPr>
    </w:p>
    <w:p w14:paraId="350C4258" w14:textId="3A108F79" w:rsidR="006F14A7" w:rsidRPr="003A013C" w:rsidRDefault="006F14A7" w:rsidP="006F14A7">
      <w:pPr>
        <w:autoSpaceDE w:val="0"/>
        <w:autoSpaceDN w:val="0"/>
        <w:adjustRightInd w:val="0"/>
        <w:jc w:val="both"/>
        <w:rPr>
          <w:b/>
          <w:color w:val="0D0D0D" w:themeColor="text1" w:themeTint="F2"/>
        </w:rPr>
      </w:pPr>
      <w:r w:rsidRPr="003A013C">
        <w:rPr>
          <w:b/>
          <w:color w:val="0D0D0D" w:themeColor="text1" w:themeTint="F2"/>
        </w:rPr>
        <w:t>Uwaga.</w:t>
      </w:r>
    </w:p>
    <w:p w14:paraId="437620AE" w14:textId="25D08E40" w:rsidR="006F14A7" w:rsidRPr="006F14A7" w:rsidRDefault="006F14A7" w:rsidP="006F14A7">
      <w:pPr>
        <w:autoSpaceDE w:val="0"/>
        <w:autoSpaceDN w:val="0"/>
        <w:adjustRightInd w:val="0"/>
        <w:jc w:val="both"/>
        <w:rPr>
          <w:i/>
          <w:color w:val="0D0D0D" w:themeColor="text1" w:themeTint="F2"/>
        </w:rPr>
      </w:pPr>
      <w:r w:rsidRPr="006F14A7">
        <w:rPr>
          <w:i/>
          <w:color w:val="0D0D0D" w:themeColor="text1" w:themeTint="F2"/>
        </w:rPr>
        <w:t xml:space="preserve">W </w:t>
      </w:r>
      <w:r w:rsidRPr="006F14A7">
        <w:rPr>
          <w:bCs/>
          <w:i/>
          <w:color w:val="0D0D0D" w:themeColor="text1" w:themeTint="F2"/>
        </w:rPr>
        <w:t>przypadku</w:t>
      </w:r>
      <w:r w:rsidRPr="006F14A7">
        <w:rPr>
          <w:i/>
          <w:color w:val="0D0D0D" w:themeColor="text1" w:themeTint="F2"/>
        </w:rPr>
        <w:t xml:space="preserve"> braku zaznaczenia (niewskazania) żadnej z ww. treści oświadczenia i niewypełnienie powyższych pól – Zamawiający uzna, że wybór przedmiotowej oferty nie będzie prowadzić do powstania u Zamawiającego obowiązku podatkowego.</w:t>
      </w:r>
    </w:p>
    <w:p w14:paraId="0EC0696B" w14:textId="77777777" w:rsidR="006F14A7" w:rsidRDefault="006F14A7" w:rsidP="00C240AC">
      <w:pPr>
        <w:pStyle w:val="Akapitzlist"/>
        <w:spacing w:after="120" w:line="276" w:lineRule="auto"/>
        <w:ind w:left="284"/>
        <w:jc w:val="both"/>
        <w:rPr>
          <w:bCs/>
          <w:sz w:val="16"/>
          <w:szCs w:val="16"/>
        </w:rPr>
      </w:pPr>
    </w:p>
    <w:p w14:paraId="0698F56E" w14:textId="77777777" w:rsidR="006F14A7" w:rsidRPr="00AF4AC3" w:rsidRDefault="006F14A7" w:rsidP="00C240AC">
      <w:pPr>
        <w:pStyle w:val="Akapitzlist"/>
        <w:spacing w:after="120" w:line="276" w:lineRule="auto"/>
        <w:ind w:left="284"/>
        <w:jc w:val="both"/>
        <w:rPr>
          <w:bCs/>
          <w:sz w:val="16"/>
          <w:szCs w:val="16"/>
        </w:rPr>
      </w:pPr>
    </w:p>
    <w:p w14:paraId="08841EB7" w14:textId="77777777" w:rsidR="007D475B" w:rsidRPr="007D475B" w:rsidRDefault="007D475B" w:rsidP="007D475B">
      <w:pPr>
        <w:pStyle w:val="Akapitzlist"/>
        <w:spacing w:before="240" w:after="120" w:line="360" w:lineRule="auto"/>
        <w:ind w:left="284"/>
        <w:jc w:val="both"/>
        <w:rPr>
          <w:sz w:val="12"/>
          <w:szCs w:val="12"/>
        </w:rPr>
      </w:pPr>
    </w:p>
    <w:p w14:paraId="41BE7E68" w14:textId="4235D4E2" w:rsidR="007F2F1C" w:rsidRPr="00DD0496" w:rsidRDefault="007F2F1C" w:rsidP="007F2F1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DD0496">
        <w:rPr>
          <w:rFonts w:ascii="Arial" w:hAnsi="Arial" w:cs="Arial"/>
          <w:sz w:val="20"/>
          <w:szCs w:val="20"/>
        </w:rPr>
        <w:t xml:space="preserve">Informuję, iż informacje i dokumenty zawarte na stronach o numerach </w:t>
      </w:r>
    </w:p>
    <w:p w14:paraId="44042F07" w14:textId="77777777" w:rsidR="007F2F1C" w:rsidRPr="00DD0496" w:rsidRDefault="007F2F1C" w:rsidP="007F2F1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160" w:after="160" w:line="276" w:lineRule="auto"/>
        <w:rPr>
          <w:rFonts w:ascii="Arial" w:hAnsi="Arial" w:cs="Arial"/>
          <w:bCs/>
          <w:sz w:val="20"/>
          <w:szCs w:val="20"/>
        </w:rPr>
      </w:pPr>
      <w:r w:rsidRPr="00DD0496">
        <w:rPr>
          <w:rFonts w:ascii="Arial" w:hAnsi="Arial" w:cs="Arial"/>
          <w:bCs/>
          <w:sz w:val="20"/>
          <w:szCs w:val="20"/>
        </w:rPr>
        <w:t>Od - do</w:t>
      </w:r>
    </w:p>
    <w:p w14:paraId="6F8CF1D0" w14:textId="77777777" w:rsidR="007F2F1C" w:rsidRPr="005B1D7C" w:rsidRDefault="007F2F1C" w:rsidP="007F2F1C">
      <w:pPr>
        <w:pStyle w:val="Akapitzlist"/>
        <w:autoSpaceDE w:val="0"/>
        <w:autoSpaceDN w:val="0"/>
        <w:adjustRightInd w:val="0"/>
        <w:spacing w:before="120" w:after="120" w:line="276" w:lineRule="auto"/>
        <w:ind w:left="284"/>
        <w:contextualSpacing w:val="0"/>
        <w:rPr>
          <w:rFonts w:ascii="Arial" w:hAnsi="Arial" w:cs="Arial"/>
          <w:sz w:val="20"/>
          <w:szCs w:val="20"/>
        </w:rPr>
      </w:pPr>
      <w:r w:rsidRPr="00DD0496">
        <w:rPr>
          <w:rFonts w:ascii="Arial" w:hAnsi="Arial" w:cs="Arial"/>
          <w:b/>
          <w:sz w:val="20"/>
          <w:szCs w:val="20"/>
        </w:rPr>
        <w:t>stanowią tajemnicę przedsiębiorstwa</w:t>
      </w:r>
      <w:r w:rsidRPr="00DD0496">
        <w:rPr>
          <w:rFonts w:ascii="Arial" w:hAnsi="Arial" w:cs="Arial"/>
          <w:sz w:val="20"/>
          <w:szCs w:val="20"/>
        </w:rPr>
        <w:t xml:space="preserve"> w rozumieniu przepisów o zwalczaniu nieuczciwej konkurencji i zastrzegam, że nie mogą być one udostępniane. Na potwierdzenie powyższego </w:t>
      </w:r>
      <w:r w:rsidRPr="00DD0496">
        <w:rPr>
          <w:rFonts w:ascii="Arial" w:hAnsi="Arial" w:cs="Arial"/>
          <w:b/>
          <w:sz w:val="20"/>
          <w:szCs w:val="20"/>
        </w:rPr>
        <w:t>załączam stosowne wyjaśnienia</w:t>
      </w:r>
      <w:r w:rsidRPr="00DD0496">
        <w:rPr>
          <w:rFonts w:ascii="Arial" w:hAnsi="Arial" w:cs="Arial"/>
          <w:sz w:val="20"/>
          <w:szCs w:val="20"/>
        </w:rPr>
        <w:t xml:space="preserve"> wskazujące, iż zastrzeżone informacje stanowią tajemnicę przedsiębiorstwa.</w:t>
      </w:r>
    </w:p>
    <w:p w14:paraId="4F9AF9D1" w14:textId="02A6309F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4F800089" w14:textId="77777777" w:rsidTr="00DC336F">
        <w:tc>
          <w:tcPr>
            <w:tcW w:w="2551" w:type="dxa"/>
            <w:shd w:val="clear" w:color="auto" w:fill="auto"/>
            <w:vAlign w:val="center"/>
          </w:tcPr>
          <w:p w14:paraId="076EAEA1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14:paraId="3C2E18F3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57F51426" w14:textId="77777777" w:rsidTr="00DC336F">
        <w:tc>
          <w:tcPr>
            <w:tcW w:w="2551" w:type="dxa"/>
            <w:shd w:val="clear" w:color="auto" w:fill="auto"/>
            <w:vAlign w:val="center"/>
          </w:tcPr>
          <w:p w14:paraId="7CA174F0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14:paraId="59100DFA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2D89505D" w14:textId="77777777" w:rsidTr="00DC336F">
        <w:tc>
          <w:tcPr>
            <w:tcW w:w="2551" w:type="dxa"/>
            <w:shd w:val="clear" w:color="auto" w:fill="auto"/>
            <w:vAlign w:val="center"/>
          </w:tcPr>
          <w:p w14:paraId="7012D7F5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  <w:shd w:val="clear" w:color="auto" w:fill="auto"/>
          </w:tcPr>
          <w:p w14:paraId="1DF3D043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5E0CAF93" w14:textId="77777777" w:rsidTr="00DC336F">
        <w:tc>
          <w:tcPr>
            <w:tcW w:w="2551" w:type="dxa"/>
            <w:shd w:val="clear" w:color="auto" w:fill="auto"/>
            <w:vAlign w:val="center"/>
          </w:tcPr>
          <w:p w14:paraId="07DCD834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  <w:shd w:val="clear" w:color="auto" w:fill="auto"/>
          </w:tcPr>
          <w:p w14:paraId="3E5F0341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547C1CCB" w14:textId="58383FED" w:rsidR="004E28CA" w:rsidRPr="004E28CA" w:rsidRDefault="0097776D" w:rsidP="004E28CA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>
        <w:rPr>
          <w:sz w:val="22"/>
          <w:szCs w:val="22"/>
        </w:rPr>
        <w:t xml:space="preserve"> są:</w:t>
      </w:r>
    </w:p>
    <w:p w14:paraId="6D415E4F" w14:textId="0A432390" w:rsidR="007D475B" w:rsidRPr="007D475B" w:rsidRDefault="001E3A46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503DD5">
        <w:rPr>
          <w:b/>
          <w:sz w:val="22"/>
          <w:szCs w:val="22"/>
        </w:rPr>
        <w:t>Dowody równoważności oferowanych urządzeń</w:t>
      </w:r>
      <w:r w:rsidR="004E28CA" w:rsidRPr="00503DD5">
        <w:rPr>
          <w:b/>
          <w:sz w:val="22"/>
          <w:szCs w:val="22"/>
        </w:rPr>
        <w:t xml:space="preserve"> (jeżeli zajdzie taka potrzeba)</w:t>
      </w:r>
      <w:r>
        <w:rPr>
          <w:b/>
          <w:sz w:val="22"/>
          <w:szCs w:val="22"/>
        </w:rPr>
        <w:t xml:space="preserve"> </w:t>
      </w:r>
      <w:r w:rsidR="007D475B"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="007D475B" w:rsidRPr="007D475B">
        <w:rPr>
          <w:b/>
          <w:sz w:val="22"/>
          <w:szCs w:val="22"/>
        </w:rPr>
        <w:t>________</w:t>
      </w:r>
    </w:p>
    <w:p w14:paraId="7FCBF6E7" w14:textId="77777777"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4ECC0603" w14:textId="77777777" w:rsidR="00AF4AC3" w:rsidRPr="007D475B" w:rsidRDefault="00AF4AC3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6BF54A27" w14:textId="77777777" w:rsidR="00C53CE2" w:rsidRDefault="00C53CE2" w:rsidP="001C7D84">
      <w:pPr>
        <w:tabs>
          <w:tab w:val="center" w:pos="7655"/>
        </w:tabs>
        <w:spacing w:before="120" w:line="320" w:lineRule="atLeast"/>
        <w:rPr>
          <w:sz w:val="22"/>
          <w:szCs w:val="22"/>
        </w:rPr>
      </w:pPr>
    </w:p>
    <w:p w14:paraId="58AFB565" w14:textId="77777777" w:rsidR="00582A31" w:rsidRDefault="00582A31" w:rsidP="00BC4F99">
      <w:pPr>
        <w:tabs>
          <w:tab w:val="center" w:pos="7655"/>
        </w:tabs>
        <w:spacing w:line="320" w:lineRule="atLeast"/>
        <w:ind w:left="5245"/>
        <w:jc w:val="center"/>
        <w:rPr>
          <w:i/>
          <w:sz w:val="18"/>
          <w:szCs w:val="18"/>
        </w:rPr>
      </w:pPr>
    </w:p>
    <w:p w14:paraId="7898E42F" w14:textId="77777777" w:rsidR="00DD0496" w:rsidRDefault="00DD0496" w:rsidP="00BC4F99">
      <w:pPr>
        <w:tabs>
          <w:tab w:val="center" w:pos="7655"/>
        </w:tabs>
        <w:spacing w:line="320" w:lineRule="atLeast"/>
        <w:ind w:left="5245"/>
        <w:jc w:val="center"/>
        <w:rPr>
          <w:i/>
          <w:sz w:val="18"/>
          <w:szCs w:val="18"/>
        </w:rPr>
      </w:pPr>
    </w:p>
    <w:p w14:paraId="379BD11A" w14:textId="77777777" w:rsidR="00DD0496" w:rsidRDefault="00DD0496" w:rsidP="00BC4F99">
      <w:pPr>
        <w:tabs>
          <w:tab w:val="center" w:pos="7655"/>
        </w:tabs>
        <w:spacing w:line="320" w:lineRule="atLeast"/>
        <w:ind w:left="5245"/>
        <w:jc w:val="center"/>
        <w:rPr>
          <w:i/>
          <w:sz w:val="18"/>
          <w:szCs w:val="18"/>
        </w:rPr>
      </w:pPr>
    </w:p>
    <w:p w14:paraId="57DF5C8C" w14:textId="77777777" w:rsidR="00DD0496" w:rsidRDefault="00DD0496" w:rsidP="00BC4F99">
      <w:pPr>
        <w:tabs>
          <w:tab w:val="center" w:pos="7655"/>
        </w:tabs>
        <w:spacing w:line="320" w:lineRule="atLeast"/>
        <w:ind w:left="5245"/>
        <w:jc w:val="center"/>
        <w:rPr>
          <w:i/>
          <w:sz w:val="18"/>
          <w:szCs w:val="18"/>
        </w:rPr>
      </w:pPr>
    </w:p>
    <w:p w14:paraId="01732ED0" w14:textId="77777777" w:rsidR="00DD0496" w:rsidRDefault="00DD0496" w:rsidP="00BC4F99">
      <w:pPr>
        <w:tabs>
          <w:tab w:val="center" w:pos="7655"/>
        </w:tabs>
        <w:spacing w:line="320" w:lineRule="atLeast"/>
        <w:ind w:left="5245"/>
        <w:jc w:val="center"/>
        <w:rPr>
          <w:i/>
          <w:sz w:val="18"/>
          <w:szCs w:val="18"/>
        </w:rPr>
      </w:pPr>
    </w:p>
    <w:p w14:paraId="6DCA05EE" w14:textId="77777777" w:rsidR="00DD0496" w:rsidRDefault="00DD0496" w:rsidP="00BC4F99">
      <w:pPr>
        <w:tabs>
          <w:tab w:val="center" w:pos="7655"/>
        </w:tabs>
        <w:spacing w:line="320" w:lineRule="atLeast"/>
        <w:ind w:left="5245"/>
        <w:jc w:val="center"/>
        <w:rPr>
          <w:i/>
          <w:sz w:val="18"/>
          <w:szCs w:val="18"/>
        </w:rPr>
      </w:pPr>
    </w:p>
    <w:p w14:paraId="7E0DBBE6" w14:textId="77777777" w:rsidR="00DD0496" w:rsidRDefault="00DD0496" w:rsidP="00BC4F99">
      <w:pPr>
        <w:tabs>
          <w:tab w:val="center" w:pos="7655"/>
        </w:tabs>
        <w:spacing w:line="320" w:lineRule="atLeast"/>
        <w:ind w:left="5245"/>
        <w:jc w:val="center"/>
        <w:rPr>
          <w:i/>
          <w:sz w:val="18"/>
          <w:szCs w:val="18"/>
        </w:rPr>
      </w:pPr>
    </w:p>
    <w:p w14:paraId="04F8B1AA" w14:textId="77777777" w:rsidR="00582A31" w:rsidRDefault="00582A31" w:rsidP="00582A31">
      <w:pPr>
        <w:tabs>
          <w:tab w:val="center" w:pos="7655"/>
        </w:tabs>
        <w:spacing w:line="320" w:lineRule="atLeast"/>
        <w:ind w:left="5245"/>
        <w:rPr>
          <w:sz w:val="22"/>
          <w:szCs w:val="22"/>
        </w:rPr>
      </w:pPr>
    </w:p>
    <w:p w14:paraId="4172B3C3" w14:textId="77777777" w:rsidR="00582A31" w:rsidRPr="00582A31" w:rsidRDefault="00582A31" w:rsidP="00582A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spacing w:after="160" w:line="259" w:lineRule="auto"/>
        <w:jc w:val="center"/>
        <w:rPr>
          <w:rFonts w:ascii="Arial" w:eastAsiaTheme="minorHAnsi" w:hAnsi="Arial" w:cs="Arial"/>
          <w:sz w:val="20"/>
          <w:szCs w:val="20"/>
          <w:lang w:eastAsia="en-US"/>
        </w:rPr>
      </w:pPr>
      <w:r w:rsidRPr="00DD0496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UWAGA: DOKUMENT NALEŻY PODPISAC KWALIFIKOWANYM PODPISEM ELEKTRONICZNYM LUB </w:t>
      </w:r>
      <w:r w:rsidRPr="00DD0496">
        <w:rPr>
          <w:rFonts w:ascii="Arial" w:eastAsiaTheme="minorHAnsi" w:hAnsi="Arial" w:cs="Arial"/>
          <w:b/>
          <w:sz w:val="20"/>
          <w:szCs w:val="20"/>
          <w:lang w:eastAsia="en-US"/>
        </w:rPr>
        <w:br/>
        <w:t>PODPISEM ZAUFANYM LUB ELEKTRONICZNYM PODPISEM OSOBISTYM</w:t>
      </w:r>
    </w:p>
    <w:p w14:paraId="3227F1C4" w14:textId="77777777" w:rsidR="00582A31" w:rsidRPr="00582A31" w:rsidRDefault="00582A31" w:rsidP="00582A31">
      <w:pPr>
        <w:ind w:firstLine="708"/>
        <w:rPr>
          <w:sz w:val="22"/>
          <w:szCs w:val="22"/>
        </w:rPr>
      </w:pPr>
    </w:p>
    <w:sectPr w:rsidR="00582A31" w:rsidRPr="00582A31" w:rsidSect="00432694">
      <w:headerReference w:type="default" r:id="rId8"/>
      <w:pgSz w:w="11906" w:h="16838"/>
      <w:pgMar w:top="993" w:right="1417" w:bottom="568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A272D9" w14:textId="77777777" w:rsidR="00175605" w:rsidRDefault="00175605" w:rsidP="00FF57EE">
      <w:r>
        <w:separator/>
      </w:r>
    </w:p>
  </w:endnote>
  <w:endnote w:type="continuationSeparator" w:id="0">
    <w:p w14:paraId="77576DAD" w14:textId="77777777" w:rsidR="00175605" w:rsidRDefault="00175605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93B9BF" w14:textId="77777777" w:rsidR="00175605" w:rsidRDefault="00175605" w:rsidP="00FF57EE">
      <w:r>
        <w:separator/>
      </w:r>
    </w:p>
  </w:footnote>
  <w:footnote w:type="continuationSeparator" w:id="0">
    <w:p w14:paraId="6E73E44E" w14:textId="77777777" w:rsidR="00175605" w:rsidRDefault="00175605" w:rsidP="00FF57EE">
      <w:r>
        <w:continuationSeparator/>
      </w:r>
    </w:p>
  </w:footnote>
  <w:footnote w:id="1">
    <w:p w14:paraId="79968807" w14:textId="77777777" w:rsidR="00AE2ACB" w:rsidRPr="00735627" w:rsidRDefault="00AE2ACB" w:rsidP="00AE2ACB">
      <w:pPr>
        <w:pStyle w:val="Tekstprzypisudolnego"/>
        <w:ind w:left="142" w:hanging="142"/>
        <w:jc w:val="both"/>
        <w:rPr>
          <w:sz w:val="18"/>
        </w:rPr>
      </w:pPr>
      <w:r w:rsidRPr="00735627">
        <w:rPr>
          <w:rStyle w:val="Odwoanieprzypisudolnego"/>
          <w:sz w:val="18"/>
        </w:rPr>
        <w:footnoteRef/>
      </w:r>
      <w:r w:rsidRPr="00735627">
        <w:rPr>
          <w:sz w:val="18"/>
        </w:rPr>
        <w:t xml:space="preserve"> w przypadku składania oferty przez podmioty występujące wspólnie, należy podać nazwy (firmy) i adresy wszystkich podmiotów składających wspólną ofertę.</w:t>
      </w:r>
    </w:p>
  </w:footnote>
  <w:footnote w:id="2">
    <w:p w14:paraId="0B2EF679" w14:textId="514AF96A" w:rsidR="006F14A7" w:rsidRPr="003A013C" w:rsidRDefault="006F14A7" w:rsidP="006F14A7">
      <w:pPr>
        <w:pStyle w:val="Tekstprzypisudolnego"/>
        <w:jc w:val="both"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  <w:vertAlign w:val="superscript"/>
          <w:lang w:eastAsia="en-GB"/>
        </w:rPr>
        <w:t>2</w:t>
      </w:r>
      <w:r w:rsidRPr="003A013C">
        <w:rPr>
          <w:color w:val="0D0D0D" w:themeColor="text1" w:themeTint="F2"/>
          <w:sz w:val="18"/>
          <w:szCs w:val="18"/>
          <w:lang w:eastAsia="en-GB"/>
        </w:rPr>
        <w:t xml:space="preserve"> właściwe zaznaczyć: </w:t>
      </w:r>
      <w:proofErr w:type="spellStart"/>
      <w:r w:rsidRPr="003A013C">
        <w:rPr>
          <w:color w:val="0D0D0D" w:themeColor="text1" w:themeTint="F2"/>
          <w:sz w:val="18"/>
          <w:szCs w:val="18"/>
          <w:lang w:eastAsia="en-GB"/>
        </w:rPr>
        <w:t>Mikroprzedsiębiorca</w:t>
      </w:r>
      <w:proofErr w:type="spellEnd"/>
      <w:r w:rsidRPr="003A013C">
        <w:rPr>
          <w:color w:val="0D0D0D" w:themeColor="text1" w:themeTint="F2"/>
          <w:sz w:val="18"/>
          <w:szCs w:val="18"/>
          <w:lang w:eastAsia="en-GB"/>
        </w:rPr>
        <w:t xml:space="preserve"> – przedsiębiorca, który zatrudnia mniej niż 10 osób i którego roczny obrót lub roczna suma bilansowa nie przekracza 2 milionów EUR. Mały przedsiębiorca – przedsiębiorca, który nie jest </w:t>
      </w:r>
      <w:proofErr w:type="spellStart"/>
      <w:r w:rsidRPr="003A013C">
        <w:rPr>
          <w:color w:val="0D0D0D" w:themeColor="text1" w:themeTint="F2"/>
          <w:sz w:val="18"/>
          <w:szCs w:val="18"/>
          <w:lang w:eastAsia="en-GB"/>
        </w:rPr>
        <w:t>mikroprzedsiębiorcą</w:t>
      </w:r>
      <w:proofErr w:type="spellEnd"/>
      <w:r>
        <w:rPr>
          <w:color w:val="0D0D0D" w:themeColor="text1" w:themeTint="F2"/>
          <w:sz w:val="18"/>
          <w:szCs w:val="18"/>
          <w:lang w:eastAsia="en-GB"/>
        </w:rPr>
        <w:t xml:space="preserve"> </w:t>
      </w:r>
      <w:r w:rsidRPr="003A013C">
        <w:rPr>
          <w:color w:val="0D0D0D" w:themeColor="text1" w:themeTint="F2"/>
          <w:sz w:val="18"/>
          <w:szCs w:val="18"/>
          <w:lang w:eastAsia="en-GB"/>
        </w:rPr>
        <w:t xml:space="preserve">i który zatrudnia mniej niż 50 osób i którego roczny obrót lub roczna suma bilansowa nie przekracza 10 milionów EUR. Średni przedsiębiorca – przedsiębiorca, który nie jest </w:t>
      </w:r>
      <w:proofErr w:type="spellStart"/>
      <w:r w:rsidRPr="003A013C">
        <w:rPr>
          <w:color w:val="0D0D0D" w:themeColor="text1" w:themeTint="F2"/>
          <w:sz w:val="18"/>
          <w:szCs w:val="18"/>
          <w:lang w:eastAsia="en-GB"/>
        </w:rPr>
        <w:t>mikroprzedsiębiorcą</w:t>
      </w:r>
      <w:proofErr w:type="spellEnd"/>
      <w:r w:rsidRPr="003A013C">
        <w:rPr>
          <w:color w:val="0D0D0D" w:themeColor="text1" w:themeTint="F2"/>
          <w:sz w:val="18"/>
          <w:szCs w:val="18"/>
          <w:lang w:eastAsia="en-GB"/>
        </w:rPr>
        <w:t xml:space="preserve"> ani małym przedsiębiorcą i który zatrudnia mniej niż 250 osób </w:t>
      </w:r>
      <w:r w:rsidRPr="003A013C">
        <w:rPr>
          <w:bCs/>
          <w:color w:val="0D0D0D" w:themeColor="text1" w:themeTint="F2"/>
          <w:sz w:val="18"/>
          <w:szCs w:val="18"/>
          <w:lang w:eastAsia="en-GB"/>
        </w:rPr>
        <w:t>i którego</w:t>
      </w:r>
      <w:r w:rsidRPr="003A013C">
        <w:rPr>
          <w:color w:val="0D0D0D" w:themeColor="text1" w:themeTint="F2"/>
          <w:sz w:val="18"/>
          <w:szCs w:val="18"/>
          <w:lang w:eastAsia="en-GB"/>
        </w:rPr>
        <w:t xml:space="preserve"> roczny obrót nie przekracza 50 milionów EUR lub</w:t>
      </w:r>
      <w:r w:rsidR="008F40DB">
        <w:rPr>
          <w:color w:val="0D0D0D" w:themeColor="text1" w:themeTint="F2"/>
          <w:sz w:val="18"/>
          <w:szCs w:val="18"/>
          <w:lang w:eastAsia="en-GB"/>
        </w:rPr>
        <w:t xml:space="preserve"> </w:t>
      </w:r>
      <w:r w:rsidRPr="003A013C">
        <w:rPr>
          <w:color w:val="0D0D0D" w:themeColor="text1" w:themeTint="F2"/>
          <w:sz w:val="18"/>
          <w:szCs w:val="18"/>
          <w:lang w:eastAsia="en-GB"/>
        </w:rPr>
        <w:t>roczna suma bilansowa nie przekracza 43 milionów EUR.</w:t>
      </w:r>
    </w:p>
  </w:footnote>
  <w:footnote w:id="3">
    <w:p w14:paraId="1EED7BCA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17B2C8FB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40D4FB6F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B497C" w14:textId="4F206986" w:rsidR="004217F8" w:rsidRDefault="004217F8">
    <w:pPr>
      <w:pStyle w:val="Nagwek"/>
    </w:pPr>
    <w:r>
      <w:t>GKiRG.271.</w:t>
    </w:r>
    <w:r w:rsidR="002449F2">
      <w:t>1.</w:t>
    </w:r>
    <w:r w:rsidR="00DA262B">
      <w:t>7</w:t>
    </w:r>
    <w:r w:rsidR="00A311D2">
      <w:t>.202</w:t>
    </w:r>
    <w:r w:rsidR="002449F2">
      <w:t>4</w:t>
    </w:r>
  </w:p>
  <w:p w14:paraId="20C1502D" w14:textId="03F6E713" w:rsidR="00AE2ACB" w:rsidRPr="00AE2ACB" w:rsidRDefault="00AE2ACB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205D7A"/>
    <w:multiLevelType w:val="multilevel"/>
    <w:tmpl w:val="3326C97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67467134">
    <w:abstractNumId w:val="3"/>
  </w:num>
  <w:num w:numId="2" w16cid:durableId="2045906118">
    <w:abstractNumId w:val="1"/>
  </w:num>
  <w:num w:numId="3" w16cid:durableId="610163937">
    <w:abstractNumId w:val="2"/>
  </w:num>
  <w:num w:numId="4" w16cid:durableId="1334920532">
    <w:abstractNumId w:val="4"/>
  </w:num>
  <w:num w:numId="5" w16cid:durableId="339895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EBA"/>
    <w:rsid w:val="000420BF"/>
    <w:rsid w:val="00042206"/>
    <w:rsid w:val="000A3821"/>
    <w:rsid w:val="000A77FA"/>
    <w:rsid w:val="000F23AD"/>
    <w:rsid w:val="001063D3"/>
    <w:rsid w:val="001175FC"/>
    <w:rsid w:val="00150164"/>
    <w:rsid w:val="00154BFF"/>
    <w:rsid w:val="001619EA"/>
    <w:rsid w:val="00170360"/>
    <w:rsid w:val="00173D0E"/>
    <w:rsid w:val="00175605"/>
    <w:rsid w:val="001827B4"/>
    <w:rsid w:val="001B50CF"/>
    <w:rsid w:val="001C11A5"/>
    <w:rsid w:val="001C7D84"/>
    <w:rsid w:val="001E3A46"/>
    <w:rsid w:val="002214DB"/>
    <w:rsid w:val="002449F2"/>
    <w:rsid w:val="00247A66"/>
    <w:rsid w:val="00264ADE"/>
    <w:rsid w:val="00267D1F"/>
    <w:rsid w:val="0027689B"/>
    <w:rsid w:val="00283C2F"/>
    <w:rsid w:val="002874B7"/>
    <w:rsid w:val="00293D30"/>
    <w:rsid w:val="002C219F"/>
    <w:rsid w:val="002E612D"/>
    <w:rsid w:val="003723EC"/>
    <w:rsid w:val="00390742"/>
    <w:rsid w:val="003A6FDA"/>
    <w:rsid w:val="003B46E2"/>
    <w:rsid w:val="003B769C"/>
    <w:rsid w:val="00405217"/>
    <w:rsid w:val="004217F8"/>
    <w:rsid w:val="00432694"/>
    <w:rsid w:val="0048237D"/>
    <w:rsid w:val="004A1B1A"/>
    <w:rsid w:val="004A71F3"/>
    <w:rsid w:val="004D4DD1"/>
    <w:rsid w:val="004D5A42"/>
    <w:rsid w:val="004E28CA"/>
    <w:rsid w:val="004F64BD"/>
    <w:rsid w:val="00503DD5"/>
    <w:rsid w:val="00525EFF"/>
    <w:rsid w:val="00582A31"/>
    <w:rsid w:val="005844F6"/>
    <w:rsid w:val="005966FE"/>
    <w:rsid w:val="005A58B0"/>
    <w:rsid w:val="005C26F8"/>
    <w:rsid w:val="005E31A1"/>
    <w:rsid w:val="005F0B31"/>
    <w:rsid w:val="005F54F6"/>
    <w:rsid w:val="005F6F5F"/>
    <w:rsid w:val="00636EFB"/>
    <w:rsid w:val="006450DF"/>
    <w:rsid w:val="0066387E"/>
    <w:rsid w:val="0067583F"/>
    <w:rsid w:val="006964FD"/>
    <w:rsid w:val="006B0766"/>
    <w:rsid w:val="006B5834"/>
    <w:rsid w:val="006B63D6"/>
    <w:rsid w:val="006C641D"/>
    <w:rsid w:val="006D09E0"/>
    <w:rsid w:val="006F14A7"/>
    <w:rsid w:val="00735627"/>
    <w:rsid w:val="00740AAD"/>
    <w:rsid w:val="007A024A"/>
    <w:rsid w:val="007A2B29"/>
    <w:rsid w:val="007B7473"/>
    <w:rsid w:val="007D475B"/>
    <w:rsid w:val="007E331F"/>
    <w:rsid w:val="007F2F1C"/>
    <w:rsid w:val="00827867"/>
    <w:rsid w:val="00830376"/>
    <w:rsid w:val="008C011F"/>
    <w:rsid w:val="008E2491"/>
    <w:rsid w:val="008F40DB"/>
    <w:rsid w:val="009312B4"/>
    <w:rsid w:val="00932EBA"/>
    <w:rsid w:val="0097530D"/>
    <w:rsid w:val="0097776D"/>
    <w:rsid w:val="00983D1D"/>
    <w:rsid w:val="0099647D"/>
    <w:rsid w:val="009C5CF9"/>
    <w:rsid w:val="009D14DE"/>
    <w:rsid w:val="009D75A8"/>
    <w:rsid w:val="009F7A3A"/>
    <w:rsid w:val="00A252E3"/>
    <w:rsid w:val="00A311D2"/>
    <w:rsid w:val="00A50E18"/>
    <w:rsid w:val="00A97786"/>
    <w:rsid w:val="00AA39D6"/>
    <w:rsid w:val="00AE2ACB"/>
    <w:rsid w:val="00AF4AC3"/>
    <w:rsid w:val="00B02081"/>
    <w:rsid w:val="00B03A52"/>
    <w:rsid w:val="00B47637"/>
    <w:rsid w:val="00B5062A"/>
    <w:rsid w:val="00B545CE"/>
    <w:rsid w:val="00B9086B"/>
    <w:rsid w:val="00B95D02"/>
    <w:rsid w:val="00BA3B59"/>
    <w:rsid w:val="00BC4F99"/>
    <w:rsid w:val="00BD300A"/>
    <w:rsid w:val="00BE1488"/>
    <w:rsid w:val="00C0725E"/>
    <w:rsid w:val="00C22F7D"/>
    <w:rsid w:val="00C240AC"/>
    <w:rsid w:val="00C27EFB"/>
    <w:rsid w:val="00C53CE2"/>
    <w:rsid w:val="00C8009F"/>
    <w:rsid w:val="00C845B4"/>
    <w:rsid w:val="00CC6DB8"/>
    <w:rsid w:val="00CC6F73"/>
    <w:rsid w:val="00CD7344"/>
    <w:rsid w:val="00CE3AE6"/>
    <w:rsid w:val="00D0481C"/>
    <w:rsid w:val="00D3492D"/>
    <w:rsid w:val="00D418D6"/>
    <w:rsid w:val="00D554C7"/>
    <w:rsid w:val="00D64C32"/>
    <w:rsid w:val="00DA262B"/>
    <w:rsid w:val="00DC336F"/>
    <w:rsid w:val="00DD0496"/>
    <w:rsid w:val="00DD200D"/>
    <w:rsid w:val="00DE565B"/>
    <w:rsid w:val="00DE7393"/>
    <w:rsid w:val="00DF09FC"/>
    <w:rsid w:val="00E020FC"/>
    <w:rsid w:val="00E03E7F"/>
    <w:rsid w:val="00E6043E"/>
    <w:rsid w:val="00E61B73"/>
    <w:rsid w:val="00E92273"/>
    <w:rsid w:val="00EB68CE"/>
    <w:rsid w:val="00F134D5"/>
    <w:rsid w:val="00F31EAC"/>
    <w:rsid w:val="00F4258D"/>
    <w:rsid w:val="00F52931"/>
    <w:rsid w:val="00FE5BCF"/>
    <w:rsid w:val="00FE5D59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1E7052"/>
  <w15:chartTrackingRefBased/>
  <w15:docId w15:val="{4C30FC31-EB9A-4E93-A585-97CB1A5D0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CW_Lista,RR PGE Akapit z listą,Styl 1"/>
    <w:basedOn w:val="Normalny"/>
    <w:link w:val="AkapitzlistZnak"/>
    <w:uiPriority w:val="99"/>
    <w:qFormat/>
    <w:rsid w:val="004D5A42"/>
    <w:pPr>
      <w:ind w:left="720"/>
      <w:contextualSpacing/>
    </w:pPr>
  </w:style>
  <w:style w:type="paragraph" w:styleId="Tekstprzypisudolnego">
    <w:name w:val="footnote text"/>
    <w:aliases w:val="Tekst przypisu,Footnote,Podrozdział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aliases w:val="Tekst przypisu Znak,Footnote Znak,Podrozdział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C6F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6F73"/>
    <w:rPr>
      <w:rFonts w:ascii="Segoe UI" w:eastAsia="Times New Roman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CW_Lista Znak,RR PGE Akapit z listą Znak,Styl 1 Znak"/>
    <w:link w:val="Akapitzlist"/>
    <w:uiPriority w:val="99"/>
    <w:qFormat/>
    <w:locked/>
    <w:rsid w:val="007F2F1C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E9227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LEN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0BE89-9852-4683-81C0-DB214113F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3</Pages>
  <Words>632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Kruszyk</dc:creator>
  <cp:keywords/>
  <dc:description/>
  <cp:lastModifiedBy>Justyna Zych-Woźniak</cp:lastModifiedBy>
  <cp:revision>2</cp:revision>
  <cp:lastPrinted>2022-09-08T11:06:00Z</cp:lastPrinted>
  <dcterms:created xsi:type="dcterms:W3CDTF">2024-12-20T11:10:00Z</dcterms:created>
  <dcterms:modified xsi:type="dcterms:W3CDTF">2024-12-20T11:10:00Z</dcterms:modified>
</cp:coreProperties>
</file>