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5F681" w14:textId="77777777" w:rsidR="007E331F" w:rsidRDefault="007E331F" w:rsidP="00F25346">
      <w:pPr>
        <w:pStyle w:val="Bezodstpw"/>
        <w:jc w:val="right"/>
        <w:rPr>
          <w:rFonts w:ascii="Arial" w:hAnsi="Arial" w:cs="Arial"/>
        </w:rPr>
      </w:pPr>
      <w:r w:rsidRPr="00F25346">
        <w:rPr>
          <w:rFonts w:ascii="Arial" w:hAnsi="Arial" w:cs="Arial"/>
        </w:rPr>
        <w:t xml:space="preserve">Załącznik nr </w:t>
      </w:r>
      <w:r w:rsidR="008C7E95" w:rsidRPr="00F25346">
        <w:rPr>
          <w:rFonts w:ascii="Arial" w:hAnsi="Arial" w:cs="Arial"/>
        </w:rPr>
        <w:t>1</w:t>
      </w:r>
      <w:r w:rsidRPr="00F25346">
        <w:rPr>
          <w:rFonts w:ascii="Arial" w:hAnsi="Arial" w:cs="Arial"/>
        </w:rPr>
        <w:t xml:space="preserve"> do SWZ</w:t>
      </w:r>
    </w:p>
    <w:p w14:paraId="3C6F6B71" w14:textId="77777777" w:rsidR="00F25346" w:rsidRPr="00F25346" w:rsidRDefault="00F25346" w:rsidP="00F25346">
      <w:pPr>
        <w:pStyle w:val="Bezodstpw"/>
        <w:jc w:val="right"/>
        <w:rPr>
          <w:rFonts w:ascii="Arial" w:hAnsi="Arial" w:cs="Arial"/>
          <w:b/>
        </w:rPr>
      </w:pPr>
    </w:p>
    <w:p w14:paraId="435EA91A" w14:textId="77777777" w:rsidR="006676B8" w:rsidRPr="0012157F" w:rsidRDefault="006676B8" w:rsidP="00BA1A65">
      <w:pPr>
        <w:spacing w:after="80" w:line="276" w:lineRule="auto"/>
        <w:rPr>
          <w:rFonts w:ascii="Arial" w:hAnsi="Arial" w:cs="Arial"/>
          <w:b/>
        </w:rPr>
      </w:pPr>
      <w:r w:rsidRPr="0012157F">
        <w:rPr>
          <w:rFonts w:ascii="Arial" w:hAnsi="Arial" w:cs="Arial"/>
          <w:b/>
        </w:rPr>
        <w:t>Zamawiający:</w:t>
      </w:r>
    </w:p>
    <w:p w14:paraId="095EAB7E" w14:textId="77777777" w:rsidR="004E70AD" w:rsidRPr="007D7BDE" w:rsidRDefault="004E70AD" w:rsidP="004E70AD">
      <w:pPr>
        <w:pStyle w:val="Bezodstpw"/>
        <w:spacing w:line="276" w:lineRule="auto"/>
        <w:rPr>
          <w:rFonts w:ascii="Arial" w:eastAsia="Calibri" w:hAnsi="Arial" w:cs="Arial"/>
          <w:b/>
          <w:bCs/>
        </w:rPr>
      </w:pPr>
      <w:r w:rsidRPr="007D7BDE">
        <w:rPr>
          <w:rFonts w:ascii="Arial" w:eastAsia="Calibri" w:hAnsi="Arial" w:cs="Arial"/>
          <w:b/>
          <w:bCs/>
        </w:rPr>
        <w:t>Zespół Szkół Zawodowych im. Stanisława Staszica</w:t>
      </w:r>
    </w:p>
    <w:p w14:paraId="0FE5C410" w14:textId="77777777" w:rsidR="004E70AD" w:rsidRPr="007D7BDE" w:rsidRDefault="004E70AD" w:rsidP="004E70AD">
      <w:pPr>
        <w:pStyle w:val="Bezodstpw"/>
        <w:spacing w:line="276" w:lineRule="auto"/>
        <w:rPr>
          <w:rFonts w:ascii="Arial" w:hAnsi="Arial" w:cs="Arial"/>
        </w:rPr>
      </w:pPr>
      <w:r w:rsidRPr="007D7BDE">
        <w:rPr>
          <w:rFonts w:ascii="Arial" w:hAnsi="Arial" w:cs="Arial"/>
          <w:color w:val="000000"/>
        </w:rPr>
        <w:t>ul. Łęczycka 1, 95-070 Aleksandrów Łódzki</w:t>
      </w:r>
      <w:r w:rsidRPr="007D7BDE">
        <w:rPr>
          <w:rFonts w:ascii="Arial" w:hAnsi="Arial" w:cs="Arial"/>
        </w:rPr>
        <w:t xml:space="preserve"> </w:t>
      </w:r>
    </w:p>
    <w:p w14:paraId="7C9F51A1" w14:textId="77777777" w:rsidR="004E70AD" w:rsidRPr="007D7BDE" w:rsidRDefault="004E70AD" w:rsidP="004E70AD">
      <w:pPr>
        <w:pStyle w:val="Bezodstpw"/>
        <w:spacing w:line="276" w:lineRule="auto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hyperlink r:id="rId8" w:history="1">
        <w:r w:rsidRPr="007D7BDE">
          <w:rPr>
            <w:rStyle w:val="Hipercze"/>
            <w:rFonts w:ascii="Arial" w:hAnsi="Arial" w:cs="Arial"/>
          </w:rPr>
          <w:t>projekty@alestaszic.edu.pl</w:t>
        </w:r>
      </w:hyperlink>
    </w:p>
    <w:p w14:paraId="525912E8" w14:textId="77777777" w:rsidR="006676B8" w:rsidRDefault="006676B8" w:rsidP="006676B8"/>
    <w:p w14:paraId="3E3723ED" w14:textId="77777777" w:rsidR="006676B8" w:rsidRPr="006676B8" w:rsidRDefault="006676B8" w:rsidP="006676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527BC656" w14:textId="77777777" w:rsidTr="008179FB">
        <w:tc>
          <w:tcPr>
            <w:tcW w:w="9104" w:type="dxa"/>
            <w:shd w:val="clear" w:color="auto" w:fill="ACB9CA" w:themeFill="text2" w:themeFillTint="66"/>
          </w:tcPr>
          <w:p w14:paraId="646A062D" w14:textId="77777777" w:rsidR="00F31EAC" w:rsidRPr="00193F60" w:rsidRDefault="00780D4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7174B0D9" w14:textId="77777777" w:rsidR="006676B8" w:rsidRDefault="006676B8" w:rsidP="006676B8">
      <w:pPr>
        <w:spacing w:after="80" w:line="276" w:lineRule="auto"/>
        <w:rPr>
          <w:rFonts w:ascii="Arial" w:hAnsi="Arial" w:cs="Arial"/>
          <w:b/>
        </w:rPr>
      </w:pPr>
    </w:p>
    <w:p w14:paraId="24B16C58" w14:textId="77777777" w:rsidR="00F31EAC" w:rsidRDefault="002E612D" w:rsidP="00140C27">
      <w:pPr>
        <w:spacing w:before="360" w:after="240" w:line="360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Nawiązując do</w:t>
      </w:r>
      <w:r w:rsidR="00AA39D6" w:rsidRPr="00193F60">
        <w:rPr>
          <w:rFonts w:ascii="Arial" w:hAnsi="Arial" w:cs="Arial"/>
        </w:rPr>
        <w:t xml:space="preserve"> toczącego się </w:t>
      </w:r>
      <w:r w:rsidRPr="00193F60">
        <w:rPr>
          <w:rFonts w:ascii="Arial" w:hAnsi="Arial" w:cs="Arial"/>
        </w:rPr>
        <w:t>postępowania o udzielenie zamówienia publicznego</w:t>
      </w:r>
      <w:r w:rsidR="00140C27">
        <w:rPr>
          <w:rFonts w:ascii="Arial" w:hAnsi="Arial" w:cs="Arial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834"/>
      </w:tblGrid>
      <w:tr w:rsidR="00140C27" w:rsidRPr="00140C27" w14:paraId="03309F26" w14:textId="77777777">
        <w:tc>
          <w:tcPr>
            <w:tcW w:w="2268" w:type="dxa"/>
            <w:shd w:val="clear" w:color="auto" w:fill="auto"/>
          </w:tcPr>
          <w:p w14:paraId="45963B05" w14:textId="77777777" w:rsidR="00140C27" w:rsidRPr="00140C27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Nazwa zamówienia:</w:t>
            </w:r>
          </w:p>
        </w:tc>
        <w:tc>
          <w:tcPr>
            <w:tcW w:w="6834" w:type="dxa"/>
            <w:shd w:val="clear" w:color="auto" w:fill="auto"/>
          </w:tcPr>
          <w:p w14:paraId="2F62FA7F" w14:textId="3CF8F27F" w:rsidR="00140C27" w:rsidRPr="00140C27" w:rsidRDefault="008C7E95" w:rsidP="00140C2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8C7E95">
              <w:rPr>
                <w:rFonts w:ascii="Arial" w:hAnsi="Arial" w:cs="Arial"/>
                <w:bCs/>
              </w:rPr>
              <w:t>Przeprowadzenie szkoleń dla uczniów i uczennic</w:t>
            </w:r>
            <w:r w:rsidR="00444392">
              <w:rPr>
                <w:rFonts w:ascii="Arial" w:hAnsi="Arial" w:cs="Arial"/>
                <w:bCs/>
              </w:rPr>
              <w:t xml:space="preserve"> </w:t>
            </w:r>
            <w:r w:rsidRPr="008C7E95">
              <w:rPr>
                <w:rFonts w:ascii="Arial" w:hAnsi="Arial" w:cs="Arial"/>
                <w:bCs/>
              </w:rPr>
              <w:t xml:space="preserve">w ramach realizacji </w:t>
            </w:r>
            <w:r w:rsidRPr="00BA1A65">
              <w:rPr>
                <w:rFonts w:ascii="Arial" w:hAnsi="Arial" w:cs="Arial"/>
                <w:bCs/>
              </w:rPr>
              <w:t>projektu "</w:t>
            </w:r>
            <w:r w:rsidR="00BA1A65" w:rsidRPr="00BA1A65">
              <w:rPr>
                <w:rFonts w:ascii="Arial" w:hAnsi="Arial" w:cs="Arial"/>
              </w:rPr>
              <w:t>Z certyfikatem w przyszłość</w:t>
            </w:r>
            <w:r w:rsidRPr="00BA1A65">
              <w:rPr>
                <w:rFonts w:ascii="Arial" w:hAnsi="Arial" w:cs="Arial"/>
                <w:bCs/>
              </w:rPr>
              <w:t>"</w:t>
            </w:r>
            <w:r w:rsidRPr="008C7E95">
              <w:rPr>
                <w:rFonts w:ascii="Arial" w:hAnsi="Arial" w:cs="Arial"/>
                <w:bCs/>
              </w:rPr>
              <w:t xml:space="preserve"> </w:t>
            </w:r>
            <w:r w:rsidR="00346636">
              <w:rPr>
                <w:rFonts w:ascii="Arial" w:hAnsi="Arial" w:cs="Arial"/>
                <w:bCs/>
              </w:rPr>
              <w:t xml:space="preserve">– </w:t>
            </w:r>
            <w:r w:rsidR="00346636" w:rsidRPr="00393DEE">
              <w:rPr>
                <w:rFonts w:ascii="Arial" w:hAnsi="Arial" w:cs="Arial"/>
                <w:bCs/>
              </w:rPr>
              <w:t>z</w:t>
            </w:r>
            <w:r w:rsidR="00346636">
              <w:rPr>
                <w:rFonts w:ascii="Arial" w:hAnsi="Arial" w:cs="Arial"/>
                <w:bCs/>
              </w:rPr>
              <w:t> </w:t>
            </w:r>
            <w:r w:rsidR="00346636" w:rsidRPr="00393DEE">
              <w:rPr>
                <w:rFonts w:ascii="Arial" w:hAnsi="Arial" w:cs="Arial"/>
                <w:bCs/>
              </w:rPr>
              <w:t>podziałem na</w:t>
            </w:r>
            <w:r w:rsidR="00346636">
              <w:rPr>
                <w:rFonts w:ascii="Arial" w:hAnsi="Arial" w:cs="Arial"/>
                <w:bCs/>
              </w:rPr>
              <w:t> </w:t>
            </w:r>
            <w:r w:rsidR="00346636" w:rsidRPr="00393DEE">
              <w:rPr>
                <w:rFonts w:ascii="Arial" w:hAnsi="Arial" w:cs="Arial"/>
                <w:bCs/>
              </w:rPr>
              <w:t>II</w:t>
            </w:r>
            <w:r w:rsidR="00346636">
              <w:rPr>
                <w:rFonts w:ascii="Arial" w:hAnsi="Arial" w:cs="Arial"/>
                <w:bCs/>
              </w:rPr>
              <w:t> </w:t>
            </w:r>
            <w:r w:rsidR="00346636" w:rsidRPr="00393DEE">
              <w:rPr>
                <w:rFonts w:ascii="Arial" w:hAnsi="Arial" w:cs="Arial"/>
                <w:bCs/>
              </w:rPr>
              <w:t>części</w:t>
            </w:r>
            <w:r w:rsidR="00140C27" w:rsidRPr="00140C27">
              <w:rPr>
                <w:rFonts w:ascii="Arial" w:hAnsi="Arial" w:cs="Arial"/>
                <w:bCs/>
              </w:rPr>
              <w:t>.</w:t>
            </w:r>
          </w:p>
        </w:tc>
      </w:tr>
      <w:tr w:rsidR="008C7E95" w:rsidRPr="00140C27" w14:paraId="6CEB0E1D" w14:textId="77777777" w:rsidTr="00321E29">
        <w:tc>
          <w:tcPr>
            <w:tcW w:w="2268" w:type="dxa"/>
            <w:shd w:val="clear" w:color="auto" w:fill="auto"/>
          </w:tcPr>
          <w:p w14:paraId="7B563371" w14:textId="77777777" w:rsidR="008C7E95" w:rsidRPr="00140C27" w:rsidRDefault="008C7E95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834" w:type="dxa"/>
            <w:shd w:val="clear" w:color="auto" w:fill="auto"/>
          </w:tcPr>
          <w:p w14:paraId="35007090" w14:textId="53D26801" w:rsidR="008C7E95" w:rsidRPr="00BA1A65" w:rsidRDefault="00BA1A65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BA1A65">
              <w:rPr>
                <w:rFonts w:ascii="Arial" w:hAnsi="Arial" w:cs="Arial"/>
                <w:b/>
                <w:bCs/>
                <w:color w:val="000000"/>
              </w:rPr>
              <w:t>ZP/ZSZ/ZCWP/2024/</w:t>
            </w:r>
            <w:r w:rsidR="000155A0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</w:tr>
    </w:tbl>
    <w:p w14:paraId="10896B85" w14:textId="77777777" w:rsidR="00AA39D6" w:rsidRPr="00193F60" w:rsidRDefault="006676B8" w:rsidP="00EB7584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 (M</w:t>
      </w:r>
      <w:r w:rsidR="00AA39D6" w:rsidRPr="00193F60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 xml:space="preserve"> niżej podpisan</w:t>
      </w:r>
      <w:r>
        <w:rPr>
          <w:rFonts w:ascii="Arial" w:hAnsi="Arial" w:cs="Arial"/>
        </w:rPr>
        <w:t>y (</w:t>
      </w:r>
      <w:r w:rsidR="00AA39D6" w:rsidRPr="00193F60">
        <w:rPr>
          <w:rFonts w:ascii="Arial" w:hAnsi="Arial" w:cs="Arial"/>
        </w:rPr>
        <w:t>i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>:</w:t>
      </w:r>
    </w:p>
    <w:p w14:paraId="02EE7FE6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2AD3EF9" w14:textId="77777777" w:rsidR="00EB7584" w:rsidRDefault="00EB7584" w:rsidP="00371DC7">
      <w:pPr>
        <w:spacing w:line="360" w:lineRule="auto"/>
        <w:jc w:val="center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1B559494" w14:textId="77777777" w:rsidR="00AA39D6" w:rsidRPr="00EB7584" w:rsidRDefault="003B769C" w:rsidP="00EB7584">
      <w:pPr>
        <w:spacing w:before="120" w:after="120" w:line="360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D31AC23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5A5814C" w14:textId="30EC4C73" w:rsidR="00ED4154" w:rsidRPr="00ED4154" w:rsidRDefault="00ED4154" w:rsidP="00ED4154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</w:t>
      </w:r>
      <w:r w:rsidR="000155A0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i adresy 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7677F8" w14:paraId="07E58E44" w14:textId="77777777" w:rsidTr="000155A0">
        <w:trPr>
          <w:trHeight w:val="1007"/>
        </w:trPr>
        <w:tc>
          <w:tcPr>
            <w:tcW w:w="2552" w:type="dxa"/>
            <w:shd w:val="clear" w:color="auto" w:fill="auto"/>
            <w:vAlign w:val="center"/>
          </w:tcPr>
          <w:p w14:paraId="295E1E7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  <w:shd w:val="clear" w:color="auto" w:fill="auto"/>
          </w:tcPr>
          <w:p w14:paraId="1AC4B87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7A3026B" w14:textId="77777777" w:rsidTr="000155A0">
        <w:trPr>
          <w:trHeight w:val="852"/>
        </w:trPr>
        <w:tc>
          <w:tcPr>
            <w:tcW w:w="2552" w:type="dxa"/>
            <w:shd w:val="clear" w:color="auto" w:fill="auto"/>
            <w:vAlign w:val="center"/>
          </w:tcPr>
          <w:p w14:paraId="0C8F82CD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  <w:shd w:val="clear" w:color="auto" w:fill="auto"/>
          </w:tcPr>
          <w:p w14:paraId="78999982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1B1DE7D5" w14:textId="77777777" w:rsidTr="006676B8">
        <w:trPr>
          <w:trHeight w:val="624"/>
        </w:trPr>
        <w:tc>
          <w:tcPr>
            <w:tcW w:w="2552" w:type="dxa"/>
            <w:shd w:val="clear" w:color="auto" w:fill="auto"/>
            <w:vAlign w:val="center"/>
          </w:tcPr>
          <w:p w14:paraId="03A095D2" w14:textId="77777777" w:rsidR="00346636" w:rsidRPr="00B42ED4" w:rsidRDefault="00346636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Tel. </w:t>
            </w:r>
          </w:p>
        </w:tc>
        <w:tc>
          <w:tcPr>
            <w:tcW w:w="6520" w:type="dxa"/>
            <w:shd w:val="clear" w:color="auto" w:fill="auto"/>
          </w:tcPr>
          <w:p w14:paraId="42A04FB0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6116A61A" w14:textId="77777777" w:rsidTr="006676B8">
        <w:trPr>
          <w:trHeight w:val="624"/>
        </w:trPr>
        <w:tc>
          <w:tcPr>
            <w:tcW w:w="2552" w:type="dxa"/>
            <w:shd w:val="clear" w:color="auto" w:fill="auto"/>
            <w:vAlign w:val="center"/>
          </w:tcPr>
          <w:p w14:paraId="6553A880" w14:textId="7D8536F6" w:rsidR="00346636" w:rsidRDefault="00444392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Adres e-mail:</w:t>
            </w:r>
          </w:p>
        </w:tc>
        <w:tc>
          <w:tcPr>
            <w:tcW w:w="6520" w:type="dxa"/>
            <w:shd w:val="clear" w:color="auto" w:fill="auto"/>
          </w:tcPr>
          <w:p w14:paraId="55741356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E2A4D7B" w14:textId="77777777" w:rsidTr="006676B8">
        <w:trPr>
          <w:trHeight w:val="624"/>
        </w:trPr>
        <w:tc>
          <w:tcPr>
            <w:tcW w:w="2552" w:type="dxa"/>
            <w:shd w:val="clear" w:color="auto" w:fill="auto"/>
            <w:vAlign w:val="center"/>
          </w:tcPr>
          <w:p w14:paraId="3CEF27C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3DD70D6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2792236" w14:textId="77777777" w:rsidTr="006676B8">
        <w:trPr>
          <w:trHeight w:val="624"/>
        </w:trPr>
        <w:tc>
          <w:tcPr>
            <w:tcW w:w="2552" w:type="dxa"/>
            <w:shd w:val="clear" w:color="auto" w:fill="auto"/>
            <w:vAlign w:val="center"/>
          </w:tcPr>
          <w:p w14:paraId="37EB6DCE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5DE0571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F2DEF90" w14:textId="77777777" w:rsidTr="00AF662E">
        <w:trPr>
          <w:trHeight w:val="2461"/>
        </w:trPr>
        <w:tc>
          <w:tcPr>
            <w:tcW w:w="2552" w:type="dxa"/>
            <w:shd w:val="clear" w:color="auto" w:fill="auto"/>
            <w:vAlign w:val="center"/>
          </w:tcPr>
          <w:p w14:paraId="7C222ED5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lastRenderedPageBreak/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14:paraId="466B8A95" w14:textId="4FFBF457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3BD1B3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45pt;height:20.55pt" o:ole="">
                  <v:imagedata r:id="rId9" o:title=""/>
                </v:shape>
                <w:control r:id="rId10" w:name="OptionButton1" w:shapeid="_x0000_i1041"/>
              </w:object>
            </w:r>
          </w:p>
          <w:p w14:paraId="26B04195" w14:textId="626C8CD4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6D190D0">
                <v:shape id="_x0000_i1043" type="#_x0000_t75" style="width:314.2pt;height:20.55pt" o:ole="">
                  <v:imagedata r:id="rId11" o:title=""/>
                </v:shape>
                <w:control r:id="rId12" w:name="OptionButton2" w:shapeid="_x0000_i1043"/>
              </w:object>
            </w:r>
          </w:p>
          <w:p w14:paraId="52D0C798" w14:textId="7E1E0745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60AD729F">
                <v:shape id="_x0000_i1045" type="#_x0000_t75" style="width:314.2pt;height:20.55pt" o:ole="">
                  <v:imagedata r:id="rId13" o:title=""/>
                </v:shape>
                <w:control r:id="rId14" w:name="OptionButton3" w:shapeid="_x0000_i1045"/>
              </w:object>
            </w:r>
          </w:p>
          <w:p w14:paraId="2E860396" w14:textId="0E67D372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9132FB9">
                <v:shape id="_x0000_i1047" type="#_x0000_t75" style="width:314.2pt;height:20.55pt" o:ole="">
                  <v:imagedata r:id="rId15" o:title=""/>
                </v:shape>
                <w:control r:id="rId16" w:name="OptionButton4" w:shapeid="_x0000_i1047"/>
              </w:object>
            </w:r>
          </w:p>
          <w:p w14:paraId="66446483" w14:textId="6BA490F3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01AD6F9">
                <v:shape id="_x0000_i1049" type="#_x0000_t75" style="width:314.2pt;height:20.55pt" o:ole="">
                  <v:imagedata r:id="rId17" o:title=""/>
                </v:shape>
                <w:control r:id="rId18" w:name="OptionButton5" w:shapeid="_x0000_i1049"/>
              </w:object>
            </w:r>
          </w:p>
          <w:p w14:paraId="68D0D951" w14:textId="429E0166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50B5F795">
                <v:shape id="_x0000_i1051" type="#_x0000_t75" style="width:108.45pt;height:20.55pt" o:ole="">
                  <v:imagedata r:id="rId19" o:title=""/>
                </v:shape>
                <w:control r:id="rId20" w:name="OptionButton6" w:shapeid="_x0000_i1051"/>
              </w:object>
            </w:r>
          </w:p>
        </w:tc>
      </w:tr>
    </w:tbl>
    <w:p w14:paraId="104C39D0" w14:textId="77777777" w:rsidR="00C11FEF" w:rsidRPr="00C11FEF" w:rsidRDefault="00C11FEF" w:rsidP="00C11FEF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57529383" w14:textId="49ECC641" w:rsidR="006676B8" w:rsidRPr="006676B8" w:rsidRDefault="006676B8" w:rsidP="00D73E28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6676B8">
        <w:rPr>
          <w:rFonts w:ascii="Arial" w:hAnsi="Arial" w:cs="Arial"/>
        </w:rPr>
        <w:t xml:space="preserve">Ubiegając się o udzielenie zamówienia publicznego na zadanie: </w:t>
      </w:r>
      <w:r w:rsidR="00F80E6E" w:rsidRPr="00F80E6E">
        <w:rPr>
          <w:rFonts w:ascii="Arial" w:hAnsi="Arial" w:cs="Arial"/>
          <w:b/>
          <w:bCs/>
        </w:rPr>
        <w:t>Przeprowadzenie szkoleń dla uczniów i uczennic w ramach realizacji projektu "</w:t>
      </w:r>
      <w:r w:rsidR="00F80E6E">
        <w:rPr>
          <w:rFonts w:ascii="Arial" w:hAnsi="Arial" w:cs="Arial"/>
          <w:b/>
        </w:rPr>
        <w:t>Z certyfikatem w </w:t>
      </w:r>
      <w:r w:rsidR="00F80E6E" w:rsidRPr="00F80E6E">
        <w:rPr>
          <w:rFonts w:ascii="Arial" w:hAnsi="Arial" w:cs="Arial"/>
          <w:b/>
        </w:rPr>
        <w:t>przyszłość</w:t>
      </w:r>
      <w:r w:rsidR="00F80E6E" w:rsidRPr="00F80E6E">
        <w:rPr>
          <w:rFonts w:ascii="Arial" w:hAnsi="Arial" w:cs="Arial"/>
          <w:b/>
          <w:bCs/>
        </w:rPr>
        <w:t>" – z podziałem na II części</w:t>
      </w:r>
      <w:r w:rsidRPr="006676B8">
        <w:rPr>
          <w:rFonts w:ascii="Arial" w:hAnsi="Arial" w:cs="Arial"/>
          <w:b/>
        </w:rPr>
        <w:t>:</w:t>
      </w:r>
    </w:p>
    <w:p w14:paraId="15F1F636" w14:textId="77777777" w:rsidR="006676B8" w:rsidRPr="00371DC7" w:rsidRDefault="006676B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20D74DCC" w14:textId="2954939B" w:rsidR="00D13764" w:rsidRPr="00D73E28" w:rsidRDefault="00D13764" w:rsidP="008179FB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SKŁADAMY OFERTĘ</w:t>
      </w:r>
      <w:r w:rsidRPr="00D73E28">
        <w:rPr>
          <w:rFonts w:ascii="Arial" w:hAnsi="Arial" w:cs="Arial"/>
        </w:rPr>
        <w:t xml:space="preserve"> na realizację przedmiotu zamówienia, zgodnie ze Specyfikacją Warunków Zamówienia niniejszego postępowania (zwanej dalej </w:t>
      </w:r>
      <w:r w:rsidRPr="00D73E28">
        <w:rPr>
          <w:rFonts w:ascii="Arial" w:hAnsi="Arial" w:cs="Arial"/>
          <w:b/>
          <w:bCs/>
        </w:rPr>
        <w:t>SWZ</w:t>
      </w:r>
      <w:r w:rsidRPr="00D73E28">
        <w:rPr>
          <w:rFonts w:ascii="Arial" w:hAnsi="Arial" w:cs="Arial"/>
        </w:rPr>
        <w:t xml:space="preserve">) dla </w:t>
      </w:r>
      <w:r w:rsidRPr="00D73E28">
        <w:rPr>
          <w:rFonts w:ascii="Arial" w:hAnsi="Arial" w:cs="Arial"/>
          <w:b/>
          <w:bCs/>
        </w:rPr>
        <w:t>Części I</w:t>
      </w:r>
      <w:r w:rsidR="00371DC7">
        <w:rPr>
          <w:rFonts w:ascii="Arial" w:hAnsi="Arial" w:cs="Arial"/>
          <w:b/>
          <w:bCs/>
        </w:rPr>
        <w:t xml:space="preserve">: Szkolenia dla uczniów i </w:t>
      </w:r>
      <w:r w:rsidRPr="00D73E28">
        <w:rPr>
          <w:rFonts w:ascii="Arial" w:hAnsi="Arial" w:cs="Arial"/>
          <w:b/>
          <w:bCs/>
        </w:rPr>
        <w:t>uczennic z</w:t>
      </w:r>
      <w:r>
        <w:rPr>
          <w:rFonts w:ascii="Arial" w:hAnsi="Arial" w:cs="Arial"/>
          <w:b/>
          <w:bCs/>
        </w:rPr>
        <w:t> </w:t>
      </w:r>
      <w:r w:rsidRPr="00D73E28">
        <w:rPr>
          <w:rFonts w:ascii="Arial" w:hAnsi="Arial" w:cs="Arial"/>
          <w:b/>
          <w:bCs/>
        </w:rPr>
        <w:t>zakresu:</w:t>
      </w:r>
    </w:p>
    <w:p w14:paraId="499FF3C4" w14:textId="77777777" w:rsidR="00371DC7" w:rsidRPr="00371DC7" w:rsidRDefault="00371DC7" w:rsidP="00371DC7">
      <w:pPr>
        <w:pStyle w:val="Akapitzlist"/>
        <w:spacing w:after="160" w:line="360" w:lineRule="auto"/>
        <w:ind w:left="6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63886DDD" w14:textId="46C9DFEA" w:rsidR="00371DC7" w:rsidRPr="00FC518B" w:rsidRDefault="00371DC7" w:rsidP="00651654">
      <w:pPr>
        <w:pStyle w:val="Akapitzlist"/>
        <w:numPr>
          <w:ilvl w:val="0"/>
          <w:numId w:val="15"/>
        </w:numPr>
        <w:spacing w:after="160" w:line="276" w:lineRule="auto"/>
        <w:ind w:left="667" w:hanging="426"/>
        <w:jc w:val="both"/>
        <w:rPr>
          <w:rFonts w:ascii="Arial" w:hAnsi="Arial" w:cs="Arial"/>
          <w:bCs/>
          <w:i/>
          <w:color w:val="000000"/>
          <w:kern w:val="1"/>
          <w:sz w:val="22"/>
          <w:szCs w:val="22"/>
        </w:rPr>
      </w:pPr>
      <w:r w:rsidRPr="00FC518B">
        <w:rPr>
          <w:rFonts w:ascii="Arial" w:hAnsi="Arial" w:cs="Arial"/>
          <w:i/>
          <w:sz w:val="22"/>
          <w:szCs w:val="22"/>
        </w:rPr>
        <w:t>Podstawowa administracja systemem Linux;</w:t>
      </w:r>
    </w:p>
    <w:p w14:paraId="03EB9F71" w14:textId="77777777" w:rsidR="00371DC7" w:rsidRPr="00FC518B" w:rsidRDefault="00371DC7" w:rsidP="00651654">
      <w:pPr>
        <w:pStyle w:val="Akapitzlist"/>
        <w:numPr>
          <w:ilvl w:val="0"/>
          <w:numId w:val="15"/>
        </w:numPr>
        <w:spacing w:after="160" w:line="276" w:lineRule="auto"/>
        <w:ind w:left="667" w:hanging="426"/>
        <w:jc w:val="both"/>
        <w:rPr>
          <w:rFonts w:ascii="Arial" w:hAnsi="Arial" w:cs="Arial"/>
          <w:bCs/>
          <w:i/>
          <w:color w:val="000000"/>
          <w:kern w:val="1"/>
          <w:sz w:val="22"/>
          <w:szCs w:val="22"/>
        </w:rPr>
      </w:pPr>
      <w:r w:rsidRPr="00FC518B">
        <w:rPr>
          <w:rFonts w:ascii="Arial" w:hAnsi="Arial" w:cs="Arial"/>
          <w:bCs/>
          <w:i/>
          <w:sz w:val="22"/>
          <w:szCs w:val="22"/>
        </w:rPr>
        <w:t>Wprowadzenie do chmur obliczeniowych</w:t>
      </w:r>
      <w:r w:rsidRPr="00FC518B">
        <w:rPr>
          <w:rFonts w:ascii="Arial" w:hAnsi="Arial" w:cs="Arial"/>
          <w:i/>
          <w:sz w:val="22"/>
          <w:szCs w:val="22"/>
        </w:rPr>
        <w:t>;</w:t>
      </w:r>
    </w:p>
    <w:p w14:paraId="0150519A" w14:textId="77777777" w:rsidR="00371DC7" w:rsidRPr="00FC518B" w:rsidRDefault="00371DC7" w:rsidP="00651654">
      <w:pPr>
        <w:pStyle w:val="Akapitzlist"/>
        <w:numPr>
          <w:ilvl w:val="0"/>
          <w:numId w:val="15"/>
        </w:numPr>
        <w:spacing w:after="160" w:line="276" w:lineRule="auto"/>
        <w:ind w:left="667" w:hanging="426"/>
        <w:jc w:val="both"/>
        <w:rPr>
          <w:rFonts w:ascii="Arial" w:hAnsi="Arial" w:cs="Arial"/>
          <w:bCs/>
          <w:i/>
          <w:color w:val="000000"/>
          <w:kern w:val="1"/>
          <w:sz w:val="22"/>
          <w:szCs w:val="22"/>
        </w:rPr>
      </w:pPr>
      <w:r w:rsidRPr="00FC518B">
        <w:rPr>
          <w:rFonts w:ascii="Arial" w:hAnsi="Arial" w:cs="Arial"/>
          <w:bCs/>
          <w:i/>
          <w:sz w:val="22"/>
          <w:szCs w:val="22"/>
        </w:rPr>
        <w:t>Bezpieczeństwo informacji</w:t>
      </w:r>
      <w:r w:rsidRPr="00FC518B">
        <w:rPr>
          <w:rFonts w:ascii="Arial" w:hAnsi="Arial" w:cs="Arial"/>
          <w:i/>
          <w:sz w:val="22"/>
          <w:szCs w:val="22"/>
        </w:rPr>
        <w:t>.</w:t>
      </w:r>
    </w:p>
    <w:p w14:paraId="3C78B0E9" w14:textId="77777777" w:rsidR="00651654" w:rsidRPr="00651654" w:rsidRDefault="00651654" w:rsidP="00D13764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77FF9E58" w14:textId="77777777" w:rsidR="00D13764" w:rsidRPr="00D73E28" w:rsidRDefault="00D13764" w:rsidP="00D13764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246A7B93" w14:textId="77777777" w:rsidR="00D13764" w:rsidRPr="001B1410" w:rsidRDefault="00D13764" w:rsidP="00D13764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2DE981AD" w14:textId="2CAF5F6D" w:rsidR="00F25346" w:rsidRPr="000155A0" w:rsidRDefault="000155A0" w:rsidP="000155A0">
      <w:pPr>
        <w:shd w:val="clear" w:color="auto" w:fill="ACB9CA" w:themeFill="text2" w:themeFillTint="66"/>
        <w:spacing w:after="12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1.1. </w:t>
      </w:r>
      <w:r w:rsidR="00D13764" w:rsidRPr="000155A0">
        <w:rPr>
          <w:rFonts w:ascii="Arial" w:hAnsi="Arial" w:cs="Arial"/>
          <w:b/>
        </w:rPr>
        <w:t xml:space="preserve">CENA brutto oferty </w:t>
      </w:r>
      <w:r w:rsidR="00D13764" w:rsidRPr="000155A0">
        <w:rPr>
          <w:rFonts w:ascii="Arial" w:hAnsi="Arial" w:cs="Arial"/>
          <w:b/>
          <w:bCs/>
        </w:rPr>
        <w:t xml:space="preserve">za realizację zamówienia dla Części </w:t>
      </w:r>
      <w:r w:rsidR="00A878FE" w:rsidRPr="000155A0">
        <w:rPr>
          <w:rFonts w:ascii="Arial" w:hAnsi="Arial" w:cs="Arial"/>
          <w:b/>
          <w:bCs/>
        </w:rPr>
        <w:t>I</w:t>
      </w:r>
      <w:r w:rsidR="00D13764" w:rsidRPr="000155A0">
        <w:rPr>
          <w:rFonts w:ascii="Arial" w:hAnsi="Arial" w:cs="Arial"/>
          <w:b/>
          <w:bCs/>
        </w:rPr>
        <w:t xml:space="preserve">, </w:t>
      </w:r>
    </w:p>
    <w:p w14:paraId="24137592" w14:textId="383B84F4" w:rsidR="00346B88" w:rsidRPr="00F25346" w:rsidRDefault="00D13764" w:rsidP="000155A0">
      <w:pPr>
        <w:shd w:val="clear" w:color="auto" w:fill="ACB9CA" w:themeFill="text2" w:themeFillTint="66"/>
        <w:spacing w:after="120" w:line="360" w:lineRule="auto"/>
        <w:ind w:firstLine="708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>wynosi: ………………</w:t>
      </w:r>
      <w:r w:rsidR="00F25346">
        <w:rPr>
          <w:rFonts w:ascii="Arial" w:hAnsi="Arial" w:cs="Arial"/>
          <w:b/>
          <w:bCs/>
        </w:rPr>
        <w:t>………………</w:t>
      </w:r>
      <w:r w:rsidRPr="00F25346">
        <w:rPr>
          <w:rFonts w:ascii="Arial" w:hAnsi="Arial" w:cs="Arial"/>
          <w:b/>
          <w:bCs/>
        </w:rPr>
        <w:t xml:space="preserve">……. zł. </w:t>
      </w:r>
    </w:p>
    <w:p w14:paraId="19921A3D" w14:textId="77777777" w:rsidR="00D13764" w:rsidRPr="000155A0" w:rsidRDefault="00D13764" w:rsidP="000155A0">
      <w:pPr>
        <w:shd w:val="clear" w:color="auto" w:fill="ACB9CA" w:themeFill="text2" w:themeFillTint="66"/>
        <w:spacing w:after="120" w:line="360" w:lineRule="auto"/>
        <w:ind w:firstLine="708"/>
        <w:jc w:val="both"/>
        <w:rPr>
          <w:rFonts w:ascii="Arial" w:hAnsi="Arial" w:cs="Arial"/>
          <w:b/>
          <w:bCs/>
        </w:rPr>
      </w:pPr>
      <w:r w:rsidRPr="000155A0">
        <w:rPr>
          <w:rFonts w:ascii="Arial" w:hAnsi="Arial" w:cs="Arial"/>
        </w:rPr>
        <w:t>(słownie: .............................................................................................................. zł).</w:t>
      </w:r>
    </w:p>
    <w:p w14:paraId="0839F4A1" w14:textId="77777777" w:rsidR="00D13764" w:rsidRPr="00FC518B" w:rsidRDefault="00D13764" w:rsidP="00D13764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C518B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326A83F4" w14:textId="77777777" w:rsidR="00D13764" w:rsidRDefault="00D13764" w:rsidP="00A878FE">
      <w:pPr>
        <w:pStyle w:val="Akapitzlist"/>
        <w:spacing w:before="240" w:line="360" w:lineRule="auto"/>
        <w:ind w:left="0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W tym: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4077"/>
        <w:gridCol w:w="1701"/>
        <w:gridCol w:w="1568"/>
        <w:gridCol w:w="994"/>
        <w:gridCol w:w="1407"/>
      </w:tblGrid>
      <w:tr w:rsidR="00D13764" w:rsidRPr="00D73E28" w14:paraId="2DFC8815" w14:textId="77777777" w:rsidTr="008179FB">
        <w:trPr>
          <w:trHeight w:val="96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3B54FBB6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6494750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Ilość osób podlegających szkoleniu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441ABDF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Cena brutto szkolenia jednej osoby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666B3B63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3AD239B4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Wartość oferty brutto (ŁĄCZNIE)</w:t>
            </w:r>
          </w:p>
        </w:tc>
      </w:tr>
      <w:tr w:rsidR="001B1410" w:rsidRPr="00D73E28" w14:paraId="08123567" w14:textId="77777777" w:rsidTr="000155A0">
        <w:trPr>
          <w:trHeight w:val="65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FD515D" w14:textId="4FB678D7" w:rsidR="001B1410" w:rsidRPr="00FC518B" w:rsidRDefault="001B1410" w:rsidP="00321E29">
            <w:pPr>
              <w:pStyle w:val="Bezodstpw"/>
              <w:spacing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C518B">
              <w:rPr>
                <w:rFonts w:ascii="Arial" w:hAnsi="Arial" w:cs="Arial"/>
                <w:b/>
                <w:i/>
                <w:sz w:val="20"/>
                <w:szCs w:val="20"/>
              </w:rPr>
              <w:t>Podstawowa administracja systemem Linux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273E6B" w14:textId="4FF8A85E" w:rsidR="001B1410" w:rsidRDefault="001B1410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80 </w:t>
            </w:r>
            <w:r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0C925C5A" w14:textId="25A7ECE4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ED9520" w14:textId="77777777" w:rsidR="001B1410" w:rsidRPr="00BC341C" w:rsidRDefault="001B1410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7EE1D0" w14:textId="77777777" w:rsidR="001B1410" w:rsidRPr="00BC341C" w:rsidRDefault="001B1410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A9C5B3" w14:textId="77777777" w:rsidR="001B1410" w:rsidRPr="00BC341C" w:rsidRDefault="001B1410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410" w:rsidRPr="00D73E28" w14:paraId="0F2A7945" w14:textId="77777777" w:rsidTr="000155A0">
        <w:trPr>
          <w:trHeight w:val="69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E7BE83" w14:textId="39F69541" w:rsidR="001B1410" w:rsidRPr="00FC518B" w:rsidRDefault="001B1410" w:rsidP="00F855D6">
            <w:pPr>
              <w:pStyle w:val="Bezodstpw"/>
              <w:spacing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C518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Wprowadzenie do chmur obliczeniowych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46542" w14:textId="2B96A11E" w:rsidR="001B1410" w:rsidRDefault="001B1410" w:rsidP="00F855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40 </w:t>
            </w:r>
            <w:r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652D5B42" w14:textId="77777777" w:rsidR="001B1410" w:rsidRPr="00BC341C" w:rsidRDefault="001B1410" w:rsidP="00F855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2F25B" w14:textId="77777777" w:rsidR="001B1410" w:rsidRPr="00BC341C" w:rsidRDefault="001B1410" w:rsidP="00F855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85ECF" w14:textId="77777777" w:rsidR="001B1410" w:rsidRPr="00BC341C" w:rsidRDefault="001B1410" w:rsidP="00F855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89E531" w14:textId="77777777" w:rsidR="001B1410" w:rsidRPr="00BC341C" w:rsidRDefault="001B1410" w:rsidP="00F855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410" w:rsidRPr="00D73E28" w14:paraId="6DD3B467" w14:textId="77777777" w:rsidTr="000155A0">
        <w:trPr>
          <w:trHeight w:val="625"/>
        </w:trPr>
        <w:tc>
          <w:tcPr>
            <w:tcW w:w="4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DC38D" w14:textId="192E1C61" w:rsidR="001B1410" w:rsidRPr="00FC518B" w:rsidRDefault="001B1410" w:rsidP="00F855D6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C518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Bezpieczeństwo informacji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E03680" w14:textId="77777777" w:rsidR="001B1410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40 </w:t>
            </w:r>
            <w:r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3B13E16C" w14:textId="2A97B8B3" w:rsidR="001B1410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BBC6FA" w14:textId="77777777" w:rsidR="001B1410" w:rsidRPr="00BC341C" w:rsidRDefault="001B1410" w:rsidP="00F855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D1706" w14:textId="54D81384" w:rsidR="001B1410" w:rsidRPr="00BC341C" w:rsidRDefault="001B1410" w:rsidP="00F855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F90F7C" w14:textId="77777777" w:rsidR="001B1410" w:rsidRPr="00BC341C" w:rsidRDefault="001B1410" w:rsidP="00F855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5D6" w:rsidRPr="00D73E28" w14:paraId="7B6BAAE0" w14:textId="77777777" w:rsidTr="008179FB">
        <w:trPr>
          <w:trHeight w:val="63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59460735" w14:textId="77777777" w:rsidR="00F855D6" w:rsidRPr="00BC341C" w:rsidRDefault="00F855D6" w:rsidP="00F855D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6E8F5EC8" w14:textId="77777777" w:rsidR="00F855D6" w:rsidRPr="00BC341C" w:rsidRDefault="00F855D6" w:rsidP="00F855D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D341964" w14:textId="77777777" w:rsidR="00F855D6" w:rsidRPr="00BC341C" w:rsidRDefault="00F855D6" w:rsidP="00F855D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22BED930" w14:textId="77777777" w:rsidR="00F855D6" w:rsidRPr="00BC341C" w:rsidRDefault="00F855D6" w:rsidP="00F855D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ZW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0E9EC156" w14:textId="77777777" w:rsidR="00F855D6" w:rsidRPr="00BC341C" w:rsidRDefault="00F855D6" w:rsidP="00F855D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C873AC6" w14:textId="3AB74A12" w:rsidR="00D13764" w:rsidRPr="000155A0" w:rsidRDefault="000155A0" w:rsidP="000155A0">
      <w:pPr>
        <w:spacing w:before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1.2. </w:t>
      </w:r>
      <w:r w:rsidR="00D13764" w:rsidRPr="000155A0">
        <w:rPr>
          <w:rFonts w:ascii="Arial" w:hAnsi="Arial" w:cs="Arial"/>
          <w:b/>
        </w:rPr>
        <w:t>Doświadczenie osób skierowanych do realizacji zamówienia to: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797"/>
        <w:gridCol w:w="3598"/>
        <w:gridCol w:w="3118"/>
        <w:gridCol w:w="2268"/>
      </w:tblGrid>
      <w:tr w:rsidR="00D13764" w:rsidRPr="00D73E28" w14:paraId="77A2D5F0" w14:textId="77777777" w:rsidTr="008179FB">
        <w:trPr>
          <w:trHeight w:val="93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AE6B13F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F2A8658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Kadra</w:t>
            </w:r>
          </w:p>
          <w:p w14:paraId="3D70AA3F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Imię i nazwisko trenera prowadzącego szkolenie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26400948" w14:textId="77777777" w:rsidR="00D13764" w:rsidRPr="00BC341C" w:rsidRDefault="00D13764" w:rsidP="00321E29">
            <w:pPr>
              <w:pStyle w:val="Bezodstpw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Doświadczenie osób</w:t>
            </w:r>
          </w:p>
          <w:p w14:paraId="01B0D332" w14:textId="77777777" w:rsidR="00D13764" w:rsidRPr="00AC3781" w:rsidRDefault="00D13764" w:rsidP="00321E29">
            <w:pPr>
              <w:pStyle w:val="Bezodstpw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należy wpisać doświadczenie trenera w ilości przeszkolonych słuchaczy</w:t>
            </w:r>
          </w:p>
        </w:tc>
      </w:tr>
      <w:tr w:rsidR="00FC518B" w:rsidRPr="00D73E28" w14:paraId="631E0AA7" w14:textId="77777777" w:rsidTr="00FC518B">
        <w:trPr>
          <w:trHeight w:val="510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F661E9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16ECA7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1A7AC" w14:textId="77777777" w:rsidR="00FC518B" w:rsidRPr="00AC3781" w:rsidRDefault="00FC518B" w:rsidP="00321E29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A45A1" w14:textId="77777777" w:rsidR="00FC518B" w:rsidRPr="00AC3781" w:rsidRDefault="00FC518B" w:rsidP="00321E29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FC518B" w:rsidRPr="00D73E28" w14:paraId="2BFDC79D" w14:textId="77777777" w:rsidTr="00FC518B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8B885B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FABCD0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426A" w14:textId="2FA4EB71" w:rsidR="00FC518B" w:rsidRPr="00FC518B" w:rsidRDefault="00FC518B" w:rsidP="00A878FE">
            <w:pPr>
              <w:pStyle w:val="Bezodstpw"/>
              <w:ind w:left="322"/>
              <w:rPr>
                <w:rFonts w:ascii="Arial" w:hAnsi="Arial" w:cs="Arial"/>
                <w:i/>
                <w:sz w:val="20"/>
                <w:szCs w:val="20"/>
              </w:rPr>
            </w:pPr>
            <w:r w:rsidRPr="00FC518B">
              <w:rPr>
                <w:rFonts w:ascii="Arial" w:hAnsi="Arial" w:cs="Arial"/>
                <w:i/>
                <w:sz w:val="20"/>
                <w:szCs w:val="20"/>
              </w:rPr>
              <w:t>Podstawowa administracja systemem Linux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C7F4" w14:textId="77777777" w:rsidR="00FC518B" w:rsidRPr="00BC341C" w:rsidRDefault="00FC518B" w:rsidP="00321E2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18B" w:rsidRPr="00D73E28" w14:paraId="6DC88B3B" w14:textId="77777777" w:rsidTr="00FC518B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FA20F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8F2FD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B012" w14:textId="23346777" w:rsidR="00FC518B" w:rsidRPr="00FC518B" w:rsidRDefault="00FC518B" w:rsidP="00A878FE">
            <w:pPr>
              <w:pStyle w:val="Bezodstpw"/>
              <w:ind w:left="322"/>
              <w:rPr>
                <w:rFonts w:ascii="Arial" w:hAnsi="Arial" w:cs="Arial"/>
                <w:i/>
                <w:sz w:val="20"/>
                <w:szCs w:val="20"/>
              </w:rPr>
            </w:pPr>
            <w:r w:rsidRPr="00FC518B">
              <w:rPr>
                <w:rFonts w:ascii="Arial" w:hAnsi="Arial" w:cs="Arial"/>
                <w:bCs/>
                <w:i/>
                <w:sz w:val="20"/>
                <w:szCs w:val="20"/>
              </w:rPr>
              <w:t>Wprowadzenie do chmur obliczeniowych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8C69" w14:textId="77777777" w:rsidR="00FC518B" w:rsidRPr="00BC341C" w:rsidRDefault="00FC518B" w:rsidP="00321E2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18B" w:rsidRPr="00D73E28" w14:paraId="5A588537" w14:textId="77777777" w:rsidTr="00FC518B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8417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4597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8699" w14:textId="71BE6D10" w:rsidR="00FC518B" w:rsidRPr="00FC518B" w:rsidRDefault="00FC518B" w:rsidP="00A878FE">
            <w:pPr>
              <w:pStyle w:val="Bezodstpw"/>
              <w:ind w:left="322"/>
              <w:rPr>
                <w:rFonts w:ascii="Arial" w:hAnsi="Arial" w:cs="Arial"/>
                <w:i/>
                <w:sz w:val="20"/>
                <w:szCs w:val="20"/>
              </w:rPr>
            </w:pPr>
            <w:r w:rsidRPr="00FC518B">
              <w:rPr>
                <w:rFonts w:ascii="Arial" w:hAnsi="Arial" w:cs="Arial"/>
                <w:bCs/>
                <w:i/>
                <w:sz w:val="20"/>
                <w:szCs w:val="20"/>
              </w:rPr>
              <w:t>Bezpieczeństwo informacji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8622" w14:textId="77777777" w:rsidR="00FC518B" w:rsidRPr="00BC341C" w:rsidRDefault="00FC518B" w:rsidP="00321E2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18B" w:rsidRPr="00D73E28" w14:paraId="7AD4EEF9" w14:textId="77777777" w:rsidTr="00FC518B">
        <w:trPr>
          <w:trHeight w:val="510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9256A3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127CF7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0C9BA" w14:textId="77777777" w:rsidR="00FC518B" w:rsidRPr="00AC3781" w:rsidRDefault="00FC518B" w:rsidP="00321E29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AEAC" w14:textId="77777777" w:rsidR="00FC518B" w:rsidRPr="00AC3781" w:rsidRDefault="00FC518B" w:rsidP="00321E29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FC518B" w:rsidRPr="00D73E28" w14:paraId="2FEDA044" w14:textId="77777777" w:rsidTr="00FC518B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E0B546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973126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35CD" w14:textId="64E90C77" w:rsidR="00FC518B" w:rsidRPr="00FC518B" w:rsidRDefault="00FC518B" w:rsidP="00A878FE">
            <w:pPr>
              <w:pStyle w:val="Bezodstpw"/>
              <w:ind w:left="322"/>
              <w:rPr>
                <w:rFonts w:ascii="Arial" w:hAnsi="Arial" w:cs="Arial"/>
                <w:i/>
                <w:sz w:val="20"/>
                <w:szCs w:val="20"/>
              </w:rPr>
            </w:pPr>
            <w:r w:rsidRPr="00FC518B">
              <w:rPr>
                <w:rFonts w:ascii="Arial" w:hAnsi="Arial" w:cs="Arial"/>
                <w:i/>
                <w:sz w:val="20"/>
                <w:szCs w:val="20"/>
              </w:rPr>
              <w:t>Podstawowa administracja systemem Linux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DFC0" w14:textId="77777777" w:rsidR="00FC518B" w:rsidRPr="00BC341C" w:rsidRDefault="00FC518B" w:rsidP="00321E2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18B" w:rsidRPr="00D73E28" w14:paraId="550244B2" w14:textId="77777777" w:rsidTr="00FC518B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A3089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4DDD2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AA44" w14:textId="1E75AB2C" w:rsidR="00FC518B" w:rsidRPr="00FC518B" w:rsidRDefault="00FC518B" w:rsidP="00A878FE">
            <w:pPr>
              <w:pStyle w:val="Bezodstpw"/>
              <w:ind w:left="322"/>
              <w:rPr>
                <w:rFonts w:ascii="Arial" w:hAnsi="Arial" w:cs="Arial"/>
                <w:i/>
                <w:sz w:val="20"/>
                <w:szCs w:val="20"/>
              </w:rPr>
            </w:pPr>
            <w:r w:rsidRPr="00FC518B">
              <w:rPr>
                <w:rFonts w:ascii="Arial" w:hAnsi="Arial" w:cs="Arial"/>
                <w:bCs/>
                <w:i/>
                <w:sz w:val="20"/>
                <w:szCs w:val="20"/>
              </w:rPr>
              <w:t>Wprowadzenie do chmur obliczeniowych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B889" w14:textId="77777777" w:rsidR="00FC518B" w:rsidRPr="00BC341C" w:rsidRDefault="00FC518B" w:rsidP="00321E2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18B" w:rsidRPr="00D73E28" w14:paraId="49A372B0" w14:textId="77777777" w:rsidTr="00FC518B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1713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FCE2" w14:textId="77777777" w:rsidR="00FC518B" w:rsidRPr="00BC341C" w:rsidRDefault="00FC518B" w:rsidP="00321E2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40CB" w14:textId="1C728E01" w:rsidR="00FC518B" w:rsidRPr="00FC518B" w:rsidRDefault="00FC518B" w:rsidP="00A878FE">
            <w:pPr>
              <w:pStyle w:val="Bezodstpw"/>
              <w:ind w:left="322"/>
              <w:rPr>
                <w:rFonts w:ascii="Arial" w:hAnsi="Arial" w:cs="Arial"/>
                <w:i/>
                <w:sz w:val="20"/>
                <w:szCs w:val="20"/>
              </w:rPr>
            </w:pPr>
            <w:r w:rsidRPr="00FC518B">
              <w:rPr>
                <w:rFonts w:ascii="Arial" w:hAnsi="Arial" w:cs="Arial"/>
                <w:bCs/>
                <w:i/>
                <w:sz w:val="20"/>
                <w:szCs w:val="20"/>
              </w:rPr>
              <w:t>Bezpieczeństwo informacji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D8BA7" w14:textId="77777777" w:rsidR="00FC518B" w:rsidRPr="00BC341C" w:rsidRDefault="00FC518B" w:rsidP="00321E2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A1B8CE" w14:textId="46C4168C" w:rsidR="00651654" w:rsidRPr="000155A0" w:rsidRDefault="00651654" w:rsidP="00371DC7">
      <w:pPr>
        <w:spacing w:before="240" w:line="360" w:lineRule="auto"/>
        <w:jc w:val="both"/>
        <w:rPr>
          <w:rFonts w:ascii="Arial" w:hAnsi="Arial" w:cs="Arial"/>
          <w:u w:val="double"/>
        </w:rPr>
      </w:pPr>
    </w:p>
    <w:p w14:paraId="567331CE" w14:textId="0D8458EF" w:rsidR="00FC518B" w:rsidRPr="00D73E28" w:rsidRDefault="00FC518B" w:rsidP="005F779E">
      <w:pPr>
        <w:pStyle w:val="Akapitzlist"/>
        <w:numPr>
          <w:ilvl w:val="0"/>
          <w:numId w:val="1"/>
        </w:numPr>
        <w:shd w:val="clear" w:color="auto" w:fill="A8D08D" w:themeFill="accent6" w:themeFillTint="99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SKŁADAMY OFERTĘ</w:t>
      </w:r>
      <w:r w:rsidRPr="00D73E28">
        <w:rPr>
          <w:rFonts w:ascii="Arial" w:hAnsi="Arial" w:cs="Arial"/>
        </w:rPr>
        <w:t xml:space="preserve"> na realizację przedmiotu zamówienia, zgodnie ze Specyfikacją Warunków Zamówienia niniejszego postępowania (zwanej dalej </w:t>
      </w:r>
      <w:r w:rsidRPr="00D73E28">
        <w:rPr>
          <w:rFonts w:ascii="Arial" w:hAnsi="Arial" w:cs="Arial"/>
          <w:b/>
          <w:bCs/>
        </w:rPr>
        <w:t>SWZ</w:t>
      </w:r>
      <w:r w:rsidRPr="00D73E28">
        <w:rPr>
          <w:rFonts w:ascii="Arial" w:hAnsi="Arial" w:cs="Arial"/>
        </w:rPr>
        <w:t xml:space="preserve">) dla </w:t>
      </w:r>
      <w:r w:rsidRPr="00D73E28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 xml:space="preserve">II: Szkolenia dla uczniów i </w:t>
      </w:r>
      <w:r w:rsidRPr="00D73E28">
        <w:rPr>
          <w:rFonts w:ascii="Arial" w:hAnsi="Arial" w:cs="Arial"/>
          <w:b/>
          <w:bCs/>
        </w:rPr>
        <w:t>uczennic z</w:t>
      </w:r>
      <w:r>
        <w:rPr>
          <w:rFonts w:ascii="Arial" w:hAnsi="Arial" w:cs="Arial"/>
          <w:b/>
          <w:bCs/>
        </w:rPr>
        <w:t> </w:t>
      </w:r>
      <w:r w:rsidRPr="00D73E28">
        <w:rPr>
          <w:rFonts w:ascii="Arial" w:hAnsi="Arial" w:cs="Arial"/>
          <w:b/>
          <w:bCs/>
        </w:rPr>
        <w:t>zakresu:</w:t>
      </w:r>
    </w:p>
    <w:p w14:paraId="1C4A9A22" w14:textId="77777777" w:rsidR="00FC518B" w:rsidRPr="00371DC7" w:rsidRDefault="00FC518B" w:rsidP="00FC518B">
      <w:pPr>
        <w:pStyle w:val="Akapitzlist"/>
        <w:spacing w:after="160" w:line="360" w:lineRule="auto"/>
        <w:ind w:left="6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7507CC36" w14:textId="2CA6A603" w:rsidR="00FC518B" w:rsidRPr="00FC518B" w:rsidRDefault="00FC518B" w:rsidP="00FC518B">
      <w:pPr>
        <w:pStyle w:val="Akapitzlist"/>
        <w:numPr>
          <w:ilvl w:val="0"/>
          <w:numId w:val="17"/>
        </w:numPr>
        <w:spacing w:after="160" w:line="360" w:lineRule="auto"/>
        <w:jc w:val="both"/>
        <w:rPr>
          <w:rFonts w:ascii="Arial" w:hAnsi="Arial" w:cs="Arial"/>
          <w:bCs/>
          <w:i/>
          <w:color w:val="000000"/>
          <w:kern w:val="1"/>
          <w:sz w:val="22"/>
          <w:szCs w:val="22"/>
        </w:rPr>
      </w:pPr>
      <w:r w:rsidRPr="00FC518B">
        <w:rPr>
          <w:rFonts w:ascii="Arial" w:hAnsi="Arial" w:cs="Arial"/>
          <w:bCs/>
          <w:i/>
          <w:color w:val="000000"/>
          <w:kern w:val="1"/>
          <w:sz w:val="22"/>
          <w:szCs w:val="22"/>
        </w:rPr>
        <w:t xml:space="preserve">Adobe Photoshop i Adobe </w:t>
      </w:r>
      <w:proofErr w:type="spellStart"/>
      <w:r w:rsidRPr="00FC518B">
        <w:rPr>
          <w:rFonts w:ascii="Arial" w:hAnsi="Arial" w:cs="Arial"/>
          <w:bCs/>
          <w:i/>
          <w:color w:val="000000"/>
          <w:kern w:val="1"/>
          <w:sz w:val="22"/>
          <w:szCs w:val="22"/>
        </w:rPr>
        <w:t>Animate</w:t>
      </w:r>
      <w:proofErr w:type="spellEnd"/>
      <w:r w:rsidRPr="00FC518B">
        <w:rPr>
          <w:rFonts w:ascii="Arial" w:hAnsi="Arial" w:cs="Arial"/>
          <w:i/>
          <w:sz w:val="22"/>
          <w:szCs w:val="22"/>
        </w:rPr>
        <w:t>;</w:t>
      </w:r>
    </w:p>
    <w:p w14:paraId="3927F282" w14:textId="0081915C" w:rsidR="00D5738E" w:rsidRPr="00D5738E" w:rsidRDefault="00FC518B" w:rsidP="00D5738E">
      <w:pPr>
        <w:pStyle w:val="Akapitzlist"/>
        <w:numPr>
          <w:ilvl w:val="0"/>
          <w:numId w:val="17"/>
        </w:numPr>
        <w:spacing w:after="160" w:line="360" w:lineRule="auto"/>
        <w:jc w:val="both"/>
        <w:rPr>
          <w:rFonts w:ascii="Arial" w:hAnsi="Arial" w:cs="Arial"/>
          <w:bCs/>
          <w:i/>
          <w:color w:val="000000"/>
          <w:kern w:val="1"/>
          <w:sz w:val="22"/>
          <w:szCs w:val="22"/>
        </w:rPr>
      </w:pPr>
      <w:r w:rsidRPr="00FC518B">
        <w:rPr>
          <w:rFonts w:ascii="Arial" w:hAnsi="Arial" w:cs="Arial"/>
          <w:bCs/>
          <w:i/>
          <w:color w:val="000000"/>
          <w:kern w:val="1"/>
          <w:sz w:val="22"/>
          <w:szCs w:val="22"/>
        </w:rPr>
        <w:t xml:space="preserve">Adobe </w:t>
      </w:r>
      <w:proofErr w:type="spellStart"/>
      <w:r w:rsidRPr="00FC518B">
        <w:rPr>
          <w:rFonts w:ascii="Arial" w:hAnsi="Arial" w:cs="Arial"/>
          <w:bCs/>
          <w:i/>
          <w:color w:val="000000"/>
          <w:kern w:val="1"/>
          <w:sz w:val="22"/>
          <w:szCs w:val="22"/>
        </w:rPr>
        <w:t>Illustrator</w:t>
      </w:r>
      <w:proofErr w:type="spellEnd"/>
      <w:r w:rsidRPr="00FC518B">
        <w:rPr>
          <w:rFonts w:ascii="Arial" w:hAnsi="Arial" w:cs="Arial"/>
          <w:bCs/>
          <w:i/>
          <w:color w:val="000000"/>
          <w:kern w:val="1"/>
          <w:sz w:val="22"/>
          <w:szCs w:val="22"/>
        </w:rPr>
        <w:t xml:space="preserve"> i Adobe </w:t>
      </w:r>
      <w:proofErr w:type="spellStart"/>
      <w:r w:rsidRPr="00FC518B">
        <w:rPr>
          <w:rFonts w:ascii="Arial" w:hAnsi="Arial" w:cs="Arial"/>
          <w:bCs/>
          <w:i/>
          <w:color w:val="000000"/>
          <w:kern w:val="1"/>
          <w:sz w:val="22"/>
          <w:szCs w:val="22"/>
        </w:rPr>
        <w:t>InDesign</w:t>
      </w:r>
      <w:proofErr w:type="spellEnd"/>
      <w:r w:rsidRPr="00FC518B">
        <w:rPr>
          <w:rFonts w:ascii="Arial" w:hAnsi="Arial" w:cs="Arial"/>
          <w:i/>
          <w:sz w:val="22"/>
          <w:szCs w:val="22"/>
        </w:rPr>
        <w:t>;</w:t>
      </w:r>
    </w:p>
    <w:p w14:paraId="0A9F776B" w14:textId="36310250" w:rsidR="00FC518B" w:rsidRPr="00D73E28" w:rsidRDefault="00FC518B" w:rsidP="00FC518B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4107FDDC" w14:textId="5EECA253" w:rsidR="00D5738E" w:rsidRPr="000155A0" w:rsidRDefault="000155A0" w:rsidP="005F779E">
      <w:pPr>
        <w:shd w:val="clear" w:color="auto" w:fill="A8D08D" w:themeFill="accent6" w:themeFillTint="99"/>
        <w:spacing w:after="12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2.1. </w:t>
      </w:r>
      <w:r w:rsidR="00371DC7" w:rsidRPr="000155A0">
        <w:rPr>
          <w:rFonts w:ascii="Arial" w:hAnsi="Arial" w:cs="Arial"/>
          <w:b/>
        </w:rPr>
        <w:t xml:space="preserve">CENA brutto oferty </w:t>
      </w:r>
      <w:r w:rsidR="00371DC7" w:rsidRPr="000155A0">
        <w:rPr>
          <w:rFonts w:ascii="Arial" w:hAnsi="Arial" w:cs="Arial"/>
          <w:b/>
          <w:bCs/>
        </w:rPr>
        <w:t xml:space="preserve">za realizację zamówienia dla Części </w:t>
      </w:r>
      <w:r w:rsidR="00FC518B" w:rsidRPr="000155A0">
        <w:rPr>
          <w:rFonts w:ascii="Arial" w:hAnsi="Arial" w:cs="Arial"/>
          <w:b/>
          <w:bCs/>
        </w:rPr>
        <w:t>I</w:t>
      </w:r>
      <w:r w:rsidR="00371DC7" w:rsidRPr="000155A0">
        <w:rPr>
          <w:rFonts w:ascii="Arial" w:hAnsi="Arial" w:cs="Arial"/>
          <w:b/>
          <w:bCs/>
        </w:rPr>
        <w:t xml:space="preserve">I, </w:t>
      </w:r>
    </w:p>
    <w:p w14:paraId="453FF1C5" w14:textId="1D3623CC" w:rsidR="00371DC7" w:rsidRPr="000155A0" w:rsidRDefault="00371DC7" w:rsidP="005F779E">
      <w:pPr>
        <w:shd w:val="clear" w:color="auto" w:fill="A8D08D" w:themeFill="accent6" w:themeFillTint="99"/>
        <w:spacing w:after="120" w:line="360" w:lineRule="auto"/>
        <w:ind w:firstLine="708"/>
        <w:jc w:val="both"/>
        <w:rPr>
          <w:rFonts w:ascii="Arial" w:hAnsi="Arial" w:cs="Arial"/>
          <w:b/>
          <w:bCs/>
        </w:rPr>
      </w:pPr>
      <w:r w:rsidRPr="000155A0">
        <w:rPr>
          <w:rFonts w:ascii="Arial" w:hAnsi="Arial" w:cs="Arial"/>
          <w:b/>
          <w:bCs/>
        </w:rPr>
        <w:t xml:space="preserve">wynosi: ……………………………………. zł. </w:t>
      </w:r>
    </w:p>
    <w:p w14:paraId="412AE404" w14:textId="77777777" w:rsidR="00371DC7" w:rsidRPr="000155A0" w:rsidRDefault="00371DC7" w:rsidP="005F779E">
      <w:pPr>
        <w:shd w:val="clear" w:color="auto" w:fill="A8D08D" w:themeFill="accent6" w:themeFillTint="99"/>
        <w:spacing w:after="120" w:line="360" w:lineRule="auto"/>
        <w:ind w:firstLine="708"/>
        <w:jc w:val="both"/>
        <w:rPr>
          <w:rFonts w:ascii="Arial" w:hAnsi="Arial" w:cs="Arial"/>
          <w:b/>
          <w:bCs/>
        </w:rPr>
      </w:pPr>
      <w:r w:rsidRPr="000155A0">
        <w:rPr>
          <w:rFonts w:ascii="Arial" w:hAnsi="Arial" w:cs="Arial"/>
        </w:rPr>
        <w:t>(słownie: .............................................................................................................. zł).</w:t>
      </w:r>
    </w:p>
    <w:p w14:paraId="5BDA9EC6" w14:textId="77777777" w:rsidR="00371DC7" w:rsidRPr="00FC518B" w:rsidRDefault="00371DC7" w:rsidP="00371DC7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C518B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6D0A02EB" w14:textId="77777777" w:rsidR="00371DC7" w:rsidRDefault="00371DC7" w:rsidP="00371DC7">
      <w:pPr>
        <w:pStyle w:val="Akapitzlist"/>
        <w:spacing w:before="240" w:line="360" w:lineRule="auto"/>
        <w:ind w:left="0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W tym: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4077"/>
        <w:gridCol w:w="1701"/>
        <w:gridCol w:w="1568"/>
        <w:gridCol w:w="994"/>
        <w:gridCol w:w="1407"/>
      </w:tblGrid>
      <w:tr w:rsidR="00371DC7" w:rsidRPr="00D73E28" w14:paraId="7160E594" w14:textId="77777777" w:rsidTr="005F779E">
        <w:trPr>
          <w:trHeight w:val="96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41EEE47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1A7EBD7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Ilość osób podlegających szkoleniu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20F6CF9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Cena brutto szkolenia jednej osoby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4D46C70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450F8AD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Wartość oferty brutto (ŁĄCZNIE)</w:t>
            </w:r>
          </w:p>
        </w:tc>
      </w:tr>
      <w:tr w:rsidR="00371DC7" w:rsidRPr="00D73E28" w14:paraId="1E096C96" w14:textId="77777777" w:rsidTr="000155A0">
        <w:trPr>
          <w:trHeight w:val="64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544BB6" w14:textId="6B3F0CD6" w:rsidR="00371DC7" w:rsidRPr="001B1410" w:rsidRDefault="001B1410" w:rsidP="000717EC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1410">
              <w:rPr>
                <w:rFonts w:ascii="Arial" w:hAnsi="Arial" w:cs="Arial"/>
                <w:b/>
                <w:bCs/>
                <w:i/>
                <w:color w:val="000000"/>
                <w:kern w:val="1"/>
                <w:sz w:val="20"/>
                <w:szCs w:val="20"/>
              </w:rPr>
              <w:t xml:space="preserve">Adobe Photoshop i Adobe </w:t>
            </w:r>
            <w:proofErr w:type="spellStart"/>
            <w:r w:rsidRPr="001B1410">
              <w:rPr>
                <w:rFonts w:ascii="Arial" w:hAnsi="Arial" w:cs="Arial"/>
                <w:b/>
                <w:bCs/>
                <w:i/>
                <w:color w:val="000000"/>
                <w:kern w:val="1"/>
                <w:sz w:val="20"/>
                <w:szCs w:val="20"/>
              </w:rPr>
              <w:t>Animate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6328" w14:textId="3FFDBAD1" w:rsidR="00371DC7" w:rsidRDefault="006562E9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371DC7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="00371DC7"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358DA76F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D261E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09BE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E8462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DC7" w:rsidRPr="00D73E28" w14:paraId="7C48F5B0" w14:textId="77777777" w:rsidTr="000155A0">
        <w:trPr>
          <w:trHeight w:val="64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265AFB" w14:textId="016D9AA6" w:rsidR="00371DC7" w:rsidRPr="001B1410" w:rsidRDefault="001B1410" w:rsidP="000717EC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1410">
              <w:rPr>
                <w:rFonts w:ascii="Arial" w:hAnsi="Arial" w:cs="Arial"/>
                <w:b/>
                <w:bCs/>
                <w:i/>
                <w:color w:val="000000"/>
                <w:kern w:val="1"/>
                <w:sz w:val="20"/>
                <w:szCs w:val="20"/>
              </w:rPr>
              <w:t xml:space="preserve">Adobe </w:t>
            </w:r>
            <w:proofErr w:type="spellStart"/>
            <w:r w:rsidRPr="001B1410">
              <w:rPr>
                <w:rFonts w:ascii="Arial" w:hAnsi="Arial" w:cs="Arial"/>
                <w:b/>
                <w:bCs/>
                <w:i/>
                <w:color w:val="000000"/>
                <w:kern w:val="1"/>
                <w:sz w:val="20"/>
                <w:szCs w:val="20"/>
              </w:rPr>
              <w:t>Illustrator</w:t>
            </w:r>
            <w:proofErr w:type="spellEnd"/>
            <w:r w:rsidRPr="001B1410">
              <w:rPr>
                <w:rFonts w:ascii="Arial" w:hAnsi="Arial" w:cs="Arial"/>
                <w:b/>
                <w:bCs/>
                <w:i/>
                <w:color w:val="000000"/>
                <w:kern w:val="1"/>
                <w:sz w:val="20"/>
                <w:szCs w:val="20"/>
              </w:rPr>
              <w:t xml:space="preserve"> i Adobe </w:t>
            </w:r>
            <w:proofErr w:type="spellStart"/>
            <w:r w:rsidRPr="001B1410">
              <w:rPr>
                <w:rFonts w:ascii="Arial" w:hAnsi="Arial" w:cs="Arial"/>
                <w:b/>
                <w:bCs/>
                <w:i/>
                <w:color w:val="000000"/>
                <w:kern w:val="1"/>
                <w:sz w:val="20"/>
                <w:szCs w:val="20"/>
              </w:rPr>
              <w:t>InDesign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07FB" w14:textId="5ED05D7F" w:rsidR="00371DC7" w:rsidRDefault="006562E9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371DC7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="00371DC7"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18A7F5E3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C6CC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8F4D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34F1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DC7" w:rsidRPr="00D73E28" w14:paraId="22FA07F5" w14:textId="77777777" w:rsidTr="005F779E">
        <w:trPr>
          <w:trHeight w:val="63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6ABE3D5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B504B5A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267A7E5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DA0BAC1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ZW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A2971A7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D10183E" w14:textId="0F258D87" w:rsidR="00371DC7" w:rsidRPr="000155A0" w:rsidRDefault="000155A0" w:rsidP="000155A0">
      <w:pPr>
        <w:spacing w:before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2.2. </w:t>
      </w:r>
      <w:r w:rsidR="00371DC7" w:rsidRPr="000155A0">
        <w:rPr>
          <w:rFonts w:ascii="Arial" w:hAnsi="Arial" w:cs="Arial"/>
          <w:b/>
        </w:rPr>
        <w:t>Doświadczenie osób skierowanych do realizacji zamówienia to: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797"/>
        <w:gridCol w:w="3598"/>
        <w:gridCol w:w="3118"/>
        <w:gridCol w:w="2268"/>
      </w:tblGrid>
      <w:tr w:rsidR="00371DC7" w:rsidRPr="00D73E28" w14:paraId="799AFEBD" w14:textId="77777777" w:rsidTr="005F779E">
        <w:trPr>
          <w:trHeight w:val="746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D7F055A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CFD06DE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Kadra</w:t>
            </w:r>
          </w:p>
          <w:p w14:paraId="01FD3CD5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Imię i nazwisko trenera prowadzącego szkolenie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B13641C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Doświadczenie osób</w:t>
            </w:r>
          </w:p>
          <w:p w14:paraId="61F470DF" w14:textId="77777777" w:rsidR="00371DC7" w:rsidRPr="00AC3781" w:rsidRDefault="00371DC7" w:rsidP="000717EC">
            <w:pPr>
              <w:pStyle w:val="Bezodstpw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należy wpisać doświadczenie trenera w ilości przeszkolonych słuchaczy</w:t>
            </w:r>
          </w:p>
        </w:tc>
      </w:tr>
      <w:tr w:rsidR="00371DC7" w:rsidRPr="00D73E28" w14:paraId="5F1FDAE1" w14:textId="77777777" w:rsidTr="00D5738E">
        <w:trPr>
          <w:trHeight w:val="567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B8FCC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57C2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6E5E" w14:textId="77777777" w:rsidR="00371DC7" w:rsidRPr="00AC3781" w:rsidRDefault="00371DC7" w:rsidP="000717EC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CB2B" w14:textId="77777777" w:rsidR="00371DC7" w:rsidRPr="00AC3781" w:rsidRDefault="00371DC7" w:rsidP="000717EC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371DC7" w:rsidRPr="00D73E28" w14:paraId="152C3955" w14:textId="77777777" w:rsidTr="00D5738E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E029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603B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B582F" w14:textId="77777777" w:rsidR="00651654" w:rsidRDefault="001B1410" w:rsidP="000717EC">
            <w:pPr>
              <w:pStyle w:val="Bezodstpw"/>
              <w:ind w:left="322"/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</w:pPr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Adobe Photoshop </w:t>
            </w:r>
          </w:p>
          <w:p w14:paraId="4F08A162" w14:textId="2CB2B009" w:rsidR="00371DC7" w:rsidRPr="001B1410" w:rsidRDefault="001B1410" w:rsidP="000717EC">
            <w:pPr>
              <w:pStyle w:val="Bezodstpw"/>
              <w:ind w:left="322"/>
              <w:rPr>
                <w:rFonts w:ascii="Arial" w:hAnsi="Arial" w:cs="Arial"/>
                <w:sz w:val="20"/>
                <w:szCs w:val="20"/>
              </w:rPr>
            </w:pPr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i Adobe </w:t>
            </w:r>
            <w:proofErr w:type="spellStart"/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>Animate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004D" w14:textId="77777777" w:rsidR="00371DC7" w:rsidRPr="00BC341C" w:rsidRDefault="00371DC7" w:rsidP="000717E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DC7" w:rsidRPr="00D73E28" w14:paraId="5DA2EC9D" w14:textId="77777777" w:rsidTr="00D5738E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1D90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F32F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1326" w14:textId="77777777" w:rsidR="00651654" w:rsidRDefault="001B1410" w:rsidP="000717EC">
            <w:pPr>
              <w:pStyle w:val="Bezodstpw"/>
              <w:ind w:left="322"/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</w:pPr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Adobe </w:t>
            </w:r>
            <w:proofErr w:type="spellStart"/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>Illustrator</w:t>
            </w:r>
            <w:proofErr w:type="spellEnd"/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 </w:t>
            </w:r>
          </w:p>
          <w:p w14:paraId="24700BB2" w14:textId="5CA37664" w:rsidR="00371DC7" w:rsidRPr="001B1410" w:rsidRDefault="001B1410" w:rsidP="000717EC">
            <w:pPr>
              <w:pStyle w:val="Bezodstpw"/>
              <w:ind w:left="322"/>
              <w:rPr>
                <w:rFonts w:ascii="Arial" w:hAnsi="Arial" w:cs="Arial"/>
                <w:sz w:val="20"/>
                <w:szCs w:val="20"/>
              </w:rPr>
            </w:pPr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i Adobe </w:t>
            </w:r>
            <w:proofErr w:type="spellStart"/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>InDesign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D7949" w14:textId="77777777" w:rsidR="00371DC7" w:rsidRPr="00BC341C" w:rsidRDefault="00371DC7" w:rsidP="000717E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DC7" w:rsidRPr="00D73E28" w14:paraId="55FD6009" w14:textId="77777777" w:rsidTr="00D5738E">
        <w:trPr>
          <w:trHeight w:val="567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300E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6DF1" w14:textId="77777777" w:rsidR="00371DC7" w:rsidRPr="00BC341C" w:rsidRDefault="00371DC7" w:rsidP="000717E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7CC3" w14:textId="77777777" w:rsidR="00371DC7" w:rsidRPr="00AC3781" w:rsidRDefault="00371DC7" w:rsidP="000717EC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FFE2" w14:textId="77777777" w:rsidR="00371DC7" w:rsidRPr="00AC3781" w:rsidRDefault="00371DC7" w:rsidP="000717EC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1B1410" w:rsidRPr="00D73E28" w14:paraId="26D792E9" w14:textId="77777777" w:rsidTr="00D5738E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A1880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E188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AF27" w14:textId="77777777" w:rsidR="00651654" w:rsidRDefault="001B1410" w:rsidP="001B1410">
            <w:pPr>
              <w:pStyle w:val="Bezodstpw"/>
              <w:ind w:left="322"/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</w:pPr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>Adobe Photoshop</w:t>
            </w:r>
          </w:p>
          <w:p w14:paraId="025B0224" w14:textId="09A90FF6" w:rsidR="001B1410" w:rsidRPr="00A878FE" w:rsidRDefault="001B1410" w:rsidP="001B1410">
            <w:pPr>
              <w:pStyle w:val="Bezodstpw"/>
              <w:ind w:left="322"/>
              <w:rPr>
                <w:rFonts w:ascii="Arial" w:hAnsi="Arial" w:cs="Arial"/>
                <w:sz w:val="20"/>
                <w:szCs w:val="20"/>
              </w:rPr>
            </w:pPr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 i Adobe </w:t>
            </w:r>
            <w:proofErr w:type="spellStart"/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>Animate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C97C" w14:textId="77777777" w:rsidR="001B1410" w:rsidRPr="00BC341C" w:rsidRDefault="001B1410" w:rsidP="001B1410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410" w:rsidRPr="00D73E28" w14:paraId="7B796BB4" w14:textId="77777777" w:rsidTr="00D5738E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BE9A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D823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0AF6" w14:textId="77777777" w:rsidR="00651654" w:rsidRDefault="001B1410" w:rsidP="001B1410">
            <w:pPr>
              <w:pStyle w:val="Bezodstpw"/>
              <w:ind w:left="322"/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</w:pPr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Adobe </w:t>
            </w:r>
            <w:proofErr w:type="spellStart"/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>Illustrator</w:t>
            </w:r>
            <w:proofErr w:type="spellEnd"/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 </w:t>
            </w:r>
          </w:p>
          <w:p w14:paraId="26DF876A" w14:textId="6F6F5ADA" w:rsidR="001B1410" w:rsidRPr="00A878FE" w:rsidRDefault="001B1410" w:rsidP="001B1410">
            <w:pPr>
              <w:pStyle w:val="Bezodstpw"/>
              <w:ind w:left="322"/>
              <w:rPr>
                <w:rFonts w:ascii="Arial" w:hAnsi="Arial" w:cs="Arial"/>
                <w:sz w:val="20"/>
                <w:szCs w:val="20"/>
              </w:rPr>
            </w:pPr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 xml:space="preserve">i Adobe </w:t>
            </w:r>
            <w:proofErr w:type="spellStart"/>
            <w:r w:rsidRPr="001B1410">
              <w:rPr>
                <w:rFonts w:ascii="Arial" w:hAnsi="Arial" w:cs="Arial"/>
                <w:bCs/>
                <w:i/>
                <w:color w:val="000000"/>
                <w:kern w:val="1"/>
                <w:sz w:val="20"/>
                <w:szCs w:val="20"/>
              </w:rPr>
              <w:t>InDesign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B909" w14:textId="77777777" w:rsidR="001B1410" w:rsidRPr="00BC341C" w:rsidRDefault="001B1410" w:rsidP="001B1410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352C2E" w14:textId="77777777" w:rsidR="00B9086B" w:rsidRPr="00BE474D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6FEC99A7" w14:textId="274B1A3B" w:rsidR="00A878FE" w:rsidRDefault="00A878FE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878FE">
        <w:rPr>
          <w:rFonts w:ascii="Arial" w:hAnsi="Arial" w:cs="Arial"/>
        </w:rPr>
        <w:t xml:space="preserve">amówienie wykonamy w terminie </w:t>
      </w:r>
      <w:r w:rsidRPr="00A878FE">
        <w:rPr>
          <w:rFonts w:ascii="Arial" w:hAnsi="Arial" w:cs="Arial"/>
          <w:b/>
        </w:rPr>
        <w:t xml:space="preserve">od dnia zawarcia umowy do dnia </w:t>
      </w:r>
      <w:r>
        <w:rPr>
          <w:rFonts w:ascii="Arial" w:hAnsi="Arial" w:cs="Arial"/>
          <w:b/>
        </w:rPr>
        <w:t>31</w:t>
      </w:r>
      <w:r w:rsidRPr="00A878FE">
        <w:rPr>
          <w:rFonts w:ascii="Arial" w:hAnsi="Arial" w:cs="Arial"/>
          <w:b/>
        </w:rPr>
        <w:t xml:space="preserve"> </w:t>
      </w:r>
      <w:r w:rsidR="001B1410">
        <w:rPr>
          <w:rFonts w:ascii="Arial" w:hAnsi="Arial" w:cs="Arial"/>
          <w:b/>
        </w:rPr>
        <w:t>sierpnia</w:t>
      </w:r>
      <w:r w:rsidRPr="00A878FE">
        <w:rPr>
          <w:rFonts w:ascii="Arial" w:hAnsi="Arial" w:cs="Arial"/>
          <w:b/>
        </w:rPr>
        <w:t xml:space="preserve"> 2026 r</w:t>
      </w:r>
      <w:r>
        <w:rPr>
          <w:rFonts w:ascii="Arial" w:hAnsi="Arial" w:cs="Arial"/>
          <w:b/>
        </w:rPr>
        <w:t>.</w:t>
      </w:r>
      <w:r w:rsidRPr="00A878FE">
        <w:rPr>
          <w:rFonts w:ascii="Arial" w:hAnsi="Arial" w:cs="Arial"/>
          <w:bCs/>
        </w:rPr>
        <w:t>;</w:t>
      </w:r>
    </w:p>
    <w:p w14:paraId="62CF9DAB" w14:textId="77777777" w:rsidR="00ED4154" w:rsidRDefault="00FF57EE" w:rsidP="00A878F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A878FE">
        <w:rPr>
          <w:rFonts w:ascii="Arial" w:hAnsi="Arial" w:cs="Arial"/>
        </w:rPr>
        <w:t>;</w:t>
      </w:r>
    </w:p>
    <w:p w14:paraId="51E09431" w14:textId="77777777" w:rsidR="00A878FE" w:rsidRPr="00A878FE" w:rsidRDefault="00FF57EE" w:rsidP="00A878F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A878FE">
        <w:rPr>
          <w:rFonts w:ascii="Arial" w:hAnsi="Arial" w:cs="Arial"/>
        </w:rPr>
        <w:t>;</w:t>
      </w:r>
    </w:p>
    <w:p w14:paraId="2FA20B4C" w14:textId="77777777" w:rsidR="004E4F1B" w:rsidRPr="00A878FE" w:rsidRDefault="00A878FE" w:rsidP="00A878F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</w:rPr>
      </w:pPr>
      <w:r w:rsidRPr="00A878FE">
        <w:rPr>
          <w:rFonts w:ascii="Arial" w:hAnsi="Arial" w:cs="Arial"/>
        </w:rPr>
        <w:t>uzyskaliśmy wszelkie informacje niezbędne do prawidłowego przygotowania i</w:t>
      </w:r>
      <w:r>
        <w:rPr>
          <w:rFonts w:ascii="Arial" w:hAnsi="Arial" w:cs="Arial"/>
        </w:rPr>
        <w:t> </w:t>
      </w:r>
      <w:r w:rsidRPr="00A878FE">
        <w:rPr>
          <w:rFonts w:ascii="Arial" w:hAnsi="Arial" w:cs="Arial"/>
        </w:rPr>
        <w:t>złożenia niniejszej oferty</w:t>
      </w:r>
      <w:r>
        <w:rPr>
          <w:rFonts w:ascii="Arial" w:hAnsi="Arial" w:cs="Arial"/>
        </w:rPr>
        <w:t>;</w:t>
      </w:r>
    </w:p>
    <w:p w14:paraId="769820DF" w14:textId="77777777" w:rsidR="00BC4F99" w:rsidRDefault="00BC4F99" w:rsidP="00A878F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8272994" w14:textId="77777777" w:rsidTr="008179FB">
        <w:trPr>
          <w:trHeight w:val="5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4532090B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2B91B28E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0F7BB6F9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5863FB75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D24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AD560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91F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15635344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8BB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185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9D2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1E7E069C" w14:textId="77777777" w:rsidR="00640768" w:rsidRDefault="00FF57EE" w:rsidP="00640768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A878FE">
        <w:rPr>
          <w:rFonts w:ascii="Arial" w:hAnsi="Arial" w:cs="Arial"/>
        </w:rPr>
        <w:t xml:space="preserve">załączniku do </w:t>
      </w:r>
      <w:r w:rsidRPr="006522FA">
        <w:rPr>
          <w:rFonts w:ascii="Arial" w:hAnsi="Arial" w:cs="Arial"/>
        </w:rPr>
        <w:t>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</w:t>
      </w:r>
      <w:r w:rsidR="00A878FE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 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 miejscu i terminie wyznaczonym przez Zamawiającego</w:t>
      </w:r>
      <w:r w:rsidR="00A878FE">
        <w:rPr>
          <w:rFonts w:ascii="Arial" w:hAnsi="Arial" w:cs="Arial"/>
        </w:rPr>
        <w:t>;</w:t>
      </w:r>
    </w:p>
    <w:p w14:paraId="63D05D45" w14:textId="77777777" w:rsidR="00525EFF" w:rsidRPr="00B56BE6" w:rsidRDefault="00FF57EE" w:rsidP="009B316D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lastRenderedPageBreak/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4B970EA9" w14:textId="77777777" w:rsidR="002C23F2" w:rsidRPr="00CE1552" w:rsidRDefault="004E4F1B" w:rsidP="009B316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7D1A4720" w14:textId="538ACEF2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6FE7E2F9">
          <v:shape id="_x0000_i1053" type="#_x0000_t75" style="width:142.15pt;height:16.85pt" o:ole="">
            <v:imagedata r:id="rId21" o:title=""/>
          </v:shape>
          <w:control r:id="rId22" w:name="CheckBox1" w:shapeid="_x0000_i1053"/>
        </w:object>
      </w:r>
    </w:p>
    <w:p w14:paraId="74279FBE" w14:textId="28827A53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>podatkowego zgodnie z ustawą dnia 11</w:t>
      </w:r>
      <w:r w:rsidR="00F25346">
        <w:rPr>
          <w:rFonts w:ascii="Arial" w:hAnsi="Arial" w:cs="Arial"/>
          <w:bCs/>
        </w:rPr>
        <w:t> </w:t>
      </w:r>
      <w:r w:rsidRPr="00BE474D">
        <w:rPr>
          <w:rFonts w:ascii="Arial" w:hAnsi="Arial" w:cs="Arial"/>
          <w:bCs/>
        </w:rPr>
        <w:t xml:space="preserve">marca 2004 r. o podatku od towarów i usług </w:t>
      </w:r>
      <w:r w:rsidR="002A516E" w:rsidRPr="002A516E">
        <w:rPr>
          <w:rFonts w:ascii="Arial" w:hAnsi="Arial" w:cs="Arial"/>
          <w:bCs/>
        </w:rPr>
        <w:t>(</w:t>
      </w:r>
      <w:proofErr w:type="spellStart"/>
      <w:r w:rsidR="00F25346" w:rsidRPr="00F25346">
        <w:rPr>
          <w:rFonts w:ascii="Arial" w:hAnsi="Arial" w:cs="Arial"/>
          <w:bCs/>
        </w:rPr>
        <w:t>t.j</w:t>
      </w:r>
      <w:proofErr w:type="spellEnd"/>
      <w:r w:rsidR="00F25346" w:rsidRPr="00F25346">
        <w:rPr>
          <w:rFonts w:ascii="Arial" w:hAnsi="Arial" w:cs="Arial"/>
          <w:bCs/>
        </w:rPr>
        <w:t>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</w:t>
      </w:r>
      <w:proofErr w:type="spellStart"/>
      <w:r w:rsidR="00F25346" w:rsidRPr="00F25346">
        <w:rPr>
          <w:rFonts w:ascii="Arial" w:hAnsi="Arial" w:cs="Arial"/>
          <w:bCs/>
        </w:rPr>
        <w:t>późn</w:t>
      </w:r>
      <w:proofErr w:type="spellEnd"/>
      <w:r w:rsidR="00F25346" w:rsidRPr="00F25346">
        <w:rPr>
          <w:rFonts w:ascii="Arial" w:hAnsi="Arial" w:cs="Arial"/>
          <w:bCs/>
        </w:rPr>
        <w:t>. zm.</w:t>
      </w:r>
      <w:r w:rsidR="00F25346">
        <w:rPr>
          <w:rFonts w:ascii="Arial" w:hAnsi="Arial" w:cs="Arial"/>
          <w:bCs/>
        </w:rPr>
        <w:t>)</w:t>
      </w:r>
    </w:p>
    <w:p w14:paraId="2F282573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2317622" w14:textId="1BA4BA05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2DFB4E1D">
          <v:shape id="_x0000_i1055" type="#_x0000_t75" style="width:180.45pt;height:21.5pt" o:ole="">
            <v:imagedata r:id="rId23" o:title=""/>
          </v:shape>
          <w:control r:id="rId24" w:name="CheckBox2" w:shapeid="_x0000_i1055"/>
        </w:object>
      </w:r>
    </w:p>
    <w:p w14:paraId="2E8DC986" w14:textId="43AAFFD0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</w:t>
      </w:r>
      <w:r w:rsidR="00F25346">
        <w:rPr>
          <w:rFonts w:ascii="Arial" w:hAnsi="Arial" w:cs="Arial"/>
          <w:bCs/>
        </w:rPr>
        <w:t> </w:t>
      </w:r>
      <w:r w:rsidRPr="003A37A9">
        <w:rPr>
          <w:rFonts w:ascii="Arial" w:hAnsi="Arial" w:cs="Arial"/>
          <w:bCs/>
        </w:rPr>
        <w:t>marca 2004 r. o podatku od towarów i usług (</w:t>
      </w:r>
      <w:proofErr w:type="spellStart"/>
      <w:r w:rsidR="00F25346" w:rsidRPr="00F25346">
        <w:rPr>
          <w:rFonts w:ascii="Arial" w:hAnsi="Arial" w:cs="Arial"/>
          <w:bCs/>
        </w:rPr>
        <w:t>t.j</w:t>
      </w:r>
      <w:proofErr w:type="spellEnd"/>
      <w:r w:rsidR="00F25346" w:rsidRPr="00F25346">
        <w:rPr>
          <w:rFonts w:ascii="Arial" w:hAnsi="Arial" w:cs="Arial"/>
          <w:bCs/>
        </w:rPr>
        <w:t>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</w:t>
      </w:r>
      <w:proofErr w:type="spellStart"/>
      <w:r w:rsidR="00F25346" w:rsidRPr="00F25346">
        <w:rPr>
          <w:rFonts w:ascii="Arial" w:hAnsi="Arial" w:cs="Arial"/>
          <w:bCs/>
        </w:rPr>
        <w:t>późn</w:t>
      </w:r>
      <w:proofErr w:type="spellEnd"/>
      <w:r w:rsidR="00F25346" w:rsidRPr="00F25346">
        <w:rPr>
          <w:rFonts w:ascii="Arial" w:hAnsi="Arial" w:cs="Arial"/>
          <w:bCs/>
        </w:rPr>
        <w:t>. zm.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 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693"/>
        <w:gridCol w:w="2806"/>
      </w:tblGrid>
      <w:tr w:rsidR="003A37A9" w:rsidRPr="00CE3AE6" w14:paraId="624A6BB1" w14:textId="77777777" w:rsidTr="00D5738E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078E4F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8F5601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873B28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9941DD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4AA4064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5F4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424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273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FE4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25663135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F83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750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3F5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F15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7A843C" w14:textId="77777777" w:rsidR="00525EFF" w:rsidRPr="00B56BE6" w:rsidRDefault="00525EFF" w:rsidP="00B56BE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E2ACB" w14:paraId="7D2DEE55" w14:textId="77777777" w:rsidTr="00B56BE6">
        <w:tc>
          <w:tcPr>
            <w:tcW w:w="1984" w:type="dxa"/>
            <w:shd w:val="clear" w:color="auto" w:fill="auto"/>
            <w:vAlign w:val="center"/>
          </w:tcPr>
          <w:p w14:paraId="632FE4A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  <w:shd w:val="clear" w:color="auto" w:fill="auto"/>
          </w:tcPr>
          <w:p w14:paraId="3F6412B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B623967" w14:textId="77777777" w:rsidTr="00B56BE6">
        <w:tc>
          <w:tcPr>
            <w:tcW w:w="1984" w:type="dxa"/>
            <w:shd w:val="clear" w:color="auto" w:fill="auto"/>
            <w:vAlign w:val="center"/>
          </w:tcPr>
          <w:p w14:paraId="661D318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  <w:shd w:val="clear" w:color="auto" w:fill="auto"/>
          </w:tcPr>
          <w:p w14:paraId="0901212C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20BDD27" w14:textId="77777777" w:rsidTr="00B56BE6">
        <w:tc>
          <w:tcPr>
            <w:tcW w:w="1984" w:type="dxa"/>
            <w:shd w:val="clear" w:color="auto" w:fill="auto"/>
            <w:vAlign w:val="center"/>
          </w:tcPr>
          <w:p w14:paraId="5240E288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  <w:shd w:val="clear" w:color="auto" w:fill="auto"/>
          </w:tcPr>
          <w:p w14:paraId="1E3F6B80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1C2FD7DE" w14:textId="77777777" w:rsidR="00525EFF" w:rsidRDefault="009B316D" w:rsidP="00EA28A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72792A0D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2D4F33BA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52803BEA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1C875594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EEAD2E1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1A8B97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E0A948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385E993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2955A3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6CC70296" w14:textId="77777777" w:rsidR="00814ACA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p w14:paraId="29BB336C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0DB084B0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2157E05F" w14:textId="77777777" w:rsidR="00F25346" w:rsidRDefault="00F25346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</w:p>
    <w:p w14:paraId="5331D369" w14:textId="12249AEB" w:rsidR="003C52E4" w:rsidRP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  <w:r w:rsidRPr="003C52E4">
        <w:rPr>
          <w:rFonts w:ascii="Arial" w:hAnsi="Arial" w:cs="Arial"/>
          <w:b/>
          <w:iCs/>
          <w:sz w:val="20"/>
          <w:szCs w:val="20"/>
          <w:u w:val="single"/>
        </w:rPr>
        <w:t>Informacja dla Wykonawcy:</w:t>
      </w:r>
    </w:p>
    <w:p w14:paraId="39884527" w14:textId="77777777" w:rsidR="003C52E4" w:rsidRPr="00FD166E" w:rsidRDefault="003C52E4" w:rsidP="003C52E4">
      <w:pPr>
        <w:tabs>
          <w:tab w:val="center" w:pos="7655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3C52E4">
        <w:rPr>
          <w:rFonts w:ascii="Arial" w:hAnsi="Arial" w:cs="Arial"/>
          <w:iCs/>
          <w:sz w:val="20"/>
          <w:szCs w:val="20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3C52E4">
        <w:rPr>
          <w:rFonts w:ascii="Arial" w:hAnsi="Arial" w:cs="Arial"/>
          <w:i/>
          <w:iCs/>
          <w:sz w:val="20"/>
          <w:szCs w:val="20"/>
          <w:u w:val="single"/>
        </w:rPr>
        <w:t>wraz z dokumentem (-</w:t>
      </w:r>
      <w:proofErr w:type="spellStart"/>
      <w:r w:rsidRPr="003C52E4">
        <w:rPr>
          <w:rFonts w:ascii="Arial" w:hAnsi="Arial" w:cs="Arial"/>
          <w:i/>
          <w:iCs/>
          <w:sz w:val="20"/>
          <w:szCs w:val="20"/>
          <w:u w:val="single"/>
        </w:rPr>
        <w:t>ami</w:t>
      </w:r>
      <w:proofErr w:type="spellEnd"/>
      <w:r w:rsidRPr="003C52E4">
        <w:rPr>
          <w:rFonts w:ascii="Arial" w:hAnsi="Arial" w:cs="Arial"/>
          <w:i/>
          <w:iCs/>
          <w:sz w:val="20"/>
          <w:szCs w:val="20"/>
          <w:u w:val="single"/>
        </w:rPr>
        <w:t>) potwierdzającymi prawo do reprezentacji Wykonawcy przez osobę podpisującą ofertę</w:t>
      </w:r>
      <w:r w:rsidRPr="003C52E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C52E4">
        <w:rPr>
          <w:rFonts w:ascii="Arial" w:hAnsi="Arial" w:cs="Arial"/>
          <w:bCs/>
          <w:iCs/>
          <w:sz w:val="20"/>
          <w:szCs w:val="20"/>
        </w:rPr>
        <w:t>lub wskazaniem dostępu dla zamawiającego, aby mógł je uzyskać za pomocą bezpłatnych i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ogólnodostępnych baz danych, w szczególności rejestrów publicznych w rozumieniu ustawy z dnia 17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lutego 2005 r. o informatyzacji działalności podmiotów realizujących zadania publiczne</w:t>
      </w:r>
    </w:p>
    <w:sectPr w:rsidR="003C52E4" w:rsidRPr="00FD166E" w:rsidSect="00651654">
      <w:headerReference w:type="default" r:id="rId25"/>
      <w:footerReference w:type="default" r:id="rId26"/>
      <w:pgSz w:w="11906" w:h="16838"/>
      <w:pgMar w:top="1560" w:right="1274" w:bottom="993" w:left="1134" w:header="284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F44A0" w14:textId="77777777" w:rsidR="004223C6" w:rsidRDefault="004223C6" w:rsidP="00FF57EE">
      <w:r>
        <w:separator/>
      </w:r>
    </w:p>
  </w:endnote>
  <w:endnote w:type="continuationSeparator" w:id="0">
    <w:p w14:paraId="4DC64F63" w14:textId="77777777" w:rsidR="004223C6" w:rsidRDefault="004223C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2465E" w14:textId="09A60DB5" w:rsidR="00563DC0" w:rsidRPr="006676B8" w:rsidRDefault="006676B8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Arial" w:eastAsia="Calibri" w:hAnsi="Arial"/>
        <w:i/>
        <w:iCs/>
        <w:sz w:val="18"/>
        <w:szCs w:val="18"/>
        <w:lang w:eastAsia="en-US"/>
      </w:rPr>
    </w:pPr>
    <w:r w:rsidRPr="006676B8">
      <w:rPr>
        <w:rFonts w:ascii="Arial" w:eastAsia="Calibri" w:hAnsi="Arial"/>
        <w:i/>
        <w:iCs/>
        <w:sz w:val="18"/>
        <w:szCs w:val="18"/>
        <w:lang w:eastAsia="en-US"/>
      </w:rPr>
      <w:t xml:space="preserve">Projekt współfinansowany przez Unię Europejską z Europejskiego Funduszu Społecznego Plus </w:t>
    </w:r>
    <w:r w:rsidRPr="006676B8">
      <w:rPr>
        <w:rFonts w:ascii="Arial" w:eastAsia="Calibri" w:hAnsi="Arial"/>
        <w:i/>
        <w:iCs/>
        <w:sz w:val="18"/>
        <w:szCs w:val="18"/>
        <w:lang w:eastAsia="en-US"/>
      </w:rPr>
      <w:br/>
      <w:t>w ramach programu regionalnego Fundusze Europejskie dla Łódzkiego 2021-2027</w:t>
    </w:r>
    <w:r w:rsidR="00563DC0"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651654">
      <w:rPr>
        <w:rFonts w:ascii="Arial" w:eastAsia="Calibri" w:hAnsi="Arial"/>
        <w:noProof/>
        <w:sz w:val="18"/>
        <w:szCs w:val="18"/>
        <w:lang w:eastAsia="en-US"/>
      </w:rPr>
      <w:t>7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="00563DC0" w:rsidRPr="00563DC0">
      <w:rPr>
        <w:rFonts w:ascii="Arial" w:eastAsia="Calibri" w:hAnsi="Arial"/>
        <w:sz w:val="18"/>
        <w:szCs w:val="18"/>
        <w:lang w:eastAsia="en-US"/>
      </w:rPr>
      <w:t>/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651654">
      <w:rPr>
        <w:rFonts w:ascii="Arial" w:eastAsia="Calibri" w:hAnsi="Arial"/>
        <w:noProof/>
        <w:sz w:val="18"/>
        <w:szCs w:val="18"/>
        <w:lang w:eastAsia="en-US"/>
      </w:rPr>
      <w:t>7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C0874" w14:textId="77777777" w:rsidR="004223C6" w:rsidRDefault="004223C6" w:rsidP="00FF57EE">
      <w:r>
        <w:separator/>
      </w:r>
    </w:p>
  </w:footnote>
  <w:footnote w:type="continuationSeparator" w:id="0">
    <w:p w14:paraId="7F94FD72" w14:textId="77777777" w:rsidR="004223C6" w:rsidRDefault="004223C6" w:rsidP="00FF57EE">
      <w:r>
        <w:continuationSeparator/>
      </w:r>
    </w:p>
  </w:footnote>
  <w:footnote w:id="1">
    <w:p w14:paraId="1BB9C734" w14:textId="77777777" w:rsidR="00563DC0" w:rsidRPr="00C754AE" w:rsidRDefault="00497AEE" w:rsidP="00563DC0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 xml:space="preserve">. </w:t>
      </w:r>
    </w:p>
    <w:p w14:paraId="411BCF49" w14:textId="77777777" w:rsidR="00563DC0" w:rsidRPr="00C754AE" w:rsidRDefault="00563DC0" w:rsidP="00563DC0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 w:rsidR="00216425" w:rsidRPr="00216425">
        <w:rPr>
          <w:rFonts w:ascii="Arial" w:hAnsi="Arial" w:cs="Arial"/>
          <w:color w:val="0070C0"/>
          <w:sz w:val="18"/>
          <w:szCs w:val="18"/>
        </w:rPr>
        <w:t>t.j</w:t>
      </w:r>
      <w:proofErr w:type="spellEnd"/>
      <w:r w:rsidR="00216425" w:rsidRPr="00216425">
        <w:rPr>
          <w:rFonts w:ascii="Arial" w:hAnsi="Arial" w:cs="Arial"/>
          <w:color w:val="0070C0"/>
          <w:sz w:val="18"/>
          <w:szCs w:val="18"/>
        </w:rPr>
        <w:t>. Dz. U. z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62EC029A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132CBB0B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6105A75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C6AFC98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1F690EA4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9845" w14:textId="3A7410C8" w:rsidR="00AE2ACB" w:rsidRPr="00346636" w:rsidRDefault="0098543B" w:rsidP="00346636">
    <w:pPr>
      <w:pStyle w:val="Nagwek"/>
    </w:pPr>
    <w:r>
      <w:rPr>
        <w:noProof/>
      </w:rPr>
      <w:drawing>
        <wp:inline distT="0" distB="0" distL="0" distR="0" wp14:anchorId="3310848C" wp14:editId="47BD0BA2">
          <wp:extent cx="5759450" cy="7956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30248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C3751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1361F"/>
    <w:multiLevelType w:val="multilevel"/>
    <w:tmpl w:val="203640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D7B70E2"/>
    <w:multiLevelType w:val="hybridMultilevel"/>
    <w:tmpl w:val="64881870"/>
    <w:lvl w:ilvl="0" w:tplc="128E2270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7281840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41E2107"/>
    <w:multiLevelType w:val="multilevel"/>
    <w:tmpl w:val="5DCE407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4AA1F7D"/>
    <w:multiLevelType w:val="hybridMultilevel"/>
    <w:tmpl w:val="86CE1ADC"/>
    <w:lvl w:ilvl="0" w:tplc="40D23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8600D4"/>
    <w:multiLevelType w:val="hybridMultilevel"/>
    <w:tmpl w:val="280A5D0A"/>
    <w:lvl w:ilvl="0" w:tplc="CF2A3046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682F32A3"/>
    <w:multiLevelType w:val="multilevel"/>
    <w:tmpl w:val="7608A6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173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01" w:hanging="1800"/>
      </w:pPr>
      <w:rPr>
        <w:rFonts w:hint="default"/>
      </w:rPr>
    </w:lvl>
  </w:abstractNum>
  <w:abstractNum w:abstractNumId="11" w15:restartNumberingAfterBreak="0">
    <w:nsid w:val="69F119F2"/>
    <w:multiLevelType w:val="hybridMultilevel"/>
    <w:tmpl w:val="41B41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D96002"/>
    <w:multiLevelType w:val="multilevel"/>
    <w:tmpl w:val="F4E24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 w15:restartNumberingAfterBreak="0">
    <w:nsid w:val="6CA00D0B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F08565C"/>
    <w:multiLevelType w:val="multilevel"/>
    <w:tmpl w:val="E56852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7B2D5169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9588936">
    <w:abstractNumId w:val="10"/>
  </w:num>
  <w:num w:numId="2" w16cid:durableId="1654597366">
    <w:abstractNumId w:val="5"/>
  </w:num>
  <w:num w:numId="3" w16cid:durableId="546339862">
    <w:abstractNumId w:val="8"/>
  </w:num>
  <w:num w:numId="4" w16cid:durableId="323583911">
    <w:abstractNumId w:val="16"/>
  </w:num>
  <w:num w:numId="5" w16cid:durableId="19057914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32532805">
    <w:abstractNumId w:val="7"/>
  </w:num>
  <w:num w:numId="7" w16cid:durableId="1581137354">
    <w:abstractNumId w:val="3"/>
  </w:num>
  <w:num w:numId="8" w16cid:durableId="1943608518">
    <w:abstractNumId w:val="12"/>
  </w:num>
  <w:num w:numId="9" w16cid:durableId="1544635326">
    <w:abstractNumId w:val="4"/>
  </w:num>
  <w:num w:numId="10" w16cid:durableId="1611547768">
    <w:abstractNumId w:val="13"/>
  </w:num>
  <w:num w:numId="11" w16cid:durableId="1144784643">
    <w:abstractNumId w:val="15"/>
  </w:num>
  <w:num w:numId="12" w16cid:durableId="1934509940">
    <w:abstractNumId w:val="2"/>
  </w:num>
  <w:num w:numId="13" w16cid:durableId="16927611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17768399">
    <w:abstractNumId w:val="11"/>
  </w:num>
  <w:num w:numId="15" w16cid:durableId="1910774347">
    <w:abstractNumId w:val="1"/>
  </w:num>
  <w:num w:numId="16" w16cid:durableId="1640266047">
    <w:abstractNumId w:val="6"/>
  </w:num>
  <w:num w:numId="17" w16cid:durableId="572161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C6"/>
    <w:rsid w:val="000014C8"/>
    <w:rsid w:val="000155A0"/>
    <w:rsid w:val="00025E59"/>
    <w:rsid w:val="000310B6"/>
    <w:rsid w:val="00077EBA"/>
    <w:rsid w:val="001010F1"/>
    <w:rsid w:val="001063D3"/>
    <w:rsid w:val="001129C0"/>
    <w:rsid w:val="00140C27"/>
    <w:rsid w:val="00193F60"/>
    <w:rsid w:val="001B1410"/>
    <w:rsid w:val="001C7D84"/>
    <w:rsid w:val="001D5C00"/>
    <w:rsid w:val="001E2907"/>
    <w:rsid w:val="001F1C13"/>
    <w:rsid w:val="00216425"/>
    <w:rsid w:val="002214DB"/>
    <w:rsid w:val="00253194"/>
    <w:rsid w:val="00267D1F"/>
    <w:rsid w:val="002A516E"/>
    <w:rsid w:val="002C23F2"/>
    <w:rsid w:val="002E612D"/>
    <w:rsid w:val="00346636"/>
    <w:rsid w:val="00346B88"/>
    <w:rsid w:val="00367F75"/>
    <w:rsid w:val="00371DC7"/>
    <w:rsid w:val="003A37A9"/>
    <w:rsid w:val="003B769C"/>
    <w:rsid w:val="003C52E4"/>
    <w:rsid w:val="003E0201"/>
    <w:rsid w:val="003E17C2"/>
    <w:rsid w:val="004223C6"/>
    <w:rsid w:val="00440C2C"/>
    <w:rsid w:val="00444392"/>
    <w:rsid w:val="00450529"/>
    <w:rsid w:val="00497AEE"/>
    <w:rsid w:val="004C59EC"/>
    <w:rsid w:val="004D4F17"/>
    <w:rsid w:val="004D5A42"/>
    <w:rsid w:val="004E4F1B"/>
    <w:rsid w:val="004E70AD"/>
    <w:rsid w:val="00525EFF"/>
    <w:rsid w:val="005564F9"/>
    <w:rsid w:val="00563DC0"/>
    <w:rsid w:val="005722FE"/>
    <w:rsid w:val="00574A9C"/>
    <w:rsid w:val="005844F6"/>
    <w:rsid w:val="005D6DA1"/>
    <w:rsid w:val="005F6F5F"/>
    <w:rsid w:val="005F779E"/>
    <w:rsid w:val="00640768"/>
    <w:rsid w:val="00651654"/>
    <w:rsid w:val="006522FA"/>
    <w:rsid w:val="006562E9"/>
    <w:rsid w:val="006676B8"/>
    <w:rsid w:val="006B63D6"/>
    <w:rsid w:val="006C641D"/>
    <w:rsid w:val="006D09E0"/>
    <w:rsid w:val="006E3E28"/>
    <w:rsid w:val="00780D4C"/>
    <w:rsid w:val="00791153"/>
    <w:rsid w:val="007D475B"/>
    <w:rsid w:val="007E331F"/>
    <w:rsid w:val="007F3E87"/>
    <w:rsid w:val="00814ACA"/>
    <w:rsid w:val="008179FB"/>
    <w:rsid w:val="008C5531"/>
    <w:rsid w:val="008C7E95"/>
    <w:rsid w:val="008E6C6E"/>
    <w:rsid w:val="009312B4"/>
    <w:rsid w:val="00932E17"/>
    <w:rsid w:val="009569B2"/>
    <w:rsid w:val="0097776D"/>
    <w:rsid w:val="00983D1D"/>
    <w:rsid w:val="0098543B"/>
    <w:rsid w:val="009B316D"/>
    <w:rsid w:val="009D75A8"/>
    <w:rsid w:val="00A23973"/>
    <w:rsid w:val="00A30343"/>
    <w:rsid w:val="00A50E18"/>
    <w:rsid w:val="00A8509D"/>
    <w:rsid w:val="00A878FE"/>
    <w:rsid w:val="00AA39D6"/>
    <w:rsid w:val="00AC3781"/>
    <w:rsid w:val="00AE2ACB"/>
    <w:rsid w:val="00AF4AC3"/>
    <w:rsid w:val="00AF662E"/>
    <w:rsid w:val="00B42ED4"/>
    <w:rsid w:val="00B47637"/>
    <w:rsid w:val="00B56BE6"/>
    <w:rsid w:val="00B86D25"/>
    <w:rsid w:val="00B87AFB"/>
    <w:rsid w:val="00B9086B"/>
    <w:rsid w:val="00B964C4"/>
    <w:rsid w:val="00BA1A65"/>
    <w:rsid w:val="00BC341C"/>
    <w:rsid w:val="00BC4F99"/>
    <w:rsid w:val="00BE474D"/>
    <w:rsid w:val="00C11FEF"/>
    <w:rsid w:val="00C21485"/>
    <w:rsid w:val="00C22F7D"/>
    <w:rsid w:val="00C444F6"/>
    <w:rsid w:val="00C749A9"/>
    <w:rsid w:val="00C754AE"/>
    <w:rsid w:val="00C85374"/>
    <w:rsid w:val="00CE1552"/>
    <w:rsid w:val="00CE3AE6"/>
    <w:rsid w:val="00D13764"/>
    <w:rsid w:val="00D24DA5"/>
    <w:rsid w:val="00D554C7"/>
    <w:rsid w:val="00D5631A"/>
    <w:rsid w:val="00D5738E"/>
    <w:rsid w:val="00D613AB"/>
    <w:rsid w:val="00D73E28"/>
    <w:rsid w:val="00DB0B8B"/>
    <w:rsid w:val="00DB7A0F"/>
    <w:rsid w:val="00DC336F"/>
    <w:rsid w:val="00E1735C"/>
    <w:rsid w:val="00E427E1"/>
    <w:rsid w:val="00EA28A0"/>
    <w:rsid w:val="00EB7584"/>
    <w:rsid w:val="00ED4154"/>
    <w:rsid w:val="00EF1FDB"/>
    <w:rsid w:val="00F134D5"/>
    <w:rsid w:val="00F25346"/>
    <w:rsid w:val="00F31EAC"/>
    <w:rsid w:val="00F36397"/>
    <w:rsid w:val="00F7377B"/>
    <w:rsid w:val="00F80E6E"/>
    <w:rsid w:val="00F855D6"/>
    <w:rsid w:val="00FA723B"/>
    <w:rsid w:val="00FB09C9"/>
    <w:rsid w:val="00FC151A"/>
    <w:rsid w:val="00FC518B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A278BD1"/>
  <w15:chartTrackingRefBased/>
  <w15:docId w15:val="{BC1457AC-0191-421D-B850-B6AC44EF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CW_Lista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">
    <w:name w:val="Body Text"/>
    <w:basedOn w:val="Normalny"/>
    <w:link w:val="TekstpodstawowyZnak"/>
    <w:rsid w:val="006676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76B8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6676B8"/>
    <w:pPr>
      <w:spacing w:before="60" w:after="60"/>
      <w:ind w:left="851" w:hanging="295"/>
      <w:jc w:val="both"/>
    </w:pPr>
    <w:rPr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D73E2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3E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3E2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73E2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39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392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392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BA1A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1A6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BA1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@alestaszic.edu.pl" TargetMode="External"/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control" Target="activeX/activeX8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DB705-4A9C-42BF-B780-F94B5EF7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68</TotalTime>
  <Pages>6</Pages>
  <Words>1032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13</cp:revision>
  <cp:lastPrinted>2024-11-05T20:20:00Z</cp:lastPrinted>
  <dcterms:created xsi:type="dcterms:W3CDTF">2024-10-06T10:11:00Z</dcterms:created>
  <dcterms:modified xsi:type="dcterms:W3CDTF">2024-11-16T14:41:00Z</dcterms:modified>
</cp:coreProperties>
</file>