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CCA2C" w14:textId="333DD44D" w:rsidR="004A1A41" w:rsidRDefault="00593DC5" w:rsidP="0090194F">
      <w:pPr>
        <w:pStyle w:val="Nagwek2"/>
        <w:rPr>
          <w:szCs w:val="24"/>
        </w:rPr>
      </w:pPr>
      <w:r w:rsidRPr="005E4F5A">
        <w:rPr>
          <w:szCs w:val="24"/>
        </w:rPr>
        <w:t xml:space="preserve">    </w:t>
      </w:r>
    </w:p>
    <w:p w14:paraId="28B535A7" w14:textId="77777777" w:rsidR="004A1A41" w:rsidRDefault="004A1A41" w:rsidP="004A1A41">
      <w:pPr>
        <w:tabs>
          <w:tab w:val="left" w:pos="1455"/>
        </w:tabs>
        <w:rPr>
          <w:b/>
          <w:bCs/>
          <w:sz w:val="22"/>
        </w:rPr>
      </w:pPr>
    </w:p>
    <w:p w14:paraId="4AD81A8A" w14:textId="77777777" w:rsidR="004A1A41" w:rsidRPr="00AF456B" w:rsidRDefault="004A1A41" w:rsidP="004A1A41">
      <w:pPr>
        <w:tabs>
          <w:tab w:val="left" w:pos="1455"/>
        </w:tabs>
        <w:rPr>
          <w:b/>
          <w:bCs/>
          <w:sz w:val="22"/>
        </w:rPr>
      </w:pPr>
    </w:p>
    <w:p w14:paraId="5F7EF5ED" w14:textId="77777777" w:rsidR="004A1A41" w:rsidRPr="00AF456B" w:rsidRDefault="004A1A41" w:rsidP="004A1A41">
      <w:pPr>
        <w:pStyle w:val="Nagwek2"/>
        <w:rPr>
          <w:sz w:val="22"/>
          <w:szCs w:val="22"/>
        </w:rPr>
      </w:pPr>
      <w:r w:rsidRPr="00AF456B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1</w:t>
      </w:r>
      <w:r w:rsidRPr="00AF456B">
        <w:rPr>
          <w:sz w:val="22"/>
          <w:szCs w:val="22"/>
        </w:rPr>
        <w:t xml:space="preserve">  do SWZ</w:t>
      </w:r>
    </w:p>
    <w:p w14:paraId="24AD5E1D" w14:textId="77777777" w:rsidR="004A1A41" w:rsidRPr="00AF456B" w:rsidRDefault="004A1A41" w:rsidP="004A1A41">
      <w:pPr>
        <w:rPr>
          <w:b/>
          <w:bCs/>
          <w:sz w:val="22"/>
        </w:rPr>
      </w:pPr>
    </w:p>
    <w:tbl>
      <w:tblPr>
        <w:tblW w:w="978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82"/>
      </w:tblGrid>
      <w:tr w:rsidR="004A1A41" w:rsidRPr="00AF456B" w14:paraId="5B44240E" w14:textId="77777777" w:rsidTr="009B5B36">
        <w:trPr>
          <w:trHeight w:val="733"/>
        </w:trPr>
        <w:tc>
          <w:tcPr>
            <w:tcW w:w="9782" w:type="dxa"/>
            <w:shd w:val="clear" w:color="auto" w:fill="DEEAF6" w:themeFill="accent1" w:themeFillTint="33"/>
            <w:vAlign w:val="center"/>
          </w:tcPr>
          <w:p w14:paraId="6914BA83" w14:textId="746AE305" w:rsidR="004A1A41" w:rsidRPr="00762BAB" w:rsidRDefault="004A1A41" w:rsidP="009251C8">
            <w:pPr>
              <w:jc w:val="center"/>
              <w:rPr>
                <w:b/>
              </w:rPr>
            </w:pPr>
            <w:r w:rsidRPr="00AF456B">
              <w:rPr>
                <w:b/>
              </w:rPr>
              <w:t>OPIS PRZEDMIOTU ZAMÓWIENIA</w:t>
            </w:r>
          </w:p>
        </w:tc>
      </w:tr>
    </w:tbl>
    <w:p w14:paraId="290240AC" w14:textId="77777777" w:rsidR="009B5B36" w:rsidRPr="00AF456B" w:rsidRDefault="009B5B36" w:rsidP="009251C8">
      <w:pPr>
        <w:jc w:val="center"/>
        <w:rPr>
          <w:b/>
        </w:rPr>
      </w:pPr>
    </w:p>
    <w:p w14:paraId="7E503938" w14:textId="77777777" w:rsidR="004A1A41" w:rsidRDefault="004A1A41" w:rsidP="004A1A41">
      <w:pPr>
        <w:jc w:val="center"/>
        <w:rPr>
          <w:b/>
        </w:rPr>
      </w:pPr>
      <w:r w:rsidRPr="00AF456B">
        <w:rPr>
          <w:b/>
        </w:rPr>
        <w:t>Dokument w oddzielnym pliku.</w:t>
      </w:r>
    </w:p>
    <w:p w14:paraId="6D8C8A39" w14:textId="77777777" w:rsidR="00F02D62" w:rsidRDefault="00F02D62" w:rsidP="004A1A41">
      <w:pPr>
        <w:jc w:val="center"/>
        <w:rPr>
          <w:b/>
        </w:rPr>
      </w:pPr>
    </w:p>
    <w:p w14:paraId="5B3B6C1F" w14:textId="77777777" w:rsidR="00F02D62" w:rsidRPr="00AF456B" w:rsidRDefault="00F02D62" w:rsidP="004A1A41">
      <w:pPr>
        <w:jc w:val="center"/>
        <w:rPr>
          <w:b/>
        </w:rPr>
      </w:pPr>
    </w:p>
    <w:p w14:paraId="66B00BFB" w14:textId="77777777" w:rsidR="004A1A41" w:rsidRPr="00AF456B" w:rsidRDefault="004A1A41" w:rsidP="004A1A41">
      <w:pPr>
        <w:jc w:val="center"/>
        <w:rPr>
          <w:b/>
        </w:rPr>
      </w:pPr>
    </w:p>
    <w:p w14:paraId="0AC89918" w14:textId="77777777" w:rsidR="004A1A41" w:rsidRPr="00AF456B" w:rsidRDefault="004A1A41" w:rsidP="004A1A41">
      <w:pPr>
        <w:pStyle w:val="Nagwek2"/>
        <w:rPr>
          <w:sz w:val="22"/>
          <w:szCs w:val="22"/>
        </w:rPr>
      </w:pPr>
      <w:r w:rsidRPr="00AF456B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AF456B">
        <w:rPr>
          <w:sz w:val="22"/>
          <w:szCs w:val="22"/>
        </w:rPr>
        <w:t xml:space="preserve"> do SWZ</w:t>
      </w:r>
    </w:p>
    <w:p w14:paraId="4CA5D954" w14:textId="77777777" w:rsidR="004A1A41" w:rsidRPr="00AF456B" w:rsidRDefault="004A1A41" w:rsidP="004A1A41"/>
    <w:p w14:paraId="118F3A6B" w14:textId="77777777" w:rsidR="004A1A41" w:rsidRPr="00AF456B" w:rsidRDefault="004A1A41" w:rsidP="004A1A41">
      <w:pPr>
        <w:rPr>
          <w:b/>
          <w:i/>
          <w:sz w:val="14"/>
          <w:szCs w:val="14"/>
        </w:rPr>
      </w:pPr>
    </w:p>
    <w:tbl>
      <w:tblPr>
        <w:tblW w:w="978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782"/>
      </w:tblGrid>
      <w:tr w:rsidR="004A1A41" w:rsidRPr="00AF456B" w14:paraId="28A3F0C6" w14:textId="77777777" w:rsidTr="00382353">
        <w:trPr>
          <w:trHeight w:val="733"/>
        </w:trPr>
        <w:tc>
          <w:tcPr>
            <w:tcW w:w="9782" w:type="dxa"/>
            <w:shd w:val="clear" w:color="auto" w:fill="DEEAF6" w:themeFill="accent1" w:themeFillTint="33"/>
          </w:tcPr>
          <w:p w14:paraId="3EC0D89D" w14:textId="77777777" w:rsidR="004A1A41" w:rsidRPr="00AF456B" w:rsidRDefault="004A1A41" w:rsidP="009251C8">
            <w:pPr>
              <w:jc w:val="center"/>
              <w:rPr>
                <w:b/>
                <w:i/>
                <w:sz w:val="14"/>
                <w:szCs w:val="14"/>
              </w:rPr>
            </w:pPr>
          </w:p>
          <w:p w14:paraId="0742CC4A" w14:textId="05DA3958" w:rsidR="004A1A41" w:rsidRPr="00AF456B" w:rsidRDefault="009251C8" w:rsidP="009251C8">
            <w:pPr>
              <w:tabs>
                <w:tab w:val="center" w:pos="4783"/>
                <w:tab w:val="left" w:pos="7725"/>
              </w:tabs>
              <w:jc w:val="center"/>
              <w:rPr>
                <w:b/>
                <w:sz w:val="28"/>
                <w:szCs w:val="28"/>
              </w:rPr>
            </w:pPr>
            <w:r w:rsidRPr="009251C8">
              <w:rPr>
                <w:b/>
              </w:rPr>
              <w:t>PROJEKTOWANE POSTANOWIENIA UMOWY</w:t>
            </w:r>
          </w:p>
        </w:tc>
      </w:tr>
    </w:tbl>
    <w:p w14:paraId="3458B71E" w14:textId="77777777" w:rsidR="004A1A41" w:rsidRPr="00AF456B" w:rsidRDefault="004A1A41" w:rsidP="004A1A41">
      <w:pPr>
        <w:rPr>
          <w:b/>
          <w:bCs/>
          <w:sz w:val="22"/>
        </w:rPr>
      </w:pPr>
    </w:p>
    <w:p w14:paraId="4A75D5E9" w14:textId="77777777" w:rsidR="004A1A41" w:rsidRPr="009A7912" w:rsidRDefault="004A1A41" w:rsidP="004A1A41">
      <w:pPr>
        <w:jc w:val="center"/>
        <w:rPr>
          <w:b/>
        </w:rPr>
      </w:pPr>
      <w:r w:rsidRPr="009A7912">
        <w:rPr>
          <w:b/>
        </w:rPr>
        <w:t>Dokument w oddzielnym pliku.</w:t>
      </w:r>
    </w:p>
    <w:p w14:paraId="259C2795" w14:textId="77777777" w:rsidR="004A1A41" w:rsidRPr="00AF456B" w:rsidRDefault="004A1A41" w:rsidP="004A1A41">
      <w:pPr>
        <w:rPr>
          <w:color w:val="FF0000"/>
          <w:sz w:val="22"/>
          <w:szCs w:val="22"/>
        </w:rPr>
      </w:pPr>
    </w:p>
    <w:p w14:paraId="72A75418" w14:textId="77777777" w:rsidR="004A1A41" w:rsidRPr="00AF456B" w:rsidRDefault="004A1A41" w:rsidP="004A1A41">
      <w:pPr>
        <w:tabs>
          <w:tab w:val="left" w:pos="885"/>
        </w:tabs>
        <w:rPr>
          <w:sz w:val="22"/>
          <w:szCs w:val="22"/>
        </w:rPr>
      </w:pPr>
    </w:p>
    <w:p w14:paraId="18521C2D" w14:textId="77777777" w:rsidR="004A1A41" w:rsidRDefault="004A1A41" w:rsidP="004A1A41">
      <w:pPr>
        <w:tabs>
          <w:tab w:val="left" w:pos="426"/>
          <w:tab w:val="left" w:pos="1276"/>
          <w:tab w:val="left" w:pos="1418"/>
        </w:tabs>
        <w:rPr>
          <w:sz w:val="22"/>
          <w:szCs w:val="22"/>
        </w:rPr>
      </w:pPr>
    </w:p>
    <w:p w14:paraId="1E75BCF0" w14:textId="77777777" w:rsidR="00F02D62" w:rsidRPr="00AF456B" w:rsidRDefault="00F02D62" w:rsidP="004A1A41">
      <w:pPr>
        <w:tabs>
          <w:tab w:val="left" w:pos="426"/>
          <w:tab w:val="left" w:pos="1276"/>
          <w:tab w:val="left" w:pos="1418"/>
        </w:tabs>
        <w:rPr>
          <w:sz w:val="22"/>
          <w:szCs w:val="22"/>
        </w:rPr>
      </w:pPr>
    </w:p>
    <w:p w14:paraId="210F9CC7" w14:textId="77777777" w:rsidR="004A1A41" w:rsidRPr="00AF456B" w:rsidRDefault="004A1A41" w:rsidP="004A1A41">
      <w:pPr>
        <w:pStyle w:val="Nagwek2"/>
        <w:rPr>
          <w:sz w:val="22"/>
          <w:szCs w:val="22"/>
        </w:rPr>
      </w:pPr>
      <w:r w:rsidRPr="00AF456B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3</w:t>
      </w:r>
      <w:r w:rsidRPr="00AF456B">
        <w:rPr>
          <w:sz w:val="22"/>
          <w:szCs w:val="22"/>
        </w:rPr>
        <w:t xml:space="preserve"> do SWZ</w:t>
      </w:r>
    </w:p>
    <w:p w14:paraId="6EFE3B22" w14:textId="77777777" w:rsidR="004A1A41" w:rsidRPr="00AF456B" w:rsidRDefault="004A1A41" w:rsidP="004A1A41"/>
    <w:tbl>
      <w:tblPr>
        <w:tblW w:w="9782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782"/>
      </w:tblGrid>
      <w:tr w:rsidR="004A1A41" w:rsidRPr="00AF456B" w14:paraId="7984C5F4" w14:textId="77777777" w:rsidTr="00762BAB">
        <w:trPr>
          <w:trHeight w:val="733"/>
        </w:trPr>
        <w:tc>
          <w:tcPr>
            <w:tcW w:w="9782" w:type="dxa"/>
            <w:shd w:val="clear" w:color="auto" w:fill="DEEAF6" w:themeFill="accent1" w:themeFillTint="33"/>
            <w:vAlign w:val="center"/>
          </w:tcPr>
          <w:p w14:paraId="2A2F7413" w14:textId="43C198DE" w:rsidR="004A1A41" w:rsidRPr="009251C8" w:rsidRDefault="009251C8" w:rsidP="009251C8">
            <w:pPr>
              <w:tabs>
                <w:tab w:val="center" w:pos="4783"/>
                <w:tab w:val="left" w:pos="7725"/>
              </w:tabs>
              <w:jc w:val="center"/>
              <w:rPr>
                <w:b/>
              </w:rPr>
            </w:pPr>
            <w:r w:rsidRPr="009251C8">
              <w:rPr>
                <w:b/>
              </w:rPr>
              <w:t>PROJEKTOWANE POSTANOWIENIA UMOWY POWIERZENIA PRZETWARZANIA DANYCH OSOBOWYCH</w:t>
            </w:r>
          </w:p>
        </w:tc>
      </w:tr>
    </w:tbl>
    <w:p w14:paraId="75AB25A9" w14:textId="77777777" w:rsidR="004A1A41" w:rsidRPr="00AF456B" w:rsidRDefault="004A1A41" w:rsidP="004A1A41">
      <w:pPr>
        <w:rPr>
          <w:sz w:val="22"/>
          <w:szCs w:val="22"/>
        </w:rPr>
      </w:pPr>
    </w:p>
    <w:p w14:paraId="41D0C6B2" w14:textId="77777777" w:rsidR="004A1A41" w:rsidRPr="00DE6AED" w:rsidRDefault="004A1A41" w:rsidP="004A1A41">
      <w:pPr>
        <w:jc w:val="center"/>
        <w:rPr>
          <w:b/>
        </w:rPr>
      </w:pPr>
      <w:r w:rsidRPr="00AF456B">
        <w:rPr>
          <w:b/>
        </w:rPr>
        <w:t>Dokument w oddzielnym pliku.</w:t>
      </w:r>
    </w:p>
    <w:p w14:paraId="1700646E" w14:textId="02A77F53" w:rsidR="004A1A41" w:rsidRPr="001928D6" w:rsidRDefault="004A1A41" w:rsidP="001928D6">
      <w:pPr>
        <w:spacing w:after="160" w:line="259" w:lineRule="auto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14:paraId="560337C0" w14:textId="6AAA014A" w:rsidR="00CB2012" w:rsidRPr="00AF456B" w:rsidRDefault="00AA18AF" w:rsidP="00CB2012">
      <w:pPr>
        <w:pStyle w:val="Nagwek2"/>
        <w:rPr>
          <w:sz w:val="22"/>
          <w:szCs w:val="22"/>
        </w:rPr>
      </w:pPr>
      <w:r w:rsidRPr="005E4F5A">
        <w:rPr>
          <w:szCs w:val="24"/>
        </w:rPr>
        <w:lastRenderedPageBreak/>
        <w:t xml:space="preserve">  </w:t>
      </w:r>
      <w:r w:rsidR="00CB2012" w:rsidRPr="00AF456B">
        <w:rPr>
          <w:sz w:val="22"/>
          <w:szCs w:val="22"/>
        </w:rPr>
        <w:t xml:space="preserve">Załącznik nr </w:t>
      </w:r>
      <w:r w:rsidR="00165492">
        <w:rPr>
          <w:sz w:val="22"/>
          <w:szCs w:val="22"/>
        </w:rPr>
        <w:t>4</w:t>
      </w:r>
      <w:r w:rsidR="00CB2012" w:rsidRPr="00AF456B">
        <w:rPr>
          <w:sz w:val="22"/>
          <w:szCs w:val="22"/>
        </w:rPr>
        <w:t xml:space="preserve"> do SWZ – </w:t>
      </w:r>
      <w:r w:rsidR="00CC55F9">
        <w:rPr>
          <w:sz w:val="22"/>
          <w:szCs w:val="22"/>
        </w:rPr>
        <w:t>F</w:t>
      </w:r>
      <w:r w:rsidR="00CB2012" w:rsidRPr="00AF456B">
        <w:rPr>
          <w:sz w:val="22"/>
          <w:szCs w:val="22"/>
        </w:rPr>
        <w:t>ormularz ofertowy</w:t>
      </w:r>
    </w:p>
    <w:p w14:paraId="51607181" w14:textId="77777777" w:rsidR="00F02D62" w:rsidRPr="00AF456B" w:rsidRDefault="00F02D62" w:rsidP="00CB2012">
      <w:pPr>
        <w:rPr>
          <w:b/>
          <w:sz w:val="22"/>
          <w:szCs w:val="22"/>
        </w:rPr>
      </w:pPr>
    </w:p>
    <w:p w14:paraId="08552B90" w14:textId="62FDBFAC" w:rsidR="009251C8" w:rsidRDefault="009251C8" w:rsidP="009B5B36">
      <w:pPr>
        <w:pBdr>
          <w:top w:val="double" w:sz="4" w:space="1" w:color="auto"/>
          <w:left w:val="double" w:sz="4" w:space="0" w:color="auto"/>
          <w:bottom w:val="double" w:sz="4" w:space="2" w:color="auto"/>
          <w:right w:val="double" w:sz="4" w:space="4" w:color="auto"/>
        </w:pBdr>
        <w:shd w:val="clear" w:color="auto" w:fill="DEEAF6" w:themeFill="accent1" w:themeFillTint="33"/>
        <w:tabs>
          <w:tab w:val="left" w:pos="0"/>
        </w:tabs>
        <w:spacing w:after="120" w:line="276" w:lineRule="auto"/>
        <w:jc w:val="center"/>
        <w:rPr>
          <w:b/>
        </w:rPr>
      </w:pPr>
      <w:r w:rsidRPr="009251C8">
        <w:rPr>
          <w:b/>
        </w:rPr>
        <w:t>FORMULARZ OFERTOWY NA:</w:t>
      </w:r>
    </w:p>
    <w:p w14:paraId="48AB3684" w14:textId="6B573DC4" w:rsidR="008877C3" w:rsidRPr="009251C8" w:rsidRDefault="008877C3" w:rsidP="009B5B36">
      <w:pPr>
        <w:pBdr>
          <w:top w:val="double" w:sz="4" w:space="1" w:color="auto"/>
          <w:left w:val="double" w:sz="4" w:space="0" w:color="auto"/>
          <w:bottom w:val="double" w:sz="4" w:space="2" w:color="auto"/>
          <w:right w:val="double" w:sz="4" w:space="4" w:color="auto"/>
        </w:pBdr>
        <w:shd w:val="clear" w:color="auto" w:fill="DEEAF6" w:themeFill="accent1" w:themeFillTint="33"/>
        <w:tabs>
          <w:tab w:val="left" w:pos="0"/>
        </w:tabs>
        <w:spacing w:after="120" w:line="276" w:lineRule="auto"/>
        <w:jc w:val="center"/>
        <w:rPr>
          <w:b/>
        </w:rPr>
      </w:pPr>
      <w:bookmarkStart w:id="0" w:name="_Hlk180141924"/>
      <w:r w:rsidRPr="008877C3">
        <w:rPr>
          <w:b/>
        </w:rPr>
        <w:t>Usługa stałego utrzymania czystości w budynkach Komendy Głównej OHP wraz z przyległym terenem zewnętrznym</w:t>
      </w:r>
      <w:bookmarkEnd w:id="0"/>
    </w:p>
    <w:p w14:paraId="25CE3B9D" w14:textId="4C71732A" w:rsidR="00165492" w:rsidRDefault="00165492" w:rsidP="00165492">
      <w:pPr>
        <w:pStyle w:val="Akapitzlist"/>
        <w:numPr>
          <w:ilvl w:val="0"/>
          <w:numId w:val="25"/>
        </w:numPr>
        <w:suppressAutoHyphens/>
        <w:ind w:left="284" w:hanging="142"/>
        <w:jc w:val="both"/>
        <w:rPr>
          <w:rFonts w:eastAsia="Calibri"/>
          <w:b/>
          <w:sz w:val="22"/>
          <w:szCs w:val="22"/>
          <w:lang w:eastAsia="en-US"/>
        </w:rPr>
      </w:pPr>
      <w:r w:rsidRPr="00165492">
        <w:rPr>
          <w:rFonts w:eastAsia="Calibri"/>
          <w:b/>
          <w:sz w:val="22"/>
          <w:szCs w:val="22"/>
          <w:lang w:eastAsia="en-US"/>
        </w:rPr>
        <w:t>ZAMAWIAJĄCY:</w:t>
      </w:r>
    </w:p>
    <w:p w14:paraId="5B2F3BDF" w14:textId="77777777" w:rsidR="00165492" w:rsidRPr="00165492" w:rsidRDefault="00165492" w:rsidP="00165492">
      <w:pPr>
        <w:pStyle w:val="Akapitzlist"/>
        <w:suppressAutoHyphens/>
        <w:ind w:left="360"/>
        <w:jc w:val="both"/>
        <w:rPr>
          <w:rFonts w:eastAsia="Calibri"/>
          <w:b/>
          <w:sz w:val="22"/>
          <w:szCs w:val="22"/>
          <w:lang w:eastAsia="en-US"/>
        </w:rPr>
      </w:pPr>
    </w:p>
    <w:p w14:paraId="3960844E" w14:textId="77777777" w:rsidR="00165492" w:rsidRPr="00165492" w:rsidRDefault="00165492" w:rsidP="00165492">
      <w:pPr>
        <w:pStyle w:val="Akapitzlist"/>
        <w:spacing w:line="276" w:lineRule="auto"/>
        <w:ind w:left="336"/>
        <w:rPr>
          <w:b/>
          <w:sz w:val="22"/>
          <w:szCs w:val="22"/>
        </w:rPr>
      </w:pPr>
      <w:r w:rsidRPr="00165492">
        <w:rPr>
          <w:b/>
          <w:sz w:val="22"/>
          <w:szCs w:val="22"/>
        </w:rPr>
        <w:t>Komenda Główna Ochotniczych Hufców Pracy</w:t>
      </w:r>
    </w:p>
    <w:p w14:paraId="46C066CC" w14:textId="77777777" w:rsidR="00165492" w:rsidRPr="00165492" w:rsidRDefault="00165492" w:rsidP="00165492">
      <w:pPr>
        <w:pStyle w:val="Akapitzlist"/>
        <w:spacing w:line="276" w:lineRule="auto"/>
        <w:ind w:left="324"/>
        <w:jc w:val="both"/>
        <w:rPr>
          <w:b/>
          <w:sz w:val="22"/>
          <w:szCs w:val="22"/>
        </w:rPr>
      </w:pPr>
      <w:r w:rsidRPr="00165492">
        <w:rPr>
          <w:b/>
          <w:sz w:val="22"/>
          <w:szCs w:val="22"/>
        </w:rPr>
        <w:t>ul. Tamka 1, 00-349 Warszawa</w:t>
      </w:r>
    </w:p>
    <w:p w14:paraId="5E3AD8B5" w14:textId="77777777" w:rsidR="00165492" w:rsidRDefault="00165492" w:rsidP="00165492">
      <w:pPr>
        <w:pStyle w:val="Akapitzlist"/>
        <w:spacing w:line="276" w:lineRule="auto"/>
        <w:ind w:left="284"/>
        <w:contextualSpacing w:val="0"/>
        <w:jc w:val="both"/>
        <w:rPr>
          <w:rFonts w:eastAsia="Calibri"/>
          <w:b/>
          <w:sz w:val="22"/>
          <w:szCs w:val="22"/>
          <w:lang w:eastAsia="en-US"/>
        </w:rPr>
      </w:pPr>
    </w:p>
    <w:p w14:paraId="1A2D3641" w14:textId="301E1C80" w:rsidR="00165492" w:rsidRPr="00165492" w:rsidRDefault="00165492" w:rsidP="00165492">
      <w:pPr>
        <w:pStyle w:val="Akapitzlist"/>
        <w:numPr>
          <w:ilvl w:val="0"/>
          <w:numId w:val="25"/>
        </w:numPr>
        <w:spacing w:line="276" w:lineRule="auto"/>
        <w:ind w:left="284" w:hanging="142"/>
        <w:jc w:val="both"/>
        <w:rPr>
          <w:rFonts w:eastAsia="Calibri"/>
          <w:b/>
          <w:sz w:val="22"/>
          <w:szCs w:val="22"/>
          <w:lang w:eastAsia="en-US"/>
        </w:rPr>
      </w:pPr>
      <w:r w:rsidRPr="00165492">
        <w:rPr>
          <w:rFonts w:eastAsia="Calibri"/>
          <w:b/>
          <w:sz w:val="22"/>
          <w:szCs w:val="22"/>
          <w:lang w:eastAsia="en-US"/>
        </w:rPr>
        <w:t>WYKONAWCA:</w:t>
      </w:r>
    </w:p>
    <w:p w14:paraId="2652EA05" w14:textId="77777777" w:rsidR="00165492" w:rsidRPr="003356D3" w:rsidRDefault="00165492" w:rsidP="00146588">
      <w:pPr>
        <w:spacing w:after="240"/>
        <w:ind w:left="284" w:firstLine="1"/>
        <w:rPr>
          <w:sz w:val="22"/>
          <w:szCs w:val="22"/>
        </w:rPr>
      </w:pPr>
      <w:r w:rsidRPr="003356D3">
        <w:rPr>
          <w:sz w:val="22"/>
          <w:szCs w:val="22"/>
        </w:rPr>
        <w:t>Niniejsza oferta zostaje złożona przez</w:t>
      </w:r>
      <w:r w:rsidRPr="003356D3">
        <w:rPr>
          <w:sz w:val="22"/>
          <w:szCs w:val="22"/>
          <w:vertAlign w:val="superscript"/>
        </w:rPr>
        <w:footnoteReference w:id="1"/>
      </w:r>
      <w:r w:rsidRPr="003356D3">
        <w:rPr>
          <w:sz w:val="22"/>
          <w:szCs w:val="22"/>
        </w:rPr>
        <w:t>:</w:t>
      </w:r>
    </w:p>
    <w:tbl>
      <w:tblPr>
        <w:tblpPr w:leftFromText="141" w:rightFromText="141" w:vertAnchor="text" w:tblpXSpec="right" w:tblpY="1"/>
        <w:tblOverlap w:val="never"/>
        <w:tblW w:w="8976" w:type="dxa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4036"/>
        <w:gridCol w:w="4163"/>
      </w:tblGrid>
      <w:tr w:rsidR="00165492" w:rsidRPr="003356D3" w14:paraId="422E6CAF" w14:textId="77777777" w:rsidTr="00165492">
        <w:trPr>
          <w:cantSplit/>
          <w:jc w:val="right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809B" w14:textId="77777777" w:rsidR="00165492" w:rsidRPr="003356D3" w:rsidRDefault="00165492" w:rsidP="00165492">
            <w:pPr>
              <w:rPr>
                <w:sz w:val="22"/>
                <w:szCs w:val="22"/>
              </w:rPr>
            </w:pPr>
            <w:r w:rsidRPr="003356D3">
              <w:rPr>
                <w:sz w:val="22"/>
                <w:szCs w:val="22"/>
              </w:rPr>
              <w:t>Lp.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9C64" w14:textId="77777777" w:rsidR="00165492" w:rsidRPr="003356D3" w:rsidRDefault="00165492" w:rsidP="00165492">
            <w:pPr>
              <w:jc w:val="center"/>
              <w:rPr>
                <w:sz w:val="22"/>
                <w:szCs w:val="22"/>
              </w:rPr>
            </w:pPr>
            <w:r w:rsidRPr="003356D3">
              <w:rPr>
                <w:sz w:val="22"/>
                <w:szCs w:val="22"/>
              </w:rPr>
              <w:t>Nazwa(y) Wykonawcy(ów)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7940" w14:textId="77777777" w:rsidR="00165492" w:rsidRPr="003356D3" w:rsidRDefault="00165492" w:rsidP="00165492">
            <w:pPr>
              <w:jc w:val="center"/>
              <w:rPr>
                <w:sz w:val="22"/>
                <w:szCs w:val="22"/>
              </w:rPr>
            </w:pPr>
            <w:r w:rsidRPr="003356D3">
              <w:rPr>
                <w:sz w:val="22"/>
                <w:szCs w:val="22"/>
              </w:rPr>
              <w:t>Adres(y) Wykonawcy(ów)</w:t>
            </w:r>
          </w:p>
        </w:tc>
      </w:tr>
      <w:tr w:rsidR="00165492" w:rsidRPr="003356D3" w14:paraId="143F4127" w14:textId="77777777" w:rsidTr="00B6195A">
        <w:trPr>
          <w:cantSplit/>
          <w:trHeight w:val="442"/>
          <w:jc w:val="right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46BA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F62F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2DC9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</w:tr>
      <w:tr w:rsidR="00165492" w:rsidRPr="003356D3" w14:paraId="255A0C06" w14:textId="77777777" w:rsidTr="00B6195A">
        <w:trPr>
          <w:cantSplit/>
          <w:trHeight w:val="350"/>
          <w:jc w:val="right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3336F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00FD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D7AF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</w:tr>
    </w:tbl>
    <w:p w14:paraId="1B4895C8" w14:textId="77777777" w:rsidR="00165492" w:rsidRDefault="00165492" w:rsidP="00165492">
      <w:pPr>
        <w:pStyle w:val="Akapitzlist"/>
        <w:spacing w:line="276" w:lineRule="auto"/>
        <w:ind w:left="142"/>
        <w:contextualSpacing w:val="0"/>
        <w:jc w:val="both"/>
        <w:rPr>
          <w:rFonts w:eastAsia="Calibri"/>
          <w:b/>
          <w:sz w:val="22"/>
          <w:szCs w:val="22"/>
          <w:lang w:eastAsia="en-US"/>
        </w:rPr>
      </w:pPr>
    </w:p>
    <w:p w14:paraId="4B65650A" w14:textId="77777777" w:rsidR="00165492" w:rsidRPr="00165492" w:rsidRDefault="00165492" w:rsidP="00146588">
      <w:pPr>
        <w:pStyle w:val="Akapitzlist"/>
        <w:numPr>
          <w:ilvl w:val="0"/>
          <w:numId w:val="25"/>
        </w:numPr>
        <w:spacing w:after="240"/>
        <w:ind w:left="284" w:hanging="142"/>
        <w:rPr>
          <w:rFonts w:eastAsia="Calibri"/>
          <w:b/>
          <w:sz w:val="22"/>
          <w:szCs w:val="22"/>
          <w:lang w:eastAsia="en-US"/>
        </w:rPr>
      </w:pPr>
      <w:r w:rsidRPr="00165492">
        <w:rPr>
          <w:rFonts w:eastAsia="Calibri"/>
          <w:b/>
          <w:sz w:val="22"/>
          <w:szCs w:val="22"/>
          <w:lang w:eastAsia="en-US"/>
        </w:rPr>
        <w:t>KORESPONDENCJĘ NALEŻY KIEROWAĆ NA ADRES:</w:t>
      </w:r>
    </w:p>
    <w:tbl>
      <w:tblPr>
        <w:tblpPr w:leftFromText="141" w:rightFromText="141" w:vertAnchor="text" w:tblpXSpec="right" w:tblpY="1"/>
        <w:tblOverlap w:val="never"/>
        <w:tblW w:w="8930" w:type="dxa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4"/>
        <w:gridCol w:w="4186"/>
      </w:tblGrid>
      <w:tr w:rsidR="00165492" w:rsidRPr="003356D3" w14:paraId="261A7653" w14:textId="77777777" w:rsidTr="00B6195A">
        <w:trPr>
          <w:trHeight w:val="423"/>
          <w:jc w:val="right"/>
        </w:trPr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32C0" w14:textId="77777777" w:rsidR="00165492" w:rsidRPr="003356D3" w:rsidRDefault="00165492" w:rsidP="00165492">
            <w:pPr>
              <w:rPr>
                <w:sz w:val="22"/>
                <w:szCs w:val="22"/>
              </w:rPr>
            </w:pPr>
            <w:r w:rsidRPr="003356D3">
              <w:rPr>
                <w:sz w:val="22"/>
                <w:szCs w:val="22"/>
              </w:rPr>
              <w:t>Wykonawca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92AA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</w:tr>
      <w:tr w:rsidR="00165492" w:rsidRPr="003356D3" w14:paraId="2D916465" w14:textId="77777777" w:rsidTr="00B6195A">
        <w:trPr>
          <w:trHeight w:val="418"/>
          <w:jc w:val="right"/>
        </w:trPr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1DA6" w14:textId="77777777" w:rsidR="00165492" w:rsidRPr="003356D3" w:rsidRDefault="00165492" w:rsidP="00165492">
            <w:pPr>
              <w:rPr>
                <w:sz w:val="22"/>
                <w:szCs w:val="22"/>
              </w:rPr>
            </w:pPr>
            <w:r w:rsidRPr="003356D3">
              <w:rPr>
                <w:sz w:val="22"/>
                <w:szCs w:val="22"/>
              </w:rPr>
              <w:t>Imię i nazwisko osoby uprawnionej do kontaktów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5ECB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</w:tr>
      <w:tr w:rsidR="00165492" w:rsidRPr="003356D3" w14:paraId="4E157210" w14:textId="77777777" w:rsidTr="00B6195A">
        <w:trPr>
          <w:trHeight w:val="401"/>
          <w:jc w:val="right"/>
        </w:trPr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3794" w14:textId="77777777" w:rsidR="00165492" w:rsidRPr="003356D3" w:rsidRDefault="00165492" w:rsidP="00165492">
            <w:pPr>
              <w:rPr>
                <w:sz w:val="22"/>
                <w:szCs w:val="22"/>
              </w:rPr>
            </w:pPr>
            <w:r w:rsidRPr="003356D3">
              <w:rPr>
                <w:sz w:val="22"/>
                <w:szCs w:val="22"/>
              </w:rPr>
              <w:t>Adres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0E25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</w:tr>
      <w:tr w:rsidR="00165492" w:rsidRPr="003356D3" w14:paraId="0B965B12" w14:textId="77777777" w:rsidTr="00B6195A">
        <w:trPr>
          <w:trHeight w:val="367"/>
          <w:jc w:val="right"/>
        </w:trPr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BABD" w14:textId="77777777" w:rsidR="00165492" w:rsidRPr="003356D3" w:rsidRDefault="00165492" w:rsidP="00165492">
            <w:pPr>
              <w:rPr>
                <w:sz w:val="22"/>
                <w:szCs w:val="22"/>
              </w:rPr>
            </w:pPr>
            <w:r w:rsidRPr="003356D3">
              <w:rPr>
                <w:sz w:val="22"/>
                <w:szCs w:val="22"/>
              </w:rPr>
              <w:t>Nr telefonu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9FDA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</w:tr>
      <w:tr w:rsidR="00165492" w:rsidRPr="003356D3" w14:paraId="09863F48" w14:textId="77777777" w:rsidTr="00B6195A">
        <w:trPr>
          <w:trHeight w:val="475"/>
          <w:jc w:val="right"/>
        </w:trPr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7218" w14:textId="77777777" w:rsidR="00165492" w:rsidRPr="003356D3" w:rsidRDefault="00165492" w:rsidP="00165492">
            <w:pPr>
              <w:rPr>
                <w:sz w:val="22"/>
                <w:szCs w:val="22"/>
              </w:rPr>
            </w:pPr>
            <w:r w:rsidRPr="003356D3">
              <w:rPr>
                <w:sz w:val="22"/>
                <w:szCs w:val="22"/>
              </w:rPr>
              <w:t>e-mail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D12B" w14:textId="77777777" w:rsidR="00165492" w:rsidRPr="003356D3" w:rsidRDefault="00165492" w:rsidP="00165492">
            <w:pPr>
              <w:rPr>
                <w:b/>
                <w:sz w:val="22"/>
                <w:szCs w:val="22"/>
              </w:rPr>
            </w:pPr>
          </w:p>
        </w:tc>
      </w:tr>
    </w:tbl>
    <w:p w14:paraId="064625DD" w14:textId="77777777" w:rsidR="00146588" w:rsidRPr="001928D6" w:rsidRDefault="00146588" w:rsidP="001928D6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041F7205" w14:textId="33BBA4FE" w:rsidR="00165492" w:rsidRDefault="00165492" w:rsidP="00165492">
      <w:pPr>
        <w:pStyle w:val="Akapitzlist"/>
        <w:numPr>
          <w:ilvl w:val="0"/>
          <w:numId w:val="25"/>
        </w:numPr>
        <w:spacing w:line="276" w:lineRule="auto"/>
        <w:contextualSpacing w:val="0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CENA OFERTY</w:t>
      </w:r>
    </w:p>
    <w:p w14:paraId="3A1D2EAD" w14:textId="77777777" w:rsidR="00146588" w:rsidRDefault="00146588" w:rsidP="00146588">
      <w:pPr>
        <w:pStyle w:val="Akapitzlist"/>
        <w:numPr>
          <w:ilvl w:val="0"/>
          <w:numId w:val="26"/>
        </w:numPr>
        <w:rPr>
          <w:rFonts w:eastAsia="Calibri"/>
          <w:bCs/>
          <w:sz w:val="22"/>
          <w:szCs w:val="22"/>
          <w:lang w:eastAsia="en-US"/>
        </w:rPr>
      </w:pPr>
      <w:r w:rsidRPr="00146588">
        <w:rPr>
          <w:rFonts w:eastAsia="Calibri"/>
          <w:bCs/>
          <w:sz w:val="22"/>
          <w:szCs w:val="22"/>
          <w:lang w:eastAsia="en-US"/>
        </w:rPr>
        <w:t xml:space="preserve">W odpowiedzi na ogłoszenie o zamówieniu, składam ofertę na wykonanie przedmiotu zamówienia określonego w Specyfikacji Warunków Zamówienia za cenę: </w:t>
      </w:r>
    </w:p>
    <w:p w14:paraId="22F180B1" w14:textId="77777777" w:rsidR="00146588" w:rsidRPr="00146588" w:rsidRDefault="00146588" w:rsidP="00146588">
      <w:pPr>
        <w:pStyle w:val="Akapitzlist"/>
        <w:rPr>
          <w:rFonts w:eastAsia="Calibri"/>
          <w:bCs/>
          <w:sz w:val="22"/>
          <w:szCs w:val="22"/>
          <w:lang w:eastAsia="en-US"/>
        </w:rPr>
      </w:pPr>
    </w:p>
    <w:p w14:paraId="2CD0939B" w14:textId="77777777" w:rsidR="00146588" w:rsidRPr="00146588" w:rsidRDefault="00146588" w:rsidP="00146588">
      <w:pPr>
        <w:pStyle w:val="Akapitzlist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146588">
        <w:rPr>
          <w:rFonts w:eastAsia="Calibri"/>
          <w:b/>
          <w:sz w:val="22"/>
          <w:szCs w:val="22"/>
          <w:lang w:eastAsia="en-US"/>
        </w:rPr>
        <w:t>brutto:</w:t>
      </w:r>
      <w:r w:rsidRPr="00146588">
        <w:rPr>
          <w:rFonts w:eastAsia="Calibri"/>
          <w:b/>
          <w:sz w:val="22"/>
          <w:szCs w:val="22"/>
          <w:lang w:eastAsia="en-US"/>
        </w:rPr>
        <w:tab/>
      </w:r>
      <w:r w:rsidRPr="00146588">
        <w:rPr>
          <w:rFonts w:eastAsia="Calibri"/>
          <w:b/>
          <w:sz w:val="22"/>
          <w:szCs w:val="22"/>
          <w:lang w:eastAsia="en-US"/>
        </w:rPr>
        <w:tab/>
        <w:t xml:space="preserve">............................ zł </w:t>
      </w:r>
    </w:p>
    <w:p w14:paraId="58BB7441" w14:textId="77777777" w:rsidR="00146588" w:rsidRPr="00146588" w:rsidRDefault="00146588" w:rsidP="00146588">
      <w:pPr>
        <w:pStyle w:val="Akapitzlist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0E12CBF1" w14:textId="2A67BE60" w:rsidR="00165492" w:rsidRPr="00146588" w:rsidRDefault="00146588" w:rsidP="00146588">
      <w:pPr>
        <w:pStyle w:val="Akapitzlist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146588">
        <w:rPr>
          <w:rFonts w:eastAsia="Calibri"/>
          <w:b/>
          <w:sz w:val="22"/>
          <w:szCs w:val="22"/>
          <w:lang w:eastAsia="en-US"/>
        </w:rPr>
        <w:t>netto:</w:t>
      </w:r>
      <w:r w:rsidRPr="00146588">
        <w:rPr>
          <w:rFonts w:eastAsia="Calibri"/>
          <w:b/>
          <w:sz w:val="22"/>
          <w:szCs w:val="22"/>
          <w:lang w:eastAsia="en-US"/>
        </w:rPr>
        <w:tab/>
      </w:r>
      <w:r w:rsidRPr="00146588">
        <w:rPr>
          <w:rFonts w:eastAsia="Calibri"/>
          <w:b/>
          <w:sz w:val="22"/>
          <w:szCs w:val="22"/>
          <w:lang w:eastAsia="en-US"/>
        </w:rPr>
        <w:tab/>
        <w:t>............................ zł</w:t>
      </w:r>
    </w:p>
    <w:p w14:paraId="001E0C92" w14:textId="77777777" w:rsidR="00165492" w:rsidRDefault="00165492" w:rsidP="00165492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74EA0411" w14:textId="77777777" w:rsidR="004A0D76" w:rsidRPr="004A0D76" w:rsidRDefault="004A0D76" w:rsidP="004A0D76">
      <w:pPr>
        <w:shd w:val="clear" w:color="auto" w:fill="FFFFFF"/>
        <w:spacing w:line="276" w:lineRule="auto"/>
        <w:ind w:left="708"/>
        <w:jc w:val="both"/>
        <w:rPr>
          <w:i/>
          <w:sz w:val="18"/>
          <w:szCs w:val="18"/>
          <w:lang w:eastAsia="en-US"/>
        </w:rPr>
      </w:pPr>
      <w:r w:rsidRPr="004A0D76">
        <w:rPr>
          <w:i/>
          <w:sz w:val="18"/>
          <w:szCs w:val="18"/>
          <w:lang w:eastAsia="en-US"/>
        </w:rPr>
        <w:t>Oświadczam, że podana w ofercie stawka podatku od towarów i usług VAT jest zgodna z przepisami Ustawy z dnia 11 marca 2004 r. o podatku od towarów i usług (t.j. Dz.U. 2024 poz. 361).*</w:t>
      </w:r>
    </w:p>
    <w:p w14:paraId="1BE55037" w14:textId="6B22C2F7" w:rsidR="00CB2012" w:rsidRPr="001928D6" w:rsidRDefault="004A0D76" w:rsidP="001928D6">
      <w:pPr>
        <w:autoSpaceDE w:val="0"/>
        <w:autoSpaceDN w:val="0"/>
        <w:adjustRightInd w:val="0"/>
        <w:spacing w:before="60" w:line="276" w:lineRule="auto"/>
        <w:ind w:left="708"/>
        <w:jc w:val="both"/>
        <w:rPr>
          <w:i/>
          <w:sz w:val="18"/>
          <w:szCs w:val="18"/>
        </w:rPr>
      </w:pPr>
      <w:r w:rsidRPr="004A0D76">
        <w:rPr>
          <w:i/>
          <w:sz w:val="18"/>
          <w:szCs w:val="18"/>
        </w:rPr>
        <w:lastRenderedPageBreak/>
        <w:t>Podana w ofercie cena, która będzie stanowić wynagrodzenie ryczałtowe, musi być wyrażona w złotych polskich (PLN). Cena musi uwzględniać wszystkie wymagania niniejszej SWZ oraz obejmować wszelkie koszty, jakie poniesie Wykonawca z tytułu należytej oraz zgodnej z obowiązującymi przepisami realizacji przedmiotu zamówienia, w tym również wszelkie koszty towarzyszące wykonaniu przedmiotu zamówienia (umowy).</w:t>
      </w:r>
    </w:p>
    <w:p w14:paraId="05FD733D" w14:textId="77777777" w:rsidR="004A0D76" w:rsidRPr="004A0D76" w:rsidRDefault="004A0D76" w:rsidP="004A0D76">
      <w:p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5328BE5B" w14:textId="77777777" w:rsidR="00146588" w:rsidRDefault="00146588" w:rsidP="00CC55F9">
      <w:pPr>
        <w:pStyle w:val="Akapitzlist"/>
        <w:numPr>
          <w:ilvl w:val="0"/>
          <w:numId w:val="26"/>
        </w:numPr>
        <w:ind w:left="709" w:hanging="436"/>
        <w:jc w:val="both"/>
        <w:rPr>
          <w:sz w:val="22"/>
          <w:szCs w:val="22"/>
        </w:rPr>
      </w:pPr>
      <w:r w:rsidRPr="00231906">
        <w:rPr>
          <w:sz w:val="22"/>
          <w:szCs w:val="22"/>
        </w:rPr>
        <w:t>Oświadczam, że wypełniłem obowiązki informacyjne przewidziane w art. 13 lub art. 14 RODO wobec osób fizycznych, od których dane osobowe bezpośrednio lub pośrednio pozyskałem w celu ubiegania się o udzielenie zamówienia publicznego w niniejszym postępowaniu.</w:t>
      </w:r>
      <w:r>
        <w:rPr>
          <w:sz w:val="22"/>
          <w:szCs w:val="22"/>
        </w:rPr>
        <w:t>*</w:t>
      </w:r>
    </w:p>
    <w:p w14:paraId="5D1B99F9" w14:textId="77777777" w:rsidR="00146588" w:rsidRPr="00231906" w:rsidRDefault="00146588" w:rsidP="00146588">
      <w:pPr>
        <w:spacing w:line="276" w:lineRule="auto"/>
        <w:rPr>
          <w:sz w:val="22"/>
          <w:szCs w:val="22"/>
        </w:rPr>
      </w:pPr>
      <w:r w:rsidRPr="00231906">
        <w:rPr>
          <w:sz w:val="22"/>
          <w:szCs w:val="22"/>
        </w:rPr>
        <w:t xml:space="preserve"> </w:t>
      </w:r>
    </w:p>
    <w:p w14:paraId="713FCE46" w14:textId="77777777" w:rsidR="00146588" w:rsidRDefault="00146588" w:rsidP="00B6195A">
      <w:pPr>
        <w:spacing w:line="276" w:lineRule="auto"/>
        <w:ind w:left="708"/>
        <w:rPr>
          <w:rFonts w:eastAsia="Calibri"/>
          <w:b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*</w:t>
      </w:r>
      <w:r w:rsidRPr="00735E0A">
        <w:rPr>
          <w:rFonts w:eastAsia="Calibri"/>
          <w:i/>
          <w:sz w:val="18"/>
          <w:szCs w:val="18"/>
        </w:rPr>
        <w:t>W przypadku, gdy Wykonawca nie przekazuje danych osobowych innych niż bezpośrednio jego dotyczących lub zachodzi wyłączenie stosowania obowiązku informacyjnego, stosownie do art. 13 ust. 4 lub art. 14 ust. 5 RODO</w:t>
      </w:r>
      <w:r w:rsidRPr="00735E0A">
        <w:rPr>
          <w:rFonts w:eastAsia="Calibri"/>
          <w:i/>
          <w:sz w:val="18"/>
          <w:szCs w:val="18"/>
          <w:vertAlign w:val="superscript"/>
        </w:rPr>
        <w:footnoteReference w:id="2"/>
      </w:r>
      <w:r w:rsidRPr="00735E0A">
        <w:rPr>
          <w:rFonts w:eastAsia="Calibri"/>
          <w:i/>
          <w:sz w:val="18"/>
          <w:szCs w:val="18"/>
        </w:rPr>
        <w:t xml:space="preserve"> treści oświadczenia Wykonawca nie składa </w:t>
      </w:r>
      <w:r w:rsidRPr="00735E0A">
        <w:rPr>
          <w:rFonts w:eastAsia="Calibri"/>
          <w:b/>
          <w:i/>
          <w:sz w:val="18"/>
          <w:szCs w:val="18"/>
        </w:rPr>
        <w:t>(</w:t>
      </w:r>
      <w:r w:rsidRPr="00735E0A">
        <w:rPr>
          <w:rFonts w:eastAsia="Calibri"/>
          <w:b/>
          <w:i/>
          <w:sz w:val="18"/>
          <w:szCs w:val="18"/>
          <w:u w:val="single"/>
        </w:rPr>
        <w:t>usunięcie treści oświadczenia np. przez jego wykreślenie</w:t>
      </w:r>
      <w:r w:rsidRPr="00735E0A">
        <w:rPr>
          <w:rFonts w:eastAsia="Calibri"/>
          <w:b/>
          <w:i/>
          <w:sz w:val="18"/>
          <w:szCs w:val="18"/>
        </w:rPr>
        <w:t>).</w:t>
      </w:r>
    </w:p>
    <w:p w14:paraId="23EF27B1" w14:textId="77777777" w:rsidR="00146588" w:rsidRDefault="00146588" w:rsidP="00146588">
      <w:pPr>
        <w:spacing w:line="276" w:lineRule="auto"/>
        <w:ind w:left="426"/>
        <w:rPr>
          <w:sz w:val="22"/>
          <w:szCs w:val="22"/>
        </w:rPr>
      </w:pPr>
    </w:p>
    <w:p w14:paraId="12B8392B" w14:textId="66D1AFA2" w:rsidR="00146588" w:rsidRPr="00146588" w:rsidRDefault="00146588" w:rsidP="00CC55F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  <w:r w:rsidRPr="00146588">
        <w:rPr>
          <w:sz w:val="22"/>
          <w:szCs w:val="22"/>
        </w:rPr>
        <w:t>Posiadam nr KRS / CEIDG ……………… NIP…………………. Regon ……………*</w:t>
      </w:r>
    </w:p>
    <w:p w14:paraId="0F0E3AD4" w14:textId="77777777" w:rsidR="00146588" w:rsidRDefault="00146588" w:rsidP="00146588">
      <w:pPr>
        <w:pStyle w:val="Akapitzlist"/>
        <w:spacing w:line="276" w:lineRule="auto"/>
        <w:rPr>
          <w:i/>
          <w:sz w:val="18"/>
          <w:szCs w:val="18"/>
        </w:rPr>
      </w:pPr>
      <w:r w:rsidRPr="00146588">
        <w:rPr>
          <w:i/>
          <w:sz w:val="18"/>
          <w:szCs w:val="18"/>
        </w:rPr>
        <w:t>* w przypadku konsorcjum należy podać odrębnie dla wszystkich członków.</w:t>
      </w:r>
    </w:p>
    <w:p w14:paraId="6FA1A384" w14:textId="77777777" w:rsidR="004A0D76" w:rsidRPr="00146588" w:rsidRDefault="004A0D76" w:rsidP="00146588">
      <w:pPr>
        <w:pStyle w:val="Akapitzlist"/>
        <w:spacing w:line="276" w:lineRule="auto"/>
        <w:rPr>
          <w:i/>
          <w:sz w:val="18"/>
          <w:szCs w:val="18"/>
        </w:rPr>
      </w:pPr>
    </w:p>
    <w:p w14:paraId="6ED1D166" w14:textId="77777777" w:rsidR="00146588" w:rsidRDefault="00146588" w:rsidP="00CC55F9">
      <w:pPr>
        <w:pStyle w:val="Akapitzlist"/>
        <w:numPr>
          <w:ilvl w:val="0"/>
          <w:numId w:val="26"/>
        </w:numPr>
        <w:jc w:val="both"/>
        <w:rPr>
          <w:sz w:val="21"/>
          <w:szCs w:val="21"/>
        </w:rPr>
      </w:pPr>
      <w:r w:rsidRPr="00146588">
        <w:rPr>
          <w:sz w:val="21"/>
          <w:szCs w:val="21"/>
        </w:rPr>
        <w:t>Oświadczam, że odpis dokumentu ………*** (KRS/CEIDG), Zamawiający może uzyskać w formie elektronicznej pod następującymi adresem internetowym ogólnodostępnych bezpłatnych baz danych: ………………………………………...*</w:t>
      </w:r>
    </w:p>
    <w:p w14:paraId="78CEC2B8" w14:textId="77777777" w:rsidR="004A0D76" w:rsidRDefault="004A0D76" w:rsidP="004A0D76">
      <w:pPr>
        <w:pStyle w:val="Akapitzlist"/>
        <w:spacing w:line="276" w:lineRule="auto"/>
        <w:rPr>
          <w:i/>
          <w:sz w:val="18"/>
          <w:szCs w:val="18"/>
        </w:rPr>
      </w:pPr>
      <w:r w:rsidRPr="004A0D76">
        <w:rPr>
          <w:i/>
          <w:sz w:val="18"/>
          <w:szCs w:val="18"/>
        </w:rPr>
        <w:t>* wskazać dokument oraz adres strony www.</w:t>
      </w:r>
    </w:p>
    <w:p w14:paraId="27351837" w14:textId="77777777" w:rsidR="004A0D76" w:rsidRPr="004A0D76" w:rsidRDefault="004A0D76" w:rsidP="004A0D76">
      <w:pPr>
        <w:pStyle w:val="Akapitzlist"/>
        <w:spacing w:line="276" w:lineRule="auto"/>
        <w:rPr>
          <w:i/>
          <w:sz w:val="18"/>
          <w:szCs w:val="18"/>
        </w:rPr>
      </w:pPr>
    </w:p>
    <w:p w14:paraId="1E3A6F99" w14:textId="77777777" w:rsidR="004A0D76" w:rsidRDefault="004A0D76" w:rsidP="004A0D76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6A7110">
        <w:rPr>
          <w:sz w:val="22"/>
          <w:szCs w:val="22"/>
        </w:rPr>
        <w:t xml:space="preserve">Zamierzam powierzyć </w:t>
      </w:r>
      <w:r w:rsidRPr="006A7110">
        <w:rPr>
          <w:sz w:val="22"/>
          <w:szCs w:val="22"/>
          <w:u w:val="single"/>
        </w:rPr>
        <w:t>podwykonawcom</w:t>
      </w:r>
      <w:r w:rsidRPr="006A7110">
        <w:rPr>
          <w:sz w:val="22"/>
          <w:szCs w:val="22"/>
        </w:rPr>
        <w:t xml:space="preserve"> realizację następujących części zamówienia: </w:t>
      </w:r>
    </w:p>
    <w:p w14:paraId="798E7894" w14:textId="77777777" w:rsidR="004A0D76" w:rsidRPr="006A7110" w:rsidRDefault="004A0D76" w:rsidP="004A0D76">
      <w:pPr>
        <w:spacing w:line="276" w:lineRule="auto"/>
        <w:ind w:left="720"/>
        <w:jc w:val="both"/>
        <w:rPr>
          <w:sz w:val="22"/>
          <w:szCs w:val="22"/>
        </w:rPr>
      </w:pPr>
    </w:p>
    <w:tbl>
      <w:tblPr>
        <w:tblW w:w="8497" w:type="dxa"/>
        <w:tblInd w:w="5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75"/>
        <w:gridCol w:w="4597"/>
      </w:tblGrid>
      <w:tr w:rsidR="004A0D76" w:rsidRPr="004A0D76" w14:paraId="1117B16E" w14:textId="77777777" w:rsidTr="00907C88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7EBF1E47" w14:textId="77777777" w:rsidR="004A0D76" w:rsidRPr="004A0D76" w:rsidRDefault="004A0D76" w:rsidP="004A0D76">
            <w:pPr>
              <w:jc w:val="center"/>
              <w:textAlignment w:val="baseline"/>
              <w:rPr>
                <w:sz w:val="22"/>
                <w:szCs w:val="22"/>
              </w:rPr>
            </w:pPr>
            <w:r w:rsidRPr="004A0D76">
              <w:rPr>
                <w:b/>
                <w:bCs/>
                <w:sz w:val="22"/>
                <w:szCs w:val="22"/>
              </w:rPr>
              <w:t>Lp.</w:t>
            </w:r>
            <w:r w:rsidRPr="004A0D76">
              <w:rPr>
                <w:sz w:val="22"/>
                <w:szCs w:val="22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4F97312" w14:textId="77777777" w:rsidR="004A0D76" w:rsidRPr="004A0D76" w:rsidRDefault="004A0D76" w:rsidP="004A0D76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4A0D76">
              <w:rPr>
                <w:b/>
                <w:bCs/>
                <w:sz w:val="22"/>
                <w:szCs w:val="22"/>
              </w:rPr>
              <w:t xml:space="preserve">Nazwa (firma) podwykonawcy </w:t>
            </w:r>
          </w:p>
          <w:p w14:paraId="70C034F4" w14:textId="77777777" w:rsidR="004A0D76" w:rsidRPr="004A0D76" w:rsidRDefault="004A0D76" w:rsidP="004A0D76">
            <w:pPr>
              <w:jc w:val="center"/>
              <w:textAlignment w:val="baseline"/>
              <w:rPr>
                <w:sz w:val="22"/>
                <w:szCs w:val="22"/>
              </w:rPr>
            </w:pPr>
            <w:r w:rsidRPr="004A0D76">
              <w:rPr>
                <w:b/>
                <w:bCs/>
                <w:sz w:val="22"/>
                <w:szCs w:val="22"/>
              </w:rPr>
              <w:t>(jeżeli jest znana)</w:t>
            </w:r>
            <w:r w:rsidRPr="004A0D76">
              <w:rPr>
                <w:sz w:val="22"/>
                <w:szCs w:val="22"/>
              </w:rPr>
              <w:t> </w:t>
            </w:r>
            <w:r w:rsidRPr="004A0D76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8BC766B" w14:textId="77777777" w:rsidR="004A0D76" w:rsidRPr="004A0D76" w:rsidRDefault="004A0D76" w:rsidP="004A0D76">
            <w:pPr>
              <w:jc w:val="center"/>
              <w:textAlignment w:val="baseline"/>
              <w:rPr>
                <w:sz w:val="22"/>
                <w:szCs w:val="22"/>
              </w:rPr>
            </w:pPr>
            <w:r w:rsidRPr="004A0D76">
              <w:rPr>
                <w:b/>
                <w:bCs/>
                <w:sz w:val="22"/>
                <w:szCs w:val="22"/>
              </w:rPr>
              <w:t>Część (zakres) prac, którą zamierzamy powierzyć podwykonawcy</w:t>
            </w:r>
            <w:r w:rsidRPr="004A0D76">
              <w:rPr>
                <w:sz w:val="22"/>
                <w:szCs w:val="22"/>
              </w:rPr>
              <w:t> </w:t>
            </w:r>
          </w:p>
        </w:tc>
      </w:tr>
      <w:tr w:rsidR="004A0D76" w:rsidRPr="004A0D76" w14:paraId="5CD63E02" w14:textId="77777777" w:rsidTr="00907C88">
        <w:trPr>
          <w:trHeight w:val="58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FE722C" w14:textId="77777777" w:rsidR="004A0D76" w:rsidRPr="004A0D76" w:rsidRDefault="004A0D76" w:rsidP="004A0D76">
            <w:pPr>
              <w:spacing w:after="120"/>
              <w:jc w:val="center"/>
              <w:textAlignment w:val="baseline"/>
              <w:rPr>
                <w:sz w:val="22"/>
                <w:szCs w:val="22"/>
              </w:rPr>
            </w:pPr>
            <w:r w:rsidRPr="004A0D76">
              <w:rPr>
                <w:sz w:val="22"/>
                <w:szCs w:val="22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6ED814" w14:textId="77777777" w:rsidR="004A0D76" w:rsidRPr="004A0D76" w:rsidRDefault="004A0D76" w:rsidP="004A0D76">
            <w:pPr>
              <w:spacing w:after="120"/>
              <w:jc w:val="center"/>
              <w:textAlignment w:val="baseline"/>
              <w:rPr>
                <w:sz w:val="22"/>
                <w:szCs w:val="22"/>
              </w:rPr>
            </w:pPr>
            <w:r w:rsidRPr="004A0D76">
              <w:rPr>
                <w:sz w:val="22"/>
                <w:szCs w:val="22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6445CA" w14:textId="77777777" w:rsidR="004A0D76" w:rsidRPr="004A0D76" w:rsidRDefault="004A0D76" w:rsidP="004A0D76">
            <w:pPr>
              <w:spacing w:after="120"/>
              <w:jc w:val="center"/>
              <w:textAlignment w:val="baseline"/>
              <w:rPr>
                <w:sz w:val="22"/>
                <w:szCs w:val="22"/>
              </w:rPr>
            </w:pPr>
            <w:r w:rsidRPr="004A0D76">
              <w:rPr>
                <w:sz w:val="22"/>
                <w:szCs w:val="22"/>
              </w:rPr>
              <w:t> </w:t>
            </w:r>
          </w:p>
        </w:tc>
      </w:tr>
    </w:tbl>
    <w:p w14:paraId="721B5156" w14:textId="21A0607A" w:rsidR="004A0D76" w:rsidRPr="00146588" w:rsidRDefault="004A0D76" w:rsidP="004A0D76">
      <w:pPr>
        <w:pStyle w:val="Akapitzlist"/>
        <w:ind w:left="0"/>
        <w:rPr>
          <w:sz w:val="21"/>
          <w:szCs w:val="21"/>
        </w:rPr>
      </w:pPr>
      <w:r w:rsidRPr="004A0D76">
        <w:rPr>
          <w:noProof/>
        </w:rPr>
        <w:drawing>
          <wp:inline distT="0" distB="0" distL="0" distR="0" wp14:anchorId="764BC262" wp14:editId="7A4CB1D0">
            <wp:extent cx="5760720" cy="145415"/>
            <wp:effectExtent l="0" t="0" r="0" b="6985"/>
            <wp:docPr id="89487308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C9C07" w14:textId="77777777" w:rsidR="00B6195A" w:rsidRDefault="00B6195A" w:rsidP="00B6195A">
      <w:pPr>
        <w:pStyle w:val="Akapitzlist"/>
        <w:jc w:val="both"/>
        <w:rPr>
          <w:sz w:val="21"/>
          <w:szCs w:val="21"/>
        </w:rPr>
      </w:pPr>
    </w:p>
    <w:p w14:paraId="5A15B725" w14:textId="7F2D629A" w:rsidR="004A0D76" w:rsidRDefault="004A0D76" w:rsidP="004A0D76">
      <w:pPr>
        <w:pStyle w:val="Akapitzlist"/>
        <w:numPr>
          <w:ilvl w:val="0"/>
          <w:numId w:val="26"/>
        </w:numPr>
        <w:jc w:val="both"/>
        <w:rPr>
          <w:sz w:val="21"/>
          <w:szCs w:val="21"/>
        </w:rPr>
      </w:pPr>
      <w:r w:rsidRPr="004A0D76">
        <w:rPr>
          <w:sz w:val="21"/>
          <w:szCs w:val="21"/>
        </w:rPr>
        <w:t xml:space="preserve">Zamierzam powierzyć następującym podwykonawcom realizację następujących części zamówienia </w:t>
      </w:r>
      <w:r w:rsidRPr="004A0D76">
        <w:rPr>
          <w:sz w:val="21"/>
          <w:szCs w:val="21"/>
          <w:u w:val="single"/>
        </w:rPr>
        <w:t>i jednocześnie powołujemy się na ich zasoby</w:t>
      </w:r>
      <w:r w:rsidRPr="004A0D76">
        <w:rPr>
          <w:sz w:val="21"/>
          <w:szCs w:val="21"/>
        </w:rPr>
        <w:t xml:space="preserve">, w celu wykazania spełnienia warunków udziału w postępowaniu, o których mowa w SWZ: </w:t>
      </w:r>
    </w:p>
    <w:p w14:paraId="550B7C48" w14:textId="77777777" w:rsidR="004A0D76" w:rsidRDefault="004A0D76" w:rsidP="004A0D76">
      <w:pPr>
        <w:pStyle w:val="Akapitzlist"/>
        <w:jc w:val="both"/>
        <w:rPr>
          <w:sz w:val="21"/>
          <w:szCs w:val="21"/>
        </w:rPr>
      </w:pPr>
    </w:p>
    <w:tbl>
      <w:tblPr>
        <w:tblW w:w="8497" w:type="dxa"/>
        <w:tblInd w:w="5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280"/>
        <w:gridCol w:w="5692"/>
      </w:tblGrid>
      <w:tr w:rsidR="004A0D76" w:rsidRPr="00781BD2" w14:paraId="3B02BF07" w14:textId="77777777" w:rsidTr="00907C88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23BFB29" w14:textId="77777777" w:rsidR="004A0D76" w:rsidRPr="006A7110" w:rsidRDefault="004A0D76" w:rsidP="00907C88">
            <w:pPr>
              <w:jc w:val="center"/>
              <w:textAlignment w:val="baseline"/>
              <w:rPr>
                <w:sz w:val="22"/>
                <w:szCs w:val="22"/>
              </w:rPr>
            </w:pPr>
            <w:r w:rsidRPr="006A7110">
              <w:rPr>
                <w:b/>
                <w:bCs/>
                <w:sz w:val="22"/>
                <w:szCs w:val="22"/>
              </w:rPr>
              <w:t>Lp.</w:t>
            </w:r>
            <w:r w:rsidRPr="006A7110">
              <w:rPr>
                <w:sz w:val="22"/>
                <w:szCs w:val="22"/>
              </w:rPr>
              <w:t>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521F02E0" w14:textId="77777777" w:rsidR="004A0D76" w:rsidRPr="006A7110" w:rsidRDefault="004A0D76" w:rsidP="00907C88">
            <w:pPr>
              <w:jc w:val="center"/>
              <w:textAlignment w:val="baseline"/>
              <w:rPr>
                <w:sz w:val="22"/>
                <w:szCs w:val="22"/>
              </w:rPr>
            </w:pPr>
            <w:r w:rsidRPr="006A7110">
              <w:rPr>
                <w:b/>
                <w:bCs/>
                <w:sz w:val="22"/>
                <w:szCs w:val="22"/>
              </w:rPr>
              <w:t>Nazwa (firma) podwykonawcy</w:t>
            </w:r>
            <w:r w:rsidRPr="006A7110">
              <w:rPr>
                <w:sz w:val="22"/>
                <w:szCs w:val="22"/>
              </w:rPr>
              <w:t> </w:t>
            </w:r>
          </w:p>
        </w:tc>
        <w:tc>
          <w:tcPr>
            <w:tcW w:w="5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ABE20F3" w14:textId="77777777" w:rsidR="004A0D76" w:rsidRPr="006A7110" w:rsidRDefault="004A0D76" w:rsidP="00907C88">
            <w:pPr>
              <w:jc w:val="center"/>
              <w:textAlignment w:val="baseline"/>
              <w:rPr>
                <w:sz w:val="22"/>
                <w:szCs w:val="22"/>
              </w:rPr>
            </w:pPr>
            <w:r w:rsidRPr="006A7110">
              <w:rPr>
                <w:b/>
                <w:bCs/>
                <w:sz w:val="22"/>
                <w:szCs w:val="22"/>
              </w:rPr>
              <w:t>Część (zakres) prac, który zamierzamy powierzyć innemu podmiotowi (podwykonawcy)</w:t>
            </w:r>
            <w:r w:rsidRPr="006A7110">
              <w:rPr>
                <w:sz w:val="22"/>
                <w:szCs w:val="22"/>
              </w:rPr>
              <w:t> </w:t>
            </w:r>
          </w:p>
        </w:tc>
      </w:tr>
      <w:tr w:rsidR="004A0D76" w:rsidRPr="00781BD2" w14:paraId="093DED48" w14:textId="77777777" w:rsidTr="00907C88">
        <w:trPr>
          <w:trHeight w:val="597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674495" w14:textId="77777777" w:rsidR="004A0D76" w:rsidRPr="006A7110" w:rsidRDefault="004A0D76" w:rsidP="00907C88">
            <w:pPr>
              <w:jc w:val="center"/>
              <w:textAlignment w:val="baseline"/>
              <w:rPr>
                <w:sz w:val="22"/>
                <w:szCs w:val="22"/>
              </w:rPr>
            </w:pPr>
            <w:r w:rsidRPr="006A7110">
              <w:rPr>
                <w:sz w:val="22"/>
                <w:szCs w:val="22"/>
              </w:rPr>
              <w:t>1.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BF0E8D" w14:textId="77777777" w:rsidR="004A0D76" w:rsidRPr="006A7110" w:rsidRDefault="004A0D76" w:rsidP="00907C88">
            <w:pPr>
              <w:jc w:val="center"/>
              <w:textAlignment w:val="baseline"/>
              <w:rPr>
                <w:sz w:val="22"/>
                <w:szCs w:val="22"/>
              </w:rPr>
            </w:pPr>
            <w:r w:rsidRPr="006A7110">
              <w:rPr>
                <w:sz w:val="22"/>
                <w:szCs w:val="22"/>
              </w:rPr>
              <w:t> </w:t>
            </w:r>
          </w:p>
        </w:tc>
        <w:tc>
          <w:tcPr>
            <w:tcW w:w="5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9E0BF7" w14:textId="77777777" w:rsidR="004A0D76" w:rsidRPr="006A7110" w:rsidRDefault="004A0D76" w:rsidP="00907C88">
            <w:pPr>
              <w:jc w:val="center"/>
              <w:textAlignment w:val="baseline"/>
              <w:rPr>
                <w:sz w:val="22"/>
                <w:szCs w:val="22"/>
              </w:rPr>
            </w:pPr>
            <w:r w:rsidRPr="006A7110">
              <w:rPr>
                <w:sz w:val="22"/>
                <w:szCs w:val="22"/>
              </w:rPr>
              <w:t> </w:t>
            </w:r>
          </w:p>
        </w:tc>
      </w:tr>
    </w:tbl>
    <w:p w14:paraId="70B22408" w14:textId="77777777" w:rsidR="004A0D76" w:rsidRPr="004A0D76" w:rsidRDefault="004A0D76" w:rsidP="004A0D76">
      <w:pPr>
        <w:tabs>
          <w:tab w:val="left" w:pos="851"/>
        </w:tabs>
        <w:suppressAutoHyphens/>
        <w:contextualSpacing/>
        <w:jc w:val="both"/>
        <w:rPr>
          <w:sz w:val="18"/>
          <w:szCs w:val="18"/>
        </w:rPr>
      </w:pPr>
      <w:r w:rsidRPr="004A0D76">
        <w:rPr>
          <w:b/>
          <w:sz w:val="20"/>
          <w:szCs w:val="24"/>
        </w:rPr>
        <w:t xml:space="preserve">           * </w:t>
      </w:r>
      <w:r w:rsidRPr="004A0D76">
        <w:rPr>
          <w:i/>
          <w:iCs/>
          <w:sz w:val="16"/>
          <w:szCs w:val="16"/>
        </w:rPr>
        <w:t>Wypełnić w zakresie zamierzonego powierzenia wykonania zamówienia Podwykonawcom, jeżeli są znani</w:t>
      </w:r>
      <w:r w:rsidRPr="004A0D76">
        <w:rPr>
          <w:i/>
          <w:iCs/>
          <w:sz w:val="18"/>
          <w:szCs w:val="18"/>
        </w:rPr>
        <w:t>.</w:t>
      </w:r>
      <w:r w:rsidRPr="004A0D76">
        <w:rPr>
          <w:sz w:val="18"/>
          <w:szCs w:val="18"/>
        </w:rPr>
        <w:t> </w:t>
      </w:r>
    </w:p>
    <w:p w14:paraId="58B2858C" w14:textId="77777777" w:rsidR="004A0D76" w:rsidRPr="004A0D76" w:rsidRDefault="004A0D76" w:rsidP="004A0D76">
      <w:pPr>
        <w:pStyle w:val="Akapitzlist"/>
        <w:rPr>
          <w:b/>
          <w:bCs/>
          <w:i/>
          <w:sz w:val="21"/>
          <w:szCs w:val="21"/>
          <w:u w:val="single"/>
        </w:rPr>
      </w:pPr>
      <w:r w:rsidRPr="004A0D76">
        <w:rPr>
          <w:b/>
          <w:bCs/>
          <w:i/>
          <w:sz w:val="21"/>
          <w:szCs w:val="21"/>
          <w:u w:val="single"/>
        </w:rPr>
        <w:t>Uwaga:</w:t>
      </w:r>
    </w:p>
    <w:p w14:paraId="6FC20B64" w14:textId="252536F6" w:rsidR="004A0D76" w:rsidRPr="00B6195A" w:rsidRDefault="004A0D76" w:rsidP="00B6195A">
      <w:pPr>
        <w:pStyle w:val="Akapitzlist"/>
        <w:jc w:val="both"/>
        <w:rPr>
          <w:i/>
          <w:sz w:val="21"/>
          <w:szCs w:val="21"/>
          <w:u w:val="single"/>
        </w:rPr>
      </w:pPr>
      <w:r w:rsidRPr="004A0D76">
        <w:rPr>
          <w:i/>
          <w:sz w:val="21"/>
          <w:szCs w:val="21"/>
        </w:rPr>
        <w:t>W przypadku wykonywania</w:t>
      </w:r>
      <w:r w:rsidRPr="004A0D76">
        <w:rPr>
          <w:i/>
          <w:sz w:val="21"/>
          <w:szCs w:val="21"/>
          <w:u w:val="single"/>
        </w:rPr>
        <w:t xml:space="preserve"> części prac przez podwykonawcę, na zasoby, którego powołuje się Wykonawca,</w:t>
      </w:r>
      <w:r w:rsidRPr="004A0D76">
        <w:rPr>
          <w:i/>
          <w:sz w:val="21"/>
          <w:szCs w:val="21"/>
        </w:rPr>
        <w:t xml:space="preserve"> w celu spełnienia warunków udziału w postępowaniu, część zamówienia/zakres prac winien być tożsamy </w:t>
      </w:r>
      <w:r w:rsidRPr="004A0D76">
        <w:rPr>
          <w:i/>
          <w:sz w:val="21"/>
          <w:szCs w:val="21"/>
          <w:u w:val="single"/>
        </w:rPr>
        <w:t>ze zobowiązaniem do oddania do dyspozycji Wykonawcy niezbędnych zasobów na potrzeby realizacji zamówienia.</w:t>
      </w:r>
    </w:p>
    <w:p w14:paraId="0FD298D1" w14:textId="02F749BC" w:rsidR="00CB2012" w:rsidRPr="004A0D76" w:rsidRDefault="00CB2012" w:rsidP="004A0D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sz w:val="21"/>
          <w:szCs w:val="21"/>
        </w:rPr>
      </w:pPr>
      <w:r w:rsidRPr="004A0D76">
        <w:rPr>
          <w:sz w:val="22"/>
          <w:szCs w:val="22"/>
        </w:rPr>
        <w:lastRenderedPageBreak/>
        <w:t>Jestem*:</w:t>
      </w:r>
      <w:r w:rsidR="004A0D76">
        <w:rPr>
          <w:sz w:val="22"/>
          <w:szCs w:val="22"/>
        </w:rPr>
        <w:t xml:space="preserve"> </w:t>
      </w:r>
      <w:r w:rsidRPr="004A0D76">
        <w:rPr>
          <w:i/>
          <w:iCs/>
          <w:sz w:val="20"/>
        </w:rPr>
        <w:t>(zaznaczyć właściwe)</w:t>
      </w:r>
    </w:p>
    <w:p w14:paraId="1D3D3516" w14:textId="77777777" w:rsidR="00CB2012" w:rsidRPr="00AF456B" w:rsidRDefault="00CB2012" w:rsidP="00CB2012">
      <w:pPr>
        <w:spacing w:line="276" w:lineRule="auto"/>
        <w:ind w:left="709"/>
        <w:rPr>
          <w:sz w:val="12"/>
          <w:szCs w:val="12"/>
        </w:rPr>
      </w:pP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67"/>
        <w:gridCol w:w="2268"/>
        <w:gridCol w:w="5953"/>
      </w:tblGrid>
      <w:tr w:rsidR="00CB2012" w:rsidRPr="00AF456B" w14:paraId="65356628" w14:textId="77777777" w:rsidTr="00CC55F9">
        <w:trPr>
          <w:trHeight w:val="18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5872" w14:textId="77777777" w:rsidR="00CB2012" w:rsidRPr="00AF456B" w:rsidRDefault="00CB2012" w:rsidP="003E2A2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56B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56B">
              <w:rPr>
                <w:sz w:val="19"/>
                <w:szCs w:val="19"/>
              </w:rPr>
              <w:instrText xml:space="preserve"> FORMCHECKBOX </w:instrText>
            </w:r>
            <w:r w:rsidRPr="00AF456B">
              <w:rPr>
                <w:sz w:val="19"/>
                <w:szCs w:val="19"/>
              </w:rPr>
            </w:r>
            <w:r w:rsidRPr="00AF456B">
              <w:rPr>
                <w:sz w:val="19"/>
                <w:szCs w:val="19"/>
              </w:rPr>
              <w:fldChar w:fldCharType="separate"/>
            </w:r>
            <w:r w:rsidRPr="00AF456B">
              <w:rPr>
                <w:sz w:val="19"/>
                <w:szCs w:val="19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E3E3" w14:textId="77777777" w:rsidR="00CB2012" w:rsidRPr="00AF456B" w:rsidRDefault="00CB2012" w:rsidP="004A0D7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56B">
              <w:rPr>
                <w:sz w:val="22"/>
                <w:szCs w:val="22"/>
              </w:rPr>
              <w:t>mikroprzedsiębiorcą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201B" w14:textId="77777777" w:rsidR="00CB2012" w:rsidRPr="00AF456B" w:rsidRDefault="00CB2012" w:rsidP="00CC55F9">
            <w:pPr>
              <w:spacing w:before="240"/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przedsiębiorca, który w co najmniej jednym roku z dwóch ostatnich lat obrotowych spełniał łącznie następujące warunki:</w:t>
            </w:r>
          </w:p>
          <w:p w14:paraId="4BAA7ED4" w14:textId="77777777" w:rsidR="00CB2012" w:rsidRPr="00AF456B" w:rsidRDefault="00CB2012" w:rsidP="00CC55F9">
            <w:pPr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a) zatrudniał średniorocznie mniej niż 10 pracowników oraz</w:t>
            </w:r>
          </w:p>
          <w:p w14:paraId="66D06EBE" w14:textId="77777777" w:rsidR="00CB2012" w:rsidRPr="00AF456B" w:rsidRDefault="00CB2012" w:rsidP="00CC55F9">
            <w:pPr>
              <w:spacing w:after="240"/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CB2012" w:rsidRPr="00AF456B" w14:paraId="113C7779" w14:textId="77777777" w:rsidTr="00CC55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0564" w14:textId="77777777" w:rsidR="00CB2012" w:rsidRPr="00AF456B" w:rsidRDefault="00CB2012" w:rsidP="003E2A2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56B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56B">
              <w:rPr>
                <w:sz w:val="19"/>
                <w:szCs w:val="19"/>
              </w:rPr>
              <w:instrText xml:space="preserve"> FORMCHECKBOX </w:instrText>
            </w:r>
            <w:r w:rsidRPr="00AF456B">
              <w:rPr>
                <w:sz w:val="19"/>
                <w:szCs w:val="19"/>
              </w:rPr>
            </w:r>
            <w:r w:rsidRPr="00AF456B">
              <w:rPr>
                <w:sz w:val="19"/>
                <w:szCs w:val="19"/>
              </w:rPr>
              <w:fldChar w:fldCharType="separate"/>
            </w:r>
            <w:r w:rsidRPr="00AF456B">
              <w:rPr>
                <w:sz w:val="19"/>
                <w:szCs w:val="19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A6A5" w14:textId="77777777" w:rsidR="00CB2012" w:rsidRPr="00AF456B" w:rsidRDefault="00CB2012" w:rsidP="004A0D7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56B">
              <w:rPr>
                <w:sz w:val="22"/>
                <w:szCs w:val="22"/>
              </w:rPr>
              <w:t>małym przedsiębiorcą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CF32" w14:textId="77777777" w:rsidR="00CB2012" w:rsidRPr="00AF456B" w:rsidRDefault="00CB2012" w:rsidP="00CC55F9">
            <w:pPr>
              <w:spacing w:before="240"/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przedsiębiorca, który w co najmniej jednym roku z dwóch ostatnich lat obrotowych spełniał łącznie następujące warunki:</w:t>
            </w:r>
          </w:p>
          <w:p w14:paraId="12EEA767" w14:textId="77777777" w:rsidR="00CB2012" w:rsidRPr="00AF456B" w:rsidRDefault="00CB2012" w:rsidP="00CC55F9">
            <w:pPr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a) zatrudniał średniorocznie mniej niż 50 pracowników oraz</w:t>
            </w:r>
          </w:p>
          <w:p w14:paraId="6898E605" w14:textId="77777777" w:rsidR="00CB2012" w:rsidRPr="00AF456B" w:rsidRDefault="00CB2012" w:rsidP="00CC55F9">
            <w:pPr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4CBD3238" w14:textId="77777777" w:rsidR="00CB2012" w:rsidRPr="00AF456B" w:rsidRDefault="00CB2012" w:rsidP="00CC55F9">
            <w:pPr>
              <w:spacing w:after="240"/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- i który nie jest mikroprzedsiębiorcą;</w:t>
            </w:r>
          </w:p>
        </w:tc>
      </w:tr>
      <w:tr w:rsidR="00CB2012" w:rsidRPr="00AF456B" w14:paraId="57090693" w14:textId="77777777" w:rsidTr="00CC55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0A5D" w14:textId="77777777" w:rsidR="00CB2012" w:rsidRPr="00AF456B" w:rsidRDefault="00CB2012" w:rsidP="003E2A2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56B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56B">
              <w:rPr>
                <w:sz w:val="19"/>
                <w:szCs w:val="19"/>
              </w:rPr>
              <w:instrText xml:space="preserve"> FORMCHECKBOX </w:instrText>
            </w:r>
            <w:r w:rsidRPr="00AF456B">
              <w:rPr>
                <w:sz w:val="19"/>
                <w:szCs w:val="19"/>
              </w:rPr>
            </w:r>
            <w:r w:rsidRPr="00AF456B">
              <w:rPr>
                <w:sz w:val="19"/>
                <w:szCs w:val="19"/>
              </w:rPr>
              <w:fldChar w:fldCharType="separate"/>
            </w:r>
            <w:r w:rsidRPr="00AF456B">
              <w:rPr>
                <w:sz w:val="19"/>
                <w:szCs w:val="19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E78" w14:textId="77777777" w:rsidR="00CB2012" w:rsidRPr="00AF456B" w:rsidRDefault="00CB2012" w:rsidP="004A0D7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56B">
              <w:rPr>
                <w:sz w:val="22"/>
                <w:szCs w:val="22"/>
              </w:rPr>
              <w:t>średnim przedsiębiorcą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</w:tcPr>
          <w:p w14:paraId="114CE5E3" w14:textId="77777777" w:rsidR="00CB2012" w:rsidRPr="00AF456B" w:rsidRDefault="00CB2012" w:rsidP="00CC55F9">
            <w:pPr>
              <w:spacing w:before="240"/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przedsiębiorca, który w co najmniej jednym roku z dwóch ostatnich lat obrotowych spełniał łącznie następujące warunki:</w:t>
            </w:r>
          </w:p>
          <w:p w14:paraId="4E1BE558" w14:textId="77777777" w:rsidR="00CB2012" w:rsidRPr="00AF456B" w:rsidRDefault="00CB2012" w:rsidP="00CC55F9">
            <w:pPr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a) zatrudniał średniorocznie mniej niż 250 pracowników oraz</w:t>
            </w:r>
          </w:p>
          <w:p w14:paraId="1F3A3D6F" w14:textId="77777777" w:rsidR="00CB2012" w:rsidRPr="00AF456B" w:rsidRDefault="00CB2012" w:rsidP="00CC55F9">
            <w:pPr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8538459" w14:textId="77777777" w:rsidR="00CB2012" w:rsidRPr="00AF456B" w:rsidRDefault="00CB2012" w:rsidP="00CC55F9">
            <w:pPr>
              <w:spacing w:after="240"/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- i który nie jest mikroprzedsiębiorcą ani małym przedsiębiorcą</w:t>
            </w:r>
          </w:p>
        </w:tc>
      </w:tr>
      <w:tr w:rsidR="00CB2012" w:rsidRPr="00AF456B" w14:paraId="5DAC3BDD" w14:textId="77777777" w:rsidTr="00CC55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10BE" w14:textId="77777777" w:rsidR="00CB2012" w:rsidRPr="00AF456B" w:rsidRDefault="00CB2012" w:rsidP="003E2A2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56B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56B">
              <w:rPr>
                <w:sz w:val="19"/>
                <w:szCs w:val="19"/>
              </w:rPr>
              <w:instrText xml:space="preserve"> FORMCHECKBOX </w:instrText>
            </w:r>
            <w:r w:rsidRPr="00AF456B">
              <w:rPr>
                <w:sz w:val="19"/>
                <w:szCs w:val="19"/>
              </w:rPr>
            </w:r>
            <w:r w:rsidRPr="00AF456B">
              <w:rPr>
                <w:sz w:val="19"/>
                <w:szCs w:val="19"/>
              </w:rPr>
              <w:fldChar w:fldCharType="separate"/>
            </w:r>
            <w:r w:rsidRPr="00AF456B">
              <w:rPr>
                <w:sz w:val="19"/>
                <w:szCs w:val="19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0C9C" w14:textId="77777777" w:rsidR="00CB2012" w:rsidRPr="00AF456B" w:rsidRDefault="00CB2012" w:rsidP="004A0D7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456B">
              <w:rPr>
                <w:sz w:val="22"/>
                <w:szCs w:val="22"/>
              </w:rPr>
              <w:t>dużym przedsiębiorcą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7721905D" w14:textId="77777777" w:rsidR="00CB2012" w:rsidRPr="00AF456B" w:rsidRDefault="00CB2012" w:rsidP="00CC55F9">
            <w:pPr>
              <w:spacing w:before="240" w:after="240"/>
              <w:jc w:val="both"/>
              <w:rPr>
                <w:sz w:val="18"/>
                <w:szCs w:val="18"/>
              </w:rPr>
            </w:pPr>
            <w:r w:rsidRPr="00AF456B">
              <w:rPr>
                <w:sz w:val="18"/>
                <w:szCs w:val="18"/>
              </w:rPr>
              <w:t>przedsiębiorca, który nie jest mikroprzedsiębiorcą, małym przedsiębiorcą ani średnim przedsiębiorcą</w:t>
            </w:r>
          </w:p>
        </w:tc>
      </w:tr>
    </w:tbl>
    <w:p w14:paraId="657C4C91" w14:textId="7E7F5B80" w:rsidR="004A0D76" w:rsidRPr="00B8445D" w:rsidRDefault="004A0D76" w:rsidP="00B6195A">
      <w:pPr>
        <w:widowControl w:val="0"/>
        <w:ind w:firstLine="360"/>
        <w:rPr>
          <w:i/>
          <w:sz w:val="18"/>
          <w:szCs w:val="18"/>
        </w:rPr>
      </w:pPr>
      <w:r w:rsidRPr="006A7110">
        <w:rPr>
          <w:i/>
          <w:sz w:val="23"/>
          <w:szCs w:val="23"/>
        </w:rPr>
        <w:t xml:space="preserve">* </w:t>
      </w:r>
      <w:r w:rsidRPr="00DB1E3C">
        <w:rPr>
          <w:i/>
          <w:sz w:val="18"/>
          <w:szCs w:val="18"/>
        </w:rPr>
        <w:t>(oznaczyć właściwie, w przypadku konsorcjum należy wypełnić odrębnie dla każdego podmiotu)</w:t>
      </w:r>
    </w:p>
    <w:p w14:paraId="5EDED767" w14:textId="77777777" w:rsidR="004A0D76" w:rsidRPr="004A0D76" w:rsidRDefault="004A0D76" w:rsidP="004A0D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A0D76">
        <w:rPr>
          <w:sz w:val="22"/>
          <w:szCs w:val="22"/>
        </w:rPr>
        <w:t>Tajemnicę przedsiębiorstwa w rozumieniu przepisów o zwalczaniu nieuczciwej konkurencji stanowią następujące dokumenty dołączone do oferty:</w:t>
      </w:r>
    </w:p>
    <w:p w14:paraId="25FA848E" w14:textId="77777777" w:rsidR="004A0D76" w:rsidRPr="004A0D76" w:rsidRDefault="004A0D76" w:rsidP="004A0D76">
      <w:pPr>
        <w:numPr>
          <w:ilvl w:val="0"/>
          <w:numId w:val="29"/>
        </w:numPr>
        <w:spacing w:line="276" w:lineRule="auto"/>
        <w:ind w:left="1276"/>
        <w:jc w:val="both"/>
        <w:rPr>
          <w:sz w:val="22"/>
          <w:szCs w:val="22"/>
        </w:rPr>
      </w:pPr>
      <w:r w:rsidRPr="004A0D76">
        <w:rPr>
          <w:sz w:val="22"/>
          <w:szCs w:val="22"/>
        </w:rPr>
        <w:t>…………………………………….</w:t>
      </w:r>
    </w:p>
    <w:p w14:paraId="16BBF1E9" w14:textId="77777777" w:rsidR="004A0D76" w:rsidRPr="004A0D76" w:rsidRDefault="004A0D76" w:rsidP="004A0D76">
      <w:pPr>
        <w:numPr>
          <w:ilvl w:val="0"/>
          <w:numId w:val="29"/>
        </w:numPr>
        <w:spacing w:line="276" w:lineRule="auto"/>
        <w:ind w:left="1276"/>
        <w:jc w:val="both"/>
        <w:rPr>
          <w:sz w:val="22"/>
          <w:szCs w:val="22"/>
        </w:rPr>
      </w:pPr>
      <w:r w:rsidRPr="004A0D76">
        <w:rPr>
          <w:sz w:val="22"/>
          <w:szCs w:val="22"/>
        </w:rPr>
        <w:t>…………………………………….</w:t>
      </w:r>
    </w:p>
    <w:p w14:paraId="16D2D777" w14:textId="1FBA49BF" w:rsidR="004A0D76" w:rsidRPr="00B6195A" w:rsidRDefault="004A0D76" w:rsidP="004A0D76">
      <w:pPr>
        <w:spacing w:line="276" w:lineRule="auto"/>
        <w:rPr>
          <w:b/>
          <w:bCs/>
          <w:i/>
          <w:iCs/>
          <w:sz w:val="18"/>
          <w:szCs w:val="18"/>
        </w:rPr>
      </w:pPr>
      <w:r w:rsidRPr="004A0D76">
        <w:rPr>
          <w:sz w:val="22"/>
          <w:szCs w:val="22"/>
        </w:rPr>
        <w:t xml:space="preserve">            </w:t>
      </w:r>
      <w:r w:rsidRPr="004A0D76">
        <w:rPr>
          <w:b/>
          <w:bCs/>
          <w:i/>
          <w:iCs/>
          <w:sz w:val="18"/>
          <w:szCs w:val="18"/>
        </w:rPr>
        <w:t xml:space="preserve"> </w:t>
      </w:r>
      <w:r w:rsidRPr="004A0D76">
        <w:rPr>
          <w:b/>
          <w:bCs/>
          <w:i/>
          <w:iCs/>
          <w:sz w:val="18"/>
          <w:szCs w:val="18"/>
          <w:u w:val="single"/>
        </w:rPr>
        <w:t>Uwaga</w:t>
      </w:r>
      <w:r w:rsidRPr="004A0D76">
        <w:rPr>
          <w:b/>
          <w:bCs/>
          <w:i/>
          <w:iCs/>
          <w:sz w:val="18"/>
          <w:szCs w:val="18"/>
        </w:rPr>
        <w:t>: w przypadku wskazania tajemnicy przedsiębiorstwa należy dołączyć uzasadnienie.</w:t>
      </w:r>
    </w:p>
    <w:p w14:paraId="19FF64AA" w14:textId="77777777" w:rsidR="004A0D76" w:rsidRPr="004A0D76" w:rsidRDefault="004A0D76" w:rsidP="004A0D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A0D76">
        <w:rPr>
          <w:sz w:val="22"/>
          <w:szCs w:val="22"/>
        </w:rPr>
        <w:t>Integralną część oferty stanowią załączniki sporządzone według wzorów określonych w SWZ oraz inne wymagane załączniki: (wymienić wszystkie):*</w:t>
      </w:r>
    </w:p>
    <w:p w14:paraId="75C58DF8" w14:textId="77777777" w:rsidR="004A0D76" w:rsidRPr="004A0D76" w:rsidRDefault="004A0D76" w:rsidP="004A0D76">
      <w:pPr>
        <w:pStyle w:val="Akapitzlist"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4A0D76">
        <w:rPr>
          <w:sz w:val="22"/>
          <w:szCs w:val="22"/>
        </w:rPr>
        <w:t>(1) ……………………………………………………………..………………………</w:t>
      </w:r>
    </w:p>
    <w:p w14:paraId="05AA94E9" w14:textId="7520E43D" w:rsidR="004A0D76" w:rsidRDefault="004A0D76" w:rsidP="004A0D76">
      <w:pPr>
        <w:pStyle w:val="Akapitzlist"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</w:t>
      </w:r>
      <w:r w:rsidRPr="004A0D76">
        <w:rPr>
          <w:sz w:val="22"/>
          <w:szCs w:val="22"/>
        </w:rPr>
        <w:t>2) …………………………………………………………………………………..…</w:t>
      </w:r>
    </w:p>
    <w:p w14:paraId="1EAF891A" w14:textId="45755E9D" w:rsidR="00CB2012" w:rsidRPr="00B6195A" w:rsidRDefault="004A0D76" w:rsidP="00B6195A">
      <w:pPr>
        <w:spacing w:after="120" w:line="276" w:lineRule="auto"/>
        <w:jc w:val="both"/>
        <w:rPr>
          <w:sz w:val="22"/>
          <w:szCs w:val="22"/>
        </w:rPr>
      </w:pPr>
      <w:r w:rsidRPr="004A0D76">
        <w:rPr>
          <w:i/>
          <w:sz w:val="18"/>
          <w:szCs w:val="18"/>
        </w:rPr>
        <w:t>*Wykonawca powinien wymienić wszystkie dokumenty (oryginały lub ich kserokopie) i oświadczenia załączone do oferty.</w:t>
      </w:r>
    </w:p>
    <w:p w14:paraId="4F2B78AB" w14:textId="77777777" w:rsidR="00CB2012" w:rsidRPr="00AF456B" w:rsidRDefault="00CB2012" w:rsidP="00CB2012">
      <w:pPr>
        <w:spacing w:line="276" w:lineRule="auto"/>
        <w:rPr>
          <w:b/>
          <w:color w:val="FF0000"/>
          <w:sz w:val="22"/>
          <w:szCs w:val="22"/>
          <w:u w:val="single"/>
        </w:rPr>
      </w:pPr>
      <w:r w:rsidRPr="00AF456B">
        <w:rPr>
          <w:b/>
          <w:color w:val="FF0000"/>
          <w:sz w:val="22"/>
          <w:szCs w:val="22"/>
          <w:u w:val="single"/>
        </w:rPr>
        <w:t xml:space="preserve">Uwaga!!!! </w:t>
      </w:r>
    </w:p>
    <w:p w14:paraId="56564999" w14:textId="3C2AC330" w:rsidR="00CB2012" w:rsidRPr="00B6195A" w:rsidRDefault="00CB2012" w:rsidP="00B6195A">
      <w:pPr>
        <w:spacing w:line="276" w:lineRule="auto"/>
        <w:rPr>
          <w:b/>
          <w:color w:val="FF0000"/>
          <w:sz w:val="22"/>
          <w:szCs w:val="22"/>
        </w:rPr>
      </w:pPr>
      <w:r w:rsidRPr="00AF456B">
        <w:rPr>
          <w:b/>
          <w:color w:val="FF0000"/>
          <w:sz w:val="22"/>
          <w:szCs w:val="22"/>
        </w:rPr>
        <w:t>Dokument wymaga podpisu elektronicznego osób uprawnionych do reprezentacji wykonawcy, a w przypadku oferty wspólnej- pełnomocnika wykonawców.</w:t>
      </w:r>
      <w:bookmarkStart w:id="1" w:name="_Załącznik_nr_9"/>
      <w:bookmarkStart w:id="2" w:name="_Załącznik_nr_10"/>
      <w:bookmarkEnd w:id="1"/>
      <w:bookmarkEnd w:id="2"/>
    </w:p>
    <w:p w14:paraId="4752472D" w14:textId="77777777" w:rsidR="00CB2012" w:rsidRPr="00AF456B" w:rsidRDefault="00CB2012" w:rsidP="00CB2012">
      <w:pPr>
        <w:jc w:val="right"/>
        <w:rPr>
          <w:i/>
          <w:sz w:val="22"/>
          <w:szCs w:val="22"/>
          <w:u w:val="single"/>
        </w:rPr>
      </w:pPr>
      <w:bookmarkStart w:id="3" w:name="_Toc532972678"/>
      <w:bookmarkStart w:id="4" w:name="_Toc532972770"/>
      <w:bookmarkStart w:id="5" w:name="_Toc130210997"/>
    </w:p>
    <w:p w14:paraId="0840541E" w14:textId="5B1771C4" w:rsidR="00CC55F9" w:rsidRPr="007754BD" w:rsidRDefault="00CB2012" w:rsidP="0080394F">
      <w:pPr>
        <w:pStyle w:val="Nagwek2"/>
        <w:spacing w:line="276" w:lineRule="auto"/>
        <w:ind w:left="1985"/>
        <w:rPr>
          <w:sz w:val="22"/>
          <w:szCs w:val="22"/>
        </w:rPr>
      </w:pPr>
      <w:r w:rsidRPr="00AF456B">
        <w:lastRenderedPageBreak/>
        <w:t xml:space="preserve">Załącznik </w:t>
      </w:r>
      <w:r w:rsidRPr="001E78BE">
        <w:rPr>
          <w:sz w:val="22"/>
          <w:szCs w:val="22"/>
        </w:rPr>
        <w:t>nr</w:t>
      </w:r>
      <w:r w:rsidRPr="00AF456B">
        <w:t xml:space="preserve"> </w:t>
      </w:r>
      <w:r w:rsidR="00CC55F9">
        <w:t>5</w:t>
      </w:r>
      <w:r w:rsidRPr="00AF456B">
        <w:t xml:space="preserve"> do SWZ</w:t>
      </w:r>
      <w:r w:rsidR="00CC55F9">
        <w:t xml:space="preserve"> - </w:t>
      </w:r>
      <w:bookmarkStart w:id="6" w:name="_Toc96437109"/>
      <w:bookmarkStart w:id="7" w:name="_Toc99459591"/>
      <w:r w:rsidR="00CC55F9" w:rsidRPr="007754BD">
        <w:rPr>
          <w:sz w:val="22"/>
          <w:szCs w:val="22"/>
        </w:rPr>
        <w:t>Oświadczenie dot</w:t>
      </w:r>
      <w:r w:rsidR="0080394F">
        <w:rPr>
          <w:sz w:val="22"/>
          <w:szCs w:val="22"/>
        </w:rPr>
        <w:t>yczące</w:t>
      </w:r>
      <w:r w:rsidR="00CC55F9" w:rsidRPr="007754BD">
        <w:rPr>
          <w:sz w:val="22"/>
          <w:szCs w:val="22"/>
        </w:rPr>
        <w:t xml:space="preserve"> </w:t>
      </w:r>
      <w:r w:rsidR="00CC55F9">
        <w:rPr>
          <w:sz w:val="22"/>
          <w:szCs w:val="22"/>
        </w:rPr>
        <w:t>braku podstaw wykluczenia</w:t>
      </w:r>
      <w:r w:rsidR="003F6DCB">
        <w:rPr>
          <w:sz w:val="22"/>
          <w:szCs w:val="22"/>
        </w:rPr>
        <w:t xml:space="preserve"> </w:t>
      </w:r>
      <w:r w:rsidR="0080394F">
        <w:rPr>
          <w:sz w:val="22"/>
          <w:szCs w:val="22"/>
        </w:rPr>
        <w:t>oraz</w:t>
      </w:r>
      <w:r w:rsidR="00CC55F9">
        <w:rPr>
          <w:sz w:val="22"/>
          <w:szCs w:val="22"/>
        </w:rPr>
        <w:t xml:space="preserve"> spełniani</w:t>
      </w:r>
      <w:r w:rsidR="0080394F">
        <w:rPr>
          <w:sz w:val="22"/>
          <w:szCs w:val="22"/>
        </w:rPr>
        <w:t>a</w:t>
      </w:r>
      <w:r w:rsidR="00CC55F9">
        <w:rPr>
          <w:sz w:val="22"/>
          <w:szCs w:val="22"/>
        </w:rPr>
        <w:t xml:space="preserve"> warunków</w:t>
      </w:r>
      <w:r w:rsidR="0080394F">
        <w:rPr>
          <w:sz w:val="22"/>
          <w:szCs w:val="22"/>
        </w:rPr>
        <w:t xml:space="preserve"> udziału w postępowaniu </w:t>
      </w:r>
    </w:p>
    <w:bookmarkEnd w:id="6"/>
    <w:bookmarkEnd w:id="7"/>
    <w:p w14:paraId="3A130455" w14:textId="77777777" w:rsidR="00CC55F9" w:rsidRDefault="00CC55F9" w:rsidP="00CC55F9"/>
    <w:p w14:paraId="14479AA5" w14:textId="77777777" w:rsidR="00FC146E" w:rsidRPr="00CC55F9" w:rsidRDefault="00FC146E" w:rsidP="00CC55F9"/>
    <w:p w14:paraId="5E06EAA9" w14:textId="77777777" w:rsidR="00CC55F9" w:rsidRPr="007754BD" w:rsidRDefault="00CC55F9" w:rsidP="00CC55F9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7754BD">
        <w:rPr>
          <w:b/>
          <w:bCs/>
          <w:iCs/>
          <w:sz w:val="22"/>
          <w:szCs w:val="22"/>
        </w:rPr>
        <w:t xml:space="preserve">Komenda Główna </w:t>
      </w:r>
    </w:p>
    <w:p w14:paraId="4A654842" w14:textId="77777777" w:rsidR="00CC55F9" w:rsidRPr="007754BD" w:rsidRDefault="00CC55F9" w:rsidP="00CC55F9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7754BD">
        <w:rPr>
          <w:b/>
          <w:bCs/>
          <w:iCs/>
          <w:sz w:val="22"/>
          <w:szCs w:val="22"/>
        </w:rPr>
        <w:t xml:space="preserve">Ochotniczych Hufców Pracy </w:t>
      </w:r>
    </w:p>
    <w:p w14:paraId="2A91F747" w14:textId="77777777" w:rsidR="00CC55F9" w:rsidRDefault="00CC55F9" w:rsidP="00CC55F9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7754BD">
        <w:rPr>
          <w:b/>
          <w:bCs/>
          <w:iCs/>
          <w:sz w:val="22"/>
          <w:szCs w:val="22"/>
        </w:rPr>
        <w:t>ul. Tamka 1, 00-349 Warszawa</w:t>
      </w:r>
    </w:p>
    <w:p w14:paraId="2B49DC74" w14:textId="77777777" w:rsidR="00FC146E" w:rsidRDefault="00FC146E" w:rsidP="00CB2012">
      <w:pPr>
        <w:spacing w:line="360" w:lineRule="auto"/>
        <w:rPr>
          <w:rFonts w:eastAsia="Calibri"/>
          <w:lang w:eastAsia="en-US"/>
        </w:rPr>
      </w:pPr>
    </w:p>
    <w:p w14:paraId="60A4662F" w14:textId="77777777" w:rsidR="003F6DCB" w:rsidRPr="00AF456B" w:rsidRDefault="003F6DCB" w:rsidP="00CB2012">
      <w:pPr>
        <w:spacing w:line="360" w:lineRule="auto"/>
        <w:rPr>
          <w:rFonts w:eastAsia="Calibri"/>
          <w:lang w:eastAsia="en-US"/>
        </w:rPr>
      </w:pPr>
    </w:p>
    <w:p w14:paraId="3653C582" w14:textId="77777777" w:rsidR="00CB2012" w:rsidRPr="009251C8" w:rsidRDefault="00CB2012" w:rsidP="009251C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 w:themeFill="accent5" w:themeFillTint="33"/>
        <w:spacing w:line="276" w:lineRule="auto"/>
        <w:jc w:val="center"/>
        <w:rPr>
          <w:b/>
        </w:rPr>
      </w:pPr>
      <w:r w:rsidRPr="009251C8">
        <w:rPr>
          <w:b/>
        </w:rPr>
        <w:t xml:space="preserve">OŚWIADCZENIE WYKONAWCY O BRAKU PODSTAW WYKLUCZENIA I SPEŁNIENIU WARUNKÓW UDZIAŁU W POSTEPOWANIU </w:t>
      </w:r>
    </w:p>
    <w:p w14:paraId="46CCE970" w14:textId="77777777" w:rsidR="00CB2012" w:rsidRPr="00AF456B" w:rsidRDefault="00CB2012" w:rsidP="00CB2012">
      <w:pPr>
        <w:spacing w:after="120" w:line="264" w:lineRule="auto"/>
        <w:rPr>
          <w:b/>
          <w:bCs/>
          <w:iCs/>
          <w:sz w:val="8"/>
          <w:szCs w:val="8"/>
        </w:rPr>
      </w:pPr>
    </w:p>
    <w:p w14:paraId="4B3FDA40" w14:textId="77119095" w:rsidR="00CC55F9" w:rsidRDefault="00CC55F9" w:rsidP="00CC55F9">
      <w:pPr>
        <w:pBdr>
          <w:top w:val="single" w:sz="4" w:space="26" w:color="auto"/>
        </w:pBdr>
        <w:spacing w:line="276" w:lineRule="auto"/>
        <w:jc w:val="both"/>
        <w:rPr>
          <w:iCs/>
          <w:sz w:val="22"/>
          <w:szCs w:val="22"/>
        </w:rPr>
      </w:pPr>
      <w:r w:rsidRPr="00CC55F9">
        <w:rPr>
          <w:iCs/>
          <w:sz w:val="22"/>
          <w:szCs w:val="22"/>
        </w:rPr>
        <w:t>Aktualne na dzień składania ofert oświadczenie o niepodleganiu wykluczeniu i  spełnianiu warunków udziału w postepowaniu, składane na podstawie art. 125 ust. 1 ustawy z dnia 11 września 2019 r. Prawo zamówień publicznych</w:t>
      </w:r>
    </w:p>
    <w:p w14:paraId="45ECA17D" w14:textId="77777777" w:rsidR="00CC55F9" w:rsidRDefault="00CC55F9" w:rsidP="00CC55F9">
      <w:pPr>
        <w:pBdr>
          <w:top w:val="single" w:sz="4" w:space="26" w:color="auto"/>
        </w:pBdr>
        <w:spacing w:line="276" w:lineRule="auto"/>
        <w:jc w:val="both"/>
        <w:rPr>
          <w:iCs/>
          <w:sz w:val="22"/>
          <w:szCs w:val="22"/>
        </w:rPr>
      </w:pPr>
    </w:p>
    <w:p w14:paraId="109F5A4E" w14:textId="38F1338D" w:rsidR="00CB2012" w:rsidRPr="00CC55F9" w:rsidRDefault="00CC55F9" w:rsidP="00CC55F9">
      <w:pPr>
        <w:pBdr>
          <w:top w:val="single" w:sz="4" w:space="26" w:color="auto"/>
        </w:pBd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P</w:t>
      </w:r>
      <w:r w:rsidR="00CB2012" w:rsidRPr="00CC55F9">
        <w:rPr>
          <w:iCs/>
          <w:sz w:val="22"/>
          <w:szCs w:val="22"/>
        </w:rPr>
        <w:t xml:space="preserve">rzystępując do postępowania na: </w:t>
      </w:r>
      <w:r w:rsidR="00FC146E" w:rsidRPr="00FC146E">
        <w:rPr>
          <w:b/>
          <w:bCs/>
          <w:i/>
          <w:sz w:val="22"/>
          <w:szCs w:val="22"/>
        </w:rPr>
        <w:t>„</w:t>
      </w:r>
      <w:r w:rsidR="008877C3" w:rsidRPr="008877C3">
        <w:rPr>
          <w:b/>
          <w:bCs/>
          <w:i/>
          <w:sz w:val="22"/>
          <w:szCs w:val="22"/>
        </w:rPr>
        <w:t>Usługa stałego utrzymania czystości w budynkach Komendy Głównej OHP wraz z przyległym terenem zewnętrznym</w:t>
      </w:r>
      <w:r w:rsidR="00FC146E">
        <w:rPr>
          <w:iCs/>
          <w:sz w:val="22"/>
          <w:szCs w:val="22"/>
        </w:rPr>
        <w:t>”</w:t>
      </w:r>
      <w:r w:rsidR="00CB2012" w:rsidRPr="00CC55F9">
        <w:rPr>
          <w:iCs/>
          <w:sz w:val="22"/>
          <w:szCs w:val="22"/>
        </w:rPr>
        <w:t xml:space="preserve"> </w:t>
      </w:r>
    </w:p>
    <w:p w14:paraId="4C581B0E" w14:textId="77777777" w:rsidR="00CB2012" w:rsidRPr="00AF456B" w:rsidRDefault="00CB2012" w:rsidP="00CB2012">
      <w:pPr>
        <w:rPr>
          <w:b/>
          <w:iCs/>
          <w:sz w:val="23"/>
          <w:szCs w:val="23"/>
        </w:rPr>
      </w:pPr>
    </w:p>
    <w:p w14:paraId="6B12D52E" w14:textId="77777777" w:rsidR="00CB2012" w:rsidRPr="00AF456B" w:rsidRDefault="00CB2012" w:rsidP="00CB2012">
      <w:pPr>
        <w:spacing w:before="120"/>
        <w:ind w:right="6"/>
        <w:rPr>
          <w:bCs/>
          <w:sz w:val="23"/>
          <w:szCs w:val="23"/>
        </w:rPr>
      </w:pPr>
      <w:r w:rsidRPr="00AF456B">
        <w:rPr>
          <w:bCs/>
          <w:sz w:val="23"/>
          <w:szCs w:val="23"/>
        </w:rPr>
        <w:t>Ja (my) niżej podpisany(ni)……………………………………………………………………..</w:t>
      </w:r>
    </w:p>
    <w:p w14:paraId="4C893188" w14:textId="77777777" w:rsidR="00CB2012" w:rsidRPr="00AF456B" w:rsidRDefault="00CB2012" w:rsidP="00CB2012">
      <w:pPr>
        <w:spacing w:before="120"/>
        <w:ind w:right="6"/>
        <w:rPr>
          <w:bCs/>
          <w:sz w:val="23"/>
          <w:szCs w:val="23"/>
        </w:rPr>
      </w:pPr>
      <w:r w:rsidRPr="00AF456B">
        <w:rPr>
          <w:bCs/>
          <w:sz w:val="23"/>
          <w:szCs w:val="23"/>
        </w:rPr>
        <w:t>Działając w imieniu i na rzecz:……………………………………………….………………….</w:t>
      </w:r>
    </w:p>
    <w:p w14:paraId="463E16EE" w14:textId="77777777" w:rsidR="00CB2012" w:rsidRPr="00AF456B" w:rsidRDefault="00CB2012" w:rsidP="00CB2012">
      <w:pPr>
        <w:jc w:val="center"/>
        <w:rPr>
          <w:i/>
          <w:sz w:val="16"/>
          <w:szCs w:val="16"/>
        </w:rPr>
      </w:pPr>
      <w:r w:rsidRPr="00AF456B">
        <w:rPr>
          <w:bCs/>
          <w:sz w:val="16"/>
          <w:szCs w:val="16"/>
        </w:rPr>
        <w:t xml:space="preserve">                                                           </w:t>
      </w:r>
      <w:r w:rsidRPr="00AF456B">
        <w:rPr>
          <w:i/>
          <w:sz w:val="16"/>
          <w:szCs w:val="16"/>
        </w:rPr>
        <w:t>(pełna nazwa/firma, adres, w zależności od podmiotu: NIP/PESEL, KRS/CEiDG)</w:t>
      </w:r>
    </w:p>
    <w:p w14:paraId="57029136" w14:textId="77777777" w:rsidR="00CB2012" w:rsidRPr="00AF456B" w:rsidRDefault="00CB2012" w:rsidP="00CB2012">
      <w:pPr>
        <w:jc w:val="center"/>
        <w:rPr>
          <w:i/>
          <w:sz w:val="16"/>
          <w:szCs w:val="16"/>
        </w:rPr>
      </w:pPr>
    </w:p>
    <w:p w14:paraId="18899BE9" w14:textId="77777777" w:rsidR="00CB2012" w:rsidRPr="00AF456B" w:rsidRDefault="00CB2012" w:rsidP="00CB2012">
      <w:pPr>
        <w:jc w:val="center"/>
        <w:rPr>
          <w:i/>
          <w:sz w:val="16"/>
          <w:szCs w:val="16"/>
        </w:rPr>
      </w:pPr>
    </w:p>
    <w:p w14:paraId="10CF4775" w14:textId="2A513BAE" w:rsidR="00CB2012" w:rsidRPr="00FC146E" w:rsidRDefault="00CB2012" w:rsidP="00FC146E">
      <w:pPr>
        <w:shd w:val="clear" w:color="auto" w:fill="D9E2F3" w:themeFill="accent5" w:themeFillTint="33"/>
        <w:jc w:val="center"/>
        <w:rPr>
          <w:b/>
          <w:sz w:val="22"/>
          <w:szCs w:val="22"/>
        </w:rPr>
      </w:pPr>
      <w:r w:rsidRPr="00FC146E">
        <w:rPr>
          <w:b/>
          <w:sz w:val="22"/>
          <w:szCs w:val="22"/>
        </w:rPr>
        <w:t>OŚWIADCZENIE O BRAKU PODSTAW DO WYKLUCZENIA Z POSTĘPOWANIA</w:t>
      </w:r>
    </w:p>
    <w:p w14:paraId="7AF51510" w14:textId="77777777" w:rsidR="00CB2012" w:rsidRPr="00AF456B" w:rsidRDefault="00CB2012" w:rsidP="00CB2012">
      <w:pPr>
        <w:spacing w:after="120"/>
        <w:rPr>
          <w:sz w:val="23"/>
          <w:szCs w:val="23"/>
        </w:rPr>
      </w:pPr>
    </w:p>
    <w:p w14:paraId="2736048B" w14:textId="77777777" w:rsidR="00CB2012" w:rsidRPr="00FC146E" w:rsidRDefault="00CB2012" w:rsidP="00CB2012">
      <w:pPr>
        <w:spacing w:after="120"/>
        <w:rPr>
          <w:iCs/>
          <w:sz w:val="22"/>
          <w:szCs w:val="22"/>
        </w:rPr>
      </w:pPr>
      <w:r w:rsidRPr="00FC146E">
        <w:rPr>
          <w:iCs/>
          <w:sz w:val="22"/>
          <w:szCs w:val="22"/>
        </w:rPr>
        <w:t>Oświadczam, że na dzień składania ofert :</w:t>
      </w:r>
    </w:p>
    <w:p w14:paraId="5E591A8B" w14:textId="35F831EF" w:rsidR="00CB2012" w:rsidRPr="00AF456B" w:rsidRDefault="00CB2012" w:rsidP="00CB2012">
      <w:pPr>
        <w:pStyle w:val="Akapitzlist"/>
        <w:numPr>
          <w:ilvl w:val="0"/>
          <w:numId w:val="22"/>
        </w:numPr>
        <w:spacing w:after="120"/>
        <w:ind w:left="426" w:hanging="426"/>
        <w:contextualSpacing w:val="0"/>
        <w:jc w:val="both"/>
        <w:rPr>
          <w:sz w:val="23"/>
          <w:szCs w:val="23"/>
        </w:rPr>
      </w:pPr>
      <w:r w:rsidRPr="00FC146E">
        <w:rPr>
          <w:b/>
          <w:bCs/>
          <w:iCs/>
          <w:sz w:val="22"/>
          <w:szCs w:val="22"/>
        </w:rPr>
        <w:t>nie</w:t>
      </w:r>
      <w:r w:rsidRPr="00FC146E">
        <w:rPr>
          <w:b/>
          <w:bCs/>
          <w:sz w:val="23"/>
          <w:szCs w:val="23"/>
        </w:rPr>
        <w:t xml:space="preserve"> </w:t>
      </w:r>
      <w:r w:rsidRPr="00FC146E">
        <w:rPr>
          <w:b/>
          <w:bCs/>
          <w:iCs/>
          <w:sz w:val="22"/>
          <w:szCs w:val="22"/>
        </w:rPr>
        <w:t>podlegam</w:t>
      </w:r>
      <w:r w:rsidRPr="00FC146E">
        <w:rPr>
          <w:iCs/>
          <w:sz w:val="22"/>
          <w:szCs w:val="22"/>
        </w:rPr>
        <w:t xml:space="preserve"> wykluczeniu z postępowania na podstawie art. 108 ust.  1 ustawy Prawo zamówień publicznych,</w:t>
      </w:r>
    </w:p>
    <w:p w14:paraId="1B5C1C5E" w14:textId="7805DE90" w:rsidR="00CB2012" w:rsidRPr="00FC146E" w:rsidRDefault="00CB2012" w:rsidP="00CB2012">
      <w:pPr>
        <w:pStyle w:val="Akapitzlist"/>
        <w:numPr>
          <w:ilvl w:val="0"/>
          <w:numId w:val="22"/>
        </w:numPr>
        <w:spacing w:after="120"/>
        <w:ind w:left="426" w:hanging="426"/>
        <w:contextualSpacing w:val="0"/>
        <w:jc w:val="both"/>
        <w:rPr>
          <w:iCs/>
          <w:sz w:val="22"/>
          <w:szCs w:val="22"/>
        </w:rPr>
      </w:pPr>
      <w:r w:rsidRPr="00FC146E">
        <w:rPr>
          <w:b/>
          <w:bCs/>
          <w:iCs/>
          <w:sz w:val="22"/>
          <w:szCs w:val="22"/>
        </w:rPr>
        <w:t>nie podlegam</w:t>
      </w:r>
      <w:r w:rsidR="00FC146E">
        <w:rPr>
          <w:iCs/>
          <w:sz w:val="22"/>
          <w:szCs w:val="22"/>
        </w:rPr>
        <w:t xml:space="preserve"> </w:t>
      </w:r>
      <w:r w:rsidRPr="00FC146E">
        <w:rPr>
          <w:iCs/>
          <w:sz w:val="22"/>
          <w:szCs w:val="22"/>
        </w:rPr>
        <w:t xml:space="preserve">wykluczeniu z postępowania na podstawie art. </w:t>
      </w:r>
      <w:r w:rsidRPr="008877C3">
        <w:rPr>
          <w:iCs/>
          <w:sz w:val="22"/>
          <w:szCs w:val="22"/>
        </w:rPr>
        <w:t>109  ust 1 pkt 1, 2, 3, 4, 5 i 7</w:t>
      </w:r>
      <w:r w:rsidRPr="00FC146E">
        <w:rPr>
          <w:iCs/>
          <w:sz w:val="22"/>
          <w:szCs w:val="22"/>
        </w:rPr>
        <w:t xml:space="preserve"> ustawy Prawo zamówień publicznych,</w:t>
      </w:r>
    </w:p>
    <w:p w14:paraId="34C5F665" w14:textId="37FA5039" w:rsidR="00FC146E" w:rsidRDefault="00CB2012" w:rsidP="00FC146E">
      <w:pPr>
        <w:pStyle w:val="Akapitzlist"/>
        <w:numPr>
          <w:ilvl w:val="0"/>
          <w:numId w:val="22"/>
        </w:numPr>
        <w:spacing w:after="120"/>
        <w:ind w:left="426" w:hanging="426"/>
        <w:contextualSpacing w:val="0"/>
        <w:jc w:val="both"/>
        <w:rPr>
          <w:iCs/>
          <w:sz w:val="22"/>
          <w:szCs w:val="22"/>
        </w:rPr>
      </w:pPr>
      <w:r w:rsidRPr="00FC146E">
        <w:rPr>
          <w:b/>
          <w:bCs/>
          <w:iCs/>
          <w:sz w:val="22"/>
          <w:szCs w:val="22"/>
        </w:rPr>
        <w:t>nie podlegam</w:t>
      </w:r>
      <w:r w:rsidRPr="00FC146E">
        <w:rPr>
          <w:iCs/>
          <w:sz w:val="22"/>
          <w:szCs w:val="22"/>
        </w:rPr>
        <w:t xml:space="preserve"> wykluczeniu z postępowania o udzielenie zamówienia na podstawie art. 7 ust. 1 ustawy o szczególnych rozwiązaniach w zakresie przeciwdziałania wspieraniu agresji na Ukrainę oraz służących ochronie bezpieczeństwa narodowego (Dz. U. z 2022 r. poz. 835).</w:t>
      </w:r>
    </w:p>
    <w:p w14:paraId="1097022E" w14:textId="77777777" w:rsidR="00FC146E" w:rsidRDefault="00FC146E" w:rsidP="00F02D62">
      <w:pPr>
        <w:pStyle w:val="Akapitzlist"/>
        <w:spacing w:after="120"/>
        <w:ind w:left="426"/>
        <w:contextualSpacing w:val="0"/>
        <w:jc w:val="both"/>
        <w:rPr>
          <w:iCs/>
          <w:sz w:val="22"/>
          <w:szCs w:val="22"/>
        </w:rPr>
      </w:pPr>
    </w:p>
    <w:p w14:paraId="420AF101" w14:textId="77777777" w:rsidR="003F6DCB" w:rsidRDefault="003F6DCB" w:rsidP="00F02D62">
      <w:pPr>
        <w:pStyle w:val="Akapitzlist"/>
        <w:spacing w:after="120"/>
        <w:ind w:left="426"/>
        <w:contextualSpacing w:val="0"/>
        <w:jc w:val="both"/>
        <w:rPr>
          <w:iCs/>
          <w:sz w:val="22"/>
          <w:szCs w:val="22"/>
        </w:rPr>
      </w:pPr>
    </w:p>
    <w:p w14:paraId="1A51D591" w14:textId="77777777" w:rsidR="003F6DCB" w:rsidRPr="00FC146E" w:rsidRDefault="003F6DCB" w:rsidP="00F02D62">
      <w:pPr>
        <w:pStyle w:val="Akapitzlist"/>
        <w:spacing w:after="120"/>
        <w:ind w:left="426"/>
        <w:contextualSpacing w:val="0"/>
        <w:jc w:val="both"/>
        <w:rPr>
          <w:iCs/>
          <w:sz w:val="22"/>
          <w:szCs w:val="22"/>
        </w:rPr>
      </w:pPr>
    </w:p>
    <w:p w14:paraId="4E9F8231" w14:textId="77777777" w:rsidR="00CB2012" w:rsidRPr="00AF456B" w:rsidRDefault="00CB2012" w:rsidP="00CB2012">
      <w:pPr>
        <w:jc w:val="center"/>
        <w:rPr>
          <w:i/>
          <w:sz w:val="16"/>
          <w:szCs w:val="16"/>
        </w:rPr>
      </w:pPr>
    </w:p>
    <w:p w14:paraId="2CAD3295" w14:textId="096B578F" w:rsidR="00CB2012" w:rsidRPr="00FC146E" w:rsidRDefault="00CB2012" w:rsidP="00FC146E">
      <w:pPr>
        <w:shd w:val="clear" w:color="auto" w:fill="D9E2F3" w:themeFill="accent5" w:themeFillTint="33"/>
        <w:jc w:val="center"/>
        <w:rPr>
          <w:b/>
          <w:sz w:val="22"/>
          <w:szCs w:val="22"/>
        </w:rPr>
      </w:pPr>
      <w:r w:rsidRPr="00FC146E">
        <w:rPr>
          <w:b/>
          <w:sz w:val="22"/>
          <w:szCs w:val="22"/>
        </w:rPr>
        <w:t>OŚWIADCZENIE O SPEŁNIENIU WARUNKÓW UDZIAŁU W POSTĘPOWANIU</w:t>
      </w:r>
    </w:p>
    <w:p w14:paraId="0B7A4889" w14:textId="77777777" w:rsidR="00CB2012" w:rsidRPr="00FC146E" w:rsidRDefault="00CB2012" w:rsidP="00CB2012">
      <w:pPr>
        <w:rPr>
          <w:iCs/>
          <w:sz w:val="22"/>
          <w:szCs w:val="22"/>
        </w:rPr>
      </w:pPr>
    </w:p>
    <w:p w14:paraId="6D3D7167" w14:textId="0B26AF3E" w:rsidR="00CB2012" w:rsidRPr="00FC146E" w:rsidRDefault="00CB2012" w:rsidP="00CB2012">
      <w:pPr>
        <w:rPr>
          <w:iCs/>
          <w:sz w:val="22"/>
          <w:szCs w:val="22"/>
        </w:rPr>
      </w:pPr>
      <w:r w:rsidRPr="00FC146E">
        <w:rPr>
          <w:iCs/>
          <w:sz w:val="22"/>
          <w:szCs w:val="22"/>
        </w:rPr>
        <w:t xml:space="preserve">Oświadczam, że na dzień składania ofert </w:t>
      </w:r>
      <w:r w:rsidRPr="00FC146E">
        <w:rPr>
          <w:b/>
          <w:bCs/>
          <w:iCs/>
          <w:sz w:val="22"/>
          <w:szCs w:val="22"/>
          <w:u w:val="single"/>
        </w:rPr>
        <w:t>spełniam</w:t>
      </w:r>
      <w:r w:rsidR="00FC146E" w:rsidRPr="00FC146E">
        <w:rPr>
          <w:b/>
          <w:bCs/>
          <w:iCs/>
          <w:sz w:val="22"/>
          <w:szCs w:val="22"/>
          <w:u w:val="single"/>
        </w:rPr>
        <w:t xml:space="preserve"> </w:t>
      </w:r>
      <w:r w:rsidRPr="00FC146E">
        <w:rPr>
          <w:iCs/>
          <w:sz w:val="22"/>
          <w:szCs w:val="22"/>
        </w:rPr>
        <w:t>warunki udziału w  postępowaniu określone przez Zamawiającego w specyfikacji warunków zamówienia i  ogłoszeniu o zamówieniu.</w:t>
      </w:r>
    </w:p>
    <w:p w14:paraId="1E4A29C0" w14:textId="77777777" w:rsidR="00CB2012" w:rsidRPr="00AF456B" w:rsidRDefault="00CB2012" w:rsidP="00CB2012">
      <w:pPr>
        <w:rPr>
          <w:iCs/>
          <w:sz w:val="23"/>
          <w:szCs w:val="23"/>
        </w:rPr>
      </w:pPr>
    </w:p>
    <w:p w14:paraId="1E307A07" w14:textId="77777777" w:rsidR="00CB2012" w:rsidRPr="00AF456B" w:rsidRDefault="00CB2012" w:rsidP="00CB2012">
      <w:pPr>
        <w:jc w:val="center"/>
        <w:rPr>
          <w:i/>
          <w:sz w:val="16"/>
          <w:szCs w:val="16"/>
        </w:rPr>
      </w:pPr>
    </w:p>
    <w:p w14:paraId="44C618C3" w14:textId="535D03D3" w:rsidR="00CB2012" w:rsidRPr="00FC146E" w:rsidRDefault="00CB2012" w:rsidP="00CB2012">
      <w:pPr>
        <w:shd w:val="clear" w:color="auto" w:fill="D9E2F3" w:themeFill="accent5" w:themeFillTint="33"/>
        <w:spacing w:line="264" w:lineRule="auto"/>
        <w:jc w:val="center"/>
        <w:rPr>
          <w:b/>
          <w:iCs/>
          <w:sz w:val="22"/>
          <w:szCs w:val="22"/>
        </w:rPr>
      </w:pPr>
      <w:r w:rsidRPr="00FC146E">
        <w:rPr>
          <w:b/>
          <w:iCs/>
          <w:sz w:val="22"/>
          <w:szCs w:val="22"/>
        </w:rPr>
        <w:t>OŚWIADCZENIE, ŻE PODJĘTE PRZEZ WYKONAWCĘ CZYNNOŚCI SĄ WYSTARCZAJĄCE DO WYKAZANIA JEGO RZETELNOŚCI W SYTUACJI, GDY WYKONAWCA PODLEGA WYKLUCZANIA Z POSTEPOWANIA NA PODSTAWIE ART. 108 UST. 1 PKT 1, 2</w:t>
      </w:r>
      <w:r w:rsidR="00C80617">
        <w:rPr>
          <w:b/>
          <w:iCs/>
          <w:sz w:val="22"/>
          <w:szCs w:val="22"/>
        </w:rPr>
        <w:t xml:space="preserve"> i</w:t>
      </w:r>
      <w:r w:rsidRPr="00FC146E">
        <w:rPr>
          <w:b/>
          <w:iCs/>
          <w:sz w:val="22"/>
          <w:szCs w:val="22"/>
        </w:rPr>
        <w:t xml:space="preserve"> </w:t>
      </w:r>
      <w:r w:rsidR="00C80617">
        <w:rPr>
          <w:b/>
          <w:iCs/>
          <w:sz w:val="22"/>
          <w:szCs w:val="22"/>
        </w:rPr>
        <w:t>5</w:t>
      </w:r>
      <w:r w:rsidRPr="00FC146E">
        <w:rPr>
          <w:b/>
          <w:iCs/>
          <w:sz w:val="22"/>
          <w:szCs w:val="22"/>
        </w:rPr>
        <w:t xml:space="preserve"> LUB ART. 109 UST. 1 PKT 2</w:t>
      </w:r>
      <w:r w:rsidR="00CA36C2">
        <w:rPr>
          <w:b/>
          <w:iCs/>
          <w:sz w:val="22"/>
          <w:szCs w:val="22"/>
        </w:rPr>
        <w:t>-</w:t>
      </w:r>
      <w:r w:rsidRPr="00FC146E">
        <w:rPr>
          <w:b/>
          <w:iCs/>
          <w:sz w:val="22"/>
          <w:szCs w:val="22"/>
        </w:rPr>
        <w:t>5  i 7</w:t>
      </w:r>
      <w:r w:rsidR="00CA36C2">
        <w:rPr>
          <w:b/>
          <w:iCs/>
          <w:sz w:val="22"/>
          <w:szCs w:val="22"/>
        </w:rPr>
        <w:t>-10</w:t>
      </w:r>
      <w:r w:rsidRPr="00FC146E">
        <w:rPr>
          <w:b/>
          <w:iCs/>
          <w:sz w:val="22"/>
          <w:szCs w:val="22"/>
        </w:rPr>
        <w:t xml:space="preserve">  USTAWY PRAWO ZAMÓWIEŃ PUBLICZNYCH</w:t>
      </w:r>
      <w:r w:rsidR="00CA36C2">
        <w:rPr>
          <w:b/>
          <w:iCs/>
          <w:sz w:val="22"/>
          <w:szCs w:val="22"/>
        </w:rPr>
        <w:t xml:space="preserve"> ( samooczyszczenie)</w:t>
      </w:r>
    </w:p>
    <w:p w14:paraId="7EB0CFD8" w14:textId="47E17458" w:rsidR="00CB2012" w:rsidRPr="00AF456B" w:rsidRDefault="00CB2012" w:rsidP="00FC146E">
      <w:pPr>
        <w:spacing w:before="120" w:after="120" w:line="264" w:lineRule="auto"/>
        <w:jc w:val="both"/>
        <w:rPr>
          <w:bCs/>
          <w:iCs/>
          <w:sz w:val="23"/>
          <w:szCs w:val="23"/>
        </w:rPr>
      </w:pPr>
      <w:r w:rsidRPr="00FC146E">
        <w:rPr>
          <w:iCs/>
          <w:sz w:val="22"/>
          <w:szCs w:val="22"/>
        </w:rPr>
        <w:t xml:space="preserve">Oświadczam, że zachodzą w stosunku do mnie podstawy wykluczenia z postępowania na podstawie </w:t>
      </w:r>
      <w:r w:rsidR="008877C3">
        <w:rPr>
          <w:iCs/>
          <w:sz w:val="22"/>
          <w:szCs w:val="22"/>
        </w:rPr>
        <w:br/>
      </w:r>
      <w:r w:rsidRPr="00FC146E">
        <w:rPr>
          <w:iCs/>
          <w:sz w:val="22"/>
          <w:szCs w:val="22"/>
        </w:rPr>
        <w:t>art. …………. ustawy Pzp</w:t>
      </w:r>
      <w:r w:rsidRPr="00AF456B">
        <w:rPr>
          <w:bCs/>
          <w:iCs/>
          <w:sz w:val="23"/>
          <w:szCs w:val="23"/>
        </w:rPr>
        <w:t xml:space="preserve"> </w:t>
      </w:r>
      <w:r w:rsidRPr="00FC146E">
        <w:rPr>
          <w:bCs/>
          <w:i/>
          <w:iCs/>
          <w:sz w:val="22"/>
          <w:szCs w:val="22"/>
        </w:rPr>
        <w:t>(</w:t>
      </w:r>
      <w:r w:rsidRPr="00AF456B">
        <w:rPr>
          <w:bCs/>
          <w:i/>
          <w:iCs/>
          <w:sz w:val="22"/>
          <w:szCs w:val="22"/>
        </w:rPr>
        <w:t xml:space="preserve">podać mającą zastosowanie podstawę wykluczenia </w:t>
      </w:r>
      <w:r w:rsidRPr="00FC146E">
        <w:rPr>
          <w:bCs/>
          <w:i/>
          <w:iCs/>
          <w:sz w:val="22"/>
          <w:szCs w:val="22"/>
        </w:rPr>
        <w:t xml:space="preserve">spośród wymienionych </w:t>
      </w:r>
      <w:r w:rsidR="008877C3">
        <w:rPr>
          <w:bCs/>
          <w:i/>
          <w:iCs/>
          <w:sz w:val="22"/>
          <w:szCs w:val="22"/>
        </w:rPr>
        <w:br/>
      </w:r>
      <w:r w:rsidRPr="008877C3">
        <w:rPr>
          <w:bCs/>
          <w:i/>
          <w:iCs/>
          <w:sz w:val="22"/>
          <w:szCs w:val="22"/>
        </w:rPr>
        <w:t>w art. 108 ust. 1</w:t>
      </w:r>
      <w:r w:rsidR="00C80617">
        <w:rPr>
          <w:bCs/>
          <w:i/>
          <w:iCs/>
          <w:sz w:val="22"/>
          <w:szCs w:val="22"/>
        </w:rPr>
        <w:t xml:space="preserve"> pkt 1, 2 i 5</w:t>
      </w:r>
      <w:r w:rsidRPr="008877C3">
        <w:rPr>
          <w:bCs/>
          <w:i/>
          <w:iCs/>
          <w:sz w:val="22"/>
          <w:szCs w:val="22"/>
        </w:rPr>
        <w:t xml:space="preserve"> lub w art. 109 ust. 1 pkt</w:t>
      </w:r>
      <w:r w:rsidR="00CA36C2">
        <w:rPr>
          <w:bCs/>
          <w:i/>
          <w:iCs/>
          <w:sz w:val="22"/>
          <w:szCs w:val="22"/>
        </w:rPr>
        <w:t xml:space="preserve"> </w:t>
      </w:r>
      <w:r w:rsidRPr="008877C3">
        <w:rPr>
          <w:bCs/>
          <w:i/>
          <w:iCs/>
          <w:sz w:val="22"/>
          <w:szCs w:val="22"/>
        </w:rPr>
        <w:t>2</w:t>
      </w:r>
      <w:r w:rsidR="00CA36C2">
        <w:rPr>
          <w:bCs/>
          <w:i/>
          <w:iCs/>
          <w:sz w:val="22"/>
          <w:szCs w:val="22"/>
        </w:rPr>
        <w:t xml:space="preserve">-5 </w:t>
      </w:r>
      <w:r w:rsidR="00C80617">
        <w:rPr>
          <w:bCs/>
          <w:i/>
          <w:iCs/>
          <w:sz w:val="22"/>
          <w:szCs w:val="22"/>
        </w:rPr>
        <w:t>i 7</w:t>
      </w:r>
      <w:r w:rsidRPr="008877C3">
        <w:rPr>
          <w:bCs/>
          <w:i/>
          <w:iCs/>
          <w:sz w:val="22"/>
          <w:szCs w:val="22"/>
        </w:rPr>
        <w:t xml:space="preserve">  ustawy Prawo zamówień publicznych).</w:t>
      </w:r>
      <w:r w:rsidRPr="00AF456B">
        <w:rPr>
          <w:bCs/>
          <w:iCs/>
          <w:sz w:val="23"/>
          <w:szCs w:val="23"/>
        </w:rPr>
        <w:t xml:space="preserve"> </w:t>
      </w:r>
    </w:p>
    <w:p w14:paraId="60229DF5" w14:textId="77777777" w:rsidR="00CB2012" w:rsidRPr="00AF456B" w:rsidRDefault="00CB2012" w:rsidP="00FC146E">
      <w:pPr>
        <w:spacing w:before="120" w:after="120" w:line="264" w:lineRule="auto"/>
        <w:jc w:val="both"/>
        <w:rPr>
          <w:bCs/>
          <w:iCs/>
          <w:sz w:val="23"/>
          <w:szCs w:val="23"/>
        </w:rPr>
      </w:pPr>
      <w:r w:rsidRPr="00FC146E">
        <w:rPr>
          <w:iCs/>
          <w:sz w:val="22"/>
          <w:szCs w:val="22"/>
        </w:rPr>
        <w:t xml:space="preserve">Jednocześnie oświadczam, że w związku z ww. okolicznością, na podstawie art. 110 </w:t>
      </w:r>
      <w:r w:rsidRPr="00FC146E">
        <w:rPr>
          <w:iCs/>
          <w:sz w:val="22"/>
          <w:szCs w:val="22"/>
        </w:rPr>
        <w:br/>
        <w:t>ust. 2 ustawy Prawo zamówień publicznych podjąłem następujące środki naprawcze</w:t>
      </w:r>
      <w:r w:rsidRPr="00AF456B">
        <w:rPr>
          <w:bCs/>
          <w:iCs/>
          <w:sz w:val="23"/>
          <w:szCs w:val="23"/>
        </w:rPr>
        <w:t xml:space="preserve">: </w:t>
      </w:r>
    </w:p>
    <w:p w14:paraId="2B12B006" w14:textId="77777777" w:rsidR="00CB2012" w:rsidRPr="00AF456B" w:rsidRDefault="00CB2012" w:rsidP="00CB2012">
      <w:pPr>
        <w:keepNext/>
        <w:numPr>
          <w:ilvl w:val="0"/>
          <w:numId w:val="23"/>
        </w:numPr>
        <w:ind w:left="426" w:hanging="426"/>
        <w:jc w:val="both"/>
        <w:rPr>
          <w:sz w:val="23"/>
          <w:szCs w:val="23"/>
        </w:rPr>
      </w:pPr>
      <w:r w:rsidRPr="00AF456B">
        <w:rPr>
          <w:sz w:val="23"/>
          <w:szCs w:val="23"/>
        </w:rPr>
        <w:t>…………………………………………………………………………………………………,</w:t>
      </w:r>
    </w:p>
    <w:p w14:paraId="06F79EDD" w14:textId="77777777" w:rsidR="00CB2012" w:rsidRPr="00AF456B" w:rsidRDefault="00CB2012" w:rsidP="00CB2012">
      <w:pPr>
        <w:keepNext/>
        <w:numPr>
          <w:ilvl w:val="0"/>
          <w:numId w:val="23"/>
        </w:numPr>
        <w:ind w:left="426" w:hanging="426"/>
        <w:jc w:val="both"/>
        <w:rPr>
          <w:sz w:val="23"/>
          <w:szCs w:val="23"/>
        </w:rPr>
      </w:pPr>
      <w:r w:rsidRPr="00AF456B">
        <w:rPr>
          <w:sz w:val="23"/>
          <w:szCs w:val="23"/>
        </w:rPr>
        <w:t>…………………………………………………………………………………………………,</w:t>
      </w:r>
    </w:p>
    <w:p w14:paraId="64963F1A" w14:textId="77777777" w:rsidR="00CB2012" w:rsidRPr="00AF456B" w:rsidRDefault="00CB2012" w:rsidP="00CB2012">
      <w:pPr>
        <w:keepNext/>
        <w:rPr>
          <w:bCs/>
          <w:i/>
          <w:iCs/>
          <w:sz w:val="18"/>
          <w:szCs w:val="18"/>
        </w:rPr>
      </w:pPr>
      <w:r w:rsidRPr="00AF456B">
        <w:rPr>
          <w:bCs/>
          <w:i/>
          <w:iCs/>
          <w:sz w:val="18"/>
          <w:szCs w:val="18"/>
        </w:rPr>
        <w:t xml:space="preserve">               (należy podać dowody, że podjęte środki są wystarczające do wykazania rzetelności Wykonawcy)</w:t>
      </w:r>
    </w:p>
    <w:p w14:paraId="5762D543" w14:textId="77777777" w:rsidR="00CB2012" w:rsidRPr="00AF456B" w:rsidRDefault="00CB2012" w:rsidP="00CB2012">
      <w:pPr>
        <w:keepNext/>
        <w:rPr>
          <w:bCs/>
          <w:i/>
          <w:iCs/>
          <w:sz w:val="18"/>
          <w:szCs w:val="18"/>
        </w:rPr>
      </w:pPr>
    </w:p>
    <w:p w14:paraId="059C5E5C" w14:textId="77777777" w:rsidR="00CB2012" w:rsidRPr="00AF456B" w:rsidRDefault="00CB2012" w:rsidP="00CB2012">
      <w:pPr>
        <w:keepNext/>
        <w:rPr>
          <w:bCs/>
          <w:i/>
          <w:iCs/>
          <w:sz w:val="18"/>
          <w:szCs w:val="18"/>
        </w:rPr>
      </w:pPr>
    </w:p>
    <w:p w14:paraId="5ADC9BEE" w14:textId="77777777" w:rsidR="00CB2012" w:rsidRPr="00AF456B" w:rsidRDefault="00CB2012" w:rsidP="00CB2012">
      <w:pPr>
        <w:keepNext/>
        <w:rPr>
          <w:bCs/>
          <w:i/>
          <w:iCs/>
          <w:sz w:val="18"/>
          <w:szCs w:val="18"/>
        </w:rPr>
      </w:pPr>
    </w:p>
    <w:p w14:paraId="5C56CF41" w14:textId="77777777" w:rsidR="00CB2012" w:rsidRPr="00FC146E" w:rsidRDefault="00CB2012" w:rsidP="00CB2012">
      <w:pPr>
        <w:shd w:val="clear" w:color="auto" w:fill="D9E2F3" w:themeFill="accent5" w:themeFillTint="33"/>
        <w:spacing w:line="264" w:lineRule="auto"/>
        <w:jc w:val="center"/>
        <w:rPr>
          <w:b/>
          <w:iCs/>
          <w:sz w:val="22"/>
          <w:szCs w:val="22"/>
        </w:rPr>
      </w:pPr>
      <w:r w:rsidRPr="00FC146E">
        <w:rPr>
          <w:b/>
          <w:iCs/>
          <w:sz w:val="22"/>
          <w:szCs w:val="22"/>
        </w:rPr>
        <w:t>Oświadczenie dotyczące podanych informacji</w:t>
      </w:r>
    </w:p>
    <w:p w14:paraId="0959C9A2" w14:textId="77777777" w:rsidR="00CB2012" w:rsidRPr="00FC146E" w:rsidRDefault="00CB2012" w:rsidP="00FC146E">
      <w:pPr>
        <w:spacing w:before="120" w:after="120" w:line="264" w:lineRule="auto"/>
        <w:jc w:val="both"/>
        <w:rPr>
          <w:bCs/>
          <w:iCs/>
          <w:sz w:val="22"/>
          <w:szCs w:val="22"/>
        </w:rPr>
      </w:pPr>
      <w:r w:rsidRPr="00FC146E">
        <w:rPr>
          <w:bCs/>
          <w:i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5498F73C" w14:textId="77777777" w:rsidR="00CB2012" w:rsidRPr="00AF456B" w:rsidRDefault="00CB2012" w:rsidP="00CB2012">
      <w:pPr>
        <w:spacing w:line="264" w:lineRule="auto"/>
        <w:rPr>
          <w:i/>
          <w:sz w:val="16"/>
          <w:szCs w:val="16"/>
        </w:rPr>
      </w:pPr>
    </w:p>
    <w:p w14:paraId="0B519928" w14:textId="77777777" w:rsidR="00CB2012" w:rsidRDefault="00CB2012" w:rsidP="00CB2012">
      <w:pPr>
        <w:spacing w:line="264" w:lineRule="auto"/>
        <w:rPr>
          <w:i/>
          <w:sz w:val="16"/>
          <w:szCs w:val="16"/>
        </w:rPr>
      </w:pPr>
    </w:p>
    <w:p w14:paraId="5FAB17F3" w14:textId="77777777" w:rsidR="00FC146E" w:rsidRDefault="00FC146E" w:rsidP="00CB2012">
      <w:pPr>
        <w:spacing w:line="264" w:lineRule="auto"/>
        <w:rPr>
          <w:i/>
          <w:sz w:val="16"/>
          <w:szCs w:val="16"/>
        </w:rPr>
      </w:pPr>
    </w:p>
    <w:p w14:paraId="652513A0" w14:textId="77777777" w:rsidR="00FC146E" w:rsidRPr="00AF456B" w:rsidRDefault="00FC146E" w:rsidP="00CB2012">
      <w:pPr>
        <w:spacing w:line="264" w:lineRule="auto"/>
        <w:rPr>
          <w:i/>
          <w:sz w:val="16"/>
          <w:szCs w:val="16"/>
        </w:rPr>
      </w:pPr>
    </w:p>
    <w:p w14:paraId="546D5DA2" w14:textId="77777777" w:rsidR="00CB2012" w:rsidRPr="00AF456B" w:rsidRDefault="00CB2012" w:rsidP="00CB2012">
      <w:pPr>
        <w:spacing w:line="264" w:lineRule="auto"/>
        <w:rPr>
          <w:i/>
          <w:sz w:val="16"/>
          <w:szCs w:val="16"/>
        </w:rPr>
      </w:pPr>
    </w:p>
    <w:p w14:paraId="689CB26C" w14:textId="77777777" w:rsidR="00CB2012" w:rsidRPr="00AF456B" w:rsidRDefault="00CB2012" w:rsidP="00CB2012">
      <w:pPr>
        <w:jc w:val="right"/>
        <w:rPr>
          <w:i/>
          <w:sz w:val="22"/>
          <w:szCs w:val="22"/>
          <w:u w:val="single"/>
        </w:rPr>
      </w:pPr>
    </w:p>
    <w:p w14:paraId="681B3DC5" w14:textId="77777777" w:rsidR="00CB2012" w:rsidRDefault="00CB2012" w:rsidP="00CB2012">
      <w:pPr>
        <w:rPr>
          <w:b/>
          <w:bCs/>
          <w:sz w:val="22"/>
          <w:szCs w:val="22"/>
        </w:rPr>
      </w:pPr>
    </w:p>
    <w:p w14:paraId="67A52944" w14:textId="77777777" w:rsidR="00FC146E" w:rsidRDefault="00FC146E" w:rsidP="00CB2012">
      <w:pPr>
        <w:rPr>
          <w:b/>
          <w:bCs/>
          <w:sz w:val="22"/>
          <w:szCs w:val="22"/>
        </w:rPr>
      </w:pPr>
    </w:p>
    <w:p w14:paraId="24D21B3E" w14:textId="77777777" w:rsidR="00FC146E" w:rsidRDefault="00FC146E" w:rsidP="00CB2012">
      <w:pPr>
        <w:rPr>
          <w:b/>
          <w:bCs/>
          <w:sz w:val="22"/>
          <w:szCs w:val="22"/>
        </w:rPr>
      </w:pPr>
    </w:p>
    <w:p w14:paraId="6572BED4" w14:textId="77777777" w:rsidR="00FC146E" w:rsidRPr="00AF456B" w:rsidRDefault="00FC146E" w:rsidP="00CB2012">
      <w:pPr>
        <w:rPr>
          <w:bCs/>
          <w:sz w:val="22"/>
          <w:szCs w:val="22"/>
        </w:rPr>
      </w:pPr>
    </w:p>
    <w:p w14:paraId="21264286" w14:textId="77777777" w:rsidR="00CB2012" w:rsidRPr="00FC146E" w:rsidRDefault="00CB2012" w:rsidP="00CB2012">
      <w:pPr>
        <w:spacing w:line="264" w:lineRule="auto"/>
        <w:rPr>
          <w:i/>
          <w:iCs/>
          <w:sz w:val="16"/>
          <w:szCs w:val="16"/>
        </w:rPr>
      </w:pPr>
    </w:p>
    <w:p w14:paraId="53D2CBBF" w14:textId="77777777" w:rsidR="00CB2012" w:rsidRPr="00FC146E" w:rsidRDefault="00CB2012" w:rsidP="00CB2012">
      <w:pPr>
        <w:spacing w:line="264" w:lineRule="auto"/>
        <w:rPr>
          <w:i/>
          <w:iCs/>
          <w:sz w:val="16"/>
          <w:szCs w:val="16"/>
        </w:rPr>
      </w:pPr>
    </w:p>
    <w:p w14:paraId="58DF39A6" w14:textId="77777777" w:rsidR="00CB2012" w:rsidRPr="00AF456B" w:rsidRDefault="00CB2012" w:rsidP="00CB2012">
      <w:pPr>
        <w:spacing w:line="276" w:lineRule="auto"/>
        <w:rPr>
          <w:b/>
          <w:color w:val="FF0000"/>
          <w:sz w:val="22"/>
          <w:szCs w:val="22"/>
          <w:u w:val="single"/>
        </w:rPr>
      </w:pPr>
      <w:r w:rsidRPr="00AF456B">
        <w:rPr>
          <w:b/>
          <w:color w:val="FF0000"/>
          <w:sz w:val="22"/>
          <w:szCs w:val="22"/>
          <w:u w:val="single"/>
        </w:rPr>
        <w:t xml:space="preserve">Uwaga!!!! </w:t>
      </w:r>
    </w:p>
    <w:p w14:paraId="06B3784A" w14:textId="77777777" w:rsidR="00CB2012" w:rsidRPr="00AF456B" w:rsidRDefault="00CB2012" w:rsidP="00CB2012">
      <w:pPr>
        <w:spacing w:line="276" w:lineRule="auto"/>
        <w:rPr>
          <w:i/>
          <w:sz w:val="22"/>
          <w:szCs w:val="22"/>
          <w:u w:val="single"/>
        </w:rPr>
      </w:pPr>
      <w:r w:rsidRPr="00AF456B">
        <w:rPr>
          <w:b/>
          <w:color w:val="FF0000"/>
          <w:sz w:val="22"/>
          <w:szCs w:val="22"/>
        </w:rPr>
        <w:t>Dokument wymaga podpisu elektronicznego osób uprawnionych do reprezentacji wykonawcy, a w przypadku oferty wspólnej- pełnomocnika wykonawców.</w:t>
      </w:r>
    </w:p>
    <w:p w14:paraId="625091EC" w14:textId="41F7F5EE" w:rsidR="00CB2012" w:rsidRDefault="00CB2012" w:rsidP="00CB2012">
      <w:r w:rsidRPr="00AF456B">
        <w:br w:type="page"/>
      </w:r>
    </w:p>
    <w:p w14:paraId="1B8AAD9D" w14:textId="77777777" w:rsidR="0090194F" w:rsidRDefault="0090194F" w:rsidP="00CB2012"/>
    <w:p w14:paraId="5F73F940" w14:textId="77777777" w:rsidR="0090194F" w:rsidRPr="00AF456B" w:rsidRDefault="0090194F" w:rsidP="0090194F">
      <w:pPr>
        <w:jc w:val="right"/>
        <w:rPr>
          <w:i/>
          <w:sz w:val="22"/>
          <w:szCs w:val="22"/>
          <w:u w:val="single"/>
        </w:rPr>
      </w:pPr>
    </w:p>
    <w:p w14:paraId="7F2DEDCE" w14:textId="77777777" w:rsidR="0090194F" w:rsidRPr="003E2EE9" w:rsidRDefault="0090194F" w:rsidP="0090194F">
      <w:pPr>
        <w:pStyle w:val="Nagwek2"/>
        <w:rPr>
          <w:sz w:val="22"/>
          <w:szCs w:val="22"/>
        </w:rPr>
      </w:pPr>
      <w:r w:rsidRPr="00AF456B">
        <w:t xml:space="preserve">Załącznik nr </w:t>
      </w:r>
      <w:r>
        <w:t>6</w:t>
      </w:r>
      <w:r w:rsidRPr="00AF456B">
        <w:t xml:space="preserve"> do SWZ</w:t>
      </w:r>
      <w:r>
        <w:t xml:space="preserve"> -</w:t>
      </w:r>
      <w:r w:rsidRPr="00FE347E">
        <w:rPr>
          <w:sz w:val="22"/>
          <w:szCs w:val="22"/>
        </w:rPr>
        <w:t xml:space="preserve"> </w:t>
      </w:r>
      <w:r>
        <w:rPr>
          <w:sz w:val="22"/>
          <w:szCs w:val="22"/>
        </w:rPr>
        <w:t>Oświadczenie o aktualności informacji</w:t>
      </w:r>
    </w:p>
    <w:p w14:paraId="2008E4B6" w14:textId="77777777" w:rsidR="0090194F" w:rsidRPr="00AF456B" w:rsidRDefault="0090194F" w:rsidP="0090194F">
      <w:pPr>
        <w:pStyle w:val="Nagwek2"/>
        <w:rPr>
          <w:b w:val="0"/>
        </w:rPr>
      </w:pPr>
    </w:p>
    <w:p w14:paraId="103ACAC0" w14:textId="77777777" w:rsidR="0090194F" w:rsidRPr="00AF456B" w:rsidRDefault="0090194F" w:rsidP="0090194F">
      <w:pPr>
        <w:tabs>
          <w:tab w:val="left" w:pos="0"/>
          <w:tab w:val="left" w:pos="336"/>
          <w:tab w:val="left" w:pos="702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right"/>
        <w:rPr>
          <w:b/>
        </w:rPr>
      </w:pPr>
    </w:p>
    <w:p w14:paraId="3A80D6CE" w14:textId="77777777" w:rsidR="0090194F" w:rsidRPr="00FE347E" w:rsidRDefault="0090194F" w:rsidP="0090194F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FE347E">
        <w:rPr>
          <w:b/>
          <w:bCs/>
          <w:iCs/>
          <w:sz w:val="22"/>
          <w:szCs w:val="22"/>
        </w:rPr>
        <w:t xml:space="preserve">Komenda Główna </w:t>
      </w:r>
    </w:p>
    <w:p w14:paraId="7BBD795E" w14:textId="77777777" w:rsidR="0090194F" w:rsidRPr="00FE347E" w:rsidRDefault="0090194F" w:rsidP="0090194F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FE347E">
        <w:rPr>
          <w:b/>
          <w:bCs/>
          <w:iCs/>
          <w:sz w:val="22"/>
          <w:szCs w:val="22"/>
        </w:rPr>
        <w:t xml:space="preserve">Ochotniczych Hufców Pracy </w:t>
      </w:r>
    </w:p>
    <w:p w14:paraId="2EE617DD" w14:textId="77777777" w:rsidR="0090194F" w:rsidRPr="00FE347E" w:rsidRDefault="0090194F" w:rsidP="0090194F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FE347E">
        <w:rPr>
          <w:b/>
          <w:bCs/>
          <w:iCs/>
          <w:sz w:val="22"/>
          <w:szCs w:val="22"/>
        </w:rPr>
        <w:t>ul. Tamka 1, 00-349 Warszawa</w:t>
      </w:r>
    </w:p>
    <w:p w14:paraId="4C2E57EB" w14:textId="77777777" w:rsidR="0090194F" w:rsidRPr="00FE347E" w:rsidRDefault="0090194F" w:rsidP="0090194F">
      <w:pPr>
        <w:jc w:val="right"/>
        <w:rPr>
          <w:b/>
          <w:bCs/>
          <w:sz w:val="22"/>
          <w:szCs w:val="22"/>
        </w:rPr>
      </w:pPr>
    </w:p>
    <w:p w14:paraId="28EFBC06" w14:textId="77777777" w:rsidR="0090194F" w:rsidRPr="00FE347E" w:rsidRDefault="0090194F" w:rsidP="0090194F">
      <w:pPr>
        <w:jc w:val="right"/>
        <w:rPr>
          <w:b/>
          <w:bCs/>
          <w:sz w:val="22"/>
          <w:szCs w:val="22"/>
        </w:rPr>
      </w:pPr>
    </w:p>
    <w:p w14:paraId="100CEA01" w14:textId="77777777" w:rsidR="0090194F" w:rsidRPr="00FE347E" w:rsidRDefault="0090194F" w:rsidP="0090194F">
      <w:pPr>
        <w:jc w:val="center"/>
        <w:rPr>
          <w:rFonts w:eastAsia="Calibri"/>
          <w:b/>
          <w:sz w:val="22"/>
          <w:szCs w:val="22"/>
        </w:rPr>
      </w:pPr>
    </w:p>
    <w:p w14:paraId="5A79E833" w14:textId="77777777" w:rsidR="0090194F" w:rsidRPr="009251C8" w:rsidRDefault="0090194F" w:rsidP="009251C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 w:themeFill="accent5" w:themeFillTint="33"/>
        <w:spacing w:line="276" w:lineRule="auto"/>
        <w:jc w:val="center"/>
        <w:rPr>
          <w:b/>
        </w:rPr>
      </w:pPr>
      <w:r w:rsidRPr="009251C8">
        <w:rPr>
          <w:b/>
        </w:rPr>
        <w:t xml:space="preserve">OŚWIADCZENIE O AKTUALNOŚCI INFORMACJI ZAWARTYCH W OŚWIADCZENIU, O KTÓRYM MOWA W ART. 125 UST. 1 USTAWY PZP, </w:t>
      </w:r>
      <w:r w:rsidRPr="009251C8">
        <w:rPr>
          <w:b/>
        </w:rPr>
        <w:br/>
        <w:t>W ZAKRESIE PODSTAW WYKLUCZENIA Z POSTĘPOWANIA.</w:t>
      </w:r>
    </w:p>
    <w:p w14:paraId="11CDE371" w14:textId="77777777" w:rsidR="0090194F" w:rsidRPr="00FE347E" w:rsidRDefault="0090194F" w:rsidP="0090194F">
      <w:pPr>
        <w:keepNext/>
        <w:keepLines/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3"/>
          <w:szCs w:val="23"/>
        </w:rPr>
      </w:pPr>
    </w:p>
    <w:p w14:paraId="229B23A5" w14:textId="2765A63D" w:rsidR="0090194F" w:rsidRPr="00FE347E" w:rsidRDefault="0090194F" w:rsidP="0090194F">
      <w:pPr>
        <w:keepNext/>
        <w:keepLines/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3"/>
          <w:szCs w:val="23"/>
        </w:rPr>
      </w:pPr>
      <w:r w:rsidRPr="00FE347E">
        <w:rPr>
          <w:rFonts w:eastAsia="Calibri"/>
          <w:sz w:val="23"/>
          <w:szCs w:val="23"/>
        </w:rPr>
        <w:t xml:space="preserve">Przystępując do postępowania o udzielenie zamówienia publicznego realizowanego w trybie podstawowym pn. </w:t>
      </w:r>
      <w:r w:rsidR="008877C3" w:rsidRPr="008877C3">
        <w:rPr>
          <w:rFonts w:eastAsia="Calibri"/>
          <w:b/>
          <w:sz w:val="23"/>
          <w:szCs w:val="23"/>
        </w:rPr>
        <w:t>Usługa stałego utrzymania czystości w budynkach Komendy Głównej OHP wraz z przyległym terenem zewnętrznym</w:t>
      </w:r>
      <w:r w:rsidRPr="00FE347E">
        <w:rPr>
          <w:sz w:val="23"/>
          <w:szCs w:val="23"/>
        </w:rPr>
        <w:t>,</w:t>
      </w:r>
      <w:r w:rsidRPr="00FE347E">
        <w:rPr>
          <w:b/>
          <w:sz w:val="23"/>
          <w:szCs w:val="23"/>
        </w:rPr>
        <w:t xml:space="preserve"> </w:t>
      </w:r>
      <w:r w:rsidRPr="00FE347E">
        <w:rPr>
          <w:rFonts w:eastAsia="Calibri"/>
          <w:sz w:val="23"/>
          <w:szCs w:val="23"/>
        </w:rPr>
        <w:t>oświadczam/oświadczamy, że:</w:t>
      </w:r>
    </w:p>
    <w:p w14:paraId="34B33042" w14:textId="77777777" w:rsidR="0090194F" w:rsidRPr="00FE347E" w:rsidRDefault="0090194F" w:rsidP="0090194F">
      <w:pPr>
        <w:spacing w:after="120" w:line="276" w:lineRule="auto"/>
        <w:jc w:val="both"/>
        <w:rPr>
          <w:b/>
          <w:bCs/>
          <w:iCs/>
          <w:sz w:val="23"/>
          <w:szCs w:val="23"/>
        </w:rPr>
      </w:pPr>
    </w:p>
    <w:p w14:paraId="594F1A1C" w14:textId="697F5BD3" w:rsidR="0090194F" w:rsidRPr="00FE347E" w:rsidRDefault="0090194F" w:rsidP="0090194F">
      <w:pPr>
        <w:spacing w:before="120" w:after="120" w:line="276" w:lineRule="auto"/>
        <w:jc w:val="both"/>
        <w:rPr>
          <w:sz w:val="23"/>
          <w:szCs w:val="23"/>
        </w:rPr>
      </w:pPr>
      <w:r w:rsidRPr="00FE347E">
        <w:rPr>
          <w:sz w:val="23"/>
          <w:szCs w:val="23"/>
        </w:rPr>
        <w:t xml:space="preserve">Informacje zawarte w oświadczeniu, o którym mowa w art. 125 ust. 1 ustawy z dnia 11 września 2019 r. Prawo zamówień publicznych (Dz. U. z 2024 r. poz. 1320), złożonym </w:t>
      </w:r>
      <w:r w:rsidRPr="00FE347E">
        <w:rPr>
          <w:b/>
          <w:bCs/>
          <w:sz w:val="23"/>
          <w:szCs w:val="23"/>
        </w:rPr>
        <w:t>w</w:t>
      </w:r>
      <w:r w:rsidR="003F6DCB">
        <w:rPr>
          <w:b/>
          <w:bCs/>
          <w:sz w:val="23"/>
          <w:szCs w:val="23"/>
        </w:rPr>
        <w:t>raz z ofertą</w:t>
      </w:r>
      <w:r w:rsidRPr="00FE347E">
        <w:rPr>
          <w:sz w:val="23"/>
          <w:szCs w:val="23"/>
        </w:rPr>
        <w:t xml:space="preserve"> są aktualne w</w:t>
      </w:r>
      <w:r w:rsidR="003F6DCB">
        <w:rPr>
          <w:sz w:val="23"/>
          <w:szCs w:val="23"/>
        </w:rPr>
        <w:t> </w:t>
      </w:r>
      <w:r w:rsidRPr="00FE347E">
        <w:rPr>
          <w:sz w:val="23"/>
          <w:szCs w:val="23"/>
        </w:rPr>
        <w:t>zakresie podstaw wykluczenia z postępowania określonych w przepisach art. 108 ust. 1 oraz art. 109 ust 1 pkt</w:t>
      </w:r>
      <w:r w:rsidR="003F6DCB">
        <w:rPr>
          <w:sz w:val="23"/>
          <w:szCs w:val="23"/>
        </w:rPr>
        <w:t xml:space="preserve"> 1, 2, 3,</w:t>
      </w:r>
      <w:r w:rsidRPr="00FE347E">
        <w:rPr>
          <w:sz w:val="23"/>
          <w:szCs w:val="23"/>
        </w:rPr>
        <w:t xml:space="preserve"> 4, 5 i 7 ustawy z dnia 11 września 2019 r. Prawo zamówień publicznych.</w:t>
      </w:r>
    </w:p>
    <w:p w14:paraId="4AA97E9C" w14:textId="77777777" w:rsidR="0090194F" w:rsidRPr="00FE347E" w:rsidRDefault="0090194F" w:rsidP="0090194F">
      <w:pPr>
        <w:keepNext/>
        <w:widowControl w:val="0"/>
        <w:autoSpaceDE w:val="0"/>
        <w:autoSpaceDN w:val="0"/>
        <w:adjustRightInd w:val="0"/>
        <w:spacing w:after="120" w:line="276" w:lineRule="auto"/>
        <w:ind w:left="425" w:right="6"/>
        <w:jc w:val="both"/>
        <w:outlineLvl w:val="8"/>
        <w:rPr>
          <w:sz w:val="22"/>
          <w:szCs w:val="22"/>
        </w:rPr>
      </w:pPr>
    </w:p>
    <w:p w14:paraId="636B09BA" w14:textId="77777777" w:rsidR="0090194F" w:rsidRPr="00FE347E" w:rsidRDefault="0090194F" w:rsidP="0090194F">
      <w:pPr>
        <w:keepNext/>
        <w:widowControl w:val="0"/>
        <w:autoSpaceDE w:val="0"/>
        <w:autoSpaceDN w:val="0"/>
        <w:adjustRightInd w:val="0"/>
        <w:spacing w:after="120" w:line="276" w:lineRule="auto"/>
        <w:ind w:left="425" w:right="6"/>
        <w:jc w:val="both"/>
        <w:outlineLvl w:val="8"/>
        <w:rPr>
          <w:sz w:val="22"/>
          <w:szCs w:val="22"/>
        </w:rPr>
      </w:pPr>
    </w:p>
    <w:p w14:paraId="1C61035B" w14:textId="77777777" w:rsidR="0090194F" w:rsidRPr="00FE347E" w:rsidRDefault="0090194F" w:rsidP="0090194F">
      <w:pPr>
        <w:keepNext/>
        <w:widowControl w:val="0"/>
        <w:autoSpaceDE w:val="0"/>
        <w:autoSpaceDN w:val="0"/>
        <w:adjustRightInd w:val="0"/>
        <w:spacing w:after="120" w:line="276" w:lineRule="auto"/>
        <w:ind w:left="425" w:right="6"/>
        <w:jc w:val="both"/>
        <w:outlineLvl w:val="8"/>
        <w:rPr>
          <w:sz w:val="22"/>
          <w:szCs w:val="22"/>
        </w:rPr>
      </w:pPr>
    </w:p>
    <w:p w14:paraId="50CA8B48" w14:textId="77777777" w:rsidR="0090194F" w:rsidRPr="00FE347E" w:rsidRDefault="0090194F" w:rsidP="0090194F">
      <w:pPr>
        <w:keepNext/>
        <w:widowControl w:val="0"/>
        <w:autoSpaceDE w:val="0"/>
        <w:autoSpaceDN w:val="0"/>
        <w:adjustRightInd w:val="0"/>
        <w:spacing w:after="120" w:line="276" w:lineRule="auto"/>
        <w:ind w:left="425" w:right="6"/>
        <w:jc w:val="both"/>
        <w:outlineLvl w:val="8"/>
        <w:rPr>
          <w:sz w:val="23"/>
          <w:szCs w:val="23"/>
        </w:rPr>
      </w:pPr>
    </w:p>
    <w:p w14:paraId="054E1F1A" w14:textId="77777777" w:rsidR="0090194F" w:rsidRPr="00FE347E" w:rsidRDefault="0090194F" w:rsidP="0090194F">
      <w:pPr>
        <w:keepNext/>
        <w:widowControl w:val="0"/>
        <w:autoSpaceDE w:val="0"/>
        <w:autoSpaceDN w:val="0"/>
        <w:adjustRightInd w:val="0"/>
        <w:spacing w:after="120"/>
        <w:ind w:left="425" w:right="6"/>
        <w:jc w:val="both"/>
        <w:outlineLvl w:val="8"/>
        <w:rPr>
          <w:sz w:val="20"/>
        </w:rPr>
      </w:pPr>
    </w:p>
    <w:p w14:paraId="210BE909" w14:textId="77777777" w:rsidR="0090194F" w:rsidRPr="00FE347E" w:rsidRDefault="0090194F" w:rsidP="0090194F">
      <w:pPr>
        <w:keepNext/>
        <w:widowControl w:val="0"/>
        <w:autoSpaceDE w:val="0"/>
        <w:autoSpaceDN w:val="0"/>
        <w:adjustRightInd w:val="0"/>
        <w:spacing w:after="120"/>
        <w:ind w:left="425" w:right="6"/>
        <w:jc w:val="both"/>
        <w:outlineLvl w:val="8"/>
        <w:rPr>
          <w:sz w:val="20"/>
        </w:rPr>
      </w:pPr>
    </w:p>
    <w:p w14:paraId="60F7C7C6" w14:textId="77777777" w:rsidR="0090194F" w:rsidRPr="00FE347E" w:rsidRDefault="0090194F" w:rsidP="0090194F">
      <w:pPr>
        <w:keepNext/>
        <w:widowControl w:val="0"/>
        <w:autoSpaceDE w:val="0"/>
        <w:autoSpaceDN w:val="0"/>
        <w:adjustRightInd w:val="0"/>
        <w:spacing w:after="120"/>
        <w:ind w:left="425" w:right="6"/>
        <w:jc w:val="both"/>
        <w:outlineLvl w:val="8"/>
        <w:rPr>
          <w:sz w:val="20"/>
        </w:rPr>
      </w:pPr>
    </w:p>
    <w:p w14:paraId="1CB7D80A" w14:textId="77777777" w:rsidR="0090194F" w:rsidRPr="00FE347E" w:rsidRDefault="0090194F" w:rsidP="0090194F">
      <w:pPr>
        <w:spacing w:line="276" w:lineRule="auto"/>
        <w:jc w:val="both"/>
        <w:rPr>
          <w:b/>
          <w:color w:val="FF0000"/>
          <w:sz w:val="20"/>
          <w:u w:val="single"/>
        </w:rPr>
      </w:pPr>
      <w:r w:rsidRPr="00FE347E">
        <w:rPr>
          <w:b/>
          <w:color w:val="FF0000"/>
          <w:sz w:val="20"/>
          <w:u w:val="single"/>
        </w:rPr>
        <w:t xml:space="preserve">Uwaga!!!! </w:t>
      </w:r>
    </w:p>
    <w:p w14:paraId="53E7BAB1" w14:textId="77777777" w:rsidR="0090194F" w:rsidRPr="00FE347E" w:rsidRDefault="0090194F" w:rsidP="0090194F">
      <w:pPr>
        <w:spacing w:after="200" w:line="276" w:lineRule="auto"/>
        <w:jc w:val="both"/>
        <w:rPr>
          <w:b/>
          <w:color w:val="FF0000"/>
          <w:sz w:val="22"/>
          <w:szCs w:val="22"/>
        </w:rPr>
      </w:pPr>
      <w:r w:rsidRPr="00FE347E">
        <w:rPr>
          <w:b/>
          <w:color w:val="FF0000"/>
          <w:sz w:val="20"/>
        </w:rPr>
        <w:t>Dokument wymaga elektronicznego podpisu elektronicznego osób uprawnionych do reprezentacji wykonawcy a w przypadku oferty wspólnej - pełnomocnika wykonawców.</w:t>
      </w:r>
    </w:p>
    <w:p w14:paraId="7BF207F1" w14:textId="77777777" w:rsidR="0090194F" w:rsidRPr="00AF456B" w:rsidRDefault="0090194F" w:rsidP="0090194F">
      <w:pPr>
        <w:tabs>
          <w:tab w:val="left" w:pos="1455"/>
        </w:tabs>
        <w:rPr>
          <w:b/>
          <w:bCs/>
          <w:sz w:val="22"/>
        </w:rPr>
      </w:pPr>
    </w:p>
    <w:p w14:paraId="0F279B1F" w14:textId="77777777" w:rsidR="0090194F" w:rsidRPr="00FE347E" w:rsidRDefault="0090194F" w:rsidP="0090194F">
      <w:pPr>
        <w:spacing w:line="360" w:lineRule="auto"/>
        <w:rPr>
          <w:rFonts w:eastAsia="Calibri"/>
          <w:b/>
          <w:szCs w:val="24"/>
        </w:rPr>
      </w:pPr>
    </w:p>
    <w:p w14:paraId="7D769D65" w14:textId="77777777" w:rsidR="0090194F" w:rsidRDefault="0090194F" w:rsidP="0090194F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14:paraId="0A5A7E7A" w14:textId="77777777" w:rsidR="0090194F" w:rsidRDefault="0090194F" w:rsidP="00CB2012"/>
    <w:p w14:paraId="00F25E96" w14:textId="77777777" w:rsidR="0090194F" w:rsidRDefault="0090194F" w:rsidP="00CB2012"/>
    <w:p w14:paraId="2A97F025" w14:textId="0B16EA36" w:rsidR="0090194F" w:rsidRDefault="0090194F" w:rsidP="0080394F">
      <w:pPr>
        <w:pStyle w:val="Nagwek2"/>
        <w:ind w:left="1985"/>
        <w:rPr>
          <w:sz w:val="22"/>
          <w:szCs w:val="22"/>
        </w:rPr>
      </w:pPr>
      <w:r w:rsidRPr="00AF456B">
        <w:t xml:space="preserve">Załącznik nr </w:t>
      </w:r>
      <w:r>
        <w:t>7</w:t>
      </w:r>
      <w:r w:rsidRPr="00AF456B">
        <w:t xml:space="preserve"> do </w:t>
      </w:r>
      <w:r w:rsidRPr="001E78BE">
        <w:rPr>
          <w:sz w:val="22"/>
          <w:szCs w:val="22"/>
        </w:rPr>
        <w:t>SWZ</w:t>
      </w:r>
      <w:r w:rsidR="0080394F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FC146E">
        <w:rPr>
          <w:sz w:val="22"/>
          <w:szCs w:val="22"/>
        </w:rPr>
        <w:t xml:space="preserve"> </w:t>
      </w:r>
      <w:r w:rsidRPr="0090194F">
        <w:rPr>
          <w:sz w:val="22"/>
          <w:szCs w:val="22"/>
        </w:rPr>
        <w:t>Oświadczenie Wykonawców wspólnie ubiegających się o udzielenie zamówieni</w:t>
      </w:r>
      <w:r w:rsidR="0080394F">
        <w:rPr>
          <w:sz w:val="22"/>
          <w:szCs w:val="22"/>
        </w:rPr>
        <w:t>e</w:t>
      </w:r>
    </w:p>
    <w:p w14:paraId="58AE2C49" w14:textId="77777777" w:rsidR="0090194F" w:rsidRDefault="0090194F" w:rsidP="0090194F"/>
    <w:p w14:paraId="233C144A" w14:textId="77777777" w:rsidR="009251C8" w:rsidRDefault="009251C8" w:rsidP="00185BDB">
      <w:pPr>
        <w:spacing w:line="276" w:lineRule="auto"/>
        <w:jc w:val="right"/>
        <w:rPr>
          <w:b/>
          <w:bCs/>
          <w:iCs/>
          <w:sz w:val="22"/>
          <w:szCs w:val="22"/>
        </w:rPr>
      </w:pPr>
    </w:p>
    <w:p w14:paraId="339EF585" w14:textId="4F91B0E5" w:rsidR="00185BDB" w:rsidRPr="003E2EE9" w:rsidRDefault="00185BDB" w:rsidP="00185BDB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3E2EE9">
        <w:rPr>
          <w:b/>
          <w:bCs/>
          <w:iCs/>
          <w:sz w:val="22"/>
          <w:szCs w:val="22"/>
        </w:rPr>
        <w:t xml:space="preserve">Komenda Główna </w:t>
      </w:r>
    </w:p>
    <w:p w14:paraId="743DB0E0" w14:textId="77777777" w:rsidR="00185BDB" w:rsidRPr="003E2EE9" w:rsidRDefault="00185BDB" w:rsidP="00185BDB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3E2EE9">
        <w:rPr>
          <w:b/>
          <w:bCs/>
          <w:iCs/>
          <w:sz w:val="22"/>
          <w:szCs w:val="22"/>
        </w:rPr>
        <w:t xml:space="preserve">Ochotniczych Hufców Pracy </w:t>
      </w:r>
    </w:p>
    <w:p w14:paraId="7DB77F1A" w14:textId="77777777" w:rsidR="00185BDB" w:rsidRDefault="00185BDB" w:rsidP="00185BDB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3E2EE9">
        <w:rPr>
          <w:b/>
          <w:bCs/>
          <w:iCs/>
          <w:sz w:val="22"/>
          <w:szCs w:val="22"/>
        </w:rPr>
        <w:t>ul. Tamka 1, 00-349 Warszawa</w:t>
      </w:r>
    </w:p>
    <w:p w14:paraId="7709D733" w14:textId="77777777" w:rsidR="009251C8" w:rsidRDefault="009251C8" w:rsidP="00185BDB">
      <w:pPr>
        <w:spacing w:line="276" w:lineRule="auto"/>
        <w:jc w:val="right"/>
        <w:rPr>
          <w:b/>
          <w:bCs/>
          <w:iCs/>
          <w:sz w:val="22"/>
          <w:szCs w:val="22"/>
        </w:rPr>
      </w:pPr>
    </w:p>
    <w:p w14:paraId="2697397A" w14:textId="77777777" w:rsidR="009251C8" w:rsidRPr="003E2EE9" w:rsidRDefault="009251C8" w:rsidP="00185BDB">
      <w:pPr>
        <w:spacing w:line="276" w:lineRule="auto"/>
        <w:jc w:val="right"/>
        <w:rPr>
          <w:b/>
          <w:bCs/>
          <w:iCs/>
          <w:sz w:val="22"/>
          <w:szCs w:val="22"/>
        </w:rPr>
      </w:pPr>
    </w:p>
    <w:p w14:paraId="77FADB2D" w14:textId="1284CED8" w:rsidR="00185BDB" w:rsidRPr="009251C8" w:rsidRDefault="009251C8" w:rsidP="009251C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double" w:sz="4" w:space="1" w:color="auto"/>
          <w:bar w:val="double" w:sz="4" w:color="auto"/>
        </w:pBdr>
        <w:shd w:val="clear" w:color="auto" w:fill="D9E2F3" w:themeFill="accent5" w:themeFillTint="33"/>
        <w:jc w:val="center"/>
        <w:rPr>
          <w:b/>
        </w:rPr>
      </w:pPr>
      <w:r w:rsidRPr="009251C8">
        <w:rPr>
          <w:b/>
        </w:rPr>
        <w:t>OŚWIADCZENIE O PODZIALE OBOWIĄZKÓW WYKONAWCÓW WSPÓLNIE UBIEGAJĄCYCH SIĘ O UDZIELENIE ZAMÓWIENIA SKŁADANE NA PODSTAWIE ART.117 UST. 4 USTAWY Z DNIA 11 WRZEŚNIA 2019R. PRAWO ZAMÓWIEŃ PUBLICZNYCH</w:t>
      </w:r>
    </w:p>
    <w:p w14:paraId="4D9AF3A9" w14:textId="320C05E0" w:rsidR="00185BDB" w:rsidRPr="00185BDB" w:rsidRDefault="00185BDB" w:rsidP="00185BDB">
      <w:pPr>
        <w:spacing w:before="120" w:after="120"/>
        <w:jc w:val="center"/>
        <w:rPr>
          <w:sz w:val="22"/>
          <w:szCs w:val="22"/>
        </w:rPr>
      </w:pPr>
      <w:r w:rsidRPr="00185BDB">
        <w:rPr>
          <w:sz w:val="22"/>
          <w:szCs w:val="22"/>
        </w:rPr>
        <w:t xml:space="preserve">DOTYCZĄCE  </w:t>
      </w:r>
      <w:r>
        <w:rPr>
          <w:sz w:val="22"/>
          <w:szCs w:val="22"/>
        </w:rPr>
        <w:t>USŁUG</w:t>
      </w:r>
      <w:r w:rsidRPr="00185BDB">
        <w:rPr>
          <w:sz w:val="22"/>
          <w:szCs w:val="22"/>
        </w:rPr>
        <w:t>, KTÓRE WYKONAJĄ POSZCZEGÓLNI WYKONAWCY</w:t>
      </w:r>
    </w:p>
    <w:p w14:paraId="4C826B64" w14:textId="77777777" w:rsidR="00185BDB" w:rsidRPr="00185BDB" w:rsidRDefault="00185BDB" w:rsidP="00185BDB">
      <w:pPr>
        <w:jc w:val="center"/>
        <w:rPr>
          <w:b/>
          <w:sz w:val="22"/>
          <w:szCs w:val="22"/>
        </w:rPr>
      </w:pPr>
    </w:p>
    <w:p w14:paraId="425EC2BB" w14:textId="77777777" w:rsidR="00185BDB" w:rsidRPr="00185BDB" w:rsidRDefault="00185BDB" w:rsidP="00185BDB">
      <w:pPr>
        <w:keepNext/>
        <w:widowControl w:val="0"/>
        <w:autoSpaceDE w:val="0"/>
        <w:autoSpaceDN w:val="0"/>
        <w:adjustRightInd w:val="0"/>
        <w:spacing w:after="120"/>
        <w:ind w:right="6"/>
        <w:jc w:val="right"/>
        <w:outlineLvl w:val="8"/>
        <w:rPr>
          <w:b/>
          <w:sz w:val="22"/>
          <w:szCs w:val="22"/>
        </w:rPr>
      </w:pPr>
    </w:p>
    <w:p w14:paraId="48614CE2" w14:textId="15A57E50" w:rsidR="00185BDB" w:rsidRPr="00185BDB" w:rsidRDefault="00185BDB" w:rsidP="00185BDB">
      <w:pPr>
        <w:keepNext/>
        <w:widowControl w:val="0"/>
        <w:autoSpaceDE w:val="0"/>
        <w:autoSpaceDN w:val="0"/>
        <w:adjustRightInd w:val="0"/>
        <w:spacing w:after="120"/>
        <w:ind w:right="6"/>
        <w:jc w:val="both"/>
        <w:outlineLvl w:val="8"/>
        <w:rPr>
          <w:sz w:val="22"/>
          <w:szCs w:val="22"/>
        </w:rPr>
      </w:pPr>
      <w:r w:rsidRPr="00185BDB">
        <w:rPr>
          <w:sz w:val="22"/>
          <w:szCs w:val="22"/>
        </w:rPr>
        <w:t xml:space="preserve">Na potrzeby postępowania o udzielenie zamówienia publicznego pn. </w:t>
      </w:r>
      <w:r w:rsidR="008877C3" w:rsidRPr="008877C3">
        <w:rPr>
          <w:b/>
          <w:sz w:val="22"/>
          <w:szCs w:val="22"/>
        </w:rPr>
        <w:t>Usługa stałego utrzymania czystości w budynkach Komendy Głównej OHP wraz z przyległym terenem zewnętrznym</w:t>
      </w:r>
      <w:r w:rsidRPr="00185BDB">
        <w:rPr>
          <w:b/>
          <w:sz w:val="22"/>
          <w:szCs w:val="22"/>
        </w:rPr>
        <w:t xml:space="preserve"> - </w:t>
      </w:r>
      <w:r w:rsidRPr="00185BDB">
        <w:rPr>
          <w:sz w:val="22"/>
          <w:szCs w:val="22"/>
        </w:rPr>
        <w:t>znak</w:t>
      </w:r>
      <w:r w:rsidRPr="00185BDB">
        <w:rPr>
          <w:b/>
          <w:sz w:val="22"/>
          <w:szCs w:val="22"/>
        </w:rPr>
        <w:t xml:space="preserve"> </w:t>
      </w:r>
      <w:r w:rsidRPr="00185BDB">
        <w:rPr>
          <w:sz w:val="22"/>
          <w:szCs w:val="22"/>
        </w:rPr>
        <w:t xml:space="preserve">sprawy </w:t>
      </w:r>
      <w:r>
        <w:rPr>
          <w:b/>
          <w:bCs/>
          <w:sz w:val="22"/>
          <w:szCs w:val="22"/>
        </w:rPr>
        <w:t>11</w:t>
      </w:r>
      <w:r w:rsidRPr="00185BDB">
        <w:rPr>
          <w:b/>
          <w:sz w:val="22"/>
          <w:szCs w:val="22"/>
        </w:rPr>
        <w:t>/B/KGOHP/2024/B</w:t>
      </w:r>
      <w:r>
        <w:rPr>
          <w:b/>
          <w:sz w:val="22"/>
          <w:szCs w:val="22"/>
        </w:rPr>
        <w:t>A</w:t>
      </w:r>
      <w:r w:rsidRPr="00185BDB">
        <w:rPr>
          <w:sz w:val="22"/>
          <w:szCs w:val="22"/>
        </w:rPr>
        <w:t>,</w:t>
      </w:r>
      <w:r w:rsidRPr="00185BDB">
        <w:rPr>
          <w:b/>
          <w:sz w:val="22"/>
          <w:szCs w:val="22"/>
        </w:rPr>
        <w:t xml:space="preserve"> </w:t>
      </w:r>
      <w:r w:rsidRPr="00185BDB">
        <w:rPr>
          <w:sz w:val="22"/>
          <w:szCs w:val="22"/>
        </w:rPr>
        <w:t xml:space="preserve">prowadzonego przez KG OHP, oświadczam, że*: </w:t>
      </w:r>
    </w:p>
    <w:p w14:paraId="57CF68D8" w14:textId="77777777" w:rsidR="00185BDB" w:rsidRPr="00185BDB" w:rsidRDefault="00185BDB" w:rsidP="00185BDB">
      <w:pPr>
        <w:keepNext/>
        <w:widowControl w:val="0"/>
        <w:numPr>
          <w:ilvl w:val="0"/>
          <w:numId w:val="32"/>
        </w:numPr>
        <w:autoSpaceDE w:val="0"/>
        <w:autoSpaceDN w:val="0"/>
        <w:adjustRightInd w:val="0"/>
        <w:spacing w:after="120"/>
        <w:ind w:left="426" w:right="6" w:hanging="426"/>
        <w:jc w:val="both"/>
        <w:outlineLvl w:val="8"/>
        <w:rPr>
          <w:sz w:val="22"/>
          <w:szCs w:val="22"/>
        </w:rPr>
      </w:pPr>
      <w:r w:rsidRPr="00185BDB">
        <w:rPr>
          <w:sz w:val="22"/>
          <w:szCs w:val="22"/>
        </w:rPr>
        <w:t xml:space="preserve">Wykonawca …………………… (nazwa i adres Wykonawcy) zrealizuje następujące usługi:  ………………………………………………….… </w:t>
      </w:r>
    </w:p>
    <w:p w14:paraId="4AF61224" w14:textId="77777777" w:rsidR="00185BDB" w:rsidRPr="00185BDB" w:rsidRDefault="00185BDB" w:rsidP="00185BDB">
      <w:pPr>
        <w:keepNext/>
        <w:widowControl w:val="0"/>
        <w:numPr>
          <w:ilvl w:val="0"/>
          <w:numId w:val="32"/>
        </w:numPr>
        <w:autoSpaceDE w:val="0"/>
        <w:autoSpaceDN w:val="0"/>
        <w:adjustRightInd w:val="0"/>
        <w:spacing w:after="120"/>
        <w:ind w:left="426" w:right="6" w:hanging="426"/>
        <w:jc w:val="both"/>
        <w:outlineLvl w:val="8"/>
        <w:rPr>
          <w:sz w:val="22"/>
          <w:szCs w:val="22"/>
        </w:rPr>
      </w:pPr>
      <w:r w:rsidRPr="00185BDB">
        <w:rPr>
          <w:sz w:val="22"/>
          <w:szCs w:val="22"/>
        </w:rPr>
        <w:t xml:space="preserve">Wykonawca …………………… (nazwa i adres Wykonawcy) zrealizuje następujące usługi:  ………………………………………………….… </w:t>
      </w:r>
    </w:p>
    <w:p w14:paraId="5D22C997" w14:textId="77777777" w:rsidR="00185BDB" w:rsidRPr="00185BDB" w:rsidRDefault="00185BDB" w:rsidP="00185BDB">
      <w:pPr>
        <w:keepNext/>
        <w:widowControl w:val="0"/>
        <w:numPr>
          <w:ilvl w:val="0"/>
          <w:numId w:val="32"/>
        </w:numPr>
        <w:autoSpaceDE w:val="0"/>
        <w:autoSpaceDN w:val="0"/>
        <w:adjustRightInd w:val="0"/>
        <w:spacing w:after="120"/>
        <w:ind w:left="426" w:right="6" w:hanging="426"/>
        <w:jc w:val="both"/>
        <w:outlineLvl w:val="8"/>
        <w:rPr>
          <w:sz w:val="22"/>
          <w:szCs w:val="22"/>
        </w:rPr>
      </w:pPr>
      <w:r w:rsidRPr="00185BDB">
        <w:rPr>
          <w:sz w:val="22"/>
          <w:szCs w:val="22"/>
        </w:rPr>
        <w:t xml:space="preserve">Wykonawca …………………… (nazwa i adres Wykonawcy) zrealizuje następujące usługi:  ………………………………………………….… </w:t>
      </w:r>
    </w:p>
    <w:p w14:paraId="1A9C8FE2" w14:textId="77777777" w:rsidR="00185BDB" w:rsidRPr="00185BDB" w:rsidRDefault="00185BDB" w:rsidP="00185BDB">
      <w:pPr>
        <w:keepNext/>
        <w:widowControl w:val="0"/>
        <w:autoSpaceDE w:val="0"/>
        <w:autoSpaceDN w:val="0"/>
        <w:adjustRightInd w:val="0"/>
        <w:spacing w:after="120"/>
        <w:ind w:left="425" w:right="6"/>
        <w:jc w:val="both"/>
        <w:outlineLvl w:val="8"/>
        <w:rPr>
          <w:sz w:val="22"/>
          <w:szCs w:val="22"/>
        </w:rPr>
      </w:pPr>
    </w:p>
    <w:p w14:paraId="03488568" w14:textId="77777777" w:rsidR="00185BDB" w:rsidRDefault="00185BDB" w:rsidP="00185BDB">
      <w:pPr>
        <w:keepNext/>
        <w:widowControl w:val="0"/>
        <w:autoSpaceDE w:val="0"/>
        <w:autoSpaceDN w:val="0"/>
        <w:adjustRightInd w:val="0"/>
        <w:spacing w:after="120"/>
        <w:ind w:right="6"/>
        <w:jc w:val="both"/>
        <w:outlineLvl w:val="8"/>
        <w:rPr>
          <w:sz w:val="23"/>
          <w:szCs w:val="23"/>
        </w:rPr>
      </w:pPr>
    </w:p>
    <w:p w14:paraId="247BD26F" w14:textId="77777777" w:rsidR="00F02D62" w:rsidRDefault="00F02D62" w:rsidP="00185BDB">
      <w:pPr>
        <w:keepNext/>
        <w:widowControl w:val="0"/>
        <w:autoSpaceDE w:val="0"/>
        <w:autoSpaceDN w:val="0"/>
        <w:adjustRightInd w:val="0"/>
        <w:spacing w:after="120"/>
        <w:ind w:right="6"/>
        <w:jc w:val="both"/>
        <w:outlineLvl w:val="8"/>
        <w:rPr>
          <w:sz w:val="23"/>
          <w:szCs w:val="23"/>
        </w:rPr>
      </w:pPr>
    </w:p>
    <w:p w14:paraId="107361F4" w14:textId="77777777" w:rsidR="00F02D62" w:rsidRPr="00185BDB" w:rsidRDefault="00F02D62" w:rsidP="00185BDB">
      <w:pPr>
        <w:keepNext/>
        <w:widowControl w:val="0"/>
        <w:autoSpaceDE w:val="0"/>
        <w:autoSpaceDN w:val="0"/>
        <w:adjustRightInd w:val="0"/>
        <w:spacing w:after="120"/>
        <w:ind w:right="6"/>
        <w:jc w:val="both"/>
        <w:outlineLvl w:val="8"/>
        <w:rPr>
          <w:sz w:val="23"/>
          <w:szCs w:val="23"/>
        </w:rPr>
      </w:pPr>
    </w:p>
    <w:p w14:paraId="10329205" w14:textId="77777777" w:rsidR="00185BDB" w:rsidRPr="00185BDB" w:rsidRDefault="00185BDB" w:rsidP="00185BDB">
      <w:pPr>
        <w:keepNext/>
        <w:widowControl w:val="0"/>
        <w:autoSpaceDE w:val="0"/>
        <w:autoSpaceDN w:val="0"/>
        <w:adjustRightInd w:val="0"/>
        <w:spacing w:after="120"/>
        <w:ind w:left="425" w:right="6"/>
        <w:jc w:val="both"/>
        <w:outlineLvl w:val="8"/>
        <w:rPr>
          <w:sz w:val="20"/>
        </w:rPr>
      </w:pPr>
    </w:p>
    <w:p w14:paraId="7F1875E0" w14:textId="77777777" w:rsidR="00185BDB" w:rsidRPr="00185BDB" w:rsidRDefault="00185BDB" w:rsidP="00185BDB">
      <w:pPr>
        <w:spacing w:line="276" w:lineRule="auto"/>
        <w:jc w:val="both"/>
        <w:rPr>
          <w:b/>
          <w:color w:val="FF0000"/>
          <w:sz w:val="20"/>
          <w:u w:val="single"/>
        </w:rPr>
      </w:pPr>
      <w:r w:rsidRPr="00185BDB">
        <w:rPr>
          <w:b/>
          <w:color w:val="FF0000"/>
          <w:sz w:val="20"/>
          <w:u w:val="single"/>
        </w:rPr>
        <w:t xml:space="preserve">Uwaga!!!! </w:t>
      </w:r>
    </w:p>
    <w:p w14:paraId="7CAA0AA8" w14:textId="4EE169B7" w:rsidR="0090194F" w:rsidRDefault="00185BDB" w:rsidP="00F02D62">
      <w:pPr>
        <w:spacing w:after="200" w:line="276" w:lineRule="auto"/>
        <w:jc w:val="both"/>
        <w:rPr>
          <w:b/>
          <w:color w:val="FF0000"/>
          <w:sz w:val="20"/>
        </w:rPr>
      </w:pPr>
      <w:r w:rsidRPr="00185BDB">
        <w:rPr>
          <w:b/>
          <w:color w:val="FF0000"/>
          <w:sz w:val="20"/>
        </w:rPr>
        <w:t>Dokument wymaga elektronicznego podpisu elektronicznego osób uprawnionych do reprezentacji wykonawcy a w przypadku oferty wspólnej - pełnomocnika wykonawców.</w:t>
      </w:r>
      <w:bookmarkStart w:id="8" w:name="_Załącznik_nr_11"/>
      <w:bookmarkEnd w:id="8"/>
    </w:p>
    <w:p w14:paraId="38107D38" w14:textId="77777777" w:rsidR="00783AE9" w:rsidRDefault="00783AE9" w:rsidP="00F02D62">
      <w:pPr>
        <w:spacing w:after="200" w:line="276" w:lineRule="auto"/>
        <w:jc w:val="both"/>
        <w:rPr>
          <w:b/>
          <w:color w:val="FF0000"/>
          <w:sz w:val="22"/>
          <w:szCs w:val="22"/>
        </w:rPr>
      </w:pPr>
    </w:p>
    <w:p w14:paraId="02CDCE1E" w14:textId="77777777" w:rsidR="003F6DCB" w:rsidRPr="00F02D62" w:rsidRDefault="003F6DCB" w:rsidP="00F02D62">
      <w:pPr>
        <w:spacing w:after="200" w:line="276" w:lineRule="auto"/>
        <w:jc w:val="both"/>
        <w:rPr>
          <w:b/>
          <w:color w:val="FF0000"/>
          <w:sz w:val="22"/>
          <w:szCs w:val="22"/>
        </w:rPr>
      </w:pPr>
    </w:p>
    <w:p w14:paraId="7D3BB9D6" w14:textId="11013047" w:rsidR="0090194F" w:rsidRPr="00185BDB" w:rsidRDefault="0090194F" w:rsidP="00185BDB">
      <w:pPr>
        <w:pStyle w:val="Nagwek2"/>
        <w:rPr>
          <w:sz w:val="22"/>
          <w:szCs w:val="22"/>
        </w:rPr>
      </w:pPr>
      <w:r w:rsidRPr="00AF456B">
        <w:lastRenderedPageBreak/>
        <w:t xml:space="preserve">Załącznik nr </w:t>
      </w:r>
      <w:r>
        <w:t>8</w:t>
      </w:r>
      <w:r w:rsidRPr="00AF456B">
        <w:t xml:space="preserve"> do </w:t>
      </w:r>
      <w:r w:rsidRPr="001E78BE">
        <w:rPr>
          <w:sz w:val="22"/>
          <w:szCs w:val="22"/>
        </w:rPr>
        <w:t>SWZ</w:t>
      </w:r>
      <w:r>
        <w:rPr>
          <w:sz w:val="22"/>
          <w:szCs w:val="22"/>
        </w:rPr>
        <w:t>-</w:t>
      </w:r>
      <w:r w:rsidRPr="00FC146E">
        <w:rPr>
          <w:sz w:val="22"/>
          <w:szCs w:val="22"/>
        </w:rPr>
        <w:t xml:space="preserve"> </w:t>
      </w:r>
      <w:r w:rsidRPr="007754BD">
        <w:rPr>
          <w:sz w:val="22"/>
          <w:szCs w:val="22"/>
        </w:rPr>
        <w:t>Zobowiązanie podmiotu art. 118 ust. 1</w:t>
      </w:r>
    </w:p>
    <w:p w14:paraId="3AE109E4" w14:textId="77777777" w:rsidR="0090194F" w:rsidRPr="00AF456B" w:rsidRDefault="0090194F" w:rsidP="0090194F">
      <w:pPr>
        <w:tabs>
          <w:tab w:val="left" w:pos="1455"/>
        </w:tabs>
        <w:rPr>
          <w:b/>
          <w:bCs/>
          <w:sz w:val="22"/>
        </w:rPr>
      </w:pPr>
    </w:p>
    <w:p w14:paraId="66455415" w14:textId="77777777" w:rsidR="0090194F" w:rsidRPr="009251C8" w:rsidRDefault="0090194F" w:rsidP="009251C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 w:themeFill="accent5" w:themeFillTint="33"/>
        <w:jc w:val="center"/>
        <w:rPr>
          <w:b/>
        </w:rPr>
      </w:pPr>
      <w:r w:rsidRPr="009251C8">
        <w:rPr>
          <w:b/>
        </w:rPr>
        <w:t>ZOBOWIĄZANIE PODMIOTU DO ODDANIA DO DYSPOZYCJI WYKONAWCY NIEZBĘDNYCH ZASOBÓW NA POTRZEBY REALIZACJI ZAMÓWIENIA ZGODNIE Z ART. 118 UST.1 USTAWY PZP</w:t>
      </w:r>
    </w:p>
    <w:p w14:paraId="0CB784D2" w14:textId="77777777" w:rsidR="0090194F" w:rsidRDefault="0090194F" w:rsidP="0090194F">
      <w:pPr>
        <w:tabs>
          <w:tab w:val="left" w:pos="1455"/>
        </w:tabs>
        <w:rPr>
          <w:b/>
          <w:bCs/>
          <w:sz w:val="22"/>
        </w:rPr>
      </w:pPr>
    </w:p>
    <w:p w14:paraId="776F21EF" w14:textId="77777777" w:rsidR="0090194F" w:rsidRPr="00FC146E" w:rsidRDefault="0090194F" w:rsidP="0090194F">
      <w:pPr>
        <w:spacing w:line="276" w:lineRule="auto"/>
        <w:rPr>
          <w:sz w:val="22"/>
          <w:szCs w:val="22"/>
          <w:u w:val="single"/>
        </w:rPr>
      </w:pPr>
      <w:r w:rsidRPr="00FC146E">
        <w:rPr>
          <w:sz w:val="22"/>
          <w:szCs w:val="22"/>
          <w:u w:val="single"/>
        </w:rPr>
        <w:t>Wypełnia podmiot udostępniający zasoby</w:t>
      </w:r>
    </w:p>
    <w:p w14:paraId="7D75D01F" w14:textId="77777777" w:rsidR="0090194F" w:rsidRPr="00FC146E" w:rsidRDefault="0090194F" w:rsidP="0090194F">
      <w:pPr>
        <w:spacing w:before="120"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Nazwa podmiotu:</w:t>
      </w:r>
      <w:r w:rsidRPr="00FC146E">
        <w:rPr>
          <w:sz w:val="22"/>
          <w:szCs w:val="22"/>
        </w:rPr>
        <w:tab/>
        <w:t>…………………………………………………………………………..</w:t>
      </w:r>
    </w:p>
    <w:p w14:paraId="2BBE30AC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Adres podmiotu:</w:t>
      </w:r>
      <w:r w:rsidRPr="00FC146E">
        <w:rPr>
          <w:sz w:val="22"/>
          <w:szCs w:val="22"/>
        </w:rPr>
        <w:tab/>
        <w:t>…………………………………………………………………………..</w:t>
      </w:r>
    </w:p>
    <w:p w14:paraId="3A5DF041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Ja (My) niżej podpisany (ni) ……………..……………………………………………………..</w:t>
      </w:r>
    </w:p>
    <w:p w14:paraId="40D6C92D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oświadczam(y), że w postępowaniu o udzielenie zamówienia publicznego:</w:t>
      </w:r>
    </w:p>
    <w:p w14:paraId="0AF09BD7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</w:p>
    <w:p w14:paraId="4B974E70" w14:textId="04FC0B03" w:rsidR="0090194F" w:rsidRPr="00FC146E" w:rsidRDefault="008877C3" w:rsidP="0090194F">
      <w:pPr>
        <w:spacing w:line="276" w:lineRule="auto"/>
        <w:ind w:right="-79"/>
        <w:jc w:val="both"/>
        <w:rPr>
          <w:b/>
          <w:bCs/>
          <w:i/>
          <w:iCs/>
          <w:sz w:val="22"/>
          <w:szCs w:val="22"/>
        </w:rPr>
      </w:pPr>
      <w:r w:rsidRPr="008877C3">
        <w:rPr>
          <w:b/>
          <w:bCs/>
          <w:i/>
          <w:iCs/>
          <w:sz w:val="22"/>
          <w:szCs w:val="22"/>
        </w:rPr>
        <w:t>Usługa stałego utrzymania czystości w budynkach Komendy Głównej OHP wraz z przyległym terenem zewnętrznym</w:t>
      </w:r>
    </w:p>
    <w:p w14:paraId="06A8F589" w14:textId="77777777" w:rsidR="0090194F" w:rsidRPr="00FC146E" w:rsidRDefault="0090194F" w:rsidP="0090194F">
      <w:pPr>
        <w:spacing w:line="276" w:lineRule="auto"/>
        <w:ind w:right="-79"/>
        <w:jc w:val="both"/>
        <w:rPr>
          <w:sz w:val="22"/>
          <w:szCs w:val="22"/>
        </w:rPr>
      </w:pPr>
      <w:r w:rsidRPr="00FC146E">
        <w:rPr>
          <w:sz w:val="22"/>
          <w:szCs w:val="22"/>
        </w:rPr>
        <w:t xml:space="preserve">prowadzonego przez Komendę Główną Ochotniczych Hufców Pracy z siedzibą w Warszawie, zobowiązuję (zobowiązujemy) się do oddania do dyspozycji Wykonawcy: </w:t>
      </w:r>
    </w:p>
    <w:p w14:paraId="1AE029E4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……………………………………………………………………………………………………</w:t>
      </w:r>
    </w:p>
    <w:p w14:paraId="24B3CE3F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……………………………………………………………………………………………………</w:t>
      </w:r>
    </w:p>
    <w:p w14:paraId="20FC0621" w14:textId="77777777" w:rsidR="0090194F" w:rsidRPr="00FC146E" w:rsidRDefault="0090194F" w:rsidP="0090194F">
      <w:pPr>
        <w:spacing w:line="276" w:lineRule="auto"/>
        <w:ind w:right="-79"/>
        <w:rPr>
          <w:i/>
          <w:sz w:val="22"/>
          <w:szCs w:val="22"/>
        </w:rPr>
      </w:pPr>
      <w:r w:rsidRPr="00FC146E">
        <w:rPr>
          <w:i/>
          <w:sz w:val="22"/>
          <w:szCs w:val="22"/>
        </w:rPr>
        <w:t xml:space="preserve">(pełna nazwa Wykonawcy i adres/siedziba Wykonawcy) </w:t>
      </w:r>
    </w:p>
    <w:p w14:paraId="7F83DF26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</w:p>
    <w:p w14:paraId="0114B9BB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niezbędnych zasobów na potrzeby realizacji zamówienia zdolności technicznej w zakresie:</w:t>
      </w:r>
    </w:p>
    <w:p w14:paraId="1325F767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………………………………………………………………………………………………</w:t>
      </w:r>
    </w:p>
    <w:p w14:paraId="3290F44D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………………………………………………………………………………………………</w:t>
      </w:r>
    </w:p>
    <w:p w14:paraId="7DF8F0B1" w14:textId="77777777" w:rsidR="0090194F" w:rsidRPr="00FC146E" w:rsidRDefault="0090194F" w:rsidP="0090194F">
      <w:pPr>
        <w:spacing w:line="276" w:lineRule="auto"/>
        <w:ind w:right="-79"/>
        <w:rPr>
          <w:i/>
          <w:sz w:val="22"/>
          <w:szCs w:val="22"/>
        </w:rPr>
      </w:pPr>
      <w:r w:rsidRPr="00FC146E">
        <w:rPr>
          <w:i/>
          <w:sz w:val="22"/>
          <w:szCs w:val="22"/>
        </w:rPr>
        <w:t xml:space="preserve">(opis zakresu zasobów oddanych do dyspozycji Wykonawcy) </w:t>
      </w:r>
    </w:p>
    <w:p w14:paraId="5236C021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w tym w szczególności:</w:t>
      </w:r>
    </w:p>
    <w:p w14:paraId="1975A3F5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- do świadczenia usługi podwykonawstwa w zakresie realizacji części zamówienia *)</w:t>
      </w:r>
    </w:p>
    <w:p w14:paraId="511FAC0B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………………………………………………………………………………………………</w:t>
      </w:r>
    </w:p>
    <w:p w14:paraId="47180B1F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………………………………………………………………………………………………</w:t>
      </w:r>
    </w:p>
    <w:p w14:paraId="006F7809" w14:textId="77777777" w:rsidR="0090194F" w:rsidRPr="00FC146E" w:rsidRDefault="0090194F" w:rsidP="0090194F">
      <w:pPr>
        <w:spacing w:line="276" w:lineRule="auto"/>
        <w:ind w:right="-79"/>
        <w:rPr>
          <w:i/>
          <w:sz w:val="22"/>
          <w:szCs w:val="22"/>
        </w:rPr>
      </w:pPr>
      <w:r w:rsidRPr="00FC146E">
        <w:rPr>
          <w:i/>
          <w:sz w:val="22"/>
          <w:szCs w:val="22"/>
        </w:rPr>
        <w:t xml:space="preserve">(opis części zamówienia wykonywanej przez podmiot) </w:t>
      </w:r>
    </w:p>
    <w:p w14:paraId="4F5CA798" w14:textId="77777777" w:rsidR="0090194F" w:rsidRPr="00FC146E" w:rsidRDefault="0090194F" w:rsidP="0090194F">
      <w:pPr>
        <w:spacing w:line="276" w:lineRule="auto"/>
        <w:ind w:right="-79"/>
        <w:rPr>
          <w:i/>
          <w:sz w:val="22"/>
          <w:szCs w:val="22"/>
        </w:rPr>
      </w:pPr>
    </w:p>
    <w:p w14:paraId="30964026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- do oddania do wykorzystania zasobów przez wykonawcę, przy wykonywaniu zamówienia publicznego w następujący sposób (poza podwykonawstwem) *)</w:t>
      </w:r>
    </w:p>
    <w:p w14:paraId="0F27AD27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………………………………………………………………………………………………</w:t>
      </w:r>
    </w:p>
    <w:p w14:paraId="002A5F41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………………………………………………………………………………………………</w:t>
      </w:r>
    </w:p>
    <w:p w14:paraId="7494E8EC" w14:textId="77777777" w:rsidR="0090194F" w:rsidRPr="00FC146E" w:rsidRDefault="0090194F" w:rsidP="0090194F">
      <w:pPr>
        <w:spacing w:line="276" w:lineRule="auto"/>
        <w:ind w:right="-79"/>
        <w:rPr>
          <w:i/>
          <w:sz w:val="22"/>
          <w:szCs w:val="22"/>
        </w:rPr>
      </w:pPr>
      <w:r w:rsidRPr="00FC146E">
        <w:rPr>
          <w:i/>
          <w:sz w:val="22"/>
          <w:szCs w:val="22"/>
        </w:rPr>
        <w:t>(opis sposobu wykorzystania zasobów oddanych do dyspozycji Wykonawcy)</w:t>
      </w:r>
    </w:p>
    <w:p w14:paraId="0FB89B4D" w14:textId="77777777" w:rsidR="0090194F" w:rsidRPr="00FC146E" w:rsidRDefault="0090194F" w:rsidP="0090194F">
      <w:pPr>
        <w:spacing w:line="276" w:lineRule="auto"/>
        <w:ind w:right="-79"/>
        <w:rPr>
          <w:i/>
          <w:sz w:val="22"/>
          <w:szCs w:val="22"/>
        </w:rPr>
      </w:pPr>
      <w:r w:rsidRPr="00FC146E">
        <w:rPr>
          <w:i/>
          <w:sz w:val="22"/>
          <w:szCs w:val="22"/>
        </w:rPr>
        <w:t xml:space="preserve"> </w:t>
      </w:r>
    </w:p>
    <w:p w14:paraId="382A9AB0" w14:textId="77777777" w:rsidR="0090194F" w:rsidRPr="00FC146E" w:rsidRDefault="0090194F" w:rsidP="0090194F">
      <w:pPr>
        <w:spacing w:line="276" w:lineRule="auto"/>
        <w:ind w:right="-79"/>
        <w:rPr>
          <w:sz w:val="22"/>
          <w:szCs w:val="22"/>
        </w:rPr>
      </w:pPr>
      <w:r w:rsidRPr="00FC146E">
        <w:rPr>
          <w:sz w:val="22"/>
          <w:szCs w:val="22"/>
        </w:rPr>
        <w:t>w całym okresie realizacji zamówienia / w okresie …………………. realizacji zamówienia *).</w:t>
      </w:r>
    </w:p>
    <w:p w14:paraId="39FD5165" w14:textId="7E82B7AF" w:rsidR="0090194F" w:rsidRDefault="0090194F" w:rsidP="0090194F">
      <w:pPr>
        <w:spacing w:line="276" w:lineRule="auto"/>
        <w:ind w:right="-77"/>
        <w:rPr>
          <w:i/>
          <w:sz w:val="22"/>
          <w:szCs w:val="22"/>
        </w:rPr>
      </w:pPr>
      <w:r w:rsidRPr="00FC146E">
        <w:rPr>
          <w:i/>
          <w:sz w:val="22"/>
          <w:szCs w:val="22"/>
          <w:u w:val="single" w:color="000000"/>
        </w:rPr>
        <w:t>*) niepotrzebne skreślić.</w:t>
      </w:r>
      <w:r w:rsidRPr="00FC146E">
        <w:rPr>
          <w:i/>
          <w:sz w:val="22"/>
          <w:szCs w:val="22"/>
        </w:rPr>
        <w:t xml:space="preserve"> </w:t>
      </w:r>
    </w:p>
    <w:p w14:paraId="17513BAD" w14:textId="77777777" w:rsidR="009251C8" w:rsidRPr="00FC146E" w:rsidRDefault="009251C8" w:rsidP="0090194F">
      <w:pPr>
        <w:spacing w:line="276" w:lineRule="auto"/>
        <w:ind w:right="-77"/>
        <w:rPr>
          <w:i/>
          <w:sz w:val="22"/>
          <w:szCs w:val="22"/>
        </w:rPr>
      </w:pPr>
    </w:p>
    <w:p w14:paraId="14D315B2" w14:textId="226B1758" w:rsidR="0090194F" w:rsidRPr="009251C8" w:rsidRDefault="0090194F" w:rsidP="009251C8">
      <w:pPr>
        <w:jc w:val="both"/>
        <w:rPr>
          <w:szCs w:val="24"/>
        </w:rPr>
      </w:pPr>
      <w:r w:rsidRPr="00FC146E">
        <w:rPr>
          <w:b/>
          <w:color w:val="FF0000"/>
          <w:sz w:val="22"/>
          <w:szCs w:val="22"/>
          <w:u w:val="single"/>
        </w:rPr>
        <w:t>Uwaga!!!!</w:t>
      </w:r>
      <w:r w:rsidRPr="00C216CD">
        <w:rPr>
          <w:b/>
          <w:color w:val="FF0000"/>
          <w:sz w:val="22"/>
          <w:szCs w:val="22"/>
        </w:rPr>
        <w:t xml:space="preserve">  </w:t>
      </w:r>
      <w:r w:rsidRPr="00FC146E">
        <w:rPr>
          <w:b/>
          <w:color w:val="FF0000"/>
          <w:sz w:val="22"/>
          <w:szCs w:val="22"/>
        </w:rPr>
        <w:t>Dokument wymaga elektronicznego podpisu elektronicznego osób uprawnionych do reprezentacji wykonawcy a w przypadku oferty wspólnej - pełnomocnika wykonawców</w:t>
      </w:r>
    </w:p>
    <w:p w14:paraId="00F417B3" w14:textId="77777777" w:rsidR="0090194F" w:rsidRDefault="0090194F" w:rsidP="0090194F">
      <w:pPr>
        <w:tabs>
          <w:tab w:val="left" w:pos="1455"/>
        </w:tabs>
        <w:rPr>
          <w:b/>
          <w:bCs/>
          <w:sz w:val="22"/>
        </w:rPr>
      </w:pPr>
    </w:p>
    <w:p w14:paraId="167FEE4D" w14:textId="58E9F6A2" w:rsidR="00185BDB" w:rsidRPr="00AF456B" w:rsidRDefault="00185BDB" w:rsidP="00185BDB">
      <w:pPr>
        <w:pStyle w:val="Nagwek2"/>
        <w:rPr>
          <w:b w:val="0"/>
        </w:rPr>
      </w:pPr>
      <w:r w:rsidRPr="00AF456B">
        <w:t xml:space="preserve">Załącznik nr </w:t>
      </w:r>
      <w:r w:rsidR="003F6DCB">
        <w:t>9</w:t>
      </w:r>
      <w:r w:rsidRPr="00AF456B">
        <w:t xml:space="preserve"> do SWZ</w:t>
      </w:r>
      <w:r>
        <w:t xml:space="preserve"> – Wykaz usług</w:t>
      </w:r>
    </w:p>
    <w:p w14:paraId="44E5B519" w14:textId="77777777" w:rsidR="00185BDB" w:rsidRDefault="00185BDB" w:rsidP="00185BDB">
      <w:pPr>
        <w:tabs>
          <w:tab w:val="left" w:pos="1455"/>
        </w:tabs>
        <w:rPr>
          <w:b/>
          <w:bCs/>
          <w:i/>
          <w:sz w:val="22"/>
        </w:rPr>
      </w:pPr>
    </w:p>
    <w:p w14:paraId="3B61519B" w14:textId="5CCC7225" w:rsidR="00185BDB" w:rsidRPr="009E0D22" w:rsidRDefault="00185BDB" w:rsidP="00185BDB">
      <w:pPr>
        <w:tabs>
          <w:tab w:val="left" w:pos="1455"/>
        </w:tabs>
        <w:rPr>
          <w:b/>
          <w:bCs/>
          <w:i/>
          <w:sz w:val="22"/>
        </w:rPr>
      </w:pPr>
      <w:r w:rsidRPr="009E0D22">
        <w:rPr>
          <w:b/>
          <w:bCs/>
          <w:i/>
          <w:sz w:val="22"/>
        </w:rPr>
        <w:t xml:space="preserve">Nazwa </w:t>
      </w:r>
      <w:r w:rsidR="003F6DCB">
        <w:rPr>
          <w:b/>
          <w:bCs/>
          <w:i/>
          <w:sz w:val="22"/>
        </w:rPr>
        <w:t>Wykonawcy</w:t>
      </w:r>
      <w:r w:rsidRPr="009E0D22">
        <w:rPr>
          <w:b/>
          <w:bCs/>
          <w:i/>
          <w:sz w:val="22"/>
        </w:rPr>
        <w:t>: ……………………</w:t>
      </w:r>
    </w:p>
    <w:p w14:paraId="2CABBB91" w14:textId="22A45B73" w:rsidR="009251C8" w:rsidRDefault="00185BDB" w:rsidP="009251C8">
      <w:pPr>
        <w:tabs>
          <w:tab w:val="left" w:pos="1455"/>
        </w:tabs>
        <w:rPr>
          <w:b/>
          <w:bCs/>
          <w:i/>
          <w:sz w:val="22"/>
        </w:rPr>
      </w:pPr>
      <w:r w:rsidRPr="009E0D22">
        <w:rPr>
          <w:b/>
          <w:bCs/>
          <w:i/>
          <w:sz w:val="22"/>
        </w:rPr>
        <w:t>Adres firmy: …………………….</w:t>
      </w:r>
    </w:p>
    <w:p w14:paraId="56B06984" w14:textId="77777777" w:rsidR="009251C8" w:rsidRDefault="009251C8" w:rsidP="009251C8">
      <w:pPr>
        <w:tabs>
          <w:tab w:val="left" w:pos="1455"/>
        </w:tabs>
        <w:rPr>
          <w:b/>
          <w:bCs/>
          <w:i/>
          <w:sz w:val="22"/>
        </w:rPr>
      </w:pPr>
    </w:p>
    <w:p w14:paraId="750C847B" w14:textId="22326F1D" w:rsidR="009251C8" w:rsidRPr="009251C8" w:rsidRDefault="00185BDB" w:rsidP="009251C8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 w:themeFill="accent5" w:themeFillTint="33"/>
        <w:spacing w:before="240" w:after="240" w:line="360" w:lineRule="auto"/>
        <w:jc w:val="center"/>
        <w:rPr>
          <w:b/>
        </w:rPr>
      </w:pPr>
      <w:r w:rsidRPr="009251C8">
        <w:rPr>
          <w:b/>
        </w:rPr>
        <w:t>WYKAZ USŁUG</w:t>
      </w:r>
    </w:p>
    <w:p w14:paraId="39BF4A69" w14:textId="77777777" w:rsidR="00185BDB" w:rsidRPr="00AF456B" w:rsidRDefault="00185BDB" w:rsidP="00185BDB">
      <w:pPr>
        <w:tabs>
          <w:tab w:val="left" w:pos="1455"/>
        </w:tabs>
        <w:rPr>
          <w:b/>
          <w:bCs/>
          <w:sz w:val="22"/>
        </w:rPr>
      </w:pPr>
    </w:p>
    <w:p w14:paraId="7B013F25" w14:textId="6B22875B" w:rsidR="00185BDB" w:rsidRDefault="00185BDB" w:rsidP="00185BDB">
      <w:pPr>
        <w:rPr>
          <w:b/>
          <w:bCs/>
          <w:sz w:val="22"/>
          <w:szCs w:val="22"/>
        </w:rPr>
      </w:pPr>
      <w:r w:rsidRPr="00AF456B">
        <w:rPr>
          <w:sz w:val="22"/>
          <w:szCs w:val="22"/>
        </w:rPr>
        <w:t>dotyczy: postępowania na:</w:t>
      </w:r>
      <w:r w:rsidRPr="009E0D22">
        <w:rPr>
          <w:sz w:val="22"/>
          <w:szCs w:val="22"/>
        </w:rPr>
        <w:t xml:space="preserve"> </w:t>
      </w:r>
      <w:r w:rsidR="008877C3" w:rsidRPr="008877C3">
        <w:rPr>
          <w:b/>
          <w:bCs/>
          <w:sz w:val="22"/>
          <w:szCs w:val="22"/>
        </w:rPr>
        <w:t>Usługa stałego utrzymania czystości w budynkach Komendy Głównej OHP wraz z przyległym terenem zewnętrznym</w:t>
      </w:r>
    </w:p>
    <w:p w14:paraId="38AC80E7" w14:textId="77777777" w:rsidR="008877C3" w:rsidRPr="009E0D22" w:rsidRDefault="008877C3" w:rsidP="00185BDB">
      <w:pPr>
        <w:rPr>
          <w:b/>
          <w:bCs/>
          <w:sz w:val="22"/>
          <w:szCs w:val="22"/>
        </w:rPr>
      </w:pPr>
    </w:p>
    <w:p w14:paraId="79E06773" w14:textId="0ABEECA8" w:rsidR="00185BDB" w:rsidRPr="00AF456B" w:rsidRDefault="00185BDB" w:rsidP="00185BDB">
      <w:pPr>
        <w:rPr>
          <w:sz w:val="22"/>
          <w:szCs w:val="22"/>
        </w:rPr>
      </w:pPr>
      <w:r w:rsidRPr="00AF456B">
        <w:rPr>
          <w:sz w:val="22"/>
          <w:szCs w:val="22"/>
        </w:rPr>
        <w:t>Zgodnie z rozdziałem X</w:t>
      </w:r>
      <w:r w:rsidR="00A05A0F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Pr="00AF456B">
        <w:rPr>
          <w:sz w:val="22"/>
          <w:szCs w:val="22"/>
        </w:rPr>
        <w:t xml:space="preserve">pkt </w:t>
      </w:r>
      <w:r>
        <w:rPr>
          <w:sz w:val="22"/>
          <w:szCs w:val="22"/>
        </w:rPr>
        <w:t>2 ppkt 4)</w:t>
      </w:r>
      <w:r w:rsidRPr="00AF456B">
        <w:rPr>
          <w:sz w:val="22"/>
          <w:szCs w:val="22"/>
        </w:rPr>
        <w:t xml:space="preserve"> SWZ oświadczamy, że wykonaliśmy w okresie ostatnich 3 lat przed upływem terminu składania ofert, a jeżeli okres prowadzenia działalności jest krótszy – w tym okresie, następujące usługi, na potwierdzenie spełnienia warunku udziału w postępowaniu:</w:t>
      </w:r>
    </w:p>
    <w:p w14:paraId="30ED8E1B" w14:textId="77777777" w:rsidR="00185BDB" w:rsidRPr="00AF456B" w:rsidRDefault="00185BDB" w:rsidP="00185BDB">
      <w:pPr>
        <w:rPr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1"/>
        <w:gridCol w:w="1276"/>
        <w:gridCol w:w="2552"/>
        <w:gridCol w:w="2126"/>
      </w:tblGrid>
      <w:tr w:rsidR="00185BDB" w:rsidRPr="00AF456B" w14:paraId="001DA051" w14:textId="77777777" w:rsidTr="00382353">
        <w:tc>
          <w:tcPr>
            <w:tcW w:w="9351" w:type="dxa"/>
            <w:gridSpan w:val="5"/>
            <w:shd w:val="clear" w:color="auto" w:fill="DEEAF6" w:themeFill="accent1" w:themeFillTint="33"/>
            <w:vAlign w:val="center"/>
          </w:tcPr>
          <w:p w14:paraId="247167DE" w14:textId="77777777" w:rsidR="00185BDB" w:rsidRPr="00AF456B" w:rsidRDefault="00185BDB" w:rsidP="00382353">
            <w:pPr>
              <w:pStyle w:val="Standard"/>
              <w:autoSpaceDN w:val="0"/>
              <w:spacing w:before="120" w:line="276" w:lineRule="auto"/>
              <w:jc w:val="both"/>
              <w:rPr>
                <w:sz w:val="16"/>
                <w:szCs w:val="22"/>
              </w:rPr>
            </w:pPr>
            <w:r w:rsidRPr="00AF456B">
              <w:rPr>
                <w:sz w:val="16"/>
                <w:szCs w:val="22"/>
              </w:rPr>
              <w:t>Poniżej przedstawiamy:</w:t>
            </w:r>
          </w:p>
          <w:p w14:paraId="2DAA831F" w14:textId="77777777" w:rsidR="00185BDB" w:rsidRPr="00AF456B" w:rsidRDefault="00185BDB" w:rsidP="00382353">
            <w:pPr>
              <w:pStyle w:val="Standard"/>
              <w:autoSpaceDN w:val="0"/>
              <w:spacing w:before="120" w:line="276" w:lineRule="auto"/>
              <w:jc w:val="both"/>
              <w:rPr>
                <w:sz w:val="16"/>
                <w:szCs w:val="22"/>
              </w:rPr>
            </w:pPr>
            <w:r w:rsidRPr="00AF456B">
              <w:rPr>
                <w:sz w:val="16"/>
                <w:szCs w:val="22"/>
              </w:rPr>
              <w:t>- co najmniej dwa zamówienia polegające na wykonaniu usługi sprzątania obiektów przez okres 12 miesięcy, każda o wartości 300.000,00 zł, lub jedna o wartości co najmniej 600 000,00 zł</w:t>
            </w:r>
          </w:p>
          <w:p w14:paraId="0174FD14" w14:textId="77777777" w:rsidR="00185BDB" w:rsidRPr="00AF456B" w:rsidRDefault="00185BDB" w:rsidP="00382353">
            <w:pPr>
              <w:rPr>
                <w:b/>
                <w:sz w:val="18"/>
              </w:rPr>
            </w:pPr>
          </w:p>
        </w:tc>
      </w:tr>
      <w:tr w:rsidR="00185BDB" w:rsidRPr="00AF456B" w14:paraId="5B513014" w14:textId="77777777" w:rsidTr="00382353">
        <w:tc>
          <w:tcPr>
            <w:tcW w:w="496" w:type="dxa"/>
            <w:shd w:val="clear" w:color="auto" w:fill="DEEAF6" w:themeFill="accent1" w:themeFillTint="33"/>
            <w:vAlign w:val="center"/>
          </w:tcPr>
          <w:p w14:paraId="0B9BF1D0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AF456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901" w:type="dxa"/>
            <w:shd w:val="clear" w:color="auto" w:fill="DEEAF6" w:themeFill="accent1" w:themeFillTint="33"/>
            <w:vAlign w:val="center"/>
          </w:tcPr>
          <w:p w14:paraId="789861E1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AF456B">
              <w:rPr>
                <w:b/>
                <w:sz w:val="18"/>
                <w:szCs w:val="18"/>
              </w:rPr>
              <w:t>Przedmiot usług wraz ze wskazaniem ich wartości brutto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08EFFAB7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AF456B">
              <w:rPr>
                <w:b/>
                <w:sz w:val="18"/>
                <w:szCs w:val="18"/>
              </w:rPr>
              <w:t>Daty wykonania</w:t>
            </w:r>
          </w:p>
          <w:p w14:paraId="7971E943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AF456B">
              <w:rPr>
                <w:b/>
                <w:sz w:val="18"/>
                <w:szCs w:val="18"/>
              </w:rPr>
              <w:t>(od – do)</w:t>
            </w:r>
          </w:p>
          <w:p w14:paraId="220EA4AE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AF456B">
              <w:rPr>
                <w:b/>
                <w:sz w:val="18"/>
                <w:szCs w:val="18"/>
              </w:rPr>
              <w:t>(dd.mm.rrrr.)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26D06C12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AF456B">
              <w:rPr>
                <w:b/>
                <w:sz w:val="18"/>
                <w:szCs w:val="18"/>
              </w:rPr>
              <w:t xml:space="preserve">Podmiot, na rzecz którego usługa została wykonana </w:t>
            </w:r>
          </w:p>
          <w:p w14:paraId="24CEC59C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AF456B">
              <w:rPr>
                <w:b/>
                <w:sz w:val="18"/>
                <w:szCs w:val="18"/>
              </w:rPr>
              <w:t>(nazwa odbiorcy, adres, telefon)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2B7FA7B2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AF456B">
              <w:rPr>
                <w:b/>
                <w:sz w:val="18"/>
              </w:rPr>
              <w:t>Zasoby udostępnione przez podmiot trzeci</w:t>
            </w:r>
            <w:r w:rsidRPr="00AF456B">
              <w:rPr>
                <w:b/>
                <w:sz w:val="18"/>
                <w:szCs w:val="18"/>
              </w:rPr>
              <w:t xml:space="preserve"> (właściwe zaznaczyć „x”)</w:t>
            </w:r>
          </w:p>
        </w:tc>
      </w:tr>
      <w:tr w:rsidR="00185BDB" w:rsidRPr="00AF456B" w14:paraId="3D363673" w14:textId="77777777" w:rsidTr="00382353">
        <w:trPr>
          <w:trHeight w:val="548"/>
        </w:trPr>
        <w:tc>
          <w:tcPr>
            <w:tcW w:w="496" w:type="dxa"/>
            <w:vAlign w:val="center"/>
          </w:tcPr>
          <w:p w14:paraId="54AE55FE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</w:p>
          <w:p w14:paraId="3F25CC3D" w14:textId="77777777" w:rsidR="00185BDB" w:rsidRPr="00AF456B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901" w:type="dxa"/>
          </w:tcPr>
          <w:p w14:paraId="28190745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14:paraId="6338A400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  <w:tc>
          <w:tcPr>
            <w:tcW w:w="2552" w:type="dxa"/>
          </w:tcPr>
          <w:p w14:paraId="0EF88E36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  <w:tc>
          <w:tcPr>
            <w:tcW w:w="2126" w:type="dxa"/>
          </w:tcPr>
          <w:p w14:paraId="70746AE8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</w:tr>
      <w:tr w:rsidR="00185BDB" w:rsidRPr="00AF456B" w14:paraId="12DE4C36" w14:textId="77777777" w:rsidTr="00382353">
        <w:trPr>
          <w:trHeight w:val="548"/>
        </w:trPr>
        <w:tc>
          <w:tcPr>
            <w:tcW w:w="496" w:type="dxa"/>
            <w:vAlign w:val="center"/>
          </w:tcPr>
          <w:p w14:paraId="63D3B078" w14:textId="77777777" w:rsidR="00185BDB" w:rsidRPr="00DF19AF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DF19A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901" w:type="dxa"/>
          </w:tcPr>
          <w:p w14:paraId="4B25CB80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14:paraId="03FCDA86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  <w:tc>
          <w:tcPr>
            <w:tcW w:w="2552" w:type="dxa"/>
          </w:tcPr>
          <w:p w14:paraId="1658052C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  <w:tc>
          <w:tcPr>
            <w:tcW w:w="2126" w:type="dxa"/>
          </w:tcPr>
          <w:p w14:paraId="49CB2F31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</w:tr>
      <w:tr w:rsidR="00185BDB" w:rsidRPr="00AF456B" w14:paraId="0A496C45" w14:textId="77777777" w:rsidTr="00382353">
        <w:trPr>
          <w:trHeight w:val="538"/>
        </w:trPr>
        <w:tc>
          <w:tcPr>
            <w:tcW w:w="496" w:type="dxa"/>
            <w:vAlign w:val="center"/>
          </w:tcPr>
          <w:p w14:paraId="751E6C2F" w14:textId="77777777" w:rsidR="00185BDB" w:rsidRPr="00DF19AF" w:rsidRDefault="00185BDB" w:rsidP="00382353">
            <w:pPr>
              <w:jc w:val="center"/>
              <w:rPr>
                <w:b/>
                <w:sz w:val="18"/>
                <w:szCs w:val="18"/>
              </w:rPr>
            </w:pPr>
            <w:r w:rsidRPr="00DF19AF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901" w:type="dxa"/>
          </w:tcPr>
          <w:p w14:paraId="2B294C99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  <w:tc>
          <w:tcPr>
            <w:tcW w:w="1276" w:type="dxa"/>
          </w:tcPr>
          <w:p w14:paraId="6A6C576E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  <w:tc>
          <w:tcPr>
            <w:tcW w:w="2552" w:type="dxa"/>
          </w:tcPr>
          <w:p w14:paraId="59630C99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  <w:tc>
          <w:tcPr>
            <w:tcW w:w="2126" w:type="dxa"/>
          </w:tcPr>
          <w:p w14:paraId="47E72A2A" w14:textId="77777777" w:rsidR="00185BDB" w:rsidRPr="00AF456B" w:rsidRDefault="00185BDB" w:rsidP="00382353">
            <w:pPr>
              <w:jc w:val="center"/>
              <w:rPr>
                <w:u w:val="single"/>
              </w:rPr>
            </w:pPr>
          </w:p>
        </w:tc>
      </w:tr>
    </w:tbl>
    <w:p w14:paraId="3DCB52D5" w14:textId="77777777" w:rsidR="00185BDB" w:rsidRPr="00AF456B" w:rsidRDefault="00185BDB" w:rsidP="00185BDB">
      <w:pPr>
        <w:jc w:val="center"/>
        <w:rPr>
          <w:b/>
          <w:u w:val="single"/>
        </w:rPr>
      </w:pPr>
    </w:p>
    <w:p w14:paraId="3C357EF6" w14:textId="77777777" w:rsidR="00185BDB" w:rsidRPr="00AF456B" w:rsidRDefault="00185BDB" w:rsidP="00185BDB">
      <w:pPr>
        <w:rPr>
          <w:sz w:val="22"/>
          <w:szCs w:val="22"/>
        </w:rPr>
      </w:pPr>
      <w:r w:rsidRPr="00AF456B">
        <w:rPr>
          <w:sz w:val="22"/>
          <w:szCs w:val="22"/>
        </w:rPr>
        <w:t>Do niniejszego wykazu dołączamy następujące dokumenty potwierdzające należyte wykonanie wyszczególnionych w powyższej tabeli:</w:t>
      </w:r>
    </w:p>
    <w:p w14:paraId="6B546514" w14:textId="77777777" w:rsidR="00185BDB" w:rsidRPr="00AF456B" w:rsidRDefault="00185BDB" w:rsidP="00185BDB">
      <w:pPr>
        <w:pStyle w:val="Akapitzlist"/>
        <w:numPr>
          <w:ilvl w:val="1"/>
          <w:numId w:val="21"/>
        </w:numPr>
        <w:tabs>
          <w:tab w:val="clear" w:pos="1440"/>
          <w:tab w:val="num" w:pos="567"/>
        </w:tabs>
        <w:ind w:hanging="1440"/>
        <w:contextualSpacing w:val="0"/>
        <w:jc w:val="both"/>
        <w:rPr>
          <w:sz w:val="22"/>
          <w:szCs w:val="22"/>
        </w:rPr>
      </w:pPr>
      <w:r w:rsidRPr="00AF456B">
        <w:rPr>
          <w:sz w:val="22"/>
          <w:szCs w:val="22"/>
        </w:rPr>
        <w:t>_____________________________</w:t>
      </w:r>
    </w:p>
    <w:p w14:paraId="1FB69592" w14:textId="77777777" w:rsidR="00185BDB" w:rsidRDefault="00185BDB" w:rsidP="00185BDB">
      <w:pPr>
        <w:pStyle w:val="Akapitzlist"/>
        <w:numPr>
          <w:ilvl w:val="1"/>
          <w:numId w:val="21"/>
        </w:numPr>
        <w:tabs>
          <w:tab w:val="clear" w:pos="1440"/>
          <w:tab w:val="num" w:pos="567"/>
        </w:tabs>
        <w:ind w:hanging="1440"/>
        <w:contextualSpacing w:val="0"/>
        <w:jc w:val="both"/>
        <w:rPr>
          <w:sz w:val="22"/>
          <w:szCs w:val="22"/>
        </w:rPr>
      </w:pPr>
      <w:r w:rsidRPr="00AF456B">
        <w:rPr>
          <w:sz w:val="22"/>
          <w:szCs w:val="22"/>
        </w:rPr>
        <w:t>_____________________________</w:t>
      </w:r>
    </w:p>
    <w:p w14:paraId="3A94CBB2" w14:textId="77777777" w:rsidR="00185BDB" w:rsidRPr="00DF19AF" w:rsidRDefault="00185BDB" w:rsidP="00185BDB">
      <w:pPr>
        <w:pStyle w:val="Akapitzlist"/>
        <w:numPr>
          <w:ilvl w:val="1"/>
          <w:numId w:val="21"/>
        </w:numPr>
        <w:tabs>
          <w:tab w:val="clear" w:pos="1440"/>
          <w:tab w:val="num" w:pos="567"/>
        </w:tabs>
        <w:ind w:hanging="144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14:paraId="79573457" w14:textId="77777777" w:rsidR="00185BDB" w:rsidRPr="00DF19AF" w:rsidRDefault="00185BDB" w:rsidP="00185BDB">
      <w:pPr>
        <w:spacing w:line="276" w:lineRule="auto"/>
        <w:jc w:val="both"/>
        <w:rPr>
          <w:b/>
          <w:color w:val="FF0000"/>
          <w:sz w:val="20"/>
          <w:u w:val="single"/>
        </w:rPr>
      </w:pPr>
    </w:p>
    <w:p w14:paraId="3061C58B" w14:textId="77777777" w:rsidR="00F02D62" w:rsidRDefault="00F02D62" w:rsidP="00185BDB">
      <w:pPr>
        <w:spacing w:line="276" w:lineRule="auto"/>
        <w:jc w:val="both"/>
        <w:rPr>
          <w:b/>
          <w:color w:val="FF0000"/>
          <w:sz w:val="20"/>
          <w:u w:val="single"/>
        </w:rPr>
      </w:pPr>
    </w:p>
    <w:p w14:paraId="1C2DBA1D" w14:textId="77777777" w:rsidR="00F02D62" w:rsidRDefault="00F02D62" w:rsidP="00185BDB">
      <w:pPr>
        <w:spacing w:line="276" w:lineRule="auto"/>
        <w:jc w:val="both"/>
        <w:rPr>
          <w:b/>
          <w:color w:val="FF0000"/>
          <w:sz w:val="20"/>
          <w:u w:val="single"/>
        </w:rPr>
      </w:pPr>
    </w:p>
    <w:p w14:paraId="24EE54D6" w14:textId="77777777" w:rsidR="00F02D62" w:rsidRDefault="00F02D62" w:rsidP="00185BDB">
      <w:pPr>
        <w:spacing w:line="276" w:lineRule="auto"/>
        <w:jc w:val="both"/>
        <w:rPr>
          <w:b/>
          <w:color w:val="FF0000"/>
          <w:sz w:val="20"/>
          <w:u w:val="single"/>
        </w:rPr>
      </w:pPr>
    </w:p>
    <w:p w14:paraId="217FF527" w14:textId="2149BD42" w:rsidR="00185BDB" w:rsidRPr="00DF19AF" w:rsidRDefault="00185BDB" w:rsidP="00185BDB">
      <w:pPr>
        <w:spacing w:line="276" w:lineRule="auto"/>
        <w:jc w:val="both"/>
        <w:rPr>
          <w:b/>
          <w:color w:val="FF0000"/>
          <w:sz w:val="20"/>
          <w:u w:val="single"/>
        </w:rPr>
      </w:pPr>
      <w:r w:rsidRPr="00DF19AF">
        <w:rPr>
          <w:b/>
          <w:color w:val="FF0000"/>
          <w:sz w:val="20"/>
          <w:u w:val="single"/>
        </w:rPr>
        <w:t xml:space="preserve">Uwaga !!!! </w:t>
      </w:r>
    </w:p>
    <w:p w14:paraId="764BDB27" w14:textId="663950A2" w:rsidR="0090194F" w:rsidRPr="00F02D62" w:rsidRDefault="00185BDB" w:rsidP="00F02D62">
      <w:pPr>
        <w:spacing w:line="276" w:lineRule="auto"/>
        <w:jc w:val="both"/>
        <w:rPr>
          <w:b/>
          <w:color w:val="FF0000"/>
          <w:sz w:val="20"/>
          <w:u w:val="single"/>
        </w:rPr>
      </w:pPr>
      <w:r w:rsidRPr="00DF19AF">
        <w:rPr>
          <w:b/>
          <w:color w:val="FF0000"/>
          <w:sz w:val="20"/>
          <w:u w:val="single"/>
        </w:rPr>
        <w:t>Dokument wymaga podpisu elektronicznego osób uprawnionych do reprezentacji wykonawcy a w przypadku oferty wspólnej- pełnomocnika wykonawców.</w:t>
      </w:r>
    </w:p>
    <w:p w14:paraId="3900A178" w14:textId="77777777" w:rsidR="00CB2012" w:rsidRDefault="00CB2012" w:rsidP="00A65AFA">
      <w:bookmarkStart w:id="9" w:name="_Hlk180152458"/>
    </w:p>
    <w:bookmarkEnd w:id="9"/>
    <w:bookmarkEnd w:id="3"/>
    <w:bookmarkEnd w:id="4"/>
    <w:bookmarkEnd w:id="5"/>
    <w:sectPr w:rsidR="00CB2012" w:rsidSect="00346178">
      <w:headerReference w:type="default" r:id="rId9"/>
      <w:footerReference w:type="even" r:id="rId10"/>
      <w:footerReference w:type="default" r:id="rId11"/>
      <w:type w:val="continuous"/>
      <w:pgSz w:w="11906" w:h="16838"/>
      <w:pgMar w:top="1417" w:right="1133" w:bottom="1417" w:left="1417" w:header="680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B4FF" w14:textId="77777777" w:rsidR="00A72F39" w:rsidRDefault="00A72F39" w:rsidP="0068577F">
      <w:r>
        <w:separator/>
      </w:r>
    </w:p>
  </w:endnote>
  <w:endnote w:type="continuationSeparator" w:id="0">
    <w:p w14:paraId="212101D1" w14:textId="77777777" w:rsidR="00A72F39" w:rsidRDefault="00A72F39" w:rsidP="0068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33D2" w14:textId="77777777" w:rsidR="003D4F93" w:rsidRDefault="003D4F93">
    <w:pPr>
      <w:pStyle w:val="Stopka"/>
    </w:pPr>
  </w:p>
  <w:p w14:paraId="3999E6D7" w14:textId="77777777" w:rsidR="003D4F93" w:rsidRDefault="003D4F93">
    <w:pPr>
      <w:pStyle w:val="Stopka"/>
    </w:pPr>
  </w:p>
  <w:p w14:paraId="6039A0FE" w14:textId="77777777" w:rsidR="003D4F93" w:rsidRDefault="003D4F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0965B" w14:textId="77777777" w:rsidR="00EE0CFA" w:rsidRPr="00EE0CFA" w:rsidRDefault="00EE0CFA">
    <w:pPr>
      <w:pStyle w:val="Stopka"/>
      <w:rPr>
        <w:sz w:val="12"/>
        <w:szCs w:val="12"/>
      </w:rPr>
    </w:pPr>
  </w:p>
  <w:p w14:paraId="16E4CE2B" w14:textId="77777777" w:rsidR="003D4F93" w:rsidRDefault="00EE0CFA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197792F" wp14:editId="4B10B9C5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216525" cy="660400"/>
              <wp:effectExtent l="0" t="0" r="3175" b="635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5" name="Obraz 15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466975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14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C6001E" id="Grupa 1" o:spid="_x0000_s1026" style="position:absolute;margin-left:0;margin-top:0;width:410.75pt;height:52pt;z-index:-251657216;mso-position-horizontal-relative:margin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5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saxAAAANsAAAAPAAAAZHJzL2Rvd25yZXYueG1sRI9Pa8JA&#10;EMXvhX6HZQq96cZCRW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M6Jaxr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16" o:spid="_x0000_s1028" type="#_x0000_t75" style="position:absolute;left:24669;width:5176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">
                <v:imagedata r:id="rId5" o:title=""/>
                <v:path arrowok="t"/>
              </v:shape>
              <v:shape id="Obraz 1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thwQAAANsAAAAPAAAAZHJzL2Rvd25yZXYueG1sRE/bisIw&#10;EH0X/Icwwr4smioi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PhSu2HBAAAA2wAAAA8AAAAA&#10;AAAAAAAAAAAABwIAAGRycy9kb3ducmV2LnhtbFBLBQYAAAAAAwADALcAAAD1AgAAAAA=&#10;">
                <v:imagedata r:id="rId6" o:title="" croptop="16191f" cropbottom="15421f"/>
                <v:path arrowok="t"/>
              </v:shape>
              <w10:wrap anchorx="margin"/>
            </v:group>
          </w:pict>
        </mc:Fallback>
      </mc:AlternateContent>
    </w:r>
  </w:p>
  <w:p w14:paraId="62C6086F" w14:textId="77777777" w:rsidR="003D4F93" w:rsidRDefault="003D4F93">
    <w:pPr>
      <w:pStyle w:val="Stopka"/>
    </w:pPr>
  </w:p>
  <w:p w14:paraId="623E68BB" w14:textId="6A859BCB" w:rsidR="003D4F93" w:rsidRDefault="008E14F0" w:rsidP="008E14F0">
    <w:pPr>
      <w:pStyle w:val="Stopka"/>
      <w:tabs>
        <w:tab w:val="clear" w:pos="4536"/>
        <w:tab w:val="clear" w:pos="9072"/>
        <w:tab w:val="left" w:pos="141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307F4" w14:textId="77777777" w:rsidR="00A72F39" w:rsidRDefault="00A72F39" w:rsidP="0068577F">
      <w:r>
        <w:separator/>
      </w:r>
    </w:p>
  </w:footnote>
  <w:footnote w:type="continuationSeparator" w:id="0">
    <w:p w14:paraId="0650204F" w14:textId="77777777" w:rsidR="00A72F39" w:rsidRDefault="00A72F39" w:rsidP="0068577F">
      <w:r>
        <w:continuationSeparator/>
      </w:r>
    </w:p>
  </w:footnote>
  <w:footnote w:id="1">
    <w:p w14:paraId="0A8C058B" w14:textId="77777777" w:rsidR="00165492" w:rsidRPr="00DB1E3C" w:rsidRDefault="00165492" w:rsidP="00165492">
      <w:pPr>
        <w:rPr>
          <w:i/>
          <w:iCs/>
          <w:sz w:val="18"/>
          <w:szCs w:val="18"/>
        </w:rPr>
      </w:pPr>
      <w:r w:rsidRPr="00DB1E3C">
        <w:rPr>
          <w:i/>
          <w:iCs/>
          <w:sz w:val="18"/>
          <w:szCs w:val="18"/>
        </w:rPr>
        <w:footnoteRef/>
      </w:r>
      <w:r w:rsidRPr="00DB1E3C">
        <w:rPr>
          <w:i/>
          <w:iCs/>
          <w:sz w:val="18"/>
          <w:szCs w:val="18"/>
        </w:rPr>
        <w:t xml:space="preserve">  W przypadku Wykonawców wspólnie ubiegających się o udzielenie zamówienia należy wpisać wszystkich Wykonawców. </w:t>
      </w:r>
    </w:p>
    <w:p w14:paraId="38BD6449" w14:textId="77777777" w:rsidR="00165492" w:rsidRDefault="00165492" w:rsidP="00165492">
      <w:pPr>
        <w:jc w:val="center"/>
      </w:pPr>
    </w:p>
  </w:footnote>
  <w:footnote w:id="2">
    <w:p w14:paraId="146387C9" w14:textId="77777777" w:rsidR="00146588" w:rsidRDefault="00146588" w:rsidP="00146588">
      <w:pPr>
        <w:pStyle w:val="Tekstprzypisudolnego1"/>
        <w:ind w:left="284" w:hanging="284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DB1E3C">
        <w:rPr>
          <w:rStyle w:val="Znakiprzypiswdolnych"/>
          <w:sz w:val="18"/>
          <w:szCs w:val="18"/>
          <w:vertAlign w:val="superscript"/>
        </w:rPr>
        <w:footnoteRef/>
      </w:r>
      <w:r w:rsidRPr="00DB1E3C">
        <w:rPr>
          <w:sz w:val="18"/>
          <w:szCs w:val="18"/>
        </w:rPr>
        <w:t xml:space="preserve"> </w:t>
      </w:r>
      <w:r w:rsidRPr="00DB1E3C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rozporządzenie Parlamentu Europejskiego i Rady (UE) 2016/679 z dnia 27 kwietnia 2016 r. w sprawie ochrony osób</w:t>
      </w:r>
    </w:p>
    <w:p w14:paraId="495CF88B" w14:textId="77777777" w:rsidR="00146588" w:rsidRDefault="00146588" w:rsidP="00146588">
      <w:pPr>
        <w:pStyle w:val="Tekstprzypisudolnego1"/>
        <w:ind w:left="284" w:hanging="284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DB1E3C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 fizycznych w związku</w:t>
      </w:r>
      <w:r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DB1E3C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z przetwarzaniem danych osobowych i w sprawie swobodnego przepływu takich danych oraz uchylenia</w:t>
      </w:r>
    </w:p>
    <w:p w14:paraId="0EB7D420" w14:textId="77777777" w:rsidR="00146588" w:rsidRPr="00DB1E3C" w:rsidRDefault="00146588" w:rsidP="00146588">
      <w:pPr>
        <w:pStyle w:val="Tekstprzypisudolnego1"/>
        <w:ind w:left="284" w:hanging="284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DB1E3C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 dyrektywy 95/46/WE (ogólne rozporządzenie o 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9466C1" w:rsidRPr="009466C1" w14:paraId="0762BF7D" w14:textId="77777777" w:rsidTr="00F7303F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398293B4" w14:textId="77777777" w:rsidR="009466C1" w:rsidRPr="009466C1" w:rsidRDefault="009466C1" w:rsidP="009466C1">
          <w:pPr>
            <w:tabs>
              <w:tab w:val="center" w:pos="4536"/>
              <w:tab w:val="right" w:pos="9072"/>
            </w:tabs>
            <w:rPr>
              <w:rFonts w:asciiTheme="minorHAnsi" w:eastAsiaTheme="minorHAnsi" w:hAnsiTheme="minorHAnsi" w:cstheme="minorBidi"/>
              <w:sz w:val="22"/>
              <w:szCs w:val="22"/>
              <w:lang w:eastAsia="en-US"/>
            </w:rPr>
          </w:pPr>
          <w:r w:rsidRPr="009466C1">
            <w:rPr>
              <w:rFonts w:asciiTheme="minorHAnsi" w:eastAsiaTheme="minorHAnsi" w:hAnsiTheme="minorHAnsi" w:cstheme="minorBidi"/>
              <w:noProof/>
              <w:sz w:val="22"/>
              <w:szCs w:val="22"/>
            </w:rPr>
            <w:drawing>
              <wp:inline distT="0" distB="0" distL="0" distR="0" wp14:anchorId="4F731CCA" wp14:editId="0E244C80">
                <wp:extent cx="807720" cy="807720"/>
                <wp:effectExtent l="0" t="0" r="0" b="0"/>
                <wp:docPr id="904990557" name="Obraz 904990557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6169459E" w14:textId="21A6DB4F" w:rsidR="009466C1" w:rsidRPr="009466C1" w:rsidRDefault="009466C1" w:rsidP="009466C1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9466C1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KOMENDA</w:t>
          </w:r>
          <w:r w:rsidR="000518FB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 </w:t>
          </w:r>
          <w:r w:rsidRPr="009466C1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GŁÓWN</w:t>
          </w:r>
          <w:r w:rsidR="000518FB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A</w:t>
          </w:r>
          <w:r w:rsidRPr="009466C1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ab/>
          </w:r>
        </w:p>
        <w:p w14:paraId="1EA0A773" w14:textId="77777777" w:rsidR="009466C1" w:rsidRPr="009466C1" w:rsidRDefault="009466C1" w:rsidP="009466C1">
          <w:pPr>
            <w:keepNext/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9466C1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</w:t>
          </w:r>
        </w:p>
        <w:p w14:paraId="1444B395" w14:textId="77777777" w:rsidR="009466C1" w:rsidRPr="009466C1" w:rsidRDefault="009466C1" w:rsidP="009466C1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</w:pPr>
          <w:r w:rsidRPr="009466C1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</w:rPr>
            <w:t xml:space="preserve">00-349 Warszawa, ul. </w:t>
          </w:r>
          <w:r w:rsidRPr="009466C1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Tamka 1</w:t>
          </w:r>
        </w:p>
        <w:p w14:paraId="2AAA1593" w14:textId="77777777" w:rsidR="009466C1" w:rsidRPr="009466C1" w:rsidRDefault="009466C1" w:rsidP="009466C1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</w:pPr>
          <w:r w:rsidRPr="009466C1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 xml:space="preserve">tel. 22 578-47-01/02 </w:t>
          </w:r>
        </w:p>
        <w:p w14:paraId="5A0A75F4" w14:textId="77777777" w:rsidR="009466C1" w:rsidRPr="009466C1" w:rsidRDefault="009466C1" w:rsidP="009466C1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u w:val="single"/>
              <w:lang w:val="en-BZ"/>
            </w:rPr>
          </w:pPr>
          <w:r w:rsidRPr="009466C1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 xml:space="preserve">e-mail: </w:t>
          </w:r>
          <w:r w:rsidRPr="009466C1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lang w:val="en-BZ"/>
            </w:rPr>
            <w:t>kgohp@ohp.pl</w:t>
          </w:r>
        </w:p>
        <w:p w14:paraId="5E5BEB67" w14:textId="77777777" w:rsidR="009466C1" w:rsidRPr="009466C1" w:rsidRDefault="009466C1" w:rsidP="009466C1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</w:rPr>
          </w:pPr>
          <w:r w:rsidRPr="009466C1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lang w:val="en-BZ"/>
            </w:rPr>
            <w:t>www.ohp.pl</w:t>
          </w:r>
        </w:p>
      </w:tc>
    </w:tr>
  </w:tbl>
  <w:p w14:paraId="7258D58E" w14:textId="77777777" w:rsidR="0068577F" w:rsidRDefault="0068577F" w:rsidP="009466C1">
    <w:pPr>
      <w:pStyle w:val="Nagwek"/>
    </w:pPr>
  </w:p>
  <w:p w14:paraId="00C1CB29" w14:textId="424835CA" w:rsidR="00165492" w:rsidRPr="00165492" w:rsidRDefault="00165492" w:rsidP="00165492">
    <w:pPr>
      <w:pStyle w:val="Nagwek"/>
      <w:tabs>
        <w:tab w:val="clear" w:pos="4536"/>
        <w:tab w:val="clear" w:pos="9072"/>
        <w:tab w:val="left" w:pos="6390"/>
      </w:tabs>
      <w:jc w:val="right"/>
      <w:rPr>
        <w:b/>
        <w:i/>
        <w:color w:val="2E74B5" w:themeColor="accent1" w:themeShade="BF"/>
        <w:sz w:val="20"/>
      </w:rPr>
    </w:pPr>
    <w:r w:rsidRPr="00165492">
      <w:rPr>
        <w:b/>
        <w:i/>
        <w:color w:val="2E74B5" w:themeColor="accent1" w:themeShade="BF"/>
        <w:sz w:val="20"/>
      </w:rPr>
      <w:t xml:space="preserve">Oznaczenie postępowania: </w:t>
    </w:r>
    <w:r>
      <w:rPr>
        <w:b/>
        <w:i/>
        <w:color w:val="2E74B5" w:themeColor="accent1" w:themeShade="BF"/>
        <w:sz w:val="20"/>
      </w:rPr>
      <w:t>11</w:t>
    </w:r>
    <w:r w:rsidRPr="00165492">
      <w:rPr>
        <w:b/>
        <w:i/>
        <w:color w:val="2E74B5" w:themeColor="accent1" w:themeShade="BF"/>
        <w:sz w:val="20"/>
      </w:rPr>
      <w:t>/B/KGOHP/202</w:t>
    </w:r>
    <w:r>
      <w:rPr>
        <w:b/>
        <w:i/>
        <w:color w:val="2E74B5" w:themeColor="accent1" w:themeShade="BF"/>
        <w:sz w:val="20"/>
      </w:rPr>
      <w:t>4</w:t>
    </w:r>
    <w:r w:rsidRPr="00165492">
      <w:rPr>
        <w:b/>
        <w:i/>
        <w:color w:val="2E74B5" w:themeColor="accent1" w:themeShade="BF"/>
        <w:sz w:val="20"/>
      </w:rPr>
      <w:t>/BA</w:t>
    </w:r>
  </w:p>
  <w:p w14:paraId="49BA0795" w14:textId="77777777" w:rsidR="00165492" w:rsidRPr="00165492" w:rsidRDefault="00165492" w:rsidP="009466C1">
    <w:pPr>
      <w:pStyle w:val="Nagwek"/>
      <w:rPr>
        <w:color w:val="2E74B5" w:themeColor="accent1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2392"/>
    <w:multiLevelType w:val="hybridMultilevel"/>
    <w:tmpl w:val="0ACCA99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C1C30"/>
    <w:multiLevelType w:val="hybridMultilevel"/>
    <w:tmpl w:val="AFE2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67CC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A3D3D"/>
    <w:multiLevelType w:val="hybridMultilevel"/>
    <w:tmpl w:val="31B8B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A085A"/>
    <w:multiLevelType w:val="hybridMultilevel"/>
    <w:tmpl w:val="EBF85062"/>
    <w:lvl w:ilvl="0" w:tplc="1CF2F91E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0117"/>
    <w:multiLevelType w:val="hybridMultilevel"/>
    <w:tmpl w:val="10AE4B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EAD10A1"/>
    <w:multiLevelType w:val="hybridMultilevel"/>
    <w:tmpl w:val="3C701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0751E"/>
    <w:multiLevelType w:val="hybridMultilevel"/>
    <w:tmpl w:val="7FE860E0"/>
    <w:lvl w:ilvl="0" w:tplc="D2FED29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10" w15:restartNumberingAfterBreak="0">
    <w:nsid w:val="39D72621"/>
    <w:multiLevelType w:val="hybridMultilevel"/>
    <w:tmpl w:val="EF72B2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8411D"/>
    <w:multiLevelType w:val="hybridMultilevel"/>
    <w:tmpl w:val="8B78E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91EA2"/>
    <w:multiLevelType w:val="hybridMultilevel"/>
    <w:tmpl w:val="D2FCBC5A"/>
    <w:lvl w:ilvl="0" w:tplc="2152B4FC">
      <w:numFmt w:val="bullet"/>
      <w:lvlText w:val="»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F5A89"/>
    <w:multiLevelType w:val="hybridMultilevel"/>
    <w:tmpl w:val="3FD674BC"/>
    <w:lvl w:ilvl="0" w:tplc="D2FED29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A02229"/>
    <w:multiLevelType w:val="hybridMultilevel"/>
    <w:tmpl w:val="1D209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950C8"/>
    <w:multiLevelType w:val="hybridMultilevel"/>
    <w:tmpl w:val="133E8A3A"/>
    <w:lvl w:ilvl="0" w:tplc="92369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AA27FD9"/>
    <w:multiLevelType w:val="hybridMultilevel"/>
    <w:tmpl w:val="2194819A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B8038F8"/>
    <w:multiLevelType w:val="hybridMultilevel"/>
    <w:tmpl w:val="790EA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E324E"/>
    <w:multiLevelType w:val="hybridMultilevel"/>
    <w:tmpl w:val="5B24E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E7357"/>
    <w:multiLevelType w:val="hybridMultilevel"/>
    <w:tmpl w:val="E140D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1654"/>
    <w:multiLevelType w:val="hybridMultilevel"/>
    <w:tmpl w:val="CD0CC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664CB"/>
    <w:multiLevelType w:val="hybridMultilevel"/>
    <w:tmpl w:val="0F825F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39E6F01"/>
    <w:multiLevelType w:val="hybridMultilevel"/>
    <w:tmpl w:val="ECCA9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D51F2"/>
    <w:multiLevelType w:val="hybridMultilevel"/>
    <w:tmpl w:val="49942D74"/>
    <w:lvl w:ilvl="0" w:tplc="850236CC">
      <w:start w:val="1"/>
      <w:numFmt w:val="decimal"/>
      <w:lvlText w:val="%1."/>
      <w:lvlJc w:val="left"/>
      <w:pPr>
        <w:ind w:left="227" w:hanging="227"/>
      </w:pPr>
      <w:rPr>
        <w:rFonts w:hint="default"/>
        <w:sz w:val="20"/>
      </w:rPr>
    </w:lvl>
    <w:lvl w:ilvl="1" w:tplc="DE60A6FA">
      <w:start w:val="1"/>
      <w:numFmt w:val="bullet"/>
      <w:lvlText w:val="o"/>
      <w:lvlJc w:val="left"/>
      <w:pPr>
        <w:ind w:left="567" w:hanging="227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7D6FF2"/>
    <w:multiLevelType w:val="hybridMultilevel"/>
    <w:tmpl w:val="D004C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E1E52"/>
    <w:multiLevelType w:val="hybridMultilevel"/>
    <w:tmpl w:val="70F4B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874934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AB1A98"/>
    <w:multiLevelType w:val="hybridMultilevel"/>
    <w:tmpl w:val="42EA6AF2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92D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C72AE0"/>
    <w:multiLevelType w:val="hybridMultilevel"/>
    <w:tmpl w:val="311C6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F2661"/>
    <w:multiLevelType w:val="hybridMultilevel"/>
    <w:tmpl w:val="27262F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3C100EC"/>
    <w:multiLevelType w:val="hybridMultilevel"/>
    <w:tmpl w:val="FEDE4F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4673A"/>
    <w:multiLevelType w:val="hybridMultilevel"/>
    <w:tmpl w:val="3A6CB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20998"/>
    <w:multiLevelType w:val="hybridMultilevel"/>
    <w:tmpl w:val="5D641FB4"/>
    <w:lvl w:ilvl="0" w:tplc="0415000B">
      <w:start w:val="1"/>
      <w:numFmt w:val="bullet"/>
      <w:lvlText w:val=""/>
      <w:lvlJc w:val="left"/>
      <w:pPr>
        <w:ind w:left="9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6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8027789">
    <w:abstractNumId w:val="16"/>
  </w:num>
  <w:num w:numId="2" w16cid:durableId="1708488481">
    <w:abstractNumId w:val="32"/>
  </w:num>
  <w:num w:numId="3" w16cid:durableId="6669802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3311972">
    <w:abstractNumId w:val="7"/>
  </w:num>
  <w:num w:numId="5" w16cid:durableId="576132867">
    <w:abstractNumId w:val="11"/>
  </w:num>
  <w:num w:numId="6" w16cid:durableId="1413157315">
    <w:abstractNumId w:val="20"/>
  </w:num>
  <w:num w:numId="7" w16cid:durableId="539705413">
    <w:abstractNumId w:val="14"/>
  </w:num>
  <w:num w:numId="8" w16cid:durableId="1318656570">
    <w:abstractNumId w:val="18"/>
  </w:num>
  <w:num w:numId="9" w16cid:durableId="1032731589">
    <w:abstractNumId w:val="19"/>
  </w:num>
  <w:num w:numId="10" w16cid:durableId="106974571">
    <w:abstractNumId w:val="15"/>
  </w:num>
  <w:num w:numId="11" w16cid:durableId="2049404577">
    <w:abstractNumId w:val="28"/>
  </w:num>
  <w:num w:numId="12" w16cid:durableId="850215635">
    <w:abstractNumId w:val="27"/>
  </w:num>
  <w:num w:numId="13" w16cid:durableId="890382246">
    <w:abstractNumId w:val="12"/>
  </w:num>
  <w:num w:numId="14" w16cid:durableId="1067723367">
    <w:abstractNumId w:val="3"/>
  </w:num>
  <w:num w:numId="15" w16cid:durableId="864710546">
    <w:abstractNumId w:val="8"/>
  </w:num>
  <w:num w:numId="16" w16cid:durableId="1624725802">
    <w:abstractNumId w:val="25"/>
  </w:num>
  <w:num w:numId="17" w16cid:durableId="442963058">
    <w:abstractNumId w:val="36"/>
  </w:num>
  <w:num w:numId="18" w16cid:durableId="9395268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0786565">
    <w:abstractNumId w:val="10"/>
  </w:num>
  <w:num w:numId="20" w16cid:durableId="809398830">
    <w:abstractNumId w:val="24"/>
  </w:num>
  <w:num w:numId="21" w16cid:durableId="963391914">
    <w:abstractNumId w:val="30"/>
  </w:num>
  <w:num w:numId="22" w16cid:durableId="1452900067">
    <w:abstractNumId w:val="21"/>
  </w:num>
  <w:num w:numId="23" w16cid:durableId="12315015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3032348">
    <w:abstractNumId w:val="9"/>
  </w:num>
  <w:num w:numId="25" w16cid:durableId="269318912">
    <w:abstractNumId w:val="0"/>
  </w:num>
  <w:num w:numId="26" w16cid:durableId="1307517096">
    <w:abstractNumId w:val="4"/>
  </w:num>
  <w:num w:numId="27" w16cid:durableId="937373171">
    <w:abstractNumId w:val="29"/>
  </w:num>
  <w:num w:numId="28" w16cid:durableId="881134999">
    <w:abstractNumId w:val="2"/>
  </w:num>
  <w:num w:numId="29" w16cid:durableId="4663196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517695">
    <w:abstractNumId w:val="34"/>
  </w:num>
  <w:num w:numId="31" w16cid:durableId="983856698">
    <w:abstractNumId w:val="23"/>
  </w:num>
  <w:num w:numId="32" w16cid:durableId="1061559874">
    <w:abstractNumId w:val="1"/>
  </w:num>
  <w:num w:numId="33" w16cid:durableId="506944203">
    <w:abstractNumId w:val="26"/>
  </w:num>
  <w:num w:numId="34" w16cid:durableId="318194878">
    <w:abstractNumId w:val="17"/>
  </w:num>
  <w:num w:numId="35" w16cid:durableId="997537045">
    <w:abstractNumId w:val="33"/>
  </w:num>
  <w:num w:numId="36" w16cid:durableId="1834099052">
    <w:abstractNumId w:val="31"/>
  </w:num>
  <w:num w:numId="37" w16cid:durableId="1163665296">
    <w:abstractNumId w:val="5"/>
  </w:num>
  <w:num w:numId="38" w16cid:durableId="159150289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189D"/>
    <w:rsid w:val="000162CF"/>
    <w:rsid w:val="00020C01"/>
    <w:rsid w:val="000424F1"/>
    <w:rsid w:val="000478B8"/>
    <w:rsid w:val="000518FB"/>
    <w:rsid w:val="000630AE"/>
    <w:rsid w:val="000652E6"/>
    <w:rsid w:val="00071533"/>
    <w:rsid w:val="00072CFA"/>
    <w:rsid w:val="00081FB5"/>
    <w:rsid w:val="000A1D48"/>
    <w:rsid w:val="000A2DED"/>
    <w:rsid w:val="000B02CA"/>
    <w:rsid w:val="000B4F2E"/>
    <w:rsid w:val="000D1CC0"/>
    <w:rsid w:val="000F627E"/>
    <w:rsid w:val="000F7C94"/>
    <w:rsid w:val="001008C1"/>
    <w:rsid w:val="00103981"/>
    <w:rsid w:val="00115410"/>
    <w:rsid w:val="00120730"/>
    <w:rsid w:val="00120D0F"/>
    <w:rsid w:val="0013302E"/>
    <w:rsid w:val="0013696D"/>
    <w:rsid w:val="001403EF"/>
    <w:rsid w:val="00143540"/>
    <w:rsid w:val="0014595C"/>
    <w:rsid w:val="00146588"/>
    <w:rsid w:val="001554A2"/>
    <w:rsid w:val="001560C0"/>
    <w:rsid w:val="00165492"/>
    <w:rsid w:val="00177D9B"/>
    <w:rsid w:val="00185BDB"/>
    <w:rsid w:val="001928D6"/>
    <w:rsid w:val="00195C1A"/>
    <w:rsid w:val="001A39D3"/>
    <w:rsid w:val="001B46A5"/>
    <w:rsid w:val="001C1F32"/>
    <w:rsid w:val="001C476D"/>
    <w:rsid w:val="001D78E7"/>
    <w:rsid w:val="001E4AE3"/>
    <w:rsid w:val="001E735E"/>
    <w:rsid w:val="001F6CA9"/>
    <w:rsid w:val="00224BD8"/>
    <w:rsid w:val="002251AD"/>
    <w:rsid w:val="002367FD"/>
    <w:rsid w:val="00240128"/>
    <w:rsid w:val="00241687"/>
    <w:rsid w:val="0026058B"/>
    <w:rsid w:val="002650BF"/>
    <w:rsid w:val="002653AE"/>
    <w:rsid w:val="00277FA0"/>
    <w:rsid w:val="0028548E"/>
    <w:rsid w:val="00286DFA"/>
    <w:rsid w:val="002A1BCC"/>
    <w:rsid w:val="002A2525"/>
    <w:rsid w:val="002A3422"/>
    <w:rsid w:val="002A7793"/>
    <w:rsid w:val="002B4F9A"/>
    <w:rsid w:val="002C4340"/>
    <w:rsid w:val="002D5368"/>
    <w:rsid w:val="002D5B5D"/>
    <w:rsid w:val="002E4393"/>
    <w:rsid w:val="002E458B"/>
    <w:rsid w:val="002F70E7"/>
    <w:rsid w:val="002F7142"/>
    <w:rsid w:val="00300188"/>
    <w:rsid w:val="0031271A"/>
    <w:rsid w:val="003152A8"/>
    <w:rsid w:val="0031579A"/>
    <w:rsid w:val="00317FEB"/>
    <w:rsid w:val="0032277B"/>
    <w:rsid w:val="00324750"/>
    <w:rsid w:val="003362D1"/>
    <w:rsid w:val="00342094"/>
    <w:rsid w:val="00343529"/>
    <w:rsid w:val="00346178"/>
    <w:rsid w:val="003623E5"/>
    <w:rsid w:val="00373F66"/>
    <w:rsid w:val="003A7D38"/>
    <w:rsid w:val="003B1627"/>
    <w:rsid w:val="003C7C93"/>
    <w:rsid w:val="003D4F93"/>
    <w:rsid w:val="003F2E7A"/>
    <w:rsid w:val="003F48FD"/>
    <w:rsid w:val="003F6368"/>
    <w:rsid w:val="003F6DCB"/>
    <w:rsid w:val="00415185"/>
    <w:rsid w:val="00423461"/>
    <w:rsid w:val="00433630"/>
    <w:rsid w:val="0044762E"/>
    <w:rsid w:val="004561D9"/>
    <w:rsid w:val="004562E4"/>
    <w:rsid w:val="00457EB1"/>
    <w:rsid w:val="00472D35"/>
    <w:rsid w:val="00483ECC"/>
    <w:rsid w:val="004862AD"/>
    <w:rsid w:val="00486D73"/>
    <w:rsid w:val="00496AFC"/>
    <w:rsid w:val="004A0D76"/>
    <w:rsid w:val="004A1A41"/>
    <w:rsid w:val="004C1F50"/>
    <w:rsid w:val="004C4400"/>
    <w:rsid w:val="004D46AC"/>
    <w:rsid w:val="004D7DBD"/>
    <w:rsid w:val="004F5E08"/>
    <w:rsid w:val="005034A5"/>
    <w:rsid w:val="00503A9F"/>
    <w:rsid w:val="00522771"/>
    <w:rsid w:val="00555D7E"/>
    <w:rsid w:val="0055617A"/>
    <w:rsid w:val="005611E3"/>
    <w:rsid w:val="00564132"/>
    <w:rsid w:val="00564AC2"/>
    <w:rsid w:val="00566E86"/>
    <w:rsid w:val="00571CA6"/>
    <w:rsid w:val="005767FA"/>
    <w:rsid w:val="005778EA"/>
    <w:rsid w:val="00593DC5"/>
    <w:rsid w:val="0059748C"/>
    <w:rsid w:val="005A5308"/>
    <w:rsid w:val="005A6A2F"/>
    <w:rsid w:val="005D7A33"/>
    <w:rsid w:val="005E2C1B"/>
    <w:rsid w:val="005E4F5A"/>
    <w:rsid w:val="005E7FF2"/>
    <w:rsid w:val="005F2639"/>
    <w:rsid w:val="005F336B"/>
    <w:rsid w:val="005F397C"/>
    <w:rsid w:val="00603C85"/>
    <w:rsid w:val="00621FB9"/>
    <w:rsid w:val="0063220A"/>
    <w:rsid w:val="00635A37"/>
    <w:rsid w:val="00640F07"/>
    <w:rsid w:val="006431B4"/>
    <w:rsid w:val="00655E06"/>
    <w:rsid w:val="00671535"/>
    <w:rsid w:val="00671FA3"/>
    <w:rsid w:val="0067283A"/>
    <w:rsid w:val="00674D8D"/>
    <w:rsid w:val="0067587B"/>
    <w:rsid w:val="006772F7"/>
    <w:rsid w:val="0068577F"/>
    <w:rsid w:val="00692BCF"/>
    <w:rsid w:val="006966E8"/>
    <w:rsid w:val="006B358D"/>
    <w:rsid w:val="006C0ACC"/>
    <w:rsid w:val="006C7D92"/>
    <w:rsid w:val="006F37E9"/>
    <w:rsid w:val="007043B1"/>
    <w:rsid w:val="00705041"/>
    <w:rsid w:val="007067B8"/>
    <w:rsid w:val="00726958"/>
    <w:rsid w:val="00741907"/>
    <w:rsid w:val="00751B5F"/>
    <w:rsid w:val="00752EA5"/>
    <w:rsid w:val="00762BAB"/>
    <w:rsid w:val="007636E2"/>
    <w:rsid w:val="00767D9B"/>
    <w:rsid w:val="0077472C"/>
    <w:rsid w:val="00783AE9"/>
    <w:rsid w:val="00783BAB"/>
    <w:rsid w:val="00784B4E"/>
    <w:rsid w:val="00784BD5"/>
    <w:rsid w:val="00787EA3"/>
    <w:rsid w:val="007A4F92"/>
    <w:rsid w:val="007A66B3"/>
    <w:rsid w:val="007B08D9"/>
    <w:rsid w:val="007B23B8"/>
    <w:rsid w:val="007B33F1"/>
    <w:rsid w:val="007C02E2"/>
    <w:rsid w:val="007C7D13"/>
    <w:rsid w:val="007D77F2"/>
    <w:rsid w:val="007D7D9F"/>
    <w:rsid w:val="007E3675"/>
    <w:rsid w:val="007F0965"/>
    <w:rsid w:val="00802A49"/>
    <w:rsid w:val="0080394F"/>
    <w:rsid w:val="0080421D"/>
    <w:rsid w:val="00804345"/>
    <w:rsid w:val="00807B75"/>
    <w:rsid w:val="00850251"/>
    <w:rsid w:val="00850C46"/>
    <w:rsid w:val="00852649"/>
    <w:rsid w:val="008646FC"/>
    <w:rsid w:val="00870D4E"/>
    <w:rsid w:val="0087122C"/>
    <w:rsid w:val="008877C3"/>
    <w:rsid w:val="00891B59"/>
    <w:rsid w:val="00891E0B"/>
    <w:rsid w:val="00892996"/>
    <w:rsid w:val="008A00F7"/>
    <w:rsid w:val="008A4040"/>
    <w:rsid w:val="008B3912"/>
    <w:rsid w:val="008B4A22"/>
    <w:rsid w:val="008C2E05"/>
    <w:rsid w:val="008C40BD"/>
    <w:rsid w:val="008C4372"/>
    <w:rsid w:val="008C5B5C"/>
    <w:rsid w:val="008E14F0"/>
    <w:rsid w:val="008F3F70"/>
    <w:rsid w:val="008F41E9"/>
    <w:rsid w:val="0090194F"/>
    <w:rsid w:val="00905C93"/>
    <w:rsid w:val="00906EF6"/>
    <w:rsid w:val="00914AC4"/>
    <w:rsid w:val="009251C8"/>
    <w:rsid w:val="0093093E"/>
    <w:rsid w:val="00946631"/>
    <w:rsid w:val="009466C1"/>
    <w:rsid w:val="009640BC"/>
    <w:rsid w:val="0096759F"/>
    <w:rsid w:val="0098235B"/>
    <w:rsid w:val="0099413B"/>
    <w:rsid w:val="009979CE"/>
    <w:rsid w:val="009A13DE"/>
    <w:rsid w:val="009A683C"/>
    <w:rsid w:val="009A7912"/>
    <w:rsid w:val="009B5B36"/>
    <w:rsid w:val="009C0EB8"/>
    <w:rsid w:val="009C1D63"/>
    <w:rsid w:val="009D6CBB"/>
    <w:rsid w:val="009E0D22"/>
    <w:rsid w:val="009E4FBF"/>
    <w:rsid w:val="00A051AD"/>
    <w:rsid w:val="00A05A0F"/>
    <w:rsid w:val="00A16705"/>
    <w:rsid w:val="00A35D34"/>
    <w:rsid w:val="00A50A3B"/>
    <w:rsid w:val="00A565AF"/>
    <w:rsid w:val="00A57828"/>
    <w:rsid w:val="00A60B5A"/>
    <w:rsid w:val="00A62B20"/>
    <w:rsid w:val="00A641AD"/>
    <w:rsid w:val="00A647E1"/>
    <w:rsid w:val="00A65AFA"/>
    <w:rsid w:val="00A6633C"/>
    <w:rsid w:val="00A72F39"/>
    <w:rsid w:val="00A73F6E"/>
    <w:rsid w:val="00A74390"/>
    <w:rsid w:val="00A80564"/>
    <w:rsid w:val="00A80E7D"/>
    <w:rsid w:val="00A92717"/>
    <w:rsid w:val="00A96393"/>
    <w:rsid w:val="00AA18AF"/>
    <w:rsid w:val="00AB1288"/>
    <w:rsid w:val="00AB347A"/>
    <w:rsid w:val="00AB7762"/>
    <w:rsid w:val="00AC0314"/>
    <w:rsid w:val="00AD2ED9"/>
    <w:rsid w:val="00AD5A02"/>
    <w:rsid w:val="00AE0967"/>
    <w:rsid w:val="00AE17F9"/>
    <w:rsid w:val="00AE5581"/>
    <w:rsid w:val="00B00D42"/>
    <w:rsid w:val="00B22EF8"/>
    <w:rsid w:val="00B44A0C"/>
    <w:rsid w:val="00B6195A"/>
    <w:rsid w:val="00B6518A"/>
    <w:rsid w:val="00B7188F"/>
    <w:rsid w:val="00B74572"/>
    <w:rsid w:val="00B843A2"/>
    <w:rsid w:val="00B8445D"/>
    <w:rsid w:val="00B97748"/>
    <w:rsid w:val="00BC4D49"/>
    <w:rsid w:val="00BC65E0"/>
    <w:rsid w:val="00BC721A"/>
    <w:rsid w:val="00BE6C52"/>
    <w:rsid w:val="00BF424C"/>
    <w:rsid w:val="00BF4EAE"/>
    <w:rsid w:val="00BF6C76"/>
    <w:rsid w:val="00C02E11"/>
    <w:rsid w:val="00C040F2"/>
    <w:rsid w:val="00C111C7"/>
    <w:rsid w:val="00C14CF6"/>
    <w:rsid w:val="00C216CD"/>
    <w:rsid w:val="00C25F5F"/>
    <w:rsid w:val="00C42AE4"/>
    <w:rsid w:val="00C62E45"/>
    <w:rsid w:val="00C73B46"/>
    <w:rsid w:val="00C7453F"/>
    <w:rsid w:val="00C80617"/>
    <w:rsid w:val="00C82D42"/>
    <w:rsid w:val="00C92FBB"/>
    <w:rsid w:val="00CA27F3"/>
    <w:rsid w:val="00CA36C2"/>
    <w:rsid w:val="00CB2012"/>
    <w:rsid w:val="00CB2C74"/>
    <w:rsid w:val="00CB4462"/>
    <w:rsid w:val="00CC55F9"/>
    <w:rsid w:val="00CD10D9"/>
    <w:rsid w:val="00CE0B4E"/>
    <w:rsid w:val="00CE2AAF"/>
    <w:rsid w:val="00CF34B9"/>
    <w:rsid w:val="00D01AD2"/>
    <w:rsid w:val="00D03C49"/>
    <w:rsid w:val="00D04B8D"/>
    <w:rsid w:val="00D153E0"/>
    <w:rsid w:val="00D37561"/>
    <w:rsid w:val="00D40541"/>
    <w:rsid w:val="00D51696"/>
    <w:rsid w:val="00D536EA"/>
    <w:rsid w:val="00D55066"/>
    <w:rsid w:val="00D701E0"/>
    <w:rsid w:val="00D74BB9"/>
    <w:rsid w:val="00D96DAC"/>
    <w:rsid w:val="00DA3322"/>
    <w:rsid w:val="00DA43BE"/>
    <w:rsid w:val="00DA45A4"/>
    <w:rsid w:val="00DA460E"/>
    <w:rsid w:val="00DA5F45"/>
    <w:rsid w:val="00DB3ED9"/>
    <w:rsid w:val="00DC0686"/>
    <w:rsid w:val="00DC0E90"/>
    <w:rsid w:val="00DC6C3C"/>
    <w:rsid w:val="00DD2CFF"/>
    <w:rsid w:val="00DF19AF"/>
    <w:rsid w:val="00E03627"/>
    <w:rsid w:val="00E064BA"/>
    <w:rsid w:val="00E121DA"/>
    <w:rsid w:val="00E248AB"/>
    <w:rsid w:val="00E33159"/>
    <w:rsid w:val="00E52D38"/>
    <w:rsid w:val="00E60294"/>
    <w:rsid w:val="00E6350C"/>
    <w:rsid w:val="00E70C25"/>
    <w:rsid w:val="00E77B5B"/>
    <w:rsid w:val="00E936D1"/>
    <w:rsid w:val="00EA4ABF"/>
    <w:rsid w:val="00EB1B3F"/>
    <w:rsid w:val="00ED7628"/>
    <w:rsid w:val="00EE0CFA"/>
    <w:rsid w:val="00EE1053"/>
    <w:rsid w:val="00EE73E9"/>
    <w:rsid w:val="00EF16C8"/>
    <w:rsid w:val="00EF244D"/>
    <w:rsid w:val="00EF5297"/>
    <w:rsid w:val="00F01141"/>
    <w:rsid w:val="00F02D62"/>
    <w:rsid w:val="00F04301"/>
    <w:rsid w:val="00F06640"/>
    <w:rsid w:val="00F103EB"/>
    <w:rsid w:val="00F11B0F"/>
    <w:rsid w:val="00F2235E"/>
    <w:rsid w:val="00F26782"/>
    <w:rsid w:val="00F32057"/>
    <w:rsid w:val="00F3632B"/>
    <w:rsid w:val="00F40724"/>
    <w:rsid w:val="00F44BD0"/>
    <w:rsid w:val="00F55B69"/>
    <w:rsid w:val="00F5729E"/>
    <w:rsid w:val="00F63492"/>
    <w:rsid w:val="00F77913"/>
    <w:rsid w:val="00F8618F"/>
    <w:rsid w:val="00FB2A79"/>
    <w:rsid w:val="00FB2D28"/>
    <w:rsid w:val="00FB54D3"/>
    <w:rsid w:val="00FC146E"/>
    <w:rsid w:val="00FD63EB"/>
    <w:rsid w:val="00FE063D"/>
    <w:rsid w:val="00FE347E"/>
    <w:rsid w:val="00FE630A"/>
    <w:rsid w:val="00FF0F87"/>
    <w:rsid w:val="00FF32A3"/>
    <w:rsid w:val="00FF6BD3"/>
    <w:rsid w:val="00FF71D3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7F482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B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CB2012"/>
    <w:pPr>
      <w:keepNext/>
      <w:jc w:val="right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aliases w:val="wasko-nazwadokumentacji,Pole tekstowe - kratka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Numerowanie,List Paragraph,L1,Akapit z listą5,Akapit normalny"/>
    <w:basedOn w:val="Normalny"/>
    <w:link w:val="AkapitzlistZnak"/>
    <w:uiPriority w:val="34"/>
    <w:qFormat/>
    <w:rsid w:val="00CB2C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209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20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2094"/>
    <w:rPr>
      <w:vertAlign w:val="superscript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CB20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CB2012"/>
    <w:rPr>
      <w:b/>
      <w:bCs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CB20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CB2012"/>
    <w:rPr>
      <w:rFonts w:eastAsia="Times New Roman"/>
    </w:rPr>
  </w:style>
  <w:style w:type="character" w:customStyle="1" w:styleId="Znakiprzypiswdolnych">
    <w:name w:val="Znaki przypisów dolnych"/>
    <w:qFormat/>
    <w:rsid w:val="00CB2012"/>
  </w:style>
  <w:style w:type="paragraph" w:customStyle="1" w:styleId="Tekstprzypisudolnego1">
    <w:name w:val="Tekst przypisu dolnego1"/>
    <w:basedOn w:val="Normalny"/>
    <w:link w:val="TekstprzypisudolnegoZnak1"/>
    <w:rsid w:val="00CB2012"/>
    <w:pPr>
      <w:suppressAutoHyphens/>
      <w:jc w:val="both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owy0">
    <w:name w:val="Standardowy.+"/>
    <w:rsid w:val="00CB2012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CB201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CB2012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aliases w:val="Odstępy"/>
    <w:link w:val="BezodstpwZnak"/>
    <w:uiPriority w:val="1"/>
    <w:qFormat/>
    <w:rsid w:val="00CB2012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BezodstpwZnak">
    <w:name w:val="Bez odstępów Znak"/>
    <w:aliases w:val="Odstępy Znak"/>
    <w:link w:val="Bezodstpw"/>
    <w:uiPriority w:val="1"/>
    <w:rsid w:val="00CB2012"/>
    <w:rPr>
      <w:rFonts w:ascii="Arial" w:eastAsia="Arial" w:hAnsi="Arial" w:cs="Arial"/>
      <w:color w:val="2626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0194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9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194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0194F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9A78-B57C-4979-8D77-2E6B647E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146</TotalTime>
  <Pages>10</Pages>
  <Words>2123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Milena Baran</cp:lastModifiedBy>
  <cp:revision>31</cp:revision>
  <cp:lastPrinted>2024-04-25T07:57:00Z</cp:lastPrinted>
  <dcterms:created xsi:type="dcterms:W3CDTF">2024-10-18T10:08:00Z</dcterms:created>
  <dcterms:modified xsi:type="dcterms:W3CDTF">2024-11-14T13:43:00Z</dcterms:modified>
</cp:coreProperties>
</file>