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6676B8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218A1633" w14:textId="77777777" w:rsidR="006676B8" w:rsidRPr="00450B5C" w:rsidRDefault="006676B8" w:rsidP="006676B8">
      <w:pPr>
        <w:pStyle w:val="pkt"/>
        <w:spacing w:before="0" w:after="0" w:line="276" w:lineRule="auto"/>
        <w:ind w:left="0" w:firstLine="0"/>
        <w:rPr>
          <w:rFonts w:ascii="Arial" w:hAnsi="Arial" w:cs="Arial"/>
          <w:b/>
        </w:rPr>
      </w:pPr>
      <w:r w:rsidRPr="003E1916">
        <w:rPr>
          <w:rFonts w:ascii="Arial" w:hAnsi="Arial" w:cs="Arial"/>
          <w:b/>
        </w:rPr>
        <w:t>Zespół Szkół Technicznych im. 10 Pułku Piechoty</w:t>
      </w:r>
    </w:p>
    <w:p w14:paraId="49826E81" w14:textId="77777777" w:rsidR="006676B8" w:rsidRDefault="006676B8" w:rsidP="006676B8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  <w:r w:rsidRPr="003E1916">
        <w:rPr>
          <w:rFonts w:ascii="Arial" w:hAnsi="Arial" w:cs="Arial"/>
          <w:bCs/>
        </w:rPr>
        <w:t>ul. Podrzeczna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 xml:space="preserve">, </w:t>
      </w:r>
      <w:r w:rsidRPr="003E1916">
        <w:rPr>
          <w:rFonts w:ascii="Arial" w:hAnsi="Arial" w:cs="Arial"/>
          <w:bCs/>
        </w:rPr>
        <w:t>99-400</w:t>
      </w:r>
      <w:r w:rsidRPr="00450B5C">
        <w:rPr>
          <w:rFonts w:ascii="Arial" w:hAnsi="Arial" w:cs="Arial"/>
          <w:bCs/>
        </w:rPr>
        <w:t xml:space="preserve"> </w:t>
      </w:r>
      <w:r w:rsidRPr="003E1916">
        <w:rPr>
          <w:rFonts w:ascii="Arial" w:hAnsi="Arial" w:cs="Arial"/>
          <w:bCs/>
        </w:rPr>
        <w:t>Łowicz</w:t>
      </w:r>
      <w:r w:rsidRPr="00450B5C">
        <w:rPr>
          <w:rFonts w:ascii="Arial" w:hAnsi="Arial" w:cs="Arial"/>
        </w:rPr>
        <w:t xml:space="preserve"> </w:t>
      </w:r>
    </w:p>
    <w:p w14:paraId="2BD62BBF" w14:textId="77777777" w:rsidR="006676B8" w:rsidRPr="00450B5C" w:rsidRDefault="006676B8" w:rsidP="006676B8">
      <w:pPr>
        <w:pStyle w:val="Tekstpodstawowy"/>
        <w:spacing w:after="0" w:line="276" w:lineRule="auto"/>
        <w:rPr>
          <w:rFonts w:ascii="Arial" w:hAnsi="Arial" w:cs="Arial"/>
        </w:rPr>
      </w:pPr>
      <w:r w:rsidRPr="00450B5C">
        <w:rPr>
          <w:rFonts w:ascii="Arial" w:hAnsi="Arial" w:cs="Arial"/>
        </w:rPr>
        <w:t xml:space="preserve">Adres poczty elektronicznej: </w:t>
      </w:r>
      <w:r>
        <w:rPr>
          <w:rFonts w:ascii="Arial" w:hAnsi="Arial" w:cs="Arial"/>
          <w:color w:val="0000FF"/>
        </w:rPr>
        <w:t>zstlowicz.projekty@interia.pl</w:t>
      </w:r>
    </w:p>
    <w:p w14:paraId="525912E8" w14:textId="77777777" w:rsid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8179FB"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24B16C58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140C27" w14:paraId="03309F26" w14:textId="77777777">
        <w:tc>
          <w:tcPr>
            <w:tcW w:w="2268" w:type="dxa"/>
            <w:shd w:val="clear" w:color="auto" w:fill="auto"/>
          </w:tcPr>
          <w:p w14:paraId="45963B0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2F62FA7F" w14:textId="096678AC" w:rsidR="00140C27" w:rsidRPr="00140C27" w:rsidRDefault="00372355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372355">
              <w:rPr>
                <w:rFonts w:ascii="Arial" w:hAnsi="Arial" w:cs="Arial"/>
              </w:rPr>
              <w:t xml:space="preserve">Dostawa sprzętu do pracowni zawodowych w ramach realizacji projektu "Poszerzamy horyzonty" </w:t>
            </w:r>
            <w:r w:rsidR="00346636" w:rsidRPr="00372355">
              <w:rPr>
                <w:rFonts w:ascii="Arial" w:hAnsi="Arial" w:cs="Arial"/>
              </w:rPr>
              <w:t xml:space="preserve">– </w:t>
            </w:r>
            <w:r w:rsidR="00346636" w:rsidRPr="00393DEE">
              <w:rPr>
                <w:rFonts w:ascii="Arial" w:hAnsi="Arial" w:cs="Arial"/>
                <w:bCs/>
              </w:rPr>
              <w:t>z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podziałem na</w:t>
            </w:r>
            <w:r>
              <w:rPr>
                <w:rFonts w:ascii="Arial" w:hAnsi="Arial" w:cs="Arial"/>
                <w:bCs/>
              </w:rPr>
              <w:t xml:space="preserve"> I</w:t>
            </w:r>
            <w:r w:rsidR="00346636" w:rsidRPr="00393DEE">
              <w:rPr>
                <w:rFonts w:ascii="Arial" w:hAnsi="Arial" w:cs="Arial"/>
                <w:bCs/>
              </w:rPr>
              <w:t>II</w:t>
            </w:r>
            <w:r w:rsidR="00346636">
              <w:rPr>
                <w:rFonts w:ascii="Arial" w:hAnsi="Arial" w:cs="Arial"/>
                <w:bCs/>
              </w:rPr>
              <w:t> </w:t>
            </w:r>
            <w:r w:rsidR="00346636" w:rsidRPr="00393DEE">
              <w:rPr>
                <w:rFonts w:ascii="Arial" w:hAnsi="Arial" w:cs="Arial"/>
                <w:bCs/>
              </w:rPr>
              <w:t>części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8C7E95" w:rsidRPr="00140C27" w14:paraId="6CEB0E1D" w14:textId="77777777" w:rsidTr="00321E29">
        <w:tc>
          <w:tcPr>
            <w:tcW w:w="2268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35007090" w14:textId="5BA88A30" w:rsidR="008C7E95" w:rsidRPr="0088227B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8227B">
              <w:rPr>
                <w:rFonts w:ascii="Arial" w:hAnsi="Arial" w:cs="Arial"/>
                <w:b/>
              </w:rPr>
              <w:t>ZP/ZST/PH/2024/</w:t>
            </w:r>
            <w:r w:rsidR="0088227B" w:rsidRPr="0088227B">
              <w:rPr>
                <w:rFonts w:ascii="Arial" w:hAnsi="Arial" w:cs="Arial"/>
                <w:b/>
              </w:rPr>
              <w:t>2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7147C50D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</w:t>
      </w:r>
      <w:r w:rsidR="00AF66BD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AF66BD">
        <w:trPr>
          <w:trHeight w:val="74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AF66BD">
        <w:trPr>
          <w:trHeight w:val="20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AF66BD">
        <w:trPr>
          <w:trHeight w:val="2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AF66BD">
        <w:trPr>
          <w:trHeight w:val="2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AF66BD">
        <w:trPr>
          <w:trHeight w:val="2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AF66BD">
        <w:trPr>
          <w:trHeight w:val="2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2516703D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6FAF2A2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0D63691C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78FB8CE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3A80CE7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5B39F481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6A24DA6D" w:rsidR="006676B8" w:rsidRPr="006676B8" w:rsidRDefault="006676B8" w:rsidP="00D73E28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72355" w:rsidRPr="00372355">
        <w:rPr>
          <w:rFonts w:ascii="Arial" w:hAnsi="Arial" w:cs="Arial"/>
          <w:b/>
          <w:bCs/>
        </w:rPr>
        <w:t>Dostawa sprzętu do</w:t>
      </w:r>
      <w:r w:rsidR="0088227B">
        <w:rPr>
          <w:rFonts w:ascii="Arial" w:hAnsi="Arial" w:cs="Arial"/>
          <w:b/>
          <w:bCs/>
        </w:rPr>
        <w:t> </w:t>
      </w:r>
      <w:r w:rsidR="00372355" w:rsidRPr="00372355">
        <w:rPr>
          <w:rFonts w:ascii="Arial" w:hAnsi="Arial" w:cs="Arial"/>
          <w:b/>
          <w:bCs/>
        </w:rPr>
        <w:t xml:space="preserve">pracowni zawodowych </w:t>
      </w:r>
      <w:r w:rsidR="0088227B" w:rsidRPr="0088227B">
        <w:rPr>
          <w:rFonts w:ascii="Arial" w:hAnsi="Arial" w:cs="Arial"/>
          <w:b/>
          <w:bCs/>
        </w:rPr>
        <w:t>Zespołu Szkół Technicznych im. 10 Pułku Piechoty w</w:t>
      </w:r>
      <w:r w:rsidR="0088227B">
        <w:rPr>
          <w:rFonts w:ascii="Arial" w:hAnsi="Arial" w:cs="Arial"/>
          <w:b/>
          <w:bCs/>
        </w:rPr>
        <w:t> </w:t>
      </w:r>
      <w:r w:rsidR="0088227B" w:rsidRPr="0088227B">
        <w:rPr>
          <w:rFonts w:ascii="Arial" w:hAnsi="Arial" w:cs="Arial"/>
          <w:b/>
          <w:bCs/>
        </w:rPr>
        <w:t>Łowiczu,</w:t>
      </w:r>
      <w:r w:rsidR="0088227B">
        <w:rPr>
          <w:rFonts w:ascii="Arial" w:hAnsi="Arial" w:cs="Arial"/>
          <w:b/>
          <w:bCs/>
        </w:rPr>
        <w:t xml:space="preserve"> </w:t>
      </w:r>
      <w:r w:rsidR="00372355" w:rsidRPr="00372355">
        <w:rPr>
          <w:rFonts w:ascii="Arial" w:hAnsi="Arial" w:cs="Arial"/>
          <w:b/>
          <w:bCs/>
        </w:rPr>
        <w:t>w ramach realizacji projektu "Poszerzamy horyzonty" – z podziałem na</w:t>
      </w:r>
      <w:r w:rsidR="0088227B">
        <w:rPr>
          <w:rFonts w:ascii="Arial" w:hAnsi="Arial" w:cs="Arial"/>
          <w:b/>
          <w:bCs/>
        </w:rPr>
        <w:t> </w:t>
      </w:r>
      <w:r w:rsidR="00372355" w:rsidRPr="00372355">
        <w:rPr>
          <w:rFonts w:ascii="Arial" w:hAnsi="Arial" w:cs="Arial"/>
          <w:b/>
          <w:bCs/>
        </w:rPr>
        <w:t>III części</w:t>
      </w:r>
      <w:r w:rsidRPr="006676B8">
        <w:rPr>
          <w:rFonts w:ascii="Arial" w:hAnsi="Arial" w:cs="Arial"/>
          <w:b/>
        </w:rPr>
        <w:t>:</w:t>
      </w:r>
    </w:p>
    <w:p w14:paraId="15F1F636" w14:textId="77777777" w:rsidR="006676B8" w:rsidRPr="00D73E28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</w:p>
    <w:p w14:paraId="7E7F457D" w14:textId="4488A4AE" w:rsidR="006676B8" w:rsidRPr="00D73E28" w:rsidRDefault="004D5A42" w:rsidP="008179F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dla </w:t>
      </w:r>
      <w:r w:rsidR="006676B8" w:rsidRPr="00D73E28">
        <w:rPr>
          <w:rFonts w:ascii="Arial" w:hAnsi="Arial" w:cs="Arial"/>
          <w:b/>
          <w:bCs/>
        </w:rPr>
        <w:t xml:space="preserve">Części I: </w:t>
      </w:r>
      <w:r w:rsidR="0088227B" w:rsidRPr="0088227B">
        <w:rPr>
          <w:rFonts w:ascii="Arial" w:hAnsi="Arial" w:cs="Arial"/>
          <w:b/>
          <w:bCs/>
          <w:iCs/>
        </w:rPr>
        <w:t>Dostawa sprzętu elektrycznego do pracowni elektrycznej dla uczniów i uczennic</w:t>
      </w:r>
      <w:r w:rsidR="0088227B">
        <w:rPr>
          <w:rFonts w:ascii="Arial" w:hAnsi="Arial" w:cs="Arial"/>
          <w:b/>
          <w:bCs/>
          <w:iCs/>
        </w:rPr>
        <w:t xml:space="preserve"> </w:t>
      </w:r>
      <w:r w:rsidR="0088227B" w:rsidRPr="0088227B">
        <w:rPr>
          <w:rFonts w:ascii="Arial" w:hAnsi="Arial" w:cs="Arial"/>
          <w:b/>
          <w:bCs/>
          <w:iCs/>
        </w:rPr>
        <w:t>Zespołu Szkół Technicznych im. 10 Pułku Piechoty w Łowiczu</w:t>
      </w:r>
      <w:r w:rsidR="0088227B">
        <w:rPr>
          <w:rFonts w:ascii="Arial" w:hAnsi="Arial" w:cs="Arial"/>
          <w:b/>
          <w:bCs/>
          <w:iCs/>
        </w:rPr>
        <w:t xml:space="preserve">, </w:t>
      </w:r>
    </w:p>
    <w:p w14:paraId="4F93C490" w14:textId="39F168E2" w:rsidR="00AF66BD" w:rsidRPr="00AF66BD" w:rsidRDefault="00AF66BD" w:rsidP="00AF66BD">
      <w:pPr>
        <w:spacing w:after="120" w:line="360" w:lineRule="auto"/>
        <w:jc w:val="both"/>
        <w:rPr>
          <w:rFonts w:ascii="Arial" w:hAnsi="Arial" w:cs="Arial"/>
          <w:b/>
        </w:rPr>
      </w:pPr>
      <w:r w:rsidRPr="00AF66BD">
        <w:rPr>
          <w:rFonts w:ascii="Arial" w:hAnsi="Arial" w:cs="Arial"/>
          <w:b/>
          <w:bCs/>
          <w:iCs/>
        </w:rPr>
        <w:t xml:space="preserve">zgodnie </w:t>
      </w:r>
      <w:r w:rsidR="006624A7">
        <w:rPr>
          <w:rFonts w:ascii="Arial" w:hAnsi="Arial" w:cs="Arial"/>
          <w:b/>
          <w:bCs/>
          <w:iCs/>
        </w:rPr>
        <w:t xml:space="preserve">z zapisami SWZ i </w:t>
      </w:r>
      <w:r w:rsidRPr="00AF66BD">
        <w:rPr>
          <w:rFonts w:ascii="Arial" w:hAnsi="Arial" w:cs="Arial"/>
          <w:b/>
          <w:bCs/>
          <w:iCs/>
        </w:rPr>
        <w:t xml:space="preserve">szczegółowym opisem przedmiotu zamówienia </w:t>
      </w:r>
      <w:r w:rsidRPr="00AF66BD">
        <w:rPr>
          <w:rFonts w:ascii="Arial" w:hAnsi="Arial" w:cs="Arial"/>
          <w:b/>
        </w:rPr>
        <w:t>na</w:t>
      </w:r>
      <w:r w:rsidR="006624A7">
        <w:rPr>
          <w:rFonts w:ascii="Arial" w:hAnsi="Arial" w:cs="Arial"/>
          <w:b/>
        </w:rPr>
        <w:t> </w:t>
      </w:r>
      <w:r w:rsidRPr="00AF66BD">
        <w:rPr>
          <w:rFonts w:ascii="Arial" w:hAnsi="Arial" w:cs="Arial"/>
          <w:b/>
        </w:rPr>
        <w:t>następujących warunkach:</w:t>
      </w:r>
    </w:p>
    <w:p w14:paraId="01059798" w14:textId="77777777" w:rsidR="004D5A42" w:rsidRDefault="004D5A42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</w:p>
    <w:p w14:paraId="4AFB134C" w14:textId="77777777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 dla Części I,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4530D358" w14:textId="77777777" w:rsidR="00AF66BD" w:rsidRDefault="00D73E28" w:rsidP="00AF66BD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227B">
        <w:rPr>
          <w:rFonts w:ascii="Arial" w:hAnsi="Arial" w:cs="Arial"/>
          <w:b/>
          <w:bCs/>
          <w:sz w:val="20"/>
          <w:szCs w:val="20"/>
        </w:rPr>
        <w:t xml:space="preserve">(uwaga: należy podać całkowity koszt </w:t>
      </w:r>
      <w:r w:rsidR="0088227B">
        <w:rPr>
          <w:rFonts w:ascii="Arial" w:hAnsi="Arial" w:cs="Arial"/>
          <w:b/>
          <w:bCs/>
          <w:sz w:val="20"/>
          <w:szCs w:val="20"/>
        </w:rPr>
        <w:t>realizacji zamówienia)</w:t>
      </w:r>
    </w:p>
    <w:p w14:paraId="661159F0" w14:textId="0C94D80B" w:rsidR="00F25346" w:rsidRDefault="0088227B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 w:rsidRPr="00AF66BD">
        <w:rPr>
          <w:rFonts w:ascii="Arial" w:hAnsi="Arial" w:cs="Arial"/>
          <w:b/>
          <w:bCs/>
          <w:i/>
          <w:iCs/>
        </w:rPr>
        <w:t>zgodnie z formularzem asortymentowo – cenowym stanowiącym załącznik nr 1.1 do SWZ</w:t>
      </w:r>
    </w:p>
    <w:p w14:paraId="4E00F38B" w14:textId="77777777" w:rsidR="00AF66BD" w:rsidRP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</w:p>
    <w:p w14:paraId="2F2A55AB" w14:textId="7804A234" w:rsidR="00D73E28" w:rsidRDefault="00D65D31" w:rsidP="0088227B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</w:t>
      </w:r>
      <w:r w:rsidR="00AF66BD">
        <w:rPr>
          <w:rFonts w:ascii="Arial" w:hAnsi="Arial" w:cs="Arial"/>
          <w:b/>
        </w:rPr>
        <w:t xml:space="preserve"> ponadto</w:t>
      </w:r>
      <w:r>
        <w:rPr>
          <w:rFonts w:ascii="Arial" w:hAnsi="Arial" w:cs="Arial"/>
          <w:b/>
        </w:rPr>
        <w:t>, że w</w:t>
      </w:r>
      <w:r w:rsidR="0088227B">
        <w:rPr>
          <w:rFonts w:ascii="Arial" w:hAnsi="Arial" w:cs="Arial"/>
          <w:b/>
        </w:rPr>
        <w:t xml:space="preserve">raz ze składaną ofertą </w:t>
      </w:r>
      <w:r w:rsidR="00AF66BD">
        <w:rPr>
          <w:rFonts w:ascii="Arial" w:hAnsi="Arial" w:cs="Arial"/>
          <w:b/>
        </w:rPr>
        <w:t>wskazujemy</w:t>
      </w:r>
      <w:r w:rsidR="0088227B">
        <w:rPr>
          <w:rFonts w:ascii="Arial" w:hAnsi="Arial" w:cs="Arial"/>
          <w:b/>
        </w:rPr>
        <w:t xml:space="preserve">: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25"/>
        <w:gridCol w:w="1984"/>
      </w:tblGrid>
      <w:tr w:rsidR="00D65D31" w:rsidRPr="00D73E28" w14:paraId="0CE0507D" w14:textId="77777777" w:rsidTr="00D65D31">
        <w:trPr>
          <w:trHeight w:val="838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62548C2" w14:textId="7FDF90B8" w:rsidR="00D65D31" w:rsidRPr="00BC341C" w:rsidRDefault="00D65D31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F64E077" w14:textId="3427C318" w:rsidR="00D65D31" w:rsidRPr="00BC341C" w:rsidRDefault="00D65D31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D65D31" w:rsidRPr="00D73E28" w14:paraId="6F3C4441" w14:textId="77777777" w:rsidTr="00AF66BD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E192" w14:textId="513658F8" w:rsidR="00D65D31" w:rsidRPr="00D65D31" w:rsidRDefault="00D65D31" w:rsidP="00D65D31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A1A2" w14:textId="77777777" w:rsidR="00AF66BD" w:rsidRDefault="00AF66BD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5BC3F" w14:textId="77777777" w:rsidR="00AF66BD" w:rsidRDefault="00AF66BD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50E585" w14:textId="41A3B2F8" w:rsidR="00D65D31" w:rsidRPr="00BC341C" w:rsidRDefault="00D65D31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D65D31" w:rsidRPr="00D73E28" w14:paraId="6C63CAFF" w14:textId="77777777" w:rsidTr="00AF66BD">
        <w:trPr>
          <w:trHeight w:val="68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E868" w14:textId="134453BE" w:rsidR="00390D5C" w:rsidRPr="00390D5C" w:rsidRDefault="00D65D31" w:rsidP="00D65D31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D65D31" w:rsidRPr="00D73E28" w14:paraId="526E4BBB" w14:textId="77777777" w:rsidTr="00AF66BD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2D08" w14:textId="0159283A" w:rsidR="00D65D31" w:rsidRPr="00D65D31" w:rsidRDefault="00D65D31" w:rsidP="00D65D31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91A4" w14:textId="77777777" w:rsidR="00AF66BD" w:rsidRDefault="00AF66BD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63274C" w14:textId="77777777" w:rsidR="00AF66BD" w:rsidRDefault="00AF66BD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08EE28" w14:textId="0C693000" w:rsidR="00D65D31" w:rsidRPr="00BC341C" w:rsidRDefault="00390D5C" w:rsidP="00AF66B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D65D31" w:rsidRPr="00D73E28" w14:paraId="2672AB1F" w14:textId="77777777" w:rsidTr="00AF66BD">
        <w:trPr>
          <w:trHeight w:val="68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D08F" w14:textId="6682D45A" w:rsidR="00D65D31" w:rsidRPr="00390D5C" w:rsidRDefault="00D65D31" w:rsidP="00D65D31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 w:rsidR="00390D5C"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 w:rsidR="00390D5C"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="00390D5C">
              <w:rPr>
                <w:rFonts w:ascii="Arial" w:hAnsi="Arial" w:cs="Arial"/>
                <w:i/>
                <w:iCs/>
                <w:sz w:val="20"/>
                <w:szCs w:val="20"/>
              </w:rPr>
              <w:t>maksymalny 36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 w:rsidR="00390D5C"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042D5915" w14:textId="77777777" w:rsidR="00390D5C" w:rsidRDefault="00390D5C" w:rsidP="00390D5C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68214CF7" w14:textId="77777777" w:rsidR="00390D5C" w:rsidRDefault="00390D5C" w:rsidP="00390D5C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6FEAF941" w14:textId="77777777" w:rsidR="00AF66BD" w:rsidRDefault="00AF66BD" w:rsidP="00390D5C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724DF390" w14:textId="77777777" w:rsidR="00AF66BD" w:rsidRDefault="00AF66BD" w:rsidP="00390D5C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32543C7D" w14:textId="77777777" w:rsidR="00AF66BD" w:rsidRPr="00390D5C" w:rsidRDefault="00AF66BD" w:rsidP="00390D5C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20D74DCC" w14:textId="63BDE66E" w:rsidR="00D13764" w:rsidRPr="00D73E28" w:rsidRDefault="00D13764" w:rsidP="008179FB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>Części I</w:t>
      </w:r>
      <w:r>
        <w:rPr>
          <w:rFonts w:ascii="Arial" w:hAnsi="Arial" w:cs="Arial"/>
          <w:b/>
          <w:bCs/>
        </w:rPr>
        <w:t>I</w:t>
      </w:r>
      <w:r w:rsidRPr="00D73E28">
        <w:rPr>
          <w:rFonts w:ascii="Arial" w:hAnsi="Arial" w:cs="Arial"/>
          <w:b/>
          <w:bCs/>
        </w:rPr>
        <w:t xml:space="preserve">: </w:t>
      </w:r>
      <w:r w:rsidR="00AF66BD" w:rsidRPr="00AF66BD">
        <w:rPr>
          <w:rFonts w:ascii="Arial" w:hAnsi="Arial" w:cs="Arial"/>
          <w:b/>
          <w:bCs/>
        </w:rPr>
        <w:t xml:space="preserve">Dostawa </w:t>
      </w:r>
      <w:r w:rsidR="00AF66BD" w:rsidRPr="00AF66BD">
        <w:rPr>
          <w:rFonts w:ascii="Arial" w:hAnsi="Arial" w:cs="Arial"/>
          <w:b/>
          <w:bCs/>
          <w:iCs/>
        </w:rPr>
        <w:t xml:space="preserve">sprzętu fryzjerskiego do pracowni fryzjerskiej </w:t>
      </w:r>
      <w:bookmarkStart w:id="0" w:name="_Hlk181875476"/>
      <w:r w:rsidR="00AF66BD" w:rsidRPr="00AF66BD">
        <w:rPr>
          <w:rFonts w:ascii="Arial" w:hAnsi="Arial" w:cs="Arial"/>
          <w:b/>
          <w:bCs/>
          <w:iCs/>
        </w:rPr>
        <w:t>dla uczniów i uczennic</w:t>
      </w:r>
      <w:bookmarkEnd w:id="0"/>
      <w:r w:rsidR="00AF66BD">
        <w:rPr>
          <w:rFonts w:ascii="Arial" w:hAnsi="Arial" w:cs="Arial"/>
          <w:b/>
          <w:bCs/>
          <w:iCs/>
        </w:rPr>
        <w:t xml:space="preserve"> </w:t>
      </w:r>
      <w:r w:rsidR="00AF66BD" w:rsidRPr="00AF66BD">
        <w:rPr>
          <w:rFonts w:ascii="Arial" w:hAnsi="Arial" w:cs="Arial"/>
          <w:b/>
          <w:bCs/>
          <w:iCs/>
        </w:rPr>
        <w:t>Zespołu Szkół Technicznych im. 10 Pułku Piechoty w Łowiczu</w:t>
      </w:r>
      <w:r w:rsidR="00AF66BD">
        <w:rPr>
          <w:rFonts w:ascii="Arial" w:hAnsi="Arial" w:cs="Arial"/>
          <w:b/>
          <w:bCs/>
          <w:iCs/>
        </w:rPr>
        <w:t>,</w:t>
      </w:r>
    </w:p>
    <w:p w14:paraId="71CE024A" w14:textId="394E2755" w:rsidR="00AF66BD" w:rsidRPr="00AF66BD" w:rsidRDefault="00AF66BD" w:rsidP="00AF66BD">
      <w:pPr>
        <w:spacing w:after="120" w:line="360" w:lineRule="auto"/>
        <w:jc w:val="both"/>
        <w:rPr>
          <w:rFonts w:ascii="Arial" w:hAnsi="Arial" w:cs="Arial"/>
          <w:b/>
        </w:rPr>
      </w:pPr>
      <w:r w:rsidRPr="00AF66BD">
        <w:rPr>
          <w:rFonts w:ascii="Arial" w:hAnsi="Arial" w:cs="Arial"/>
          <w:b/>
          <w:bCs/>
          <w:iCs/>
        </w:rPr>
        <w:t xml:space="preserve">zgodnie </w:t>
      </w:r>
      <w:r w:rsidR="006624A7">
        <w:rPr>
          <w:rFonts w:ascii="Arial" w:hAnsi="Arial" w:cs="Arial"/>
          <w:b/>
          <w:bCs/>
          <w:iCs/>
        </w:rPr>
        <w:t>z zapisami SWZ i</w:t>
      </w:r>
      <w:r w:rsidRPr="00AF66BD">
        <w:rPr>
          <w:rFonts w:ascii="Arial" w:hAnsi="Arial" w:cs="Arial"/>
          <w:b/>
          <w:bCs/>
          <w:iCs/>
        </w:rPr>
        <w:t xml:space="preserve"> szczegółowym opisem przedmiotu zamówienia </w:t>
      </w:r>
      <w:r w:rsidRPr="00AF66BD">
        <w:rPr>
          <w:rFonts w:ascii="Arial" w:hAnsi="Arial" w:cs="Arial"/>
          <w:b/>
        </w:rPr>
        <w:t>na</w:t>
      </w:r>
      <w:r w:rsidR="006624A7">
        <w:rPr>
          <w:rFonts w:ascii="Arial" w:hAnsi="Arial" w:cs="Arial"/>
          <w:b/>
        </w:rPr>
        <w:t> </w:t>
      </w:r>
      <w:r w:rsidRPr="00AF66BD">
        <w:rPr>
          <w:rFonts w:ascii="Arial" w:hAnsi="Arial" w:cs="Arial"/>
          <w:b/>
        </w:rPr>
        <w:t>następujących warunkach:</w:t>
      </w:r>
    </w:p>
    <w:p w14:paraId="246A7B93" w14:textId="77777777" w:rsidR="00D13764" w:rsidRDefault="00D13764" w:rsidP="00D13764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</w:p>
    <w:p w14:paraId="7075FC17" w14:textId="7E1DE26E" w:rsidR="00390D5C" w:rsidRPr="00AF66BD" w:rsidRDefault="00390D5C" w:rsidP="00AF66BD">
      <w:pPr>
        <w:pStyle w:val="Akapitzlist"/>
        <w:numPr>
          <w:ilvl w:val="1"/>
          <w:numId w:val="13"/>
        </w:numPr>
        <w:shd w:val="clear" w:color="auto" w:fill="ACB9CA" w:themeFill="text2" w:themeFillTint="66"/>
        <w:spacing w:after="120" w:line="360" w:lineRule="auto"/>
        <w:jc w:val="both"/>
        <w:rPr>
          <w:rFonts w:ascii="Arial" w:hAnsi="Arial" w:cs="Arial"/>
          <w:b/>
          <w:bCs/>
        </w:rPr>
      </w:pPr>
      <w:r w:rsidRPr="00AF66BD">
        <w:rPr>
          <w:rFonts w:ascii="Arial" w:hAnsi="Arial" w:cs="Arial"/>
          <w:b/>
        </w:rPr>
        <w:t xml:space="preserve">CENA brutto oferty </w:t>
      </w:r>
      <w:r w:rsidRPr="00AF66BD">
        <w:rPr>
          <w:rFonts w:ascii="Arial" w:hAnsi="Arial" w:cs="Arial"/>
          <w:b/>
          <w:bCs/>
        </w:rPr>
        <w:t>za realizację zamówienia dla Części I</w:t>
      </w:r>
      <w:r w:rsidR="006624A7">
        <w:rPr>
          <w:rFonts w:ascii="Arial" w:hAnsi="Arial" w:cs="Arial"/>
          <w:b/>
          <w:bCs/>
        </w:rPr>
        <w:t>I</w:t>
      </w:r>
      <w:r w:rsidRPr="00AF66BD">
        <w:rPr>
          <w:rFonts w:ascii="Arial" w:hAnsi="Arial" w:cs="Arial"/>
          <w:b/>
          <w:bCs/>
        </w:rPr>
        <w:t xml:space="preserve">, </w:t>
      </w:r>
    </w:p>
    <w:p w14:paraId="7955018D" w14:textId="77777777" w:rsidR="00390D5C" w:rsidRPr="00F25346" w:rsidRDefault="00390D5C" w:rsidP="00390D5C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D298086" w14:textId="77777777" w:rsidR="00390D5C" w:rsidRPr="006E3E28" w:rsidRDefault="00390D5C" w:rsidP="00390D5C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4C3469B9" w14:textId="77777777" w:rsidR="00390D5C" w:rsidRPr="00B964C4" w:rsidRDefault="00390D5C" w:rsidP="00390D5C">
      <w:pPr>
        <w:pStyle w:val="Akapitzlist"/>
        <w:ind w:left="284"/>
        <w:jc w:val="both"/>
        <w:rPr>
          <w:bCs/>
          <w:sz w:val="10"/>
          <w:szCs w:val="12"/>
        </w:rPr>
      </w:pPr>
    </w:p>
    <w:p w14:paraId="11C8BE45" w14:textId="77777777" w:rsidR="00390D5C" w:rsidRPr="0088227B" w:rsidRDefault="00390D5C" w:rsidP="00390D5C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227B">
        <w:rPr>
          <w:rFonts w:ascii="Arial" w:hAnsi="Arial" w:cs="Arial"/>
          <w:b/>
          <w:bCs/>
          <w:sz w:val="20"/>
          <w:szCs w:val="20"/>
        </w:rPr>
        <w:t xml:space="preserve">(uwaga: należy podać całkowity koszt </w:t>
      </w:r>
      <w:r>
        <w:rPr>
          <w:rFonts w:ascii="Arial" w:hAnsi="Arial" w:cs="Arial"/>
          <w:b/>
          <w:bCs/>
          <w:sz w:val="20"/>
          <w:szCs w:val="20"/>
        </w:rPr>
        <w:t>realizacji zamówienia)</w:t>
      </w:r>
    </w:p>
    <w:p w14:paraId="4B84A6CA" w14:textId="085C3CC4" w:rsid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 w:rsidRPr="00AF66BD"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 w:rsidR="006624A7">
        <w:rPr>
          <w:rFonts w:ascii="Arial" w:hAnsi="Arial" w:cs="Arial"/>
          <w:b/>
          <w:bCs/>
          <w:i/>
          <w:iCs/>
        </w:rPr>
        <w:t>2</w:t>
      </w:r>
      <w:r w:rsidRPr="00AF66BD">
        <w:rPr>
          <w:rFonts w:ascii="Arial" w:hAnsi="Arial" w:cs="Arial"/>
          <w:b/>
          <w:bCs/>
          <w:i/>
          <w:iCs/>
        </w:rPr>
        <w:t xml:space="preserve"> do SWZ</w:t>
      </w:r>
    </w:p>
    <w:p w14:paraId="3AFF7F48" w14:textId="77777777" w:rsidR="00AF66BD" w:rsidRP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</w:p>
    <w:p w14:paraId="76C2B635" w14:textId="31D157B6" w:rsidR="00AF66BD" w:rsidRPr="00AF66BD" w:rsidRDefault="00AF66BD" w:rsidP="00AF66BD">
      <w:pPr>
        <w:pStyle w:val="Akapitzlist"/>
        <w:numPr>
          <w:ilvl w:val="1"/>
          <w:numId w:val="13"/>
        </w:numPr>
        <w:spacing w:before="240" w:line="360" w:lineRule="auto"/>
        <w:rPr>
          <w:rFonts w:ascii="Arial" w:hAnsi="Arial" w:cs="Arial"/>
          <w:b/>
        </w:rPr>
      </w:pPr>
      <w:r w:rsidRPr="00AF66BD">
        <w:rPr>
          <w:rFonts w:ascii="Arial" w:hAnsi="Arial" w:cs="Arial"/>
          <w:b/>
        </w:rPr>
        <w:t xml:space="preserve">Oświadczamy ponadto, że wraz ze składaną ofertą wskazujemy: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25"/>
        <w:gridCol w:w="1984"/>
      </w:tblGrid>
      <w:tr w:rsidR="00AF66BD" w:rsidRPr="00D73E28" w14:paraId="68DEE8E6" w14:textId="77777777" w:rsidTr="00574337">
        <w:trPr>
          <w:trHeight w:val="838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26D51348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75166BB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AF66BD" w:rsidRPr="00D73E28" w14:paraId="2AF8808B" w14:textId="77777777" w:rsidTr="00574337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BF02" w14:textId="77777777" w:rsidR="00AF66BD" w:rsidRPr="00D65D31" w:rsidRDefault="00AF66BD" w:rsidP="0057433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8872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1C3349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E8685C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AF66BD" w:rsidRPr="00D73E28" w14:paraId="262E944D" w14:textId="77777777" w:rsidTr="00574337">
        <w:trPr>
          <w:trHeight w:val="68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165C" w14:textId="77777777" w:rsidR="00AF66BD" w:rsidRPr="00390D5C" w:rsidRDefault="00AF66BD" w:rsidP="00574337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AF66BD" w:rsidRPr="00D73E28" w14:paraId="26633D38" w14:textId="77777777" w:rsidTr="00574337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0F62" w14:textId="77777777" w:rsidR="00AF66BD" w:rsidRPr="00D65D31" w:rsidRDefault="00AF66BD" w:rsidP="0057433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1265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B986D4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766090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AF66BD" w:rsidRPr="00D73E28" w14:paraId="026F3936" w14:textId="77777777" w:rsidTr="009D6BE8">
        <w:trPr>
          <w:trHeight w:val="782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5D11" w14:textId="32D7643E" w:rsidR="00AF66BD" w:rsidRPr="00390D5C" w:rsidRDefault="00AF66BD" w:rsidP="00574337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 w:rsidR="006624A7">
              <w:rPr>
                <w:rFonts w:ascii="Arial" w:hAnsi="Arial" w:cs="Arial"/>
                <w:i/>
                <w:iCs/>
                <w:sz w:val="20"/>
                <w:szCs w:val="20"/>
              </w:rPr>
              <w:t>12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 w:rsidR="006624A7">
              <w:rPr>
                <w:rFonts w:ascii="Arial" w:hAnsi="Arial" w:cs="Arial"/>
                <w:i/>
                <w:iCs/>
                <w:sz w:val="20"/>
                <w:szCs w:val="20"/>
              </w:rPr>
              <w:t>ęcy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maksymalny </w:t>
            </w:r>
            <w:r w:rsidR="006624A7"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 w:rsidR="006624A7"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więcej.</w:t>
            </w:r>
          </w:p>
        </w:tc>
      </w:tr>
    </w:tbl>
    <w:p w14:paraId="7FF26C88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1EF43C3A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0069A110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19A3973E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3AFCD3EB" w14:textId="77777777" w:rsidR="00F62E17" w:rsidRDefault="00F62E17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235FBB91" w14:textId="77777777" w:rsidR="006624A7" w:rsidRDefault="006624A7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0FFE1AD8" w14:textId="77777777" w:rsidR="006624A7" w:rsidRDefault="006624A7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47F257EE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6F3655D9" w14:textId="71F96710" w:rsidR="00AF66BD" w:rsidRPr="00D73E28" w:rsidRDefault="00AF66BD" w:rsidP="00AF66BD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>Części I</w:t>
      </w:r>
      <w:r>
        <w:rPr>
          <w:rFonts w:ascii="Arial" w:hAnsi="Arial" w:cs="Arial"/>
          <w:b/>
          <w:bCs/>
        </w:rPr>
        <w:t>I</w:t>
      </w:r>
      <w:r w:rsidR="006624A7">
        <w:rPr>
          <w:rFonts w:ascii="Arial" w:hAnsi="Arial" w:cs="Arial"/>
          <w:b/>
          <w:bCs/>
        </w:rPr>
        <w:t>I</w:t>
      </w:r>
      <w:r w:rsidRPr="00D73E28">
        <w:rPr>
          <w:rFonts w:ascii="Arial" w:hAnsi="Arial" w:cs="Arial"/>
          <w:b/>
          <w:bCs/>
        </w:rPr>
        <w:t xml:space="preserve">: </w:t>
      </w:r>
      <w:r w:rsidR="006624A7" w:rsidRPr="006624A7">
        <w:rPr>
          <w:rFonts w:ascii="Arial" w:hAnsi="Arial" w:cs="Arial"/>
          <w:b/>
          <w:bCs/>
        </w:rPr>
        <w:t xml:space="preserve">Dostawa </w:t>
      </w:r>
      <w:r w:rsidR="006624A7" w:rsidRPr="006624A7">
        <w:rPr>
          <w:rFonts w:ascii="Arial" w:hAnsi="Arial" w:cs="Arial"/>
          <w:b/>
          <w:bCs/>
          <w:iCs/>
        </w:rPr>
        <w:t xml:space="preserve">sprzętu </w:t>
      </w:r>
      <w:r w:rsidR="006624A7" w:rsidRPr="006624A7">
        <w:rPr>
          <w:rFonts w:ascii="Arial" w:hAnsi="Arial" w:cs="Arial"/>
          <w:b/>
          <w:bCs/>
        </w:rPr>
        <w:t xml:space="preserve">i wyposażenia </w:t>
      </w:r>
      <w:r w:rsidR="006624A7" w:rsidRPr="006624A7">
        <w:rPr>
          <w:rFonts w:ascii="Arial" w:hAnsi="Arial" w:cs="Arial"/>
          <w:b/>
          <w:bCs/>
          <w:iCs/>
        </w:rPr>
        <w:t>do pracowni elektrycznej i fryzjerskiej dla</w:t>
      </w:r>
      <w:r w:rsidR="006624A7">
        <w:rPr>
          <w:rFonts w:ascii="Arial" w:hAnsi="Arial" w:cs="Arial"/>
          <w:b/>
          <w:bCs/>
          <w:iCs/>
        </w:rPr>
        <w:t> </w:t>
      </w:r>
      <w:r w:rsidR="006624A7" w:rsidRPr="006624A7">
        <w:rPr>
          <w:rFonts w:ascii="Arial" w:hAnsi="Arial" w:cs="Arial"/>
          <w:b/>
          <w:bCs/>
          <w:iCs/>
        </w:rPr>
        <w:t>uczniów i uczennic</w:t>
      </w:r>
      <w:r w:rsidR="006624A7" w:rsidRPr="006624A7">
        <w:rPr>
          <w:rFonts w:ascii="Arial" w:hAnsi="Arial" w:cs="Arial"/>
        </w:rPr>
        <w:t xml:space="preserve"> </w:t>
      </w:r>
      <w:r w:rsidR="006624A7" w:rsidRPr="006624A7">
        <w:rPr>
          <w:rFonts w:ascii="Arial" w:hAnsi="Arial" w:cs="Arial"/>
          <w:b/>
          <w:bCs/>
          <w:iCs/>
        </w:rPr>
        <w:t>Zespołu Szkół Technicznych im. 10 Pułku Piechoty w</w:t>
      </w:r>
      <w:r w:rsidR="006624A7">
        <w:rPr>
          <w:rFonts w:ascii="Arial" w:hAnsi="Arial" w:cs="Arial"/>
          <w:b/>
          <w:bCs/>
          <w:iCs/>
        </w:rPr>
        <w:t> </w:t>
      </w:r>
      <w:r w:rsidR="006624A7" w:rsidRPr="006624A7">
        <w:rPr>
          <w:rFonts w:ascii="Arial" w:hAnsi="Arial" w:cs="Arial"/>
          <w:b/>
          <w:bCs/>
          <w:iCs/>
        </w:rPr>
        <w:t>Łowiczu</w:t>
      </w:r>
      <w:r w:rsidR="006624A7">
        <w:rPr>
          <w:rFonts w:ascii="Arial" w:hAnsi="Arial" w:cs="Arial"/>
          <w:b/>
          <w:bCs/>
          <w:iCs/>
        </w:rPr>
        <w:t>,</w:t>
      </w:r>
    </w:p>
    <w:p w14:paraId="4CAC099E" w14:textId="2BB00868" w:rsidR="00AF66BD" w:rsidRPr="00D73E28" w:rsidRDefault="006624A7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AF66BD">
        <w:rPr>
          <w:rFonts w:ascii="Arial" w:hAnsi="Arial" w:cs="Arial"/>
          <w:b/>
          <w:bCs/>
          <w:iCs/>
        </w:rPr>
        <w:t xml:space="preserve">zgodnie </w:t>
      </w:r>
      <w:r>
        <w:rPr>
          <w:rFonts w:ascii="Arial" w:hAnsi="Arial" w:cs="Arial"/>
          <w:b/>
          <w:bCs/>
          <w:iCs/>
        </w:rPr>
        <w:t>z zapisami SWZ i</w:t>
      </w:r>
      <w:r w:rsidRPr="00AF66BD">
        <w:rPr>
          <w:rFonts w:ascii="Arial" w:hAnsi="Arial" w:cs="Arial"/>
          <w:b/>
          <w:bCs/>
          <w:iCs/>
        </w:rPr>
        <w:t xml:space="preserve"> szczegółowym opisem przedmiotu zamówienia </w:t>
      </w:r>
      <w:r w:rsidRPr="00AF66BD">
        <w:rPr>
          <w:rFonts w:ascii="Arial" w:hAnsi="Arial" w:cs="Arial"/>
          <w:b/>
        </w:rPr>
        <w:t>na</w:t>
      </w:r>
      <w:r>
        <w:rPr>
          <w:rFonts w:ascii="Arial" w:hAnsi="Arial" w:cs="Arial"/>
          <w:b/>
        </w:rPr>
        <w:t> </w:t>
      </w:r>
      <w:r w:rsidRPr="00AF66BD">
        <w:rPr>
          <w:rFonts w:ascii="Arial" w:hAnsi="Arial" w:cs="Arial"/>
          <w:b/>
        </w:rPr>
        <w:t>następujących warunkach</w:t>
      </w:r>
      <w:r w:rsidRPr="00D73E28">
        <w:rPr>
          <w:rFonts w:ascii="Arial" w:hAnsi="Arial" w:cs="Arial"/>
          <w:b/>
        </w:rPr>
        <w:t xml:space="preserve"> </w:t>
      </w:r>
      <w:r w:rsidR="00AF66BD" w:rsidRPr="00D73E28">
        <w:rPr>
          <w:rFonts w:ascii="Arial" w:hAnsi="Arial" w:cs="Arial"/>
          <w:b/>
        </w:rPr>
        <w:t>na następujących warunkach:</w:t>
      </w:r>
    </w:p>
    <w:p w14:paraId="7EF9C8CA" w14:textId="77777777" w:rsid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</w:p>
    <w:p w14:paraId="4F98D7C8" w14:textId="2C61DDC3" w:rsidR="00AF66BD" w:rsidRPr="00AF66BD" w:rsidRDefault="00AF66BD" w:rsidP="00AF66BD">
      <w:pPr>
        <w:pStyle w:val="Akapitzlist"/>
        <w:numPr>
          <w:ilvl w:val="1"/>
          <w:numId w:val="14"/>
        </w:numPr>
        <w:shd w:val="clear" w:color="auto" w:fill="ACB9CA" w:themeFill="text2" w:themeFillTint="66"/>
        <w:spacing w:after="120" w:line="360" w:lineRule="auto"/>
        <w:jc w:val="both"/>
        <w:rPr>
          <w:rFonts w:ascii="Arial" w:hAnsi="Arial" w:cs="Arial"/>
          <w:b/>
          <w:bCs/>
        </w:rPr>
      </w:pPr>
      <w:r w:rsidRPr="00AF66BD">
        <w:rPr>
          <w:rFonts w:ascii="Arial" w:hAnsi="Arial" w:cs="Arial"/>
          <w:b/>
        </w:rPr>
        <w:t xml:space="preserve">CENA brutto oferty </w:t>
      </w:r>
      <w:r w:rsidRPr="00AF66BD">
        <w:rPr>
          <w:rFonts w:ascii="Arial" w:hAnsi="Arial" w:cs="Arial"/>
          <w:b/>
          <w:bCs/>
        </w:rPr>
        <w:t xml:space="preserve">za realizację zamówienia dla Części </w:t>
      </w:r>
      <w:r w:rsidR="006624A7">
        <w:rPr>
          <w:rFonts w:ascii="Arial" w:hAnsi="Arial" w:cs="Arial"/>
          <w:b/>
          <w:bCs/>
        </w:rPr>
        <w:t>II</w:t>
      </w:r>
      <w:r w:rsidRPr="00AF66BD">
        <w:rPr>
          <w:rFonts w:ascii="Arial" w:hAnsi="Arial" w:cs="Arial"/>
          <w:b/>
          <w:bCs/>
        </w:rPr>
        <w:t xml:space="preserve">I, </w:t>
      </w:r>
    </w:p>
    <w:p w14:paraId="359AEACC" w14:textId="77777777" w:rsidR="00AF66BD" w:rsidRPr="00F25346" w:rsidRDefault="00AF66BD" w:rsidP="00AF66BD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132E7778" w14:textId="77777777" w:rsidR="00AF66BD" w:rsidRPr="006E3E28" w:rsidRDefault="00AF66BD" w:rsidP="00AF66BD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78A9E486" w14:textId="77777777" w:rsidR="00AF66BD" w:rsidRPr="00B964C4" w:rsidRDefault="00AF66BD" w:rsidP="00AF66BD">
      <w:pPr>
        <w:pStyle w:val="Akapitzlist"/>
        <w:ind w:left="284"/>
        <w:jc w:val="both"/>
        <w:rPr>
          <w:bCs/>
          <w:sz w:val="10"/>
          <w:szCs w:val="12"/>
        </w:rPr>
      </w:pPr>
    </w:p>
    <w:p w14:paraId="28B0CFC8" w14:textId="77777777" w:rsidR="00AF66BD" w:rsidRPr="0088227B" w:rsidRDefault="00AF66BD" w:rsidP="00AF66BD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8227B">
        <w:rPr>
          <w:rFonts w:ascii="Arial" w:hAnsi="Arial" w:cs="Arial"/>
          <w:b/>
          <w:bCs/>
          <w:sz w:val="20"/>
          <w:szCs w:val="20"/>
        </w:rPr>
        <w:t xml:space="preserve">(uwaga: należy podać całkowity koszt </w:t>
      </w:r>
      <w:r>
        <w:rPr>
          <w:rFonts w:ascii="Arial" w:hAnsi="Arial" w:cs="Arial"/>
          <w:b/>
          <w:bCs/>
          <w:sz w:val="20"/>
          <w:szCs w:val="20"/>
        </w:rPr>
        <w:t>realizacji zamówienia)</w:t>
      </w:r>
    </w:p>
    <w:p w14:paraId="37241569" w14:textId="2FC845AD" w:rsid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 w:rsidRPr="00AF66BD"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 w:rsidR="006624A7">
        <w:rPr>
          <w:rFonts w:ascii="Arial" w:hAnsi="Arial" w:cs="Arial"/>
          <w:b/>
          <w:bCs/>
          <w:i/>
          <w:iCs/>
        </w:rPr>
        <w:t>3</w:t>
      </w:r>
      <w:r w:rsidRPr="00AF66BD">
        <w:rPr>
          <w:rFonts w:ascii="Arial" w:hAnsi="Arial" w:cs="Arial"/>
          <w:b/>
          <w:bCs/>
          <w:i/>
          <w:iCs/>
        </w:rPr>
        <w:t xml:space="preserve"> do SWZ</w:t>
      </w:r>
    </w:p>
    <w:p w14:paraId="7E562FB6" w14:textId="77777777" w:rsidR="00AF66BD" w:rsidRPr="00AF66BD" w:rsidRDefault="00AF66BD" w:rsidP="00AF66BD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</w:p>
    <w:p w14:paraId="4B715FC3" w14:textId="77777777" w:rsidR="00AF66BD" w:rsidRDefault="00AF66BD" w:rsidP="00AF66BD">
      <w:pPr>
        <w:pStyle w:val="Akapitzlist"/>
        <w:numPr>
          <w:ilvl w:val="1"/>
          <w:numId w:val="14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Oświadczamy ponadto, że wraz ze składaną ofertą wskazujemy: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25"/>
        <w:gridCol w:w="1984"/>
      </w:tblGrid>
      <w:tr w:rsidR="00AF66BD" w:rsidRPr="00D73E28" w14:paraId="5DAB6587" w14:textId="77777777" w:rsidTr="00574337">
        <w:trPr>
          <w:trHeight w:val="838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773A56A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A9DAABA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AF66BD" w:rsidRPr="00D73E28" w14:paraId="79780087" w14:textId="77777777" w:rsidTr="00574337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295" w14:textId="77777777" w:rsidR="00AF66BD" w:rsidRPr="00D65D31" w:rsidRDefault="00AF66BD" w:rsidP="0057433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F3E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703172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25A6AE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AF66BD" w:rsidRPr="00D73E28" w14:paraId="5BB58D79" w14:textId="77777777" w:rsidTr="00574337">
        <w:trPr>
          <w:trHeight w:val="68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3867" w14:textId="77777777" w:rsidR="00AF66BD" w:rsidRPr="00390D5C" w:rsidRDefault="00AF66BD" w:rsidP="00574337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AF66BD" w:rsidRPr="00D73E28" w14:paraId="5A55B7CE" w14:textId="77777777" w:rsidTr="00574337">
        <w:trPr>
          <w:trHeight w:val="85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4CA" w14:textId="77777777" w:rsidR="00AF66BD" w:rsidRPr="00D65D31" w:rsidRDefault="00AF66BD" w:rsidP="0057433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B08F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683C5C" w14:textId="77777777" w:rsidR="00AF66BD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E06A2B" w14:textId="77777777" w:rsidR="00AF66BD" w:rsidRPr="00BC341C" w:rsidRDefault="00AF66BD" w:rsidP="005743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AF66BD" w:rsidRPr="00D73E28" w14:paraId="376F721F" w14:textId="77777777" w:rsidTr="00574337">
        <w:trPr>
          <w:trHeight w:val="68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3EEB" w14:textId="77777777" w:rsidR="00AF66BD" w:rsidRPr="00390D5C" w:rsidRDefault="00AF66BD" w:rsidP="00574337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36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4979E44E" w14:textId="77777777" w:rsidR="00AF66BD" w:rsidRDefault="00AF66BD" w:rsidP="00AF66BD">
      <w:pPr>
        <w:pStyle w:val="Akapitzlist"/>
        <w:shd w:val="clear" w:color="auto" w:fill="FFFFFF" w:themeFill="background1"/>
        <w:spacing w:after="120" w:line="360" w:lineRule="auto"/>
        <w:ind w:left="284"/>
        <w:jc w:val="both"/>
        <w:rPr>
          <w:rFonts w:ascii="Arial" w:hAnsi="Arial" w:cs="Arial"/>
        </w:rPr>
      </w:pPr>
    </w:p>
    <w:p w14:paraId="01352C2E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3F631226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1DD63ED7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2E8DC986" w14:textId="43AAFFD0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624A6BB1" w14:textId="77777777" w:rsidTr="008179FB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lastRenderedPageBreak/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E0A948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85E993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0DB084B0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46ABE240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497AEFA1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38E4E977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0525D145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402601C2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E45B637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DC05843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22472830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336273BF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716D2F7C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620066A6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6C50FEF6" w14:textId="77777777" w:rsidR="006624A7" w:rsidRDefault="006624A7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2157E05F" w14:textId="77777777" w:rsidR="00F25346" w:rsidRDefault="00F25346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D73E28">
      <w:headerReference w:type="default" r:id="rId24"/>
      <w:footerReference w:type="default" r:id="rId25"/>
      <w:pgSz w:w="11906" w:h="16838"/>
      <w:pgMar w:top="1560" w:right="1274" w:bottom="993" w:left="1276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0310B6">
      <w:rPr>
        <w:rFonts w:ascii="Arial" w:eastAsia="Calibri" w:hAnsi="Arial"/>
        <w:noProof/>
        <w:sz w:val="18"/>
        <w:szCs w:val="18"/>
        <w:lang w:eastAsia="en-US"/>
      </w:rPr>
      <w:t>6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0310B6">
      <w:rPr>
        <w:rFonts w:ascii="Arial" w:eastAsia="Calibri" w:hAnsi="Arial"/>
        <w:noProof/>
        <w:sz w:val="18"/>
        <w:szCs w:val="18"/>
        <w:lang w:eastAsia="en-US"/>
      </w:rPr>
      <w:t>6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1BB9C734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411BCF49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9845" w14:textId="3A7410C8" w:rsidR="00AE2ACB" w:rsidRPr="00346636" w:rsidRDefault="0098543B" w:rsidP="00346636">
    <w:pPr>
      <w:pStyle w:val="Nagwek"/>
    </w:pPr>
    <w:r>
      <w:rPr>
        <w:noProof/>
      </w:rPr>
      <w:drawing>
        <wp:inline distT="0" distB="0" distL="0" distR="0" wp14:anchorId="3310848C" wp14:editId="47BD0BA2">
          <wp:extent cx="5759450" cy="795655"/>
          <wp:effectExtent l="0" t="0" r="0" b="0"/>
          <wp:docPr id="271493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40171"/>
    <w:multiLevelType w:val="multilevel"/>
    <w:tmpl w:val="D6A8979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8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65572CD"/>
    <w:multiLevelType w:val="multilevel"/>
    <w:tmpl w:val="085ACAA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5297624">
    <w:abstractNumId w:val="7"/>
  </w:num>
  <w:num w:numId="2" w16cid:durableId="773327751">
    <w:abstractNumId w:val="4"/>
  </w:num>
  <w:num w:numId="3" w16cid:durableId="246305545">
    <w:abstractNumId w:val="6"/>
  </w:num>
  <w:num w:numId="4" w16cid:durableId="2031489921">
    <w:abstractNumId w:val="13"/>
  </w:num>
  <w:num w:numId="5" w16cid:durableId="8369235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801082">
    <w:abstractNumId w:val="5"/>
  </w:num>
  <w:num w:numId="7" w16cid:durableId="1459452249">
    <w:abstractNumId w:val="2"/>
  </w:num>
  <w:num w:numId="8" w16cid:durableId="1172183452">
    <w:abstractNumId w:val="8"/>
  </w:num>
  <w:num w:numId="9" w16cid:durableId="846749880">
    <w:abstractNumId w:val="3"/>
  </w:num>
  <w:num w:numId="10" w16cid:durableId="1041324551">
    <w:abstractNumId w:val="9"/>
  </w:num>
  <w:num w:numId="11" w16cid:durableId="668412482">
    <w:abstractNumId w:val="12"/>
  </w:num>
  <w:num w:numId="12" w16cid:durableId="1759983882">
    <w:abstractNumId w:val="1"/>
  </w:num>
  <w:num w:numId="13" w16cid:durableId="1410497076">
    <w:abstractNumId w:val="11"/>
  </w:num>
  <w:num w:numId="14" w16cid:durableId="74665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77EBA"/>
    <w:rsid w:val="001010F1"/>
    <w:rsid w:val="001063D3"/>
    <w:rsid w:val="001129C0"/>
    <w:rsid w:val="00140C27"/>
    <w:rsid w:val="00193F60"/>
    <w:rsid w:val="001C7D84"/>
    <w:rsid w:val="001D5C00"/>
    <w:rsid w:val="001E2907"/>
    <w:rsid w:val="001F1C13"/>
    <w:rsid w:val="00216425"/>
    <w:rsid w:val="002214DB"/>
    <w:rsid w:val="00253194"/>
    <w:rsid w:val="00267D1F"/>
    <w:rsid w:val="002A516E"/>
    <w:rsid w:val="002C23F2"/>
    <w:rsid w:val="002E612D"/>
    <w:rsid w:val="00346636"/>
    <w:rsid w:val="00346B88"/>
    <w:rsid w:val="00367F75"/>
    <w:rsid w:val="00372355"/>
    <w:rsid w:val="00390D5C"/>
    <w:rsid w:val="003A37A9"/>
    <w:rsid w:val="003B769C"/>
    <w:rsid w:val="003C52E4"/>
    <w:rsid w:val="003E0201"/>
    <w:rsid w:val="004223C6"/>
    <w:rsid w:val="00444392"/>
    <w:rsid w:val="00450529"/>
    <w:rsid w:val="00497AEE"/>
    <w:rsid w:val="004C59EC"/>
    <w:rsid w:val="004D4F17"/>
    <w:rsid w:val="004D5A42"/>
    <w:rsid w:val="004E4F1B"/>
    <w:rsid w:val="00524BA5"/>
    <w:rsid w:val="00525EFF"/>
    <w:rsid w:val="005564F9"/>
    <w:rsid w:val="00563DC0"/>
    <w:rsid w:val="005673FF"/>
    <w:rsid w:val="005722FE"/>
    <w:rsid w:val="00574A9C"/>
    <w:rsid w:val="005844F6"/>
    <w:rsid w:val="005D6DA1"/>
    <w:rsid w:val="005F6F5F"/>
    <w:rsid w:val="00617195"/>
    <w:rsid w:val="00640768"/>
    <w:rsid w:val="006522FA"/>
    <w:rsid w:val="006624A7"/>
    <w:rsid w:val="006676B8"/>
    <w:rsid w:val="006B63D6"/>
    <w:rsid w:val="006C641D"/>
    <w:rsid w:val="006D09E0"/>
    <w:rsid w:val="006E3E28"/>
    <w:rsid w:val="00780D4C"/>
    <w:rsid w:val="007D475B"/>
    <w:rsid w:val="007E331F"/>
    <w:rsid w:val="007F3E87"/>
    <w:rsid w:val="00814ACA"/>
    <w:rsid w:val="008179FB"/>
    <w:rsid w:val="0088227B"/>
    <w:rsid w:val="008C5531"/>
    <w:rsid w:val="008C7E95"/>
    <w:rsid w:val="008E6C6E"/>
    <w:rsid w:val="009312B4"/>
    <w:rsid w:val="00932E17"/>
    <w:rsid w:val="009569B2"/>
    <w:rsid w:val="0097776D"/>
    <w:rsid w:val="00983D1D"/>
    <w:rsid w:val="0098543B"/>
    <w:rsid w:val="009B316D"/>
    <w:rsid w:val="009D6BE8"/>
    <w:rsid w:val="009D75A8"/>
    <w:rsid w:val="00A23973"/>
    <w:rsid w:val="00A30343"/>
    <w:rsid w:val="00A420B6"/>
    <w:rsid w:val="00A50E18"/>
    <w:rsid w:val="00A8509D"/>
    <w:rsid w:val="00A878FE"/>
    <w:rsid w:val="00AA39D6"/>
    <w:rsid w:val="00AC3781"/>
    <w:rsid w:val="00AE2ACB"/>
    <w:rsid w:val="00AF4AC3"/>
    <w:rsid w:val="00AF662E"/>
    <w:rsid w:val="00AF66BD"/>
    <w:rsid w:val="00B42ED4"/>
    <w:rsid w:val="00B47637"/>
    <w:rsid w:val="00B56BE6"/>
    <w:rsid w:val="00B86D25"/>
    <w:rsid w:val="00B87AFB"/>
    <w:rsid w:val="00B9086B"/>
    <w:rsid w:val="00B964C4"/>
    <w:rsid w:val="00BC341C"/>
    <w:rsid w:val="00BC4F99"/>
    <w:rsid w:val="00BE474D"/>
    <w:rsid w:val="00C11FEF"/>
    <w:rsid w:val="00C13C81"/>
    <w:rsid w:val="00C21485"/>
    <w:rsid w:val="00C22F7D"/>
    <w:rsid w:val="00C444F6"/>
    <w:rsid w:val="00C749A9"/>
    <w:rsid w:val="00C754AE"/>
    <w:rsid w:val="00C85374"/>
    <w:rsid w:val="00CE1552"/>
    <w:rsid w:val="00CE3AE6"/>
    <w:rsid w:val="00CF1352"/>
    <w:rsid w:val="00D13764"/>
    <w:rsid w:val="00D43FD3"/>
    <w:rsid w:val="00D554C7"/>
    <w:rsid w:val="00D5631A"/>
    <w:rsid w:val="00D613AB"/>
    <w:rsid w:val="00D65D31"/>
    <w:rsid w:val="00D73E28"/>
    <w:rsid w:val="00DB0B8B"/>
    <w:rsid w:val="00DB7A0F"/>
    <w:rsid w:val="00DC336F"/>
    <w:rsid w:val="00E1735C"/>
    <w:rsid w:val="00E427E1"/>
    <w:rsid w:val="00E571D8"/>
    <w:rsid w:val="00EA28A0"/>
    <w:rsid w:val="00EB7584"/>
    <w:rsid w:val="00ED4154"/>
    <w:rsid w:val="00EF1FDB"/>
    <w:rsid w:val="00F134D5"/>
    <w:rsid w:val="00F25346"/>
    <w:rsid w:val="00F31EAC"/>
    <w:rsid w:val="00F62E17"/>
    <w:rsid w:val="00F7377B"/>
    <w:rsid w:val="00F855D6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4E82-F540-4608-8A30-A9120CDF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77</TotalTime>
  <Pages>6</Pages>
  <Words>1155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11</cp:revision>
  <cp:lastPrinted>2024-11-14T13:29:00Z</cp:lastPrinted>
  <dcterms:created xsi:type="dcterms:W3CDTF">2024-10-06T10:11:00Z</dcterms:created>
  <dcterms:modified xsi:type="dcterms:W3CDTF">2024-11-14T13:40:00Z</dcterms:modified>
</cp:coreProperties>
</file>