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0A3FC" w14:textId="77777777" w:rsidR="009E5C48" w:rsidRDefault="009E5C4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BDFC73" w14:textId="77777777" w:rsidR="009E5C48" w:rsidRDefault="009E5C4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20C064" w14:textId="726FCAA4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018167DE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5C7A5137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5B8A9335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6A7C47DA" w14:textId="77777777" w:rsidR="002D1047" w:rsidRDefault="00855A08" w:rsidP="002D1047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 xml:space="preserve">         (nazwa i adres Wykonawcy)        </w:t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</w:p>
    <w:p w14:paraId="6E3E3098" w14:textId="61CD0506" w:rsidR="00855A08" w:rsidRPr="002D1047" w:rsidRDefault="002D1047" w:rsidP="002D1047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855A08" w:rsidRPr="002D1047">
        <w:rPr>
          <w:rFonts w:asciiTheme="minorHAnsi" w:hAnsiTheme="minorHAnsi" w:cstheme="minorHAnsi"/>
          <w:sz w:val="22"/>
          <w:szCs w:val="22"/>
        </w:rPr>
        <w:t>............................................</w:t>
      </w:r>
    </w:p>
    <w:p w14:paraId="62DB16FA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  <w:t xml:space="preserve">             (miejscowość i data)</w:t>
      </w:r>
    </w:p>
    <w:p w14:paraId="0A0D540F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C5E71C1" w14:textId="77777777" w:rsidR="00855A08" w:rsidRPr="002D1047" w:rsidRDefault="00855A08" w:rsidP="00855A08">
      <w:pPr>
        <w:tabs>
          <w:tab w:val="left" w:pos="-1276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tel.: ...............................................</w:t>
      </w:r>
    </w:p>
    <w:p w14:paraId="0E3EDCB2" w14:textId="62941F26" w:rsidR="00855A08" w:rsidRPr="002D1047" w:rsidRDefault="002D1047" w:rsidP="00855A08">
      <w:pPr>
        <w:tabs>
          <w:tab w:val="left" w:pos="-1276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e-mail</w:t>
      </w:r>
      <w:r w:rsidR="00855A08" w:rsidRPr="002D1047">
        <w:rPr>
          <w:rFonts w:asciiTheme="minorHAnsi" w:hAnsiTheme="minorHAnsi" w:cstheme="minorHAnsi"/>
          <w:sz w:val="22"/>
          <w:szCs w:val="22"/>
        </w:rPr>
        <w:t>: ...............................................</w:t>
      </w:r>
    </w:p>
    <w:p w14:paraId="1CA55B81" w14:textId="77777777" w:rsidR="00855A08" w:rsidRPr="002D1047" w:rsidRDefault="00855A08" w:rsidP="00855A08">
      <w:pPr>
        <w:tabs>
          <w:tab w:val="left" w:pos="-1276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B4183E" w14:textId="77777777" w:rsidR="00855A08" w:rsidRPr="002D1047" w:rsidRDefault="00855A08" w:rsidP="00855A08">
      <w:pPr>
        <w:tabs>
          <w:tab w:val="left" w:pos="-1276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D1047">
        <w:rPr>
          <w:rFonts w:asciiTheme="minorHAnsi" w:hAnsiTheme="minorHAnsi" w:cstheme="minorHAnsi"/>
          <w:b/>
          <w:sz w:val="22"/>
          <w:szCs w:val="22"/>
        </w:rPr>
        <w:t>F O R M U L A R Z      O F E R T OWY</w:t>
      </w:r>
    </w:p>
    <w:p w14:paraId="2E12B4BA" w14:textId="77777777" w:rsidR="00855A08" w:rsidRPr="002D1047" w:rsidRDefault="00855A08" w:rsidP="00855A08">
      <w:pPr>
        <w:tabs>
          <w:tab w:val="left" w:pos="-1276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D1047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2D1047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2D1047">
        <w:rPr>
          <w:rFonts w:asciiTheme="minorHAnsi" w:hAnsiTheme="minorHAnsi" w:cstheme="minorHAnsi"/>
          <w:b/>
          <w:sz w:val="22"/>
          <w:szCs w:val="22"/>
        </w:rPr>
        <w:tab/>
        <w:t xml:space="preserve">   </w:t>
      </w:r>
    </w:p>
    <w:p w14:paraId="1EAC11DF" w14:textId="77777777" w:rsidR="00855A08" w:rsidRPr="002D1047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2D1047">
        <w:rPr>
          <w:rFonts w:asciiTheme="minorHAnsi" w:hAnsiTheme="minorHAnsi" w:cstheme="minorHAnsi"/>
          <w:b/>
          <w:sz w:val="22"/>
          <w:szCs w:val="22"/>
        </w:rPr>
        <w:tab/>
      </w:r>
      <w:r w:rsidRPr="002D1047">
        <w:rPr>
          <w:rFonts w:asciiTheme="minorHAnsi" w:hAnsiTheme="minorHAnsi" w:cstheme="minorHAnsi"/>
          <w:b/>
          <w:i/>
          <w:sz w:val="22"/>
          <w:szCs w:val="22"/>
        </w:rPr>
        <w:t xml:space="preserve">Wojewódzki Inspektorat Ochrony </w:t>
      </w:r>
    </w:p>
    <w:p w14:paraId="4A366ABB" w14:textId="77777777" w:rsidR="00855A08" w:rsidRPr="002D1047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2D1047">
        <w:rPr>
          <w:rFonts w:asciiTheme="minorHAnsi" w:hAnsiTheme="minorHAnsi" w:cstheme="minorHAnsi"/>
          <w:b/>
          <w:i/>
          <w:sz w:val="22"/>
          <w:szCs w:val="22"/>
        </w:rPr>
        <w:tab/>
        <w:t xml:space="preserve">Roślin i Nasiennictwa </w:t>
      </w:r>
    </w:p>
    <w:p w14:paraId="24A97628" w14:textId="77777777" w:rsidR="00855A08" w:rsidRPr="002D1047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2D1047">
        <w:rPr>
          <w:rFonts w:asciiTheme="minorHAnsi" w:hAnsiTheme="minorHAnsi" w:cstheme="minorHAnsi"/>
          <w:b/>
          <w:i/>
          <w:sz w:val="22"/>
          <w:szCs w:val="22"/>
        </w:rPr>
        <w:tab/>
        <w:t xml:space="preserve">w Warszawie  </w:t>
      </w:r>
    </w:p>
    <w:p w14:paraId="1426976E" w14:textId="77777777" w:rsidR="00855A08" w:rsidRPr="002D1047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b/>
          <w:i/>
          <w:sz w:val="22"/>
          <w:szCs w:val="22"/>
        </w:rPr>
      </w:pPr>
      <w:r w:rsidRPr="002D1047">
        <w:rPr>
          <w:rFonts w:asciiTheme="minorHAnsi" w:hAnsiTheme="minorHAnsi" w:cstheme="minorHAnsi"/>
          <w:b/>
          <w:i/>
          <w:sz w:val="22"/>
          <w:szCs w:val="22"/>
        </w:rPr>
        <w:tab/>
        <w:t>ul. Żółkiewskiego 17</w:t>
      </w:r>
    </w:p>
    <w:p w14:paraId="278C0199" w14:textId="77777777" w:rsidR="00855A08" w:rsidRPr="002D1047" w:rsidRDefault="00855A08" w:rsidP="00855A08">
      <w:pPr>
        <w:tabs>
          <w:tab w:val="left" w:pos="-1276"/>
          <w:tab w:val="left" w:pos="5400"/>
        </w:tabs>
        <w:rPr>
          <w:rFonts w:asciiTheme="minorHAnsi" w:hAnsiTheme="minorHAnsi" w:cstheme="minorHAnsi"/>
          <w:i/>
          <w:sz w:val="22"/>
          <w:szCs w:val="22"/>
        </w:rPr>
      </w:pPr>
      <w:r w:rsidRPr="002D1047">
        <w:rPr>
          <w:rFonts w:asciiTheme="minorHAnsi" w:hAnsiTheme="minorHAnsi" w:cstheme="minorHAnsi"/>
          <w:b/>
          <w:i/>
          <w:sz w:val="22"/>
          <w:szCs w:val="22"/>
        </w:rPr>
        <w:tab/>
        <w:t>05-075 Warszawa-Wesoła</w:t>
      </w:r>
    </w:p>
    <w:p w14:paraId="41260B9F" w14:textId="77777777" w:rsidR="00855A08" w:rsidRPr="002D1047" w:rsidRDefault="00855A08" w:rsidP="00855A08">
      <w:pPr>
        <w:tabs>
          <w:tab w:val="left" w:pos="-1276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  <w:r w:rsidRPr="002D1047">
        <w:rPr>
          <w:rFonts w:asciiTheme="minorHAnsi" w:hAnsiTheme="minorHAnsi" w:cstheme="minorHAnsi"/>
          <w:sz w:val="22"/>
          <w:szCs w:val="22"/>
        </w:rPr>
        <w:tab/>
      </w:r>
    </w:p>
    <w:p w14:paraId="6B989FB6" w14:textId="7801E448" w:rsidR="00855A08" w:rsidRPr="002D1047" w:rsidRDefault="00855A08" w:rsidP="00855A08">
      <w:pPr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ab/>
        <w:t xml:space="preserve">Odpowiadając na zaproszenie do wzięcia udziału w postępowaniu prowadzonym w trybie </w:t>
      </w:r>
      <w:r w:rsidR="00DF62D4" w:rsidRPr="002D1047">
        <w:rPr>
          <w:rFonts w:asciiTheme="minorHAnsi" w:hAnsiTheme="minorHAnsi" w:cstheme="minorHAnsi"/>
          <w:sz w:val="22"/>
          <w:szCs w:val="22"/>
        </w:rPr>
        <w:t>podstawowym bez negocjacji</w:t>
      </w:r>
      <w:r w:rsidRPr="002D1047">
        <w:rPr>
          <w:rFonts w:asciiTheme="minorHAnsi" w:hAnsiTheme="minorHAnsi" w:cstheme="minorHAnsi"/>
          <w:sz w:val="22"/>
          <w:szCs w:val="22"/>
        </w:rPr>
        <w:t xml:space="preserve"> na</w:t>
      </w:r>
      <w:r w:rsidR="00DF62D4" w:rsidRPr="002D1047">
        <w:rPr>
          <w:rFonts w:asciiTheme="minorHAnsi" w:hAnsiTheme="minorHAnsi" w:cstheme="minorHAnsi"/>
          <w:sz w:val="22"/>
          <w:szCs w:val="22"/>
        </w:rPr>
        <w:t xml:space="preserve"> </w:t>
      </w:r>
      <w:r w:rsidR="0067610D" w:rsidRPr="002D1047">
        <w:rPr>
          <w:rFonts w:asciiTheme="minorHAnsi" w:hAnsiTheme="minorHAnsi" w:cstheme="minorHAnsi"/>
          <w:sz w:val="22"/>
          <w:szCs w:val="22"/>
        </w:rPr>
        <w:t xml:space="preserve">sukcesywną dostawę paliw w systemie bezgotówkowym na podstawie kart flotowych do samochodów służbowych </w:t>
      </w:r>
      <w:r w:rsidR="0040603D">
        <w:rPr>
          <w:rFonts w:asciiTheme="minorHAnsi" w:hAnsiTheme="minorHAnsi" w:cstheme="minorHAnsi"/>
          <w:sz w:val="22"/>
          <w:szCs w:val="22"/>
        </w:rPr>
        <w:t xml:space="preserve">użytkowanych </w:t>
      </w:r>
      <w:r w:rsidR="0067610D" w:rsidRPr="002D1047">
        <w:rPr>
          <w:rFonts w:asciiTheme="minorHAnsi" w:hAnsiTheme="minorHAnsi" w:cstheme="minorHAnsi"/>
          <w:sz w:val="22"/>
          <w:szCs w:val="22"/>
        </w:rPr>
        <w:t>przez Wojewódzki Inspektorat Ochrony Roślin i Nasiennictwa w Warszawie</w:t>
      </w:r>
      <w:r w:rsidRPr="002D1047">
        <w:rPr>
          <w:rFonts w:asciiTheme="minorHAnsi" w:hAnsiTheme="minorHAnsi" w:cstheme="minorHAnsi"/>
          <w:sz w:val="22"/>
          <w:szCs w:val="22"/>
        </w:rPr>
        <w:t>, zgodnie z wymaganiami określonymi w Specyfikacji Warunków Zamówienia oświadczam</w:t>
      </w:r>
      <w:r w:rsidR="00DA0520">
        <w:rPr>
          <w:rFonts w:asciiTheme="minorHAnsi" w:hAnsiTheme="minorHAnsi" w:cstheme="minorHAnsi"/>
          <w:sz w:val="22"/>
          <w:szCs w:val="22"/>
        </w:rPr>
        <w:t>y</w:t>
      </w:r>
      <w:r w:rsidRPr="002D1047">
        <w:rPr>
          <w:rFonts w:asciiTheme="minorHAnsi" w:hAnsiTheme="minorHAnsi" w:cstheme="minorHAnsi"/>
          <w:sz w:val="22"/>
          <w:szCs w:val="22"/>
        </w:rPr>
        <w:t>, iż:</w:t>
      </w:r>
    </w:p>
    <w:p w14:paraId="5933F7DC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B89EBF" w14:textId="41530C62" w:rsidR="00855A08" w:rsidRPr="002D1047" w:rsidRDefault="00855A08" w:rsidP="00855A08">
      <w:pPr>
        <w:numPr>
          <w:ilvl w:val="0"/>
          <w:numId w:val="1"/>
        </w:numPr>
        <w:tabs>
          <w:tab w:val="left" w:pos="-1276"/>
        </w:tabs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Oferuj</w:t>
      </w:r>
      <w:r w:rsidR="00DA0520">
        <w:rPr>
          <w:rFonts w:asciiTheme="minorHAnsi" w:hAnsiTheme="minorHAnsi" w:cstheme="minorHAnsi"/>
          <w:sz w:val="22"/>
          <w:szCs w:val="22"/>
        </w:rPr>
        <w:t>emy</w:t>
      </w:r>
      <w:r w:rsidRPr="002D1047">
        <w:rPr>
          <w:rFonts w:asciiTheme="minorHAnsi" w:hAnsiTheme="minorHAnsi" w:cstheme="minorHAnsi"/>
          <w:sz w:val="22"/>
          <w:szCs w:val="22"/>
        </w:rPr>
        <w:t xml:space="preserve"> realizację przedmiotu zamówienia:</w:t>
      </w:r>
    </w:p>
    <w:p w14:paraId="7AAEC778" w14:textId="61B9BF7D" w:rsidR="005C4672" w:rsidRPr="002D1047" w:rsidRDefault="00530C9F" w:rsidP="005C4672">
      <w:pPr>
        <w:numPr>
          <w:ilvl w:val="0"/>
          <w:numId w:val="3"/>
        </w:numPr>
        <w:tabs>
          <w:tab w:val="left" w:pos="-1276"/>
        </w:tabs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29 000</w:t>
      </w:r>
      <w:r w:rsidR="00855A08" w:rsidRPr="002D1047">
        <w:rPr>
          <w:rFonts w:asciiTheme="minorHAnsi" w:hAnsiTheme="minorHAnsi" w:cstheme="minorHAnsi"/>
          <w:sz w:val="22"/>
          <w:szCs w:val="22"/>
        </w:rPr>
        <w:t xml:space="preserve"> litrów benzyny bezołowiowej 95 po cenie jednostkowej brutto za </w:t>
      </w:r>
      <w:smartTag w:uri="urn:schemas-microsoft-com:office:smarttags" w:element="metricconverter">
        <w:smartTagPr>
          <w:attr w:name="ProductID" w:val="1 litr"/>
        </w:smartTagPr>
        <w:r w:rsidR="00855A08" w:rsidRPr="002D1047">
          <w:rPr>
            <w:rFonts w:asciiTheme="minorHAnsi" w:hAnsiTheme="minorHAnsi" w:cstheme="minorHAnsi"/>
            <w:sz w:val="22"/>
            <w:szCs w:val="22"/>
          </w:rPr>
          <w:t>1 litr</w:t>
        </w:r>
      </w:smartTag>
      <w:r w:rsidR="00855A08" w:rsidRPr="002D1047">
        <w:rPr>
          <w:rFonts w:asciiTheme="minorHAnsi" w:hAnsiTheme="minorHAnsi" w:cstheme="minorHAnsi"/>
          <w:sz w:val="22"/>
          <w:szCs w:val="22"/>
        </w:rPr>
        <w:t xml:space="preserve"> w wysokości ......................................................... zł (po zastosowaniu upustu)</w:t>
      </w:r>
    </w:p>
    <w:p w14:paraId="1E274EBE" w14:textId="159BF9C2" w:rsidR="005C4672" w:rsidRPr="002D1047" w:rsidRDefault="00530C9F" w:rsidP="005C4672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2 000</w:t>
      </w:r>
      <w:r w:rsidR="005C4672" w:rsidRPr="002D1047">
        <w:rPr>
          <w:rFonts w:asciiTheme="minorHAnsi" w:hAnsiTheme="minorHAnsi" w:cstheme="minorHAnsi"/>
          <w:sz w:val="22"/>
          <w:szCs w:val="22"/>
        </w:rPr>
        <w:t xml:space="preserve"> litrów benzyny bezołowiowej 98 po cenie jednostkowej brutto za 1 litr w wysokości ......................................................... zł (po zastosowaniu upustu)</w:t>
      </w:r>
    </w:p>
    <w:p w14:paraId="65048425" w14:textId="77777777" w:rsidR="005C4672" w:rsidRPr="002D1047" w:rsidRDefault="005C4672" w:rsidP="005C4672">
      <w:pPr>
        <w:tabs>
          <w:tab w:val="left" w:pos="-1276"/>
        </w:tabs>
        <w:spacing w:after="160" w:line="259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94E7753" w14:textId="00775B32" w:rsidR="00855A08" w:rsidRPr="002D1047" w:rsidRDefault="00530C9F" w:rsidP="00855A08">
      <w:pPr>
        <w:numPr>
          <w:ilvl w:val="0"/>
          <w:numId w:val="3"/>
        </w:numPr>
        <w:tabs>
          <w:tab w:val="left" w:pos="-1276"/>
        </w:tabs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8 000</w:t>
      </w:r>
      <w:r w:rsidR="00855A08" w:rsidRPr="002D1047">
        <w:rPr>
          <w:rFonts w:asciiTheme="minorHAnsi" w:hAnsiTheme="minorHAnsi" w:cstheme="minorHAnsi"/>
          <w:sz w:val="22"/>
          <w:szCs w:val="22"/>
        </w:rPr>
        <w:t xml:space="preserve"> litrów oleju napędowego po cenie jednostkowej brutto za </w:t>
      </w:r>
      <w:smartTag w:uri="urn:schemas-microsoft-com:office:smarttags" w:element="metricconverter">
        <w:smartTagPr>
          <w:attr w:name="ProductID" w:val="1 litr"/>
        </w:smartTagPr>
        <w:r w:rsidR="00855A08" w:rsidRPr="002D1047">
          <w:rPr>
            <w:rFonts w:asciiTheme="minorHAnsi" w:hAnsiTheme="minorHAnsi" w:cstheme="minorHAnsi"/>
            <w:sz w:val="22"/>
            <w:szCs w:val="22"/>
          </w:rPr>
          <w:t>1 litr</w:t>
        </w:r>
      </w:smartTag>
      <w:r w:rsidR="00855A08" w:rsidRPr="002D1047">
        <w:rPr>
          <w:rFonts w:asciiTheme="minorHAnsi" w:hAnsiTheme="minorHAnsi" w:cstheme="minorHAnsi"/>
          <w:sz w:val="22"/>
          <w:szCs w:val="22"/>
        </w:rPr>
        <w:t xml:space="preserve"> w wysokości ...................................... zł (po zastosowaniu upustu).</w:t>
      </w:r>
    </w:p>
    <w:p w14:paraId="52449CF8" w14:textId="77777777" w:rsidR="00855A08" w:rsidRPr="002D1047" w:rsidRDefault="00855A08" w:rsidP="00855A08">
      <w:pPr>
        <w:tabs>
          <w:tab w:val="left" w:pos="-1276"/>
        </w:tabs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D46ACA3" w14:textId="59CF6D06" w:rsidR="00855A08" w:rsidRPr="002D1047" w:rsidRDefault="00855A08" w:rsidP="00855A08">
      <w:pPr>
        <w:tabs>
          <w:tab w:val="left" w:pos="-1276"/>
        </w:tabs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D1047">
        <w:rPr>
          <w:rFonts w:asciiTheme="minorHAnsi" w:hAnsiTheme="minorHAnsi" w:cstheme="minorHAnsi"/>
          <w:i/>
          <w:sz w:val="22"/>
          <w:szCs w:val="22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2D1047">
          <w:rPr>
            <w:rFonts w:asciiTheme="minorHAnsi" w:hAnsiTheme="minorHAnsi" w:cstheme="minorHAnsi"/>
            <w:i/>
            <w:sz w:val="22"/>
            <w:szCs w:val="22"/>
          </w:rPr>
          <w:t>1 litra</w:t>
        </w:r>
      </w:smartTag>
      <w:r w:rsidRPr="002D1047">
        <w:rPr>
          <w:rFonts w:asciiTheme="minorHAnsi" w:hAnsiTheme="minorHAnsi" w:cstheme="minorHAnsi"/>
          <w:i/>
          <w:sz w:val="22"/>
          <w:szCs w:val="22"/>
        </w:rPr>
        <w:t xml:space="preserve"> benzyny bezołowiowej 95</w:t>
      </w:r>
      <w:r w:rsidR="005C4672" w:rsidRPr="002D1047">
        <w:rPr>
          <w:rFonts w:asciiTheme="minorHAnsi" w:hAnsiTheme="minorHAnsi" w:cstheme="minorHAnsi"/>
          <w:i/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1 litra"/>
        </w:smartTagPr>
        <w:r w:rsidR="005C4672" w:rsidRPr="002D1047">
          <w:rPr>
            <w:rFonts w:asciiTheme="minorHAnsi" w:hAnsiTheme="minorHAnsi" w:cstheme="minorHAnsi"/>
            <w:i/>
            <w:sz w:val="22"/>
            <w:szCs w:val="22"/>
          </w:rPr>
          <w:t>1 litra</w:t>
        </w:r>
      </w:smartTag>
      <w:r w:rsidR="005C4672" w:rsidRPr="002D1047">
        <w:rPr>
          <w:rFonts w:asciiTheme="minorHAnsi" w:hAnsiTheme="minorHAnsi" w:cstheme="minorHAnsi"/>
          <w:i/>
          <w:sz w:val="22"/>
          <w:szCs w:val="22"/>
        </w:rPr>
        <w:t xml:space="preserve"> benzyny bezołowiowej 98 oraz</w:t>
      </w:r>
      <w:r w:rsidRPr="002D1047">
        <w:rPr>
          <w:rFonts w:asciiTheme="minorHAnsi" w:hAnsiTheme="minorHAnsi" w:cstheme="minorHAnsi"/>
          <w:i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litra"/>
        </w:smartTagPr>
        <w:r w:rsidRPr="002D1047">
          <w:rPr>
            <w:rFonts w:asciiTheme="minorHAnsi" w:hAnsiTheme="minorHAnsi" w:cstheme="minorHAnsi"/>
            <w:i/>
            <w:sz w:val="22"/>
            <w:szCs w:val="22"/>
          </w:rPr>
          <w:t>1 litra</w:t>
        </w:r>
      </w:smartTag>
      <w:r w:rsidRPr="002D1047">
        <w:rPr>
          <w:rFonts w:asciiTheme="minorHAnsi" w:hAnsiTheme="minorHAnsi" w:cstheme="minorHAnsi"/>
          <w:i/>
          <w:sz w:val="22"/>
          <w:szCs w:val="22"/>
        </w:rPr>
        <w:t xml:space="preserve"> oleju napędowego będzie obliczona według średniej ceny </w:t>
      </w:r>
      <w:smartTag w:uri="urn:schemas-microsoft-com:office:smarttags" w:element="metricconverter">
        <w:smartTagPr>
          <w:attr w:name="ProductID" w:val="1 litra"/>
        </w:smartTagPr>
        <w:r w:rsidRPr="002D1047">
          <w:rPr>
            <w:rFonts w:asciiTheme="minorHAnsi" w:hAnsiTheme="minorHAnsi" w:cstheme="minorHAnsi"/>
            <w:i/>
            <w:sz w:val="22"/>
            <w:szCs w:val="22"/>
          </w:rPr>
          <w:t>1 litra</w:t>
        </w:r>
      </w:smartTag>
      <w:r w:rsidRPr="002D1047">
        <w:rPr>
          <w:rFonts w:asciiTheme="minorHAnsi" w:hAnsiTheme="minorHAnsi" w:cstheme="minorHAnsi"/>
          <w:i/>
          <w:sz w:val="22"/>
          <w:szCs w:val="22"/>
        </w:rPr>
        <w:t xml:space="preserve"> benzyny bezołowiowej 95</w:t>
      </w:r>
      <w:r w:rsidR="005C4672" w:rsidRPr="002D1047">
        <w:rPr>
          <w:rFonts w:asciiTheme="minorHAnsi" w:hAnsiTheme="minorHAnsi" w:cstheme="minorHAnsi"/>
          <w:i/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1 litra"/>
        </w:smartTagPr>
        <w:r w:rsidR="005C4672" w:rsidRPr="002D1047">
          <w:rPr>
            <w:rFonts w:asciiTheme="minorHAnsi" w:hAnsiTheme="minorHAnsi" w:cstheme="minorHAnsi"/>
            <w:i/>
            <w:sz w:val="22"/>
            <w:szCs w:val="22"/>
          </w:rPr>
          <w:t>1 litra</w:t>
        </w:r>
      </w:smartTag>
      <w:r w:rsidR="005C4672" w:rsidRPr="002D1047">
        <w:rPr>
          <w:rFonts w:asciiTheme="minorHAnsi" w:hAnsiTheme="minorHAnsi" w:cstheme="minorHAnsi"/>
          <w:i/>
          <w:sz w:val="22"/>
          <w:szCs w:val="22"/>
        </w:rPr>
        <w:t xml:space="preserve"> benzyny bezołowiowej 98 </w:t>
      </w:r>
      <w:r w:rsidRPr="002D1047">
        <w:rPr>
          <w:rFonts w:asciiTheme="minorHAnsi" w:hAnsiTheme="minorHAnsi" w:cstheme="minorHAnsi"/>
          <w:i/>
          <w:sz w:val="22"/>
          <w:szCs w:val="22"/>
        </w:rPr>
        <w:t xml:space="preserve"> i </w:t>
      </w:r>
      <w:smartTag w:uri="urn:schemas-microsoft-com:office:smarttags" w:element="metricconverter">
        <w:smartTagPr>
          <w:attr w:name="ProductID" w:val="1 litra"/>
        </w:smartTagPr>
        <w:r w:rsidRPr="002D1047">
          <w:rPr>
            <w:rFonts w:asciiTheme="minorHAnsi" w:hAnsiTheme="minorHAnsi" w:cstheme="minorHAnsi"/>
            <w:i/>
            <w:sz w:val="22"/>
            <w:szCs w:val="22"/>
          </w:rPr>
          <w:t>1 litra</w:t>
        </w:r>
      </w:smartTag>
      <w:r w:rsidRPr="002D1047">
        <w:rPr>
          <w:rFonts w:asciiTheme="minorHAnsi" w:hAnsiTheme="minorHAnsi" w:cstheme="minorHAnsi"/>
          <w:i/>
          <w:sz w:val="22"/>
          <w:szCs w:val="22"/>
        </w:rPr>
        <w:t xml:space="preserve"> oleju napędowego na wszystkich stacjach paliw (wymienionych w wykazie załączonym do oferty) </w:t>
      </w:r>
      <w:r w:rsidRPr="002D1047">
        <w:rPr>
          <w:rFonts w:asciiTheme="minorHAnsi" w:hAnsiTheme="minorHAnsi" w:cstheme="minorHAnsi"/>
          <w:b/>
          <w:i/>
          <w:sz w:val="22"/>
          <w:szCs w:val="22"/>
        </w:rPr>
        <w:t xml:space="preserve">w okresie od </w:t>
      </w:r>
      <w:r w:rsidR="00530C9F">
        <w:rPr>
          <w:rFonts w:asciiTheme="minorHAnsi" w:hAnsiTheme="minorHAnsi" w:cstheme="minorHAnsi"/>
          <w:b/>
          <w:i/>
          <w:sz w:val="22"/>
          <w:szCs w:val="22"/>
        </w:rPr>
        <w:t>24</w:t>
      </w:r>
      <w:r w:rsidR="00EA3569">
        <w:rPr>
          <w:rFonts w:asciiTheme="minorHAnsi" w:hAnsiTheme="minorHAnsi" w:cstheme="minorHAnsi"/>
          <w:b/>
          <w:i/>
          <w:sz w:val="22"/>
          <w:szCs w:val="22"/>
        </w:rPr>
        <w:t>.</w:t>
      </w:r>
      <w:r w:rsidRPr="002D1047">
        <w:rPr>
          <w:rFonts w:asciiTheme="minorHAnsi" w:hAnsiTheme="minorHAnsi" w:cstheme="minorHAnsi"/>
          <w:b/>
          <w:i/>
          <w:sz w:val="22"/>
          <w:szCs w:val="22"/>
        </w:rPr>
        <w:t>1</w:t>
      </w:r>
      <w:r w:rsidR="00530C9F">
        <w:rPr>
          <w:rFonts w:asciiTheme="minorHAnsi" w:hAnsiTheme="minorHAnsi" w:cstheme="minorHAnsi"/>
          <w:b/>
          <w:i/>
          <w:sz w:val="22"/>
          <w:szCs w:val="22"/>
        </w:rPr>
        <w:t>0</w:t>
      </w:r>
      <w:r w:rsidRPr="002D1047">
        <w:rPr>
          <w:rFonts w:asciiTheme="minorHAnsi" w:hAnsiTheme="minorHAnsi" w:cstheme="minorHAnsi"/>
          <w:b/>
          <w:i/>
          <w:sz w:val="22"/>
          <w:szCs w:val="22"/>
        </w:rPr>
        <w:t>.</w:t>
      </w:r>
      <w:r w:rsidR="00530C9F">
        <w:rPr>
          <w:rFonts w:asciiTheme="minorHAnsi" w:hAnsiTheme="minorHAnsi" w:cstheme="minorHAnsi"/>
          <w:b/>
          <w:i/>
          <w:sz w:val="22"/>
          <w:szCs w:val="22"/>
        </w:rPr>
        <w:t>2024</w:t>
      </w:r>
      <w:r w:rsidRPr="002D1047">
        <w:rPr>
          <w:rFonts w:asciiTheme="minorHAnsi" w:hAnsiTheme="minorHAnsi" w:cstheme="minorHAnsi"/>
          <w:b/>
          <w:i/>
          <w:sz w:val="22"/>
          <w:szCs w:val="22"/>
        </w:rPr>
        <w:t xml:space="preserve"> r. do</w:t>
      </w:r>
      <w:r w:rsidR="00EA356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530C9F">
        <w:rPr>
          <w:rFonts w:asciiTheme="minorHAnsi" w:hAnsiTheme="minorHAnsi" w:cstheme="minorHAnsi"/>
          <w:b/>
          <w:i/>
          <w:sz w:val="22"/>
          <w:szCs w:val="22"/>
        </w:rPr>
        <w:t>25</w:t>
      </w:r>
      <w:r w:rsidRPr="002D1047">
        <w:rPr>
          <w:rFonts w:asciiTheme="minorHAnsi" w:hAnsiTheme="minorHAnsi" w:cstheme="minorHAnsi"/>
          <w:b/>
          <w:i/>
          <w:sz w:val="22"/>
          <w:szCs w:val="22"/>
        </w:rPr>
        <w:t>.</w:t>
      </w:r>
      <w:r w:rsidR="00530C9F">
        <w:rPr>
          <w:rFonts w:asciiTheme="minorHAnsi" w:hAnsiTheme="minorHAnsi" w:cstheme="minorHAnsi"/>
          <w:b/>
          <w:i/>
          <w:sz w:val="22"/>
          <w:szCs w:val="22"/>
        </w:rPr>
        <w:t>10</w:t>
      </w:r>
      <w:r w:rsidRPr="002D1047">
        <w:rPr>
          <w:rFonts w:asciiTheme="minorHAnsi" w:hAnsiTheme="minorHAnsi" w:cstheme="minorHAnsi"/>
          <w:b/>
          <w:i/>
          <w:sz w:val="22"/>
          <w:szCs w:val="22"/>
        </w:rPr>
        <w:t>.</w:t>
      </w:r>
      <w:r w:rsidR="00530C9F">
        <w:rPr>
          <w:rFonts w:asciiTheme="minorHAnsi" w:hAnsiTheme="minorHAnsi" w:cstheme="minorHAnsi"/>
          <w:b/>
          <w:i/>
          <w:sz w:val="22"/>
          <w:szCs w:val="22"/>
        </w:rPr>
        <w:t>2024</w:t>
      </w:r>
      <w:r w:rsidRPr="002D1047">
        <w:rPr>
          <w:rFonts w:asciiTheme="minorHAnsi" w:hAnsiTheme="minorHAnsi" w:cstheme="minorHAnsi"/>
          <w:b/>
          <w:i/>
          <w:sz w:val="22"/>
          <w:szCs w:val="22"/>
        </w:rPr>
        <w:t xml:space="preserve"> r. </w:t>
      </w:r>
      <w:r w:rsidRPr="002D1047">
        <w:rPr>
          <w:rFonts w:asciiTheme="minorHAnsi" w:hAnsiTheme="minorHAnsi" w:cstheme="minorHAnsi"/>
          <w:i/>
          <w:sz w:val="22"/>
          <w:szCs w:val="22"/>
        </w:rPr>
        <w:t xml:space="preserve"> i  pomniejszonej o wysokość zaoferowanego upustu. </w:t>
      </w:r>
    </w:p>
    <w:p w14:paraId="0B59BB31" w14:textId="1D4B7CCD" w:rsidR="00855A08" w:rsidRDefault="00855A08" w:rsidP="00855A08">
      <w:pPr>
        <w:tabs>
          <w:tab w:val="left" w:pos="-1276"/>
        </w:tabs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14:paraId="73FF7326" w14:textId="29F17F3A" w:rsidR="0040603D" w:rsidRDefault="0040603D" w:rsidP="00855A08">
      <w:pPr>
        <w:tabs>
          <w:tab w:val="left" w:pos="-1276"/>
        </w:tabs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30AAA8D1" w14:textId="01574174" w:rsidR="0040603D" w:rsidRDefault="0040603D" w:rsidP="00855A08">
      <w:pPr>
        <w:tabs>
          <w:tab w:val="left" w:pos="-1276"/>
        </w:tabs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0B76AEE0" w14:textId="77777777" w:rsidR="00ED6C59" w:rsidRDefault="00ED6C59" w:rsidP="00855A08">
      <w:pPr>
        <w:tabs>
          <w:tab w:val="left" w:pos="-1276"/>
        </w:tabs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115EFD41" w14:textId="04265B5E" w:rsidR="0040603D" w:rsidRDefault="0040603D" w:rsidP="00855A08">
      <w:pPr>
        <w:tabs>
          <w:tab w:val="left" w:pos="-1276"/>
        </w:tabs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4E8BD3D4" w14:textId="77777777" w:rsidR="0040603D" w:rsidRPr="002D1047" w:rsidRDefault="0040603D" w:rsidP="00855A08">
      <w:pPr>
        <w:tabs>
          <w:tab w:val="left" w:pos="-1276"/>
        </w:tabs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0C6EEF57" w14:textId="77777777" w:rsidR="00855A08" w:rsidRPr="002D1047" w:rsidRDefault="00855A08" w:rsidP="00855A08">
      <w:pPr>
        <w:tabs>
          <w:tab w:val="left" w:pos="-1276"/>
        </w:tabs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lastRenderedPageBreak/>
        <w:tab/>
        <w:t xml:space="preserve">Wysokość zaoferowanego upustu .................................................................................%   </w:t>
      </w:r>
    </w:p>
    <w:p w14:paraId="16E09A59" w14:textId="77777777" w:rsidR="00855A08" w:rsidRPr="002D1047" w:rsidRDefault="00855A08" w:rsidP="00855A08">
      <w:pPr>
        <w:tabs>
          <w:tab w:val="left" w:pos="-1276"/>
        </w:tabs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ab/>
        <w:t>(zaoferowany upust będzie obowiązywał w całym okresie zawartej umowy)</w:t>
      </w:r>
    </w:p>
    <w:p w14:paraId="418E1595" w14:textId="77777777" w:rsidR="00855A08" w:rsidRPr="002D1047" w:rsidRDefault="00855A08" w:rsidP="00855A08">
      <w:pPr>
        <w:tabs>
          <w:tab w:val="left" w:pos="-1276"/>
        </w:tabs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02DED963" w14:textId="77EAAF40" w:rsidR="00855A08" w:rsidRPr="002D1047" w:rsidRDefault="00855A08" w:rsidP="00855A08">
      <w:pPr>
        <w:numPr>
          <w:ilvl w:val="0"/>
          <w:numId w:val="4"/>
        </w:numPr>
        <w:tabs>
          <w:tab w:val="left" w:pos="-1276"/>
        </w:tabs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 xml:space="preserve">łączna wartość cenowa </w:t>
      </w:r>
      <w:r w:rsidR="00530C9F">
        <w:rPr>
          <w:rFonts w:asciiTheme="minorHAnsi" w:hAnsiTheme="minorHAnsi" w:cstheme="minorHAnsi"/>
          <w:sz w:val="22"/>
          <w:szCs w:val="22"/>
        </w:rPr>
        <w:t>29 000</w:t>
      </w:r>
      <w:r w:rsidRPr="002D1047">
        <w:rPr>
          <w:rFonts w:asciiTheme="minorHAnsi" w:hAnsiTheme="minorHAnsi" w:cstheme="minorHAnsi"/>
          <w:sz w:val="22"/>
          <w:szCs w:val="22"/>
        </w:rPr>
        <w:t xml:space="preserve"> litrów benzyny bezołowiowej 95 wynosi:</w:t>
      </w:r>
    </w:p>
    <w:p w14:paraId="3A465FCA" w14:textId="6AF27266" w:rsidR="005C4672" w:rsidRPr="002D1047" w:rsidRDefault="00530C9F" w:rsidP="00855A08">
      <w:pPr>
        <w:tabs>
          <w:tab w:val="left" w:pos="-1276"/>
        </w:tabs>
        <w:ind w:left="11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29 000</w:t>
      </w:r>
      <w:r w:rsidR="00855A08" w:rsidRPr="002D1047">
        <w:rPr>
          <w:rFonts w:asciiTheme="minorHAnsi" w:hAnsiTheme="minorHAnsi" w:cstheme="minorHAnsi"/>
          <w:sz w:val="22"/>
          <w:szCs w:val="22"/>
        </w:rPr>
        <w:t xml:space="preserve"> l x ..................... (cena jednostkowa z upustem) = ......................... zł brutto</w:t>
      </w:r>
    </w:p>
    <w:p w14:paraId="38D5A466" w14:textId="77777777" w:rsidR="005C4672" w:rsidRPr="002D1047" w:rsidRDefault="005C4672" w:rsidP="00855A08">
      <w:pPr>
        <w:tabs>
          <w:tab w:val="left" w:pos="-1276"/>
        </w:tabs>
        <w:ind w:left="1185"/>
        <w:jc w:val="both"/>
        <w:rPr>
          <w:rFonts w:asciiTheme="minorHAnsi" w:hAnsiTheme="minorHAnsi" w:cstheme="minorHAnsi"/>
          <w:sz w:val="22"/>
          <w:szCs w:val="22"/>
        </w:rPr>
      </w:pPr>
    </w:p>
    <w:p w14:paraId="7710A9A1" w14:textId="634A7A61" w:rsidR="005C4672" w:rsidRPr="002D1047" w:rsidRDefault="005C4672" w:rsidP="005C4672">
      <w:pPr>
        <w:numPr>
          <w:ilvl w:val="0"/>
          <w:numId w:val="4"/>
        </w:numPr>
        <w:tabs>
          <w:tab w:val="left" w:pos="-1276"/>
        </w:tabs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 xml:space="preserve">łączna wartość cenowa </w:t>
      </w:r>
      <w:r w:rsidR="00530C9F">
        <w:rPr>
          <w:rFonts w:asciiTheme="minorHAnsi" w:hAnsiTheme="minorHAnsi" w:cstheme="minorHAnsi"/>
          <w:sz w:val="22"/>
          <w:szCs w:val="22"/>
        </w:rPr>
        <w:t>2 000</w:t>
      </w:r>
      <w:r w:rsidRPr="002D1047">
        <w:rPr>
          <w:rFonts w:asciiTheme="minorHAnsi" w:hAnsiTheme="minorHAnsi" w:cstheme="minorHAnsi"/>
          <w:sz w:val="22"/>
          <w:szCs w:val="22"/>
        </w:rPr>
        <w:t xml:space="preserve"> litrów benzyny bezołowiowej 98 wynosi:</w:t>
      </w:r>
    </w:p>
    <w:p w14:paraId="554877C1" w14:textId="73AD0F2E" w:rsidR="005C4672" w:rsidRPr="002D1047" w:rsidRDefault="00530C9F" w:rsidP="005C4672">
      <w:pPr>
        <w:pStyle w:val="Akapitzlist"/>
        <w:tabs>
          <w:tab w:val="left" w:pos="-1276"/>
        </w:tabs>
        <w:ind w:left="11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2 000</w:t>
      </w:r>
      <w:r w:rsidR="005C4672" w:rsidRPr="002D1047">
        <w:rPr>
          <w:rFonts w:asciiTheme="minorHAnsi" w:hAnsiTheme="minorHAnsi" w:cstheme="minorHAnsi"/>
          <w:sz w:val="22"/>
          <w:szCs w:val="22"/>
        </w:rPr>
        <w:t xml:space="preserve"> l x ..................... (cena jednostkowa z upustem) = ......................... zł brutto</w:t>
      </w:r>
    </w:p>
    <w:p w14:paraId="5827011A" w14:textId="77777777" w:rsidR="00855A08" w:rsidRPr="002D1047" w:rsidRDefault="00855A08" w:rsidP="005C4672">
      <w:pPr>
        <w:pStyle w:val="Akapitzlist"/>
        <w:tabs>
          <w:tab w:val="left" w:pos="-1276"/>
        </w:tabs>
        <w:ind w:left="1185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ab/>
      </w:r>
    </w:p>
    <w:p w14:paraId="6B62220D" w14:textId="6F0FEDD9" w:rsidR="00855A08" w:rsidRPr="002D1047" w:rsidRDefault="00855A08" w:rsidP="00855A08">
      <w:pPr>
        <w:numPr>
          <w:ilvl w:val="0"/>
          <w:numId w:val="4"/>
        </w:numPr>
        <w:tabs>
          <w:tab w:val="left" w:pos="-1276"/>
        </w:tabs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 xml:space="preserve">łączna wartość cenowa </w:t>
      </w:r>
      <w:r w:rsidR="00530C9F">
        <w:rPr>
          <w:rFonts w:asciiTheme="minorHAnsi" w:hAnsiTheme="minorHAnsi" w:cstheme="minorHAnsi"/>
          <w:sz w:val="22"/>
          <w:szCs w:val="22"/>
        </w:rPr>
        <w:t>8 000</w:t>
      </w:r>
      <w:r w:rsidRPr="002D1047">
        <w:rPr>
          <w:rFonts w:asciiTheme="minorHAnsi" w:hAnsiTheme="minorHAnsi" w:cstheme="minorHAnsi"/>
          <w:sz w:val="22"/>
          <w:szCs w:val="22"/>
        </w:rPr>
        <w:t xml:space="preserve"> litrów oleju napędowego wynosi:</w:t>
      </w:r>
    </w:p>
    <w:p w14:paraId="2EC1443C" w14:textId="45638671" w:rsidR="00855A08" w:rsidRPr="002D1047" w:rsidRDefault="00530C9F" w:rsidP="00855A08">
      <w:pPr>
        <w:tabs>
          <w:tab w:val="left" w:pos="-1276"/>
        </w:tabs>
        <w:ind w:left="11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8 000</w:t>
      </w:r>
      <w:r w:rsidR="00855A08" w:rsidRPr="002D1047">
        <w:rPr>
          <w:rFonts w:asciiTheme="minorHAnsi" w:hAnsiTheme="minorHAnsi" w:cstheme="minorHAnsi"/>
          <w:sz w:val="22"/>
          <w:szCs w:val="22"/>
        </w:rPr>
        <w:t xml:space="preserve"> l x .......................... (cena jednostkowa z upustem) = ......................... zł brutto</w:t>
      </w:r>
    </w:p>
    <w:p w14:paraId="476380D9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52D082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715F69A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0A23095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1047">
        <w:rPr>
          <w:rFonts w:asciiTheme="minorHAnsi" w:hAnsiTheme="minorHAnsi" w:cstheme="minorHAnsi"/>
          <w:b/>
          <w:sz w:val="22"/>
          <w:szCs w:val="22"/>
          <w:u w:val="single"/>
        </w:rPr>
        <w:t>za cenę brutto (</w:t>
      </w:r>
      <w:proofErr w:type="spellStart"/>
      <w:r w:rsidRPr="002D1047">
        <w:rPr>
          <w:rFonts w:asciiTheme="minorHAnsi" w:hAnsiTheme="minorHAnsi" w:cstheme="minorHAnsi"/>
          <w:b/>
          <w:sz w:val="22"/>
          <w:szCs w:val="22"/>
          <w:u w:val="single"/>
        </w:rPr>
        <w:t>ppkt</w:t>
      </w:r>
      <w:proofErr w:type="spellEnd"/>
      <w:r w:rsidRPr="002D1047">
        <w:rPr>
          <w:rFonts w:asciiTheme="minorHAnsi" w:hAnsiTheme="minorHAnsi" w:cstheme="minorHAnsi"/>
          <w:b/>
          <w:sz w:val="22"/>
          <w:szCs w:val="22"/>
          <w:u w:val="single"/>
        </w:rPr>
        <w:t>. a) + b)</w:t>
      </w:r>
      <w:r w:rsidR="005C4672" w:rsidRPr="002D1047">
        <w:rPr>
          <w:rFonts w:asciiTheme="minorHAnsi" w:hAnsiTheme="minorHAnsi" w:cstheme="minorHAnsi"/>
          <w:b/>
          <w:sz w:val="22"/>
          <w:szCs w:val="22"/>
          <w:u w:val="single"/>
        </w:rPr>
        <w:t xml:space="preserve"> + c)</w:t>
      </w:r>
      <w:r w:rsidRPr="002D1047">
        <w:rPr>
          <w:rFonts w:asciiTheme="minorHAnsi" w:hAnsiTheme="minorHAnsi" w:cstheme="minorHAnsi"/>
          <w:b/>
          <w:sz w:val="22"/>
          <w:szCs w:val="22"/>
          <w:u w:val="single"/>
        </w:rPr>
        <w:t>) ................................................................................................. zł</w:t>
      </w:r>
    </w:p>
    <w:p w14:paraId="492EBEA3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1544C62" w14:textId="1E43F4E9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1047">
        <w:rPr>
          <w:rFonts w:asciiTheme="minorHAnsi" w:hAnsiTheme="minorHAnsi" w:cstheme="minorHAnsi"/>
          <w:b/>
          <w:sz w:val="22"/>
          <w:szCs w:val="22"/>
          <w:u w:val="single"/>
        </w:rPr>
        <w:t xml:space="preserve">słownie:..............................................................................................................................zł </w:t>
      </w:r>
      <w:r w:rsidR="00ED6C59" w:rsidRPr="00ED6C59">
        <w:rPr>
          <w:rFonts w:asciiTheme="minorHAnsi" w:hAnsiTheme="minorHAnsi" w:cstheme="minorHAnsi"/>
          <w:bCs/>
          <w:sz w:val="22"/>
          <w:szCs w:val="22"/>
          <w:u w:val="single"/>
        </w:rPr>
        <w:t>s</w:t>
      </w:r>
      <w:r w:rsidR="00ED6C59" w:rsidRPr="00ED6C59">
        <w:rPr>
          <w:rFonts w:asciiTheme="minorHAnsi" w:hAnsiTheme="minorHAnsi" w:cstheme="minorHAnsi"/>
          <w:bCs/>
          <w:sz w:val="22"/>
          <w:szCs w:val="22"/>
        </w:rPr>
        <w:t>tanowiącą łączną wartość zamówienia</w:t>
      </w:r>
      <w:r w:rsidR="00ED6C59">
        <w:rPr>
          <w:rFonts w:asciiTheme="minorHAnsi" w:hAnsiTheme="minorHAnsi" w:cstheme="minorHAnsi"/>
          <w:bCs/>
          <w:sz w:val="22"/>
          <w:szCs w:val="22"/>
        </w:rPr>
        <w:t>.</w:t>
      </w:r>
    </w:p>
    <w:p w14:paraId="3A0304EC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Cena oferty uwzględniać musi podatek od towarów i usług oraz podatek akcyzowy.</w:t>
      </w:r>
    </w:p>
    <w:p w14:paraId="20E0A9DA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Łączna wartość zamówienia (cena oferowana brutto) musi być podana brutto w złotych polskich liczbą i słownie. Jeżeli wystąpi rozbieżność pomiędzy ceną wyrażoną liczbą a podaną słownie, jako prawidłową przyjmuje się cenę słownie.</w:t>
      </w:r>
    </w:p>
    <w:p w14:paraId="65E0DB0C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2E938D0" w14:textId="527AB873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1047">
        <w:rPr>
          <w:rFonts w:asciiTheme="minorHAnsi" w:hAnsiTheme="minorHAnsi" w:cstheme="minorHAnsi"/>
          <w:b/>
          <w:sz w:val="22"/>
          <w:szCs w:val="22"/>
          <w:u w:val="single"/>
        </w:rPr>
        <w:t>Zamawiający będzie mógł dokonywać zakupu paliwa (poprzez bezgotówkowe</w:t>
      </w:r>
      <w:r w:rsidR="0067610D" w:rsidRPr="002D104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2D1047">
        <w:rPr>
          <w:rFonts w:asciiTheme="minorHAnsi" w:hAnsiTheme="minorHAnsi" w:cstheme="minorHAnsi"/>
          <w:b/>
          <w:sz w:val="22"/>
          <w:szCs w:val="22"/>
          <w:u w:val="single"/>
        </w:rPr>
        <w:t>transakcje) na ..................................... stacjach paliw.</w:t>
      </w:r>
    </w:p>
    <w:p w14:paraId="48352D4C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(</w:t>
      </w:r>
      <w:r w:rsidRPr="002D1047">
        <w:rPr>
          <w:rFonts w:asciiTheme="minorHAnsi" w:hAnsiTheme="minorHAnsi" w:cstheme="minorHAnsi"/>
          <w:i/>
          <w:sz w:val="22"/>
          <w:szCs w:val="22"/>
        </w:rPr>
        <w:t>wykaz stacji paliw zaoferowanych przez Wykonawcę wraz z ich dokładnymi adresami zostanie załączony do oferty).</w:t>
      </w:r>
    </w:p>
    <w:p w14:paraId="3B179D1F" w14:textId="77777777" w:rsidR="00855A08" w:rsidRPr="002D1047" w:rsidRDefault="00855A08" w:rsidP="00855A08">
      <w:pPr>
        <w:tabs>
          <w:tab w:val="left" w:pos="-127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83600D3" w14:textId="569C2943" w:rsidR="005E4B61" w:rsidRDefault="002D1047" w:rsidP="002D1047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Oświadczamy</w:t>
      </w:r>
      <w:r>
        <w:rPr>
          <w:rFonts w:asciiTheme="minorHAnsi" w:hAnsiTheme="minorHAnsi" w:cstheme="minorHAnsi"/>
          <w:sz w:val="22"/>
          <w:szCs w:val="22"/>
        </w:rPr>
        <w:t>, że cena brutto określona w pkt 1 stanowi maksymalne wynagrodzenie Wykonawcy w przypadku wyboru niniejszej oferty.</w:t>
      </w:r>
    </w:p>
    <w:p w14:paraId="3FE7DD8F" w14:textId="77777777" w:rsidR="002D1047" w:rsidRDefault="002D1047" w:rsidP="002D1047">
      <w:pPr>
        <w:pStyle w:val="Akapitzlist"/>
        <w:spacing w:after="200" w:line="276" w:lineRule="auto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26D25334" w14:textId="58126DAD" w:rsidR="002D1047" w:rsidRDefault="002D1047" w:rsidP="002D1047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 zapoznaliśmy się z SWZ i uznajemy się za związanych określonymi w niej postanowieniami i zasadami postępowania.</w:t>
      </w:r>
    </w:p>
    <w:p w14:paraId="4D04DAF2" w14:textId="77777777" w:rsidR="002D1047" w:rsidRPr="002D1047" w:rsidRDefault="002D1047" w:rsidP="002D1047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6065C04" w14:textId="70A7E916" w:rsidR="002D1047" w:rsidRDefault="002D1047" w:rsidP="002D1047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 gwarantujemy wykonanie zamówienia w terminie określonym we wzorze umowy.</w:t>
      </w:r>
    </w:p>
    <w:p w14:paraId="1B2053FD" w14:textId="77777777" w:rsidR="002D1047" w:rsidRPr="002D1047" w:rsidRDefault="002D1047" w:rsidP="002D1047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3EF0647" w14:textId="52A2EF6E" w:rsidR="009D657C" w:rsidRDefault="009D657C" w:rsidP="009D657C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Uważamy się za związanych niniejszą ofertą przez czas wskazany w SWZ, tj. do dnia o którym mowa w rozdz. XV</w:t>
      </w:r>
      <w:r w:rsidR="003E1C75">
        <w:rPr>
          <w:rFonts w:asciiTheme="minorHAnsi" w:hAnsiTheme="minorHAnsi" w:cstheme="minorHAnsi"/>
          <w:sz w:val="22"/>
          <w:szCs w:val="22"/>
        </w:rPr>
        <w:t>II</w:t>
      </w:r>
      <w:r>
        <w:rPr>
          <w:rFonts w:asciiTheme="minorHAnsi" w:hAnsiTheme="minorHAnsi" w:cstheme="minorHAnsi"/>
          <w:sz w:val="22"/>
          <w:szCs w:val="22"/>
        </w:rPr>
        <w:t xml:space="preserve"> ust. 1.</w:t>
      </w:r>
    </w:p>
    <w:p w14:paraId="62FE50E8" w14:textId="77777777" w:rsidR="009D657C" w:rsidRPr="009D657C" w:rsidRDefault="009D657C" w:rsidP="009D657C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1A99D25" w14:textId="0915C6A4" w:rsidR="009D657C" w:rsidRDefault="009D657C" w:rsidP="009D657C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Oświadczmy</w:t>
      </w:r>
      <w:r w:rsidR="009D3DFF">
        <w:rPr>
          <w:rFonts w:asciiTheme="minorHAnsi" w:hAnsiTheme="minorHAnsi" w:cstheme="minorHAnsi"/>
          <w:sz w:val="22"/>
          <w:szCs w:val="22"/>
        </w:rPr>
        <w:t xml:space="preserve">, że </w:t>
      </w:r>
      <w:r w:rsidR="00BD722B">
        <w:rPr>
          <w:rFonts w:asciiTheme="minorHAnsi" w:hAnsiTheme="minorHAnsi" w:cstheme="minorHAnsi"/>
          <w:sz w:val="22"/>
          <w:szCs w:val="22"/>
        </w:rPr>
        <w:t>zapoznaliśmy się z wzorem umowy, który stanowi załącznik nr 3 do SWZ i zobowiązujemy się w przypadku wyboru naszej oferty do zawarcia umowy na określonych w tym załą</w:t>
      </w:r>
      <w:r w:rsidR="00D74C8E">
        <w:rPr>
          <w:rFonts w:asciiTheme="minorHAnsi" w:hAnsiTheme="minorHAnsi" w:cstheme="minorHAnsi"/>
          <w:sz w:val="22"/>
          <w:szCs w:val="22"/>
        </w:rPr>
        <w:t>czniku warunkach, w miejscu i terminie wyznaczonym przez Zamawiającego.</w:t>
      </w:r>
    </w:p>
    <w:p w14:paraId="702DA2F6" w14:textId="77777777" w:rsidR="00D74C8E" w:rsidRPr="00D74C8E" w:rsidRDefault="00D74C8E" w:rsidP="00D74C8E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3723A27" w14:textId="546242CC" w:rsidR="00D74C8E" w:rsidRDefault="00D74C8E" w:rsidP="009D657C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Akceptujemy termin płatności – wynikający z wzoru umowy, który stanowi załącznik nr 3 do SWZ.</w:t>
      </w:r>
    </w:p>
    <w:p w14:paraId="783FAFD9" w14:textId="77777777" w:rsidR="00D74C8E" w:rsidRPr="00D74C8E" w:rsidRDefault="00D74C8E" w:rsidP="00D74C8E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96DFB7C" w14:textId="6754D480" w:rsidR="00D74C8E" w:rsidRDefault="00D74C8E" w:rsidP="00D74C8E">
      <w:pPr>
        <w:pStyle w:val="Akapitzlist"/>
        <w:numPr>
          <w:ilvl w:val="0"/>
          <w:numId w:val="1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Oświadczamy że niniejsza oferta jest jawna i nie zawiera informacji stanowiących tajemnicę przedsiębiorstwa w rozumieniu przepisów o zwalczaniu nieuczciwej konkurencji, za wyjątkiem następujących informacji*…………………………</w:t>
      </w:r>
    </w:p>
    <w:p w14:paraId="2AEA93A4" w14:textId="2B35612A" w:rsidR="00D74C8E" w:rsidRDefault="00D74C8E" w:rsidP="0040603D">
      <w:pPr>
        <w:pStyle w:val="Akapitzlist"/>
        <w:spacing w:after="100" w:afterAutospacing="1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40603D">
        <w:rPr>
          <w:rFonts w:asciiTheme="minorHAnsi" w:hAnsiTheme="minorHAnsi" w:cstheme="minorHAnsi"/>
          <w:i/>
          <w:iCs/>
          <w:sz w:val="18"/>
          <w:szCs w:val="18"/>
        </w:rPr>
        <w:t xml:space="preserve">(*pozostawienie bez uzupełnienia oznacza, iż wszystkie strony oferty są jawne. W przypadku zastrzeżenia tajemnicy przedsiębiorstwa Wykonawca zobowiązany jest załączyć do oferty uzasadnienie </w:t>
      </w:r>
      <w:r w:rsidR="00C85A46" w:rsidRPr="0040603D">
        <w:rPr>
          <w:rFonts w:asciiTheme="minorHAnsi" w:hAnsiTheme="minorHAnsi" w:cstheme="minorHAnsi"/>
          <w:i/>
          <w:iCs/>
          <w:sz w:val="18"/>
          <w:szCs w:val="18"/>
        </w:rPr>
        <w:t>zastrzeżenia poprzez wskazanie przyczyn faktycznych wraz z wykazaniem spełnienia podstaw normatywnych uprawniających do dokonania zastrzeżenia).</w:t>
      </w:r>
    </w:p>
    <w:p w14:paraId="39DD4420" w14:textId="77777777" w:rsidR="0040603D" w:rsidRPr="0040603D" w:rsidRDefault="0040603D" w:rsidP="00D74C8E">
      <w:pPr>
        <w:pStyle w:val="Akapitzlist"/>
        <w:spacing w:after="100" w:afterAutospacing="1"/>
        <w:rPr>
          <w:rFonts w:asciiTheme="minorHAnsi" w:hAnsiTheme="minorHAnsi" w:cstheme="minorHAnsi"/>
          <w:i/>
          <w:iCs/>
          <w:sz w:val="18"/>
          <w:szCs w:val="18"/>
        </w:rPr>
      </w:pPr>
    </w:p>
    <w:p w14:paraId="63298997" w14:textId="1BE96500" w:rsidR="009301B9" w:rsidRDefault="009301B9" w:rsidP="00D74C8E">
      <w:pPr>
        <w:pStyle w:val="Akapitzlis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Tajemnicę przedsiębiorstwa</w:t>
      </w:r>
      <w:r w:rsidR="00FF484C">
        <w:rPr>
          <w:rFonts w:asciiTheme="minorHAnsi" w:hAnsiTheme="minorHAnsi" w:cstheme="minorHAnsi"/>
          <w:sz w:val="22"/>
          <w:szCs w:val="22"/>
        </w:rPr>
        <w:t>** w rozumieniu przepisów o zwalczaniu nie</w:t>
      </w:r>
      <w:r w:rsidR="0002696C">
        <w:rPr>
          <w:rFonts w:asciiTheme="minorHAnsi" w:hAnsiTheme="minorHAnsi" w:cstheme="minorHAnsi"/>
          <w:sz w:val="22"/>
          <w:szCs w:val="22"/>
        </w:rPr>
        <w:t>uczciwej kon</w:t>
      </w:r>
      <w:r w:rsidR="00F645AA">
        <w:rPr>
          <w:rFonts w:asciiTheme="minorHAnsi" w:hAnsiTheme="minorHAnsi" w:cstheme="minorHAnsi"/>
          <w:sz w:val="22"/>
          <w:szCs w:val="22"/>
        </w:rPr>
        <w:t>kurencji stanowią następujące dokumenty dołączone do oferty:</w:t>
      </w:r>
    </w:p>
    <w:p w14:paraId="63D4726A" w14:textId="77777777" w:rsidR="00F645AA" w:rsidRDefault="00F645AA" w:rsidP="00D74C8E">
      <w:pPr>
        <w:pStyle w:val="Akapitzlist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p w14:paraId="1D823B9D" w14:textId="68362CF0" w:rsidR="00F645AA" w:rsidRDefault="00F645AA" w:rsidP="00F645AA">
      <w:pPr>
        <w:pStyle w:val="Akapitzlist"/>
        <w:numPr>
          <w:ilvl w:val="0"/>
          <w:numId w:val="7"/>
        </w:numPr>
        <w:spacing w:after="100" w:afterAutospacing="1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5415FF02" w14:textId="77777777" w:rsidR="00F645AA" w:rsidRDefault="00F645AA" w:rsidP="00F645AA">
      <w:pPr>
        <w:pStyle w:val="Akapitzlist"/>
        <w:numPr>
          <w:ilvl w:val="0"/>
          <w:numId w:val="7"/>
        </w:numPr>
        <w:spacing w:after="100" w:afterAutospacing="1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51FCDC42" w14:textId="778C5ED9" w:rsidR="00F645AA" w:rsidRPr="0040603D" w:rsidRDefault="00F645AA" w:rsidP="0040603D">
      <w:pPr>
        <w:pStyle w:val="Akapitzlist"/>
        <w:spacing w:after="100" w:afterAutospacing="1"/>
        <w:ind w:left="1077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40603D">
        <w:rPr>
          <w:rFonts w:asciiTheme="minorHAnsi" w:hAnsiTheme="minorHAnsi" w:cstheme="minorHAnsi"/>
          <w:i/>
          <w:iCs/>
          <w:sz w:val="18"/>
          <w:szCs w:val="18"/>
        </w:rPr>
        <w:t xml:space="preserve">** Zgodnie z art. 18 ust. 3 ustawy </w:t>
      </w:r>
      <w:proofErr w:type="spellStart"/>
      <w:r w:rsidRPr="0040603D">
        <w:rPr>
          <w:rFonts w:asciiTheme="minorHAnsi" w:hAnsiTheme="minorHAnsi" w:cstheme="minorHAnsi"/>
          <w:i/>
          <w:iCs/>
          <w:sz w:val="18"/>
          <w:szCs w:val="18"/>
        </w:rPr>
        <w:t>Pzp</w:t>
      </w:r>
      <w:proofErr w:type="spellEnd"/>
      <w:r w:rsidRPr="0040603D">
        <w:rPr>
          <w:rFonts w:asciiTheme="minorHAnsi" w:hAnsiTheme="minorHAnsi" w:cstheme="minorHAnsi"/>
          <w:i/>
          <w:iCs/>
          <w:sz w:val="18"/>
          <w:szCs w:val="18"/>
        </w:rPr>
        <w:t>: „Nie ujawnia się informacji stanowiących tajemnicę przedsiębiorstwa w rozumieniu przepisów o zwalczaniu nieuczciwej konkurencji, jeżeli Wykonawca wraz z przekazaniem takich informacji, zastrzegł że nie mogą być one udostępnianie oraz wykazał, że zastrzeżone informacje stanowią tajemnicę przedsiębiorstwa. Wykonawca nie może zastrzec informacji, o których mowa w art. 222 ust.</w:t>
      </w:r>
      <w:r w:rsidR="006E2E0E" w:rsidRPr="0040603D">
        <w:rPr>
          <w:rFonts w:asciiTheme="minorHAnsi" w:hAnsiTheme="minorHAnsi" w:cstheme="minorHAnsi"/>
          <w:i/>
          <w:iCs/>
          <w:sz w:val="18"/>
          <w:szCs w:val="18"/>
        </w:rPr>
        <w:t>5”.</w:t>
      </w:r>
    </w:p>
    <w:p w14:paraId="5F1FB5D3" w14:textId="46B5E077" w:rsidR="006E2E0E" w:rsidRDefault="006E2E0E" w:rsidP="006E2E0E">
      <w:pPr>
        <w:pStyle w:val="Akapitzlist"/>
        <w:numPr>
          <w:ilvl w:val="0"/>
          <w:numId w:val="1"/>
        </w:numPr>
        <w:spacing w:after="100" w:afterAutospacing="1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Wszelką korespondencję w sprawie niniejszego postępowania należy kierować do:</w:t>
      </w:r>
    </w:p>
    <w:p w14:paraId="4A71203A" w14:textId="229BC1CA" w:rsidR="006E2E0E" w:rsidRDefault="006E2E0E" w:rsidP="006E2E0E">
      <w:pPr>
        <w:pStyle w:val="Akapitzlist"/>
        <w:spacing w:after="100" w:afterAutospacing="1" w:line="360" w:lineRule="auto"/>
        <w:ind w:left="46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Imię i nazwisko …………………………………………………………………………………</w:t>
      </w:r>
    </w:p>
    <w:p w14:paraId="752A6ABB" w14:textId="120A9FD9" w:rsidR="006E2E0E" w:rsidRPr="006E2E0E" w:rsidRDefault="006E2E0E" w:rsidP="006E2E0E">
      <w:pPr>
        <w:pStyle w:val="Akapitzlist"/>
        <w:spacing w:after="100" w:afterAutospacing="1" w:line="360" w:lineRule="auto"/>
        <w:ind w:left="465"/>
        <w:rPr>
          <w:rFonts w:asciiTheme="minorHAnsi" w:hAnsiTheme="minorHAnsi" w:cstheme="minorHAnsi"/>
          <w:sz w:val="22"/>
          <w:szCs w:val="22"/>
        </w:rPr>
      </w:pPr>
      <w:r w:rsidRPr="006E2E0E">
        <w:rPr>
          <w:rFonts w:asciiTheme="minorHAnsi" w:hAnsiTheme="minorHAnsi" w:cstheme="minorHAnsi"/>
          <w:sz w:val="22"/>
          <w:szCs w:val="22"/>
        </w:rPr>
        <w:t>Adres: ………………………………………………………………………………………………</w:t>
      </w:r>
    </w:p>
    <w:p w14:paraId="3722AA9F" w14:textId="68E47843" w:rsidR="006E2E0E" w:rsidRPr="006E2E0E" w:rsidRDefault="006E2E0E" w:rsidP="006E2E0E">
      <w:pPr>
        <w:pStyle w:val="Akapitzlist"/>
        <w:spacing w:after="100" w:afterAutospacing="1" w:line="360" w:lineRule="auto"/>
        <w:ind w:left="465"/>
        <w:rPr>
          <w:rFonts w:asciiTheme="minorHAnsi" w:hAnsiTheme="minorHAnsi" w:cstheme="minorHAnsi"/>
          <w:sz w:val="22"/>
          <w:szCs w:val="22"/>
        </w:rPr>
      </w:pPr>
      <w:r w:rsidRPr="006E2E0E">
        <w:rPr>
          <w:rFonts w:asciiTheme="minorHAnsi" w:hAnsiTheme="minorHAnsi" w:cstheme="minorHAnsi"/>
          <w:sz w:val="22"/>
          <w:szCs w:val="22"/>
        </w:rPr>
        <w:t>Telefon: ……………………………………………………………………………………………</w:t>
      </w:r>
    </w:p>
    <w:p w14:paraId="51B679D6" w14:textId="15D06160" w:rsidR="006E2E0E" w:rsidRPr="006E2E0E" w:rsidRDefault="006E2E0E" w:rsidP="006E2E0E">
      <w:pPr>
        <w:pStyle w:val="Akapitzlist"/>
        <w:spacing w:after="100" w:afterAutospacing="1" w:line="360" w:lineRule="auto"/>
        <w:ind w:left="465"/>
        <w:rPr>
          <w:rFonts w:asciiTheme="minorHAnsi" w:hAnsiTheme="minorHAnsi" w:cstheme="minorHAnsi"/>
          <w:sz w:val="22"/>
          <w:szCs w:val="22"/>
        </w:rPr>
      </w:pPr>
      <w:r w:rsidRPr="006E2E0E">
        <w:rPr>
          <w:rFonts w:asciiTheme="minorHAnsi" w:hAnsiTheme="minorHAnsi" w:cstheme="minorHAnsi"/>
          <w:sz w:val="22"/>
          <w:szCs w:val="22"/>
        </w:rPr>
        <w:t>Faks: …………………………………………………………………………………………………</w:t>
      </w:r>
    </w:p>
    <w:p w14:paraId="7DA23260" w14:textId="742C8D3C" w:rsidR="006E2E0E" w:rsidRPr="006E2E0E" w:rsidRDefault="006E2E0E" w:rsidP="006E2E0E">
      <w:pPr>
        <w:pStyle w:val="Akapitzlist"/>
        <w:spacing w:after="100" w:afterAutospacing="1" w:line="360" w:lineRule="auto"/>
        <w:ind w:left="465"/>
        <w:rPr>
          <w:rFonts w:asciiTheme="minorHAnsi" w:hAnsiTheme="minorHAnsi" w:cstheme="minorHAnsi"/>
          <w:sz w:val="22"/>
          <w:szCs w:val="22"/>
        </w:rPr>
      </w:pPr>
      <w:r w:rsidRPr="006E2E0E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</w:t>
      </w:r>
    </w:p>
    <w:p w14:paraId="5BAF81E5" w14:textId="3729BFD0" w:rsidR="006E2E0E" w:rsidRDefault="006E2E0E" w:rsidP="006E2E0E">
      <w:pPr>
        <w:pStyle w:val="Akapitzlist"/>
        <w:numPr>
          <w:ilvl w:val="0"/>
          <w:numId w:val="1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6E2E0E">
        <w:rPr>
          <w:rFonts w:asciiTheme="minorHAnsi" w:hAnsiTheme="minorHAnsi" w:cstheme="minorHAnsi"/>
          <w:sz w:val="22"/>
          <w:szCs w:val="22"/>
        </w:rPr>
        <w:t>Zamówienie zrealizujemy sami</w:t>
      </w:r>
      <w:r>
        <w:rPr>
          <w:rFonts w:asciiTheme="minorHAnsi" w:hAnsiTheme="minorHAnsi" w:cstheme="minorHAnsi"/>
          <w:sz w:val="22"/>
          <w:szCs w:val="22"/>
        </w:rPr>
        <w:t xml:space="preserve">*/przy udziale </w:t>
      </w:r>
      <w:r w:rsidR="00065B94">
        <w:rPr>
          <w:rFonts w:asciiTheme="minorHAnsi" w:hAnsiTheme="minorHAnsi" w:cstheme="minorHAnsi"/>
          <w:sz w:val="22"/>
          <w:szCs w:val="22"/>
        </w:rPr>
        <w:t>Podwykonawców</w:t>
      </w:r>
      <w:r>
        <w:rPr>
          <w:rFonts w:asciiTheme="minorHAnsi" w:hAnsiTheme="minorHAnsi" w:cstheme="minorHAnsi"/>
          <w:sz w:val="22"/>
          <w:szCs w:val="22"/>
        </w:rPr>
        <w:t>*. Podwykonawcom zostaną powierzone do wykonania następujące zakresy zamówienia:</w:t>
      </w:r>
    </w:p>
    <w:p w14:paraId="4B427991" w14:textId="77777777" w:rsidR="006E2E0E" w:rsidRDefault="006E2E0E" w:rsidP="006E2E0E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39E5C538" w14:textId="7717130B" w:rsidR="006E2E0E" w:rsidRDefault="006E2E0E" w:rsidP="006E2E0E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6E2E0E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………………………………………………………………….………………………………………………………………………………………</w:t>
      </w:r>
    </w:p>
    <w:p w14:paraId="29514CD9" w14:textId="77777777" w:rsidR="006E2E0E" w:rsidRDefault="006E2E0E" w:rsidP="006E2E0E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3C693387" w14:textId="3ECBBE53" w:rsidR="00D74C8E" w:rsidRPr="006E2E0E" w:rsidRDefault="006E2E0E" w:rsidP="006E2E0E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6E2E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7274E479" w14:textId="777A8303" w:rsidR="00D74C8E" w:rsidRPr="0040603D" w:rsidRDefault="006E2E0E" w:rsidP="0040603D">
      <w:pPr>
        <w:pStyle w:val="Akapitzlist"/>
        <w:spacing w:after="100" w:afterAutospacing="1"/>
        <w:ind w:left="465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40603D">
        <w:rPr>
          <w:rFonts w:asciiTheme="minorHAnsi" w:hAnsiTheme="minorHAnsi" w:cstheme="minorHAnsi"/>
          <w:i/>
          <w:iCs/>
          <w:sz w:val="18"/>
          <w:szCs w:val="18"/>
        </w:rPr>
        <w:t xml:space="preserve">(opis zamówienia zleconego podwykonawcy wraz ze wskazaniem podmiotu, któremu zostaną </w:t>
      </w:r>
      <w:r w:rsidR="006D2CD4" w:rsidRPr="0040603D">
        <w:rPr>
          <w:rFonts w:asciiTheme="minorHAnsi" w:hAnsiTheme="minorHAnsi" w:cstheme="minorHAnsi"/>
          <w:i/>
          <w:iCs/>
          <w:sz w:val="18"/>
          <w:szCs w:val="18"/>
        </w:rPr>
        <w:t>wskazane zakresy zamówienia)</w:t>
      </w:r>
    </w:p>
    <w:p w14:paraId="7531A8D8" w14:textId="63F935D1" w:rsidR="0040603D" w:rsidRDefault="006D2CD4" w:rsidP="0040603D">
      <w:pPr>
        <w:pStyle w:val="Akapitzlist"/>
        <w:numPr>
          <w:ilvl w:val="0"/>
          <w:numId w:val="1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iż jestem świadomy, że brak wskazania w sposób jednoznaczny, które informacje podlegają ochronie jako tajemnica przedsiębiorstwa lub brak uzasadniania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</w:t>
      </w:r>
    </w:p>
    <w:p w14:paraId="6A928497" w14:textId="77777777" w:rsidR="0040603D" w:rsidRDefault="0040603D" w:rsidP="0040603D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7C145605" w14:textId="11F583C1" w:rsidR="0040603D" w:rsidRDefault="0040603D" w:rsidP="0040603D">
      <w:pPr>
        <w:pStyle w:val="Akapitzlist"/>
        <w:numPr>
          <w:ilvl w:val="0"/>
          <w:numId w:val="1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i/lub art. 14 RODO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E5A1BE9" w14:textId="77777777" w:rsidR="0040603D" w:rsidRPr="0040603D" w:rsidRDefault="0040603D" w:rsidP="0040603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12CC3000" w14:textId="77777777" w:rsidR="0040603D" w:rsidRDefault="0040603D" w:rsidP="0040603D">
      <w:pPr>
        <w:pStyle w:val="Akapitzlist"/>
        <w:spacing w:after="100" w:afterAutospacing="1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1D5DAFDA" w14:textId="2C266B9D" w:rsidR="0040603D" w:rsidRPr="0040603D" w:rsidRDefault="0040603D" w:rsidP="0040603D">
      <w:pPr>
        <w:pStyle w:val="Akapitzlist"/>
        <w:numPr>
          <w:ilvl w:val="0"/>
          <w:numId w:val="1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Ofertę niniejszą składamy na ……………… kolejno ponumerowanych stronach. </w:t>
      </w:r>
    </w:p>
    <w:p w14:paraId="48C75A0B" w14:textId="77777777" w:rsidR="005E4B61" w:rsidRPr="006E2E0E" w:rsidRDefault="005E4B61" w:rsidP="005E4B61">
      <w:pPr>
        <w:pStyle w:val="Akapitzlist"/>
        <w:spacing w:after="200" w:line="276" w:lineRule="auto"/>
        <w:ind w:left="465"/>
        <w:jc w:val="both"/>
        <w:rPr>
          <w:rFonts w:asciiTheme="minorHAnsi" w:hAnsiTheme="minorHAnsi" w:cstheme="minorHAnsi"/>
          <w:sz w:val="22"/>
          <w:szCs w:val="22"/>
        </w:rPr>
      </w:pPr>
    </w:p>
    <w:p w14:paraId="1EC48C42" w14:textId="0DDB2C8C" w:rsidR="005E4B61" w:rsidRPr="002D1047" w:rsidRDefault="0040603D" w:rsidP="005E4B61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Wraz z ofertą składamy</w:t>
      </w:r>
      <w:r w:rsidR="005E4B61" w:rsidRPr="002D1047">
        <w:rPr>
          <w:rFonts w:asciiTheme="minorHAnsi" w:hAnsiTheme="minorHAnsi" w:cstheme="minorHAnsi"/>
          <w:sz w:val="22"/>
          <w:szCs w:val="22"/>
        </w:rPr>
        <w:t xml:space="preserve"> następujące dokumenty</w:t>
      </w:r>
      <w:r>
        <w:rPr>
          <w:rFonts w:asciiTheme="minorHAnsi" w:hAnsiTheme="minorHAnsi" w:cstheme="minorHAnsi"/>
          <w:sz w:val="22"/>
          <w:szCs w:val="22"/>
        </w:rPr>
        <w:t>, oświadczenia, pełnomocnictwa</w:t>
      </w:r>
      <w:r w:rsidR="005E4B61" w:rsidRPr="002D1047">
        <w:rPr>
          <w:rFonts w:asciiTheme="minorHAnsi" w:hAnsiTheme="minorHAnsi" w:cstheme="minorHAnsi"/>
          <w:sz w:val="22"/>
          <w:szCs w:val="22"/>
        </w:rPr>
        <w:t>:</w:t>
      </w:r>
    </w:p>
    <w:p w14:paraId="754589EE" w14:textId="77777777" w:rsidR="005E4B61" w:rsidRPr="002D1047" w:rsidRDefault="005E4B61" w:rsidP="005E4B61">
      <w:pPr>
        <w:numPr>
          <w:ilvl w:val="0"/>
          <w:numId w:val="6"/>
        </w:numPr>
        <w:spacing w:line="480" w:lineRule="auto"/>
        <w:ind w:left="47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D1047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</w:t>
      </w:r>
    </w:p>
    <w:p w14:paraId="07C95405" w14:textId="77777777" w:rsidR="005E4B61" w:rsidRPr="002D1047" w:rsidRDefault="005E4B61" w:rsidP="005E4B61">
      <w:pPr>
        <w:numPr>
          <w:ilvl w:val="0"/>
          <w:numId w:val="6"/>
        </w:numPr>
        <w:spacing w:line="480" w:lineRule="auto"/>
        <w:ind w:left="473"/>
        <w:jc w:val="both"/>
        <w:rPr>
          <w:rFonts w:asciiTheme="minorHAnsi" w:hAnsiTheme="minorHAnsi" w:cstheme="minorHAnsi"/>
          <w:sz w:val="22"/>
          <w:szCs w:val="22"/>
        </w:rPr>
      </w:pPr>
      <w:r w:rsidRPr="002D1047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51A8EE4D" w14:textId="77777777" w:rsidR="005E4B61" w:rsidRPr="002D1047" w:rsidRDefault="005E4B61" w:rsidP="005E4B61">
      <w:pPr>
        <w:numPr>
          <w:ilvl w:val="0"/>
          <w:numId w:val="6"/>
        </w:numPr>
        <w:spacing w:line="480" w:lineRule="auto"/>
        <w:ind w:left="47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104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…………………………………………………………….</w:t>
      </w:r>
    </w:p>
    <w:p w14:paraId="58CAD970" w14:textId="77777777" w:rsidR="005E4B61" w:rsidRPr="002D1047" w:rsidRDefault="005E4B61" w:rsidP="005E4B61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90472E1" w14:textId="77777777" w:rsidR="005E4B61" w:rsidRPr="002D1047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AB80FBC" w14:textId="77777777" w:rsidR="005E4B61" w:rsidRPr="002D1047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2406BA6" w14:textId="77777777" w:rsidR="005E4B61" w:rsidRPr="002D1047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C6E9CAA" w14:textId="77777777" w:rsidR="005E4B61" w:rsidRPr="002D1047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A7D0C08" w14:textId="77777777" w:rsidR="005E4B61" w:rsidRPr="002D1047" w:rsidRDefault="005E4B61" w:rsidP="005E4B6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1047">
        <w:rPr>
          <w:rFonts w:asciiTheme="minorHAnsi" w:hAnsiTheme="minorHAnsi" w:cstheme="minorHAnsi"/>
          <w:color w:val="000000"/>
          <w:sz w:val="22"/>
          <w:szCs w:val="22"/>
        </w:rPr>
        <w:t>…………….……………………</w:t>
      </w:r>
      <w:r w:rsidRPr="002D104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, </w:t>
      </w:r>
      <w:r w:rsidRPr="002D1047">
        <w:rPr>
          <w:rFonts w:asciiTheme="minorHAnsi" w:hAnsiTheme="minorHAnsi" w:cstheme="minorHAnsi"/>
          <w:color w:val="000000"/>
          <w:sz w:val="22"/>
          <w:szCs w:val="22"/>
        </w:rPr>
        <w:t xml:space="preserve">dnia ………….……. r. </w:t>
      </w:r>
    </w:p>
    <w:p w14:paraId="2A438CCA" w14:textId="77777777" w:rsidR="005E4B61" w:rsidRPr="002D1047" w:rsidRDefault="005E4B61" w:rsidP="005E4B61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2D1047">
        <w:rPr>
          <w:rFonts w:asciiTheme="minorHAnsi" w:hAnsiTheme="minorHAnsi" w:cstheme="minorHAnsi"/>
          <w:color w:val="000000"/>
          <w:sz w:val="22"/>
          <w:szCs w:val="22"/>
        </w:rPr>
        <w:t xml:space="preserve">             </w:t>
      </w:r>
      <w:r w:rsidRPr="002D1047">
        <w:rPr>
          <w:rFonts w:asciiTheme="minorHAnsi" w:hAnsiTheme="minorHAnsi" w:cstheme="minorHAnsi"/>
          <w:i/>
          <w:color w:val="000000"/>
          <w:sz w:val="22"/>
          <w:szCs w:val="22"/>
        </w:rPr>
        <w:t>(miejscowość)</w:t>
      </w:r>
    </w:p>
    <w:p w14:paraId="7C7CDAD9" w14:textId="77777777" w:rsidR="005E4B61" w:rsidRPr="002D1047" w:rsidRDefault="005E4B61" w:rsidP="005E4B61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2D104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D1047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    </w:t>
      </w:r>
    </w:p>
    <w:p w14:paraId="5CE4C33F" w14:textId="77777777" w:rsidR="005E4B61" w:rsidRPr="002D1047" w:rsidRDefault="005E4B61" w:rsidP="005E4B6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233103" w14:textId="77777777" w:rsidR="005E4B61" w:rsidRPr="002D1047" w:rsidRDefault="005E4B61" w:rsidP="005E4B61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141C13DD" w14:textId="77777777" w:rsidR="005E4B61" w:rsidRPr="002D1047" w:rsidRDefault="005E4B61" w:rsidP="005E4B61">
      <w:pPr>
        <w:ind w:left="3540" w:firstLine="708"/>
        <w:rPr>
          <w:rFonts w:asciiTheme="minorHAnsi" w:hAnsiTheme="minorHAnsi" w:cstheme="minorHAnsi"/>
          <w:b/>
          <w:sz w:val="22"/>
          <w:szCs w:val="22"/>
        </w:rPr>
      </w:pPr>
    </w:p>
    <w:p w14:paraId="1432BB9C" w14:textId="77777777" w:rsidR="005E4B61" w:rsidRPr="002D1047" w:rsidRDefault="005E4B61" w:rsidP="005E4B61">
      <w:pPr>
        <w:spacing w:line="28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9541D98" w14:textId="77777777" w:rsidR="005E4B61" w:rsidRPr="002D1047" w:rsidRDefault="005E4B61" w:rsidP="005E4B61">
      <w:pPr>
        <w:spacing w:line="28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2B004CD3" w14:textId="77777777" w:rsidR="005E4B61" w:rsidRPr="002D1047" w:rsidRDefault="005E4B61" w:rsidP="005E4B61">
      <w:pPr>
        <w:spacing w:line="28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45901730" w14:textId="113ADDD0" w:rsidR="005E4B61" w:rsidRPr="002D1047" w:rsidRDefault="005E4B61" w:rsidP="005E4B61">
      <w:p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1047">
        <w:rPr>
          <w:rFonts w:asciiTheme="minorHAnsi" w:hAnsiTheme="minorHAnsi" w:cstheme="minorHAnsi"/>
          <w:b/>
          <w:i/>
          <w:sz w:val="22"/>
          <w:szCs w:val="22"/>
        </w:rPr>
        <w:t xml:space="preserve">Dokument należy wypełnić elektronicznie. Zamawiający zaleca zapisanie dokumentu w formacie PDF (poprzez funkcję „zapisz jako”) i podpisanie kwalifikowanym podpisem elektronicznym w formacie </w:t>
      </w:r>
      <w:proofErr w:type="spellStart"/>
      <w:r w:rsidRPr="002D1047">
        <w:rPr>
          <w:rFonts w:asciiTheme="minorHAnsi" w:hAnsiTheme="minorHAnsi" w:cstheme="minorHAnsi"/>
          <w:b/>
          <w:i/>
          <w:sz w:val="22"/>
          <w:szCs w:val="22"/>
        </w:rPr>
        <w:t>PAdES</w:t>
      </w:r>
      <w:proofErr w:type="spellEnd"/>
      <w:r w:rsidRPr="002D1047">
        <w:rPr>
          <w:rFonts w:asciiTheme="minorHAnsi" w:hAnsiTheme="minorHAnsi" w:cstheme="minorHAnsi"/>
          <w:b/>
          <w:i/>
          <w:sz w:val="22"/>
          <w:szCs w:val="22"/>
        </w:rPr>
        <w:t>. Zamawiający dopuszcza inne formaty plików i podpisów zgodnie z zapisami SWZ.</w:t>
      </w:r>
    </w:p>
    <w:p w14:paraId="43D672CA" w14:textId="77777777" w:rsidR="005E4B61" w:rsidRPr="002D1047" w:rsidRDefault="005E4B61" w:rsidP="005E4B61">
      <w:pPr>
        <w:ind w:left="3540" w:firstLine="708"/>
        <w:rPr>
          <w:rFonts w:asciiTheme="minorHAnsi" w:hAnsiTheme="minorHAnsi" w:cstheme="minorHAnsi"/>
          <w:b/>
          <w:sz w:val="22"/>
          <w:szCs w:val="22"/>
        </w:rPr>
      </w:pPr>
    </w:p>
    <w:p w14:paraId="6F862429" w14:textId="77777777" w:rsidR="00855A08" w:rsidRPr="002D1047" w:rsidRDefault="00855A08" w:rsidP="00855A08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8261BA7" w14:textId="77777777" w:rsidR="009411C5" w:rsidRPr="002D1047" w:rsidRDefault="009411C5" w:rsidP="009411C5">
      <w:pPr>
        <w:rPr>
          <w:rFonts w:asciiTheme="minorHAnsi" w:hAnsiTheme="minorHAnsi" w:cstheme="minorHAnsi"/>
          <w:sz w:val="22"/>
          <w:szCs w:val="22"/>
        </w:rPr>
      </w:pPr>
    </w:p>
    <w:p w14:paraId="38FF98BB" w14:textId="77777777" w:rsidR="00011C3A" w:rsidRPr="002D1047" w:rsidRDefault="00011C3A" w:rsidP="00276735">
      <w:pPr>
        <w:rPr>
          <w:rFonts w:asciiTheme="minorHAnsi" w:hAnsiTheme="minorHAnsi" w:cstheme="minorHAnsi"/>
          <w:sz w:val="22"/>
          <w:szCs w:val="22"/>
        </w:rPr>
      </w:pPr>
    </w:p>
    <w:sectPr w:rsidR="00011C3A" w:rsidRPr="002D1047" w:rsidSect="009E5C48">
      <w:footerReference w:type="default" r:id="rId8"/>
      <w:headerReference w:type="first" r:id="rId9"/>
      <w:pgSz w:w="11906" w:h="16838"/>
      <w:pgMar w:top="1634" w:right="1247" w:bottom="1418" w:left="1247" w:header="680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9261A" w14:textId="77777777" w:rsidR="002A7283" w:rsidRDefault="002A7283" w:rsidP="002D3B51">
      <w:r>
        <w:separator/>
      </w:r>
    </w:p>
  </w:endnote>
  <w:endnote w:type="continuationSeparator" w:id="0">
    <w:p w14:paraId="16D8B1B3" w14:textId="77777777" w:rsidR="002A7283" w:rsidRDefault="002A7283" w:rsidP="002D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9243434"/>
      <w:docPartObj>
        <w:docPartGallery w:val="Page Numbers (Bottom of Page)"/>
        <w:docPartUnique/>
      </w:docPartObj>
    </w:sdtPr>
    <w:sdtContent>
      <w:p w14:paraId="2C73F856" w14:textId="0E1ADA4F" w:rsidR="0040603D" w:rsidRDefault="004060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C526B1" w14:textId="77777777" w:rsidR="003C7127" w:rsidRPr="003D3697" w:rsidRDefault="003C7127" w:rsidP="003C7127">
    <w:pPr>
      <w:pStyle w:val="Stopka"/>
      <w:jc w:val="center"/>
      <w:rPr>
        <w:rFonts w:ascii="Cambria" w:hAnsi="Cambria"/>
        <w:color w:val="1F4E79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CFF49" w14:textId="77777777" w:rsidR="002A7283" w:rsidRDefault="002A7283" w:rsidP="002D3B51">
      <w:r>
        <w:separator/>
      </w:r>
    </w:p>
  </w:footnote>
  <w:footnote w:type="continuationSeparator" w:id="0">
    <w:p w14:paraId="0A4F6F2F" w14:textId="77777777" w:rsidR="002A7283" w:rsidRDefault="002A7283" w:rsidP="002D3B51">
      <w:r>
        <w:continuationSeparator/>
      </w:r>
    </w:p>
  </w:footnote>
  <w:footnote w:id="1">
    <w:p w14:paraId="6AF04B9E" w14:textId="5FFBFFE0" w:rsidR="0040603D" w:rsidRDefault="0040603D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</w:footnote>
  <w:footnote w:id="2">
    <w:p w14:paraId="37B68D7D" w14:textId="4E011092" w:rsidR="0040603D" w:rsidRDefault="0040603D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ze stosowania obowiązku informacyjnego, stosowanie do art. 13 ust. 4 lub art. 14 ust 5 RODO treści oświadczenia Wykonawca nie składa poprzez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EC343" w14:textId="2C1D6503" w:rsidR="003E1C75" w:rsidRDefault="003E1C75" w:rsidP="003E1C75">
    <w:pPr>
      <w:pStyle w:val="Nagwek"/>
      <w:jc w:val="right"/>
    </w:pPr>
    <w:r>
      <w:t>Załącznik nr 2 do SWZ</w:t>
    </w:r>
  </w:p>
  <w:p w14:paraId="1025B351" w14:textId="56D3E0B1" w:rsidR="003E1C75" w:rsidRDefault="003E1C75" w:rsidP="003E1C75">
    <w:pPr>
      <w:pStyle w:val="Nagwek"/>
      <w:jc w:val="right"/>
    </w:pPr>
    <w:r>
      <w:t>Znak sprawy WDA.272.2.</w:t>
    </w:r>
    <w:r w:rsidR="00530C9F">
      <w:t>2024</w:t>
    </w:r>
  </w:p>
  <w:p w14:paraId="7E7FA793" w14:textId="77777777" w:rsidR="009E5C48" w:rsidRDefault="009E5C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CD5D40"/>
    <w:multiLevelType w:val="hybridMultilevel"/>
    <w:tmpl w:val="D6BA417C"/>
    <w:lvl w:ilvl="0" w:tplc="04150017">
      <w:start w:val="1"/>
      <w:numFmt w:val="lowerLetter"/>
      <w:lvlText w:val="%1)"/>
      <w:lvlJc w:val="left"/>
      <w:pPr>
        <w:tabs>
          <w:tab w:val="num" w:pos="1185"/>
        </w:tabs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" w15:restartNumberingAfterBreak="0">
    <w:nsid w:val="3B56145E"/>
    <w:multiLevelType w:val="multilevel"/>
    <w:tmpl w:val="CBC4CDA6"/>
    <w:lvl w:ilvl="0">
      <w:start w:val="1"/>
      <w:numFmt w:val="decimal"/>
      <w:lvlText w:val="%1)"/>
      <w:lvlJc w:val="left"/>
      <w:pPr>
        <w:tabs>
          <w:tab w:val="num" w:pos="1056"/>
        </w:tabs>
        <w:ind w:left="1056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" w15:restartNumberingAfterBreak="0">
    <w:nsid w:val="6109701D"/>
    <w:multiLevelType w:val="multilevel"/>
    <w:tmpl w:val="CDDE6B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46852"/>
    <w:multiLevelType w:val="hybridMultilevel"/>
    <w:tmpl w:val="BC049F90"/>
    <w:lvl w:ilvl="0" w:tplc="E27090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02D0D"/>
    <w:multiLevelType w:val="hybridMultilevel"/>
    <w:tmpl w:val="D04688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EC125B"/>
    <w:multiLevelType w:val="hybridMultilevel"/>
    <w:tmpl w:val="FB707A9A"/>
    <w:lvl w:ilvl="0" w:tplc="566A92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226298">
    <w:abstractNumId w:val="3"/>
  </w:num>
  <w:num w:numId="2" w16cid:durableId="1642533776">
    <w:abstractNumId w:val="2"/>
  </w:num>
  <w:num w:numId="3" w16cid:durableId="1782915918">
    <w:abstractNumId w:val="5"/>
  </w:num>
  <w:num w:numId="4" w16cid:durableId="1365212377">
    <w:abstractNumId w:val="1"/>
  </w:num>
  <w:num w:numId="5" w16cid:durableId="17290378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6148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24316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EDA"/>
    <w:rsid w:val="00011C3A"/>
    <w:rsid w:val="0002696C"/>
    <w:rsid w:val="0003201A"/>
    <w:rsid w:val="00065B94"/>
    <w:rsid w:val="00092CFA"/>
    <w:rsid w:val="000A32A4"/>
    <w:rsid w:val="000F3418"/>
    <w:rsid w:val="000F5559"/>
    <w:rsid w:val="001124F3"/>
    <w:rsid w:val="00117853"/>
    <w:rsid w:val="00131AD6"/>
    <w:rsid w:val="001421F0"/>
    <w:rsid w:val="0016354F"/>
    <w:rsid w:val="00164894"/>
    <w:rsid w:val="00166F65"/>
    <w:rsid w:val="001836A8"/>
    <w:rsid w:val="00187A9E"/>
    <w:rsid w:val="001A0E45"/>
    <w:rsid w:val="00213BD9"/>
    <w:rsid w:val="00216D09"/>
    <w:rsid w:val="002679E9"/>
    <w:rsid w:val="00276735"/>
    <w:rsid w:val="0028376E"/>
    <w:rsid w:val="00285490"/>
    <w:rsid w:val="00285942"/>
    <w:rsid w:val="002A7283"/>
    <w:rsid w:val="002D1047"/>
    <w:rsid w:val="002D3B51"/>
    <w:rsid w:val="002F22E2"/>
    <w:rsid w:val="00307D61"/>
    <w:rsid w:val="0038178E"/>
    <w:rsid w:val="003C7127"/>
    <w:rsid w:val="003D040B"/>
    <w:rsid w:val="003D3697"/>
    <w:rsid w:val="003E1C75"/>
    <w:rsid w:val="0040603D"/>
    <w:rsid w:val="00442057"/>
    <w:rsid w:val="004A79E9"/>
    <w:rsid w:val="004F3FFD"/>
    <w:rsid w:val="0050062D"/>
    <w:rsid w:val="0051574E"/>
    <w:rsid w:val="00527B26"/>
    <w:rsid w:val="00530C9F"/>
    <w:rsid w:val="0058073B"/>
    <w:rsid w:val="005C4672"/>
    <w:rsid w:val="005E4B61"/>
    <w:rsid w:val="005F4398"/>
    <w:rsid w:val="005F6D42"/>
    <w:rsid w:val="00632BE8"/>
    <w:rsid w:val="006366E7"/>
    <w:rsid w:val="0067610D"/>
    <w:rsid w:val="006766D7"/>
    <w:rsid w:val="006D2CD4"/>
    <w:rsid w:val="006E2E0E"/>
    <w:rsid w:val="0072050C"/>
    <w:rsid w:val="00730603"/>
    <w:rsid w:val="00732659"/>
    <w:rsid w:val="007A4021"/>
    <w:rsid w:val="007B5B43"/>
    <w:rsid w:val="007C2813"/>
    <w:rsid w:val="0080146C"/>
    <w:rsid w:val="00855A08"/>
    <w:rsid w:val="00864AD5"/>
    <w:rsid w:val="00871836"/>
    <w:rsid w:val="008E5014"/>
    <w:rsid w:val="009301B9"/>
    <w:rsid w:val="00937ECE"/>
    <w:rsid w:val="009411C5"/>
    <w:rsid w:val="00941618"/>
    <w:rsid w:val="0094413B"/>
    <w:rsid w:val="009553E7"/>
    <w:rsid w:val="00984BE8"/>
    <w:rsid w:val="009C7FEB"/>
    <w:rsid w:val="009D3DFF"/>
    <w:rsid w:val="009D657C"/>
    <w:rsid w:val="009D6A99"/>
    <w:rsid w:val="009E5C48"/>
    <w:rsid w:val="009F6E6F"/>
    <w:rsid w:val="00A21328"/>
    <w:rsid w:val="00A30BFF"/>
    <w:rsid w:val="00A41072"/>
    <w:rsid w:val="00A47CA6"/>
    <w:rsid w:val="00A52EDA"/>
    <w:rsid w:val="00A6048F"/>
    <w:rsid w:val="00A6409D"/>
    <w:rsid w:val="00AE6954"/>
    <w:rsid w:val="00B22496"/>
    <w:rsid w:val="00B54BD2"/>
    <w:rsid w:val="00BC0D2F"/>
    <w:rsid w:val="00BD722B"/>
    <w:rsid w:val="00BF2EED"/>
    <w:rsid w:val="00C412B4"/>
    <w:rsid w:val="00C85A46"/>
    <w:rsid w:val="00C958F7"/>
    <w:rsid w:val="00CA658E"/>
    <w:rsid w:val="00CA6739"/>
    <w:rsid w:val="00D14858"/>
    <w:rsid w:val="00D50543"/>
    <w:rsid w:val="00D74C8E"/>
    <w:rsid w:val="00D83867"/>
    <w:rsid w:val="00DA0520"/>
    <w:rsid w:val="00DF62D4"/>
    <w:rsid w:val="00E008F9"/>
    <w:rsid w:val="00E00CF1"/>
    <w:rsid w:val="00E31EF6"/>
    <w:rsid w:val="00E6126A"/>
    <w:rsid w:val="00E719D1"/>
    <w:rsid w:val="00E8008A"/>
    <w:rsid w:val="00EA3569"/>
    <w:rsid w:val="00EC1937"/>
    <w:rsid w:val="00ED6C59"/>
    <w:rsid w:val="00EF34B0"/>
    <w:rsid w:val="00F02CC7"/>
    <w:rsid w:val="00F36FDC"/>
    <w:rsid w:val="00F42F96"/>
    <w:rsid w:val="00F51EFA"/>
    <w:rsid w:val="00F55F06"/>
    <w:rsid w:val="00F645AA"/>
    <w:rsid w:val="00FE5967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14E10C"/>
  <w15:docId w15:val="{C7014576-5B89-4767-B215-E3F79629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2D3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D3B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2D3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3B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D3B5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D3B51"/>
    <w:rPr>
      <w:sz w:val="24"/>
      <w:szCs w:val="24"/>
    </w:rPr>
  </w:style>
  <w:style w:type="character" w:styleId="Hipercze">
    <w:name w:val="Hyperlink"/>
    <w:rsid w:val="002D3B5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E6954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C46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4060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0603D"/>
  </w:style>
  <w:style w:type="character" w:styleId="Odwoanieprzypisudolnego">
    <w:name w:val="footnote reference"/>
    <w:basedOn w:val="Domylnaczcionkaakapitu"/>
    <w:semiHidden/>
    <w:unhideWhenUsed/>
    <w:rsid w:val="0040603D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E5C48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5C48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&#380;ytkownicy\kklo\Desktop\GIORiN_PL_nowy%20wz&#243;r_ostateczna%20wersja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BFBC7-C2B1-406D-881D-38717C69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GIORiN_PL_nowy wzór_ostateczna wersja.dotm</Template>
  <TotalTime>5</TotalTime>
  <Pages>4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GIORIN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Kłobukowska, Kalina</dc:creator>
  <cp:lastModifiedBy>Ewelina Gawrońska</cp:lastModifiedBy>
  <cp:revision>6</cp:revision>
  <cp:lastPrinted>2017-06-28T06:45:00Z</cp:lastPrinted>
  <dcterms:created xsi:type="dcterms:W3CDTF">2023-11-17T11:14:00Z</dcterms:created>
  <dcterms:modified xsi:type="dcterms:W3CDTF">2024-11-12T13:35:00Z</dcterms:modified>
</cp:coreProperties>
</file>