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888B95" w14:textId="03AE9DB8" w:rsidR="00B60EBA" w:rsidRPr="00551DA2" w:rsidRDefault="00A57AA5" w:rsidP="00F9328F">
      <w:pPr>
        <w:spacing w:line="360" w:lineRule="auto"/>
        <w:jc w:val="right"/>
        <w:rPr>
          <w:rFonts w:cstheme="minorHAnsi"/>
          <w:sz w:val="24"/>
          <w:szCs w:val="24"/>
        </w:rPr>
      </w:pPr>
      <w:r w:rsidRPr="00551DA2">
        <w:rPr>
          <w:rFonts w:cstheme="minorHAnsi"/>
          <w:sz w:val="24"/>
          <w:szCs w:val="24"/>
        </w:rPr>
        <w:t xml:space="preserve">Załącznik nr </w:t>
      </w:r>
      <w:r w:rsidR="0085534F">
        <w:rPr>
          <w:rFonts w:cstheme="minorHAnsi"/>
          <w:sz w:val="24"/>
          <w:szCs w:val="24"/>
        </w:rPr>
        <w:t>4.1</w:t>
      </w:r>
    </w:p>
    <w:p w14:paraId="3B758C84" w14:textId="1428C30D" w:rsidR="00A57AA5" w:rsidRPr="001A24FF" w:rsidRDefault="005276D2" w:rsidP="007B14FF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</w:t>
      </w:r>
      <w:r w:rsidR="00BD529C">
        <w:rPr>
          <w:rFonts w:cstheme="minorHAnsi"/>
          <w:b/>
          <w:sz w:val="24"/>
          <w:szCs w:val="24"/>
        </w:rPr>
        <w:t>zczegółow</w:t>
      </w:r>
      <w:r>
        <w:rPr>
          <w:rFonts w:cstheme="minorHAnsi"/>
          <w:b/>
          <w:sz w:val="24"/>
          <w:szCs w:val="24"/>
        </w:rPr>
        <w:t>y</w:t>
      </w:r>
      <w:r w:rsidR="00A57AA5" w:rsidRPr="001A24FF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formularz </w:t>
      </w:r>
      <w:r w:rsidR="00A57AA5" w:rsidRPr="001A24FF">
        <w:rPr>
          <w:rFonts w:cstheme="minorHAnsi"/>
          <w:b/>
          <w:sz w:val="24"/>
          <w:szCs w:val="24"/>
        </w:rPr>
        <w:t>oferty</w:t>
      </w:r>
      <w:r w:rsidR="0085534F">
        <w:rPr>
          <w:rFonts w:cstheme="minorHAnsi"/>
          <w:b/>
          <w:sz w:val="24"/>
          <w:szCs w:val="24"/>
        </w:rPr>
        <w:t xml:space="preserve"> </w:t>
      </w:r>
      <w:r w:rsidR="0085534F">
        <w:rPr>
          <w:rFonts w:cstheme="minorHAnsi"/>
          <w:b/>
          <w:sz w:val="24"/>
          <w:szCs w:val="24"/>
        </w:rPr>
        <w:br/>
        <w:t xml:space="preserve">część nr 1 - </w:t>
      </w:r>
      <w:r w:rsidR="0085534F" w:rsidRPr="009A3702">
        <w:rPr>
          <w:rFonts w:cstheme="minorHAnsi"/>
          <w:b/>
          <w:sz w:val="24"/>
          <w:szCs w:val="24"/>
        </w:rPr>
        <w:t>dostaw</w:t>
      </w:r>
      <w:r w:rsidR="0085534F">
        <w:rPr>
          <w:rFonts w:cstheme="minorHAnsi"/>
          <w:b/>
          <w:sz w:val="24"/>
          <w:szCs w:val="24"/>
        </w:rPr>
        <w:t>a</w:t>
      </w:r>
      <w:r w:rsidR="0085534F" w:rsidRPr="009A3702">
        <w:rPr>
          <w:rFonts w:cstheme="minorHAnsi"/>
          <w:b/>
          <w:sz w:val="24"/>
          <w:szCs w:val="24"/>
        </w:rPr>
        <w:t xml:space="preserve"> </w:t>
      </w:r>
      <w:r w:rsidR="00CA50E7" w:rsidRPr="00CA50E7">
        <w:rPr>
          <w:rFonts w:cstheme="minorHAnsi"/>
          <w:b/>
          <w:sz w:val="24"/>
          <w:szCs w:val="24"/>
        </w:rPr>
        <w:t>31 szt. stacjonarnych komputerów typu All-in-one z systemem operacyjnym i pakietem oprogramowania biurowego, doposażonych w dodatkowe elementy/urządzenia peryferyjne.</w:t>
      </w:r>
      <w:r w:rsidR="0085534F" w:rsidRPr="004E5649">
        <w:rPr>
          <w:rFonts w:cstheme="minorHAnsi"/>
          <w:sz w:val="24"/>
          <w:szCs w:val="24"/>
        </w:rPr>
        <w:t xml:space="preserve"> </w:t>
      </w:r>
    </w:p>
    <w:p w14:paraId="282FD756" w14:textId="4503FFF9" w:rsidR="00A57AA5" w:rsidRPr="001A24FF" w:rsidRDefault="00A57AA5" w:rsidP="00F9328F">
      <w:pPr>
        <w:spacing w:after="0" w:line="360" w:lineRule="auto"/>
        <w:rPr>
          <w:rFonts w:cstheme="minorHAnsi"/>
          <w:sz w:val="24"/>
          <w:szCs w:val="24"/>
        </w:rPr>
      </w:pPr>
      <w:r w:rsidRPr="001A24FF">
        <w:rPr>
          <w:rFonts w:cstheme="minorHAnsi"/>
          <w:sz w:val="24"/>
          <w:szCs w:val="24"/>
        </w:rPr>
        <w:t>Wykonawca</w:t>
      </w:r>
      <w:r w:rsidR="00F125F6">
        <w:rPr>
          <w:rFonts w:cstheme="minorHAnsi"/>
          <w:sz w:val="24"/>
          <w:szCs w:val="24"/>
        </w:rPr>
        <w:t xml:space="preserve">/Wykonawcy wspólnie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Oznaczenie Wykonawcy"/>
        <w:tblDescription w:val="Nazwa&#10;NIP&#10;REGON&#10;Adres siedziby&#10;Adres korespondencyjny (jeśli jest inny niż adres siedziby)&#10;Telefon&#10;Dane Wykonawcy takie jak nazwa,adres e-mail, adres skrytki ePuap itp.&#10;"/>
      </w:tblPr>
      <w:tblGrid>
        <w:gridCol w:w="3714"/>
        <w:gridCol w:w="5348"/>
      </w:tblGrid>
      <w:tr w:rsidR="00060A67" w:rsidRPr="001A24FF" w14:paraId="769B4D85" w14:textId="77777777" w:rsidTr="00BD529C">
        <w:trPr>
          <w:tblHeader/>
        </w:trPr>
        <w:tc>
          <w:tcPr>
            <w:tcW w:w="3714" w:type="dxa"/>
            <w:vAlign w:val="bottom"/>
          </w:tcPr>
          <w:p w14:paraId="0A65A8F9" w14:textId="71ACF70B" w:rsidR="00060A67" w:rsidRPr="00727CFA" w:rsidRDefault="00060A67" w:rsidP="00F9328F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7CFA">
              <w:rPr>
                <w:rFonts w:cstheme="minorHAnsi"/>
                <w:b/>
                <w:sz w:val="24"/>
                <w:szCs w:val="24"/>
              </w:rPr>
              <w:t>Nazwa danych</w:t>
            </w:r>
          </w:p>
        </w:tc>
        <w:tc>
          <w:tcPr>
            <w:tcW w:w="5348" w:type="dxa"/>
          </w:tcPr>
          <w:p w14:paraId="791004F6" w14:textId="2E69652D" w:rsidR="00060A67" w:rsidRPr="00727CFA" w:rsidRDefault="00060A67" w:rsidP="00F9328F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27CFA">
              <w:rPr>
                <w:rFonts w:cstheme="minorHAnsi"/>
                <w:b/>
                <w:sz w:val="24"/>
                <w:szCs w:val="24"/>
              </w:rPr>
              <w:t>Wartość danych</w:t>
            </w:r>
          </w:p>
        </w:tc>
      </w:tr>
      <w:tr w:rsidR="00A57AA5" w:rsidRPr="001A24FF" w14:paraId="50652E8E" w14:textId="77777777" w:rsidTr="00BD529C">
        <w:tc>
          <w:tcPr>
            <w:tcW w:w="3714" w:type="dxa"/>
            <w:vAlign w:val="bottom"/>
          </w:tcPr>
          <w:p w14:paraId="097860B5" w14:textId="77777777" w:rsidR="00A57AA5" w:rsidRPr="001A24FF" w:rsidRDefault="00A57AA5" w:rsidP="00F9328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A24FF">
              <w:rPr>
                <w:rFonts w:cstheme="minorHAnsi"/>
                <w:sz w:val="24"/>
                <w:szCs w:val="24"/>
              </w:rPr>
              <w:t>Nazwa</w:t>
            </w:r>
          </w:p>
        </w:tc>
        <w:tc>
          <w:tcPr>
            <w:tcW w:w="5348" w:type="dxa"/>
          </w:tcPr>
          <w:p w14:paraId="6A22B420" w14:textId="1AF2D375" w:rsidR="00A57AA5" w:rsidRPr="001A24FF" w:rsidRDefault="00893039" w:rsidP="00F9328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………………………………………………………………………….***</w:t>
            </w:r>
            <w:r w:rsidR="001F62CB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060A67" w:rsidRPr="001A24FF" w14:paraId="40D40E1C" w14:textId="77777777" w:rsidTr="00BD529C">
        <w:tc>
          <w:tcPr>
            <w:tcW w:w="3714" w:type="dxa"/>
            <w:vAlign w:val="bottom"/>
          </w:tcPr>
          <w:p w14:paraId="6A377D23" w14:textId="23245F71" w:rsidR="00060A67" w:rsidRPr="001A24FF" w:rsidRDefault="00060A67" w:rsidP="00F9328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A24FF">
              <w:rPr>
                <w:rFonts w:cstheme="minorHAnsi"/>
                <w:sz w:val="24"/>
                <w:szCs w:val="24"/>
              </w:rPr>
              <w:t>NIP</w:t>
            </w:r>
          </w:p>
        </w:tc>
        <w:tc>
          <w:tcPr>
            <w:tcW w:w="5348" w:type="dxa"/>
          </w:tcPr>
          <w:p w14:paraId="6DC88646" w14:textId="63402151" w:rsidR="00060A67" w:rsidRPr="001A24FF" w:rsidRDefault="001F62CB" w:rsidP="00F9328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………………………………………………………………………….***)</w:t>
            </w:r>
          </w:p>
        </w:tc>
      </w:tr>
      <w:tr w:rsidR="00A57AA5" w:rsidRPr="001A24FF" w14:paraId="4D005981" w14:textId="77777777" w:rsidTr="00BD529C">
        <w:tc>
          <w:tcPr>
            <w:tcW w:w="3714" w:type="dxa"/>
            <w:vAlign w:val="bottom"/>
          </w:tcPr>
          <w:p w14:paraId="2A159630" w14:textId="77777777" w:rsidR="00A57AA5" w:rsidRPr="001A24FF" w:rsidRDefault="00A57AA5" w:rsidP="00F9328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A24FF">
              <w:rPr>
                <w:rFonts w:cstheme="minorHAnsi"/>
                <w:sz w:val="24"/>
                <w:szCs w:val="24"/>
              </w:rPr>
              <w:t>Adres siedziby</w:t>
            </w:r>
          </w:p>
        </w:tc>
        <w:tc>
          <w:tcPr>
            <w:tcW w:w="5348" w:type="dxa"/>
          </w:tcPr>
          <w:p w14:paraId="192F774C" w14:textId="008D4398" w:rsidR="00A57AA5" w:rsidRPr="001A24FF" w:rsidRDefault="00893039" w:rsidP="00F9328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………………………………………………………………………….***</w:t>
            </w:r>
            <w:r w:rsidR="001F62CB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A57AA5" w:rsidRPr="001A24FF" w14:paraId="74DD1D6B" w14:textId="77777777" w:rsidTr="00BD529C">
        <w:tc>
          <w:tcPr>
            <w:tcW w:w="3714" w:type="dxa"/>
          </w:tcPr>
          <w:p w14:paraId="1D4D05F6" w14:textId="77777777" w:rsidR="00A57AA5" w:rsidRPr="001A24FF" w:rsidRDefault="00A57AA5" w:rsidP="00F9328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A24FF">
              <w:rPr>
                <w:rFonts w:cstheme="minorHAnsi"/>
                <w:sz w:val="24"/>
                <w:szCs w:val="24"/>
              </w:rPr>
              <w:t>Osoba upoważniona do reprezentacji Wykonawcy/ów i podpisujący ofertę</w:t>
            </w:r>
          </w:p>
        </w:tc>
        <w:tc>
          <w:tcPr>
            <w:tcW w:w="5348" w:type="dxa"/>
          </w:tcPr>
          <w:p w14:paraId="2EEA7D7E" w14:textId="6FADADF0" w:rsidR="00A57AA5" w:rsidRPr="001A24FF" w:rsidRDefault="00893039" w:rsidP="00F9328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………………………………………………………………………….***</w:t>
            </w:r>
            <w:r w:rsidR="001F62CB">
              <w:rPr>
                <w:rFonts w:cstheme="minorHAnsi"/>
                <w:sz w:val="24"/>
                <w:szCs w:val="24"/>
              </w:rPr>
              <w:t>)</w:t>
            </w:r>
          </w:p>
        </w:tc>
      </w:tr>
    </w:tbl>
    <w:p w14:paraId="14EFAFBE" w14:textId="401856EC" w:rsidR="00A57AA5" w:rsidRPr="001A24FF" w:rsidRDefault="00A57AA5" w:rsidP="00F9328F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1A24FF">
        <w:rPr>
          <w:rFonts w:cstheme="minorHAnsi"/>
          <w:b/>
          <w:bCs/>
          <w:sz w:val="24"/>
          <w:szCs w:val="24"/>
        </w:rPr>
        <w:t>(w przypadku oferty wspólnej należy podać nazwy i adresy wszystkich Wykonawców wskazując również</w:t>
      </w:r>
      <w:r w:rsidR="002C41F6" w:rsidRPr="001A24FF">
        <w:rPr>
          <w:rFonts w:cstheme="minorHAnsi"/>
          <w:b/>
          <w:bCs/>
          <w:sz w:val="24"/>
          <w:szCs w:val="24"/>
        </w:rPr>
        <w:t xml:space="preserve"> </w:t>
      </w:r>
      <w:r w:rsidRPr="001A24FF">
        <w:rPr>
          <w:rFonts w:cstheme="minorHAnsi"/>
          <w:b/>
          <w:bCs/>
          <w:sz w:val="24"/>
          <w:szCs w:val="24"/>
        </w:rPr>
        <w:t>Pełnomocnika)</w:t>
      </w:r>
    </w:p>
    <w:p w14:paraId="630D1912" w14:textId="77777777" w:rsidR="009C7682" w:rsidRDefault="009C7682" w:rsidP="00F9328F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</w:p>
    <w:p w14:paraId="0887C3D9" w14:textId="77777777" w:rsidR="009C7682" w:rsidRDefault="009C7682" w:rsidP="00F9328F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</w:p>
    <w:p w14:paraId="5B711C6B" w14:textId="77777777" w:rsidR="009C7682" w:rsidRDefault="009C7682" w:rsidP="00F9328F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</w:p>
    <w:p w14:paraId="1D5C24BE" w14:textId="77777777" w:rsidR="009C7682" w:rsidRDefault="009C7682" w:rsidP="00F9328F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</w:p>
    <w:p w14:paraId="72FA47C4" w14:textId="77777777" w:rsidR="009C7682" w:rsidRDefault="009C7682" w:rsidP="00F9328F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</w:p>
    <w:p w14:paraId="06A013A2" w14:textId="77777777" w:rsidR="009C7682" w:rsidRDefault="009C7682" w:rsidP="00F9328F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</w:p>
    <w:p w14:paraId="530F762B" w14:textId="77777777" w:rsidR="009C7682" w:rsidRPr="009307D4" w:rsidRDefault="009C7682" w:rsidP="00F9328F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  <w:r w:rsidRPr="009307D4">
        <w:rPr>
          <w:rFonts w:cstheme="minorHAnsi"/>
          <w:b/>
          <w:sz w:val="24"/>
          <w:szCs w:val="24"/>
        </w:rPr>
        <w:t>Uwagi</w:t>
      </w:r>
      <w:r>
        <w:rPr>
          <w:rFonts w:cstheme="minorHAnsi"/>
          <w:b/>
          <w:sz w:val="24"/>
          <w:szCs w:val="24"/>
        </w:rPr>
        <w:t xml:space="preserve"> (dotyczą całego Szczegółowego Formularza Oferty)</w:t>
      </w:r>
      <w:r w:rsidRPr="009307D4">
        <w:rPr>
          <w:rFonts w:cstheme="minorHAnsi"/>
          <w:b/>
          <w:sz w:val="24"/>
          <w:szCs w:val="24"/>
        </w:rPr>
        <w:t>:</w:t>
      </w:r>
    </w:p>
    <w:p w14:paraId="7656EEB7" w14:textId="77777777" w:rsidR="00AF4376" w:rsidRDefault="009C7682" w:rsidP="00F9328F">
      <w:pPr>
        <w:pStyle w:val="Tekstprzypisudolnego"/>
        <w:spacing w:line="360" w:lineRule="auto"/>
        <w:rPr>
          <w:sz w:val="24"/>
          <w:szCs w:val="24"/>
        </w:rPr>
      </w:pPr>
      <w:r w:rsidRPr="009307D4">
        <w:rPr>
          <w:sz w:val="24"/>
          <w:szCs w:val="24"/>
        </w:rPr>
        <w:t>*) Należy ZOSTAWIĆ właściwe</w:t>
      </w:r>
      <w:r>
        <w:rPr>
          <w:sz w:val="24"/>
          <w:szCs w:val="24"/>
        </w:rPr>
        <w:t xml:space="preserve">. </w:t>
      </w:r>
    </w:p>
    <w:p w14:paraId="6B7DBA39" w14:textId="06C71775" w:rsidR="00AF4376" w:rsidRDefault="00AF4376" w:rsidP="00F9328F">
      <w:pPr>
        <w:pStyle w:val="Tekstprzypisudolnego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**) Należy uzupełnić odpowiednio pola w miejscu zaznaczonym kursywą w //</w:t>
      </w:r>
      <w:r w:rsidR="00422D29">
        <w:rPr>
          <w:sz w:val="24"/>
          <w:szCs w:val="24"/>
        </w:rPr>
        <w:t xml:space="preserve">. </w:t>
      </w:r>
      <w:r w:rsidR="00422D29">
        <w:rPr>
          <w:sz w:val="24"/>
          <w:szCs w:val="24"/>
        </w:rPr>
        <w:br/>
        <w:t>Pola w kolorze żółtym zawierają oświadczenia Wykonawcy dotycząc</w:t>
      </w:r>
      <w:r w:rsidR="00C772D8">
        <w:rPr>
          <w:sz w:val="24"/>
          <w:szCs w:val="24"/>
        </w:rPr>
        <w:t>e</w:t>
      </w:r>
      <w:bookmarkStart w:id="0" w:name="_GoBack"/>
      <w:bookmarkEnd w:id="0"/>
      <w:r w:rsidR="00422D29">
        <w:rPr>
          <w:sz w:val="24"/>
          <w:szCs w:val="24"/>
        </w:rPr>
        <w:t xml:space="preserve"> </w:t>
      </w:r>
      <w:r w:rsidR="00422D29">
        <w:rPr>
          <w:sz w:val="24"/>
          <w:szCs w:val="24"/>
        </w:rPr>
        <w:t xml:space="preserve">spełniania w danym kryterium Funkcjonalności rozszerzonej (nieobowiązkowej, dodatkowo punktowanej, </w:t>
      </w:r>
      <w:r w:rsidR="00422D29" w:rsidRPr="009A3702">
        <w:rPr>
          <w:b/>
          <w:sz w:val="24"/>
          <w:szCs w:val="24"/>
        </w:rPr>
        <w:t>wy</w:t>
      </w:r>
      <w:r w:rsidR="00422D29" w:rsidRPr="009A3702">
        <w:rPr>
          <w:rFonts w:cstheme="minorHAnsi"/>
          <w:b/>
          <w:sz w:val="24"/>
          <w:szCs w:val="24"/>
        </w:rPr>
        <w:t>kaza</w:t>
      </w:r>
      <w:r w:rsidR="00422D29">
        <w:rPr>
          <w:rFonts w:cstheme="minorHAnsi"/>
          <w:b/>
          <w:sz w:val="24"/>
          <w:szCs w:val="24"/>
        </w:rPr>
        <w:t xml:space="preserve">nej </w:t>
      </w:r>
      <w:r w:rsidR="00422D29">
        <w:rPr>
          <w:rFonts w:cstheme="minorHAnsi"/>
          <w:b/>
          <w:sz w:val="24"/>
          <w:szCs w:val="24"/>
        </w:rPr>
        <w:t xml:space="preserve">JEŻELI występuje </w:t>
      </w:r>
      <w:r w:rsidR="00422D29">
        <w:rPr>
          <w:rFonts w:cstheme="minorHAnsi"/>
          <w:b/>
          <w:sz w:val="24"/>
          <w:szCs w:val="24"/>
        </w:rPr>
        <w:t>w deklaracji Funkcjonalność i gwarancja</w:t>
      </w:r>
      <w:r w:rsidR="00422D29" w:rsidRPr="009A3702">
        <w:rPr>
          <w:rFonts w:cstheme="minorHAnsi"/>
          <w:b/>
          <w:sz w:val="24"/>
          <w:szCs w:val="24"/>
        </w:rPr>
        <w:t xml:space="preserve"> w Formularzu Oferty</w:t>
      </w:r>
      <w:r w:rsidR="00422D29">
        <w:rPr>
          <w:rFonts w:cstheme="minorHAnsi"/>
          <w:sz w:val="24"/>
          <w:szCs w:val="24"/>
        </w:rPr>
        <w:t>)</w:t>
      </w:r>
      <w:r w:rsidR="00422D29">
        <w:rPr>
          <w:rFonts w:cstheme="minorHAnsi"/>
          <w:sz w:val="24"/>
          <w:szCs w:val="24"/>
        </w:rPr>
        <w:t>.</w:t>
      </w:r>
    </w:p>
    <w:p w14:paraId="5A71B2E7" w14:textId="48F49ED2" w:rsidR="00AF4376" w:rsidRDefault="00AF4376" w:rsidP="00F9328F">
      <w:pPr>
        <w:pStyle w:val="Tekstprzypisudolnego"/>
        <w:spacing w:line="360" w:lineRule="auto"/>
        <w:rPr>
          <w:sz w:val="24"/>
          <w:szCs w:val="24"/>
        </w:rPr>
      </w:pPr>
      <w:r w:rsidRPr="009307D4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9307D4">
        <w:rPr>
          <w:sz w:val="24"/>
          <w:szCs w:val="24"/>
        </w:rPr>
        <w:t xml:space="preserve">*) Należy </w:t>
      </w:r>
      <w:r>
        <w:rPr>
          <w:sz w:val="24"/>
          <w:szCs w:val="24"/>
        </w:rPr>
        <w:t>uzupełnić wykropkowane miejsce odpowiednią wartością.</w:t>
      </w:r>
    </w:p>
    <w:p w14:paraId="661D806C" w14:textId="77777777" w:rsidR="00893039" w:rsidRDefault="00893039" w:rsidP="00F9328F">
      <w:pPr>
        <w:spacing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5B56E1AE" w14:textId="479A6577" w:rsidR="004E5649" w:rsidRPr="007B14FF" w:rsidRDefault="00BD529C" w:rsidP="00AF4376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bCs/>
          <w:sz w:val="24"/>
          <w:szCs w:val="24"/>
        </w:rPr>
      </w:pPr>
      <w:r w:rsidRPr="007B14FF">
        <w:rPr>
          <w:rFonts w:cstheme="minorHAnsi"/>
          <w:sz w:val="24"/>
          <w:szCs w:val="24"/>
        </w:rPr>
        <w:t>Składam niniejsz</w:t>
      </w:r>
      <w:r w:rsidR="009C7682" w:rsidRPr="007B14FF">
        <w:rPr>
          <w:rFonts w:cstheme="minorHAnsi"/>
          <w:sz w:val="24"/>
          <w:szCs w:val="24"/>
        </w:rPr>
        <w:t>y Szczegółowy Formularz Oferty</w:t>
      </w:r>
      <w:r w:rsidRPr="007B14FF">
        <w:rPr>
          <w:rFonts w:cstheme="minorHAnsi"/>
          <w:sz w:val="24"/>
          <w:szCs w:val="24"/>
        </w:rPr>
        <w:t xml:space="preserve"> </w:t>
      </w:r>
      <w:r w:rsidR="00B279CB" w:rsidRPr="007B14FF">
        <w:rPr>
          <w:rFonts w:cstheme="minorHAnsi"/>
          <w:sz w:val="24"/>
          <w:szCs w:val="24"/>
          <w:u w:val="single"/>
        </w:rPr>
        <w:t xml:space="preserve">łącznie </w:t>
      </w:r>
      <w:r w:rsidR="00600C7A" w:rsidRPr="007B14FF">
        <w:rPr>
          <w:rFonts w:cstheme="minorHAnsi"/>
          <w:sz w:val="24"/>
          <w:szCs w:val="24"/>
          <w:u w:val="single"/>
        </w:rPr>
        <w:t>z  Formularzem</w:t>
      </w:r>
      <w:r w:rsidRPr="007B14FF">
        <w:rPr>
          <w:rFonts w:cstheme="minorHAnsi"/>
          <w:sz w:val="24"/>
          <w:szCs w:val="24"/>
          <w:u w:val="single"/>
        </w:rPr>
        <w:t xml:space="preserve"> Oferty</w:t>
      </w:r>
      <w:r w:rsidRPr="007B14FF">
        <w:rPr>
          <w:rFonts w:cstheme="minorHAnsi"/>
          <w:sz w:val="24"/>
          <w:szCs w:val="24"/>
        </w:rPr>
        <w:t xml:space="preserve"> </w:t>
      </w:r>
      <w:r w:rsidR="009C7682" w:rsidRPr="007B14FF">
        <w:rPr>
          <w:rFonts w:cstheme="minorHAnsi"/>
          <w:sz w:val="24"/>
          <w:szCs w:val="24"/>
        </w:rPr>
        <w:t xml:space="preserve"> jako jego uszczegółowienie </w:t>
      </w:r>
      <w:r w:rsidR="00600C7A" w:rsidRPr="007B14FF">
        <w:rPr>
          <w:rFonts w:cstheme="minorHAnsi"/>
          <w:spacing w:val="-2"/>
          <w:sz w:val="24"/>
          <w:szCs w:val="24"/>
        </w:rPr>
        <w:t xml:space="preserve">w </w:t>
      </w:r>
      <w:r w:rsidR="00A22C1E" w:rsidRPr="007B14FF">
        <w:rPr>
          <w:rFonts w:cstheme="minorHAnsi"/>
          <w:spacing w:val="-2"/>
          <w:sz w:val="24"/>
          <w:szCs w:val="24"/>
        </w:rPr>
        <w:t xml:space="preserve">postępowaniu </w:t>
      </w:r>
      <w:r w:rsidR="00A57AA5" w:rsidRPr="007B14FF">
        <w:rPr>
          <w:rFonts w:cstheme="minorHAnsi"/>
          <w:spacing w:val="-2"/>
          <w:sz w:val="24"/>
          <w:szCs w:val="24"/>
        </w:rPr>
        <w:t xml:space="preserve">na </w:t>
      </w:r>
      <w:r w:rsidRPr="007B14FF">
        <w:rPr>
          <w:rFonts w:cstheme="minorHAnsi"/>
          <w:b/>
          <w:spacing w:val="-2"/>
          <w:sz w:val="24"/>
          <w:szCs w:val="24"/>
        </w:rPr>
        <w:t>„</w:t>
      </w:r>
      <w:r w:rsidR="00CA50E7">
        <w:rPr>
          <w:rFonts w:cstheme="minorHAnsi"/>
          <w:b/>
          <w:spacing w:val="-2"/>
          <w:sz w:val="24"/>
          <w:szCs w:val="24"/>
        </w:rPr>
        <w:t>Dostawę</w:t>
      </w:r>
      <w:r w:rsidR="00CA50E7" w:rsidRPr="00CA50E7">
        <w:rPr>
          <w:rFonts w:cstheme="minorHAnsi"/>
          <w:b/>
          <w:spacing w:val="-2"/>
          <w:sz w:val="24"/>
          <w:szCs w:val="24"/>
        </w:rPr>
        <w:t xml:space="preserve"> komputerów stacjonarnych AIO i notebooków z oprogramowaniem oraz monitorów i drobnych elementów IT.</w:t>
      </w:r>
      <w:r w:rsidR="00CA50E7">
        <w:rPr>
          <w:rFonts w:cstheme="minorHAnsi"/>
          <w:b/>
          <w:spacing w:val="-2"/>
          <w:sz w:val="24"/>
          <w:szCs w:val="24"/>
        </w:rPr>
        <w:t>”</w:t>
      </w:r>
      <w:r w:rsidR="00CA50E7" w:rsidRPr="00CA50E7">
        <w:rPr>
          <w:rFonts w:cstheme="minorHAnsi"/>
          <w:b/>
          <w:spacing w:val="-2"/>
          <w:sz w:val="24"/>
          <w:szCs w:val="24"/>
        </w:rPr>
        <w:t xml:space="preserve"> </w:t>
      </w:r>
      <w:r w:rsidR="008B0DA2" w:rsidRPr="007B14FF">
        <w:rPr>
          <w:rFonts w:cstheme="minorHAnsi"/>
          <w:b/>
          <w:spacing w:val="-2"/>
          <w:sz w:val="24"/>
          <w:szCs w:val="24"/>
        </w:rPr>
        <w:t>(WAD.272.</w:t>
      </w:r>
      <w:r w:rsidR="00CA50E7">
        <w:rPr>
          <w:rFonts w:cstheme="minorHAnsi"/>
          <w:b/>
          <w:spacing w:val="-2"/>
          <w:sz w:val="24"/>
          <w:szCs w:val="24"/>
        </w:rPr>
        <w:t>5</w:t>
      </w:r>
      <w:r w:rsidR="008B0DA2" w:rsidRPr="007B14FF">
        <w:rPr>
          <w:rFonts w:cstheme="minorHAnsi"/>
          <w:b/>
          <w:spacing w:val="-2"/>
          <w:sz w:val="24"/>
          <w:szCs w:val="24"/>
        </w:rPr>
        <w:t>.202</w:t>
      </w:r>
      <w:r w:rsidRPr="007B14FF">
        <w:rPr>
          <w:rFonts w:cstheme="minorHAnsi"/>
          <w:b/>
          <w:spacing w:val="-2"/>
          <w:sz w:val="24"/>
          <w:szCs w:val="24"/>
        </w:rPr>
        <w:t>4</w:t>
      </w:r>
      <w:r w:rsidR="008B0DA2" w:rsidRPr="007B14FF">
        <w:rPr>
          <w:rFonts w:cstheme="minorHAnsi"/>
          <w:b/>
          <w:spacing w:val="-2"/>
          <w:sz w:val="24"/>
          <w:szCs w:val="24"/>
        </w:rPr>
        <w:t>)</w:t>
      </w:r>
      <w:r w:rsidR="00600C7A" w:rsidRPr="007B14FF">
        <w:rPr>
          <w:rFonts w:cstheme="minorHAnsi"/>
          <w:b/>
          <w:spacing w:val="-2"/>
          <w:sz w:val="24"/>
          <w:szCs w:val="24"/>
        </w:rPr>
        <w:t xml:space="preserve"> </w:t>
      </w:r>
      <w:r w:rsidR="00600C7A" w:rsidRPr="007B14FF">
        <w:rPr>
          <w:rFonts w:cstheme="minorHAnsi"/>
          <w:spacing w:val="-2"/>
          <w:sz w:val="24"/>
          <w:szCs w:val="24"/>
        </w:rPr>
        <w:t>(</w:t>
      </w:r>
      <w:r w:rsidR="00600C7A" w:rsidRPr="007B14FF">
        <w:rPr>
          <w:rFonts w:cstheme="minorHAnsi"/>
          <w:bCs/>
          <w:sz w:val="24"/>
          <w:szCs w:val="24"/>
        </w:rPr>
        <w:t>i</w:t>
      </w:r>
      <w:r w:rsidRPr="007B14FF">
        <w:rPr>
          <w:rFonts w:cstheme="minorHAnsi"/>
          <w:bCs/>
          <w:sz w:val="24"/>
          <w:szCs w:val="24"/>
        </w:rPr>
        <w:t>dentyfikator postępowania na platformie e</w:t>
      </w:r>
      <w:r w:rsidR="00600C7A" w:rsidRPr="007B14FF">
        <w:rPr>
          <w:rFonts w:cstheme="minorHAnsi"/>
          <w:bCs/>
          <w:sz w:val="24"/>
          <w:szCs w:val="24"/>
        </w:rPr>
        <w:t>-</w:t>
      </w:r>
      <w:r w:rsidRPr="007B14FF">
        <w:rPr>
          <w:rFonts w:cstheme="minorHAnsi"/>
          <w:bCs/>
          <w:sz w:val="24"/>
          <w:szCs w:val="24"/>
        </w:rPr>
        <w:t>Zamówienia</w:t>
      </w:r>
      <w:r w:rsidR="00600C7A" w:rsidRPr="007B14FF">
        <w:rPr>
          <w:rFonts w:cstheme="minorHAnsi"/>
          <w:bCs/>
          <w:sz w:val="24"/>
          <w:szCs w:val="24"/>
        </w:rPr>
        <w:t>:</w:t>
      </w:r>
      <w:r w:rsidRPr="007B14FF">
        <w:rPr>
          <w:rFonts w:cstheme="minorHAnsi"/>
          <w:bCs/>
          <w:sz w:val="24"/>
          <w:szCs w:val="24"/>
        </w:rPr>
        <w:t xml:space="preserve"> </w:t>
      </w:r>
      <w:r w:rsidR="007B14FF" w:rsidRPr="007B14FF">
        <w:rPr>
          <w:rFonts w:cstheme="minorHAnsi"/>
          <w:bCs/>
          <w:sz w:val="24"/>
          <w:szCs w:val="24"/>
        </w:rPr>
        <w:t xml:space="preserve">: </w:t>
      </w:r>
      <w:r w:rsidR="00AF4376" w:rsidRPr="00AF4376">
        <w:rPr>
          <w:rFonts w:cstheme="minorHAnsi"/>
          <w:bCs/>
          <w:sz w:val="24"/>
          <w:szCs w:val="24"/>
        </w:rPr>
        <w:t>ocds-148610-b4d91d6a-49cb-482c-9f46-9c2187cffa8c</w:t>
      </w:r>
      <w:r w:rsidR="00AF4376">
        <w:rPr>
          <w:rFonts w:cstheme="minorHAnsi"/>
          <w:bCs/>
          <w:sz w:val="24"/>
          <w:szCs w:val="24"/>
        </w:rPr>
        <w:t xml:space="preserve"> </w:t>
      </w:r>
      <w:r w:rsidRPr="007B14FF">
        <w:rPr>
          <w:rFonts w:cstheme="minorHAnsi"/>
          <w:bCs/>
          <w:sz w:val="24"/>
          <w:szCs w:val="24"/>
        </w:rPr>
        <w:t>dla</w:t>
      </w:r>
      <w:r w:rsidR="00684BE2" w:rsidRPr="007B14FF">
        <w:rPr>
          <w:rFonts w:cstheme="minorHAnsi"/>
          <w:bCs/>
          <w:sz w:val="24"/>
          <w:szCs w:val="24"/>
        </w:rPr>
        <w:t xml:space="preserve"> </w:t>
      </w:r>
      <w:r w:rsidRPr="007B14FF">
        <w:rPr>
          <w:rFonts w:cstheme="minorHAnsi"/>
          <w:sz w:val="24"/>
          <w:szCs w:val="24"/>
        </w:rPr>
        <w:t xml:space="preserve">Wojewódzkiego Inspektoratu Ochrony Roślin i Nasiennictwa </w:t>
      </w:r>
      <w:r w:rsidR="00B279CB" w:rsidRPr="007B14FF">
        <w:rPr>
          <w:rFonts w:cstheme="minorHAnsi"/>
          <w:sz w:val="24"/>
          <w:szCs w:val="24"/>
        </w:rPr>
        <w:t>we Wrocławiu,</w:t>
      </w:r>
      <w:r w:rsidR="009C7682" w:rsidRPr="007B14FF">
        <w:rPr>
          <w:rFonts w:cstheme="minorHAnsi"/>
          <w:sz w:val="24"/>
          <w:szCs w:val="24"/>
        </w:rPr>
        <w:t xml:space="preserve"> </w:t>
      </w:r>
      <w:r w:rsidRPr="007B14FF">
        <w:rPr>
          <w:rFonts w:cstheme="minorHAnsi"/>
          <w:sz w:val="24"/>
          <w:szCs w:val="24"/>
        </w:rPr>
        <w:t>ul. Piłsudskiego 15-17, 50-044 Wrocław</w:t>
      </w:r>
      <w:r w:rsidR="009C7682" w:rsidRPr="007B14FF">
        <w:rPr>
          <w:rFonts w:cstheme="minorHAnsi"/>
          <w:sz w:val="24"/>
          <w:szCs w:val="24"/>
        </w:rPr>
        <w:t>.</w:t>
      </w:r>
    </w:p>
    <w:p w14:paraId="6EE0B5C0" w14:textId="77777777" w:rsidR="00CA50E7" w:rsidRDefault="00600C7A" w:rsidP="00CA50E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B14FF">
        <w:rPr>
          <w:rFonts w:cstheme="minorHAnsi"/>
          <w:sz w:val="24"/>
          <w:szCs w:val="24"/>
        </w:rPr>
        <w:t xml:space="preserve">Złożona oferta w części nr 1 postępowania dotyczy </w:t>
      </w:r>
      <w:r w:rsidRPr="007B14FF">
        <w:rPr>
          <w:rFonts w:cstheme="minorHAnsi"/>
          <w:b/>
          <w:sz w:val="24"/>
          <w:szCs w:val="24"/>
        </w:rPr>
        <w:t xml:space="preserve">dostawy </w:t>
      </w:r>
      <w:r w:rsidR="00CA50E7" w:rsidRPr="00CA50E7">
        <w:rPr>
          <w:rFonts w:cstheme="minorHAnsi"/>
          <w:b/>
          <w:sz w:val="24"/>
          <w:szCs w:val="24"/>
        </w:rPr>
        <w:t>31 szt. stacjonarnych komputerów typu All-in-one z systemem operacyjnym i pakietem oprogramowania biurowego</w:t>
      </w:r>
      <w:r w:rsidR="00CA50E7">
        <w:rPr>
          <w:rFonts w:cstheme="minorHAnsi"/>
          <w:b/>
          <w:sz w:val="24"/>
          <w:szCs w:val="24"/>
        </w:rPr>
        <w:t>,</w:t>
      </w:r>
      <w:r w:rsidR="00CA50E7" w:rsidRPr="00CA50E7">
        <w:rPr>
          <w:rFonts w:cstheme="minorHAnsi"/>
          <w:b/>
          <w:sz w:val="24"/>
          <w:szCs w:val="24"/>
        </w:rPr>
        <w:t xml:space="preserve"> doposażonych w dodatkowe elementy/urządzenia peryferyjne.</w:t>
      </w:r>
    </w:p>
    <w:p w14:paraId="03C4B72C" w14:textId="77777777" w:rsidR="00911C89" w:rsidRDefault="00CA50E7" w:rsidP="00D727C2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Komputer All-in-One </w:t>
      </w:r>
      <w:r w:rsidR="00911C89">
        <w:rPr>
          <w:rFonts w:cstheme="minorHAnsi"/>
          <w:sz w:val="24"/>
          <w:szCs w:val="24"/>
        </w:rPr>
        <w:t>30 szt. (</w:t>
      </w:r>
      <w:r>
        <w:rPr>
          <w:rFonts w:cstheme="minorHAnsi"/>
          <w:sz w:val="24"/>
          <w:szCs w:val="24"/>
        </w:rPr>
        <w:t>konfiguracja nr 1</w:t>
      </w:r>
      <w:r w:rsidR="00911C89">
        <w:rPr>
          <w:rFonts w:cstheme="minorHAnsi"/>
          <w:sz w:val="24"/>
          <w:szCs w:val="24"/>
        </w:rPr>
        <w:t>)</w:t>
      </w:r>
      <w:r>
        <w:rPr>
          <w:rFonts w:cstheme="minorHAnsi"/>
          <w:b/>
          <w:sz w:val="24"/>
          <w:szCs w:val="24"/>
        </w:rPr>
        <w:t xml:space="preserve"> </w:t>
      </w:r>
      <w:r w:rsidRPr="00CA50E7">
        <w:rPr>
          <w:rFonts w:cstheme="minorHAnsi"/>
          <w:sz w:val="24"/>
          <w:szCs w:val="24"/>
        </w:rPr>
        <w:t>z systemem operacyjnym</w:t>
      </w:r>
      <w:r w:rsidR="00911C89">
        <w:rPr>
          <w:rFonts w:cstheme="minorHAnsi"/>
          <w:sz w:val="24"/>
          <w:szCs w:val="24"/>
        </w:rPr>
        <w:t xml:space="preserve">, </w:t>
      </w:r>
      <w:r w:rsidRPr="00CA50E7">
        <w:rPr>
          <w:rFonts w:cstheme="minorHAnsi"/>
          <w:sz w:val="24"/>
          <w:szCs w:val="24"/>
        </w:rPr>
        <w:t>pakietem oprogramowania biurowego</w:t>
      </w:r>
      <w:r w:rsidR="00911C89">
        <w:rPr>
          <w:rFonts w:cstheme="minorHAnsi"/>
          <w:sz w:val="24"/>
          <w:szCs w:val="24"/>
        </w:rPr>
        <w:t xml:space="preserve"> </w:t>
      </w:r>
      <w:r w:rsidR="00D727C2">
        <w:rPr>
          <w:rFonts w:cstheme="minorHAnsi"/>
          <w:sz w:val="24"/>
          <w:szCs w:val="24"/>
        </w:rPr>
        <w:t>i zestawem bezprzewodowym mysz + klawiatura</w:t>
      </w:r>
      <w:r w:rsidR="00911C89">
        <w:rPr>
          <w:rFonts w:cstheme="minorHAnsi"/>
          <w:sz w:val="24"/>
          <w:szCs w:val="24"/>
        </w:rPr>
        <w:t>,</w:t>
      </w:r>
    </w:p>
    <w:p w14:paraId="194971EF" w14:textId="554CBAF6" w:rsidR="00911C89" w:rsidRDefault="00911C89" w:rsidP="00911C89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Komputer All-in-One 1 szt. (konfiguracja nr 2)</w:t>
      </w:r>
      <w:r>
        <w:rPr>
          <w:rFonts w:cstheme="minorHAnsi"/>
          <w:b/>
          <w:sz w:val="24"/>
          <w:szCs w:val="24"/>
        </w:rPr>
        <w:t xml:space="preserve"> </w:t>
      </w:r>
      <w:r w:rsidRPr="00CA50E7">
        <w:rPr>
          <w:rFonts w:cstheme="minorHAnsi"/>
          <w:sz w:val="24"/>
          <w:szCs w:val="24"/>
        </w:rPr>
        <w:t>z systemem operacyjnym</w:t>
      </w:r>
      <w:r>
        <w:rPr>
          <w:rFonts w:cstheme="minorHAnsi"/>
          <w:sz w:val="24"/>
          <w:szCs w:val="24"/>
        </w:rPr>
        <w:t xml:space="preserve">, </w:t>
      </w:r>
      <w:r w:rsidRPr="00CA50E7">
        <w:rPr>
          <w:rFonts w:cstheme="minorHAnsi"/>
          <w:sz w:val="24"/>
          <w:szCs w:val="24"/>
        </w:rPr>
        <w:t>pakietem oprogramowania biurowego</w:t>
      </w:r>
      <w:r>
        <w:rPr>
          <w:rFonts w:cstheme="minorHAnsi"/>
          <w:sz w:val="24"/>
          <w:szCs w:val="24"/>
        </w:rPr>
        <w:t xml:space="preserve"> i zestawem bezprzewodowym mysz + klawiatura.</w:t>
      </w:r>
    </w:p>
    <w:p w14:paraId="2284A8F2" w14:textId="77777777" w:rsidR="00AF4376" w:rsidRDefault="00AF4376" w:rsidP="00AF4376">
      <w:pPr>
        <w:pStyle w:val="Akapitzlist"/>
        <w:autoSpaceDE w:val="0"/>
        <w:autoSpaceDN w:val="0"/>
        <w:adjustRightInd w:val="0"/>
        <w:spacing w:after="0" w:line="360" w:lineRule="auto"/>
        <w:ind w:left="1080"/>
        <w:jc w:val="both"/>
        <w:rPr>
          <w:rFonts w:cstheme="minorHAnsi"/>
          <w:sz w:val="24"/>
          <w:szCs w:val="24"/>
        </w:rPr>
      </w:pPr>
    </w:p>
    <w:p w14:paraId="5D769E55" w14:textId="77777777" w:rsidR="00911C89" w:rsidRDefault="00417CB9" w:rsidP="00417CB9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  <w:sectPr w:rsidR="00911C89" w:rsidSect="00F9328F">
          <w:footerReference w:type="default" r:id="rId8"/>
          <w:pgSz w:w="11906" w:h="16838"/>
          <w:pgMar w:top="1417" w:right="1417" w:bottom="1417" w:left="1417" w:header="624" w:footer="624" w:gutter="0"/>
          <w:cols w:space="708"/>
          <w:docGrid w:linePitch="360"/>
        </w:sectPr>
      </w:pPr>
      <w:r>
        <w:rPr>
          <w:rFonts w:cstheme="minorHAnsi"/>
          <w:sz w:val="24"/>
          <w:szCs w:val="24"/>
        </w:rPr>
        <w:t xml:space="preserve">Oferujemy wykonanie przedmiotu zamówienia w terminie </w:t>
      </w:r>
      <w:r w:rsidRPr="00911C89">
        <w:rPr>
          <w:rFonts w:cstheme="minorHAnsi"/>
          <w:b/>
          <w:sz w:val="24"/>
          <w:szCs w:val="24"/>
        </w:rPr>
        <w:t>określonym</w:t>
      </w:r>
      <w:r w:rsidRPr="00417CB9">
        <w:rPr>
          <w:rFonts w:cstheme="minorHAnsi"/>
          <w:sz w:val="24"/>
          <w:szCs w:val="24"/>
        </w:rPr>
        <w:t xml:space="preserve"> w Formularzu Oferty w deklaracji Wykonawcy w kryterium </w:t>
      </w:r>
      <w:r>
        <w:rPr>
          <w:rFonts w:cstheme="minorHAnsi"/>
          <w:sz w:val="24"/>
          <w:szCs w:val="24"/>
        </w:rPr>
        <w:t xml:space="preserve">Termin realizacji </w:t>
      </w:r>
      <w:r w:rsidR="008071C3">
        <w:rPr>
          <w:rFonts w:cstheme="minorHAnsi"/>
          <w:sz w:val="24"/>
          <w:szCs w:val="24"/>
        </w:rPr>
        <w:t xml:space="preserve"> liczonym jako ilość dni  </w:t>
      </w:r>
      <w:r w:rsidRPr="00C756F9">
        <w:rPr>
          <w:rFonts w:cstheme="minorHAnsi"/>
          <w:sz w:val="24"/>
          <w:szCs w:val="24"/>
        </w:rPr>
        <w:t>od daty zawarcia umowy.</w:t>
      </w:r>
    </w:p>
    <w:p w14:paraId="0E9BEAAE" w14:textId="21CD10E0" w:rsidR="00CF4872" w:rsidRDefault="00727CFA" w:rsidP="00F9328F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727CFA">
        <w:rPr>
          <w:rFonts w:cstheme="minorHAnsi"/>
          <w:sz w:val="24"/>
          <w:szCs w:val="24"/>
        </w:rPr>
        <w:lastRenderedPageBreak/>
        <w:t>Ofer</w:t>
      </w:r>
      <w:r>
        <w:rPr>
          <w:rFonts w:cstheme="minorHAnsi"/>
          <w:sz w:val="24"/>
          <w:szCs w:val="24"/>
        </w:rPr>
        <w:t>owan</w:t>
      </w:r>
      <w:r w:rsidR="00911C89">
        <w:rPr>
          <w:rFonts w:cstheme="minorHAnsi"/>
          <w:sz w:val="24"/>
          <w:szCs w:val="24"/>
        </w:rPr>
        <w:t xml:space="preserve">y komputer All-In-One (konfiguracja nr 1) </w:t>
      </w:r>
      <w:r>
        <w:rPr>
          <w:rFonts w:cstheme="minorHAnsi"/>
          <w:sz w:val="24"/>
          <w:szCs w:val="24"/>
        </w:rPr>
        <w:t xml:space="preserve">charakteryzuje się następującymi parametrami/cechami określonymi  </w:t>
      </w:r>
      <w:r w:rsidR="007231D1" w:rsidRPr="00893039">
        <w:rPr>
          <w:rFonts w:cstheme="minorHAnsi"/>
          <w:sz w:val="24"/>
          <w:szCs w:val="24"/>
        </w:rPr>
        <w:t xml:space="preserve">w poniższej </w:t>
      </w:r>
      <w:r w:rsidR="00FD37E9" w:rsidRPr="00893039">
        <w:rPr>
          <w:rFonts w:cstheme="minorHAnsi"/>
          <w:sz w:val="24"/>
          <w:szCs w:val="24"/>
        </w:rPr>
        <w:t>tabeli</w:t>
      </w:r>
      <w:r w:rsidR="00145362" w:rsidRPr="00893039">
        <w:rPr>
          <w:rFonts w:cstheme="minorHAnsi"/>
          <w:sz w:val="24"/>
          <w:szCs w:val="24"/>
        </w:rPr>
        <w:t>:</w:t>
      </w:r>
      <w:r w:rsidR="00AF4376">
        <w:rPr>
          <w:rFonts w:cstheme="minorHAnsi"/>
          <w:sz w:val="24"/>
          <w:szCs w:val="24"/>
        </w:rPr>
        <w:t xml:space="preserve"> **)</w:t>
      </w:r>
    </w:p>
    <w:tbl>
      <w:tblPr>
        <w:tblStyle w:val="Tabela-Siatka"/>
        <w:tblW w:w="5000" w:type="pct"/>
        <w:tblLook w:val="0620" w:firstRow="1" w:lastRow="0" w:firstColumn="0" w:lastColumn="0" w:noHBand="1" w:noVBand="1"/>
        <w:tblCaption w:val="Parametry oferowanego asortymentu"/>
      </w:tblPr>
      <w:tblGrid>
        <w:gridCol w:w="789"/>
        <w:gridCol w:w="3675"/>
        <w:gridCol w:w="9530"/>
      </w:tblGrid>
      <w:tr w:rsidR="00911C89" w:rsidRPr="00CD26FC" w14:paraId="774D7770" w14:textId="77777777" w:rsidTr="00AF4376">
        <w:trPr>
          <w:tblHeader/>
        </w:trPr>
        <w:tc>
          <w:tcPr>
            <w:tcW w:w="5000" w:type="pct"/>
            <w:gridSpan w:val="3"/>
            <w:shd w:val="clear" w:color="auto" w:fill="FFFF00"/>
          </w:tcPr>
          <w:p w14:paraId="5D03D69F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b/>
              </w:rPr>
              <w:t>Komputer stacjonarny All-in-one konfiguracja nr 1 (30 sztuk)</w:t>
            </w:r>
          </w:p>
        </w:tc>
      </w:tr>
      <w:tr w:rsidR="00911C89" w:rsidRPr="00CD26FC" w14:paraId="745BE998" w14:textId="77777777" w:rsidTr="00AF4376">
        <w:trPr>
          <w:tblHeader/>
        </w:trPr>
        <w:tc>
          <w:tcPr>
            <w:tcW w:w="282" w:type="pct"/>
            <w:shd w:val="clear" w:color="auto" w:fill="FFFF00"/>
          </w:tcPr>
          <w:p w14:paraId="71EBF02E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/>
              </w:rPr>
            </w:pPr>
            <w:r w:rsidRPr="00CD26FC">
              <w:rPr>
                <w:rFonts w:cstheme="minorHAnsi"/>
                <w:b/>
              </w:rPr>
              <w:t>Lp.</w:t>
            </w:r>
          </w:p>
        </w:tc>
        <w:tc>
          <w:tcPr>
            <w:tcW w:w="1313" w:type="pct"/>
            <w:shd w:val="clear" w:color="auto" w:fill="FFFF00"/>
          </w:tcPr>
          <w:p w14:paraId="036A1584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/>
              </w:rPr>
            </w:pPr>
            <w:r w:rsidRPr="00CD26FC">
              <w:rPr>
                <w:rFonts w:cstheme="minorHAnsi"/>
                <w:b/>
              </w:rPr>
              <w:t>Nazwa parametru</w:t>
            </w:r>
          </w:p>
        </w:tc>
        <w:tc>
          <w:tcPr>
            <w:tcW w:w="3405" w:type="pct"/>
            <w:shd w:val="clear" w:color="auto" w:fill="FFFF00"/>
          </w:tcPr>
          <w:p w14:paraId="17C825B9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/>
              </w:rPr>
            </w:pPr>
            <w:r w:rsidRPr="00CD26FC">
              <w:rPr>
                <w:rFonts w:cstheme="minorHAnsi"/>
                <w:b/>
              </w:rPr>
              <w:t xml:space="preserve">Wartość parametru </w:t>
            </w:r>
            <w:r w:rsidRPr="00CD26FC">
              <w:rPr>
                <w:rFonts w:cstheme="minorHAnsi"/>
              </w:rPr>
              <w:t>(odpowiedź Wykonawcy)</w:t>
            </w:r>
          </w:p>
        </w:tc>
      </w:tr>
      <w:tr w:rsidR="00911C89" w:rsidRPr="00CD26FC" w14:paraId="1711E122" w14:textId="77777777" w:rsidTr="00911C89">
        <w:tc>
          <w:tcPr>
            <w:tcW w:w="282" w:type="pct"/>
          </w:tcPr>
          <w:p w14:paraId="051D5FB0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>1</w:t>
            </w:r>
          </w:p>
        </w:tc>
        <w:tc>
          <w:tcPr>
            <w:tcW w:w="1313" w:type="pct"/>
          </w:tcPr>
          <w:p w14:paraId="52EC92F7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Model komputera AIO</w:t>
            </w:r>
          </w:p>
        </w:tc>
        <w:tc>
          <w:tcPr>
            <w:tcW w:w="3405" w:type="pct"/>
          </w:tcPr>
          <w:p w14:paraId="58CEF821" w14:textId="7F8FC7A2" w:rsidR="00911C89" w:rsidRPr="00CD26FC" w:rsidRDefault="00911C89" w:rsidP="005A0E3B">
            <w:pPr>
              <w:spacing w:line="360" w:lineRule="auto"/>
              <w:rPr>
                <w:rFonts w:eastAsia="Lucida Sans Unicode" w:cstheme="minorHAnsi"/>
                <w:bCs/>
                <w:i/>
              </w:rPr>
            </w:pPr>
            <w:r w:rsidRPr="00CD26FC">
              <w:rPr>
                <w:rFonts w:eastAsia="Lucida Sans Unicode" w:cstheme="minorHAnsi"/>
                <w:bCs/>
                <w:i/>
              </w:rPr>
              <w:t>/</w:t>
            </w:r>
            <w:r>
              <w:rPr>
                <w:rFonts w:eastAsia="Lucida Sans Unicode" w:cstheme="minorHAnsi"/>
                <w:bCs/>
                <w:i/>
              </w:rPr>
              <w:t xml:space="preserve">podać </w:t>
            </w:r>
            <w:r w:rsidR="005A0E3B">
              <w:rPr>
                <w:rFonts w:eastAsia="Lucida Sans Unicode" w:cstheme="minorHAnsi"/>
                <w:bCs/>
                <w:i/>
              </w:rPr>
              <w:t xml:space="preserve">producenta, model, </w:t>
            </w:r>
            <w:r>
              <w:rPr>
                <w:rFonts w:eastAsia="Lucida Sans Unicode" w:cstheme="minorHAnsi"/>
                <w:bCs/>
                <w:i/>
              </w:rPr>
              <w:t xml:space="preserve">oznaczenie kodowe </w:t>
            </w:r>
            <w:r w:rsidRPr="00CD26FC">
              <w:rPr>
                <w:rFonts w:eastAsia="Lucida Sans Unicode" w:cstheme="minorHAnsi"/>
                <w:bCs/>
                <w:i/>
              </w:rPr>
              <w:t>producenta</w:t>
            </w:r>
            <w:r>
              <w:rPr>
                <w:rFonts w:eastAsia="Lucida Sans Unicode" w:cstheme="minorHAnsi"/>
                <w:bCs/>
                <w:i/>
              </w:rPr>
              <w:t xml:space="preserve"> – niezbędne do </w:t>
            </w:r>
            <w:r w:rsidR="005A0E3B">
              <w:rPr>
                <w:rFonts w:eastAsia="Lucida Sans Unicode" w:cstheme="minorHAnsi"/>
                <w:bCs/>
                <w:i/>
              </w:rPr>
              <w:t>weryfikacji</w:t>
            </w:r>
            <w:r w:rsidRPr="00664B79">
              <w:rPr>
                <w:rFonts w:eastAsia="Lucida Sans Unicode" w:cstheme="minorHAnsi"/>
                <w:bCs/>
                <w:i/>
              </w:rPr>
              <w:t xml:space="preserve"> /</w:t>
            </w:r>
          </w:p>
        </w:tc>
      </w:tr>
      <w:tr w:rsidR="00911C89" w:rsidRPr="00CD26FC" w14:paraId="7E7B517D" w14:textId="77777777" w:rsidTr="00AF4376">
        <w:tc>
          <w:tcPr>
            <w:tcW w:w="282" w:type="pct"/>
            <w:shd w:val="clear" w:color="auto" w:fill="FFFF00"/>
          </w:tcPr>
          <w:p w14:paraId="23F69258" w14:textId="77777777" w:rsidR="00911C89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</w:p>
        </w:tc>
        <w:tc>
          <w:tcPr>
            <w:tcW w:w="1313" w:type="pct"/>
            <w:shd w:val="clear" w:color="auto" w:fill="FFFF00"/>
          </w:tcPr>
          <w:p w14:paraId="45590E43" w14:textId="77777777" w:rsidR="00911C89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Przekątna matrycy minimum 27” (nieobowiązkowe) </w:t>
            </w:r>
          </w:p>
        </w:tc>
        <w:tc>
          <w:tcPr>
            <w:tcW w:w="3405" w:type="pct"/>
            <w:shd w:val="clear" w:color="auto" w:fill="FFFF00"/>
          </w:tcPr>
          <w:p w14:paraId="04850772" w14:textId="77777777" w:rsidR="00911C89" w:rsidRPr="00214938" w:rsidRDefault="00911C89" w:rsidP="00911C89">
            <w:pPr>
              <w:spacing w:line="360" w:lineRule="auto"/>
              <w:rPr>
                <w:rFonts w:eastAsia="Lucida Sans Unicode" w:cstheme="minorHAnsi"/>
                <w:bCs/>
              </w:rPr>
            </w:pPr>
            <w:r w:rsidRPr="00214938">
              <w:rPr>
                <w:rFonts w:eastAsia="Lucida Sans Unicode" w:cstheme="minorHAnsi"/>
                <w:bCs/>
              </w:rPr>
              <w:t xml:space="preserve">Spełnianie parametru (o ile wystąpiło) </w:t>
            </w:r>
            <w:r w:rsidRPr="00214938">
              <w:rPr>
                <w:rFonts w:eastAsia="Lucida Sans Unicode" w:cstheme="minorHAnsi"/>
                <w:b/>
                <w:bCs/>
              </w:rPr>
              <w:t>zostało wykazane</w:t>
            </w:r>
            <w:r w:rsidRPr="00214938">
              <w:rPr>
                <w:rFonts w:eastAsia="Lucida Sans Unicode" w:cstheme="minorHAnsi"/>
                <w:bCs/>
              </w:rPr>
              <w:t xml:space="preserve"> w  Formularzu Oferty  w polu FUNKCJONALNOŚC i GWARANCJA - Deklaracja Wykonawcy</w:t>
            </w:r>
            <w:r>
              <w:rPr>
                <w:rFonts w:eastAsia="Lucida Sans Unicode" w:cstheme="minorHAnsi"/>
                <w:bCs/>
              </w:rPr>
              <w:t xml:space="preserve"> za pomocą frazy </w:t>
            </w:r>
            <w:r w:rsidRPr="007917DB">
              <w:rPr>
                <w:b/>
              </w:rPr>
              <w:t>AIO</w:t>
            </w:r>
            <w:r>
              <w:rPr>
                <w:b/>
              </w:rPr>
              <w:t>1</w:t>
            </w:r>
            <w:r w:rsidRPr="007917DB">
              <w:rPr>
                <w:b/>
              </w:rPr>
              <w:t>_</w:t>
            </w:r>
            <w:r>
              <w:rPr>
                <w:b/>
              </w:rPr>
              <w:t>27</w:t>
            </w:r>
          </w:p>
        </w:tc>
      </w:tr>
      <w:tr w:rsidR="00911C89" w:rsidRPr="00CD26FC" w14:paraId="58B66FF6" w14:textId="77777777" w:rsidTr="00911C89">
        <w:tc>
          <w:tcPr>
            <w:tcW w:w="282" w:type="pct"/>
          </w:tcPr>
          <w:p w14:paraId="5BF227A3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</w:t>
            </w:r>
          </w:p>
        </w:tc>
        <w:tc>
          <w:tcPr>
            <w:tcW w:w="1313" w:type="pct"/>
          </w:tcPr>
          <w:p w14:paraId="73E78289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Rodzaj</w:t>
            </w:r>
            <w:r w:rsidRPr="00CD26FC">
              <w:rPr>
                <w:rFonts w:cstheme="minorHAnsi"/>
                <w:bCs/>
              </w:rPr>
              <w:t xml:space="preserve"> matrycy</w:t>
            </w:r>
            <w:r>
              <w:rPr>
                <w:rFonts w:cstheme="minorHAnsi"/>
                <w:bCs/>
              </w:rPr>
              <w:t>, rozdzielczość natywna</w:t>
            </w:r>
          </w:p>
        </w:tc>
        <w:tc>
          <w:tcPr>
            <w:tcW w:w="3405" w:type="pct"/>
          </w:tcPr>
          <w:p w14:paraId="1387B84F" w14:textId="77777777" w:rsidR="00911C89" w:rsidRPr="00CD26FC" w:rsidRDefault="00911C89" w:rsidP="00911C89">
            <w:pPr>
              <w:spacing w:line="360" w:lineRule="auto"/>
              <w:rPr>
                <w:rFonts w:eastAsia="Lucida Sans Unicode" w:cstheme="minorHAnsi"/>
                <w:bCs/>
                <w:i/>
              </w:rPr>
            </w:pPr>
            <w:r w:rsidRPr="00CD26FC">
              <w:rPr>
                <w:rFonts w:eastAsia="Lucida Sans Unicode" w:cstheme="minorHAnsi"/>
                <w:bCs/>
                <w:i/>
              </w:rPr>
              <w:t>/</w:t>
            </w:r>
            <w:r>
              <w:rPr>
                <w:rFonts w:eastAsia="Lucida Sans Unicode" w:cstheme="minorHAnsi"/>
                <w:bCs/>
                <w:i/>
              </w:rPr>
              <w:t>np. ,</w:t>
            </w:r>
            <w:r w:rsidRPr="00CD26FC">
              <w:rPr>
                <w:rFonts w:eastAsia="Lucida Sans Unicode" w:cstheme="minorHAnsi"/>
                <w:bCs/>
                <w:i/>
              </w:rPr>
              <w:t>matowa</w:t>
            </w:r>
            <w:r>
              <w:rPr>
                <w:rFonts w:eastAsia="Lucida Sans Unicode" w:cstheme="minorHAnsi"/>
                <w:bCs/>
                <w:i/>
              </w:rPr>
              <w:t>,1920x1080</w:t>
            </w:r>
            <w:r w:rsidRPr="00CD26FC">
              <w:rPr>
                <w:rFonts w:eastAsia="Lucida Sans Unicode" w:cstheme="minorHAnsi"/>
                <w:bCs/>
                <w:i/>
              </w:rPr>
              <w:t>/</w:t>
            </w:r>
          </w:p>
        </w:tc>
      </w:tr>
      <w:tr w:rsidR="00911C89" w:rsidRPr="00CD26FC" w14:paraId="46755C55" w14:textId="77777777" w:rsidTr="00911C89">
        <w:tc>
          <w:tcPr>
            <w:tcW w:w="282" w:type="pct"/>
          </w:tcPr>
          <w:p w14:paraId="69F21239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4</w:t>
            </w:r>
          </w:p>
        </w:tc>
        <w:tc>
          <w:tcPr>
            <w:tcW w:w="1313" w:type="pct"/>
          </w:tcPr>
          <w:p w14:paraId="06B1F717" w14:textId="3F9D3954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>Procesor</w:t>
            </w:r>
            <w:r w:rsidR="005A0E3B">
              <w:rPr>
                <w:rFonts w:cstheme="minorHAnsi"/>
                <w:bCs/>
              </w:rPr>
              <w:t xml:space="preserve"> zainstalowany</w:t>
            </w:r>
          </w:p>
        </w:tc>
        <w:tc>
          <w:tcPr>
            <w:tcW w:w="3405" w:type="pct"/>
          </w:tcPr>
          <w:p w14:paraId="7460F3C9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  <w:i/>
              </w:rPr>
            </w:pPr>
            <w:r w:rsidRPr="00CD26FC">
              <w:rPr>
                <w:rFonts w:eastAsia="Lucida Sans Unicode" w:cstheme="minorHAnsi"/>
                <w:bCs/>
                <w:i/>
              </w:rPr>
              <w:t xml:space="preserve">/podać oznaczenie </w:t>
            </w:r>
            <w:r>
              <w:rPr>
                <w:rFonts w:eastAsia="Lucida Sans Unicode" w:cstheme="minorHAnsi"/>
                <w:bCs/>
                <w:i/>
              </w:rPr>
              <w:t xml:space="preserve">jednoznacznie identyfikujące zainstalowany </w:t>
            </w:r>
            <w:r w:rsidRPr="00CD26FC">
              <w:rPr>
                <w:rFonts w:eastAsia="Lucida Sans Unicode" w:cstheme="minorHAnsi"/>
                <w:bCs/>
                <w:i/>
              </w:rPr>
              <w:t>procesor</w:t>
            </w:r>
            <w:r>
              <w:rPr>
                <w:rFonts w:eastAsia="Lucida Sans Unicode" w:cstheme="minorHAnsi"/>
                <w:bCs/>
                <w:i/>
              </w:rPr>
              <w:t>/</w:t>
            </w:r>
            <w:r w:rsidRPr="00CD26FC">
              <w:rPr>
                <w:rFonts w:eastAsia="Lucida Sans Unicode" w:cstheme="minorHAnsi"/>
                <w:bCs/>
                <w:i/>
              </w:rPr>
              <w:t xml:space="preserve">  </w:t>
            </w:r>
            <w:r w:rsidRPr="00CD26FC">
              <w:rPr>
                <w:rFonts w:cstheme="minorHAnsi"/>
                <w:i/>
              </w:rPr>
              <w:t xml:space="preserve"> </w:t>
            </w:r>
          </w:p>
        </w:tc>
      </w:tr>
      <w:tr w:rsidR="00911C89" w:rsidRPr="00CD26FC" w14:paraId="364AF5BB" w14:textId="77777777" w:rsidTr="00911C89">
        <w:tc>
          <w:tcPr>
            <w:tcW w:w="282" w:type="pct"/>
          </w:tcPr>
          <w:p w14:paraId="1F63FB87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</w:t>
            </w:r>
          </w:p>
        </w:tc>
        <w:tc>
          <w:tcPr>
            <w:tcW w:w="1313" w:type="pct"/>
          </w:tcPr>
          <w:p w14:paraId="59B52AEE" w14:textId="0C200F75" w:rsidR="00911C89" w:rsidRPr="00CD26FC" w:rsidRDefault="005A0E3B" w:rsidP="005A0E3B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Pojemność zainstalowanej p</w:t>
            </w:r>
            <w:r w:rsidR="00911C89" w:rsidRPr="00CD26FC">
              <w:rPr>
                <w:rFonts w:cstheme="minorHAnsi"/>
                <w:bCs/>
              </w:rPr>
              <w:t>amię</w:t>
            </w:r>
            <w:r>
              <w:rPr>
                <w:rFonts w:cstheme="minorHAnsi"/>
                <w:bCs/>
              </w:rPr>
              <w:t>ci</w:t>
            </w:r>
            <w:r w:rsidR="00911C89" w:rsidRPr="00CD26FC">
              <w:rPr>
                <w:rFonts w:cstheme="minorHAnsi"/>
                <w:bCs/>
              </w:rPr>
              <w:t xml:space="preserve"> RAM </w:t>
            </w:r>
          </w:p>
        </w:tc>
        <w:tc>
          <w:tcPr>
            <w:tcW w:w="3405" w:type="pct"/>
          </w:tcPr>
          <w:p w14:paraId="163CD1D7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  <w:i/>
              </w:rPr>
            </w:pPr>
            <w:r w:rsidRPr="00CD26FC">
              <w:rPr>
                <w:rFonts w:cstheme="minorHAnsi"/>
                <w:bCs/>
                <w:i/>
              </w:rPr>
              <w:t>/podać wielkość zainstalowanej pamięci</w:t>
            </w:r>
            <w:r>
              <w:rPr>
                <w:rFonts w:cstheme="minorHAnsi"/>
                <w:bCs/>
                <w:i/>
              </w:rPr>
              <w:t>, np. 16GB</w:t>
            </w:r>
            <w:r w:rsidRPr="00CD26FC">
              <w:rPr>
                <w:rFonts w:cstheme="minorHAnsi"/>
                <w:bCs/>
                <w:i/>
              </w:rPr>
              <w:t>/</w:t>
            </w:r>
            <w:r w:rsidRPr="00CD26FC">
              <w:rPr>
                <w:rFonts w:cstheme="minorHAnsi"/>
                <w:b/>
                <w:bCs/>
                <w:i/>
              </w:rPr>
              <w:t xml:space="preserve"> </w:t>
            </w:r>
          </w:p>
        </w:tc>
      </w:tr>
      <w:tr w:rsidR="00911C89" w:rsidRPr="00CD26FC" w14:paraId="7820159F" w14:textId="77777777" w:rsidTr="00911C89">
        <w:tc>
          <w:tcPr>
            <w:tcW w:w="282" w:type="pct"/>
          </w:tcPr>
          <w:p w14:paraId="74C1CB7D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6</w:t>
            </w:r>
          </w:p>
        </w:tc>
        <w:tc>
          <w:tcPr>
            <w:tcW w:w="1313" w:type="pct"/>
          </w:tcPr>
          <w:p w14:paraId="49A88254" w14:textId="5CEE473D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 xml:space="preserve">Pojemność </w:t>
            </w:r>
            <w:r w:rsidR="005A0E3B">
              <w:rPr>
                <w:rFonts w:cstheme="minorHAnsi"/>
                <w:bCs/>
              </w:rPr>
              <w:t xml:space="preserve">zainstalowanego </w:t>
            </w:r>
            <w:r w:rsidRPr="00CD26FC">
              <w:rPr>
                <w:rFonts w:cstheme="minorHAnsi"/>
                <w:bCs/>
              </w:rPr>
              <w:t xml:space="preserve">dysku </w:t>
            </w:r>
            <w:r>
              <w:rPr>
                <w:rFonts w:cstheme="minorHAnsi"/>
                <w:bCs/>
              </w:rPr>
              <w:t>SSD PC.ie</w:t>
            </w:r>
          </w:p>
        </w:tc>
        <w:tc>
          <w:tcPr>
            <w:tcW w:w="3405" w:type="pct"/>
          </w:tcPr>
          <w:p w14:paraId="609CBD89" w14:textId="77777777" w:rsidR="00911C89" w:rsidRPr="00CD26FC" w:rsidRDefault="00911C89" w:rsidP="00911C89">
            <w:pPr>
              <w:spacing w:line="360" w:lineRule="auto"/>
              <w:rPr>
                <w:rFonts w:eastAsia="Lucida Sans Unicode" w:cstheme="minorHAnsi"/>
                <w:b/>
                <w:bCs/>
                <w:i/>
              </w:rPr>
            </w:pPr>
            <w:r w:rsidRPr="00CD26FC">
              <w:rPr>
                <w:rFonts w:eastAsia="Lucida Sans Unicode" w:cstheme="minorHAnsi"/>
                <w:bCs/>
                <w:i/>
              </w:rPr>
              <w:t>/po</w:t>
            </w:r>
            <w:r>
              <w:rPr>
                <w:rFonts w:eastAsia="Lucida Sans Unicode" w:cstheme="minorHAnsi"/>
                <w:bCs/>
                <w:i/>
              </w:rPr>
              <w:t xml:space="preserve">dać pojemność dysku np. 512 GB </w:t>
            </w:r>
            <w:r w:rsidRPr="00CD26FC">
              <w:rPr>
                <w:rFonts w:eastAsia="Lucida Sans Unicode" w:cstheme="minorHAnsi"/>
                <w:bCs/>
                <w:i/>
              </w:rPr>
              <w:t>/</w:t>
            </w:r>
          </w:p>
        </w:tc>
      </w:tr>
      <w:tr w:rsidR="00911C89" w:rsidRPr="00CD26FC" w14:paraId="14E3E832" w14:textId="77777777" w:rsidTr="00911C89">
        <w:tc>
          <w:tcPr>
            <w:tcW w:w="282" w:type="pct"/>
          </w:tcPr>
          <w:p w14:paraId="01EA6156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7</w:t>
            </w:r>
          </w:p>
        </w:tc>
        <w:tc>
          <w:tcPr>
            <w:tcW w:w="1313" w:type="pct"/>
          </w:tcPr>
          <w:p w14:paraId="17A4DB5D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</w:rPr>
              <w:t>Karta sieciowa LAN Ethernet 1Gb z wyprowadzonym portem RJ-45</w:t>
            </w:r>
          </w:p>
        </w:tc>
        <w:tc>
          <w:tcPr>
            <w:tcW w:w="3405" w:type="pct"/>
          </w:tcPr>
          <w:p w14:paraId="2A803E54" w14:textId="77777777" w:rsidR="00911C89" w:rsidRDefault="00911C89" w:rsidP="00911C89">
            <w:r w:rsidRPr="009165C3">
              <w:rPr>
                <w:rFonts w:cstheme="minorHAnsi"/>
              </w:rPr>
              <w:t>/</w:t>
            </w:r>
            <w:r w:rsidRPr="009165C3">
              <w:rPr>
                <w:rFonts w:cstheme="minorHAnsi"/>
                <w:i/>
              </w:rPr>
              <w:t>tak, nie/</w:t>
            </w:r>
          </w:p>
        </w:tc>
      </w:tr>
      <w:tr w:rsidR="00911C89" w:rsidRPr="00CD26FC" w14:paraId="02B00B41" w14:textId="77777777" w:rsidTr="00911C89">
        <w:tc>
          <w:tcPr>
            <w:tcW w:w="282" w:type="pct"/>
          </w:tcPr>
          <w:p w14:paraId="064F8B2D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8</w:t>
            </w:r>
          </w:p>
        </w:tc>
        <w:tc>
          <w:tcPr>
            <w:tcW w:w="1313" w:type="pct"/>
          </w:tcPr>
          <w:p w14:paraId="349AFBFD" w14:textId="77777777" w:rsidR="00911C89" w:rsidRPr="00CD26FC" w:rsidRDefault="00911C89" w:rsidP="00911C89">
            <w:pPr>
              <w:spacing w:line="360" w:lineRule="auto"/>
              <w:rPr>
                <w:rFonts w:cstheme="minorHAnsi"/>
              </w:rPr>
            </w:pPr>
            <w:r w:rsidRPr="00CD26FC">
              <w:rPr>
                <w:rFonts w:cstheme="minorHAnsi"/>
              </w:rPr>
              <w:t xml:space="preserve">Karta sieciowa </w:t>
            </w:r>
            <w:r w:rsidRPr="008A24EA">
              <w:rPr>
                <w:rFonts w:cstheme="minorHAnsi"/>
              </w:rPr>
              <w:t xml:space="preserve">Wi-Fi 802.11 </w:t>
            </w:r>
          </w:p>
        </w:tc>
        <w:tc>
          <w:tcPr>
            <w:tcW w:w="3405" w:type="pct"/>
          </w:tcPr>
          <w:p w14:paraId="38C1ED0E" w14:textId="7FDBB236" w:rsidR="00911C89" w:rsidRDefault="00911C89" w:rsidP="00911C89">
            <w:r w:rsidRPr="009165C3">
              <w:rPr>
                <w:rFonts w:cstheme="minorHAnsi"/>
              </w:rPr>
              <w:t>/</w:t>
            </w:r>
            <w:r>
              <w:rPr>
                <w:rFonts w:cstheme="minorHAnsi"/>
                <w:i/>
              </w:rPr>
              <w:t xml:space="preserve">podać wersję standardu </w:t>
            </w:r>
            <w:r w:rsidR="005A0E3B">
              <w:rPr>
                <w:rFonts w:cstheme="minorHAnsi"/>
                <w:i/>
              </w:rPr>
              <w:t xml:space="preserve">zainstalowanej karty, </w:t>
            </w:r>
            <w:r>
              <w:rPr>
                <w:rFonts w:cstheme="minorHAnsi"/>
                <w:i/>
              </w:rPr>
              <w:t>np., 802.11ax</w:t>
            </w:r>
            <w:r w:rsidRPr="009165C3">
              <w:rPr>
                <w:rFonts w:cstheme="minorHAnsi"/>
                <w:i/>
              </w:rPr>
              <w:t>/</w:t>
            </w:r>
          </w:p>
        </w:tc>
      </w:tr>
      <w:tr w:rsidR="00911C89" w:rsidRPr="00CD26FC" w14:paraId="1AC54C2A" w14:textId="77777777" w:rsidTr="00911C89">
        <w:tc>
          <w:tcPr>
            <w:tcW w:w="282" w:type="pct"/>
          </w:tcPr>
          <w:p w14:paraId="36AC75EF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9</w:t>
            </w:r>
          </w:p>
        </w:tc>
        <w:tc>
          <w:tcPr>
            <w:tcW w:w="1313" w:type="pct"/>
          </w:tcPr>
          <w:p w14:paraId="113529F2" w14:textId="77777777" w:rsidR="00911C89" w:rsidRPr="00CD26FC" w:rsidRDefault="00911C89" w:rsidP="00911C89">
            <w:pPr>
              <w:spacing w:line="360" w:lineRule="auto"/>
              <w:rPr>
                <w:rFonts w:cstheme="minorHAnsi"/>
              </w:rPr>
            </w:pPr>
            <w:r w:rsidRPr="00CD26FC">
              <w:rPr>
                <w:rFonts w:cstheme="minorHAnsi"/>
              </w:rPr>
              <w:t>Bluetooth</w:t>
            </w:r>
          </w:p>
        </w:tc>
        <w:tc>
          <w:tcPr>
            <w:tcW w:w="3405" w:type="pct"/>
          </w:tcPr>
          <w:p w14:paraId="3F96E468" w14:textId="77777777" w:rsidR="00911C89" w:rsidRDefault="00911C89" w:rsidP="00911C89">
            <w:r w:rsidRPr="009165C3">
              <w:rPr>
                <w:rFonts w:cstheme="minorHAnsi"/>
              </w:rPr>
              <w:t>/</w:t>
            </w:r>
            <w:r w:rsidRPr="009165C3">
              <w:rPr>
                <w:rFonts w:cstheme="minorHAnsi"/>
                <w:i/>
              </w:rPr>
              <w:t>tak, nie/</w:t>
            </w:r>
          </w:p>
        </w:tc>
      </w:tr>
      <w:tr w:rsidR="00911C89" w:rsidRPr="00CD26FC" w14:paraId="78956492" w14:textId="77777777" w:rsidTr="00911C89">
        <w:tc>
          <w:tcPr>
            <w:tcW w:w="282" w:type="pct"/>
          </w:tcPr>
          <w:p w14:paraId="1E07ADB1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10</w:t>
            </w:r>
          </w:p>
        </w:tc>
        <w:tc>
          <w:tcPr>
            <w:tcW w:w="1313" w:type="pct"/>
          </w:tcPr>
          <w:p w14:paraId="279F2F40" w14:textId="77777777" w:rsidR="00911C89" w:rsidRPr="00CD26FC" w:rsidRDefault="00911C89" w:rsidP="00911C89">
            <w:pPr>
              <w:spacing w:line="360" w:lineRule="auto"/>
              <w:rPr>
                <w:rFonts w:cstheme="minorHAnsi"/>
              </w:rPr>
            </w:pPr>
            <w:r w:rsidRPr="00CD26FC">
              <w:rPr>
                <w:rFonts w:cstheme="minorHAnsi"/>
              </w:rPr>
              <w:t>Ilość wyprowadzonych portów USB</w:t>
            </w:r>
            <w:r>
              <w:rPr>
                <w:rFonts w:cstheme="minorHAnsi"/>
              </w:rPr>
              <w:t xml:space="preserve"> 3.x typu </w:t>
            </w:r>
            <w:r w:rsidRPr="00CD26FC">
              <w:rPr>
                <w:rFonts w:cstheme="minorHAnsi"/>
              </w:rPr>
              <w:t>A</w:t>
            </w:r>
          </w:p>
        </w:tc>
        <w:tc>
          <w:tcPr>
            <w:tcW w:w="3405" w:type="pct"/>
          </w:tcPr>
          <w:p w14:paraId="20E47CD3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i/>
              </w:rPr>
            </w:pPr>
            <w:r w:rsidRPr="00CD26FC">
              <w:rPr>
                <w:rFonts w:cstheme="minorHAnsi"/>
                <w:i/>
              </w:rPr>
              <w:t>/podać ilość</w:t>
            </w:r>
            <w:r>
              <w:rPr>
                <w:rFonts w:cstheme="minorHAnsi"/>
                <w:i/>
              </w:rPr>
              <w:t>, np. 3</w:t>
            </w:r>
            <w:r w:rsidRPr="00CD26FC">
              <w:rPr>
                <w:rFonts w:cstheme="minorHAnsi"/>
                <w:i/>
              </w:rPr>
              <w:t>/</w:t>
            </w:r>
          </w:p>
        </w:tc>
      </w:tr>
      <w:tr w:rsidR="00911C89" w:rsidRPr="00CD26FC" w14:paraId="51CDC85F" w14:textId="77777777" w:rsidTr="00911C89">
        <w:tc>
          <w:tcPr>
            <w:tcW w:w="282" w:type="pct"/>
          </w:tcPr>
          <w:p w14:paraId="16401E8A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lastRenderedPageBreak/>
              <w:t>11</w:t>
            </w:r>
          </w:p>
        </w:tc>
        <w:tc>
          <w:tcPr>
            <w:tcW w:w="1313" w:type="pct"/>
          </w:tcPr>
          <w:p w14:paraId="34E06462" w14:textId="77777777" w:rsidR="00911C89" w:rsidRPr="00CD26FC" w:rsidRDefault="00911C89" w:rsidP="00911C89">
            <w:pPr>
              <w:spacing w:line="360" w:lineRule="auto"/>
              <w:rPr>
                <w:rFonts w:cstheme="minorHAnsi"/>
              </w:rPr>
            </w:pPr>
            <w:r w:rsidRPr="00CD26FC">
              <w:rPr>
                <w:rFonts w:cstheme="minorHAnsi"/>
              </w:rPr>
              <w:t>Ilość wyprowadzonych portów USB</w:t>
            </w:r>
            <w:r>
              <w:rPr>
                <w:rFonts w:cstheme="minorHAnsi"/>
              </w:rPr>
              <w:t xml:space="preserve"> 3.x typu </w:t>
            </w:r>
            <w:r w:rsidRPr="00CD26FC">
              <w:rPr>
                <w:rFonts w:cstheme="minorHAnsi"/>
              </w:rPr>
              <w:t>C</w:t>
            </w:r>
          </w:p>
        </w:tc>
        <w:tc>
          <w:tcPr>
            <w:tcW w:w="3405" w:type="pct"/>
          </w:tcPr>
          <w:p w14:paraId="1F77CBAF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i/>
              </w:rPr>
            </w:pPr>
            <w:r w:rsidRPr="00CD26FC">
              <w:rPr>
                <w:rFonts w:cstheme="minorHAnsi"/>
                <w:i/>
              </w:rPr>
              <w:t>/podać ilość</w:t>
            </w:r>
            <w:r>
              <w:rPr>
                <w:rFonts w:cstheme="minorHAnsi"/>
                <w:i/>
              </w:rPr>
              <w:t>, np. 1</w:t>
            </w:r>
            <w:r w:rsidRPr="00CD26FC">
              <w:rPr>
                <w:rFonts w:cstheme="minorHAnsi"/>
                <w:i/>
              </w:rPr>
              <w:t>/</w:t>
            </w:r>
          </w:p>
        </w:tc>
      </w:tr>
      <w:tr w:rsidR="00911C89" w:rsidRPr="00CD26FC" w14:paraId="331501CB" w14:textId="77777777" w:rsidTr="00911C89">
        <w:tc>
          <w:tcPr>
            <w:tcW w:w="282" w:type="pct"/>
          </w:tcPr>
          <w:p w14:paraId="5E8CCF82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12</w:t>
            </w:r>
          </w:p>
        </w:tc>
        <w:tc>
          <w:tcPr>
            <w:tcW w:w="1313" w:type="pct"/>
          </w:tcPr>
          <w:p w14:paraId="5B0196C0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eastAsia="Lucida Sans Unicode" w:cstheme="minorHAnsi"/>
              </w:rPr>
              <w:t>Złącze słuchawek i mikrofonu (oddzielne lub combo) ,</w:t>
            </w:r>
          </w:p>
        </w:tc>
        <w:tc>
          <w:tcPr>
            <w:tcW w:w="3405" w:type="pct"/>
          </w:tcPr>
          <w:p w14:paraId="67012C7F" w14:textId="77777777" w:rsidR="00911C89" w:rsidRDefault="00911C89" w:rsidP="00911C89"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911C89" w:rsidRPr="00CD26FC" w14:paraId="463F402E" w14:textId="77777777" w:rsidTr="00911C89">
        <w:tc>
          <w:tcPr>
            <w:tcW w:w="282" w:type="pct"/>
          </w:tcPr>
          <w:p w14:paraId="47F293AD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13</w:t>
            </w:r>
          </w:p>
        </w:tc>
        <w:tc>
          <w:tcPr>
            <w:tcW w:w="1313" w:type="pct"/>
          </w:tcPr>
          <w:p w14:paraId="40181FE6" w14:textId="77777777" w:rsidR="00911C89" w:rsidRPr="00CD26FC" w:rsidRDefault="00911C89" w:rsidP="00911C89">
            <w:pPr>
              <w:spacing w:line="360" w:lineRule="auto"/>
              <w:rPr>
                <w:rFonts w:eastAsia="Lucida Sans Unicode" w:cstheme="minorHAnsi"/>
              </w:rPr>
            </w:pPr>
            <w:r w:rsidRPr="00CD26FC">
              <w:rPr>
                <w:rFonts w:eastAsia="Lucida Sans Unicode" w:cstheme="minorHAnsi"/>
              </w:rPr>
              <w:t xml:space="preserve">Czytnik kart SD </w:t>
            </w:r>
            <w:r>
              <w:rPr>
                <w:rFonts w:eastAsia="Lucida Sans Unicode" w:cstheme="minorHAnsi"/>
              </w:rPr>
              <w:t>(pełnowymiarowych)</w:t>
            </w:r>
          </w:p>
        </w:tc>
        <w:tc>
          <w:tcPr>
            <w:tcW w:w="3405" w:type="pct"/>
          </w:tcPr>
          <w:p w14:paraId="788CA267" w14:textId="77777777" w:rsidR="00911C89" w:rsidRDefault="00911C89" w:rsidP="00911C89"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911C89" w:rsidRPr="00CD26FC" w14:paraId="1C20B24B" w14:textId="77777777" w:rsidTr="00911C89">
        <w:tc>
          <w:tcPr>
            <w:tcW w:w="282" w:type="pct"/>
          </w:tcPr>
          <w:p w14:paraId="038DFACF" w14:textId="77777777" w:rsidR="00911C89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14</w:t>
            </w:r>
          </w:p>
        </w:tc>
        <w:tc>
          <w:tcPr>
            <w:tcW w:w="1313" w:type="pct"/>
          </w:tcPr>
          <w:p w14:paraId="78DB7F5C" w14:textId="77777777" w:rsidR="00911C89" w:rsidRPr="00CD26FC" w:rsidRDefault="00911C89" w:rsidP="00911C89">
            <w:pPr>
              <w:spacing w:line="360" w:lineRule="auto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Wyjście cyfrowe sygnału na zewnętrzny monitor</w:t>
            </w:r>
          </w:p>
        </w:tc>
        <w:tc>
          <w:tcPr>
            <w:tcW w:w="3405" w:type="pct"/>
          </w:tcPr>
          <w:p w14:paraId="17B1D40D" w14:textId="77777777" w:rsidR="00911C89" w:rsidRPr="00D41227" w:rsidRDefault="00911C89" w:rsidP="00911C89">
            <w:pPr>
              <w:rPr>
                <w:rFonts w:cstheme="minorHAnsi"/>
              </w:rPr>
            </w:pPr>
            <w:r w:rsidRPr="009165C3">
              <w:rPr>
                <w:rFonts w:cstheme="minorHAnsi"/>
              </w:rPr>
              <w:t>/</w:t>
            </w:r>
            <w:r>
              <w:rPr>
                <w:rFonts w:cstheme="minorHAnsi"/>
                <w:i/>
              </w:rPr>
              <w:t>podać rodzaj np., HDMI, Display Port</w:t>
            </w:r>
            <w:r w:rsidRPr="009165C3">
              <w:rPr>
                <w:rFonts w:cstheme="minorHAnsi"/>
                <w:i/>
              </w:rPr>
              <w:t>/</w:t>
            </w:r>
          </w:p>
        </w:tc>
      </w:tr>
      <w:tr w:rsidR="00911C89" w:rsidRPr="00CD26FC" w14:paraId="2F34A330" w14:textId="77777777" w:rsidTr="00911C89">
        <w:tc>
          <w:tcPr>
            <w:tcW w:w="282" w:type="pct"/>
          </w:tcPr>
          <w:p w14:paraId="2D64AA3C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15</w:t>
            </w:r>
          </w:p>
        </w:tc>
        <w:tc>
          <w:tcPr>
            <w:tcW w:w="1313" w:type="pct"/>
          </w:tcPr>
          <w:p w14:paraId="09E3821D" w14:textId="77777777" w:rsidR="00911C89" w:rsidRPr="00CD26FC" w:rsidRDefault="00911C89" w:rsidP="00911C89">
            <w:pPr>
              <w:spacing w:line="360" w:lineRule="auto"/>
              <w:rPr>
                <w:rFonts w:eastAsia="Lucida Sans Unicode" w:cstheme="minorHAnsi"/>
              </w:rPr>
            </w:pPr>
            <w:r w:rsidRPr="00CD26FC">
              <w:rPr>
                <w:rFonts w:eastAsia="Lucida Sans Unicode" w:cstheme="minorHAnsi"/>
              </w:rPr>
              <w:t>Wbudowane głośniki stereo</w:t>
            </w:r>
          </w:p>
        </w:tc>
        <w:tc>
          <w:tcPr>
            <w:tcW w:w="3405" w:type="pct"/>
          </w:tcPr>
          <w:p w14:paraId="78033C7E" w14:textId="77777777" w:rsidR="00911C89" w:rsidRDefault="00911C89" w:rsidP="00911C89"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911C89" w:rsidRPr="00CD26FC" w14:paraId="516918F1" w14:textId="77777777" w:rsidTr="00911C89">
        <w:tc>
          <w:tcPr>
            <w:tcW w:w="282" w:type="pct"/>
          </w:tcPr>
          <w:p w14:paraId="11653431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16</w:t>
            </w:r>
          </w:p>
        </w:tc>
        <w:tc>
          <w:tcPr>
            <w:tcW w:w="1313" w:type="pct"/>
          </w:tcPr>
          <w:p w14:paraId="729007C6" w14:textId="77777777" w:rsidR="00911C89" w:rsidRPr="00CD26FC" w:rsidRDefault="00911C89" w:rsidP="00911C89">
            <w:pPr>
              <w:spacing w:line="360" w:lineRule="auto"/>
              <w:rPr>
                <w:rFonts w:eastAsia="Lucida Sans Unicode" w:cstheme="minorHAnsi"/>
              </w:rPr>
            </w:pPr>
            <w:r w:rsidRPr="00CD26FC">
              <w:rPr>
                <w:rFonts w:eastAsia="Lucida Sans Unicode" w:cstheme="minorHAnsi"/>
              </w:rPr>
              <w:t>Wbudowany mikrofon</w:t>
            </w:r>
          </w:p>
        </w:tc>
        <w:tc>
          <w:tcPr>
            <w:tcW w:w="3405" w:type="pct"/>
          </w:tcPr>
          <w:p w14:paraId="1A873E2E" w14:textId="77777777" w:rsidR="00911C89" w:rsidRDefault="00911C89" w:rsidP="00911C89"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911C89" w:rsidRPr="00CD26FC" w14:paraId="7050600E" w14:textId="77777777" w:rsidTr="00911C89">
        <w:tc>
          <w:tcPr>
            <w:tcW w:w="282" w:type="pct"/>
          </w:tcPr>
          <w:p w14:paraId="47EEB229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17</w:t>
            </w:r>
          </w:p>
        </w:tc>
        <w:tc>
          <w:tcPr>
            <w:tcW w:w="1313" w:type="pct"/>
          </w:tcPr>
          <w:p w14:paraId="2B35BC37" w14:textId="77777777" w:rsidR="00911C89" w:rsidRPr="00CD26FC" w:rsidRDefault="00911C89" w:rsidP="00911C89">
            <w:pPr>
              <w:spacing w:line="360" w:lineRule="auto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Wbudowana k</w:t>
            </w:r>
            <w:r w:rsidRPr="00CD26FC">
              <w:rPr>
                <w:rFonts w:eastAsia="Lucida Sans Unicode" w:cstheme="minorHAnsi"/>
              </w:rPr>
              <w:t xml:space="preserve">amera internetowa </w:t>
            </w:r>
            <w:r>
              <w:rPr>
                <w:rFonts w:eastAsia="Lucida Sans Unicode" w:cstheme="minorHAnsi"/>
              </w:rPr>
              <w:t>FULLHD</w:t>
            </w:r>
          </w:p>
        </w:tc>
        <w:tc>
          <w:tcPr>
            <w:tcW w:w="3405" w:type="pct"/>
          </w:tcPr>
          <w:p w14:paraId="47826458" w14:textId="77777777" w:rsidR="00911C89" w:rsidRDefault="00911C89" w:rsidP="00911C89"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911C89" w:rsidRPr="00CD26FC" w14:paraId="77E86AC3" w14:textId="77777777" w:rsidTr="00911C89">
        <w:tc>
          <w:tcPr>
            <w:tcW w:w="282" w:type="pct"/>
          </w:tcPr>
          <w:p w14:paraId="5681DBFD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18</w:t>
            </w:r>
          </w:p>
        </w:tc>
        <w:tc>
          <w:tcPr>
            <w:tcW w:w="1313" w:type="pct"/>
          </w:tcPr>
          <w:p w14:paraId="4EE1701F" w14:textId="77777777" w:rsidR="00911C89" w:rsidRPr="00CD26FC" w:rsidRDefault="00911C89" w:rsidP="00911C89">
            <w:pPr>
              <w:spacing w:line="360" w:lineRule="auto"/>
              <w:rPr>
                <w:rFonts w:eastAsia="Lucida Sans Unicode" w:cstheme="minorHAnsi"/>
              </w:rPr>
            </w:pPr>
            <w:r w:rsidRPr="00CD26FC">
              <w:rPr>
                <w:rFonts w:eastAsia="Lucida Sans Unicode" w:cstheme="minorHAnsi"/>
              </w:rPr>
              <w:t>Moduł TPM minimum 2.0</w:t>
            </w:r>
            <w:r>
              <w:rPr>
                <w:rFonts w:eastAsia="Lucida Sans Unicode" w:cstheme="minorHAnsi"/>
              </w:rPr>
              <w:t xml:space="preserve"> ukryty w laminacie płyty głównej</w:t>
            </w:r>
          </w:p>
        </w:tc>
        <w:tc>
          <w:tcPr>
            <w:tcW w:w="3405" w:type="pct"/>
          </w:tcPr>
          <w:p w14:paraId="39972EBA" w14:textId="77777777" w:rsidR="00911C89" w:rsidRDefault="00911C89" w:rsidP="00911C89"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911C89" w:rsidRPr="00CD26FC" w14:paraId="6896598A" w14:textId="77777777" w:rsidTr="00911C89">
        <w:tc>
          <w:tcPr>
            <w:tcW w:w="282" w:type="pct"/>
          </w:tcPr>
          <w:p w14:paraId="2A54A8D6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19</w:t>
            </w:r>
          </w:p>
        </w:tc>
        <w:tc>
          <w:tcPr>
            <w:tcW w:w="1313" w:type="pct"/>
          </w:tcPr>
          <w:p w14:paraId="0CDDE619" w14:textId="77777777" w:rsidR="00911C89" w:rsidRPr="00CD26FC" w:rsidRDefault="00911C89" w:rsidP="00911C89">
            <w:pPr>
              <w:spacing w:line="360" w:lineRule="auto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Podstawa z regulacją wysokości oraz kąta pochylenia ekranu</w:t>
            </w:r>
          </w:p>
        </w:tc>
        <w:tc>
          <w:tcPr>
            <w:tcW w:w="3405" w:type="pct"/>
          </w:tcPr>
          <w:p w14:paraId="37D10415" w14:textId="77777777" w:rsidR="00911C89" w:rsidRDefault="00911C89" w:rsidP="00911C89"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911C89" w:rsidRPr="00CD26FC" w14:paraId="013DA5F2" w14:textId="77777777" w:rsidTr="00911C89">
        <w:tc>
          <w:tcPr>
            <w:tcW w:w="282" w:type="pct"/>
          </w:tcPr>
          <w:p w14:paraId="6AF60103" w14:textId="77777777" w:rsidR="00911C89" w:rsidRPr="00CD26FC" w:rsidRDefault="00911C89" w:rsidP="00911C89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20</w:t>
            </w:r>
          </w:p>
        </w:tc>
        <w:tc>
          <w:tcPr>
            <w:tcW w:w="1313" w:type="pct"/>
          </w:tcPr>
          <w:p w14:paraId="7A91AFEB" w14:textId="77777777" w:rsidR="00911C89" w:rsidRPr="00CD26FC" w:rsidRDefault="00911C89" w:rsidP="00911C89">
            <w:pPr>
              <w:spacing w:line="360" w:lineRule="auto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Zestaw bezprzewodowy klawiatura + mysz</w:t>
            </w:r>
          </w:p>
        </w:tc>
        <w:tc>
          <w:tcPr>
            <w:tcW w:w="3405" w:type="pct"/>
          </w:tcPr>
          <w:p w14:paraId="4216D6DD" w14:textId="77777777" w:rsidR="00911C89" w:rsidRPr="00664B79" w:rsidRDefault="00911C89" w:rsidP="00911C89">
            <w:pPr>
              <w:rPr>
                <w:i/>
              </w:rPr>
            </w:pPr>
            <w:r w:rsidRPr="00664B79">
              <w:rPr>
                <w:rFonts w:cstheme="minorHAnsi"/>
                <w:i/>
              </w:rPr>
              <w:t>/podać producenta i model /</w:t>
            </w:r>
          </w:p>
        </w:tc>
      </w:tr>
      <w:tr w:rsidR="005A0E3B" w:rsidRPr="00CD26FC" w14:paraId="14BD717C" w14:textId="77777777" w:rsidTr="00911C89">
        <w:trPr>
          <w:trHeight w:val="433"/>
        </w:trPr>
        <w:tc>
          <w:tcPr>
            <w:tcW w:w="282" w:type="pct"/>
          </w:tcPr>
          <w:p w14:paraId="60BD0968" w14:textId="194BCF18" w:rsidR="005A0E3B" w:rsidRDefault="005A0E3B" w:rsidP="005A0E3B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21</w:t>
            </w:r>
          </w:p>
        </w:tc>
        <w:tc>
          <w:tcPr>
            <w:tcW w:w="1313" w:type="pct"/>
          </w:tcPr>
          <w:p w14:paraId="4F1ED4FD" w14:textId="09D8EA31" w:rsidR="005A0E3B" w:rsidRPr="00CD26FC" w:rsidRDefault="005A0E3B" w:rsidP="005A0E3B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 xml:space="preserve">Gwarancja </w:t>
            </w:r>
            <w:r>
              <w:rPr>
                <w:rFonts w:cstheme="minorHAnsi"/>
                <w:bCs/>
              </w:rPr>
              <w:t xml:space="preserve">producenta </w:t>
            </w:r>
            <w:r w:rsidRPr="00CD26FC">
              <w:rPr>
                <w:rFonts w:cstheme="minorHAnsi"/>
                <w:bCs/>
              </w:rPr>
              <w:t xml:space="preserve">na </w:t>
            </w:r>
            <w:r>
              <w:rPr>
                <w:rFonts w:cstheme="minorHAnsi"/>
                <w:bCs/>
              </w:rPr>
              <w:t xml:space="preserve"> zestaw bezprzewodowy </w:t>
            </w:r>
            <w:r w:rsidRPr="00CD26FC">
              <w:rPr>
                <w:rFonts w:cstheme="minorHAnsi"/>
                <w:bCs/>
              </w:rPr>
              <w:t>mysz</w:t>
            </w:r>
            <w:r>
              <w:rPr>
                <w:rFonts w:cstheme="minorHAnsi"/>
                <w:bCs/>
              </w:rPr>
              <w:t>+ klawiatura minimum 12 miesięcy</w:t>
            </w:r>
          </w:p>
        </w:tc>
        <w:tc>
          <w:tcPr>
            <w:tcW w:w="3405" w:type="pct"/>
          </w:tcPr>
          <w:p w14:paraId="6CDDD190" w14:textId="619D1B23" w:rsidR="005A0E3B" w:rsidRPr="00CD26FC" w:rsidRDefault="005A0E3B" w:rsidP="005A0E3B">
            <w:pPr>
              <w:spacing w:line="360" w:lineRule="auto"/>
              <w:rPr>
                <w:rFonts w:eastAsia="Lucida Sans Unicode" w:cstheme="minorHAnsi"/>
                <w:i/>
              </w:rPr>
            </w:pPr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5A0E3B" w:rsidRPr="00CD26FC" w14:paraId="50441CAC" w14:textId="77777777" w:rsidTr="00911C89">
        <w:trPr>
          <w:trHeight w:val="433"/>
        </w:trPr>
        <w:tc>
          <w:tcPr>
            <w:tcW w:w="282" w:type="pct"/>
          </w:tcPr>
          <w:p w14:paraId="47EBAB1F" w14:textId="77777777" w:rsidR="005A0E3B" w:rsidRPr="00CD26FC" w:rsidRDefault="005A0E3B" w:rsidP="005A0E3B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lastRenderedPageBreak/>
              <w:t>22</w:t>
            </w:r>
          </w:p>
        </w:tc>
        <w:tc>
          <w:tcPr>
            <w:tcW w:w="1313" w:type="pct"/>
          </w:tcPr>
          <w:p w14:paraId="37109230" w14:textId="77777777" w:rsidR="005A0E3B" w:rsidRPr="00CD26FC" w:rsidRDefault="005A0E3B" w:rsidP="005A0E3B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 xml:space="preserve">Gwarancja </w:t>
            </w:r>
            <w:r>
              <w:rPr>
                <w:rFonts w:cstheme="minorHAnsi"/>
                <w:bCs/>
              </w:rPr>
              <w:t>producenta na komputer AIO: m</w:t>
            </w:r>
            <w:r w:rsidRPr="00214938">
              <w:rPr>
                <w:rFonts w:cstheme="minorHAnsi"/>
                <w:bCs/>
              </w:rPr>
              <w:t>inimum 36 miesięcy gwarancji producenta OnSite NBD (zdefiniowana w pkt I.2.c OPZ)</w:t>
            </w:r>
          </w:p>
        </w:tc>
        <w:tc>
          <w:tcPr>
            <w:tcW w:w="3405" w:type="pct"/>
          </w:tcPr>
          <w:p w14:paraId="11C511AF" w14:textId="77777777" w:rsidR="005A0E3B" w:rsidRPr="00CD26FC" w:rsidRDefault="005A0E3B" w:rsidP="005A0E3B">
            <w:pPr>
              <w:spacing w:line="360" w:lineRule="auto"/>
              <w:rPr>
                <w:rFonts w:eastAsia="Lucida Sans Unicode" w:cstheme="minorHAnsi"/>
                <w:bCs/>
                <w:i/>
              </w:rPr>
            </w:pPr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5A0E3B" w:rsidRPr="00CD26FC" w14:paraId="76864039" w14:textId="77777777" w:rsidTr="00AF4376">
        <w:tc>
          <w:tcPr>
            <w:tcW w:w="282" w:type="pct"/>
            <w:shd w:val="clear" w:color="auto" w:fill="FFFF00"/>
          </w:tcPr>
          <w:p w14:paraId="600CD1DE" w14:textId="77777777" w:rsidR="005A0E3B" w:rsidRDefault="005A0E3B" w:rsidP="005A0E3B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23</w:t>
            </w:r>
          </w:p>
        </w:tc>
        <w:tc>
          <w:tcPr>
            <w:tcW w:w="1313" w:type="pct"/>
            <w:shd w:val="clear" w:color="auto" w:fill="FFFF00"/>
          </w:tcPr>
          <w:p w14:paraId="66DC1441" w14:textId="17B59A44" w:rsidR="005A0E3B" w:rsidRPr="00CD26FC" w:rsidRDefault="005A0E3B" w:rsidP="005A0E3B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Gwarancja na komputer AIO </w:t>
            </w:r>
            <w:r w:rsidRPr="005A42C9">
              <w:rPr>
                <w:rFonts w:cstheme="minorHAnsi"/>
                <w:bCs/>
              </w:rPr>
              <w:t>dodatkowo obejmuje opcję zachowania dysków twardych u Zamawiającego w przypadku ich awarii w trakcie jej trwania.</w:t>
            </w:r>
            <w:r>
              <w:rPr>
                <w:rFonts w:cstheme="minorHAnsi"/>
                <w:bCs/>
              </w:rPr>
              <w:t xml:space="preserve"> (nieobowiązkowe)</w:t>
            </w:r>
          </w:p>
        </w:tc>
        <w:tc>
          <w:tcPr>
            <w:tcW w:w="3405" w:type="pct"/>
            <w:shd w:val="clear" w:color="auto" w:fill="FFFF00"/>
          </w:tcPr>
          <w:p w14:paraId="2401DCF4" w14:textId="77777777" w:rsidR="005A0E3B" w:rsidRPr="00D41227" w:rsidRDefault="005A0E3B" w:rsidP="005A0E3B">
            <w:pPr>
              <w:spacing w:line="360" w:lineRule="auto"/>
              <w:rPr>
                <w:rFonts w:cstheme="minorHAnsi"/>
              </w:rPr>
            </w:pPr>
            <w:r w:rsidRPr="00214938">
              <w:rPr>
                <w:rFonts w:eastAsia="Lucida Sans Unicode" w:cstheme="minorHAnsi"/>
                <w:bCs/>
              </w:rPr>
              <w:t xml:space="preserve">Spełnianie parametru (o ile wystąpiło) </w:t>
            </w:r>
            <w:r w:rsidRPr="00214938">
              <w:rPr>
                <w:rFonts w:eastAsia="Lucida Sans Unicode" w:cstheme="minorHAnsi"/>
                <w:b/>
                <w:bCs/>
              </w:rPr>
              <w:t>zostało wykazane</w:t>
            </w:r>
            <w:r w:rsidRPr="00214938">
              <w:rPr>
                <w:rFonts w:eastAsia="Lucida Sans Unicode" w:cstheme="minorHAnsi"/>
                <w:bCs/>
              </w:rPr>
              <w:t xml:space="preserve"> w  Formularzu Oferty  w polu FUNKCJONALNOŚC i GWARANCJA - Deklaracja Wykonawcy</w:t>
            </w:r>
            <w:r>
              <w:rPr>
                <w:rFonts w:eastAsia="Lucida Sans Unicode" w:cstheme="minorHAnsi"/>
                <w:bCs/>
              </w:rPr>
              <w:t xml:space="preserve"> za pomocą frazy </w:t>
            </w:r>
            <w:r w:rsidRPr="009824FE">
              <w:rPr>
                <w:b/>
              </w:rPr>
              <w:t>AIO1_KY</w:t>
            </w:r>
            <w:r>
              <w:rPr>
                <w:b/>
              </w:rPr>
              <w:t>H</w:t>
            </w:r>
            <w:r w:rsidRPr="009824FE">
              <w:rPr>
                <w:b/>
              </w:rPr>
              <w:t>D</w:t>
            </w:r>
          </w:p>
        </w:tc>
      </w:tr>
      <w:tr w:rsidR="005A0E3B" w:rsidRPr="00CD26FC" w14:paraId="4358F36A" w14:textId="77777777" w:rsidTr="00911C89">
        <w:tc>
          <w:tcPr>
            <w:tcW w:w="282" w:type="pct"/>
          </w:tcPr>
          <w:p w14:paraId="175AC4C5" w14:textId="77777777" w:rsidR="005A0E3B" w:rsidRPr="00CD26FC" w:rsidRDefault="005A0E3B" w:rsidP="005A0E3B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24</w:t>
            </w:r>
          </w:p>
        </w:tc>
        <w:tc>
          <w:tcPr>
            <w:tcW w:w="1313" w:type="pct"/>
          </w:tcPr>
          <w:p w14:paraId="103B6900" w14:textId="7784147F" w:rsidR="005A0E3B" w:rsidRPr="00CD26FC" w:rsidRDefault="005A0E3B" w:rsidP="005A0E3B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>Oferowany system operacyjny</w:t>
            </w:r>
          </w:p>
        </w:tc>
        <w:tc>
          <w:tcPr>
            <w:tcW w:w="3405" w:type="pct"/>
          </w:tcPr>
          <w:p w14:paraId="5237D7A7" w14:textId="7B730236" w:rsidR="005A0E3B" w:rsidRPr="00CD26FC" w:rsidRDefault="005A0E3B" w:rsidP="005A0E3B">
            <w:pPr>
              <w:spacing w:line="360" w:lineRule="auto"/>
              <w:rPr>
                <w:rFonts w:eastAsia="Lucida Sans Unicode" w:cstheme="minorHAnsi"/>
                <w:bCs/>
                <w:i/>
              </w:rPr>
            </w:pPr>
            <w:r w:rsidRPr="00CD26FC">
              <w:rPr>
                <w:rFonts w:eastAsia="Lucida Sans Unicode" w:cstheme="minorHAnsi"/>
                <w:i/>
              </w:rPr>
              <w:t>/podać pełną nazwę oferowanego systemu operacyjnego oraz jego wersji</w:t>
            </w:r>
            <w:r>
              <w:rPr>
                <w:rFonts w:eastAsia="Lucida Sans Unicode" w:cstheme="minorHAnsi"/>
                <w:i/>
              </w:rPr>
              <w:t xml:space="preserve">, w przypadku oferowania </w:t>
            </w:r>
            <w:r w:rsidRPr="005A42C9">
              <w:rPr>
                <w:rFonts w:eastAsia="Lucida Sans Unicode" w:cstheme="minorHAnsi"/>
                <w:i/>
              </w:rPr>
              <w:t>rozwiązania równoważne</w:t>
            </w:r>
            <w:r>
              <w:rPr>
                <w:rFonts w:eastAsia="Lucida Sans Unicode" w:cstheme="minorHAnsi"/>
                <w:i/>
              </w:rPr>
              <w:t>go wykonawca</w:t>
            </w:r>
            <w:r w:rsidRPr="005A42C9">
              <w:rPr>
                <w:rFonts w:eastAsia="Lucida Sans Unicode" w:cstheme="minorHAnsi"/>
                <w:i/>
              </w:rPr>
              <w:t xml:space="preserve"> jest obowiązany wykazać pisemnie, że oferowane przez niego rozwiązania spełniają wymagania określone przez Zamawiającego. Powyższy dokument własny Wykonawcy musi obowiązkowo zostać złożony razem z ofertą</w:t>
            </w:r>
            <w:r w:rsidRPr="00CD26FC">
              <w:rPr>
                <w:rFonts w:eastAsia="Lucida Sans Unicode" w:cstheme="minorHAnsi"/>
                <w:i/>
              </w:rPr>
              <w:t>/</w:t>
            </w:r>
            <w:r>
              <w:rPr>
                <w:rFonts w:eastAsia="Lucida Sans Unicode" w:cstheme="minorHAnsi"/>
                <w:i/>
              </w:rPr>
              <w:t xml:space="preserve"> </w:t>
            </w:r>
            <w:r w:rsidRPr="00CD26FC">
              <w:rPr>
                <w:rFonts w:eastAsia="Lucida Sans Unicode" w:cstheme="minorHAnsi"/>
                <w:i/>
              </w:rPr>
              <w:t>/</w:t>
            </w:r>
          </w:p>
        </w:tc>
      </w:tr>
      <w:tr w:rsidR="005A0E3B" w:rsidRPr="00CD26FC" w14:paraId="7E9015FA" w14:textId="77777777" w:rsidTr="00911C89">
        <w:tc>
          <w:tcPr>
            <w:tcW w:w="282" w:type="pct"/>
          </w:tcPr>
          <w:p w14:paraId="467F09DE" w14:textId="77777777" w:rsidR="005A0E3B" w:rsidRPr="00CD26FC" w:rsidRDefault="005A0E3B" w:rsidP="005A0E3B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25</w:t>
            </w:r>
          </w:p>
        </w:tc>
        <w:tc>
          <w:tcPr>
            <w:tcW w:w="1313" w:type="pct"/>
          </w:tcPr>
          <w:p w14:paraId="12AA53C1" w14:textId="77777777" w:rsidR="005A0E3B" w:rsidRPr="00CD26FC" w:rsidRDefault="005A0E3B" w:rsidP="005A0E3B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>Pakiet oprogramowania biurowego</w:t>
            </w:r>
          </w:p>
        </w:tc>
        <w:tc>
          <w:tcPr>
            <w:tcW w:w="3405" w:type="pct"/>
          </w:tcPr>
          <w:p w14:paraId="2B5BDF3E" w14:textId="77777777" w:rsidR="005A0E3B" w:rsidRPr="00CD26FC" w:rsidRDefault="005A0E3B" w:rsidP="005A0E3B">
            <w:pPr>
              <w:spacing w:line="360" w:lineRule="auto"/>
              <w:rPr>
                <w:rFonts w:eastAsia="Lucida Sans Unicode" w:cstheme="minorHAnsi"/>
                <w:i/>
              </w:rPr>
            </w:pPr>
            <w:r w:rsidRPr="00CD26FC">
              <w:rPr>
                <w:rFonts w:eastAsia="Lucida Sans Unicode" w:cstheme="minorHAnsi"/>
                <w:i/>
              </w:rPr>
              <w:t>/podać pełną nazwę oferowanego pakietu biurowego oraz jego wersji jednoznacznie identyfikujące oferowany produkt</w:t>
            </w:r>
            <w:r>
              <w:rPr>
                <w:rFonts w:eastAsia="Lucida Sans Unicode" w:cstheme="minorHAnsi"/>
                <w:i/>
              </w:rPr>
              <w:t xml:space="preserve">, w przypadku oferowania </w:t>
            </w:r>
            <w:r w:rsidRPr="005A42C9">
              <w:rPr>
                <w:rFonts w:eastAsia="Lucida Sans Unicode" w:cstheme="minorHAnsi"/>
                <w:i/>
              </w:rPr>
              <w:t>rozwiązania równoważne</w:t>
            </w:r>
            <w:r>
              <w:rPr>
                <w:rFonts w:eastAsia="Lucida Sans Unicode" w:cstheme="minorHAnsi"/>
                <w:i/>
              </w:rPr>
              <w:t>go wykonawca</w:t>
            </w:r>
            <w:r w:rsidRPr="005A42C9">
              <w:rPr>
                <w:rFonts w:eastAsia="Lucida Sans Unicode" w:cstheme="minorHAnsi"/>
                <w:i/>
              </w:rPr>
              <w:t xml:space="preserve"> jest obowiązany wykazać pisemnie, że oferowane przez niego rozwiązania spełniają wymagania określone przez Zamawiającego. Powyższy dokument własny Wykonawcy musi obowiązkowo zostać złożony razem z ofertą</w:t>
            </w:r>
            <w:r w:rsidRPr="00CD26FC">
              <w:rPr>
                <w:rFonts w:eastAsia="Lucida Sans Unicode" w:cstheme="minorHAnsi"/>
                <w:i/>
              </w:rPr>
              <w:t>/</w:t>
            </w:r>
          </w:p>
        </w:tc>
      </w:tr>
    </w:tbl>
    <w:p w14:paraId="5B6DC840" w14:textId="77777777" w:rsidR="00684BE2" w:rsidRDefault="00684BE2" w:rsidP="00684BE2">
      <w:pPr>
        <w:pStyle w:val="Akapitzlist"/>
        <w:spacing w:line="360" w:lineRule="auto"/>
        <w:ind w:left="360"/>
        <w:rPr>
          <w:rFonts w:cstheme="minorHAnsi"/>
          <w:sz w:val="24"/>
          <w:szCs w:val="24"/>
        </w:rPr>
      </w:pPr>
    </w:p>
    <w:p w14:paraId="2CCC08A7" w14:textId="49608688" w:rsidR="005A0E3B" w:rsidRDefault="005A0E3B" w:rsidP="005A0E3B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727CFA">
        <w:rPr>
          <w:rFonts w:cstheme="minorHAnsi"/>
          <w:sz w:val="24"/>
          <w:szCs w:val="24"/>
        </w:rPr>
        <w:lastRenderedPageBreak/>
        <w:t>Ofer</w:t>
      </w:r>
      <w:r>
        <w:rPr>
          <w:rFonts w:cstheme="minorHAnsi"/>
          <w:sz w:val="24"/>
          <w:szCs w:val="24"/>
        </w:rPr>
        <w:t xml:space="preserve">owany komputer All-In-One (konfiguracja nr 1) charakteryzuje się następującymi parametrami/cechami określonymi  </w:t>
      </w:r>
      <w:r w:rsidRPr="00893039">
        <w:rPr>
          <w:rFonts w:cstheme="minorHAnsi"/>
          <w:sz w:val="24"/>
          <w:szCs w:val="24"/>
        </w:rPr>
        <w:t>w poniższej tabeli:</w:t>
      </w:r>
      <w:r w:rsidR="00AF4376">
        <w:rPr>
          <w:rFonts w:cstheme="minorHAnsi"/>
          <w:sz w:val="24"/>
          <w:szCs w:val="24"/>
        </w:rPr>
        <w:t xml:space="preserve"> **)</w:t>
      </w:r>
    </w:p>
    <w:tbl>
      <w:tblPr>
        <w:tblStyle w:val="Tabela-Siatka"/>
        <w:tblW w:w="5000" w:type="pct"/>
        <w:tblLook w:val="0620" w:firstRow="1" w:lastRow="0" w:firstColumn="0" w:lastColumn="0" w:noHBand="1" w:noVBand="1"/>
        <w:tblCaption w:val="Parametry oferowanego asortymentu"/>
      </w:tblPr>
      <w:tblGrid>
        <w:gridCol w:w="789"/>
        <w:gridCol w:w="3675"/>
        <w:gridCol w:w="9530"/>
      </w:tblGrid>
      <w:tr w:rsidR="005A0E3B" w:rsidRPr="00CD26FC" w14:paraId="0CBD62D6" w14:textId="77777777" w:rsidTr="00AF4376">
        <w:trPr>
          <w:tblHeader/>
        </w:trPr>
        <w:tc>
          <w:tcPr>
            <w:tcW w:w="5000" w:type="pct"/>
            <w:gridSpan w:val="3"/>
            <w:shd w:val="clear" w:color="auto" w:fill="FFFF00"/>
          </w:tcPr>
          <w:p w14:paraId="6FD9AC8C" w14:textId="527D151F" w:rsidR="005A0E3B" w:rsidRPr="00CD26FC" w:rsidRDefault="005A0E3B" w:rsidP="005A0E3B">
            <w:pPr>
              <w:spacing w:line="360" w:lineRule="auto"/>
              <w:rPr>
                <w:rFonts w:cstheme="minorHAnsi"/>
                <w:b/>
              </w:rPr>
            </w:pPr>
            <w:r>
              <w:rPr>
                <w:b/>
              </w:rPr>
              <w:t>Komputer stacjonarny All-in-one konfiguracja nr 2 (1 sztuka)</w:t>
            </w:r>
          </w:p>
        </w:tc>
      </w:tr>
      <w:tr w:rsidR="005A0E3B" w:rsidRPr="00CD26FC" w14:paraId="31931D56" w14:textId="77777777" w:rsidTr="00AF4376">
        <w:trPr>
          <w:tblHeader/>
        </w:trPr>
        <w:tc>
          <w:tcPr>
            <w:tcW w:w="282" w:type="pct"/>
            <w:shd w:val="clear" w:color="auto" w:fill="FFFF00"/>
          </w:tcPr>
          <w:p w14:paraId="5885557A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/>
              </w:rPr>
            </w:pPr>
            <w:r w:rsidRPr="00CD26FC">
              <w:rPr>
                <w:rFonts w:cstheme="minorHAnsi"/>
                <w:b/>
              </w:rPr>
              <w:t>Lp.</w:t>
            </w:r>
          </w:p>
        </w:tc>
        <w:tc>
          <w:tcPr>
            <w:tcW w:w="1313" w:type="pct"/>
            <w:shd w:val="clear" w:color="auto" w:fill="FFFF00"/>
          </w:tcPr>
          <w:p w14:paraId="0E2D09D5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/>
              </w:rPr>
            </w:pPr>
            <w:r w:rsidRPr="00CD26FC">
              <w:rPr>
                <w:rFonts w:cstheme="minorHAnsi"/>
                <w:b/>
              </w:rPr>
              <w:t>Nazwa parametru</w:t>
            </w:r>
          </w:p>
        </w:tc>
        <w:tc>
          <w:tcPr>
            <w:tcW w:w="3405" w:type="pct"/>
            <w:shd w:val="clear" w:color="auto" w:fill="FFFF00"/>
          </w:tcPr>
          <w:p w14:paraId="70DEE20E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/>
              </w:rPr>
            </w:pPr>
            <w:r w:rsidRPr="00CD26FC">
              <w:rPr>
                <w:rFonts w:cstheme="minorHAnsi"/>
                <w:b/>
              </w:rPr>
              <w:t xml:space="preserve">Wartość parametru </w:t>
            </w:r>
            <w:r w:rsidRPr="00CD26FC">
              <w:rPr>
                <w:rFonts w:cstheme="minorHAnsi"/>
              </w:rPr>
              <w:t>(odpowiedź Wykonawcy)</w:t>
            </w:r>
          </w:p>
        </w:tc>
      </w:tr>
      <w:tr w:rsidR="005A0E3B" w:rsidRPr="00CD26FC" w14:paraId="41EBD538" w14:textId="77777777" w:rsidTr="00AF4376">
        <w:tc>
          <w:tcPr>
            <w:tcW w:w="282" w:type="pct"/>
          </w:tcPr>
          <w:p w14:paraId="73D93598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>1</w:t>
            </w:r>
          </w:p>
        </w:tc>
        <w:tc>
          <w:tcPr>
            <w:tcW w:w="1313" w:type="pct"/>
          </w:tcPr>
          <w:p w14:paraId="6EEA01C0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Model komputera AIO</w:t>
            </w:r>
          </w:p>
        </w:tc>
        <w:tc>
          <w:tcPr>
            <w:tcW w:w="3405" w:type="pct"/>
          </w:tcPr>
          <w:p w14:paraId="22521491" w14:textId="77777777" w:rsidR="005A0E3B" w:rsidRPr="00CD26FC" w:rsidRDefault="005A0E3B" w:rsidP="00AF4376">
            <w:pPr>
              <w:spacing w:line="360" w:lineRule="auto"/>
              <w:rPr>
                <w:rFonts w:eastAsia="Lucida Sans Unicode" w:cstheme="minorHAnsi"/>
                <w:bCs/>
                <w:i/>
              </w:rPr>
            </w:pPr>
            <w:r w:rsidRPr="00CD26FC">
              <w:rPr>
                <w:rFonts w:eastAsia="Lucida Sans Unicode" w:cstheme="minorHAnsi"/>
                <w:bCs/>
                <w:i/>
              </w:rPr>
              <w:t>/</w:t>
            </w:r>
            <w:r>
              <w:rPr>
                <w:rFonts w:eastAsia="Lucida Sans Unicode" w:cstheme="minorHAnsi"/>
                <w:bCs/>
                <w:i/>
              </w:rPr>
              <w:t xml:space="preserve">podać producenta, model, oznaczenie kodowe </w:t>
            </w:r>
            <w:r w:rsidRPr="00CD26FC">
              <w:rPr>
                <w:rFonts w:eastAsia="Lucida Sans Unicode" w:cstheme="minorHAnsi"/>
                <w:bCs/>
                <w:i/>
              </w:rPr>
              <w:t>producenta</w:t>
            </w:r>
            <w:r>
              <w:rPr>
                <w:rFonts w:eastAsia="Lucida Sans Unicode" w:cstheme="minorHAnsi"/>
                <w:bCs/>
                <w:i/>
              </w:rPr>
              <w:t xml:space="preserve"> – niezbędne do weryfikacj</w:t>
            </w:r>
            <w:r w:rsidRPr="00664B79">
              <w:rPr>
                <w:rFonts w:eastAsia="Lucida Sans Unicode" w:cstheme="minorHAnsi"/>
                <w:bCs/>
                <w:i/>
              </w:rPr>
              <w:t xml:space="preserve"> /</w:t>
            </w:r>
          </w:p>
        </w:tc>
      </w:tr>
      <w:tr w:rsidR="005A0E3B" w:rsidRPr="00CD26FC" w14:paraId="64D82A3A" w14:textId="77777777" w:rsidTr="00AF4376">
        <w:tc>
          <w:tcPr>
            <w:tcW w:w="282" w:type="pct"/>
            <w:shd w:val="clear" w:color="auto" w:fill="FFFF00"/>
          </w:tcPr>
          <w:p w14:paraId="0F5F9752" w14:textId="77777777" w:rsidR="005A0E3B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</w:p>
        </w:tc>
        <w:tc>
          <w:tcPr>
            <w:tcW w:w="1313" w:type="pct"/>
            <w:shd w:val="clear" w:color="auto" w:fill="FFFF00"/>
          </w:tcPr>
          <w:p w14:paraId="613CCD53" w14:textId="77777777" w:rsidR="005A0E3B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Przekątna matrycy minimum 27” (nieobowiązkowe) </w:t>
            </w:r>
          </w:p>
        </w:tc>
        <w:tc>
          <w:tcPr>
            <w:tcW w:w="3405" w:type="pct"/>
            <w:shd w:val="clear" w:color="auto" w:fill="FFFF00"/>
          </w:tcPr>
          <w:p w14:paraId="749DCD41" w14:textId="2147A059" w:rsidR="005A0E3B" w:rsidRPr="00214938" w:rsidRDefault="005A0E3B" w:rsidP="005A0E3B">
            <w:pPr>
              <w:spacing w:line="360" w:lineRule="auto"/>
              <w:rPr>
                <w:rFonts w:eastAsia="Lucida Sans Unicode" w:cstheme="minorHAnsi"/>
                <w:bCs/>
              </w:rPr>
            </w:pPr>
            <w:r w:rsidRPr="00214938">
              <w:rPr>
                <w:rFonts w:eastAsia="Lucida Sans Unicode" w:cstheme="minorHAnsi"/>
                <w:bCs/>
              </w:rPr>
              <w:t xml:space="preserve">Spełnianie parametru (o ile wystąpiło) </w:t>
            </w:r>
            <w:r w:rsidRPr="00214938">
              <w:rPr>
                <w:rFonts w:eastAsia="Lucida Sans Unicode" w:cstheme="minorHAnsi"/>
                <w:b/>
                <w:bCs/>
              </w:rPr>
              <w:t>zostało wykazane</w:t>
            </w:r>
            <w:r w:rsidRPr="00214938">
              <w:rPr>
                <w:rFonts w:eastAsia="Lucida Sans Unicode" w:cstheme="minorHAnsi"/>
                <w:bCs/>
              </w:rPr>
              <w:t xml:space="preserve"> w  Formularzu Oferty  w polu FUNKCJONALNOŚC i GWARANCJA - Deklaracja Wykonawcy</w:t>
            </w:r>
            <w:r>
              <w:rPr>
                <w:rFonts w:eastAsia="Lucida Sans Unicode" w:cstheme="minorHAnsi"/>
                <w:bCs/>
              </w:rPr>
              <w:t xml:space="preserve"> za pomocą frazy </w:t>
            </w:r>
            <w:r w:rsidRPr="007917DB">
              <w:rPr>
                <w:b/>
              </w:rPr>
              <w:t>AIO</w:t>
            </w:r>
            <w:r>
              <w:rPr>
                <w:b/>
              </w:rPr>
              <w:t>2</w:t>
            </w:r>
            <w:r w:rsidRPr="007917DB">
              <w:rPr>
                <w:b/>
              </w:rPr>
              <w:t>_</w:t>
            </w:r>
            <w:r>
              <w:rPr>
                <w:b/>
              </w:rPr>
              <w:t>27</w:t>
            </w:r>
          </w:p>
        </w:tc>
      </w:tr>
      <w:tr w:rsidR="005A0E3B" w:rsidRPr="00CD26FC" w14:paraId="77462089" w14:textId="77777777" w:rsidTr="00AF4376">
        <w:tc>
          <w:tcPr>
            <w:tcW w:w="282" w:type="pct"/>
          </w:tcPr>
          <w:p w14:paraId="53D8D766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</w:t>
            </w:r>
          </w:p>
        </w:tc>
        <w:tc>
          <w:tcPr>
            <w:tcW w:w="1313" w:type="pct"/>
          </w:tcPr>
          <w:p w14:paraId="40CC4636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Rodzaj</w:t>
            </w:r>
            <w:r w:rsidRPr="00CD26FC">
              <w:rPr>
                <w:rFonts w:cstheme="minorHAnsi"/>
                <w:bCs/>
              </w:rPr>
              <w:t xml:space="preserve"> matrycy</w:t>
            </w:r>
            <w:r>
              <w:rPr>
                <w:rFonts w:cstheme="minorHAnsi"/>
                <w:bCs/>
              </w:rPr>
              <w:t>, rozdzielczość natywna</w:t>
            </w:r>
          </w:p>
        </w:tc>
        <w:tc>
          <w:tcPr>
            <w:tcW w:w="3405" w:type="pct"/>
          </w:tcPr>
          <w:p w14:paraId="77AE5D81" w14:textId="77777777" w:rsidR="005A0E3B" w:rsidRPr="00CD26FC" w:rsidRDefault="005A0E3B" w:rsidP="00AF4376">
            <w:pPr>
              <w:spacing w:line="360" w:lineRule="auto"/>
              <w:rPr>
                <w:rFonts w:eastAsia="Lucida Sans Unicode" w:cstheme="minorHAnsi"/>
                <w:bCs/>
                <w:i/>
              </w:rPr>
            </w:pPr>
            <w:r w:rsidRPr="00CD26FC">
              <w:rPr>
                <w:rFonts w:eastAsia="Lucida Sans Unicode" w:cstheme="minorHAnsi"/>
                <w:bCs/>
                <w:i/>
              </w:rPr>
              <w:t>/</w:t>
            </w:r>
            <w:r>
              <w:rPr>
                <w:rFonts w:eastAsia="Lucida Sans Unicode" w:cstheme="minorHAnsi"/>
                <w:bCs/>
                <w:i/>
              </w:rPr>
              <w:t>np. ,</w:t>
            </w:r>
            <w:r w:rsidRPr="00CD26FC">
              <w:rPr>
                <w:rFonts w:eastAsia="Lucida Sans Unicode" w:cstheme="minorHAnsi"/>
                <w:bCs/>
                <w:i/>
              </w:rPr>
              <w:t>matowa</w:t>
            </w:r>
            <w:r>
              <w:rPr>
                <w:rFonts w:eastAsia="Lucida Sans Unicode" w:cstheme="minorHAnsi"/>
                <w:bCs/>
                <w:i/>
              </w:rPr>
              <w:t>,1920x1080</w:t>
            </w:r>
            <w:r w:rsidRPr="00CD26FC">
              <w:rPr>
                <w:rFonts w:eastAsia="Lucida Sans Unicode" w:cstheme="minorHAnsi"/>
                <w:bCs/>
                <w:i/>
              </w:rPr>
              <w:t>/</w:t>
            </w:r>
          </w:p>
        </w:tc>
      </w:tr>
      <w:tr w:rsidR="005A0E3B" w:rsidRPr="00CD26FC" w14:paraId="624DDEA4" w14:textId="77777777" w:rsidTr="00AF4376">
        <w:tc>
          <w:tcPr>
            <w:tcW w:w="282" w:type="pct"/>
          </w:tcPr>
          <w:p w14:paraId="585B1F94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4</w:t>
            </w:r>
          </w:p>
        </w:tc>
        <w:tc>
          <w:tcPr>
            <w:tcW w:w="1313" w:type="pct"/>
          </w:tcPr>
          <w:p w14:paraId="3AD75BB0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>Procesor</w:t>
            </w:r>
            <w:r>
              <w:rPr>
                <w:rFonts w:cstheme="minorHAnsi"/>
                <w:bCs/>
              </w:rPr>
              <w:t xml:space="preserve"> zainstalowany</w:t>
            </w:r>
          </w:p>
        </w:tc>
        <w:tc>
          <w:tcPr>
            <w:tcW w:w="3405" w:type="pct"/>
          </w:tcPr>
          <w:p w14:paraId="72E5507E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  <w:i/>
              </w:rPr>
            </w:pPr>
            <w:r w:rsidRPr="00CD26FC">
              <w:rPr>
                <w:rFonts w:eastAsia="Lucida Sans Unicode" w:cstheme="minorHAnsi"/>
                <w:bCs/>
                <w:i/>
              </w:rPr>
              <w:t xml:space="preserve">/podać oznaczenie </w:t>
            </w:r>
            <w:r>
              <w:rPr>
                <w:rFonts w:eastAsia="Lucida Sans Unicode" w:cstheme="minorHAnsi"/>
                <w:bCs/>
                <w:i/>
              </w:rPr>
              <w:t xml:space="preserve">jednoznacznie identyfikujące zainstalowany </w:t>
            </w:r>
            <w:r w:rsidRPr="00CD26FC">
              <w:rPr>
                <w:rFonts w:eastAsia="Lucida Sans Unicode" w:cstheme="minorHAnsi"/>
                <w:bCs/>
                <w:i/>
              </w:rPr>
              <w:t>procesor</w:t>
            </w:r>
            <w:r>
              <w:rPr>
                <w:rFonts w:eastAsia="Lucida Sans Unicode" w:cstheme="minorHAnsi"/>
                <w:bCs/>
                <w:i/>
              </w:rPr>
              <w:t>/</w:t>
            </w:r>
            <w:r w:rsidRPr="00CD26FC">
              <w:rPr>
                <w:rFonts w:eastAsia="Lucida Sans Unicode" w:cstheme="minorHAnsi"/>
                <w:bCs/>
                <w:i/>
              </w:rPr>
              <w:t xml:space="preserve">  </w:t>
            </w:r>
            <w:r w:rsidRPr="00CD26FC">
              <w:rPr>
                <w:rFonts w:cstheme="minorHAnsi"/>
                <w:i/>
              </w:rPr>
              <w:t xml:space="preserve"> </w:t>
            </w:r>
          </w:p>
        </w:tc>
      </w:tr>
      <w:tr w:rsidR="005A0E3B" w:rsidRPr="00CD26FC" w14:paraId="3FC5B4CD" w14:textId="77777777" w:rsidTr="00AF4376">
        <w:tc>
          <w:tcPr>
            <w:tcW w:w="282" w:type="pct"/>
          </w:tcPr>
          <w:p w14:paraId="606336EE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</w:t>
            </w:r>
          </w:p>
        </w:tc>
        <w:tc>
          <w:tcPr>
            <w:tcW w:w="1313" w:type="pct"/>
          </w:tcPr>
          <w:p w14:paraId="593F443E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Pojemność zainstalowanej p</w:t>
            </w:r>
            <w:r w:rsidRPr="00CD26FC">
              <w:rPr>
                <w:rFonts w:cstheme="minorHAnsi"/>
                <w:bCs/>
              </w:rPr>
              <w:t>amię</w:t>
            </w:r>
            <w:r>
              <w:rPr>
                <w:rFonts w:cstheme="minorHAnsi"/>
                <w:bCs/>
              </w:rPr>
              <w:t>ci</w:t>
            </w:r>
            <w:r w:rsidRPr="00CD26FC">
              <w:rPr>
                <w:rFonts w:cstheme="minorHAnsi"/>
                <w:bCs/>
              </w:rPr>
              <w:t xml:space="preserve"> RAM </w:t>
            </w:r>
          </w:p>
        </w:tc>
        <w:tc>
          <w:tcPr>
            <w:tcW w:w="3405" w:type="pct"/>
          </w:tcPr>
          <w:p w14:paraId="6B29DB0F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  <w:i/>
              </w:rPr>
            </w:pPr>
            <w:r w:rsidRPr="00CD26FC">
              <w:rPr>
                <w:rFonts w:cstheme="minorHAnsi"/>
                <w:bCs/>
                <w:i/>
              </w:rPr>
              <w:t>/podać wielkość zainstalowanej pamięci</w:t>
            </w:r>
            <w:r>
              <w:rPr>
                <w:rFonts w:cstheme="minorHAnsi"/>
                <w:bCs/>
                <w:i/>
              </w:rPr>
              <w:t>, np. 16GB</w:t>
            </w:r>
            <w:r w:rsidRPr="00CD26FC">
              <w:rPr>
                <w:rFonts w:cstheme="minorHAnsi"/>
                <w:bCs/>
                <w:i/>
              </w:rPr>
              <w:t>/</w:t>
            </w:r>
            <w:r w:rsidRPr="00CD26FC">
              <w:rPr>
                <w:rFonts w:cstheme="minorHAnsi"/>
                <w:b/>
                <w:bCs/>
                <w:i/>
              </w:rPr>
              <w:t xml:space="preserve"> </w:t>
            </w:r>
          </w:p>
        </w:tc>
      </w:tr>
      <w:tr w:rsidR="005A0E3B" w:rsidRPr="00CD26FC" w14:paraId="2F2D9824" w14:textId="77777777" w:rsidTr="00AF4376">
        <w:tc>
          <w:tcPr>
            <w:tcW w:w="282" w:type="pct"/>
          </w:tcPr>
          <w:p w14:paraId="1EB5FB1C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6</w:t>
            </w:r>
          </w:p>
        </w:tc>
        <w:tc>
          <w:tcPr>
            <w:tcW w:w="1313" w:type="pct"/>
          </w:tcPr>
          <w:p w14:paraId="466F2475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 xml:space="preserve">Pojemność </w:t>
            </w:r>
            <w:r>
              <w:rPr>
                <w:rFonts w:cstheme="minorHAnsi"/>
                <w:bCs/>
              </w:rPr>
              <w:t xml:space="preserve">zainstalowanego </w:t>
            </w:r>
            <w:r w:rsidRPr="00CD26FC">
              <w:rPr>
                <w:rFonts w:cstheme="minorHAnsi"/>
                <w:bCs/>
              </w:rPr>
              <w:t xml:space="preserve">dysku </w:t>
            </w:r>
            <w:r>
              <w:rPr>
                <w:rFonts w:cstheme="minorHAnsi"/>
                <w:bCs/>
              </w:rPr>
              <w:t>SSD PC.ie</w:t>
            </w:r>
          </w:p>
        </w:tc>
        <w:tc>
          <w:tcPr>
            <w:tcW w:w="3405" w:type="pct"/>
          </w:tcPr>
          <w:p w14:paraId="30D67AB1" w14:textId="77777777" w:rsidR="005A0E3B" w:rsidRPr="00CD26FC" w:rsidRDefault="005A0E3B" w:rsidP="00AF4376">
            <w:pPr>
              <w:spacing w:line="360" w:lineRule="auto"/>
              <w:rPr>
                <w:rFonts w:eastAsia="Lucida Sans Unicode" w:cstheme="minorHAnsi"/>
                <w:b/>
                <w:bCs/>
                <w:i/>
              </w:rPr>
            </w:pPr>
            <w:r w:rsidRPr="00CD26FC">
              <w:rPr>
                <w:rFonts w:eastAsia="Lucida Sans Unicode" w:cstheme="minorHAnsi"/>
                <w:bCs/>
                <w:i/>
              </w:rPr>
              <w:t>/po</w:t>
            </w:r>
            <w:r>
              <w:rPr>
                <w:rFonts w:eastAsia="Lucida Sans Unicode" w:cstheme="minorHAnsi"/>
                <w:bCs/>
                <w:i/>
              </w:rPr>
              <w:t xml:space="preserve">dać pojemność dysku np. 512 GB </w:t>
            </w:r>
            <w:r w:rsidRPr="00CD26FC">
              <w:rPr>
                <w:rFonts w:eastAsia="Lucida Sans Unicode" w:cstheme="minorHAnsi"/>
                <w:bCs/>
                <w:i/>
              </w:rPr>
              <w:t>/</w:t>
            </w:r>
          </w:p>
        </w:tc>
      </w:tr>
      <w:tr w:rsidR="005A0E3B" w:rsidRPr="00CD26FC" w14:paraId="41CB640D" w14:textId="77777777" w:rsidTr="00AF4376">
        <w:tc>
          <w:tcPr>
            <w:tcW w:w="282" w:type="pct"/>
          </w:tcPr>
          <w:p w14:paraId="03326DA1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7</w:t>
            </w:r>
          </w:p>
        </w:tc>
        <w:tc>
          <w:tcPr>
            <w:tcW w:w="1313" w:type="pct"/>
          </w:tcPr>
          <w:p w14:paraId="40A47714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</w:rPr>
              <w:t>Karta sieciowa LAN Ethernet 1Gb z wyprowadzonym portem RJ-45</w:t>
            </w:r>
          </w:p>
        </w:tc>
        <w:tc>
          <w:tcPr>
            <w:tcW w:w="3405" w:type="pct"/>
          </w:tcPr>
          <w:p w14:paraId="00791FF3" w14:textId="77777777" w:rsidR="005A0E3B" w:rsidRDefault="005A0E3B" w:rsidP="00AF4376">
            <w:r w:rsidRPr="009165C3">
              <w:rPr>
                <w:rFonts w:cstheme="minorHAnsi"/>
              </w:rPr>
              <w:t>/</w:t>
            </w:r>
            <w:r w:rsidRPr="009165C3">
              <w:rPr>
                <w:rFonts w:cstheme="minorHAnsi"/>
                <w:i/>
              </w:rPr>
              <w:t>tak, nie/</w:t>
            </w:r>
          </w:p>
        </w:tc>
      </w:tr>
      <w:tr w:rsidR="005A0E3B" w:rsidRPr="00CD26FC" w14:paraId="47A640C5" w14:textId="77777777" w:rsidTr="00AF4376">
        <w:tc>
          <w:tcPr>
            <w:tcW w:w="282" w:type="pct"/>
          </w:tcPr>
          <w:p w14:paraId="32CA1819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8</w:t>
            </w:r>
          </w:p>
        </w:tc>
        <w:tc>
          <w:tcPr>
            <w:tcW w:w="1313" w:type="pct"/>
          </w:tcPr>
          <w:p w14:paraId="0E0B4011" w14:textId="77777777" w:rsidR="005A0E3B" w:rsidRPr="00CD26FC" w:rsidRDefault="005A0E3B" w:rsidP="00AF4376">
            <w:pPr>
              <w:spacing w:line="360" w:lineRule="auto"/>
              <w:rPr>
                <w:rFonts w:cstheme="minorHAnsi"/>
              </w:rPr>
            </w:pPr>
            <w:r w:rsidRPr="00CD26FC">
              <w:rPr>
                <w:rFonts w:cstheme="minorHAnsi"/>
              </w:rPr>
              <w:t xml:space="preserve">Karta sieciowa </w:t>
            </w:r>
            <w:r w:rsidRPr="008A24EA">
              <w:rPr>
                <w:rFonts w:cstheme="minorHAnsi"/>
              </w:rPr>
              <w:t xml:space="preserve">Wi-Fi 802.11 </w:t>
            </w:r>
          </w:p>
        </w:tc>
        <w:tc>
          <w:tcPr>
            <w:tcW w:w="3405" w:type="pct"/>
          </w:tcPr>
          <w:p w14:paraId="60A57C81" w14:textId="77777777" w:rsidR="005A0E3B" w:rsidRDefault="005A0E3B" w:rsidP="00AF4376">
            <w:r w:rsidRPr="009165C3">
              <w:rPr>
                <w:rFonts w:cstheme="minorHAnsi"/>
              </w:rPr>
              <w:t>/</w:t>
            </w:r>
            <w:r>
              <w:rPr>
                <w:rFonts w:cstheme="minorHAnsi"/>
                <w:i/>
              </w:rPr>
              <w:t>podać wersję standardu zainstalowanej karty, np., 802.11ax</w:t>
            </w:r>
            <w:r w:rsidRPr="009165C3">
              <w:rPr>
                <w:rFonts w:cstheme="minorHAnsi"/>
                <w:i/>
              </w:rPr>
              <w:t>/</w:t>
            </w:r>
          </w:p>
        </w:tc>
      </w:tr>
      <w:tr w:rsidR="005A0E3B" w:rsidRPr="00CD26FC" w14:paraId="2A0CCC8B" w14:textId="77777777" w:rsidTr="00AF4376">
        <w:tc>
          <w:tcPr>
            <w:tcW w:w="282" w:type="pct"/>
          </w:tcPr>
          <w:p w14:paraId="500FB296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9</w:t>
            </w:r>
          </w:p>
        </w:tc>
        <w:tc>
          <w:tcPr>
            <w:tcW w:w="1313" w:type="pct"/>
          </w:tcPr>
          <w:p w14:paraId="05430959" w14:textId="77777777" w:rsidR="005A0E3B" w:rsidRPr="00CD26FC" w:rsidRDefault="005A0E3B" w:rsidP="00AF4376">
            <w:pPr>
              <w:spacing w:line="360" w:lineRule="auto"/>
              <w:rPr>
                <w:rFonts w:cstheme="minorHAnsi"/>
              </w:rPr>
            </w:pPr>
            <w:r w:rsidRPr="00CD26FC">
              <w:rPr>
                <w:rFonts w:cstheme="minorHAnsi"/>
              </w:rPr>
              <w:t>Bluetooth</w:t>
            </w:r>
          </w:p>
        </w:tc>
        <w:tc>
          <w:tcPr>
            <w:tcW w:w="3405" w:type="pct"/>
          </w:tcPr>
          <w:p w14:paraId="77CA6189" w14:textId="77777777" w:rsidR="005A0E3B" w:rsidRDefault="005A0E3B" w:rsidP="00AF4376">
            <w:r w:rsidRPr="009165C3">
              <w:rPr>
                <w:rFonts w:cstheme="minorHAnsi"/>
              </w:rPr>
              <w:t>/</w:t>
            </w:r>
            <w:r w:rsidRPr="009165C3">
              <w:rPr>
                <w:rFonts w:cstheme="minorHAnsi"/>
                <w:i/>
              </w:rPr>
              <w:t>tak, nie/</w:t>
            </w:r>
          </w:p>
        </w:tc>
      </w:tr>
      <w:tr w:rsidR="005A0E3B" w:rsidRPr="00CD26FC" w14:paraId="29164541" w14:textId="77777777" w:rsidTr="00AF4376">
        <w:tc>
          <w:tcPr>
            <w:tcW w:w="282" w:type="pct"/>
          </w:tcPr>
          <w:p w14:paraId="480FA911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10</w:t>
            </w:r>
          </w:p>
        </w:tc>
        <w:tc>
          <w:tcPr>
            <w:tcW w:w="1313" w:type="pct"/>
          </w:tcPr>
          <w:p w14:paraId="1BD5D056" w14:textId="77777777" w:rsidR="005A0E3B" w:rsidRPr="00CD26FC" w:rsidRDefault="005A0E3B" w:rsidP="00AF4376">
            <w:pPr>
              <w:spacing w:line="360" w:lineRule="auto"/>
              <w:rPr>
                <w:rFonts w:cstheme="minorHAnsi"/>
              </w:rPr>
            </w:pPr>
            <w:r w:rsidRPr="00CD26FC">
              <w:rPr>
                <w:rFonts w:cstheme="minorHAnsi"/>
              </w:rPr>
              <w:t>Ilość wyprowadzonych portów USB</w:t>
            </w:r>
            <w:r>
              <w:rPr>
                <w:rFonts w:cstheme="minorHAnsi"/>
              </w:rPr>
              <w:t xml:space="preserve"> 3.x typu </w:t>
            </w:r>
            <w:r w:rsidRPr="00CD26FC">
              <w:rPr>
                <w:rFonts w:cstheme="minorHAnsi"/>
              </w:rPr>
              <w:t>A</w:t>
            </w:r>
          </w:p>
        </w:tc>
        <w:tc>
          <w:tcPr>
            <w:tcW w:w="3405" w:type="pct"/>
          </w:tcPr>
          <w:p w14:paraId="74A640F1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i/>
              </w:rPr>
            </w:pPr>
            <w:r w:rsidRPr="00CD26FC">
              <w:rPr>
                <w:rFonts w:cstheme="minorHAnsi"/>
                <w:i/>
              </w:rPr>
              <w:t>/podać ilość</w:t>
            </w:r>
            <w:r>
              <w:rPr>
                <w:rFonts w:cstheme="minorHAnsi"/>
                <w:i/>
              </w:rPr>
              <w:t>, np. 3</w:t>
            </w:r>
            <w:r w:rsidRPr="00CD26FC">
              <w:rPr>
                <w:rFonts w:cstheme="minorHAnsi"/>
                <w:i/>
              </w:rPr>
              <w:t>/</w:t>
            </w:r>
          </w:p>
        </w:tc>
      </w:tr>
      <w:tr w:rsidR="005A0E3B" w:rsidRPr="00CD26FC" w14:paraId="647C66AD" w14:textId="77777777" w:rsidTr="00AF4376">
        <w:tc>
          <w:tcPr>
            <w:tcW w:w="282" w:type="pct"/>
          </w:tcPr>
          <w:p w14:paraId="566B9113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11</w:t>
            </w:r>
          </w:p>
        </w:tc>
        <w:tc>
          <w:tcPr>
            <w:tcW w:w="1313" w:type="pct"/>
          </w:tcPr>
          <w:p w14:paraId="77A96429" w14:textId="77777777" w:rsidR="005A0E3B" w:rsidRPr="00CD26FC" w:rsidRDefault="005A0E3B" w:rsidP="00AF4376">
            <w:pPr>
              <w:spacing w:line="360" w:lineRule="auto"/>
              <w:rPr>
                <w:rFonts w:cstheme="minorHAnsi"/>
              </w:rPr>
            </w:pPr>
            <w:r w:rsidRPr="00CD26FC">
              <w:rPr>
                <w:rFonts w:cstheme="minorHAnsi"/>
              </w:rPr>
              <w:t>Ilość wyprowadzonych portów USB</w:t>
            </w:r>
            <w:r>
              <w:rPr>
                <w:rFonts w:cstheme="minorHAnsi"/>
              </w:rPr>
              <w:t xml:space="preserve"> 3.x typu </w:t>
            </w:r>
            <w:r w:rsidRPr="00CD26FC">
              <w:rPr>
                <w:rFonts w:cstheme="minorHAnsi"/>
              </w:rPr>
              <w:t>C</w:t>
            </w:r>
          </w:p>
        </w:tc>
        <w:tc>
          <w:tcPr>
            <w:tcW w:w="3405" w:type="pct"/>
          </w:tcPr>
          <w:p w14:paraId="38746611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i/>
              </w:rPr>
            </w:pPr>
            <w:r w:rsidRPr="00CD26FC">
              <w:rPr>
                <w:rFonts w:cstheme="minorHAnsi"/>
                <w:i/>
              </w:rPr>
              <w:t>/podać ilość</w:t>
            </w:r>
            <w:r>
              <w:rPr>
                <w:rFonts w:cstheme="minorHAnsi"/>
                <w:i/>
              </w:rPr>
              <w:t>, np. 1</w:t>
            </w:r>
            <w:r w:rsidRPr="00CD26FC">
              <w:rPr>
                <w:rFonts w:cstheme="minorHAnsi"/>
                <w:i/>
              </w:rPr>
              <w:t>/</w:t>
            </w:r>
          </w:p>
        </w:tc>
      </w:tr>
      <w:tr w:rsidR="005A0E3B" w:rsidRPr="00CD26FC" w14:paraId="0346E249" w14:textId="77777777" w:rsidTr="00AF4376">
        <w:tc>
          <w:tcPr>
            <w:tcW w:w="282" w:type="pct"/>
          </w:tcPr>
          <w:p w14:paraId="137BE626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12</w:t>
            </w:r>
          </w:p>
        </w:tc>
        <w:tc>
          <w:tcPr>
            <w:tcW w:w="1313" w:type="pct"/>
          </w:tcPr>
          <w:p w14:paraId="1338F77B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eastAsia="Lucida Sans Unicode" w:cstheme="minorHAnsi"/>
              </w:rPr>
              <w:t>Złącze słuchawek i mikrofonu (oddzielne lub combo) ,</w:t>
            </w:r>
          </w:p>
        </w:tc>
        <w:tc>
          <w:tcPr>
            <w:tcW w:w="3405" w:type="pct"/>
          </w:tcPr>
          <w:p w14:paraId="0B7ADB97" w14:textId="77777777" w:rsidR="005A0E3B" w:rsidRDefault="005A0E3B" w:rsidP="00AF4376"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5A0E3B" w:rsidRPr="00CD26FC" w14:paraId="0671CB4D" w14:textId="77777777" w:rsidTr="00AF4376">
        <w:tc>
          <w:tcPr>
            <w:tcW w:w="282" w:type="pct"/>
          </w:tcPr>
          <w:p w14:paraId="5163C75C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13</w:t>
            </w:r>
          </w:p>
        </w:tc>
        <w:tc>
          <w:tcPr>
            <w:tcW w:w="1313" w:type="pct"/>
          </w:tcPr>
          <w:p w14:paraId="7BE40124" w14:textId="77777777" w:rsidR="005A0E3B" w:rsidRPr="00CD26FC" w:rsidRDefault="005A0E3B" w:rsidP="00AF4376">
            <w:pPr>
              <w:spacing w:line="360" w:lineRule="auto"/>
              <w:rPr>
                <w:rFonts w:eastAsia="Lucida Sans Unicode" w:cstheme="minorHAnsi"/>
              </w:rPr>
            </w:pPr>
            <w:r w:rsidRPr="00CD26FC">
              <w:rPr>
                <w:rFonts w:eastAsia="Lucida Sans Unicode" w:cstheme="minorHAnsi"/>
              </w:rPr>
              <w:t xml:space="preserve">Czytnik kart SD </w:t>
            </w:r>
            <w:r>
              <w:rPr>
                <w:rFonts w:eastAsia="Lucida Sans Unicode" w:cstheme="minorHAnsi"/>
              </w:rPr>
              <w:t>(pełnowymiarowych)</w:t>
            </w:r>
          </w:p>
        </w:tc>
        <w:tc>
          <w:tcPr>
            <w:tcW w:w="3405" w:type="pct"/>
          </w:tcPr>
          <w:p w14:paraId="750CC86C" w14:textId="77777777" w:rsidR="005A0E3B" w:rsidRDefault="005A0E3B" w:rsidP="00AF4376"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5A0E3B" w:rsidRPr="00CD26FC" w14:paraId="28774790" w14:textId="77777777" w:rsidTr="00AF4376">
        <w:tc>
          <w:tcPr>
            <w:tcW w:w="282" w:type="pct"/>
          </w:tcPr>
          <w:p w14:paraId="56910A62" w14:textId="77777777" w:rsidR="005A0E3B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14</w:t>
            </w:r>
          </w:p>
        </w:tc>
        <w:tc>
          <w:tcPr>
            <w:tcW w:w="1313" w:type="pct"/>
          </w:tcPr>
          <w:p w14:paraId="15484166" w14:textId="77777777" w:rsidR="005A0E3B" w:rsidRPr="00CD26FC" w:rsidRDefault="005A0E3B" w:rsidP="00AF4376">
            <w:pPr>
              <w:spacing w:line="360" w:lineRule="auto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Wyjście cyfrowe sygnału na zewnętrzny monitor</w:t>
            </w:r>
          </w:p>
        </w:tc>
        <w:tc>
          <w:tcPr>
            <w:tcW w:w="3405" w:type="pct"/>
          </w:tcPr>
          <w:p w14:paraId="100199D5" w14:textId="77777777" w:rsidR="005A0E3B" w:rsidRPr="00D41227" w:rsidRDefault="005A0E3B" w:rsidP="00AF4376">
            <w:pPr>
              <w:rPr>
                <w:rFonts w:cstheme="minorHAnsi"/>
              </w:rPr>
            </w:pPr>
            <w:r w:rsidRPr="009165C3">
              <w:rPr>
                <w:rFonts w:cstheme="minorHAnsi"/>
              </w:rPr>
              <w:t>/</w:t>
            </w:r>
            <w:r>
              <w:rPr>
                <w:rFonts w:cstheme="minorHAnsi"/>
                <w:i/>
              </w:rPr>
              <w:t>podać rodzaj np., HDMI, Display Port</w:t>
            </w:r>
            <w:r w:rsidRPr="009165C3">
              <w:rPr>
                <w:rFonts w:cstheme="minorHAnsi"/>
                <w:i/>
              </w:rPr>
              <w:t>/</w:t>
            </w:r>
          </w:p>
        </w:tc>
      </w:tr>
      <w:tr w:rsidR="005A0E3B" w:rsidRPr="00CD26FC" w14:paraId="5FA01A8A" w14:textId="77777777" w:rsidTr="00AF4376">
        <w:tc>
          <w:tcPr>
            <w:tcW w:w="282" w:type="pct"/>
          </w:tcPr>
          <w:p w14:paraId="03012839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15</w:t>
            </w:r>
          </w:p>
        </w:tc>
        <w:tc>
          <w:tcPr>
            <w:tcW w:w="1313" w:type="pct"/>
          </w:tcPr>
          <w:p w14:paraId="5E70BC11" w14:textId="77777777" w:rsidR="005A0E3B" w:rsidRPr="00CD26FC" w:rsidRDefault="005A0E3B" w:rsidP="00AF4376">
            <w:pPr>
              <w:spacing w:line="360" w:lineRule="auto"/>
              <w:rPr>
                <w:rFonts w:eastAsia="Lucida Sans Unicode" w:cstheme="minorHAnsi"/>
              </w:rPr>
            </w:pPr>
            <w:r w:rsidRPr="00CD26FC">
              <w:rPr>
                <w:rFonts w:eastAsia="Lucida Sans Unicode" w:cstheme="minorHAnsi"/>
              </w:rPr>
              <w:t>Wbudowane głośniki stereo</w:t>
            </w:r>
          </w:p>
        </w:tc>
        <w:tc>
          <w:tcPr>
            <w:tcW w:w="3405" w:type="pct"/>
          </w:tcPr>
          <w:p w14:paraId="25EBBC36" w14:textId="77777777" w:rsidR="005A0E3B" w:rsidRDefault="005A0E3B" w:rsidP="00AF4376"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5A0E3B" w:rsidRPr="00CD26FC" w14:paraId="7B388443" w14:textId="77777777" w:rsidTr="00AF4376">
        <w:tc>
          <w:tcPr>
            <w:tcW w:w="282" w:type="pct"/>
          </w:tcPr>
          <w:p w14:paraId="1C26FF72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16</w:t>
            </w:r>
          </w:p>
        </w:tc>
        <w:tc>
          <w:tcPr>
            <w:tcW w:w="1313" w:type="pct"/>
          </w:tcPr>
          <w:p w14:paraId="1F226DB1" w14:textId="77777777" w:rsidR="005A0E3B" w:rsidRPr="00CD26FC" w:rsidRDefault="005A0E3B" w:rsidP="00AF4376">
            <w:pPr>
              <w:spacing w:line="360" w:lineRule="auto"/>
              <w:rPr>
                <w:rFonts w:eastAsia="Lucida Sans Unicode" w:cstheme="minorHAnsi"/>
              </w:rPr>
            </w:pPr>
            <w:r w:rsidRPr="00CD26FC">
              <w:rPr>
                <w:rFonts w:eastAsia="Lucida Sans Unicode" w:cstheme="minorHAnsi"/>
              </w:rPr>
              <w:t>Wbudowany mikrofon</w:t>
            </w:r>
          </w:p>
        </w:tc>
        <w:tc>
          <w:tcPr>
            <w:tcW w:w="3405" w:type="pct"/>
          </w:tcPr>
          <w:p w14:paraId="06D6D866" w14:textId="77777777" w:rsidR="005A0E3B" w:rsidRDefault="005A0E3B" w:rsidP="00AF4376"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5A0E3B" w:rsidRPr="00CD26FC" w14:paraId="753ED537" w14:textId="77777777" w:rsidTr="00AF4376">
        <w:tc>
          <w:tcPr>
            <w:tcW w:w="282" w:type="pct"/>
          </w:tcPr>
          <w:p w14:paraId="4236FBEB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17</w:t>
            </w:r>
          </w:p>
        </w:tc>
        <w:tc>
          <w:tcPr>
            <w:tcW w:w="1313" w:type="pct"/>
          </w:tcPr>
          <w:p w14:paraId="526B50B2" w14:textId="77777777" w:rsidR="005A0E3B" w:rsidRPr="00CD26FC" w:rsidRDefault="005A0E3B" w:rsidP="00AF4376">
            <w:pPr>
              <w:spacing w:line="360" w:lineRule="auto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Wbudowana k</w:t>
            </w:r>
            <w:r w:rsidRPr="00CD26FC">
              <w:rPr>
                <w:rFonts w:eastAsia="Lucida Sans Unicode" w:cstheme="minorHAnsi"/>
              </w:rPr>
              <w:t xml:space="preserve">amera internetowa </w:t>
            </w:r>
            <w:r>
              <w:rPr>
                <w:rFonts w:eastAsia="Lucida Sans Unicode" w:cstheme="minorHAnsi"/>
              </w:rPr>
              <w:t>FULLHD</w:t>
            </w:r>
          </w:p>
        </w:tc>
        <w:tc>
          <w:tcPr>
            <w:tcW w:w="3405" w:type="pct"/>
          </w:tcPr>
          <w:p w14:paraId="7A038CD6" w14:textId="77777777" w:rsidR="005A0E3B" w:rsidRDefault="005A0E3B" w:rsidP="00AF4376"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5A0E3B" w:rsidRPr="00CD26FC" w14:paraId="77EE0997" w14:textId="77777777" w:rsidTr="00AF4376">
        <w:tc>
          <w:tcPr>
            <w:tcW w:w="282" w:type="pct"/>
          </w:tcPr>
          <w:p w14:paraId="06869958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18</w:t>
            </w:r>
          </w:p>
        </w:tc>
        <w:tc>
          <w:tcPr>
            <w:tcW w:w="1313" w:type="pct"/>
          </w:tcPr>
          <w:p w14:paraId="74B569E8" w14:textId="77777777" w:rsidR="005A0E3B" w:rsidRPr="00CD26FC" w:rsidRDefault="005A0E3B" w:rsidP="00AF4376">
            <w:pPr>
              <w:spacing w:line="360" w:lineRule="auto"/>
              <w:rPr>
                <w:rFonts w:eastAsia="Lucida Sans Unicode" w:cstheme="minorHAnsi"/>
              </w:rPr>
            </w:pPr>
            <w:r w:rsidRPr="00CD26FC">
              <w:rPr>
                <w:rFonts w:eastAsia="Lucida Sans Unicode" w:cstheme="minorHAnsi"/>
              </w:rPr>
              <w:t>Moduł TPM minimum 2.0</w:t>
            </w:r>
            <w:r>
              <w:rPr>
                <w:rFonts w:eastAsia="Lucida Sans Unicode" w:cstheme="minorHAnsi"/>
              </w:rPr>
              <w:t xml:space="preserve"> ukryty w laminacie płyty głównej</w:t>
            </w:r>
          </w:p>
        </w:tc>
        <w:tc>
          <w:tcPr>
            <w:tcW w:w="3405" w:type="pct"/>
          </w:tcPr>
          <w:p w14:paraId="6EACD82C" w14:textId="77777777" w:rsidR="005A0E3B" w:rsidRDefault="005A0E3B" w:rsidP="00AF4376"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5A0E3B" w:rsidRPr="00CD26FC" w14:paraId="1A7B9E83" w14:textId="77777777" w:rsidTr="00AF4376">
        <w:tc>
          <w:tcPr>
            <w:tcW w:w="282" w:type="pct"/>
          </w:tcPr>
          <w:p w14:paraId="01F2DE92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19</w:t>
            </w:r>
          </w:p>
        </w:tc>
        <w:tc>
          <w:tcPr>
            <w:tcW w:w="1313" w:type="pct"/>
          </w:tcPr>
          <w:p w14:paraId="5D512C21" w14:textId="77777777" w:rsidR="005A0E3B" w:rsidRPr="00CD26FC" w:rsidRDefault="005A0E3B" w:rsidP="00AF4376">
            <w:pPr>
              <w:spacing w:line="360" w:lineRule="auto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Podstawa z regulacją wysokości oraz kąta pochylenia ekranu</w:t>
            </w:r>
          </w:p>
        </w:tc>
        <w:tc>
          <w:tcPr>
            <w:tcW w:w="3405" w:type="pct"/>
          </w:tcPr>
          <w:p w14:paraId="0E16C476" w14:textId="77777777" w:rsidR="005A0E3B" w:rsidRDefault="005A0E3B" w:rsidP="00AF4376"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5A0E3B" w:rsidRPr="00CD26FC" w14:paraId="023327C4" w14:textId="77777777" w:rsidTr="00AF4376">
        <w:tc>
          <w:tcPr>
            <w:tcW w:w="282" w:type="pct"/>
          </w:tcPr>
          <w:p w14:paraId="137CD18C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20</w:t>
            </w:r>
          </w:p>
        </w:tc>
        <w:tc>
          <w:tcPr>
            <w:tcW w:w="1313" w:type="pct"/>
          </w:tcPr>
          <w:p w14:paraId="367FA60D" w14:textId="77777777" w:rsidR="005A0E3B" w:rsidRPr="00CD26FC" w:rsidRDefault="005A0E3B" w:rsidP="00AF4376">
            <w:pPr>
              <w:spacing w:line="360" w:lineRule="auto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Zestaw bezprzewodowy klawiatura + mysz</w:t>
            </w:r>
          </w:p>
        </w:tc>
        <w:tc>
          <w:tcPr>
            <w:tcW w:w="3405" w:type="pct"/>
          </w:tcPr>
          <w:p w14:paraId="5A12116B" w14:textId="77777777" w:rsidR="005A0E3B" w:rsidRPr="00664B79" w:rsidRDefault="005A0E3B" w:rsidP="00AF4376">
            <w:pPr>
              <w:rPr>
                <w:i/>
              </w:rPr>
            </w:pPr>
            <w:r w:rsidRPr="00664B79">
              <w:rPr>
                <w:rFonts w:cstheme="minorHAnsi"/>
                <w:i/>
              </w:rPr>
              <w:t>/podać producenta i model /</w:t>
            </w:r>
          </w:p>
        </w:tc>
      </w:tr>
      <w:tr w:rsidR="005A0E3B" w:rsidRPr="00CD26FC" w14:paraId="2C39C1E7" w14:textId="77777777" w:rsidTr="00AF4376">
        <w:trPr>
          <w:trHeight w:val="433"/>
        </w:trPr>
        <w:tc>
          <w:tcPr>
            <w:tcW w:w="282" w:type="pct"/>
          </w:tcPr>
          <w:p w14:paraId="7F894146" w14:textId="77777777" w:rsidR="005A0E3B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21</w:t>
            </w:r>
          </w:p>
        </w:tc>
        <w:tc>
          <w:tcPr>
            <w:tcW w:w="1313" w:type="pct"/>
          </w:tcPr>
          <w:p w14:paraId="4F9A07AD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 xml:space="preserve">Gwarancja </w:t>
            </w:r>
            <w:r>
              <w:rPr>
                <w:rFonts w:cstheme="minorHAnsi"/>
                <w:bCs/>
              </w:rPr>
              <w:t xml:space="preserve">producenta </w:t>
            </w:r>
            <w:r w:rsidRPr="00CD26FC">
              <w:rPr>
                <w:rFonts w:cstheme="minorHAnsi"/>
                <w:bCs/>
              </w:rPr>
              <w:t xml:space="preserve">na </w:t>
            </w:r>
            <w:r>
              <w:rPr>
                <w:rFonts w:cstheme="minorHAnsi"/>
                <w:bCs/>
              </w:rPr>
              <w:t xml:space="preserve"> zestaw bezprzewodowy </w:t>
            </w:r>
            <w:r w:rsidRPr="00CD26FC">
              <w:rPr>
                <w:rFonts w:cstheme="minorHAnsi"/>
                <w:bCs/>
              </w:rPr>
              <w:t>mysz</w:t>
            </w:r>
            <w:r>
              <w:rPr>
                <w:rFonts w:cstheme="minorHAnsi"/>
                <w:bCs/>
              </w:rPr>
              <w:t>+ klawiatura minimum 12 miesięcy</w:t>
            </w:r>
          </w:p>
        </w:tc>
        <w:tc>
          <w:tcPr>
            <w:tcW w:w="3405" w:type="pct"/>
          </w:tcPr>
          <w:p w14:paraId="63256252" w14:textId="77777777" w:rsidR="005A0E3B" w:rsidRPr="00CD26FC" w:rsidRDefault="005A0E3B" w:rsidP="00AF4376">
            <w:pPr>
              <w:spacing w:line="360" w:lineRule="auto"/>
              <w:rPr>
                <w:rFonts w:eastAsia="Lucida Sans Unicode" w:cstheme="minorHAnsi"/>
                <w:i/>
              </w:rPr>
            </w:pPr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5A0E3B" w:rsidRPr="00CD26FC" w14:paraId="0D33DA2D" w14:textId="77777777" w:rsidTr="00AF4376">
        <w:trPr>
          <w:trHeight w:val="433"/>
        </w:trPr>
        <w:tc>
          <w:tcPr>
            <w:tcW w:w="282" w:type="pct"/>
          </w:tcPr>
          <w:p w14:paraId="3ED073CA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22</w:t>
            </w:r>
          </w:p>
        </w:tc>
        <w:tc>
          <w:tcPr>
            <w:tcW w:w="1313" w:type="pct"/>
          </w:tcPr>
          <w:p w14:paraId="5DF6E10D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 xml:space="preserve">Gwarancja </w:t>
            </w:r>
            <w:r>
              <w:rPr>
                <w:rFonts w:cstheme="minorHAnsi"/>
                <w:bCs/>
              </w:rPr>
              <w:t>producenta na komputer AIO: m</w:t>
            </w:r>
            <w:r w:rsidRPr="00214938">
              <w:rPr>
                <w:rFonts w:cstheme="minorHAnsi"/>
                <w:bCs/>
              </w:rPr>
              <w:t>inimum 36 miesięcy gwarancji producenta OnSite NBD (zdefiniowana w pkt I.2.c OPZ)</w:t>
            </w:r>
          </w:p>
        </w:tc>
        <w:tc>
          <w:tcPr>
            <w:tcW w:w="3405" w:type="pct"/>
          </w:tcPr>
          <w:p w14:paraId="6324934D" w14:textId="77777777" w:rsidR="005A0E3B" w:rsidRPr="00CD26FC" w:rsidRDefault="005A0E3B" w:rsidP="00AF4376">
            <w:pPr>
              <w:spacing w:line="360" w:lineRule="auto"/>
              <w:rPr>
                <w:rFonts w:eastAsia="Lucida Sans Unicode" w:cstheme="minorHAnsi"/>
                <w:bCs/>
                <w:i/>
              </w:rPr>
            </w:pPr>
            <w:r w:rsidRPr="00D41227">
              <w:rPr>
                <w:rFonts w:cstheme="minorHAnsi"/>
              </w:rPr>
              <w:t>/</w:t>
            </w:r>
            <w:r w:rsidRPr="00D41227">
              <w:rPr>
                <w:rFonts w:cstheme="minorHAnsi"/>
                <w:i/>
              </w:rPr>
              <w:t>tak, nie/</w:t>
            </w:r>
          </w:p>
        </w:tc>
      </w:tr>
      <w:tr w:rsidR="005A0E3B" w:rsidRPr="00CD26FC" w14:paraId="4F030927" w14:textId="77777777" w:rsidTr="00AF4376">
        <w:tc>
          <w:tcPr>
            <w:tcW w:w="282" w:type="pct"/>
            <w:shd w:val="clear" w:color="auto" w:fill="FFFF00"/>
          </w:tcPr>
          <w:p w14:paraId="1945A4BA" w14:textId="77777777" w:rsidR="005A0E3B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23</w:t>
            </w:r>
          </w:p>
        </w:tc>
        <w:tc>
          <w:tcPr>
            <w:tcW w:w="1313" w:type="pct"/>
            <w:shd w:val="clear" w:color="auto" w:fill="FFFF00"/>
          </w:tcPr>
          <w:p w14:paraId="1FCD25C6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Gwarancja na komputer AIO </w:t>
            </w:r>
            <w:r w:rsidRPr="005A42C9">
              <w:rPr>
                <w:rFonts w:cstheme="minorHAnsi"/>
                <w:bCs/>
              </w:rPr>
              <w:t>dodatkowo obejmuje opcję zachowania dysków twardych u Zamawiającego w przypadku ich awarii w trakcie jej trwania.</w:t>
            </w:r>
            <w:r>
              <w:rPr>
                <w:rFonts w:cstheme="minorHAnsi"/>
                <w:bCs/>
              </w:rPr>
              <w:t xml:space="preserve"> (nieobowiązkowe)</w:t>
            </w:r>
          </w:p>
        </w:tc>
        <w:tc>
          <w:tcPr>
            <w:tcW w:w="3405" w:type="pct"/>
            <w:shd w:val="clear" w:color="auto" w:fill="FFFF00"/>
          </w:tcPr>
          <w:p w14:paraId="1C2EEB3B" w14:textId="07836062" w:rsidR="005A0E3B" w:rsidRPr="00D41227" w:rsidRDefault="005A0E3B" w:rsidP="005A0E3B">
            <w:pPr>
              <w:spacing w:line="360" w:lineRule="auto"/>
              <w:rPr>
                <w:rFonts w:cstheme="minorHAnsi"/>
              </w:rPr>
            </w:pPr>
            <w:r w:rsidRPr="00214938">
              <w:rPr>
                <w:rFonts w:eastAsia="Lucida Sans Unicode" w:cstheme="minorHAnsi"/>
                <w:bCs/>
              </w:rPr>
              <w:t xml:space="preserve">Spełnianie parametru (o ile wystąpiło) </w:t>
            </w:r>
            <w:r w:rsidRPr="00214938">
              <w:rPr>
                <w:rFonts w:eastAsia="Lucida Sans Unicode" w:cstheme="minorHAnsi"/>
                <w:b/>
                <w:bCs/>
              </w:rPr>
              <w:t>zostało wykazane</w:t>
            </w:r>
            <w:r w:rsidRPr="00214938">
              <w:rPr>
                <w:rFonts w:eastAsia="Lucida Sans Unicode" w:cstheme="minorHAnsi"/>
                <w:bCs/>
              </w:rPr>
              <w:t xml:space="preserve"> w  Formularzu Oferty  w polu FUNKCJONALNOŚC i GWARANCJA - Deklaracja Wykonawcy</w:t>
            </w:r>
            <w:r>
              <w:rPr>
                <w:rFonts w:eastAsia="Lucida Sans Unicode" w:cstheme="minorHAnsi"/>
                <w:bCs/>
              </w:rPr>
              <w:t xml:space="preserve"> za pomocą frazy </w:t>
            </w:r>
            <w:r w:rsidRPr="009824FE">
              <w:rPr>
                <w:b/>
              </w:rPr>
              <w:t>AIO</w:t>
            </w:r>
            <w:r>
              <w:rPr>
                <w:b/>
              </w:rPr>
              <w:t>2</w:t>
            </w:r>
            <w:r w:rsidRPr="009824FE">
              <w:rPr>
                <w:b/>
              </w:rPr>
              <w:t>_KY</w:t>
            </w:r>
            <w:r>
              <w:rPr>
                <w:b/>
              </w:rPr>
              <w:t>H</w:t>
            </w:r>
            <w:r w:rsidRPr="009824FE">
              <w:rPr>
                <w:b/>
              </w:rPr>
              <w:t>D</w:t>
            </w:r>
          </w:p>
        </w:tc>
      </w:tr>
      <w:tr w:rsidR="005A0E3B" w:rsidRPr="00CD26FC" w14:paraId="2370D5CB" w14:textId="77777777" w:rsidTr="00AF4376">
        <w:tc>
          <w:tcPr>
            <w:tcW w:w="282" w:type="pct"/>
          </w:tcPr>
          <w:p w14:paraId="42830B63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24</w:t>
            </w:r>
          </w:p>
        </w:tc>
        <w:tc>
          <w:tcPr>
            <w:tcW w:w="1313" w:type="pct"/>
          </w:tcPr>
          <w:p w14:paraId="3858B639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>Oferowany system operacyjny</w:t>
            </w:r>
          </w:p>
        </w:tc>
        <w:tc>
          <w:tcPr>
            <w:tcW w:w="3405" w:type="pct"/>
          </w:tcPr>
          <w:p w14:paraId="3E5379B4" w14:textId="77777777" w:rsidR="005A0E3B" w:rsidRPr="00CD26FC" w:rsidRDefault="005A0E3B" w:rsidP="00AF4376">
            <w:pPr>
              <w:spacing w:line="360" w:lineRule="auto"/>
              <w:rPr>
                <w:rFonts w:eastAsia="Lucida Sans Unicode" w:cstheme="minorHAnsi"/>
                <w:bCs/>
                <w:i/>
              </w:rPr>
            </w:pPr>
            <w:r w:rsidRPr="00CD26FC">
              <w:rPr>
                <w:rFonts w:eastAsia="Lucida Sans Unicode" w:cstheme="minorHAnsi"/>
                <w:i/>
              </w:rPr>
              <w:t>/podać pełną nazwę oferowanego systemu operacyjnego oraz jego wersji</w:t>
            </w:r>
            <w:r>
              <w:rPr>
                <w:rFonts w:eastAsia="Lucida Sans Unicode" w:cstheme="minorHAnsi"/>
                <w:i/>
              </w:rPr>
              <w:t xml:space="preserve">, w przypadku oferowania </w:t>
            </w:r>
            <w:r w:rsidRPr="005A42C9">
              <w:rPr>
                <w:rFonts w:eastAsia="Lucida Sans Unicode" w:cstheme="minorHAnsi"/>
                <w:i/>
              </w:rPr>
              <w:t>rozwiązania równoważne</w:t>
            </w:r>
            <w:r>
              <w:rPr>
                <w:rFonts w:eastAsia="Lucida Sans Unicode" w:cstheme="minorHAnsi"/>
                <w:i/>
              </w:rPr>
              <w:t>go wykonawca</w:t>
            </w:r>
            <w:r w:rsidRPr="005A42C9">
              <w:rPr>
                <w:rFonts w:eastAsia="Lucida Sans Unicode" w:cstheme="minorHAnsi"/>
                <w:i/>
              </w:rPr>
              <w:t xml:space="preserve"> jest obowiązany wykazać pisemnie, że oferowane przez niego rozwiązania spełniają wymagania określone przez Zamawiającego. Powyższy dokument własny Wykonawcy musi obowiązkowo zostać złożony razem z ofertą</w:t>
            </w:r>
            <w:r w:rsidRPr="00CD26FC">
              <w:rPr>
                <w:rFonts w:eastAsia="Lucida Sans Unicode" w:cstheme="minorHAnsi"/>
                <w:i/>
              </w:rPr>
              <w:t>/</w:t>
            </w:r>
            <w:r>
              <w:rPr>
                <w:rFonts w:eastAsia="Lucida Sans Unicode" w:cstheme="minorHAnsi"/>
                <w:i/>
              </w:rPr>
              <w:t xml:space="preserve"> </w:t>
            </w:r>
            <w:r w:rsidRPr="00CD26FC">
              <w:rPr>
                <w:rFonts w:eastAsia="Lucida Sans Unicode" w:cstheme="minorHAnsi"/>
                <w:i/>
              </w:rPr>
              <w:t>/</w:t>
            </w:r>
          </w:p>
        </w:tc>
      </w:tr>
      <w:tr w:rsidR="005A0E3B" w:rsidRPr="00CD26FC" w14:paraId="4C8FC9BA" w14:textId="77777777" w:rsidTr="00AF4376">
        <w:tc>
          <w:tcPr>
            <w:tcW w:w="282" w:type="pct"/>
          </w:tcPr>
          <w:p w14:paraId="3AC699B3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25</w:t>
            </w:r>
          </w:p>
        </w:tc>
        <w:tc>
          <w:tcPr>
            <w:tcW w:w="1313" w:type="pct"/>
          </w:tcPr>
          <w:p w14:paraId="70033068" w14:textId="77777777" w:rsidR="005A0E3B" w:rsidRPr="00CD26FC" w:rsidRDefault="005A0E3B" w:rsidP="00AF4376">
            <w:pPr>
              <w:spacing w:line="360" w:lineRule="auto"/>
              <w:rPr>
                <w:rFonts w:cstheme="minorHAnsi"/>
                <w:bCs/>
              </w:rPr>
            </w:pPr>
            <w:r w:rsidRPr="00CD26FC">
              <w:rPr>
                <w:rFonts w:cstheme="minorHAnsi"/>
                <w:bCs/>
              </w:rPr>
              <w:t>Pakiet oprogramowania biurowego</w:t>
            </w:r>
          </w:p>
        </w:tc>
        <w:tc>
          <w:tcPr>
            <w:tcW w:w="3405" w:type="pct"/>
          </w:tcPr>
          <w:p w14:paraId="4564F174" w14:textId="77777777" w:rsidR="005A0E3B" w:rsidRPr="00CD26FC" w:rsidRDefault="005A0E3B" w:rsidP="00AF4376">
            <w:pPr>
              <w:spacing w:line="360" w:lineRule="auto"/>
              <w:rPr>
                <w:rFonts w:eastAsia="Lucida Sans Unicode" w:cstheme="minorHAnsi"/>
                <w:i/>
              </w:rPr>
            </w:pPr>
            <w:r w:rsidRPr="00CD26FC">
              <w:rPr>
                <w:rFonts w:eastAsia="Lucida Sans Unicode" w:cstheme="minorHAnsi"/>
                <w:i/>
              </w:rPr>
              <w:t>/podać pełną nazwę oferowanego pakietu biurowego oraz jego wersji jednoznacznie identyfikujące oferowany produkt</w:t>
            </w:r>
            <w:r>
              <w:rPr>
                <w:rFonts w:eastAsia="Lucida Sans Unicode" w:cstheme="minorHAnsi"/>
                <w:i/>
              </w:rPr>
              <w:t xml:space="preserve">, w przypadku oferowania </w:t>
            </w:r>
            <w:r w:rsidRPr="005A42C9">
              <w:rPr>
                <w:rFonts w:eastAsia="Lucida Sans Unicode" w:cstheme="minorHAnsi"/>
                <w:i/>
              </w:rPr>
              <w:t>rozwiązania równoważne</w:t>
            </w:r>
            <w:r>
              <w:rPr>
                <w:rFonts w:eastAsia="Lucida Sans Unicode" w:cstheme="minorHAnsi"/>
                <w:i/>
              </w:rPr>
              <w:t>go wykonawca</w:t>
            </w:r>
            <w:r w:rsidRPr="005A42C9">
              <w:rPr>
                <w:rFonts w:eastAsia="Lucida Sans Unicode" w:cstheme="minorHAnsi"/>
                <w:i/>
              </w:rPr>
              <w:t xml:space="preserve"> jest obowiązany wykazać pisemnie, że oferowane przez niego rozwiązania spełniają wymagania określone przez Zamawiającego. Powyższy dokument własny Wykonawcy musi obowiązkowo zostać złożony razem z ofertą</w:t>
            </w:r>
            <w:r w:rsidRPr="00CD26FC">
              <w:rPr>
                <w:rFonts w:eastAsia="Lucida Sans Unicode" w:cstheme="minorHAnsi"/>
                <w:i/>
              </w:rPr>
              <w:t>/</w:t>
            </w:r>
          </w:p>
        </w:tc>
      </w:tr>
    </w:tbl>
    <w:p w14:paraId="3858A210" w14:textId="77777777" w:rsidR="005A0E3B" w:rsidRDefault="005A0E3B" w:rsidP="005A0E3B">
      <w:pPr>
        <w:pStyle w:val="Akapitzlist"/>
        <w:spacing w:line="360" w:lineRule="auto"/>
        <w:ind w:left="360"/>
        <w:rPr>
          <w:rFonts w:cstheme="minorHAnsi"/>
          <w:sz w:val="24"/>
          <w:szCs w:val="24"/>
        </w:rPr>
        <w:sectPr w:rsidR="005A0E3B" w:rsidSect="00911C89">
          <w:pgSz w:w="16838" w:h="11906" w:orient="landscape"/>
          <w:pgMar w:top="1417" w:right="1417" w:bottom="1417" w:left="1417" w:header="624" w:footer="624" w:gutter="0"/>
          <w:cols w:space="708"/>
          <w:docGrid w:linePitch="360"/>
        </w:sectPr>
      </w:pPr>
    </w:p>
    <w:p w14:paraId="498BCF22" w14:textId="77777777" w:rsidR="008071C3" w:rsidRDefault="008071C3" w:rsidP="008071C3">
      <w:pPr>
        <w:pStyle w:val="Akapitzlist"/>
        <w:spacing w:line="360" w:lineRule="auto"/>
        <w:ind w:left="360"/>
        <w:rPr>
          <w:rFonts w:cstheme="minorHAnsi"/>
          <w:sz w:val="24"/>
          <w:szCs w:val="24"/>
        </w:rPr>
      </w:pPr>
    </w:p>
    <w:p w14:paraId="0FC55C82" w14:textId="3958DD1D" w:rsidR="001379F9" w:rsidRPr="001379F9" w:rsidRDefault="004611CF" w:rsidP="00F9328F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1379F9">
        <w:rPr>
          <w:rFonts w:cstheme="minorHAnsi"/>
          <w:sz w:val="24"/>
          <w:szCs w:val="24"/>
        </w:rPr>
        <w:t xml:space="preserve">Oświadczam, że wszystkie podane w Formularzu Oferty oraz Szczegółowym Formularzu Oferty wartości dotyczące </w:t>
      </w:r>
      <w:r w:rsidR="008071C3">
        <w:rPr>
          <w:rFonts w:cstheme="minorHAnsi"/>
          <w:sz w:val="24"/>
          <w:szCs w:val="24"/>
        </w:rPr>
        <w:t>oferowanego asortymentu</w:t>
      </w:r>
      <w:r w:rsidRPr="001379F9">
        <w:rPr>
          <w:rFonts w:cstheme="minorHAnsi"/>
          <w:sz w:val="24"/>
          <w:szCs w:val="24"/>
        </w:rPr>
        <w:t xml:space="preserve"> mają odzwierciedlenie w stanie faktycznym oraz jego dokumentacji (</w:t>
      </w:r>
      <w:r w:rsidR="008071C3">
        <w:rPr>
          <w:rFonts w:cstheme="minorHAnsi"/>
          <w:sz w:val="24"/>
          <w:szCs w:val="24"/>
        </w:rPr>
        <w:t>katalogach</w:t>
      </w:r>
      <w:r w:rsidRPr="001379F9">
        <w:rPr>
          <w:rFonts w:cstheme="minorHAnsi"/>
          <w:sz w:val="24"/>
          <w:szCs w:val="24"/>
        </w:rPr>
        <w:t xml:space="preserve"> techniczn</w:t>
      </w:r>
      <w:r w:rsidR="008071C3">
        <w:rPr>
          <w:rFonts w:cstheme="minorHAnsi"/>
          <w:sz w:val="24"/>
          <w:szCs w:val="24"/>
        </w:rPr>
        <w:t>ych</w:t>
      </w:r>
      <w:r w:rsidRPr="001379F9">
        <w:rPr>
          <w:rFonts w:cstheme="minorHAnsi"/>
          <w:sz w:val="24"/>
          <w:szCs w:val="24"/>
        </w:rPr>
        <w:t xml:space="preserve"> producenta)</w:t>
      </w:r>
      <w:r w:rsidR="009C7682">
        <w:rPr>
          <w:rFonts w:cstheme="minorHAnsi"/>
          <w:sz w:val="24"/>
          <w:szCs w:val="24"/>
        </w:rPr>
        <w:t>,</w:t>
      </w:r>
      <w:r w:rsidRPr="001379F9">
        <w:rPr>
          <w:rFonts w:cstheme="minorHAnsi"/>
          <w:sz w:val="24"/>
          <w:szCs w:val="24"/>
        </w:rPr>
        <w:t xml:space="preserve"> a oferowany </w:t>
      </w:r>
      <w:r w:rsidR="001379F9" w:rsidRPr="001379F9">
        <w:rPr>
          <w:rFonts w:cstheme="minorHAnsi"/>
          <w:sz w:val="24"/>
          <w:szCs w:val="24"/>
        </w:rPr>
        <w:t>przedmiot zamówienia spełnia wszystkie wymagania Zamawiającego.</w:t>
      </w:r>
    </w:p>
    <w:p w14:paraId="0CF93976" w14:textId="61737E01" w:rsidR="004611CF" w:rsidRPr="001379F9" w:rsidRDefault="00D37A75" w:rsidP="00F9328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379F9">
        <w:rPr>
          <w:rFonts w:cstheme="minorHAnsi"/>
          <w:sz w:val="24"/>
          <w:szCs w:val="24"/>
        </w:rPr>
        <w:t xml:space="preserve">Oświadczam, że </w:t>
      </w:r>
      <w:r w:rsidR="004611CF" w:rsidRPr="001379F9">
        <w:rPr>
          <w:rFonts w:cstheme="minorHAnsi"/>
          <w:sz w:val="24"/>
          <w:szCs w:val="24"/>
        </w:rPr>
        <w:t xml:space="preserve">przedstawiona w Formularzu oferty cena brutto </w:t>
      </w:r>
      <w:r w:rsidRPr="001379F9">
        <w:rPr>
          <w:rFonts w:cstheme="minorHAnsi"/>
          <w:sz w:val="24"/>
          <w:szCs w:val="24"/>
        </w:rPr>
        <w:t>zawiera wszystkie koszty, jakie ponosi Zamawiający w związku z realizacją zamówienia w przypadku wyboru niniejszej oferty.</w:t>
      </w:r>
    </w:p>
    <w:p w14:paraId="7BA19D1F" w14:textId="77777777" w:rsidR="001379F9" w:rsidRDefault="004A4C34" w:rsidP="00F9328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4611CF">
        <w:rPr>
          <w:rFonts w:cstheme="minorHAnsi"/>
          <w:sz w:val="24"/>
          <w:szCs w:val="24"/>
        </w:rPr>
        <w:t xml:space="preserve">Oświadczam, że zapoznałem się </w:t>
      </w:r>
      <w:r w:rsidR="001379F9">
        <w:rPr>
          <w:rFonts w:cstheme="minorHAnsi"/>
          <w:sz w:val="24"/>
          <w:szCs w:val="24"/>
        </w:rPr>
        <w:t>z SWZ i jej załącznikami (w szczególności z projektem</w:t>
      </w:r>
      <w:r w:rsidRPr="004611CF">
        <w:rPr>
          <w:rFonts w:cstheme="minorHAnsi"/>
          <w:sz w:val="24"/>
          <w:szCs w:val="24"/>
        </w:rPr>
        <w:t xml:space="preserve"> umowy</w:t>
      </w:r>
      <w:r w:rsidR="001379F9">
        <w:rPr>
          <w:rFonts w:cstheme="minorHAnsi"/>
          <w:sz w:val="24"/>
          <w:szCs w:val="24"/>
        </w:rPr>
        <w:t>)</w:t>
      </w:r>
      <w:r w:rsidRPr="004611CF">
        <w:rPr>
          <w:rFonts w:cstheme="minorHAnsi"/>
          <w:sz w:val="24"/>
          <w:szCs w:val="24"/>
        </w:rPr>
        <w:t xml:space="preserve"> i akceptuję </w:t>
      </w:r>
      <w:r w:rsidR="001379F9">
        <w:rPr>
          <w:rFonts w:cstheme="minorHAnsi"/>
          <w:sz w:val="24"/>
          <w:szCs w:val="24"/>
        </w:rPr>
        <w:t>je</w:t>
      </w:r>
      <w:r w:rsidRPr="004611CF">
        <w:rPr>
          <w:rFonts w:cstheme="minorHAnsi"/>
          <w:sz w:val="24"/>
          <w:szCs w:val="24"/>
        </w:rPr>
        <w:t xml:space="preserve"> bez zastrzeżeń oraz zobowiązuję się w przypadku wyboru niniejszej oferty do zawarcia umowy na określonych w nim przez Zamawiającego warunkach, w miejscu i terminie przez niego wyznaczonym. </w:t>
      </w:r>
    </w:p>
    <w:p w14:paraId="343D4EB6" w14:textId="77777777" w:rsidR="009C7682" w:rsidRDefault="004A4C34" w:rsidP="00F9328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379F9">
        <w:rPr>
          <w:rFonts w:cstheme="minorHAnsi"/>
          <w:sz w:val="24"/>
          <w:szCs w:val="24"/>
        </w:rPr>
        <w:t xml:space="preserve">Oświadczam, że wszelkie zmiany i dodatkowe ustalenia wynikłe w trakcie procedury przetargowej, stanowiące integralną część SWZ, wyszczególnione we wszystkich przesłanych i umieszczonych na stronie internetowej </w:t>
      </w:r>
      <w:r w:rsidR="001379F9">
        <w:rPr>
          <w:rFonts w:cstheme="minorHAnsi"/>
          <w:sz w:val="24"/>
          <w:szCs w:val="24"/>
        </w:rPr>
        <w:t>postępowania informacjach</w:t>
      </w:r>
      <w:r w:rsidRPr="001379F9">
        <w:rPr>
          <w:rFonts w:cstheme="minorHAnsi"/>
          <w:sz w:val="24"/>
          <w:szCs w:val="24"/>
        </w:rPr>
        <w:t xml:space="preserve"> Zamawiającego zostały uwzględnione.</w:t>
      </w:r>
    </w:p>
    <w:p w14:paraId="09FA0B3B" w14:textId="2F01665F" w:rsidR="004A4C34" w:rsidRPr="009C7682" w:rsidRDefault="004A4C34" w:rsidP="00F9328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9C7682">
        <w:rPr>
          <w:rFonts w:cstheme="minorHAnsi"/>
          <w:b/>
          <w:sz w:val="24"/>
          <w:szCs w:val="24"/>
        </w:rPr>
        <w:t>Oświadczam, że jestem: mikro/ małym/ średnim *</w:t>
      </w:r>
      <w:r w:rsidR="00494F91" w:rsidRPr="009C7682">
        <w:rPr>
          <w:rFonts w:cstheme="minorHAnsi"/>
          <w:b/>
          <w:sz w:val="24"/>
          <w:szCs w:val="24"/>
        </w:rPr>
        <w:t>)</w:t>
      </w:r>
      <w:r w:rsidRPr="009C7682">
        <w:rPr>
          <w:rFonts w:cstheme="minorHAnsi"/>
          <w:b/>
          <w:sz w:val="24"/>
          <w:szCs w:val="24"/>
        </w:rPr>
        <w:t>, przedsiębiorstwem</w:t>
      </w:r>
      <w:r w:rsidRPr="009C7682">
        <w:rPr>
          <w:rFonts w:cstheme="minorHAnsi"/>
          <w:sz w:val="24"/>
          <w:szCs w:val="24"/>
        </w:rPr>
        <w:t>.</w:t>
      </w:r>
    </w:p>
    <w:p w14:paraId="588D8005" w14:textId="77777777" w:rsidR="008E5D9B" w:rsidRPr="001A24FF" w:rsidRDefault="008E5D9B" w:rsidP="00F9328F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cstheme="minorHAnsi"/>
          <w:sz w:val="24"/>
          <w:szCs w:val="24"/>
        </w:rPr>
      </w:pPr>
      <w:r w:rsidRPr="001A24FF">
        <w:rPr>
          <w:rFonts w:cstheme="minorHAnsi"/>
          <w:sz w:val="24"/>
          <w:szCs w:val="24"/>
        </w:rPr>
        <w:t>Mikroprzedsiębiorstwo: przedsiębiorstwo, które zatrudnia mniej niż 10 osób i którego roczny obrót lub roczna suma bilansowa nie przekracza 2 milionów EUR.</w:t>
      </w:r>
    </w:p>
    <w:p w14:paraId="47751263" w14:textId="77777777" w:rsidR="004A4C34" w:rsidRPr="001A24FF" w:rsidRDefault="004A4C34" w:rsidP="00F9328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cstheme="minorHAnsi"/>
          <w:sz w:val="24"/>
          <w:szCs w:val="24"/>
        </w:rPr>
      </w:pPr>
      <w:r w:rsidRPr="001A24FF">
        <w:rPr>
          <w:rFonts w:cstheme="minorHAnsi"/>
          <w:sz w:val="24"/>
          <w:szCs w:val="24"/>
        </w:rPr>
        <w:t>Małe przedsiębiorstwo: przedsiębiorstwo, które zatrudnia mniej niż 50 osób i którego roczny obrót lub roczna suma bilansowa nie przekracza 10 milionów EUR</w:t>
      </w:r>
    </w:p>
    <w:p w14:paraId="714F403F" w14:textId="77777777" w:rsidR="004A4C34" w:rsidRPr="001A24FF" w:rsidRDefault="004A4C34" w:rsidP="00F9328F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cstheme="minorHAnsi"/>
          <w:sz w:val="24"/>
          <w:szCs w:val="24"/>
        </w:rPr>
      </w:pPr>
      <w:r w:rsidRPr="001A24FF">
        <w:rPr>
          <w:rFonts w:cstheme="minorHAnsi"/>
          <w:sz w:val="24"/>
          <w:szCs w:val="24"/>
        </w:rPr>
        <w:t>Średnie przedsiębiorstwa: - przedsiębiorstwa, które nie są mikroprzedsiębiorstwami ani małymi przedsiębiorstwami i które zatrudniają mniej niż 250 osób i których roczny obrót nie przekracza 50 milionów EUR lub roczna suma bilansowa nie przekracza 43 milionów EUR.)</w:t>
      </w:r>
    </w:p>
    <w:p w14:paraId="572DA69A" w14:textId="4B00B7B8" w:rsidR="00F7666A" w:rsidRDefault="00F7666A" w:rsidP="00F9328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0" w:line="360" w:lineRule="auto"/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1A24FF"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535E18">
        <w:rPr>
          <w:rFonts w:cstheme="minorHAnsi"/>
          <w:sz w:val="24"/>
          <w:szCs w:val="24"/>
        </w:rPr>
        <w:t>.</w:t>
      </w:r>
    </w:p>
    <w:p w14:paraId="0BFCECE9" w14:textId="77777777" w:rsidR="00F9328F" w:rsidRDefault="00F9328F" w:rsidP="00F9328F">
      <w:pPr>
        <w:spacing w:line="360" w:lineRule="auto"/>
        <w:ind w:left="396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Data:……………………………………….</w:t>
      </w:r>
    </w:p>
    <w:p w14:paraId="4AFA71D8" w14:textId="7BF9EE5D" w:rsidR="009C7682" w:rsidRPr="009C7682" w:rsidRDefault="00F9328F" w:rsidP="00F265D9">
      <w:pPr>
        <w:spacing w:line="360" w:lineRule="auto"/>
        <w:ind w:left="2977"/>
        <w:jc w:val="both"/>
        <w:rPr>
          <w:rFonts w:cstheme="minorHAnsi"/>
          <w:sz w:val="24"/>
          <w:szCs w:val="24"/>
        </w:rPr>
      </w:pPr>
      <w:r w:rsidRPr="001122B9">
        <w:rPr>
          <w:rFonts w:cstheme="minorHAnsi"/>
          <w:i/>
          <w:sz w:val="20"/>
          <w:szCs w:val="20"/>
        </w:rPr>
        <w:t xml:space="preserve">Data; kwalifikowany podpis elektroniczny lub podpis zaufany lub podpis osobisty </w:t>
      </w:r>
    </w:p>
    <w:sectPr w:rsidR="009C7682" w:rsidRPr="009C7682" w:rsidSect="005A0E3B">
      <w:pgSz w:w="11906" w:h="16838"/>
      <w:pgMar w:top="1417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E8B388" w14:textId="77777777" w:rsidR="00AF4376" w:rsidRDefault="00AF4376" w:rsidP="0029341F">
      <w:pPr>
        <w:spacing w:after="0" w:line="240" w:lineRule="auto"/>
      </w:pPr>
      <w:r>
        <w:separator/>
      </w:r>
    </w:p>
  </w:endnote>
  <w:endnote w:type="continuationSeparator" w:id="0">
    <w:p w14:paraId="58F43A7D" w14:textId="77777777" w:rsidR="00AF4376" w:rsidRDefault="00AF4376" w:rsidP="00293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#20New#20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677172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B3AC0B" w14:textId="77777777" w:rsidR="00AF4376" w:rsidRDefault="00AF4376" w:rsidP="00CA50E7">
            <w:pPr>
              <w:pStyle w:val="Nagwek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Szczegółowy formularz oferty  WAD.272.5.2024 –  część nr 1 – </w:t>
            </w:r>
            <w:r w:rsidRPr="00CA50E7">
              <w:rPr>
                <w:rFonts w:cstheme="minorHAnsi"/>
              </w:rPr>
              <w:t xml:space="preserve">dostawa 31 szt. stacjonarnych komputerów typu All-in-one z systemem operacyjnym i pakietem oprogramowania biurowego, doposażonych w dodatkowe elementy/urządzenia peryferyjne </w:t>
            </w:r>
          </w:p>
          <w:p w14:paraId="74F5A5CF" w14:textId="62DBE6C7" w:rsidR="00AF4376" w:rsidRDefault="00AF4376" w:rsidP="00CA50E7">
            <w:pPr>
              <w:pStyle w:val="Nagwek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72D8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72D8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B27BD3" w14:textId="77777777" w:rsidR="00AF4376" w:rsidRDefault="00AF4376" w:rsidP="0029341F">
      <w:pPr>
        <w:spacing w:after="0" w:line="240" w:lineRule="auto"/>
      </w:pPr>
      <w:r>
        <w:separator/>
      </w:r>
    </w:p>
  </w:footnote>
  <w:footnote w:type="continuationSeparator" w:id="0">
    <w:p w14:paraId="32F18876" w14:textId="77777777" w:rsidR="00AF4376" w:rsidRDefault="00AF4376" w:rsidP="002934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66374"/>
    <w:multiLevelType w:val="hybridMultilevel"/>
    <w:tmpl w:val="60144A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84620"/>
    <w:multiLevelType w:val="hybridMultilevel"/>
    <w:tmpl w:val="E2D0EFF2"/>
    <w:lvl w:ilvl="0" w:tplc="D07E167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3B5111"/>
    <w:multiLevelType w:val="hybridMultilevel"/>
    <w:tmpl w:val="5A026886"/>
    <w:lvl w:ilvl="0" w:tplc="6D6AF7A4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955CF"/>
    <w:multiLevelType w:val="hybridMultilevel"/>
    <w:tmpl w:val="A9B41008"/>
    <w:lvl w:ilvl="0" w:tplc="51D48614">
      <w:start w:val="1"/>
      <w:numFmt w:val="lowerLetter"/>
      <w:lvlText w:val="%1."/>
      <w:lvlJc w:val="left"/>
      <w:pPr>
        <w:ind w:left="720" w:hanging="360"/>
      </w:pPr>
      <w:rPr>
        <w:rFonts w:ascii="Times#20New#20Roman,Bold" w:eastAsiaTheme="minorHAnsi" w:hAnsi="Times#20New#20Roman,Bold" w:cs="Times#20New#20Roman,Bold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629CF"/>
    <w:multiLevelType w:val="hybridMultilevel"/>
    <w:tmpl w:val="3A1805E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C255265"/>
    <w:multiLevelType w:val="multilevel"/>
    <w:tmpl w:val="00C6FC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" w15:restartNumberingAfterBreak="0">
    <w:nsid w:val="40C57830"/>
    <w:multiLevelType w:val="hybridMultilevel"/>
    <w:tmpl w:val="9F9E22B2"/>
    <w:lvl w:ilvl="0" w:tplc="9992F918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="TimesNewRomanPSM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DB1113"/>
    <w:multiLevelType w:val="hybridMultilevel"/>
    <w:tmpl w:val="E17E405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B9606C7"/>
    <w:multiLevelType w:val="hybridMultilevel"/>
    <w:tmpl w:val="A9B41008"/>
    <w:lvl w:ilvl="0" w:tplc="51D48614">
      <w:start w:val="1"/>
      <w:numFmt w:val="lowerLetter"/>
      <w:lvlText w:val="%1."/>
      <w:lvlJc w:val="left"/>
      <w:pPr>
        <w:ind w:left="720" w:hanging="360"/>
      </w:pPr>
      <w:rPr>
        <w:rFonts w:ascii="Times#20New#20Roman,Bold" w:eastAsiaTheme="minorHAnsi" w:hAnsi="Times#20New#20Roman,Bold" w:cs="Times#20New#20Roman,Bold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A154D"/>
    <w:multiLevelType w:val="hybridMultilevel"/>
    <w:tmpl w:val="3176C524"/>
    <w:lvl w:ilvl="0" w:tplc="9E9AE576">
      <w:start w:val="1"/>
      <w:numFmt w:val="bullet"/>
      <w:lvlText w:val=""/>
      <w:lvlJc w:val="left"/>
      <w:pPr>
        <w:ind w:left="1854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39A6A1D"/>
    <w:multiLevelType w:val="hybridMultilevel"/>
    <w:tmpl w:val="A9B41008"/>
    <w:lvl w:ilvl="0" w:tplc="51D48614">
      <w:start w:val="1"/>
      <w:numFmt w:val="lowerLetter"/>
      <w:lvlText w:val="%1."/>
      <w:lvlJc w:val="left"/>
      <w:pPr>
        <w:ind w:left="720" w:hanging="360"/>
      </w:pPr>
      <w:rPr>
        <w:rFonts w:ascii="Times#20New#20Roman,Bold" w:eastAsiaTheme="minorHAnsi" w:hAnsi="Times#20New#20Roman,Bold" w:cs="Times#20New#20Roman,Bold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7639F"/>
    <w:multiLevelType w:val="hybridMultilevel"/>
    <w:tmpl w:val="4B36C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33EC5"/>
    <w:multiLevelType w:val="hybridMultilevel"/>
    <w:tmpl w:val="8FC055B2"/>
    <w:lvl w:ilvl="0" w:tplc="DFD46BA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</w:rPr>
    </w:lvl>
    <w:lvl w:ilvl="1" w:tplc="1A768006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842686"/>
    <w:multiLevelType w:val="hybridMultilevel"/>
    <w:tmpl w:val="A9B41008"/>
    <w:lvl w:ilvl="0" w:tplc="51D48614">
      <w:start w:val="1"/>
      <w:numFmt w:val="lowerLetter"/>
      <w:lvlText w:val="%1."/>
      <w:lvlJc w:val="left"/>
      <w:pPr>
        <w:ind w:left="720" w:hanging="360"/>
      </w:pPr>
      <w:rPr>
        <w:rFonts w:ascii="Times#20New#20Roman,Bold" w:eastAsiaTheme="minorHAnsi" w:hAnsi="Times#20New#20Roman,Bold" w:cs="Times#20New#20Roman,Bold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B6595"/>
    <w:multiLevelType w:val="hybridMultilevel"/>
    <w:tmpl w:val="A9B41008"/>
    <w:lvl w:ilvl="0" w:tplc="51D48614">
      <w:start w:val="1"/>
      <w:numFmt w:val="lowerLetter"/>
      <w:lvlText w:val="%1."/>
      <w:lvlJc w:val="left"/>
      <w:pPr>
        <w:ind w:left="720" w:hanging="360"/>
      </w:pPr>
      <w:rPr>
        <w:rFonts w:ascii="Times#20New#20Roman,Bold" w:eastAsiaTheme="minorHAnsi" w:hAnsi="Times#20New#20Roman,Bold" w:cs="Times#20New#20Roman,Bold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66615"/>
    <w:multiLevelType w:val="hybridMultilevel"/>
    <w:tmpl w:val="153A9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10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13"/>
  </w:num>
  <w:num w:numId="10">
    <w:abstractNumId w:val="14"/>
  </w:num>
  <w:num w:numId="11">
    <w:abstractNumId w:val="5"/>
  </w:num>
  <w:num w:numId="12">
    <w:abstractNumId w:val="7"/>
  </w:num>
  <w:num w:numId="13">
    <w:abstractNumId w:val="4"/>
  </w:num>
  <w:num w:numId="14">
    <w:abstractNumId w:val="0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AA5"/>
    <w:rsid w:val="000013DE"/>
    <w:rsid w:val="0002165E"/>
    <w:rsid w:val="00045F8D"/>
    <w:rsid w:val="00060A67"/>
    <w:rsid w:val="00087EF9"/>
    <w:rsid w:val="00091DAE"/>
    <w:rsid w:val="000B1D05"/>
    <w:rsid w:val="00121BD0"/>
    <w:rsid w:val="001379F9"/>
    <w:rsid w:val="00145362"/>
    <w:rsid w:val="001A24FF"/>
    <w:rsid w:val="001B0D39"/>
    <w:rsid w:val="001C68F5"/>
    <w:rsid w:val="001D3C9C"/>
    <w:rsid w:val="001E005E"/>
    <w:rsid w:val="001E440A"/>
    <w:rsid w:val="001E531E"/>
    <w:rsid w:val="001F5ABE"/>
    <w:rsid w:val="001F62CB"/>
    <w:rsid w:val="00241B09"/>
    <w:rsid w:val="00254DAD"/>
    <w:rsid w:val="00257327"/>
    <w:rsid w:val="0029341F"/>
    <w:rsid w:val="002B3E14"/>
    <w:rsid w:val="002C41F6"/>
    <w:rsid w:val="002D3C31"/>
    <w:rsid w:val="002D472B"/>
    <w:rsid w:val="00314061"/>
    <w:rsid w:val="00340DF9"/>
    <w:rsid w:val="003511EC"/>
    <w:rsid w:val="003577FE"/>
    <w:rsid w:val="0037567E"/>
    <w:rsid w:val="00386BB9"/>
    <w:rsid w:val="003879A3"/>
    <w:rsid w:val="003B3CC0"/>
    <w:rsid w:val="003D448B"/>
    <w:rsid w:val="003E4003"/>
    <w:rsid w:val="003E6188"/>
    <w:rsid w:val="003E6DFA"/>
    <w:rsid w:val="0040177C"/>
    <w:rsid w:val="004102B7"/>
    <w:rsid w:val="00417CB9"/>
    <w:rsid w:val="00422D29"/>
    <w:rsid w:val="0044226C"/>
    <w:rsid w:val="00451DFD"/>
    <w:rsid w:val="00455000"/>
    <w:rsid w:val="00457F1F"/>
    <w:rsid w:val="00460675"/>
    <w:rsid w:val="004611CF"/>
    <w:rsid w:val="004777EC"/>
    <w:rsid w:val="00492692"/>
    <w:rsid w:val="00494F91"/>
    <w:rsid w:val="004A4C34"/>
    <w:rsid w:val="004E5649"/>
    <w:rsid w:val="004F2763"/>
    <w:rsid w:val="005028F0"/>
    <w:rsid w:val="00504C60"/>
    <w:rsid w:val="00524AE9"/>
    <w:rsid w:val="005276D2"/>
    <w:rsid w:val="00535E18"/>
    <w:rsid w:val="00551DA2"/>
    <w:rsid w:val="00553585"/>
    <w:rsid w:val="005768EA"/>
    <w:rsid w:val="00577264"/>
    <w:rsid w:val="005839AA"/>
    <w:rsid w:val="00597705"/>
    <w:rsid w:val="005A0E3B"/>
    <w:rsid w:val="005F3357"/>
    <w:rsid w:val="00600C7A"/>
    <w:rsid w:val="00631FAF"/>
    <w:rsid w:val="00653F0E"/>
    <w:rsid w:val="00684BE2"/>
    <w:rsid w:val="006B283D"/>
    <w:rsid w:val="006D1102"/>
    <w:rsid w:val="006F03A9"/>
    <w:rsid w:val="007231D1"/>
    <w:rsid w:val="00727CFA"/>
    <w:rsid w:val="007377E8"/>
    <w:rsid w:val="00742A73"/>
    <w:rsid w:val="007A58E8"/>
    <w:rsid w:val="007B0D04"/>
    <w:rsid w:val="007B14FF"/>
    <w:rsid w:val="007F5321"/>
    <w:rsid w:val="00805A8C"/>
    <w:rsid w:val="008071C3"/>
    <w:rsid w:val="0082265F"/>
    <w:rsid w:val="0085534F"/>
    <w:rsid w:val="00857559"/>
    <w:rsid w:val="00893039"/>
    <w:rsid w:val="008A486C"/>
    <w:rsid w:val="008B0DA2"/>
    <w:rsid w:val="008B10FE"/>
    <w:rsid w:val="008B3F78"/>
    <w:rsid w:val="008D5F83"/>
    <w:rsid w:val="008E5D9B"/>
    <w:rsid w:val="008F0252"/>
    <w:rsid w:val="008F06DC"/>
    <w:rsid w:val="00911C89"/>
    <w:rsid w:val="00917E04"/>
    <w:rsid w:val="009238DF"/>
    <w:rsid w:val="009307D4"/>
    <w:rsid w:val="00931127"/>
    <w:rsid w:val="00936970"/>
    <w:rsid w:val="009A3702"/>
    <w:rsid w:val="009A7734"/>
    <w:rsid w:val="009B0EF6"/>
    <w:rsid w:val="009C7682"/>
    <w:rsid w:val="009D5ACC"/>
    <w:rsid w:val="009E1018"/>
    <w:rsid w:val="00A107CC"/>
    <w:rsid w:val="00A22C1E"/>
    <w:rsid w:val="00A5410F"/>
    <w:rsid w:val="00A57AA5"/>
    <w:rsid w:val="00A919F4"/>
    <w:rsid w:val="00A96126"/>
    <w:rsid w:val="00A96E1A"/>
    <w:rsid w:val="00AA3F4F"/>
    <w:rsid w:val="00AD01F0"/>
    <w:rsid w:val="00AF1308"/>
    <w:rsid w:val="00AF181A"/>
    <w:rsid w:val="00AF4376"/>
    <w:rsid w:val="00AF68B8"/>
    <w:rsid w:val="00AF6E1E"/>
    <w:rsid w:val="00B154CF"/>
    <w:rsid w:val="00B201E9"/>
    <w:rsid w:val="00B279CB"/>
    <w:rsid w:val="00B413B6"/>
    <w:rsid w:val="00B60EBA"/>
    <w:rsid w:val="00B61852"/>
    <w:rsid w:val="00B63761"/>
    <w:rsid w:val="00B73E81"/>
    <w:rsid w:val="00B810F4"/>
    <w:rsid w:val="00B85050"/>
    <w:rsid w:val="00BA6A18"/>
    <w:rsid w:val="00BC5E7E"/>
    <w:rsid w:val="00BC5F82"/>
    <w:rsid w:val="00BD529C"/>
    <w:rsid w:val="00BD5D34"/>
    <w:rsid w:val="00BE2DAA"/>
    <w:rsid w:val="00BF12FF"/>
    <w:rsid w:val="00BF1B7D"/>
    <w:rsid w:val="00C03571"/>
    <w:rsid w:val="00C06D2D"/>
    <w:rsid w:val="00C50A1E"/>
    <w:rsid w:val="00C72875"/>
    <w:rsid w:val="00C756F9"/>
    <w:rsid w:val="00C772D8"/>
    <w:rsid w:val="00C90026"/>
    <w:rsid w:val="00C934F2"/>
    <w:rsid w:val="00C97CD7"/>
    <w:rsid w:val="00CA40BD"/>
    <w:rsid w:val="00CA50E7"/>
    <w:rsid w:val="00CA6703"/>
    <w:rsid w:val="00CB0A1E"/>
    <w:rsid w:val="00CC07C5"/>
    <w:rsid w:val="00CD33B8"/>
    <w:rsid w:val="00CF4872"/>
    <w:rsid w:val="00D11E7A"/>
    <w:rsid w:val="00D14CFB"/>
    <w:rsid w:val="00D37A75"/>
    <w:rsid w:val="00D41E4C"/>
    <w:rsid w:val="00D43AA4"/>
    <w:rsid w:val="00D70F60"/>
    <w:rsid w:val="00D727C2"/>
    <w:rsid w:val="00D81830"/>
    <w:rsid w:val="00D8759F"/>
    <w:rsid w:val="00DA269F"/>
    <w:rsid w:val="00DD06B1"/>
    <w:rsid w:val="00E274F8"/>
    <w:rsid w:val="00E72545"/>
    <w:rsid w:val="00E7496B"/>
    <w:rsid w:val="00E842D5"/>
    <w:rsid w:val="00E856B4"/>
    <w:rsid w:val="00E93AEA"/>
    <w:rsid w:val="00E9450C"/>
    <w:rsid w:val="00EC62A4"/>
    <w:rsid w:val="00EE2AA2"/>
    <w:rsid w:val="00F125F6"/>
    <w:rsid w:val="00F265D9"/>
    <w:rsid w:val="00F507E7"/>
    <w:rsid w:val="00F7666A"/>
    <w:rsid w:val="00F76EB6"/>
    <w:rsid w:val="00F777E4"/>
    <w:rsid w:val="00F828A9"/>
    <w:rsid w:val="00F83071"/>
    <w:rsid w:val="00F9328F"/>
    <w:rsid w:val="00FB58A5"/>
    <w:rsid w:val="00FC1D6B"/>
    <w:rsid w:val="00FD26CC"/>
    <w:rsid w:val="00FD37E9"/>
    <w:rsid w:val="00FE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D450D91"/>
  <w15:chartTrackingRefBased/>
  <w15:docId w15:val="{AD07D25A-178F-44C3-9B4E-6E782D046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57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57A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93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41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3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41F"/>
  </w:style>
  <w:style w:type="paragraph" w:styleId="Stopka">
    <w:name w:val="footer"/>
    <w:basedOn w:val="Normalny"/>
    <w:link w:val="StopkaZnak"/>
    <w:uiPriority w:val="99"/>
    <w:unhideWhenUsed/>
    <w:rsid w:val="00293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41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53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53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5362"/>
    <w:rPr>
      <w:vertAlign w:val="superscript"/>
    </w:rPr>
  </w:style>
  <w:style w:type="character" w:styleId="Hipercze">
    <w:name w:val="Hyperlink"/>
    <w:uiPriority w:val="99"/>
    <w:unhideWhenUsed/>
    <w:rsid w:val="00600C7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ED4C3-3F09-47EF-A936-ACB9718B7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52370A61.dotm</Template>
  <TotalTime>535</TotalTime>
  <Pages>9</Pages>
  <Words>1516</Words>
  <Characters>9097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4.1 - Szczegółowy Formularz Oferty - WAD.272.5.2024 - cz. 1</vt:lpstr>
    </vt:vector>
  </TitlesOfParts>
  <Company/>
  <LinksUpToDate>false</LinksUpToDate>
  <CharactersWithSpaces>10592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4.1 - Szczegółowy Formularz Oferty - WAD.272.5.2024 - cz. 1</dc:title>
  <dc:subject/>
  <dc:creator>Mariusz Łuczyk</dc:creator>
  <cp:keywords/>
  <dc:description/>
  <cp:lastModifiedBy>Mariusz Łuczyk</cp:lastModifiedBy>
  <cp:revision>56</cp:revision>
  <cp:lastPrinted>2024-11-07T11:17:00Z</cp:lastPrinted>
  <dcterms:created xsi:type="dcterms:W3CDTF">2021-10-20T12:12:00Z</dcterms:created>
  <dcterms:modified xsi:type="dcterms:W3CDTF">2024-11-07T11:21:00Z</dcterms:modified>
</cp:coreProperties>
</file>