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841105" w:rsidRDefault="009102CB" w:rsidP="001F1344">
      <w:pPr>
        <w:spacing w:line="276" w:lineRule="auto"/>
        <w:jc w:val="center"/>
        <w:rPr>
          <w:rFonts w:asciiTheme="majorHAnsi" w:hAnsiTheme="majorHAnsi"/>
          <w:b/>
          <w:bCs/>
        </w:rPr>
      </w:pPr>
      <w:r w:rsidRPr="00841105">
        <w:rPr>
          <w:rFonts w:asciiTheme="majorHAnsi" w:hAnsiTheme="majorHAnsi"/>
          <w:b/>
          <w:bCs/>
        </w:rPr>
        <w:t>Załącznik Nr 3 do SWZ</w:t>
      </w:r>
    </w:p>
    <w:p w14:paraId="36EA0CCF" w14:textId="77777777" w:rsidR="009102CB" w:rsidRPr="00841105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841105">
        <w:rPr>
          <w:rFonts w:asciiTheme="majorHAnsi" w:hAnsiTheme="majorHAnsi" w:cs="Times New Roman"/>
          <w:color w:val="000000" w:themeColor="text1"/>
          <w:sz w:val="26"/>
          <w:szCs w:val="26"/>
        </w:rPr>
        <w:t>Wzór formularza ofertowego</w:t>
      </w:r>
    </w:p>
    <w:p w14:paraId="1611B458" w14:textId="59F50501" w:rsidR="005265C2" w:rsidRPr="00841105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</w:rPr>
      </w:pPr>
      <w:r w:rsidRPr="00841105">
        <w:rPr>
          <w:rFonts w:asciiTheme="majorHAnsi" w:hAnsiTheme="majorHAnsi"/>
          <w:bCs/>
        </w:rPr>
        <w:t>(Numer referencyjny:</w:t>
      </w:r>
      <w:r w:rsidRPr="00841105">
        <w:rPr>
          <w:rFonts w:asciiTheme="majorHAnsi" w:hAnsiTheme="majorHAnsi"/>
          <w:b/>
        </w:rPr>
        <w:t xml:space="preserve"> </w:t>
      </w:r>
      <w:r w:rsidR="00350E04" w:rsidRPr="00841105">
        <w:rPr>
          <w:rFonts w:asciiTheme="majorHAnsi" w:hAnsiTheme="majorHAnsi"/>
          <w:b/>
        </w:rPr>
        <w:t>IF.271</w:t>
      </w:r>
      <w:r w:rsidR="00A83EB8">
        <w:rPr>
          <w:rFonts w:asciiTheme="majorHAnsi" w:hAnsiTheme="majorHAnsi"/>
          <w:b/>
        </w:rPr>
        <w:t>.12.</w:t>
      </w:r>
      <w:r w:rsidR="00350E04" w:rsidRPr="00841105">
        <w:rPr>
          <w:rFonts w:asciiTheme="majorHAnsi" w:hAnsiTheme="majorHAnsi"/>
          <w:b/>
        </w:rPr>
        <w:t>2024</w:t>
      </w:r>
      <w:r w:rsidRPr="00841105">
        <w:rPr>
          <w:rFonts w:asciiTheme="majorHAnsi" w:hAnsiTheme="majorHAnsi"/>
          <w:bCs/>
        </w:rPr>
        <w:t>)</w:t>
      </w:r>
    </w:p>
    <w:p w14:paraId="55A16F61" w14:textId="77777777" w:rsidR="003A72D3" w:rsidRPr="00841105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Theme="majorHAnsi" w:hAnsiTheme="majorHAnsi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841105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  <w:r w:rsidRPr="00841105">
        <w:rPr>
          <w:rFonts w:asciiTheme="majorHAnsi" w:hAnsiTheme="majorHAnsi"/>
          <w:b/>
          <w:bCs/>
          <w:color w:val="000000" w:themeColor="text1"/>
          <w:sz w:val="28"/>
          <w:szCs w:val="28"/>
        </w:rPr>
        <w:t>DANE DOTYCZĄCE ZAMAWIAJĄCEGO</w:t>
      </w:r>
      <w:r w:rsidR="009075A1" w:rsidRPr="00841105">
        <w:rPr>
          <w:rFonts w:asciiTheme="majorHAnsi" w:hAnsiTheme="majorHAnsi"/>
          <w:b/>
          <w:bCs/>
          <w:color w:val="000000" w:themeColor="text1"/>
          <w:sz w:val="28"/>
          <w:szCs w:val="28"/>
        </w:rPr>
        <w:t>.</w:t>
      </w:r>
    </w:p>
    <w:p w14:paraId="4797BD2D" w14:textId="273622D8" w:rsidR="00A270DC" w:rsidRPr="00841105" w:rsidRDefault="00A270DC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Cs/>
        </w:rPr>
      </w:pPr>
      <w:bookmarkStart w:id="0" w:name="_Hlk75519690"/>
      <w:r w:rsidRPr="00841105">
        <w:rPr>
          <w:rFonts w:asciiTheme="majorHAnsi" w:hAnsiTheme="majorHAnsi" w:cs="Cambria"/>
          <w:b/>
        </w:rPr>
        <w:t>Gmina Puławy</w:t>
      </w:r>
      <w:r w:rsidR="00033E6F" w:rsidRPr="00841105">
        <w:rPr>
          <w:rFonts w:asciiTheme="majorHAnsi" w:hAnsiTheme="majorHAnsi" w:cs="Cambria"/>
          <w:bCs/>
        </w:rPr>
        <w:t>,</w:t>
      </w:r>
    </w:p>
    <w:p w14:paraId="234151BF" w14:textId="2EDCDA19" w:rsidR="00A270DC" w:rsidRPr="00841105" w:rsidRDefault="00350E04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Cs/>
        </w:rPr>
      </w:pPr>
      <w:r w:rsidRPr="00841105">
        <w:rPr>
          <w:rFonts w:asciiTheme="majorHAnsi" w:hAnsiTheme="majorHAnsi" w:cs="Cambria"/>
          <w:bCs/>
        </w:rPr>
        <w:t>ul. Dęblińska 4, 24-</w:t>
      </w:r>
      <w:r w:rsidR="00A270DC" w:rsidRPr="00841105">
        <w:rPr>
          <w:rFonts w:asciiTheme="majorHAnsi" w:hAnsiTheme="majorHAnsi" w:cs="Cambria"/>
          <w:bCs/>
        </w:rPr>
        <w:t>100 Puławy, woj. lubelskie,</w:t>
      </w:r>
    </w:p>
    <w:p w14:paraId="1BE9E388" w14:textId="77777777" w:rsidR="00A270DC" w:rsidRPr="00841105" w:rsidRDefault="00A270DC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Cs/>
        </w:rPr>
      </w:pPr>
      <w:r w:rsidRPr="00841105">
        <w:rPr>
          <w:rFonts w:asciiTheme="majorHAnsi" w:hAnsiTheme="majorHAnsi" w:cs="Cambria"/>
          <w:bCs/>
        </w:rPr>
        <w:t>NIP: 716-28-01-248,</w:t>
      </w:r>
    </w:p>
    <w:p w14:paraId="76CA9565" w14:textId="77777777" w:rsidR="00A270DC" w:rsidRPr="00841105" w:rsidRDefault="00A270DC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Cs/>
        </w:rPr>
      </w:pPr>
      <w:r w:rsidRPr="00841105">
        <w:rPr>
          <w:rFonts w:asciiTheme="majorHAnsi" w:hAnsiTheme="majorHAnsi" w:cs="Cambria"/>
          <w:bCs/>
        </w:rPr>
        <w:t>tel. +48 (81) 887 41 21,</w:t>
      </w:r>
    </w:p>
    <w:p w14:paraId="54D23E59" w14:textId="77777777" w:rsidR="00A270DC" w:rsidRPr="00841105" w:rsidRDefault="00A270DC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Cs/>
        </w:rPr>
      </w:pPr>
      <w:r w:rsidRPr="00841105">
        <w:rPr>
          <w:rFonts w:asciiTheme="majorHAnsi" w:hAnsiTheme="majorHAnsi" w:cs="Cambria"/>
          <w:bCs/>
        </w:rPr>
        <w:t xml:space="preserve">Adres poczty elektronicznej: </w:t>
      </w:r>
      <w:hyperlink r:id="rId8" w:history="1">
        <w:r w:rsidRPr="00841105">
          <w:rPr>
            <w:rStyle w:val="Hipercze"/>
            <w:rFonts w:asciiTheme="majorHAnsi" w:hAnsiTheme="majorHAnsi" w:cs="Cambria"/>
            <w:bCs/>
            <w:color w:val="0070C0"/>
          </w:rPr>
          <w:t>sekretariat@pulawy.gmina.pl</w:t>
        </w:r>
      </w:hyperlink>
      <w:r w:rsidRPr="00841105">
        <w:rPr>
          <w:rFonts w:asciiTheme="majorHAnsi" w:hAnsiTheme="majorHAnsi" w:cs="Cambria"/>
          <w:bCs/>
          <w:color w:val="0070C0"/>
        </w:rPr>
        <w:t xml:space="preserve"> </w:t>
      </w:r>
    </w:p>
    <w:p w14:paraId="20AEC383" w14:textId="77777777" w:rsidR="00A270DC" w:rsidRPr="00841105" w:rsidRDefault="00A270DC" w:rsidP="00A270DC">
      <w:pPr>
        <w:spacing w:line="276" w:lineRule="auto"/>
        <w:ind w:left="567" w:hanging="425"/>
        <w:jc w:val="both"/>
        <w:rPr>
          <w:rFonts w:asciiTheme="majorHAnsi" w:hAnsiTheme="majorHAnsi" w:cs="Cambria"/>
          <w:b/>
          <w:bCs/>
        </w:rPr>
      </w:pPr>
      <w:r w:rsidRPr="00841105">
        <w:rPr>
          <w:rFonts w:asciiTheme="majorHAnsi" w:hAnsiTheme="majorHAnsi" w:cs="Cambria"/>
          <w:bCs/>
        </w:rPr>
        <w:t xml:space="preserve">Adres strony internetowej: </w:t>
      </w:r>
      <w:hyperlink r:id="rId9" w:history="1">
        <w:r w:rsidRPr="00841105">
          <w:rPr>
            <w:rStyle w:val="Hipercze"/>
            <w:rFonts w:asciiTheme="majorHAnsi" w:hAnsiTheme="majorHAnsi" w:cs="Tahoma"/>
            <w:color w:val="0070C0"/>
          </w:rPr>
          <w:t>www.ugpulawy.bip.lubelskie.pl</w:t>
        </w:r>
      </w:hyperlink>
      <w:r w:rsidRPr="00841105">
        <w:rPr>
          <w:rFonts w:asciiTheme="majorHAnsi" w:hAnsiTheme="majorHAnsi" w:cs="Cambria"/>
          <w:b/>
          <w:bCs/>
        </w:rPr>
        <w:t xml:space="preserve"> </w:t>
      </w:r>
    </w:p>
    <w:bookmarkEnd w:id="0"/>
    <w:p w14:paraId="217FAB8E" w14:textId="77777777" w:rsidR="00383118" w:rsidRPr="00841105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73"/>
      </w:tblGrid>
      <w:tr w:rsidR="009102CB" w:rsidRPr="00841105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841105" w:rsidRDefault="007C687C" w:rsidP="007C687C">
            <w:pPr>
              <w:spacing w:before="120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841105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841105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841105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841105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841105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841105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841105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841105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841105">
              <w:rPr>
                <w:rStyle w:val="Odwoanieprzypisudolnego"/>
                <w:rFonts w:asciiTheme="majorHAnsi" w:eastAsia="Times New Roman" w:hAnsiTheme="majorHAnsi"/>
                <w:iCs/>
                <w:sz w:val="24"/>
                <w:szCs w:val="24"/>
              </w:rPr>
              <w:footnoteReference w:id="1"/>
            </w:r>
            <w:r w:rsidRPr="00841105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77777777" w:rsidR="007C687C" w:rsidRPr="00841105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841105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841105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841105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7777777" w:rsidR="007C687C" w:rsidRPr="00841105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11E29760" w:rsidR="007C687C" w:rsidRPr="00841105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841105">
              <w:rPr>
                <w:rFonts w:asciiTheme="majorHAnsi" w:hAnsiTheme="majorHAnsi" w:cs="Arial"/>
                <w:b/>
                <w:iCs/>
              </w:rPr>
              <w:t>NIP</w:t>
            </w: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41105">
              <w:rPr>
                <w:rFonts w:asciiTheme="majorHAnsi" w:hAnsiTheme="majorHAnsi" w:cs="Arial"/>
                <w:b/>
                <w:iCs/>
              </w:rPr>
              <w:t>REGON</w:t>
            </w: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CD5E969" w14:textId="77777777" w:rsidR="00E701E3" w:rsidRPr="00841105" w:rsidRDefault="00E701E3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DA5C9A1" w14:textId="77777777" w:rsidR="00E701E3" w:rsidRPr="00841105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Theme="majorHAnsi" w:hAnsiTheme="majorHAnsi" w:cs="Arial"/>
                <w:b/>
                <w:iCs/>
              </w:rPr>
            </w:pPr>
            <w:r w:rsidRPr="00841105">
              <w:rPr>
                <w:rFonts w:asciiTheme="majorHAnsi" w:hAnsiTheme="majorHAnsi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841105">
              <w:rPr>
                <w:rFonts w:asciiTheme="majorHAnsi" w:hAnsiTheme="majorHAnsi"/>
                <w:b/>
              </w:rPr>
              <w:t>e-mail:</w:t>
            </w:r>
          </w:p>
          <w:p w14:paraId="6C3501CC" w14:textId="77777777" w:rsidR="00E701E3" w:rsidRPr="00841105" w:rsidRDefault="00E701E3" w:rsidP="00E701E3">
            <w:pPr>
              <w:pStyle w:val="Akapitzlist"/>
              <w:ind w:left="360" w:right="182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4892E6EB" w14:textId="77777777" w:rsidR="00E701E3" w:rsidRPr="00841105" w:rsidRDefault="00E701E3" w:rsidP="00E701E3">
            <w:pPr>
              <w:pStyle w:val="Akapitzlist"/>
              <w:ind w:left="360"/>
              <w:jc w:val="both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6B1B04B" w14:textId="77777777" w:rsidR="00E701E3" w:rsidRPr="00841105" w:rsidRDefault="00E701E3" w:rsidP="00E701E3">
            <w:pPr>
              <w:pStyle w:val="Akapitzlist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841105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0F9A466" w14:textId="3424CF9F" w:rsidR="00E701E3" w:rsidRPr="00841105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/>
                <w:i/>
                <w:iCs/>
                <w:sz w:val="10"/>
                <w:szCs w:val="10"/>
              </w:rPr>
            </w:pPr>
          </w:p>
          <w:p w14:paraId="54B42303" w14:textId="386AFBBA" w:rsidR="00FC6851" w:rsidRPr="00841105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>Ad</w:t>
            </w:r>
            <w:r w:rsidR="007C687C" w:rsidRPr="00841105">
              <w:rPr>
                <w:rFonts w:asciiTheme="majorHAnsi" w:hAnsiTheme="majorHAnsi" w:cs="Arial"/>
                <w:iCs/>
              </w:rPr>
              <w:t xml:space="preserve">res </w:t>
            </w:r>
            <w:r w:rsidR="00FC6851" w:rsidRPr="00841105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841105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841105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841105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15F153F7" w:rsidR="007C687C" w:rsidRPr="00841105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841105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Pr="00841105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3AFC" w:rsidRPr="00841105" w:rsidRDefault="00C03AFC" w:rsidP="00841105">
            <w:pPr>
              <w:tabs>
                <w:tab w:val="left" w:pos="337"/>
              </w:tabs>
              <w:spacing w:before="120"/>
              <w:ind w:firstLine="337"/>
              <w:jc w:val="right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824977" w:rsidRPr="00841105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841105" w:rsidRDefault="00824977" w:rsidP="00824977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C. OFEROWANY PRZEDMIOT ZAMÓWIENIA</w:t>
            </w:r>
            <w:r w:rsidR="009075A1"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841105" w:rsidRDefault="00D00B74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0F2DFA" w:rsidRPr="00841105">
              <w:rPr>
                <w:rFonts w:asciiTheme="majorHAnsi" w:hAnsiTheme="majorHAnsi" w:cs="Arial"/>
                <w:iCs/>
              </w:rPr>
              <w:t xml:space="preserve">postępowania o udzielenie zamówienia publicznego prowadzonego w </w:t>
            </w:r>
            <w:r w:rsidR="000F2DFA" w:rsidRPr="00841105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="000F2DFA" w:rsidRPr="00841105">
              <w:rPr>
                <w:rFonts w:asciiTheme="majorHAnsi" w:hAnsiTheme="majorHAnsi" w:cs="Arial"/>
                <w:iCs/>
              </w:rPr>
              <w:t xml:space="preserve"> na zadanie </w:t>
            </w:r>
            <w:r w:rsidRPr="00841105">
              <w:rPr>
                <w:rFonts w:asciiTheme="majorHAnsi" w:hAnsiTheme="majorHAnsi" w:cs="Arial"/>
                <w:iCs/>
              </w:rPr>
              <w:t>pn.</w:t>
            </w:r>
          </w:p>
          <w:p w14:paraId="44CD8623" w14:textId="77777777" w:rsidR="00841105" w:rsidRDefault="00841105" w:rsidP="000F2DFA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14:paraId="78AC0CBF" w14:textId="1C0FF683" w:rsidR="00824977" w:rsidRPr="00841105" w:rsidRDefault="00841105" w:rsidP="00841105">
            <w:pPr>
              <w:autoSpaceDE w:val="0"/>
              <w:autoSpaceDN w:val="0"/>
              <w:adjustRightInd w:val="0"/>
              <w:jc w:val="center"/>
              <w:rPr>
                <w:rFonts w:asciiTheme="majorHAnsi" w:eastAsiaTheme="minorEastAsia" w:hAnsiTheme="majorHAnsi" w:cs="Arial"/>
                <w:b/>
              </w:rPr>
            </w:pPr>
            <w:r w:rsidRPr="00841105">
              <w:rPr>
                <w:rFonts w:asciiTheme="majorHAnsi" w:eastAsiaTheme="minorEastAsia" w:hAnsiTheme="majorHAnsi" w:cs="Arial"/>
                <w:b/>
              </w:rPr>
              <w:lastRenderedPageBreak/>
              <w:t>„Zimowe utrzymanie dróg gminnych za pomocą piaskarki opłużonej na terenie Gminy Puławy w sezonie zimowym 2024/2025”</w:t>
            </w:r>
          </w:p>
          <w:p w14:paraId="6AFD34F9" w14:textId="77777777" w:rsidR="00C06176" w:rsidRPr="00841105" w:rsidRDefault="00C06176" w:rsidP="00C06176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E701E3" w:rsidRPr="00841105" w14:paraId="5644015F" w14:textId="77777777" w:rsidTr="00350E04">
              <w:tc>
                <w:tcPr>
                  <w:tcW w:w="9384" w:type="dxa"/>
                  <w:shd w:val="clear" w:color="auto" w:fill="D9D9D9"/>
                </w:tcPr>
                <w:p w14:paraId="40FA1D54" w14:textId="2955C941" w:rsidR="00E701E3" w:rsidRPr="00841105" w:rsidRDefault="00E701E3" w:rsidP="00A270DC">
                  <w:pPr>
                    <w:spacing w:line="276" w:lineRule="auto"/>
                    <w:jc w:val="center"/>
                    <w:rPr>
                      <w:rFonts w:asciiTheme="majorHAnsi" w:hAnsiTheme="majorHAnsi" w:cs="Arial"/>
                      <w:b/>
                      <w:i/>
                      <w:iCs/>
                    </w:rPr>
                  </w:pPr>
                </w:p>
              </w:tc>
            </w:tr>
          </w:tbl>
          <w:p w14:paraId="09F57BE5" w14:textId="77777777" w:rsidR="00E701E3" w:rsidRPr="00841105" w:rsidRDefault="00E701E3" w:rsidP="00E701E3">
            <w:pPr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4EECF5E" w14:textId="11991AA2" w:rsidR="000F2DFA" w:rsidRPr="00841105" w:rsidRDefault="00E701E3" w:rsidP="00685A6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3"/>
              <w:jc w:val="both"/>
              <w:rPr>
                <w:rFonts w:asciiTheme="majorHAnsi" w:hAnsiTheme="majorHAnsi" w:cs="Arial"/>
                <w:bCs/>
                <w:iCs/>
              </w:rPr>
            </w:pPr>
            <w:r w:rsidRPr="00841105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841105">
              <w:rPr>
                <w:rFonts w:asciiTheme="majorHAnsi" w:hAnsiTheme="majorHAnsi" w:cs="Arial"/>
                <w:iCs/>
              </w:rPr>
              <w:t xml:space="preserve"> wykonanie </w:t>
            </w:r>
            <w:r w:rsidRPr="00841105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841105">
              <w:rPr>
                <w:rFonts w:asciiTheme="majorHAnsi" w:hAnsiTheme="majorHAnsi" w:cs="Arial"/>
                <w:iCs/>
              </w:rPr>
              <w:t xml:space="preserve">zgodnie z </w:t>
            </w:r>
            <w:r w:rsidRPr="00841105">
              <w:rPr>
                <w:rFonts w:asciiTheme="majorHAnsi" w:hAnsiTheme="majorHAnsi" w:cs="Arial"/>
                <w:bCs/>
                <w:iCs/>
              </w:rPr>
              <w:t>zakresem</w:t>
            </w:r>
            <w:r w:rsidR="00841105">
              <w:rPr>
                <w:rFonts w:asciiTheme="majorHAnsi" w:hAnsiTheme="majorHAnsi" w:cs="Arial"/>
                <w:bCs/>
                <w:iCs/>
              </w:rPr>
              <w:t xml:space="preserve"> usług</w:t>
            </w:r>
            <w:r w:rsidRPr="00841105">
              <w:rPr>
                <w:rFonts w:asciiTheme="majorHAnsi" w:hAnsiTheme="majorHAnsi" w:cs="Arial"/>
                <w:bCs/>
                <w:iCs/>
              </w:rPr>
              <w:t xml:space="preserve"> zamieszczonych </w:t>
            </w:r>
            <w:r w:rsidRPr="00841105">
              <w:rPr>
                <w:rFonts w:asciiTheme="majorHAnsi" w:hAnsiTheme="majorHAnsi" w:cs="Arial"/>
                <w:bCs/>
                <w:iCs/>
              </w:rPr>
              <w:br/>
              <w:t>w opisie przedmiotu zamówienia zawartym w S</w:t>
            </w:r>
            <w:r w:rsidR="00350E04" w:rsidRPr="00841105">
              <w:rPr>
                <w:rFonts w:asciiTheme="majorHAnsi" w:hAnsiTheme="majorHAnsi" w:cs="Arial"/>
                <w:bCs/>
                <w:iCs/>
              </w:rPr>
              <w:t>WZ</w:t>
            </w:r>
            <w:r w:rsidR="00841105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="000F2DFA" w:rsidRPr="00841105">
              <w:rPr>
                <w:rFonts w:asciiTheme="majorHAnsi" w:hAnsiTheme="majorHAnsi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841105" w:rsidRDefault="000F2DFA" w:rsidP="000F2DFA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7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8"/>
              <w:gridCol w:w="2410"/>
              <w:gridCol w:w="1896"/>
              <w:gridCol w:w="1727"/>
              <w:gridCol w:w="1381"/>
              <w:gridCol w:w="1785"/>
            </w:tblGrid>
            <w:tr w:rsidR="00841105" w:rsidRPr="00C578DF" w14:paraId="34941D03" w14:textId="77777777" w:rsidTr="0026642C">
              <w:trPr>
                <w:jc w:val="center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22BA3" w14:textId="77777777" w:rsidR="00841105" w:rsidRPr="0026642C" w:rsidRDefault="00841105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Lp.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0FB09" w14:textId="77777777" w:rsidR="00841105" w:rsidRPr="0026642C" w:rsidRDefault="00841105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Rodzaj usługi</w:t>
                  </w: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1B549F" w14:textId="3949E933" w:rsidR="00841105" w:rsidRPr="0026642C" w:rsidRDefault="00841105" w:rsidP="001442BB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 xml:space="preserve">Szacunkowa </w:t>
                  </w:r>
                  <w:r w:rsidR="001442BB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 xml:space="preserve">liczba </w:t>
                  </w: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jednostek (</w:t>
                  </w:r>
                  <w:r w:rsidR="00AB7E78"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kilometrów</w:t>
                  </w: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8A351F" w14:textId="054EA07C" w:rsidR="00841105" w:rsidRPr="0026642C" w:rsidRDefault="00841105" w:rsidP="001442BB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Cena jednostkowa brutto zł/</w:t>
                  </w:r>
                  <w:r w:rsidR="001442BB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kilometr</w:t>
                  </w:r>
                </w:p>
              </w:tc>
              <w:tc>
                <w:tcPr>
                  <w:tcW w:w="1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4CC8B" w14:textId="77777777" w:rsidR="00841105" w:rsidRPr="0026642C" w:rsidRDefault="00841105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Stawka podatku VAT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7A1B8" w14:textId="18B75319" w:rsidR="00841105" w:rsidRPr="0026642C" w:rsidRDefault="00841105" w:rsidP="001442BB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 w:val="20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Wartość brutto zł (</w:t>
                  </w:r>
                  <w:r w:rsidR="001442BB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>liczba</w:t>
                  </w:r>
                  <w:r w:rsidRPr="0026642C">
                    <w:rPr>
                      <w:rFonts w:asciiTheme="majorHAnsi" w:hAnsiTheme="majorHAnsi" w:cs="Arial"/>
                      <w:b/>
                      <w:iCs/>
                      <w:sz w:val="20"/>
                    </w:rPr>
                    <w:t xml:space="preserve"> jednostek x cena jednostkowa brutto)</w:t>
                  </w:r>
                </w:p>
              </w:tc>
            </w:tr>
            <w:tr w:rsidR="00841105" w:rsidRPr="00C578DF" w14:paraId="652DF66F" w14:textId="77777777" w:rsidTr="0026642C">
              <w:trPr>
                <w:jc w:val="center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56B09" w14:textId="42335E2F" w:rsidR="00841105" w:rsidRPr="0026642C" w:rsidRDefault="00AB7E78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iCs/>
                      <w:szCs w:val="24"/>
                    </w:rPr>
                    <w:t>1</w:t>
                  </w:r>
                  <w:r w:rsidR="00841105" w:rsidRPr="0026642C">
                    <w:rPr>
                      <w:rFonts w:asciiTheme="majorHAnsi" w:hAnsiTheme="majorHAnsi" w:cs="Arial"/>
                      <w:iCs/>
                      <w:szCs w:val="24"/>
                    </w:rPr>
                    <w:t>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0807EC" w14:textId="0C669907" w:rsidR="00841105" w:rsidRPr="0026642C" w:rsidRDefault="0026642C" w:rsidP="0026642C">
                  <w:pPr>
                    <w:pStyle w:val="Standardowy0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iCs/>
                      <w:szCs w:val="24"/>
                    </w:rPr>
                    <w:t>posypywanie dróg mieszanką piaskowo- solną</w:t>
                  </w: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4D13F" w14:textId="15B11844" w:rsidR="00841105" w:rsidRPr="0026642C" w:rsidRDefault="005B4C32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iCs/>
                      <w:szCs w:val="24"/>
                    </w:rPr>
                    <w:t>300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C278B" w14:textId="3BC8DAE3" w:rsidR="00841105" w:rsidRPr="0026642C" w:rsidRDefault="00841105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  <w:tc>
                <w:tcPr>
                  <w:tcW w:w="1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25C82D" w14:textId="77777777" w:rsidR="00841105" w:rsidRPr="0026642C" w:rsidRDefault="00841105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7D4787" w14:textId="4DE986D4" w:rsidR="00841105" w:rsidRPr="0026642C" w:rsidRDefault="00841105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</w:tr>
            <w:tr w:rsidR="00841105" w:rsidRPr="00C578DF" w14:paraId="33389ACD" w14:textId="77777777" w:rsidTr="0026642C">
              <w:trPr>
                <w:jc w:val="center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53EBD9" w14:textId="6F38B674" w:rsidR="00841105" w:rsidRPr="0026642C" w:rsidRDefault="00AB7E78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iCs/>
                      <w:szCs w:val="24"/>
                    </w:rPr>
                    <w:t>2</w:t>
                  </w:r>
                  <w:r w:rsidR="00841105" w:rsidRPr="0026642C">
                    <w:rPr>
                      <w:rFonts w:asciiTheme="majorHAnsi" w:hAnsiTheme="majorHAnsi" w:cs="Arial"/>
                      <w:iCs/>
                      <w:szCs w:val="24"/>
                    </w:rPr>
                    <w:t>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8BB069" w14:textId="04A6B6BA" w:rsidR="00841105" w:rsidRPr="0026642C" w:rsidRDefault="0026642C" w:rsidP="0026642C">
                  <w:pPr>
                    <w:pStyle w:val="Standardowy0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="Cambria" w:hAnsi="Cambria" w:cs="Arial"/>
                      <w:color w:val="000000" w:themeColor="text1"/>
                      <w:szCs w:val="24"/>
                    </w:rPr>
                    <w:t>jednoczesne odśnieżanie (</w:t>
                  </w:r>
                  <w:proofErr w:type="spellStart"/>
                  <w:r w:rsidRPr="0026642C">
                    <w:rPr>
                      <w:rFonts w:ascii="Cambria" w:hAnsi="Cambria" w:cs="Arial"/>
                      <w:color w:val="000000" w:themeColor="text1"/>
                      <w:szCs w:val="24"/>
                    </w:rPr>
                    <w:t>pługowanie</w:t>
                  </w:r>
                  <w:proofErr w:type="spellEnd"/>
                  <w:r w:rsidRPr="0026642C">
                    <w:rPr>
                      <w:rFonts w:ascii="Cambria" w:hAnsi="Cambria" w:cs="Arial"/>
                      <w:color w:val="000000" w:themeColor="text1"/>
                      <w:szCs w:val="24"/>
                    </w:rPr>
                    <w:t>) i posypywanie dróg mieszanką piaskowo-solną</w:t>
                  </w: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B780C" w14:textId="4B730542" w:rsidR="00841105" w:rsidRPr="0026642C" w:rsidRDefault="005B4C32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iCs/>
                      <w:szCs w:val="24"/>
                    </w:rPr>
                    <w:t>250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93E47" w14:textId="2382043E" w:rsidR="00841105" w:rsidRPr="0026642C" w:rsidRDefault="00841105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  <w:tc>
                <w:tcPr>
                  <w:tcW w:w="1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6DC11" w14:textId="77777777" w:rsidR="00841105" w:rsidRPr="0026642C" w:rsidRDefault="00841105" w:rsidP="00AB7E78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573CE" w14:textId="12E657B9" w:rsidR="00EE4FA0" w:rsidRPr="0026642C" w:rsidRDefault="00EE4FA0" w:rsidP="00EE4FA0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</w:tr>
            <w:tr w:rsidR="00841105" w:rsidRPr="00841105" w14:paraId="623EA7AA" w14:textId="77777777" w:rsidTr="0026642C">
              <w:trPr>
                <w:jc w:val="center"/>
              </w:trPr>
              <w:tc>
                <w:tcPr>
                  <w:tcW w:w="796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9772C8" w14:textId="77777777" w:rsidR="00841105" w:rsidRPr="0026642C" w:rsidRDefault="00841105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b/>
                      <w:iCs/>
                      <w:szCs w:val="24"/>
                    </w:rPr>
                  </w:pPr>
                </w:p>
                <w:p w14:paraId="561B20FF" w14:textId="2D5715D2" w:rsidR="00841105" w:rsidRPr="0026642C" w:rsidRDefault="00841105" w:rsidP="00692B8E">
                  <w:pPr>
                    <w:pStyle w:val="Standardowy0"/>
                    <w:jc w:val="right"/>
                    <w:rPr>
                      <w:rFonts w:asciiTheme="majorHAnsi" w:hAnsiTheme="majorHAnsi" w:cs="Arial"/>
                      <w:b/>
                      <w:iCs/>
                      <w:szCs w:val="24"/>
                    </w:rPr>
                  </w:pPr>
                  <w:r w:rsidRPr="0026642C">
                    <w:rPr>
                      <w:rFonts w:asciiTheme="majorHAnsi" w:hAnsiTheme="majorHAnsi" w:cs="Arial"/>
                      <w:b/>
                      <w:iCs/>
                      <w:szCs w:val="24"/>
                    </w:rPr>
                    <w:t xml:space="preserve">RAZEM </w:t>
                  </w:r>
                  <w:r w:rsidR="0026642C" w:rsidRPr="0026642C">
                    <w:rPr>
                      <w:rFonts w:asciiTheme="majorHAnsi" w:hAnsiTheme="majorHAnsi" w:cs="Arial"/>
                      <w:b/>
                      <w:iCs/>
                      <w:szCs w:val="24"/>
                    </w:rPr>
                    <w:t>– Łączn</w:t>
                  </w:r>
                  <w:bookmarkStart w:id="1" w:name="_GoBack"/>
                  <w:bookmarkEnd w:id="1"/>
                  <w:r w:rsidR="0026642C" w:rsidRPr="0026642C">
                    <w:rPr>
                      <w:rFonts w:asciiTheme="majorHAnsi" w:hAnsiTheme="majorHAnsi" w:cs="Arial"/>
                      <w:b/>
                      <w:iCs/>
                      <w:szCs w:val="24"/>
                    </w:rPr>
                    <w:t>a cena brutto</w:t>
                  </w:r>
                </w:p>
                <w:p w14:paraId="69CDB545" w14:textId="77777777" w:rsidR="00841105" w:rsidRPr="0026642C" w:rsidRDefault="00841105" w:rsidP="00841105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001B8" w14:textId="29C00C7B" w:rsidR="00EE4FA0" w:rsidRPr="0026642C" w:rsidRDefault="00EE4FA0" w:rsidP="00EE4FA0">
                  <w:pPr>
                    <w:pStyle w:val="Standardowy0"/>
                    <w:jc w:val="center"/>
                    <w:rPr>
                      <w:rFonts w:asciiTheme="majorHAnsi" w:hAnsiTheme="majorHAnsi" w:cs="Arial"/>
                      <w:iCs/>
                      <w:szCs w:val="24"/>
                    </w:rPr>
                  </w:pPr>
                </w:p>
              </w:tc>
            </w:tr>
            <w:tr w:rsidR="0026642C" w:rsidRPr="00841105" w14:paraId="20CF1E6F" w14:textId="77777777" w:rsidTr="0014734F">
              <w:trPr>
                <w:jc w:val="center"/>
              </w:trPr>
              <w:tc>
                <w:tcPr>
                  <w:tcW w:w="974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41B5A" w14:textId="77777777" w:rsidR="0026642C" w:rsidRPr="0026642C" w:rsidRDefault="0026642C" w:rsidP="0026642C"/>
                <w:p w14:paraId="3A8EF746" w14:textId="093249CA" w:rsidR="0026642C" w:rsidRPr="0026642C" w:rsidRDefault="0026642C" w:rsidP="0026642C">
                  <w:pPr>
                    <w:rPr>
                      <w:rFonts w:ascii="Cambria" w:hAnsi="Cambria"/>
                    </w:rPr>
                  </w:pPr>
                  <w:r w:rsidRPr="0026642C">
                    <w:rPr>
                      <w:rFonts w:ascii="Cambria" w:hAnsi="Cambria"/>
                      <w:b/>
                    </w:rPr>
                    <w:t>Łączna cena brutto słownie:</w:t>
                  </w:r>
                  <w:r w:rsidRPr="0026642C">
                    <w:rPr>
                      <w:rFonts w:ascii="Cambria" w:hAnsi="Cambria"/>
                    </w:rPr>
                    <w:t>……………………………………………………………………………………………</w:t>
                  </w:r>
                </w:p>
                <w:p w14:paraId="510DFDD1" w14:textId="764C78D3" w:rsidR="0026642C" w:rsidRPr="0026642C" w:rsidRDefault="0026642C" w:rsidP="0026642C"/>
              </w:tc>
            </w:tr>
          </w:tbl>
          <w:p w14:paraId="1B9B9F4C" w14:textId="5D7E3EC6" w:rsidR="00824977" w:rsidRPr="00841105" w:rsidRDefault="00824977" w:rsidP="00685A6E">
            <w:pPr>
              <w:spacing w:line="276" w:lineRule="auto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824977" w:rsidRPr="00841105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27E1C8" w14:textId="77777777" w:rsidR="004472E1" w:rsidRDefault="004472E1" w:rsidP="00824977">
            <w:pPr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</w:p>
          <w:p w14:paraId="3CD2615E" w14:textId="33721F4F" w:rsidR="00824977" w:rsidRPr="00841105" w:rsidRDefault="00824977" w:rsidP="00824977">
            <w:pPr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841105" w:rsidRDefault="00824977" w:rsidP="00824977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841105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841105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84110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84110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</w:rPr>
              <w:t xml:space="preserve">Oświadczam/y, że uważam/y się za związanych niniejszą ofertą przez okres wskazany </w:t>
            </w:r>
            <w:r w:rsidR="00D370A9" w:rsidRPr="00841105">
              <w:rPr>
                <w:rFonts w:asciiTheme="majorHAnsi" w:hAnsiTheme="majorHAnsi" w:cs="Arial"/>
              </w:rPr>
              <w:br/>
            </w:r>
            <w:r w:rsidRPr="00841105">
              <w:rPr>
                <w:rFonts w:asciiTheme="majorHAnsi" w:hAnsiTheme="majorHAnsi" w:cs="Arial"/>
              </w:rPr>
              <w:t xml:space="preserve">w SWZ. </w:t>
            </w:r>
          </w:p>
          <w:p w14:paraId="3198AED0" w14:textId="0695281D" w:rsidR="00A270DC" w:rsidRPr="00841105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Theme="majorHAnsi" w:hAnsiTheme="majorHAnsi" w:cs="Arial"/>
              </w:rPr>
            </w:pPr>
            <w:r w:rsidRPr="00841105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841105">
              <w:rPr>
                <w:rFonts w:asciiTheme="majorHAnsi" w:hAnsiTheme="majorHAnsi" w:cs="Arial"/>
              </w:rPr>
              <w:t>emy</w:t>
            </w:r>
            <w:proofErr w:type="spellEnd"/>
            <w:r w:rsidRPr="00841105">
              <w:rPr>
                <w:rFonts w:asciiTheme="majorHAnsi" w:hAnsiTheme="majorHAnsi" w:cs="Arial"/>
              </w:rPr>
              <w:t xml:space="preserve"> zamówienie zgodnie z SWZ i Projektem umowy.</w:t>
            </w:r>
          </w:p>
          <w:p w14:paraId="17A82F1D" w14:textId="00503EDB" w:rsidR="00E701E3" w:rsidRPr="00841105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841105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841105">
              <w:rPr>
                <w:rFonts w:asciiTheme="majorHAnsi" w:hAnsiTheme="majorHAnsi" w:cs="Arial"/>
              </w:rPr>
              <w:t>emy</w:t>
            </w:r>
            <w:proofErr w:type="spellEnd"/>
            <w:r w:rsidRPr="00841105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841105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 w:rsidRPr="00841105"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 w:rsidRPr="00841105">
              <w:rPr>
                <w:rFonts w:ascii="Times New Roman" w:eastAsia="MS Mincho" w:hAnsi="Times New Roman"/>
              </w:rPr>
              <w:t> </w:t>
            </w:r>
            <w:r w:rsidR="00BA1754" w:rsidRPr="00841105">
              <w:rPr>
                <w:rFonts w:asciiTheme="majorHAnsi" w:hAnsiTheme="majorHAnsi" w:cs="Arial"/>
              </w:rPr>
              <w:t>w </w:t>
            </w:r>
            <w:r w:rsidRPr="00841105">
              <w:rPr>
                <w:rFonts w:asciiTheme="majorHAnsi" w:hAnsiTheme="majorHAnsi" w:cs="Arial"/>
              </w:rPr>
              <w:t>szczególności opis sposobu składania/zmiany/wycofania oferty w niniejszym postępowaniu.</w:t>
            </w:r>
          </w:p>
          <w:p w14:paraId="3FCF2BF6" w14:textId="77777777" w:rsidR="00824977" w:rsidRPr="00841105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841105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841105" w:rsidRDefault="00824977" w:rsidP="00D370A9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841105">
              <w:rPr>
                <w:rFonts w:asciiTheme="majorHAnsi" w:hAnsiTheme="majorHAnsi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841105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sz w:val="24"/>
                <w:szCs w:val="24"/>
              </w:rPr>
            </w:pPr>
            <w:r w:rsidRPr="00841105">
              <w:rPr>
                <w:rFonts w:asciiTheme="majorHAnsi" w:hAnsiTheme="majorHAnsi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841105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sz w:val="24"/>
                <w:szCs w:val="24"/>
              </w:rPr>
            </w:pPr>
            <w:r w:rsidRPr="00841105">
              <w:rPr>
                <w:rFonts w:asciiTheme="majorHAnsi" w:hAnsiTheme="majorHAnsi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841105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841105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841105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841105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841105">
              <w:rPr>
                <w:rFonts w:asciiTheme="majorHAnsi" w:hAnsiTheme="majorHAnsi" w:cs="Arial"/>
                <w:iCs/>
              </w:rPr>
              <w:t>:</w:t>
            </w:r>
          </w:p>
          <w:p w14:paraId="1CB2CAC5" w14:textId="77777777" w:rsidR="00824977" w:rsidRPr="00841105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105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92B8E">
              <w:rPr>
                <w:rFonts w:asciiTheme="majorHAnsi" w:hAnsiTheme="majorHAnsi" w:cs="Arial"/>
                <w:b/>
                <w:bCs/>
              </w:rPr>
            </w:r>
            <w:r w:rsidR="00692B8E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841105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841105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841105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841105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841105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841105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105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92B8E">
              <w:rPr>
                <w:rFonts w:asciiTheme="majorHAnsi" w:hAnsiTheme="majorHAnsi" w:cs="Arial"/>
                <w:b/>
                <w:bCs/>
              </w:rPr>
            </w:r>
            <w:r w:rsidR="00692B8E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841105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841105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841105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841105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841105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841105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841105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841105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841105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841105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3B80C471" w:rsidR="00824977" w:rsidRPr="00841105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841105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841105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841105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841105">
              <w:rPr>
                <w:rFonts w:asciiTheme="majorHAnsi" w:eastAsia="Times New Roman" w:hAnsiTheme="majorHAnsi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841105"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841105"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841105" w:rsidRDefault="00824977" w:rsidP="00824977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841105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841105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841105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841105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841105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  <w:r w:rsidRPr="00841105">
              <w:rPr>
                <w:rFonts w:asciiTheme="majorHAnsi" w:hAnsiTheme="majorHAnsi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841105">
              <w:rPr>
                <w:rFonts w:asciiTheme="majorHAnsi" w:hAnsiTheme="majorHAnsi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841105">
              <w:rPr>
                <w:rFonts w:asciiTheme="majorHAnsi" w:hAnsiTheme="majorHAnsi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841105">
              <w:rPr>
                <w:rFonts w:asciiTheme="majorHAnsi" w:hAnsiTheme="majorHAnsi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841105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841105" w:rsidRDefault="00824977" w:rsidP="00824977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841105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841105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841105">
              <w:rPr>
                <w:rFonts w:asciiTheme="majorHAnsi" w:hAnsiTheme="majorHAnsi" w:cs="Arial"/>
                <w:iCs/>
              </w:rPr>
              <w:t>…</w:t>
            </w:r>
            <w:r w:rsidRPr="00841105">
              <w:rPr>
                <w:rFonts w:asciiTheme="majorHAnsi" w:hAnsiTheme="majorHAnsi" w:cs="Arial"/>
                <w:iCs/>
              </w:rPr>
              <w:t>………………..………</w:t>
            </w:r>
            <w:r w:rsidR="003F7144" w:rsidRPr="00841105">
              <w:rPr>
                <w:rFonts w:asciiTheme="majorHAnsi" w:hAnsiTheme="majorHAnsi" w:cs="Arial"/>
                <w:iCs/>
              </w:rPr>
              <w:t>…….</w:t>
            </w:r>
            <w:r w:rsidRPr="00841105">
              <w:rPr>
                <w:rFonts w:asciiTheme="majorHAnsi" w:hAnsiTheme="majorHAnsi" w:cs="Arial"/>
                <w:iCs/>
              </w:rPr>
              <w:t>…………</w:t>
            </w:r>
          </w:p>
          <w:p w14:paraId="712A2334" w14:textId="3AA20025" w:rsidR="00824977" w:rsidRPr="00841105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</w:rPr>
              <w:t>nr telefonu …………….………………,    e-mail: ………………………………..……………</w:t>
            </w:r>
            <w:r w:rsidR="00D370A9" w:rsidRPr="00841105">
              <w:rPr>
                <w:rFonts w:asciiTheme="majorHAnsi" w:hAnsiTheme="majorHAnsi" w:cs="Arial"/>
                <w:iCs/>
              </w:rPr>
              <w:t>…</w:t>
            </w:r>
            <w:r w:rsidR="003F7144" w:rsidRPr="00841105">
              <w:rPr>
                <w:rFonts w:asciiTheme="majorHAnsi" w:hAnsiTheme="majorHAnsi" w:cs="Arial"/>
                <w:iCs/>
              </w:rPr>
              <w:t>…..</w:t>
            </w:r>
            <w:r w:rsidRPr="00841105">
              <w:rPr>
                <w:rFonts w:asciiTheme="majorHAnsi" w:hAnsiTheme="majorHAnsi" w:cs="Arial"/>
                <w:iCs/>
              </w:rPr>
              <w:t>…………..……</w:t>
            </w:r>
          </w:p>
          <w:p w14:paraId="5370E2D6" w14:textId="78956F82" w:rsidR="00824977" w:rsidRPr="00841105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824977" w:rsidRPr="00841105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841105" w:rsidRDefault="00794324" w:rsidP="00794324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F. CZY WYKONAWCA JEST?</w:t>
            </w:r>
          </w:p>
          <w:p w14:paraId="7D187AA6" w14:textId="77777777" w:rsidR="00794324" w:rsidRPr="00841105" w:rsidRDefault="00794324" w:rsidP="00794324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2176D44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mikroproprzesiębiorstwem,</w:t>
            </w:r>
          </w:p>
          <w:p w14:paraId="6666E2AA" w14:textId="77777777" w:rsidR="00794324" w:rsidRPr="00841105" w:rsidRDefault="00794324" w:rsidP="00794324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AE7A1E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małym przedsiębiorstwem,</w:t>
            </w:r>
          </w:p>
          <w:p w14:paraId="266745B0" w14:textId="77777777" w:rsidR="00794324" w:rsidRPr="00841105" w:rsidRDefault="00794324" w:rsidP="00794324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5CB6E91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średnim przedsiębiorstwem,</w:t>
            </w:r>
          </w:p>
          <w:p w14:paraId="2AD266DF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A67FC67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jednoosobową działalnością gospodarczą,</w:t>
            </w:r>
          </w:p>
          <w:p w14:paraId="7D8FC203" w14:textId="77777777" w:rsidR="009075A1" w:rsidRPr="00841105" w:rsidRDefault="009075A1" w:rsidP="00794324">
            <w:pPr>
              <w:spacing w:line="360" w:lineRule="auto"/>
              <w:ind w:firstLine="457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363E0AB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841105" w:rsidRDefault="00794324" w:rsidP="007943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841105">
              <w:rPr>
                <w:rFonts w:asciiTheme="majorHAnsi" w:hAnsiTheme="maj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6E245C88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841105">
              <w:rPr>
                <w:rFonts w:asciiTheme="majorHAnsi" w:hAnsiTheme="majorHAnsi"/>
                <w:noProof/>
                <w:lang w:eastAsia="pl-PL"/>
              </w:rPr>
              <w:t xml:space="preserve">       inny rodzaj działalności.</w:t>
            </w:r>
          </w:p>
          <w:p w14:paraId="2A3BDE24" w14:textId="77777777" w:rsidR="00794324" w:rsidRPr="00841105" w:rsidRDefault="00794324" w:rsidP="00794324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bCs/>
                <w:i/>
                <w:iCs/>
                <w:szCs w:val="22"/>
              </w:rPr>
            </w:pPr>
            <w:r w:rsidRPr="00841105">
              <w:rPr>
                <w:rFonts w:asciiTheme="majorHAnsi" w:hAnsiTheme="majorHAnsi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841105" w:rsidRDefault="00824977" w:rsidP="00794324">
            <w:pPr>
              <w:spacing w:line="360" w:lineRule="auto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824977" w:rsidRPr="00841105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Pr="00841105" w:rsidRDefault="00794324" w:rsidP="00824977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G</w:t>
            </w:r>
            <w:r w:rsidR="00824977" w:rsidRPr="00841105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841105" w:rsidRDefault="00824977" w:rsidP="00824977">
            <w:pPr>
              <w:spacing w:line="300" w:lineRule="auto"/>
              <w:jc w:val="both"/>
              <w:rPr>
                <w:rFonts w:asciiTheme="majorHAnsi" w:hAnsiTheme="majorHAnsi" w:cs="Arial"/>
                <w:iCs/>
                <w:u w:val="single"/>
              </w:rPr>
            </w:pPr>
            <w:r w:rsidRPr="00841105">
              <w:rPr>
                <w:rFonts w:asciiTheme="majorHAnsi" w:hAnsiTheme="majorHAnsi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841105" w:rsidRDefault="00824977" w:rsidP="00824977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84110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84110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84110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37F9C" w14:textId="77777777" w:rsidR="00824977" w:rsidRPr="00841105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FF34C94" w14:textId="77777777" w:rsidR="00794324" w:rsidRPr="00841105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3CD997D" w14:textId="77777777" w:rsidR="00794324" w:rsidRPr="00841105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41863471" w:rsidR="00794324" w:rsidRPr="00841105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841105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Pr="00841105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841105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95AB" w14:textId="77777777" w:rsidR="0014734F" w:rsidRDefault="0014734F" w:rsidP="001F1344">
      <w:r>
        <w:separator/>
      </w:r>
    </w:p>
  </w:endnote>
  <w:endnote w:type="continuationSeparator" w:id="0">
    <w:p w14:paraId="0FB5CA8A" w14:textId="77777777" w:rsidR="0014734F" w:rsidRDefault="0014734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14734F" w:rsidRDefault="0014734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92B8E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92B8E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479DB8B5" w14:textId="34E0FF20" w:rsidR="0014734F" w:rsidRPr="00BA303A" w:rsidRDefault="0014734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6E4D" w14:textId="77777777" w:rsidR="0014734F" w:rsidRDefault="0014734F" w:rsidP="001F1344">
      <w:r>
        <w:separator/>
      </w:r>
    </w:p>
  </w:footnote>
  <w:footnote w:type="continuationSeparator" w:id="0">
    <w:p w14:paraId="30208B71" w14:textId="77777777" w:rsidR="0014734F" w:rsidRDefault="0014734F" w:rsidP="001F1344">
      <w:r>
        <w:continuationSeparator/>
      </w:r>
    </w:p>
  </w:footnote>
  <w:footnote w:id="1">
    <w:p w14:paraId="2116790F" w14:textId="77777777" w:rsidR="0014734F" w:rsidRDefault="0014734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14734F" w:rsidRPr="00D370A9" w:rsidRDefault="0014734F" w:rsidP="00441D7B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14734F" w:rsidRPr="003F7A6B" w:rsidRDefault="0014734F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882E85">
        <w:rPr>
          <w:rStyle w:val="Odwoanieprzypisudolnego"/>
          <w:sz w:val="18"/>
          <w:szCs w:val="18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A3493" w14:textId="77777777" w:rsidR="0014734F" w:rsidRDefault="0014734F" w:rsidP="00A270DC">
    <w:pPr>
      <w:pStyle w:val="Nagwek"/>
    </w:pPr>
  </w:p>
  <w:p w14:paraId="224B62A8" w14:textId="77777777" w:rsidR="0014734F" w:rsidRDefault="0014734F" w:rsidP="00A270DC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4734F" w:rsidRPr="00A83EB8" w14:paraId="70F442F6" w14:textId="77777777" w:rsidTr="0014734F">
      <w:tc>
        <w:tcPr>
          <w:tcW w:w="9062" w:type="dxa"/>
        </w:tcPr>
        <w:p w14:paraId="60E930CA" w14:textId="77777777" w:rsidR="0014734F" w:rsidRPr="00A83EB8" w:rsidRDefault="0014734F" w:rsidP="00A83EB8">
          <w:pPr>
            <w:autoSpaceDE w:val="0"/>
            <w:autoSpaceDN w:val="0"/>
            <w:adjustRightInd w:val="0"/>
            <w:jc w:val="center"/>
            <w:rPr>
              <w:rFonts w:asciiTheme="majorHAnsi" w:eastAsiaTheme="minorEastAsia" w:hAnsiTheme="majorHAnsi" w:cs="Arial"/>
              <w:b/>
              <w:sz w:val="18"/>
              <w:szCs w:val="18"/>
            </w:rPr>
          </w:pPr>
          <w:bookmarkStart w:id="2" w:name="_Hlk180687055"/>
          <w:bookmarkStart w:id="3" w:name="_Hlk180687056"/>
          <w:r w:rsidRPr="00A83EB8">
            <w:rPr>
              <w:rFonts w:asciiTheme="majorHAnsi" w:hAnsiTheme="majorHAnsi" w:cs="Arial"/>
              <w:bCs/>
              <w:sz w:val="18"/>
              <w:szCs w:val="18"/>
            </w:rPr>
            <w:t xml:space="preserve">Postępowanie o udzielenie zamówienia publicznego na: </w:t>
          </w:r>
          <w:r w:rsidRPr="00A83EB8">
            <w:rPr>
              <w:rFonts w:asciiTheme="majorHAnsi" w:hAnsiTheme="majorHAnsi" w:cs="Arial"/>
              <w:bCs/>
              <w:sz w:val="18"/>
              <w:szCs w:val="18"/>
            </w:rPr>
            <w:br/>
          </w:r>
          <w:r w:rsidRPr="00A83EB8">
            <w:rPr>
              <w:rFonts w:asciiTheme="majorHAnsi" w:eastAsiaTheme="minorEastAsia" w:hAnsiTheme="majorHAnsi" w:cs="Arial"/>
              <w:b/>
              <w:sz w:val="18"/>
              <w:szCs w:val="18"/>
            </w:rPr>
            <w:t xml:space="preserve">„Zimowe utrzymanie dróg gminnych za pomocą piaskarki opłużonej na terenie Gminy Puławy </w:t>
          </w:r>
        </w:p>
        <w:p w14:paraId="6D01966A" w14:textId="77777777" w:rsidR="0014734F" w:rsidRPr="00A83EB8" w:rsidRDefault="0014734F" w:rsidP="00A83EB8">
          <w:pPr>
            <w:autoSpaceDE w:val="0"/>
            <w:autoSpaceDN w:val="0"/>
            <w:adjustRightInd w:val="0"/>
            <w:jc w:val="center"/>
            <w:rPr>
              <w:rFonts w:asciiTheme="majorHAnsi" w:hAnsiTheme="majorHAnsi"/>
              <w:b/>
              <w:i/>
              <w:iCs/>
              <w:sz w:val="17"/>
              <w:szCs w:val="17"/>
            </w:rPr>
          </w:pPr>
          <w:r w:rsidRPr="00A83EB8">
            <w:rPr>
              <w:rFonts w:asciiTheme="majorHAnsi" w:eastAsiaTheme="minorEastAsia" w:hAnsiTheme="majorHAnsi" w:cs="Arial"/>
              <w:b/>
              <w:sz w:val="18"/>
              <w:szCs w:val="18"/>
            </w:rPr>
            <w:t>w sezonie zimowym 2024/2025”</w:t>
          </w:r>
        </w:p>
      </w:tc>
    </w:tr>
    <w:bookmarkEnd w:id="2"/>
    <w:bookmarkEnd w:id="3"/>
  </w:tbl>
  <w:p w14:paraId="54FE74AB" w14:textId="77777777" w:rsidR="0014734F" w:rsidRPr="00A83EB8" w:rsidRDefault="0014734F" w:rsidP="00A270DC">
    <w:pPr>
      <w:pStyle w:val="Nagwek"/>
      <w:spacing w:line="276" w:lineRule="auto"/>
      <w:jc w:val="center"/>
      <w:rPr>
        <w:rFonts w:asciiTheme="majorHAnsi" w:hAnsiTheme="majorHAnsi"/>
        <w:bCs/>
        <w:color w:val="000000"/>
        <w:sz w:val="10"/>
        <w:szCs w:val="10"/>
      </w:rPr>
    </w:pPr>
  </w:p>
  <w:p w14:paraId="40CE9412" w14:textId="77777777" w:rsidR="0014734F" w:rsidRPr="00D01B21" w:rsidRDefault="0014734F" w:rsidP="00A270D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E3571"/>
    <w:multiLevelType w:val="hybridMultilevel"/>
    <w:tmpl w:val="717644C2"/>
    <w:lvl w:ilvl="0" w:tplc="C464C6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30"/>
  </w:num>
  <w:num w:numId="9">
    <w:abstractNumId w:val="9"/>
  </w:num>
  <w:num w:numId="10">
    <w:abstractNumId w:val="23"/>
  </w:num>
  <w:num w:numId="11">
    <w:abstractNumId w:val="17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2"/>
  </w:num>
  <w:num w:numId="17">
    <w:abstractNumId w:val="19"/>
  </w:num>
  <w:num w:numId="18">
    <w:abstractNumId w:val="3"/>
  </w:num>
  <w:num w:numId="19">
    <w:abstractNumId w:val="7"/>
  </w:num>
  <w:num w:numId="20">
    <w:abstractNumId w:val="8"/>
  </w:num>
  <w:num w:numId="21">
    <w:abstractNumId w:val="25"/>
  </w:num>
  <w:num w:numId="22">
    <w:abstractNumId w:val="10"/>
  </w:num>
  <w:num w:numId="23">
    <w:abstractNumId w:val="12"/>
  </w:num>
  <w:num w:numId="24">
    <w:abstractNumId w:val="6"/>
  </w:num>
  <w:num w:numId="25">
    <w:abstractNumId w:val="11"/>
  </w:num>
  <w:num w:numId="26">
    <w:abstractNumId w:val="32"/>
  </w:num>
  <w:num w:numId="27">
    <w:abstractNumId w:val="28"/>
  </w:num>
  <w:num w:numId="28">
    <w:abstractNumId w:val="4"/>
  </w:num>
  <w:num w:numId="29">
    <w:abstractNumId w:val="24"/>
  </w:num>
  <w:num w:numId="30">
    <w:abstractNumId w:val="20"/>
  </w:num>
  <w:num w:numId="31">
    <w:abstractNumId w:val="16"/>
  </w:num>
  <w:num w:numId="32">
    <w:abstractNumId w:val="5"/>
  </w:num>
  <w:num w:numId="33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2FD5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2BB"/>
    <w:rsid w:val="001465B7"/>
    <w:rsid w:val="0014734F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7E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642C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E04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D7B"/>
    <w:rsid w:val="00441FF7"/>
    <w:rsid w:val="00443371"/>
    <w:rsid w:val="00443C04"/>
    <w:rsid w:val="004472E1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5FC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2C8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4C32"/>
    <w:rsid w:val="005B6A3D"/>
    <w:rsid w:val="005B7BD7"/>
    <w:rsid w:val="005C1D9C"/>
    <w:rsid w:val="005C3BA4"/>
    <w:rsid w:val="005C42CD"/>
    <w:rsid w:val="005C4B84"/>
    <w:rsid w:val="005C6577"/>
    <w:rsid w:val="005D2326"/>
    <w:rsid w:val="005E107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A6E"/>
    <w:rsid w:val="00687D9D"/>
    <w:rsid w:val="00692B8E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105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E85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1788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151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3EB8"/>
    <w:rsid w:val="00A91147"/>
    <w:rsid w:val="00A94833"/>
    <w:rsid w:val="00AA0BBE"/>
    <w:rsid w:val="00AA1B94"/>
    <w:rsid w:val="00AB1A3A"/>
    <w:rsid w:val="00AB3EEA"/>
    <w:rsid w:val="00AB5782"/>
    <w:rsid w:val="00AB7E78"/>
    <w:rsid w:val="00AC1689"/>
    <w:rsid w:val="00AC5F93"/>
    <w:rsid w:val="00AF01F5"/>
    <w:rsid w:val="00AF09DA"/>
    <w:rsid w:val="00AF102E"/>
    <w:rsid w:val="00AF21B3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1754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78D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1FF0"/>
    <w:rsid w:val="00DD3D9C"/>
    <w:rsid w:val="00DD7ABA"/>
    <w:rsid w:val="00DF3667"/>
    <w:rsid w:val="00DF3696"/>
    <w:rsid w:val="00DF6AD2"/>
    <w:rsid w:val="00DF70A8"/>
    <w:rsid w:val="00E0025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C1B40"/>
    <w:rsid w:val="00EC7D6A"/>
    <w:rsid w:val="00ED7CFB"/>
    <w:rsid w:val="00EE43A3"/>
    <w:rsid w:val="00EE4FA0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841105"/>
    <w:pPr>
      <w:spacing w:after="4" w:line="255" w:lineRule="auto"/>
    </w:pPr>
    <w:rPr>
      <w:rFonts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41105"/>
    <w:rPr>
      <w:rFonts w:cs="Calibri"/>
      <w:color w:val="000000"/>
      <w:sz w:val="18"/>
      <w:szCs w:val="22"/>
    </w:rPr>
  </w:style>
  <w:style w:type="paragraph" w:customStyle="1" w:styleId="Standardowy0">
    <w:name w:val="Standardowy.+"/>
    <w:rsid w:val="00841105"/>
    <w:pPr>
      <w:suppressAutoHyphens/>
    </w:pPr>
    <w:rPr>
      <w:rFonts w:ascii="Arial" w:eastAsia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5C9467-A2E0-4E0D-AD45-EDB21E7F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FA651B5D</Template>
  <TotalTime>145</TotalTime>
  <Pages>4</Pages>
  <Words>763</Words>
  <Characters>7474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Kasprzak</cp:lastModifiedBy>
  <cp:revision>5</cp:revision>
  <cp:lastPrinted>2024-06-07T08:35:00Z</cp:lastPrinted>
  <dcterms:created xsi:type="dcterms:W3CDTF">2024-10-31T08:58:00Z</dcterms:created>
  <dcterms:modified xsi:type="dcterms:W3CDTF">2024-11-04T12:12:00Z</dcterms:modified>
</cp:coreProperties>
</file>