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B1451">
        <w:rPr>
          <w:rFonts w:ascii="Cambria" w:hAnsi="Cambria" w:cs="Arial"/>
          <w:b/>
          <w:bCs/>
          <w:sz w:val="22"/>
          <w:szCs w:val="22"/>
        </w:rPr>
        <w:t>11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A32DD3" w:rsidRDefault="00B1701F" w:rsidP="001F4D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0B1451" w:rsidRPr="000B1451" w:rsidRDefault="000B1451" w:rsidP="000B145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4032"/>
      <w:r w:rsidRPr="000B1451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Nadleśnictwo Miastko w trybie podstawowym bez negocjacji,  o którym mowa w art. 275 pkt 1 ustawy z dnia 11 września 2019 r. Prawo zamówień publicznych (</w:t>
      </w:r>
      <w:proofErr w:type="spellStart"/>
      <w:r w:rsidRPr="000B1451">
        <w:rPr>
          <w:rFonts w:ascii="Cambria" w:hAnsi="Cambria" w:cs="Arial"/>
          <w:bCs/>
          <w:sz w:val="22"/>
          <w:szCs w:val="22"/>
        </w:rPr>
        <w:t>t.j</w:t>
      </w:r>
      <w:proofErr w:type="spellEnd"/>
      <w:r w:rsidRPr="000B1451">
        <w:rPr>
          <w:rFonts w:ascii="Cambria" w:hAnsi="Cambria" w:cs="Arial"/>
          <w:bCs/>
          <w:sz w:val="22"/>
          <w:szCs w:val="22"/>
        </w:rPr>
        <w:t xml:space="preserve">. Dz. U. z </w:t>
      </w:r>
      <w:r w:rsidR="00343F33" w:rsidRPr="000B1451">
        <w:rPr>
          <w:rFonts w:ascii="Cambria" w:hAnsi="Cambria" w:cs="Arial"/>
          <w:bCs/>
          <w:sz w:val="22"/>
          <w:szCs w:val="22"/>
        </w:rPr>
        <w:t>202</w:t>
      </w:r>
      <w:r w:rsidR="00343F33">
        <w:rPr>
          <w:rFonts w:ascii="Cambria" w:hAnsi="Cambria" w:cs="Arial"/>
          <w:bCs/>
          <w:sz w:val="22"/>
          <w:szCs w:val="22"/>
        </w:rPr>
        <w:t>4</w:t>
      </w:r>
      <w:r w:rsidR="00343F33" w:rsidRPr="000B1451">
        <w:rPr>
          <w:rFonts w:ascii="Cambria" w:hAnsi="Cambria" w:cs="Arial"/>
          <w:bCs/>
          <w:sz w:val="22"/>
          <w:szCs w:val="22"/>
        </w:rPr>
        <w:t xml:space="preserve"> </w:t>
      </w:r>
      <w:r w:rsidRPr="000B1451">
        <w:rPr>
          <w:rFonts w:ascii="Cambria" w:hAnsi="Cambria" w:cs="Arial"/>
          <w:bCs/>
          <w:sz w:val="22"/>
          <w:szCs w:val="22"/>
        </w:rPr>
        <w:t xml:space="preserve">r. poz. </w:t>
      </w:r>
      <w:r w:rsidR="00343F33" w:rsidRPr="000B1451">
        <w:rPr>
          <w:rFonts w:ascii="Cambria" w:hAnsi="Cambria" w:cs="Arial"/>
          <w:bCs/>
          <w:sz w:val="22"/>
          <w:szCs w:val="22"/>
        </w:rPr>
        <w:t>1</w:t>
      </w:r>
      <w:r w:rsidR="00343F33">
        <w:rPr>
          <w:rFonts w:ascii="Cambria" w:hAnsi="Cambria" w:cs="Arial"/>
          <w:bCs/>
          <w:sz w:val="22"/>
          <w:szCs w:val="22"/>
        </w:rPr>
        <w:t>320</w:t>
      </w:r>
      <w:r w:rsidR="00343F33" w:rsidRPr="000B1451">
        <w:rPr>
          <w:rFonts w:ascii="Cambria" w:hAnsi="Cambria" w:cs="Arial"/>
          <w:bCs/>
          <w:sz w:val="22"/>
          <w:szCs w:val="22"/>
        </w:rPr>
        <w:t xml:space="preserve"> </w:t>
      </w:r>
      <w:r w:rsidRPr="000B145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0B145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0B1451">
        <w:rPr>
          <w:rFonts w:ascii="Cambria" w:hAnsi="Cambria" w:cs="Arial"/>
          <w:bCs/>
          <w:sz w:val="22"/>
          <w:szCs w:val="22"/>
        </w:rPr>
        <w:t>. zm.)  na „</w:t>
      </w:r>
      <w:r w:rsidR="009553B2" w:rsidRPr="009553B2">
        <w:rPr>
          <w:rFonts w:ascii="Cambria" w:eastAsia="Calibri" w:hAnsi="Cambria" w:cs="Arial"/>
          <w:b/>
          <w:bCs/>
          <w:i/>
          <w:iCs/>
          <w:sz w:val="22"/>
          <w:szCs w:val="22"/>
        </w:rPr>
        <w:t xml:space="preserve">Budowa drogi pożarowej nr 9 w leśnictwie </w:t>
      </w:r>
      <w:proofErr w:type="spellStart"/>
      <w:r w:rsidR="009553B2" w:rsidRPr="009553B2">
        <w:rPr>
          <w:rFonts w:ascii="Cambria" w:eastAsia="Calibri" w:hAnsi="Cambria" w:cs="Arial"/>
          <w:b/>
          <w:bCs/>
          <w:i/>
          <w:iCs/>
          <w:sz w:val="22"/>
          <w:szCs w:val="22"/>
        </w:rPr>
        <w:t>Niesiłowo</w:t>
      </w:r>
      <w:proofErr w:type="spellEnd"/>
      <w:r w:rsidR="009553B2" w:rsidRPr="009553B2">
        <w:rPr>
          <w:rFonts w:ascii="Cambria" w:eastAsia="Calibri" w:hAnsi="Cambria" w:cs="Arial"/>
          <w:b/>
          <w:bCs/>
          <w:i/>
          <w:iCs/>
          <w:sz w:val="22"/>
          <w:szCs w:val="22"/>
        </w:rPr>
        <w:t xml:space="preserve"> odcinek 2+525,00 – 4+547,28 – etap III</w:t>
      </w:r>
      <w:r w:rsidRPr="000B1451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0"/>
    <w:p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W w:w="1058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8"/>
        <w:gridCol w:w="2835"/>
        <w:gridCol w:w="2693"/>
        <w:gridCol w:w="2366"/>
      </w:tblGrid>
      <w:tr w:rsidR="00C16D3A" w:rsidTr="002E3208">
        <w:trPr>
          <w:trHeight w:val="10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D3A" w:rsidRPr="00C8145E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Uprawnienia</w:t>
            </w:r>
          </w:p>
          <w:p w:rsidR="00C16D3A" w:rsidRPr="00C8145E" w:rsidRDefault="00C16D3A" w:rsidP="00BF2CA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634097">
              <w:rPr>
                <w:rFonts w:ascii="Cambria" w:hAnsi="Cambria" w:cs="Arial"/>
                <w:b/>
                <w:bCs/>
                <w:lang w:eastAsia="en-US"/>
              </w:rPr>
              <w:t>rodzaj, specja</w:t>
            </w:r>
            <w:bookmarkStart w:id="1" w:name="_GoBack"/>
            <w:bookmarkEnd w:id="1"/>
            <w:r w:rsidR="00634097">
              <w:rPr>
                <w:rFonts w:ascii="Cambria" w:hAnsi="Cambria" w:cs="Arial"/>
                <w:b/>
                <w:bCs/>
                <w:lang w:eastAsia="en-US"/>
              </w:rPr>
              <w:t xml:space="preserve">lność, </w:t>
            </w:r>
            <w:r w:rsidR="00BF2CA7" w:rsidRPr="00BF2CA7">
              <w:rPr>
                <w:rFonts w:ascii="Cambria" w:hAnsi="Cambria" w:cs="Arial"/>
                <w:b/>
                <w:bCs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D3A" w:rsidRPr="00F65612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C16D3A" w:rsidTr="001B661C">
        <w:trPr>
          <w:trHeight w:val="1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6D3A" w:rsidTr="001B661C">
        <w:trPr>
          <w:trHeight w:val="13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32DD3" w:rsidRDefault="00A32DD3" w:rsidP="001F4D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32DD3" w:rsidRDefault="00B1701F" w:rsidP="001F4D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2394C" w:rsidRPr="00073AF3" w:rsidRDefault="0072394C" w:rsidP="0072394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72394C" w:rsidRDefault="0072394C" w:rsidP="0072394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72394C" w:rsidRPr="001F4D4A" w:rsidRDefault="0072394C" w:rsidP="0072394C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2394C" w:rsidRPr="001F4D4A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561" w:rsidRDefault="00B61561">
      <w:r>
        <w:separator/>
      </w:r>
    </w:p>
  </w:endnote>
  <w:endnote w:type="continuationSeparator" w:id="0">
    <w:p w:rsidR="00B61561" w:rsidRDefault="00B6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409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561" w:rsidRDefault="00B61561">
      <w:r>
        <w:separator/>
      </w:r>
    </w:p>
  </w:footnote>
  <w:footnote w:type="continuationSeparator" w:id="0">
    <w:p w:rsidR="00B61561" w:rsidRDefault="00B61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2E5"/>
    <w:rsid w:val="00003C4F"/>
    <w:rsid w:val="000821AA"/>
    <w:rsid w:val="0008466B"/>
    <w:rsid w:val="000B1451"/>
    <w:rsid w:val="000D2A55"/>
    <w:rsid w:val="00104C09"/>
    <w:rsid w:val="00122D64"/>
    <w:rsid w:val="00123CA8"/>
    <w:rsid w:val="0014217D"/>
    <w:rsid w:val="00147FCE"/>
    <w:rsid w:val="001B661C"/>
    <w:rsid w:val="001D2BF3"/>
    <w:rsid w:val="001E41E8"/>
    <w:rsid w:val="001E4D51"/>
    <w:rsid w:val="001F4D4A"/>
    <w:rsid w:val="002A3D3B"/>
    <w:rsid w:val="002D6014"/>
    <w:rsid w:val="002E3208"/>
    <w:rsid w:val="003373A8"/>
    <w:rsid w:val="00342DD2"/>
    <w:rsid w:val="00343F33"/>
    <w:rsid w:val="003A41E8"/>
    <w:rsid w:val="003C6FD5"/>
    <w:rsid w:val="00406E52"/>
    <w:rsid w:val="00416056"/>
    <w:rsid w:val="004218DD"/>
    <w:rsid w:val="004248C0"/>
    <w:rsid w:val="004532E5"/>
    <w:rsid w:val="004C6BFB"/>
    <w:rsid w:val="004D68DF"/>
    <w:rsid w:val="0052521B"/>
    <w:rsid w:val="005709FE"/>
    <w:rsid w:val="00596DF1"/>
    <w:rsid w:val="00597172"/>
    <w:rsid w:val="005D10AF"/>
    <w:rsid w:val="005D608C"/>
    <w:rsid w:val="005F6E15"/>
    <w:rsid w:val="00634097"/>
    <w:rsid w:val="00661664"/>
    <w:rsid w:val="006A49A2"/>
    <w:rsid w:val="006C2D34"/>
    <w:rsid w:val="0072394C"/>
    <w:rsid w:val="007249D6"/>
    <w:rsid w:val="007C4074"/>
    <w:rsid w:val="007C6C1E"/>
    <w:rsid w:val="008102C2"/>
    <w:rsid w:val="00855076"/>
    <w:rsid w:val="00883B14"/>
    <w:rsid w:val="00886302"/>
    <w:rsid w:val="008B6B16"/>
    <w:rsid w:val="008C02A1"/>
    <w:rsid w:val="008C474C"/>
    <w:rsid w:val="008C6CB1"/>
    <w:rsid w:val="008F083D"/>
    <w:rsid w:val="008F21CC"/>
    <w:rsid w:val="008F676E"/>
    <w:rsid w:val="00930D07"/>
    <w:rsid w:val="00943499"/>
    <w:rsid w:val="009553B2"/>
    <w:rsid w:val="00967DD3"/>
    <w:rsid w:val="009925C1"/>
    <w:rsid w:val="009B3FD4"/>
    <w:rsid w:val="009F6436"/>
    <w:rsid w:val="00A070E9"/>
    <w:rsid w:val="00A27726"/>
    <w:rsid w:val="00A32DD3"/>
    <w:rsid w:val="00AB4755"/>
    <w:rsid w:val="00AF0EAA"/>
    <w:rsid w:val="00B1701F"/>
    <w:rsid w:val="00B51155"/>
    <w:rsid w:val="00B564AB"/>
    <w:rsid w:val="00B61561"/>
    <w:rsid w:val="00BD4D13"/>
    <w:rsid w:val="00BE02EE"/>
    <w:rsid w:val="00BF2CA7"/>
    <w:rsid w:val="00C16D3A"/>
    <w:rsid w:val="00C40DDC"/>
    <w:rsid w:val="00C729E8"/>
    <w:rsid w:val="00C80214"/>
    <w:rsid w:val="00C8145E"/>
    <w:rsid w:val="00D04020"/>
    <w:rsid w:val="00D26180"/>
    <w:rsid w:val="00D32D9C"/>
    <w:rsid w:val="00D93ACF"/>
    <w:rsid w:val="00DD3468"/>
    <w:rsid w:val="00DF6C24"/>
    <w:rsid w:val="00E84F31"/>
    <w:rsid w:val="00F34EA7"/>
    <w:rsid w:val="00F3568C"/>
    <w:rsid w:val="00F50CE7"/>
    <w:rsid w:val="00F65612"/>
    <w:rsid w:val="00F90293"/>
    <w:rsid w:val="00FC5168"/>
    <w:rsid w:val="00FC5784"/>
    <w:rsid w:val="00FE1B27"/>
    <w:rsid w:val="00FE6186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5F657-6AD7-4D89-94EF-1C6A6F1E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ona.monasterska\Desktop\ROK%202024\POST&#280;POWANIA%20UZP\Budowa%20drogi\na%20smart\Nowy%20folder\Za&#322;&#261;cznik%20nr%2011%20wykaz%20os&#243;b%2028.02.202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11 wykaz osób 28.02.2024</Template>
  <TotalTime>0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Monasterska (Nadleśnictwo Miastko)</dc:creator>
  <cp:keywords/>
  <cp:lastModifiedBy>Iwona Monasterska (Nadleśnictwo Miastko)</cp:lastModifiedBy>
  <cp:revision>3</cp:revision>
  <dcterms:created xsi:type="dcterms:W3CDTF">2024-10-21T05:34:00Z</dcterms:created>
  <dcterms:modified xsi:type="dcterms:W3CDTF">2024-10-21T05:37:00Z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