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748" w:rsidRPr="003C3329" w:rsidRDefault="001F7748" w:rsidP="007F7484">
      <w:pPr>
        <w:spacing w:before="12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3C3329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Pr="003C3329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:rsidR="001F7748" w:rsidRPr="00AC1E44" w:rsidRDefault="001F7748" w:rsidP="007F7484">
      <w:pPr>
        <w:tabs>
          <w:tab w:val="left" w:pos="2880"/>
        </w:tabs>
        <w:spacing w:after="0" w:line="360" w:lineRule="auto"/>
        <w:ind w:right="4536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……………………………</w:t>
      </w:r>
    </w:p>
    <w:p w:rsidR="001F7748" w:rsidRDefault="001F7748" w:rsidP="007F7484">
      <w:pPr>
        <w:spacing w:after="0" w:line="360" w:lineRule="auto"/>
        <w:ind w:right="4536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(Nazwa i adres wykonawcy)</w:t>
      </w:r>
    </w:p>
    <w:p w:rsidR="001F7748" w:rsidRPr="00AC1E44" w:rsidRDefault="001F7748" w:rsidP="007F7484">
      <w:pPr>
        <w:spacing w:after="0" w:line="360" w:lineRule="auto"/>
        <w:ind w:right="4536"/>
        <w:rPr>
          <w:rFonts w:ascii="Times New Roman" w:hAnsi="Times New Roman" w:cs="Times New Roman"/>
          <w:sz w:val="20"/>
          <w:szCs w:val="20"/>
        </w:rPr>
      </w:pPr>
    </w:p>
    <w:p w:rsidR="001F7748" w:rsidRPr="00AC1E44" w:rsidRDefault="001F7748" w:rsidP="007F7484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.................</w:t>
      </w:r>
      <w:r>
        <w:rPr>
          <w:rFonts w:ascii="Times New Roman" w:hAnsi="Times New Roman" w:cs="Times New Roman"/>
          <w:sz w:val="20"/>
          <w:szCs w:val="20"/>
        </w:rPr>
        <w:t>......, dnia ............... 2024</w:t>
      </w:r>
      <w:r w:rsidRPr="00AC1E44">
        <w:rPr>
          <w:rFonts w:ascii="Times New Roman" w:hAnsi="Times New Roman" w:cs="Times New Roman"/>
          <w:sz w:val="20"/>
          <w:szCs w:val="20"/>
        </w:rPr>
        <w:t xml:space="preserve"> r.</w:t>
      </w:r>
    </w:p>
    <w:p w:rsidR="001F7748" w:rsidRPr="00AC1E44" w:rsidRDefault="001F7748" w:rsidP="007F748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>FORMULARZ OFERTOWY</w:t>
      </w:r>
    </w:p>
    <w:p w:rsidR="001F7748" w:rsidRPr="00AC1E44" w:rsidRDefault="001F7748" w:rsidP="007F7484">
      <w:pPr>
        <w:tabs>
          <w:tab w:val="left" w:pos="7938"/>
        </w:tabs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 xml:space="preserve">na  realizację zamówienia  publicznego </w:t>
      </w:r>
    </w:p>
    <w:p w:rsidR="001F7748" w:rsidRPr="00AC1E44" w:rsidRDefault="001F7748" w:rsidP="00DA3818">
      <w:pPr>
        <w:shd w:val="clear" w:color="auto" w:fill="D9D9D9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Dostawa wyrobów mleczarskich do Działu Żywienia </w:t>
      </w:r>
      <w:r w:rsidRPr="001652EE">
        <w:rPr>
          <w:rFonts w:ascii="Times New Roman" w:hAnsi="Times New Roman" w:cs="Times New Roman"/>
          <w:b/>
          <w:bCs/>
          <w:sz w:val="20"/>
          <w:szCs w:val="20"/>
        </w:rPr>
        <w:t>Zespołu Opieki Zdrowotnej w Busku-Zdroju</w:t>
      </w:r>
    </w:p>
    <w:p w:rsidR="001F7748" w:rsidRPr="00AC1E44" w:rsidRDefault="001F7748" w:rsidP="007F748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F7748" w:rsidRPr="00AC1E44" w:rsidRDefault="001F7748" w:rsidP="007F748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UWAGA: proszę podać </w:t>
      </w:r>
      <w:r w:rsidRPr="00AC1E44">
        <w:rPr>
          <w:rFonts w:ascii="Times New Roman" w:hAnsi="Times New Roman" w:cs="Times New Roman"/>
          <w:b/>
          <w:bCs/>
          <w:sz w:val="20"/>
          <w:szCs w:val="20"/>
        </w:rPr>
        <w:t>adres email: ……………………………………….….. na który Wykonawca będzie otrzymywał od Zamawiającego wszystkie infor</w:t>
      </w:r>
      <w:bookmarkStart w:id="0" w:name="_GoBack"/>
      <w:bookmarkEnd w:id="0"/>
      <w:r w:rsidRPr="00AC1E44">
        <w:rPr>
          <w:rFonts w:ascii="Times New Roman" w:hAnsi="Times New Roman" w:cs="Times New Roman"/>
          <w:b/>
          <w:bCs/>
          <w:sz w:val="20"/>
          <w:szCs w:val="20"/>
        </w:rPr>
        <w:t>macje związane z prowadzonym postępowaniem po otwarciu ofert.</w:t>
      </w:r>
    </w:p>
    <w:p w:rsidR="001F7748" w:rsidRPr="00AC1E44" w:rsidRDefault="001F7748" w:rsidP="007F7484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Ja/My………………………………………………………………………………………………………………………………</w:t>
      </w:r>
    </w:p>
    <w:p w:rsidR="001F7748" w:rsidRPr="00AC1E44" w:rsidRDefault="001F7748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jako upoważniony/nieni przedstawiciel/e firmy/firm*:……………………………………………………………………..……..………</w:t>
      </w:r>
    </w:p>
    <w:p w:rsidR="001F7748" w:rsidRPr="00AC1E44" w:rsidRDefault="001F7748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………………………………………………………………………………………………………………………………………..…….</w:t>
      </w:r>
    </w:p>
    <w:p w:rsidR="001F7748" w:rsidRPr="00AC1E44" w:rsidRDefault="001F7748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działając w imieniu reprezentowanej przeze mnie/nas firmy/firm*:………………………………………………………………………</w:t>
      </w:r>
    </w:p>
    <w:p w:rsidR="001F7748" w:rsidRPr="00AC1E44" w:rsidRDefault="001F7748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……………………………………………………………………………………………………………………………………….……..</w:t>
      </w:r>
    </w:p>
    <w:p w:rsidR="001F7748" w:rsidRPr="00AC1E44" w:rsidRDefault="001F7748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AC1E44">
        <w:rPr>
          <w:rFonts w:ascii="Times New Roman" w:hAnsi="Times New Roman" w:cs="Times New Roman"/>
          <w:i/>
          <w:iCs/>
          <w:sz w:val="20"/>
          <w:szCs w:val="20"/>
        </w:rPr>
        <w:t>* w przypadku składania oferty indywidualnej (przez jednego wykonawcę) należy podać ponownie nazwę firmy wymienionej w poprzednim wierszu, natomiast w przypadku składania oferty wspólnej – należy podać wszystkich Wykonawców wspólnie ubiegających się o udzielenie zamówienia</w:t>
      </w:r>
    </w:p>
    <w:p w:rsidR="001F7748" w:rsidRPr="00AC1E44" w:rsidRDefault="001F7748" w:rsidP="00493920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 xml:space="preserve">Za wykonanie przedmiotu zamówienia w </w:t>
      </w:r>
      <w:r w:rsidRPr="00AC1E44">
        <w:rPr>
          <w:rFonts w:ascii="Times New Roman" w:hAnsi="Times New Roman" w:cs="Times New Roman"/>
          <w:b/>
          <w:bCs/>
          <w:sz w:val="20"/>
          <w:szCs w:val="20"/>
        </w:rPr>
        <w:t>Załączniku nr 1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C1E44">
        <w:rPr>
          <w:rFonts w:ascii="Times New Roman" w:hAnsi="Times New Roman" w:cs="Times New Roman"/>
          <w:sz w:val="20"/>
          <w:szCs w:val="20"/>
        </w:rPr>
        <w:t xml:space="preserve">oferuję kwotę brutto: ............................. złotych (słownie złotych …………………………………………………). Na powyższą kwotę brutto składa się kwota netto ……………… złotych (słownie kwota netto: …………………………………) oraz podatek VAT w kwocie …………….. złotych (słownie podatek VAT: …………………………………………………….) </w:t>
      </w:r>
    </w:p>
    <w:p w:rsidR="001F7748" w:rsidRDefault="001F7748" w:rsidP="00CA74F0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Termin </w:t>
      </w:r>
      <w:r>
        <w:rPr>
          <w:rFonts w:ascii="Times New Roman" w:hAnsi="Times New Roman" w:cs="Times New Roman"/>
          <w:b/>
          <w:bCs/>
          <w:sz w:val="20"/>
          <w:szCs w:val="20"/>
        </w:rPr>
        <w:t>płatności: ….. dni</w:t>
      </w:r>
    </w:p>
    <w:p w:rsidR="001F7748" w:rsidRPr="00AC1E44" w:rsidRDefault="001F7748" w:rsidP="00062BF0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 xml:space="preserve">Za wykonanie przedmiotu zamówienia w </w:t>
      </w:r>
      <w:r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Załączniku nr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2 </w:t>
      </w:r>
      <w:r w:rsidRPr="00AC1E44">
        <w:rPr>
          <w:rFonts w:ascii="Times New Roman" w:hAnsi="Times New Roman" w:cs="Times New Roman"/>
          <w:sz w:val="20"/>
          <w:szCs w:val="20"/>
        </w:rPr>
        <w:t xml:space="preserve">oferuję kwotę brutto: ............................. złotych (słownie złotych …………………………………………………). Na powyższą kwotę brutto składa się kwota netto ……………… złotych (słownie kwota netto: …………………………………) oraz podatek VAT w kwocie …………….. złotych (słownie podatek VAT: …………………………………………………….) </w:t>
      </w:r>
    </w:p>
    <w:p w:rsidR="001F7748" w:rsidRDefault="001F7748" w:rsidP="00CA74F0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Termin </w:t>
      </w:r>
      <w:r>
        <w:rPr>
          <w:rFonts w:ascii="Times New Roman" w:hAnsi="Times New Roman" w:cs="Times New Roman"/>
          <w:b/>
          <w:bCs/>
          <w:sz w:val="20"/>
          <w:szCs w:val="20"/>
        </w:rPr>
        <w:t>płatności: ….. dni</w:t>
      </w:r>
    </w:p>
    <w:p w:rsidR="001F7748" w:rsidRPr="00AC1E44" w:rsidRDefault="001F7748" w:rsidP="00062BF0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 xml:space="preserve">Za wykonanie przedmiotu zamówienia w </w:t>
      </w:r>
      <w:r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Załączniku nr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3 </w:t>
      </w:r>
      <w:r w:rsidRPr="00AC1E44">
        <w:rPr>
          <w:rFonts w:ascii="Times New Roman" w:hAnsi="Times New Roman" w:cs="Times New Roman"/>
          <w:sz w:val="20"/>
          <w:szCs w:val="20"/>
        </w:rPr>
        <w:t xml:space="preserve">oferuję kwotę brutto: ............................. złotych (słownie złotych …………………………………………………). Na powyższą kwotę brutto składa się kwota netto ……………… złotych (słownie kwota netto: …………………………………) oraz podatek VAT w kwocie …………….. złotych (słownie podatek VAT: …………………………………………………….) </w:t>
      </w:r>
    </w:p>
    <w:p w:rsidR="001F7748" w:rsidRDefault="001F7748" w:rsidP="00CA74F0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Termin </w:t>
      </w:r>
      <w:r>
        <w:rPr>
          <w:rFonts w:ascii="Times New Roman" w:hAnsi="Times New Roman" w:cs="Times New Roman"/>
          <w:b/>
          <w:bCs/>
          <w:sz w:val="20"/>
          <w:szCs w:val="20"/>
        </w:rPr>
        <w:t>płatności: ….. dni</w:t>
      </w:r>
    </w:p>
    <w:p w:rsidR="001F7748" w:rsidRPr="00AC1E44" w:rsidRDefault="001F7748" w:rsidP="00062BF0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 xml:space="preserve">Za wykonanie przedmiotu zamówienia w </w:t>
      </w:r>
      <w:r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Załączniku nr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4 </w:t>
      </w:r>
      <w:r w:rsidRPr="00AC1E44">
        <w:rPr>
          <w:rFonts w:ascii="Times New Roman" w:hAnsi="Times New Roman" w:cs="Times New Roman"/>
          <w:sz w:val="20"/>
          <w:szCs w:val="20"/>
        </w:rPr>
        <w:t xml:space="preserve">oferuję kwotę brutto: ............................. złotych (słownie złotych …………………………………………………). Na powyższą kwotę brutto składa się kwota netto ……………… złotych (słownie kwota netto: …………………………………) oraz podatek VAT w kwocie …………….. złotych (słownie podatek VAT: …………………………………………………….) </w:t>
      </w:r>
    </w:p>
    <w:p w:rsidR="001F7748" w:rsidRDefault="001F7748" w:rsidP="00CA74F0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Termin </w:t>
      </w:r>
      <w:r>
        <w:rPr>
          <w:rFonts w:ascii="Times New Roman" w:hAnsi="Times New Roman" w:cs="Times New Roman"/>
          <w:b/>
          <w:bCs/>
          <w:sz w:val="20"/>
          <w:szCs w:val="20"/>
        </w:rPr>
        <w:t>płatności: ….. dni</w:t>
      </w:r>
    </w:p>
    <w:p w:rsidR="001F7748" w:rsidRPr="00AC1E44" w:rsidRDefault="001F7748" w:rsidP="00062BF0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AC1E44">
        <w:rPr>
          <w:rFonts w:ascii="Times New Roman" w:hAnsi="Times New Roman" w:cs="Times New Roman"/>
          <w:sz w:val="20"/>
          <w:szCs w:val="20"/>
        </w:rPr>
        <w:t xml:space="preserve">Za wykonanie przedmiotu zamówienia w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Załączniku nr 5 </w:t>
      </w:r>
      <w:r w:rsidRPr="00AC1E44">
        <w:rPr>
          <w:rFonts w:ascii="Times New Roman" w:hAnsi="Times New Roman" w:cs="Times New Roman"/>
          <w:sz w:val="20"/>
          <w:szCs w:val="20"/>
        </w:rPr>
        <w:t xml:space="preserve">oferuję kwotę brutto: ............................. złotych (słownie złotych …………………………………………………). Na powyższą kwotę brutto składa się kwota netto ……………… złotych (słownie kwota netto: …………………………………) oraz podatek VAT w kwocie …………….. złotych (słownie podatek VAT: …………………………………………………….) </w:t>
      </w:r>
    </w:p>
    <w:p w:rsidR="001F7748" w:rsidRDefault="001F7748" w:rsidP="00CA74F0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 xml:space="preserve">Termin </w:t>
      </w:r>
      <w:r>
        <w:rPr>
          <w:rFonts w:ascii="Times New Roman" w:hAnsi="Times New Roman" w:cs="Times New Roman"/>
          <w:b/>
          <w:bCs/>
          <w:sz w:val="20"/>
          <w:szCs w:val="20"/>
        </w:rPr>
        <w:t>płatności: ….. dni</w:t>
      </w:r>
    </w:p>
    <w:p w:rsidR="001F7748" w:rsidRPr="00062BF0" w:rsidRDefault="001F7748" w:rsidP="00F624BE">
      <w:pPr>
        <w:pStyle w:val="Bezodstpw1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1F7748" w:rsidRPr="00AC1E44" w:rsidRDefault="001F7748" w:rsidP="007C59F2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>NIP…………………………….</w:t>
      </w:r>
    </w:p>
    <w:p w:rsidR="001F7748" w:rsidRPr="00AC1E44" w:rsidRDefault="001F7748" w:rsidP="002A576E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C1E44">
        <w:rPr>
          <w:rFonts w:ascii="Times New Roman" w:hAnsi="Times New Roman" w:cs="Times New Roman"/>
          <w:b/>
          <w:bCs/>
          <w:sz w:val="20"/>
          <w:szCs w:val="20"/>
        </w:rPr>
        <w:t>REGON………………………..</w:t>
      </w:r>
    </w:p>
    <w:p w:rsidR="001F7748" w:rsidRPr="00642E57" w:rsidRDefault="001F7748" w:rsidP="00895083">
      <w:pPr>
        <w:pStyle w:val="Bezodstpw1"/>
        <w:spacing w:line="36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1F7748" w:rsidRPr="00493920" w:rsidRDefault="001F7748" w:rsidP="00857063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t>UWAGA!</w:t>
      </w:r>
    </w:p>
    <w:p w:rsidR="001F7748" w:rsidRPr="003D63F8" w:rsidRDefault="001F7748" w:rsidP="00857063">
      <w:pPr>
        <w:pStyle w:val="Bezodstpw1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W pkt. </w:t>
      </w:r>
      <w:r w:rsidRPr="003D63F8">
        <w:rPr>
          <w:rFonts w:ascii="Times New Roman" w:hAnsi="Times New Roman" w:cs="Times New Roman"/>
          <w:b/>
          <w:bCs/>
          <w:sz w:val="20"/>
          <w:szCs w:val="20"/>
        </w:rPr>
        <w:t>XXVIII.8 SWZ</w:t>
      </w:r>
      <w:r w:rsidRPr="00493920">
        <w:rPr>
          <w:rFonts w:ascii="Times New Roman" w:hAnsi="Times New Roman" w:cs="Times New Roman"/>
          <w:b/>
          <w:bCs/>
          <w:sz w:val="20"/>
          <w:szCs w:val="20"/>
        </w:rPr>
        <w:t xml:space="preserve"> Zamawiający wymaga złożenia wraz z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ofertą informacji o powstaniu u Z</w:t>
      </w:r>
      <w:r w:rsidRPr="00493920">
        <w:rPr>
          <w:rFonts w:ascii="Times New Roman" w:hAnsi="Times New Roman" w:cs="Times New Roman"/>
          <w:b/>
          <w:bCs/>
          <w:sz w:val="20"/>
          <w:szCs w:val="20"/>
        </w:rPr>
        <w:t xml:space="preserve">amawiającego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obowiązku podatkowego </w:t>
      </w:r>
      <w:r w:rsidRPr="0049392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zgodnie z przepisami o podatku od towarów i usług (VAT) wskazując nazwę (rodzaj) towaru lub usługi, których dostawa lub świadczenie będzie prowadzić do jego powstania, oraz wskazując ich wartość bez kwoty podatku. </w:t>
      </w:r>
      <w:r w:rsidRPr="00493920">
        <w:rPr>
          <w:rFonts w:ascii="Times New Roman" w:hAnsi="Times New Roman" w:cs="Times New Roman"/>
          <w:b/>
          <w:bCs/>
          <w:sz w:val="20"/>
          <w:szCs w:val="20"/>
        </w:rPr>
        <w:t>Niez</w:t>
      </w:r>
      <w:r>
        <w:rPr>
          <w:rFonts w:ascii="Times New Roman" w:hAnsi="Times New Roman" w:cs="Times New Roman"/>
          <w:b/>
          <w:bCs/>
          <w:sz w:val="20"/>
          <w:szCs w:val="20"/>
        </w:rPr>
        <w:t>ł</w:t>
      </w:r>
      <w:r w:rsidRPr="00493920">
        <w:rPr>
          <w:rFonts w:ascii="Times New Roman" w:hAnsi="Times New Roman" w:cs="Times New Roman"/>
          <w:b/>
          <w:bCs/>
          <w:sz w:val="20"/>
          <w:szCs w:val="20"/>
        </w:rPr>
        <w:t>ożenie przez Wykonawcę informacji będzie oznaczało, że taki obowiązek nie powstaje.</w:t>
      </w:r>
    </w:p>
    <w:p w:rsidR="001F7748" w:rsidRPr="003D63F8" w:rsidRDefault="001F7748" w:rsidP="00857063">
      <w:pPr>
        <w:pStyle w:val="Bezodstpw1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F7748" w:rsidRPr="003D63F8" w:rsidRDefault="001F7748" w:rsidP="00857063">
      <w:pPr>
        <w:pStyle w:val="BodyText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D63F8">
        <w:rPr>
          <w:rFonts w:ascii="Times New Roman" w:hAnsi="Times New Roman" w:cs="Times New Roman"/>
          <w:b/>
          <w:bCs/>
          <w:sz w:val="20"/>
          <w:szCs w:val="20"/>
        </w:rPr>
        <w:t xml:space="preserve">Oświadczamy, że </w:t>
      </w:r>
      <w:r w:rsidRPr="003D63F8">
        <w:rPr>
          <w:rFonts w:ascii="Times New Roman" w:hAnsi="Times New Roman" w:cs="Times New Roman"/>
          <w:sz w:val="20"/>
          <w:szCs w:val="20"/>
        </w:rPr>
        <w:t>zapoznaliśmy się ze specyfikacją</w:t>
      </w:r>
      <w:r w:rsidRPr="003D63F8">
        <w:rPr>
          <w:rFonts w:ascii="Times New Roman" w:hAnsi="Times New Roman" w:cs="Times New Roman"/>
          <w:b/>
          <w:bCs/>
          <w:sz w:val="20"/>
          <w:szCs w:val="20"/>
        </w:rPr>
        <w:t xml:space="preserve"> i nie wnosimy do niej zastrzeżeń oraz zdobyliśmy konieczne informacje do przygotowania oferty.</w:t>
      </w:r>
    </w:p>
    <w:p w:rsidR="001F7748" w:rsidRPr="003D63F8" w:rsidRDefault="001F7748" w:rsidP="00857063">
      <w:pPr>
        <w:pStyle w:val="BodyText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D63F8">
        <w:rPr>
          <w:rFonts w:ascii="Times New Roman" w:hAnsi="Times New Roman" w:cs="Times New Roman"/>
          <w:b/>
          <w:bCs/>
          <w:sz w:val="20"/>
          <w:szCs w:val="20"/>
        </w:rPr>
        <w:t xml:space="preserve">Oświadczamy, że </w:t>
      </w:r>
      <w:r w:rsidRPr="003D63F8">
        <w:rPr>
          <w:rFonts w:ascii="Times New Roman" w:hAnsi="Times New Roman" w:cs="Times New Roman"/>
          <w:sz w:val="20"/>
          <w:szCs w:val="20"/>
        </w:rPr>
        <w:t>uważamy się za związanych niniejszą ofertą</w:t>
      </w:r>
      <w:r w:rsidRPr="003D63F8">
        <w:rPr>
          <w:rFonts w:ascii="Times New Roman" w:hAnsi="Times New Roman" w:cs="Times New Roman"/>
          <w:b/>
          <w:bCs/>
          <w:sz w:val="20"/>
          <w:szCs w:val="20"/>
        </w:rPr>
        <w:t xml:space="preserve"> na czas wskazany w Specyfikacji Warunków Zamówienia. </w:t>
      </w:r>
    </w:p>
    <w:p w:rsidR="001F7748" w:rsidRPr="003D63F8" w:rsidRDefault="001F7748" w:rsidP="00857063">
      <w:pPr>
        <w:pStyle w:val="BodyText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D63F8">
        <w:rPr>
          <w:rFonts w:ascii="Times New Roman" w:hAnsi="Times New Roman" w:cs="Times New Roman"/>
          <w:b/>
          <w:bCs/>
          <w:sz w:val="20"/>
          <w:szCs w:val="20"/>
        </w:rPr>
        <w:t xml:space="preserve">Oświadczamy, że zawarte w </w:t>
      </w:r>
      <w:r w:rsidRPr="003D63F8">
        <w:rPr>
          <w:rFonts w:ascii="Times New Roman" w:hAnsi="Times New Roman" w:cs="Times New Roman"/>
          <w:sz w:val="20"/>
          <w:szCs w:val="20"/>
        </w:rPr>
        <w:t>specyfikacji istotne warunki zamówienia oraz projekt umowy zostały przez nas zaakceptowane</w:t>
      </w:r>
      <w:r w:rsidRPr="003D63F8">
        <w:rPr>
          <w:rFonts w:ascii="Times New Roman" w:hAnsi="Times New Roman" w:cs="Times New Roman"/>
          <w:b/>
          <w:bCs/>
          <w:sz w:val="20"/>
          <w:szCs w:val="20"/>
        </w:rPr>
        <w:t xml:space="preserve"> i zobowiązujemy się w przypadku wyboru naszej oferty do zawarcia umowy na wyżej wymienionych warunkach i w terminie wyznaczonym przez zamawiającego.</w:t>
      </w:r>
    </w:p>
    <w:p w:rsidR="001F7748" w:rsidRPr="003D63F8" w:rsidRDefault="001F7748" w:rsidP="00857063">
      <w:pPr>
        <w:pStyle w:val="BodyText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63F8">
        <w:rPr>
          <w:rFonts w:ascii="Times New Roman" w:hAnsi="Times New Roman" w:cs="Times New Roman"/>
          <w:b/>
          <w:bCs/>
          <w:sz w:val="20"/>
          <w:szCs w:val="20"/>
        </w:rPr>
        <w:t xml:space="preserve">Oświadczamy, że </w:t>
      </w:r>
      <w:r w:rsidRPr="003D63F8">
        <w:rPr>
          <w:rFonts w:ascii="Times New Roman" w:hAnsi="Times New Roman" w:cs="Times New Roman"/>
          <w:sz w:val="20"/>
          <w:szCs w:val="20"/>
        </w:rPr>
        <w:t>zaofero</w:t>
      </w:r>
      <w:r>
        <w:rPr>
          <w:rFonts w:ascii="Times New Roman" w:hAnsi="Times New Roman" w:cs="Times New Roman"/>
          <w:sz w:val="20"/>
          <w:szCs w:val="20"/>
        </w:rPr>
        <w:t>wany przedmiot spełnia wymogi S</w:t>
      </w:r>
      <w:r w:rsidRPr="003D63F8">
        <w:rPr>
          <w:rFonts w:ascii="Times New Roman" w:hAnsi="Times New Roman" w:cs="Times New Roman"/>
          <w:sz w:val="20"/>
          <w:szCs w:val="20"/>
        </w:rPr>
        <w:t>WZ</w:t>
      </w:r>
      <w:r w:rsidRPr="003D63F8">
        <w:rPr>
          <w:rFonts w:ascii="Times New Roman" w:hAnsi="Times New Roman" w:cs="Times New Roman"/>
          <w:b/>
          <w:bCs/>
          <w:sz w:val="20"/>
          <w:szCs w:val="20"/>
        </w:rPr>
        <w:t xml:space="preserve"> w zakresie wymaganego opisu przedmiotu zamówienia.</w:t>
      </w:r>
    </w:p>
    <w:p w:rsidR="001F7748" w:rsidRPr="003D63F8" w:rsidRDefault="001F7748" w:rsidP="00857063">
      <w:pPr>
        <w:pStyle w:val="BodyText"/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F7748" w:rsidRPr="003D63F8" w:rsidRDefault="001F7748" w:rsidP="00857063">
      <w:pPr>
        <w:pStyle w:val="BodyText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D63F8">
        <w:rPr>
          <w:rFonts w:ascii="Times New Roman" w:hAnsi="Times New Roman" w:cs="Times New Roman"/>
          <w:b/>
          <w:bCs/>
          <w:sz w:val="20"/>
          <w:szCs w:val="20"/>
        </w:rPr>
        <w:t>Oświadczamy, że przedmiot zamówienia zamierzamy:</w:t>
      </w:r>
    </w:p>
    <w:p w:rsidR="001F7748" w:rsidRPr="003D63F8" w:rsidRDefault="001F7748" w:rsidP="00857063">
      <w:pPr>
        <w:pStyle w:val="BodyText"/>
        <w:ind w:left="360"/>
        <w:rPr>
          <w:rFonts w:ascii="Times New Roman" w:hAnsi="Times New Roman" w:cs="Times New Roman"/>
          <w:sz w:val="20"/>
          <w:szCs w:val="20"/>
        </w:rPr>
      </w:pPr>
      <w:r w:rsidRPr="003D63F8">
        <w:rPr>
          <w:rFonts w:ascii="Times New Roman" w:hAnsi="Times New Roman" w:cs="Times New Roman"/>
          <w:sz w:val="20"/>
          <w:szCs w:val="20"/>
        </w:rPr>
        <w:t xml:space="preserve">WYKONAĆ SAMODZIELNIE* </w:t>
      </w:r>
    </w:p>
    <w:p w:rsidR="001F7748" w:rsidRPr="003D63F8" w:rsidRDefault="001F7748" w:rsidP="00857063">
      <w:pPr>
        <w:pStyle w:val="BodyText"/>
        <w:ind w:firstLine="360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3D63F8">
        <w:rPr>
          <w:rFonts w:ascii="Times New Roman" w:hAnsi="Times New Roman" w:cs="Times New Roman"/>
          <w:sz w:val="20"/>
          <w:szCs w:val="20"/>
        </w:rPr>
        <w:t>ZLECIĆ PODWYKONAWCOM</w:t>
      </w:r>
      <w:r w:rsidRPr="003D63F8">
        <w:rPr>
          <w:rFonts w:ascii="Times New Roman" w:hAnsi="Times New Roman" w:cs="Times New Roman"/>
          <w:b/>
          <w:bCs/>
          <w:sz w:val="20"/>
          <w:szCs w:val="20"/>
        </w:rPr>
        <w:t xml:space="preserve">*                                     </w:t>
      </w:r>
      <w:r w:rsidRPr="003D63F8">
        <w:rPr>
          <w:rFonts w:ascii="Times New Roman" w:hAnsi="Times New Roman" w:cs="Times New Roman"/>
          <w:b/>
          <w:bCs/>
          <w:i/>
          <w:iCs/>
          <w:sz w:val="20"/>
          <w:szCs w:val="20"/>
        </w:rPr>
        <w:t>*niepotrzebne skreślić</w:t>
      </w:r>
    </w:p>
    <w:p w:rsidR="001F7748" w:rsidRPr="003D63F8" w:rsidRDefault="001F7748" w:rsidP="00636B2E">
      <w:pPr>
        <w:pStyle w:val="BodyText"/>
        <w:numPr>
          <w:ilvl w:val="0"/>
          <w:numId w:val="13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3D63F8">
        <w:rPr>
          <w:rFonts w:ascii="Times New Roman" w:hAnsi="Times New Roman" w:cs="Times New Roman"/>
          <w:b/>
          <w:bCs/>
          <w:sz w:val="20"/>
          <w:szCs w:val="20"/>
        </w:rPr>
        <w:t xml:space="preserve">   </w:t>
      </w:r>
      <w:r w:rsidRPr="003D63F8">
        <w:rPr>
          <w:rFonts w:ascii="Times New Roman" w:hAnsi="Times New Roman" w:cs="Times New Roman"/>
          <w:sz w:val="20"/>
          <w:szCs w:val="20"/>
        </w:rPr>
        <w:t>podwykonawca nr 1:*</w:t>
      </w:r>
    </w:p>
    <w:p w:rsidR="001F7748" w:rsidRPr="003D63F8" w:rsidRDefault="001F7748" w:rsidP="00636B2E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63F8">
        <w:rPr>
          <w:rFonts w:ascii="Times New Roman" w:hAnsi="Times New Roman" w:cs="Times New Roman"/>
          <w:sz w:val="20"/>
          <w:szCs w:val="20"/>
        </w:rPr>
        <w:t>firma podwykonawcy (nazwa i adres):</w:t>
      </w:r>
    </w:p>
    <w:p w:rsidR="001F7748" w:rsidRPr="003D63F8" w:rsidRDefault="001F7748" w:rsidP="00636B2E">
      <w:pPr>
        <w:pStyle w:val="ListParagraph"/>
        <w:spacing w:line="360" w:lineRule="auto"/>
        <w:ind w:left="1491"/>
        <w:jc w:val="both"/>
        <w:rPr>
          <w:rFonts w:ascii="Times New Roman" w:hAnsi="Times New Roman" w:cs="Times New Roman"/>
          <w:sz w:val="20"/>
          <w:szCs w:val="20"/>
        </w:rPr>
      </w:pPr>
      <w:r w:rsidRPr="003D63F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………………………………………………………………………………,</w:t>
      </w:r>
    </w:p>
    <w:p w:rsidR="001F7748" w:rsidRPr="003D63F8" w:rsidRDefault="001F7748" w:rsidP="00636B2E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63F8">
        <w:rPr>
          <w:rFonts w:ascii="Times New Roman" w:hAnsi="Times New Roman" w:cs="Times New Roman"/>
          <w:sz w:val="20"/>
          <w:szCs w:val="20"/>
        </w:rPr>
        <w:t>część (zakres) zamówienia dotyczący podwykonawcy nr 1</w:t>
      </w:r>
    </w:p>
    <w:p w:rsidR="001F7748" w:rsidRPr="003D63F8" w:rsidRDefault="001F7748" w:rsidP="00636B2E">
      <w:pPr>
        <w:pStyle w:val="ListParagraph"/>
        <w:spacing w:line="360" w:lineRule="auto"/>
        <w:ind w:left="1491"/>
        <w:jc w:val="both"/>
        <w:rPr>
          <w:rFonts w:ascii="Times New Roman" w:hAnsi="Times New Roman" w:cs="Times New Roman"/>
          <w:sz w:val="20"/>
          <w:szCs w:val="20"/>
        </w:rPr>
      </w:pPr>
      <w:r w:rsidRPr="003D63F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………………………………………………………………………………,</w:t>
      </w:r>
    </w:p>
    <w:p w:rsidR="001F7748" w:rsidRPr="003D63F8" w:rsidRDefault="001F7748" w:rsidP="00636B2E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63F8">
        <w:rPr>
          <w:rFonts w:ascii="Times New Roman" w:hAnsi="Times New Roman" w:cs="Times New Roman"/>
          <w:sz w:val="20"/>
          <w:szCs w:val="20"/>
        </w:rPr>
        <w:t>podwykonawca nr 2:*</w:t>
      </w:r>
    </w:p>
    <w:p w:rsidR="001F7748" w:rsidRPr="003D63F8" w:rsidRDefault="001F7748" w:rsidP="00636B2E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63F8">
        <w:rPr>
          <w:rFonts w:ascii="Times New Roman" w:hAnsi="Times New Roman" w:cs="Times New Roman"/>
          <w:sz w:val="20"/>
          <w:szCs w:val="20"/>
        </w:rPr>
        <w:t>firma podwykonawcy (nazwa i adres):</w:t>
      </w:r>
    </w:p>
    <w:p w:rsidR="001F7748" w:rsidRPr="003D63F8" w:rsidRDefault="001F7748" w:rsidP="00636B2E">
      <w:pPr>
        <w:pStyle w:val="ListParagraph"/>
        <w:spacing w:line="360" w:lineRule="auto"/>
        <w:ind w:left="1491"/>
        <w:jc w:val="both"/>
        <w:rPr>
          <w:rFonts w:ascii="Times New Roman" w:hAnsi="Times New Roman" w:cs="Times New Roman"/>
          <w:sz w:val="20"/>
          <w:szCs w:val="20"/>
        </w:rPr>
      </w:pPr>
      <w:r w:rsidRPr="003D63F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………………………………………………………………………………,</w:t>
      </w:r>
    </w:p>
    <w:p w:rsidR="001F7748" w:rsidRPr="003D63F8" w:rsidRDefault="001F7748" w:rsidP="00636B2E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63F8">
        <w:rPr>
          <w:rFonts w:ascii="Times New Roman" w:hAnsi="Times New Roman" w:cs="Times New Roman"/>
          <w:sz w:val="20"/>
          <w:szCs w:val="20"/>
        </w:rPr>
        <w:t>część (zakres) zamówienia dotyczący podwykonawcy nr 2</w:t>
      </w:r>
    </w:p>
    <w:p w:rsidR="001F7748" w:rsidRPr="003D63F8" w:rsidRDefault="001F7748" w:rsidP="00636B2E">
      <w:pPr>
        <w:pStyle w:val="ListParagraph"/>
        <w:spacing w:line="360" w:lineRule="auto"/>
        <w:ind w:left="1491"/>
        <w:jc w:val="both"/>
        <w:rPr>
          <w:rFonts w:ascii="Times New Roman" w:hAnsi="Times New Roman" w:cs="Times New Roman"/>
          <w:sz w:val="20"/>
          <w:szCs w:val="20"/>
        </w:rPr>
      </w:pPr>
      <w:r w:rsidRPr="003D63F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………………………………………………………………………………,</w:t>
      </w:r>
    </w:p>
    <w:p w:rsidR="001F7748" w:rsidRPr="003D63F8" w:rsidRDefault="001F7748" w:rsidP="00C252D4">
      <w:pPr>
        <w:pStyle w:val="BodyText"/>
        <w:numPr>
          <w:ilvl w:val="0"/>
          <w:numId w:val="5"/>
        </w:numPr>
        <w:suppressAutoHyphens/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D63F8">
        <w:rPr>
          <w:rFonts w:ascii="Times New Roman" w:hAnsi="Times New Roman" w:cs="Times New Roman"/>
          <w:b/>
          <w:bCs/>
          <w:sz w:val="20"/>
          <w:szCs w:val="20"/>
        </w:rPr>
        <w:t xml:space="preserve">Oświadczamy, że wykonawca </w:t>
      </w:r>
      <w:r>
        <w:rPr>
          <w:b/>
          <w:bCs/>
          <w:sz w:val="20"/>
          <w:szCs w:val="20"/>
        </w:rPr>
        <w:t>(</w:t>
      </w:r>
      <w:r w:rsidRPr="000E0C8B">
        <w:rPr>
          <w:b/>
          <w:bCs/>
          <w:i/>
          <w:iCs/>
          <w:sz w:val="20"/>
          <w:szCs w:val="20"/>
        </w:rPr>
        <w:t xml:space="preserve">właściwe </w:t>
      </w:r>
      <w:r>
        <w:rPr>
          <w:b/>
          <w:bCs/>
          <w:i/>
          <w:iCs/>
          <w:sz w:val="20"/>
          <w:szCs w:val="20"/>
        </w:rPr>
        <w:t>zaznaczy</w:t>
      </w:r>
      <w:r w:rsidRPr="000E0C8B">
        <w:rPr>
          <w:b/>
          <w:bCs/>
          <w:i/>
          <w:iCs/>
          <w:sz w:val="20"/>
          <w:szCs w:val="20"/>
        </w:rPr>
        <w:t>ć</w:t>
      </w:r>
      <w:r>
        <w:rPr>
          <w:b/>
          <w:bCs/>
          <w:i/>
          <w:iCs/>
          <w:sz w:val="20"/>
          <w:szCs w:val="20"/>
        </w:rPr>
        <w:t xml:space="preserve"> znakiem </w:t>
      </w:r>
      <w:r w:rsidRPr="00185E04">
        <w:rPr>
          <w:b/>
          <w:bCs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185E04">
        <w:rPr>
          <w:b/>
          <w:bCs/>
        </w:rPr>
        <w:instrText xml:space="preserve"> FORMCHECKBOX </w:instrText>
      </w:r>
      <w:r w:rsidRPr="00185E04">
        <w:rPr>
          <w:b/>
          <w:bCs/>
        </w:rPr>
      </w:r>
      <w:r w:rsidRPr="00185E04">
        <w:rPr>
          <w:b/>
          <w:bCs/>
        </w:rPr>
        <w:fldChar w:fldCharType="end"/>
      </w:r>
      <w:r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albo p</w:t>
      </w:r>
      <w:r w:rsidRPr="000C3DAF">
        <w:rPr>
          <w:b/>
          <w:bCs/>
          <w:sz w:val="18"/>
          <w:szCs w:val="18"/>
        </w:rPr>
        <w:t>odkreślić, lub niewłaściwe skreślić</w:t>
      </w:r>
      <w:r>
        <w:rPr>
          <w:b/>
          <w:bCs/>
          <w:sz w:val="20"/>
          <w:szCs w:val="20"/>
        </w:rPr>
        <w:t>)</w:t>
      </w:r>
      <w:r w:rsidRPr="001D5D08">
        <w:rPr>
          <w:b/>
          <w:bCs/>
          <w:sz w:val="20"/>
          <w:szCs w:val="20"/>
        </w:rPr>
        <w:t>:</w:t>
      </w:r>
    </w:p>
    <w:p w:rsidR="001F7748" w:rsidRPr="001D5D08" w:rsidRDefault="001F7748" w:rsidP="0037494A">
      <w:pPr>
        <w:pStyle w:val="BodyText"/>
        <w:rPr>
          <w:sz w:val="20"/>
          <w:szCs w:val="2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</w:t>
      </w:r>
      <w:r w:rsidRPr="00403A8C">
        <w:rPr>
          <w:sz w:val="20"/>
          <w:szCs w:val="20"/>
        </w:rPr>
        <w:t>JEST</w:t>
      </w:r>
      <w:r w:rsidRPr="001D5D08">
        <w:rPr>
          <w:sz w:val="20"/>
          <w:szCs w:val="20"/>
        </w:rPr>
        <w:t>*</w:t>
      </w:r>
    </w:p>
    <w:p w:rsidR="001F7748" w:rsidRPr="001D5D08" w:rsidRDefault="001F7748" w:rsidP="0037494A">
      <w:pPr>
        <w:pStyle w:val="BodyText"/>
        <w:rPr>
          <w:sz w:val="20"/>
          <w:szCs w:val="2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</w:t>
      </w:r>
      <w:r w:rsidRPr="00403A8C">
        <w:rPr>
          <w:sz w:val="20"/>
          <w:szCs w:val="20"/>
        </w:rPr>
        <w:t>NIE JEST</w:t>
      </w:r>
      <w:r w:rsidRPr="001D5D08">
        <w:rPr>
          <w:sz w:val="20"/>
          <w:szCs w:val="20"/>
        </w:rPr>
        <w:t>*</w:t>
      </w:r>
    </w:p>
    <w:p w:rsidR="001F7748" w:rsidRPr="001D5D08" w:rsidRDefault="001F7748" w:rsidP="0037494A">
      <w:pPr>
        <w:pStyle w:val="BodyText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>mikroprzedsiębiorstwem bądź małym lub średnim przedsiębiorstwem.</w:t>
      </w:r>
      <w:r>
        <w:rPr>
          <w:b/>
          <w:bCs/>
          <w:sz w:val="20"/>
          <w:szCs w:val="20"/>
        </w:rPr>
        <w:t>*(</w:t>
      </w:r>
      <w:r w:rsidRPr="000E0C8B">
        <w:rPr>
          <w:b/>
          <w:bCs/>
          <w:i/>
          <w:iCs/>
          <w:sz w:val="20"/>
          <w:szCs w:val="20"/>
        </w:rPr>
        <w:t xml:space="preserve">właściwe </w:t>
      </w:r>
      <w:r>
        <w:rPr>
          <w:b/>
          <w:bCs/>
          <w:i/>
          <w:iCs/>
          <w:sz w:val="20"/>
          <w:szCs w:val="20"/>
        </w:rPr>
        <w:t>zaznaczy</w:t>
      </w:r>
      <w:r w:rsidRPr="000E0C8B">
        <w:rPr>
          <w:b/>
          <w:bCs/>
          <w:i/>
          <w:iCs/>
          <w:sz w:val="20"/>
          <w:szCs w:val="20"/>
        </w:rPr>
        <w:t>ć</w:t>
      </w:r>
      <w:r>
        <w:rPr>
          <w:b/>
          <w:bCs/>
          <w:i/>
          <w:iCs/>
          <w:sz w:val="20"/>
          <w:szCs w:val="20"/>
        </w:rPr>
        <w:t xml:space="preserve"> znakiem </w:t>
      </w:r>
      <w:r w:rsidRPr="00185E04">
        <w:rPr>
          <w:b/>
          <w:bCs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185E04">
        <w:rPr>
          <w:b/>
          <w:bCs/>
        </w:rPr>
        <w:instrText xml:space="preserve"> FORMCHECKBOX </w:instrText>
      </w:r>
      <w:r w:rsidRPr="00185E04">
        <w:rPr>
          <w:b/>
          <w:bCs/>
        </w:rPr>
      </w:r>
      <w:r w:rsidRPr="00185E04">
        <w:rPr>
          <w:b/>
          <w:bCs/>
        </w:rPr>
        <w:fldChar w:fldCharType="end"/>
      </w:r>
      <w:r>
        <w:rPr>
          <w:b/>
          <w:bCs/>
          <w:sz w:val="20"/>
          <w:szCs w:val="20"/>
        </w:rPr>
        <w:t>)</w:t>
      </w:r>
    </w:p>
    <w:p w:rsidR="001F7748" w:rsidRPr="001D5D08" w:rsidRDefault="001F7748" w:rsidP="0037494A">
      <w:pPr>
        <w:spacing w:before="120"/>
        <w:rPr>
          <w:rFonts w:ascii="Times New Roman" w:hAnsi="Times New Roman" w:cs="Times New Roman"/>
          <w:sz w:val="20"/>
          <w:szCs w:val="2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</w:t>
      </w:r>
      <w:r w:rsidRPr="001D5D08">
        <w:rPr>
          <w:rFonts w:ascii="Times New Roman" w:hAnsi="Times New Roman" w:cs="Times New Roman"/>
          <w:i/>
          <w:iCs/>
          <w:sz w:val="20"/>
          <w:szCs w:val="20"/>
        </w:rPr>
        <w:t xml:space="preserve">Za </w:t>
      </w:r>
      <w:r w:rsidRPr="001D5D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mikroprzedsiębiorcę</w:t>
      </w:r>
      <w:r w:rsidRPr="001D5D08">
        <w:rPr>
          <w:rFonts w:ascii="Times New Roman" w:hAnsi="Times New Roman" w:cs="Times New Roman"/>
          <w:i/>
          <w:iCs/>
          <w:sz w:val="20"/>
          <w:szCs w:val="20"/>
        </w:rPr>
        <w:t xml:space="preserve"> uważa się przedsiębiorcę, który w co najmniej jednym z dwóch ostatnich lat obrotowych:</w:t>
      </w:r>
      <w:r w:rsidRPr="001D5D08">
        <w:rPr>
          <w:rFonts w:ascii="Times New Roman" w:hAnsi="Times New Roman" w:cs="Times New Roman"/>
          <w:i/>
          <w:iCs/>
          <w:sz w:val="20"/>
          <w:szCs w:val="20"/>
        </w:rPr>
        <w:br/>
        <w:t>1) zatrudniał średniorocznie mniej niż 10 pracowników oraz</w:t>
      </w:r>
      <w:r w:rsidRPr="001D5D08">
        <w:rPr>
          <w:rFonts w:ascii="Times New Roman" w:hAnsi="Times New Roman" w:cs="Times New Roman"/>
          <w:i/>
          <w:iCs/>
          <w:sz w:val="20"/>
          <w:szCs w:val="20"/>
        </w:rPr>
        <w:br/>
        <w:t>2)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:rsidR="001F7748" w:rsidRPr="001D5D08" w:rsidRDefault="001F7748" w:rsidP="0037494A">
      <w:pPr>
        <w:spacing w:before="120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i/>
          <w:iCs/>
          <w:sz w:val="20"/>
          <w:szCs w:val="20"/>
        </w:rPr>
        <w:t> 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</w:t>
      </w:r>
      <w:r w:rsidRPr="001D5D08">
        <w:rPr>
          <w:rFonts w:ascii="Times New Roman" w:hAnsi="Times New Roman" w:cs="Times New Roman"/>
          <w:i/>
          <w:iCs/>
          <w:sz w:val="20"/>
          <w:szCs w:val="20"/>
        </w:rPr>
        <w:t xml:space="preserve">Za </w:t>
      </w:r>
      <w:r w:rsidRPr="001D5D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małego</w:t>
      </w:r>
      <w:r w:rsidRPr="001D5D0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1D5D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przedsiębiorcę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*</w:t>
      </w:r>
      <w:r w:rsidRPr="001D5D08">
        <w:rPr>
          <w:rFonts w:ascii="Times New Roman" w:hAnsi="Times New Roman" w:cs="Times New Roman"/>
          <w:i/>
          <w:iCs/>
          <w:sz w:val="20"/>
          <w:szCs w:val="20"/>
        </w:rPr>
        <w:t xml:space="preserve"> uważa się przedsiębiorcę, który w co najmniej jednym z dwóch ostatnich lat obrotowych:</w:t>
      </w:r>
      <w:r w:rsidRPr="001D5D08">
        <w:rPr>
          <w:rFonts w:ascii="Times New Roman" w:hAnsi="Times New Roman" w:cs="Times New Roman"/>
          <w:i/>
          <w:iCs/>
          <w:sz w:val="20"/>
          <w:szCs w:val="20"/>
        </w:rPr>
        <w:br/>
        <w:t>1) zatrudniał średniorocznie mniej niż 50 pracowników oraz</w:t>
      </w:r>
      <w:r w:rsidRPr="001D5D08">
        <w:rPr>
          <w:rFonts w:ascii="Times New Roman" w:hAnsi="Times New Roman" w:cs="Times New Roman"/>
          <w:i/>
          <w:iCs/>
          <w:sz w:val="20"/>
          <w:szCs w:val="20"/>
        </w:rPr>
        <w:br/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:rsidR="001F7748" w:rsidRDefault="001F7748" w:rsidP="0037494A">
      <w:pPr>
        <w:spacing w:before="120"/>
        <w:rPr>
          <w:rFonts w:ascii="Times New Roman" w:hAnsi="Times New Roman" w:cs="Times New Roman"/>
          <w:i/>
          <w:iCs/>
          <w:sz w:val="20"/>
          <w:szCs w:val="2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Pr="001D5D08">
        <w:rPr>
          <w:rFonts w:ascii="Times New Roman" w:hAnsi="Times New Roman" w:cs="Times New Roman"/>
          <w:i/>
          <w:iCs/>
          <w:sz w:val="20"/>
          <w:szCs w:val="20"/>
        </w:rPr>
        <w:t xml:space="preserve"> Za </w:t>
      </w:r>
      <w:r w:rsidRPr="001D5D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średniego</w:t>
      </w:r>
      <w:r w:rsidRPr="001D5D08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1D5D08">
        <w:rPr>
          <w:rFonts w:ascii="Times New Roman" w:hAnsi="Times New Roman" w:cs="Times New Roman"/>
          <w:b/>
          <w:bCs/>
          <w:i/>
          <w:iCs/>
          <w:sz w:val="20"/>
          <w:szCs w:val="20"/>
        </w:rPr>
        <w:t>przedsiębiorcę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*</w:t>
      </w:r>
      <w:r w:rsidRPr="001D5D08">
        <w:rPr>
          <w:rFonts w:ascii="Times New Roman" w:hAnsi="Times New Roman" w:cs="Times New Roman"/>
          <w:i/>
          <w:iCs/>
          <w:sz w:val="20"/>
          <w:szCs w:val="20"/>
        </w:rPr>
        <w:t xml:space="preserve"> uważa się przedsiębiorcę, który w co najmniej jednym z dwóch ostatnich lat obrotowych:</w:t>
      </w:r>
      <w:r w:rsidRPr="001D5D08">
        <w:rPr>
          <w:rFonts w:ascii="Times New Roman" w:hAnsi="Times New Roman" w:cs="Times New Roman"/>
          <w:i/>
          <w:iCs/>
          <w:sz w:val="20"/>
          <w:szCs w:val="20"/>
        </w:rPr>
        <w:br/>
        <w:t>1) zatrudniał średniorocznie mniej niż 250 pracowników oraz</w:t>
      </w:r>
      <w:r w:rsidRPr="001D5D08">
        <w:rPr>
          <w:rFonts w:ascii="Times New Roman" w:hAnsi="Times New Roman" w:cs="Times New Roman"/>
          <w:i/>
          <w:iCs/>
          <w:sz w:val="20"/>
          <w:szCs w:val="20"/>
        </w:rPr>
        <w:br/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1F7748" w:rsidRDefault="001F7748" w:rsidP="0037494A">
      <w:pPr>
        <w:spacing w:before="120"/>
        <w:rPr>
          <w:rFonts w:ascii="Times New Roman" w:hAnsi="Times New Roman" w:cs="Times New Roman"/>
          <w:i/>
          <w:iCs/>
          <w:sz w:val="20"/>
          <w:szCs w:val="2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Pr="001D5D08">
        <w:rPr>
          <w:rFonts w:ascii="Times New Roman" w:hAnsi="Times New Roman" w:cs="Times New Roman"/>
          <w:i/>
          <w:iCs/>
          <w:sz w:val="20"/>
          <w:szCs w:val="20"/>
        </w:rPr>
        <w:t> </w:t>
      </w:r>
      <w:r>
        <w:rPr>
          <w:rFonts w:ascii="Times New Roman" w:hAnsi="Times New Roman" w:cs="Times New Roman"/>
          <w:i/>
          <w:iCs/>
          <w:sz w:val="20"/>
          <w:szCs w:val="20"/>
        </w:rPr>
        <w:t>Inne (opisać jakie)…………………………………………………………………………………………………………………………………….</w:t>
      </w:r>
    </w:p>
    <w:p w:rsidR="001F7748" w:rsidRPr="003D63F8" w:rsidRDefault="001F7748" w:rsidP="00857063">
      <w:pPr>
        <w:pStyle w:val="BodyText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63F8">
        <w:rPr>
          <w:rFonts w:ascii="Times New Roman" w:hAnsi="Times New Roman" w:cs="Times New Roman"/>
          <w:b/>
          <w:bCs/>
          <w:sz w:val="20"/>
          <w:szCs w:val="20"/>
        </w:rPr>
        <w:t>Oświadczamy, iż wspólnie ubiegamy się o udzielenie zamówienia. Następujące części zamówienia będą realizowane przez poszczególne podmioty konsorcjum:</w:t>
      </w:r>
      <w:r w:rsidRPr="003D63F8">
        <w:rPr>
          <w:rFonts w:ascii="Times New Roman" w:hAnsi="Times New Roman" w:cs="Times New Roman"/>
          <w:b/>
          <w:bCs/>
          <w:sz w:val="20"/>
          <w:szCs w:val="20"/>
        </w:rPr>
        <w:tab/>
        <w:t>*</w:t>
      </w:r>
    </w:p>
    <w:p w:rsidR="001F7748" w:rsidRPr="003D63F8" w:rsidRDefault="001F7748" w:rsidP="00857063">
      <w:pPr>
        <w:pStyle w:val="BodyText"/>
        <w:ind w:left="426"/>
        <w:rPr>
          <w:rFonts w:ascii="Times New Roman" w:hAnsi="Times New Roman" w:cs="Times New Roman"/>
          <w:sz w:val="20"/>
          <w:szCs w:val="20"/>
        </w:rPr>
      </w:pPr>
      <w:r w:rsidRPr="003D63F8">
        <w:rPr>
          <w:rFonts w:ascii="Times New Roman" w:hAnsi="Times New Roman" w:cs="Times New Roman"/>
          <w:sz w:val="20"/>
          <w:szCs w:val="20"/>
        </w:rPr>
        <w:t>Część zamówienia</w:t>
      </w:r>
      <w:r w:rsidRPr="003D63F8">
        <w:rPr>
          <w:rFonts w:ascii="Times New Roman" w:hAnsi="Times New Roman" w:cs="Times New Roman"/>
          <w:sz w:val="20"/>
          <w:szCs w:val="20"/>
        </w:rPr>
        <w:tab/>
      </w:r>
      <w:r w:rsidRPr="003D63F8">
        <w:rPr>
          <w:rFonts w:ascii="Times New Roman" w:hAnsi="Times New Roman" w:cs="Times New Roman"/>
          <w:sz w:val="20"/>
          <w:szCs w:val="20"/>
        </w:rPr>
        <w:tab/>
      </w:r>
      <w:r w:rsidRPr="003D63F8">
        <w:rPr>
          <w:rFonts w:ascii="Times New Roman" w:hAnsi="Times New Roman" w:cs="Times New Roman"/>
          <w:sz w:val="20"/>
          <w:szCs w:val="20"/>
        </w:rPr>
        <w:tab/>
      </w:r>
      <w:r w:rsidRPr="003D63F8">
        <w:rPr>
          <w:rFonts w:ascii="Times New Roman" w:hAnsi="Times New Roman" w:cs="Times New Roman"/>
          <w:sz w:val="20"/>
          <w:szCs w:val="20"/>
        </w:rPr>
        <w:tab/>
      </w:r>
      <w:r w:rsidRPr="003D63F8">
        <w:rPr>
          <w:rFonts w:ascii="Times New Roman" w:hAnsi="Times New Roman" w:cs="Times New Roman"/>
          <w:sz w:val="20"/>
          <w:szCs w:val="20"/>
        </w:rPr>
        <w:tab/>
        <w:t>podmiot konsorcjum</w:t>
      </w:r>
    </w:p>
    <w:p w:rsidR="001F7748" w:rsidRPr="003D63F8" w:rsidRDefault="001F7748" w:rsidP="00636B2E">
      <w:pPr>
        <w:pStyle w:val="BodyText"/>
        <w:ind w:left="425"/>
        <w:rPr>
          <w:rFonts w:ascii="Times New Roman" w:hAnsi="Times New Roman" w:cs="Times New Roman"/>
          <w:i/>
          <w:iCs/>
          <w:sz w:val="20"/>
          <w:szCs w:val="20"/>
        </w:rPr>
      </w:pPr>
      <w:r w:rsidRPr="003D63F8">
        <w:rPr>
          <w:rFonts w:ascii="Times New Roman" w:hAnsi="Times New Roman" w:cs="Times New Roman"/>
          <w:b/>
          <w:bCs/>
          <w:sz w:val="20"/>
          <w:szCs w:val="20"/>
        </w:rPr>
        <w:t>_______________________________________</w:t>
      </w:r>
      <w:r w:rsidRPr="003D63F8">
        <w:rPr>
          <w:rFonts w:ascii="Times New Roman" w:hAnsi="Times New Roman" w:cs="Times New Roman"/>
          <w:b/>
          <w:bCs/>
          <w:sz w:val="20"/>
          <w:szCs w:val="20"/>
        </w:rPr>
        <w:tab/>
        <w:t>_______________________________________</w:t>
      </w:r>
    </w:p>
    <w:p w:rsidR="001F7748" w:rsidRPr="003D63F8" w:rsidRDefault="001F7748" w:rsidP="00857063">
      <w:pPr>
        <w:pStyle w:val="BodyText"/>
        <w:numPr>
          <w:ilvl w:val="0"/>
          <w:numId w:val="5"/>
        </w:numPr>
        <w:suppressAutoHyphens/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D63F8">
        <w:rPr>
          <w:rFonts w:ascii="Times New Roman" w:hAnsi="Times New Roman" w:cs="Times New Roman"/>
          <w:b/>
          <w:bCs/>
          <w:sz w:val="20"/>
          <w:szCs w:val="20"/>
        </w:rPr>
        <w:t>Na osobę upoważnioną do kontaktów wyznaczamy:</w:t>
      </w:r>
    </w:p>
    <w:p w:rsidR="001F7748" w:rsidRPr="003D63F8" w:rsidRDefault="001F7748" w:rsidP="00857063">
      <w:pPr>
        <w:pStyle w:val="BodyText"/>
        <w:rPr>
          <w:rFonts w:ascii="Times New Roman" w:hAnsi="Times New Roman" w:cs="Times New Roman"/>
          <w:sz w:val="20"/>
          <w:szCs w:val="20"/>
        </w:rPr>
      </w:pPr>
      <w:r w:rsidRPr="003D63F8">
        <w:rPr>
          <w:rFonts w:ascii="Times New Roman" w:hAnsi="Times New Roman" w:cs="Times New Roman"/>
          <w:sz w:val="20"/>
          <w:szCs w:val="20"/>
        </w:rPr>
        <w:t xml:space="preserve">(imię, nazwisko, stanowisko, telefon, e-mail) </w:t>
      </w:r>
    </w:p>
    <w:p w:rsidR="001F7748" w:rsidRPr="003D63F8" w:rsidRDefault="001F7748" w:rsidP="00857063">
      <w:pPr>
        <w:pStyle w:val="BodyText"/>
        <w:rPr>
          <w:rFonts w:ascii="Times New Roman" w:hAnsi="Times New Roman" w:cs="Times New Roman"/>
          <w:b/>
          <w:bCs/>
          <w:sz w:val="20"/>
          <w:szCs w:val="20"/>
        </w:rPr>
      </w:pPr>
      <w:r w:rsidRPr="003D63F8">
        <w:rPr>
          <w:rFonts w:ascii="Times New Roman" w:hAnsi="Times New Roman" w:cs="Times New Roman"/>
          <w:b/>
          <w:bCs/>
          <w:sz w:val="20"/>
          <w:szCs w:val="20"/>
        </w:rPr>
        <w:t>__________________________________________</w:t>
      </w:r>
    </w:p>
    <w:p w:rsidR="001F7748" w:rsidRPr="003D63F8" w:rsidRDefault="001F7748" w:rsidP="00857063">
      <w:pPr>
        <w:pStyle w:val="BodyText"/>
        <w:numPr>
          <w:ilvl w:val="0"/>
          <w:numId w:val="5"/>
        </w:numPr>
        <w:suppressAutoHyphens/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D63F8">
        <w:rPr>
          <w:rFonts w:ascii="Times New Roman" w:hAnsi="Times New Roman" w:cs="Times New Roman"/>
          <w:b/>
          <w:bCs/>
          <w:sz w:val="20"/>
          <w:szCs w:val="20"/>
        </w:rPr>
        <w:t xml:space="preserve">W przypadku wyboru naszej oferty osobami upoważnionymi do podpisywania umowy są </w:t>
      </w:r>
    </w:p>
    <w:p w:rsidR="001F7748" w:rsidRPr="003D63F8" w:rsidRDefault="001F7748" w:rsidP="00857063">
      <w:pPr>
        <w:pStyle w:val="BodyText"/>
        <w:rPr>
          <w:rFonts w:ascii="Times New Roman" w:hAnsi="Times New Roman" w:cs="Times New Roman"/>
          <w:b/>
          <w:bCs/>
          <w:sz w:val="20"/>
          <w:szCs w:val="20"/>
        </w:rPr>
      </w:pPr>
      <w:r w:rsidRPr="003D63F8">
        <w:rPr>
          <w:rFonts w:ascii="Times New Roman" w:hAnsi="Times New Roman" w:cs="Times New Roman"/>
          <w:sz w:val="20"/>
          <w:szCs w:val="20"/>
        </w:rPr>
        <w:t>(imię, nazwisko, stanowisko):</w:t>
      </w:r>
      <w:r w:rsidRPr="003D63F8">
        <w:rPr>
          <w:rFonts w:ascii="Times New Roman" w:hAnsi="Times New Roman" w:cs="Times New Roman"/>
          <w:b/>
          <w:bCs/>
          <w:sz w:val="20"/>
          <w:szCs w:val="20"/>
        </w:rPr>
        <w:t xml:space="preserve"> _________________________________________</w:t>
      </w:r>
    </w:p>
    <w:p w:rsidR="001F7748" w:rsidRPr="003D63F8" w:rsidRDefault="001F7748" w:rsidP="00857063">
      <w:pPr>
        <w:pStyle w:val="BodyText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D63F8">
        <w:rPr>
          <w:rFonts w:ascii="Times New Roman" w:hAnsi="Times New Roman" w:cs="Times New Roman"/>
          <w:b/>
          <w:bCs/>
          <w:sz w:val="20"/>
          <w:szCs w:val="20"/>
        </w:rPr>
        <w:t>Oświadczamy, że upoważniamy Zamawiającego i jego upoważnionych przedstawicieli do uzyskania informacji od osób prawnych i instytucji publicznych, do sprawdzenia prawdziwości oświadczeń, dokumentów i przedłożonych informacji.</w:t>
      </w:r>
    </w:p>
    <w:p w:rsidR="001F7748" w:rsidRPr="003D63F8" w:rsidRDefault="001F7748" w:rsidP="0085706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D63F8">
        <w:rPr>
          <w:rFonts w:ascii="Times New Roman" w:hAnsi="Times New Roman" w:cs="Times New Roman"/>
          <w:sz w:val="20"/>
          <w:szCs w:val="20"/>
        </w:rPr>
        <w:t xml:space="preserve">Niniejsza oferta zawiera na stronach nr od </w:t>
      </w:r>
      <w:r w:rsidRPr="003D63F8">
        <w:rPr>
          <w:rFonts w:ascii="Times New Roman" w:hAnsi="Times New Roman" w:cs="Times New Roman"/>
          <w:b/>
          <w:bCs/>
          <w:sz w:val="20"/>
          <w:szCs w:val="20"/>
        </w:rPr>
        <w:t>_________</w:t>
      </w:r>
      <w:r w:rsidRPr="003D63F8">
        <w:rPr>
          <w:rFonts w:ascii="Times New Roman" w:hAnsi="Times New Roman" w:cs="Times New Roman"/>
          <w:sz w:val="20"/>
          <w:szCs w:val="20"/>
        </w:rPr>
        <w:t xml:space="preserve"> do </w:t>
      </w:r>
      <w:r w:rsidRPr="003D63F8">
        <w:rPr>
          <w:rFonts w:ascii="Times New Roman" w:hAnsi="Times New Roman" w:cs="Times New Roman"/>
          <w:b/>
          <w:bCs/>
          <w:sz w:val="20"/>
          <w:szCs w:val="20"/>
        </w:rPr>
        <w:t>_________</w:t>
      </w:r>
      <w:r w:rsidRPr="003D63F8">
        <w:rPr>
          <w:rFonts w:ascii="Times New Roman" w:hAnsi="Times New Roman" w:cs="Times New Roman"/>
          <w:sz w:val="20"/>
          <w:szCs w:val="20"/>
        </w:rPr>
        <w:t xml:space="preserve"> informacje </w:t>
      </w:r>
      <w:r w:rsidRPr="003D63F8">
        <w:rPr>
          <w:rFonts w:ascii="Times New Roman" w:hAnsi="Times New Roman" w:cs="Times New Roman"/>
          <w:b/>
          <w:bCs/>
          <w:sz w:val="20"/>
          <w:szCs w:val="20"/>
        </w:rPr>
        <w:t>stanowiące tajemnicę przedsiębiorstwa*</w:t>
      </w:r>
      <w:r w:rsidRPr="003D63F8">
        <w:rPr>
          <w:rFonts w:ascii="Times New Roman" w:hAnsi="Times New Roman" w:cs="Times New Roman"/>
          <w:sz w:val="20"/>
          <w:szCs w:val="20"/>
        </w:rPr>
        <w:t xml:space="preserve"> w rozumieniu przepisów ustawy z dnia 16 kwietnia 1993 r. o zwalczaniu nieuczciwej konkurencji (tekst jednolity Dz. U. z 2003 r., Nr 153, poz. 1503 z późn. zm.) i nie mogą być udostępniane. Na okoliczność tego wykazuję skuteczność takiego zastrzeżenia w oparciu o przepisy art. 11 ust. 4 ustawy z dnia 16 kwietnia 1993 r. o zwalczaniu nieuczciwej konkurencji (tekst jednolity Dz. U. z 2003 r., Nr 153, poz. 1503 z późn. zm.) w oparciu o </w:t>
      </w:r>
      <w:r w:rsidRPr="003D63F8">
        <w:rPr>
          <w:rFonts w:ascii="Times New Roman" w:hAnsi="Times New Roman" w:cs="Times New Roman"/>
          <w:b/>
          <w:bCs/>
          <w:sz w:val="20"/>
          <w:szCs w:val="20"/>
        </w:rPr>
        <w:t>następujące uzasadnienie:</w:t>
      </w:r>
    </w:p>
    <w:p w:rsidR="001F7748" w:rsidRPr="003D63F8" w:rsidRDefault="001F7748" w:rsidP="00857063">
      <w:pPr>
        <w:pStyle w:val="BodyTex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  <w:u w:val="single"/>
        </w:rPr>
      </w:pPr>
      <w:r w:rsidRPr="003D63F8">
        <w:rPr>
          <w:rFonts w:ascii="Times New Roman" w:hAnsi="Times New Roman" w:cs="Times New Roman"/>
          <w:sz w:val="20"/>
          <w:szCs w:val="20"/>
          <w:u w:val="single"/>
        </w:rPr>
        <w:t>OŚWIADCZENIE WYMAGANE OD WYKONAWCY W ZAKRESIE WYPEŁNIENIA OBOWIĄZKÓW    INFORMACYJNYCH PRZEWIDZIANYCH W ART. 13 LUB ART. 14 RODO – jeżeli dotyczy.</w:t>
      </w:r>
      <w:r w:rsidRPr="003D63F8">
        <w:rPr>
          <w:rFonts w:ascii="Times New Roman" w:hAnsi="Times New Roman" w:cs="Times New Roman"/>
          <w:sz w:val="20"/>
          <w:szCs w:val="20"/>
          <w:u w:val="single"/>
          <w:shd w:val="clear" w:color="auto" w:fill="DBE5F1"/>
        </w:rPr>
        <w:t xml:space="preserve"> </w:t>
      </w:r>
    </w:p>
    <w:p w:rsidR="001F7748" w:rsidRPr="003D63F8" w:rsidRDefault="001F7748" w:rsidP="008570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3D63F8">
        <w:rPr>
          <w:rFonts w:ascii="Times New Roman" w:hAnsi="Times New Roman" w:cs="Times New Roman"/>
          <w:sz w:val="20"/>
          <w:szCs w:val="20"/>
        </w:rPr>
        <w:t xml:space="preserve">Oświadczam, że </w:t>
      </w:r>
    </w:p>
    <w:p w:rsidR="001F7748" w:rsidRPr="003D63F8" w:rsidRDefault="001F7748" w:rsidP="008570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3D63F8">
        <w:rPr>
          <w:rFonts w:ascii="Times New Roman" w:hAnsi="Times New Roman" w:cs="Times New Roman"/>
          <w:sz w:val="20"/>
          <w:szCs w:val="20"/>
        </w:rPr>
        <w:t>Wypełniłem/ nie wypełniłem/ NIE DOTYCZY* (niepotrzebne skreślić)</w:t>
      </w:r>
    </w:p>
    <w:p w:rsidR="001F7748" w:rsidRPr="003D63F8" w:rsidRDefault="001F7748" w:rsidP="008570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3D63F8">
        <w:rPr>
          <w:rFonts w:ascii="Times New Roman" w:hAnsi="Times New Roman" w:cs="Times New Roman"/>
          <w:sz w:val="20"/>
          <w:szCs w:val="20"/>
        </w:rPr>
        <w:t xml:space="preserve">obowiązki informacyjne przewidziane w art. 13 lub art. 14 RODO** wobec osób fizycznych, od których dane osobowe bezpośrednio lub pośrednio pozyskałem w celu obiegania się o udzielenie zamówienia publicznego w niniejszym postępowaniu. </w:t>
      </w:r>
    </w:p>
    <w:p w:rsidR="001F7748" w:rsidRPr="003D63F8" w:rsidRDefault="001F7748" w:rsidP="00857063">
      <w:pPr>
        <w:pStyle w:val="FootnoteText"/>
        <w:jc w:val="both"/>
        <w:rPr>
          <w:rFonts w:ascii="Times New Roman" w:hAnsi="Times New Roman" w:cs="Times New Roman"/>
        </w:rPr>
      </w:pPr>
      <w:r w:rsidRPr="003D63F8">
        <w:rPr>
          <w:rFonts w:ascii="Times New Roman" w:hAnsi="Times New Roman" w:cs="Times New Roman"/>
        </w:rPr>
        <w:t xml:space="preserve">**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 </w:t>
      </w:r>
    </w:p>
    <w:p w:rsidR="001F7748" w:rsidRPr="003D63F8" w:rsidRDefault="001F7748" w:rsidP="00857063">
      <w:pPr>
        <w:pStyle w:val="NormalWeb"/>
        <w:jc w:val="both"/>
        <w:rPr>
          <w:rFonts w:ascii="Times New Roman" w:hAnsi="Times New Roman" w:cs="Times New Roman"/>
          <w:sz w:val="20"/>
          <w:szCs w:val="20"/>
        </w:rPr>
      </w:pPr>
      <w:r w:rsidRPr="003D63F8">
        <w:rPr>
          <w:rFonts w:ascii="Times New Roman" w:hAnsi="Times New Roman" w:cs="Times New Roman"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należy wpisać NIE DOTYCZY.</w:t>
      </w:r>
    </w:p>
    <w:p w:rsidR="001F7748" w:rsidRPr="003D63F8" w:rsidRDefault="001F7748" w:rsidP="0085706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3D63F8">
        <w:rPr>
          <w:rFonts w:ascii="Times New Roman" w:hAnsi="Times New Roman" w:cs="Times New Roman"/>
          <w:b/>
          <w:bCs/>
          <w:sz w:val="20"/>
          <w:szCs w:val="20"/>
        </w:rPr>
        <w:t xml:space="preserve">TABELA INFORMACYJNA </w:t>
      </w:r>
    </w:p>
    <w:tbl>
      <w:tblPr>
        <w:tblW w:w="9210" w:type="dxa"/>
        <w:tblInd w:w="-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64"/>
        <w:gridCol w:w="4746"/>
      </w:tblGrid>
      <w:tr w:rsidR="001F7748" w:rsidRPr="003D63F8">
        <w:trPr>
          <w:cantSplit/>
          <w:trHeight w:val="426"/>
        </w:trPr>
        <w:tc>
          <w:tcPr>
            <w:tcW w:w="4464" w:type="dxa"/>
            <w:vAlign w:val="center"/>
          </w:tcPr>
          <w:p w:rsidR="001F7748" w:rsidRPr="003D63F8" w:rsidRDefault="001F7748" w:rsidP="005632AF">
            <w:pPr>
              <w:pStyle w:val="Footer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lang w:eastAsia="pl-PL"/>
              </w:rPr>
            </w:pPr>
            <w:r w:rsidRPr="003D63F8">
              <w:rPr>
                <w:rFonts w:ascii="Times New Roman" w:hAnsi="Times New Roman" w:cs="Times New Roman"/>
                <w:lang w:eastAsia="pl-PL"/>
              </w:rPr>
              <w:t>NAZWA WYKONAWCY</w:t>
            </w:r>
          </w:p>
        </w:tc>
        <w:tc>
          <w:tcPr>
            <w:tcW w:w="4746" w:type="dxa"/>
          </w:tcPr>
          <w:p w:rsidR="001F7748" w:rsidRPr="003D63F8" w:rsidRDefault="001F7748" w:rsidP="00563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748" w:rsidRPr="003D63F8">
        <w:trPr>
          <w:cantSplit/>
          <w:trHeight w:val="828"/>
        </w:trPr>
        <w:tc>
          <w:tcPr>
            <w:tcW w:w="4464" w:type="dxa"/>
            <w:vAlign w:val="center"/>
          </w:tcPr>
          <w:p w:rsidR="001F7748" w:rsidRPr="003D63F8" w:rsidRDefault="001F7748" w:rsidP="005632AF">
            <w:pPr>
              <w:pStyle w:val="Footer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lang w:eastAsia="pl-PL"/>
              </w:rPr>
            </w:pPr>
            <w:r w:rsidRPr="003D63F8">
              <w:rPr>
                <w:rFonts w:ascii="Times New Roman" w:hAnsi="Times New Roman" w:cs="Times New Roman"/>
                <w:lang w:eastAsia="pl-PL"/>
              </w:rPr>
              <w:t>adres na jaki należy przesyłać korespondencję</w:t>
            </w:r>
          </w:p>
        </w:tc>
        <w:tc>
          <w:tcPr>
            <w:tcW w:w="4746" w:type="dxa"/>
          </w:tcPr>
          <w:p w:rsidR="001F7748" w:rsidRPr="003D63F8" w:rsidRDefault="001F7748" w:rsidP="00563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7748" w:rsidRPr="003D63F8" w:rsidRDefault="001F7748" w:rsidP="00563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748" w:rsidRPr="003D63F8">
        <w:trPr>
          <w:cantSplit/>
          <w:trHeight w:val="382"/>
        </w:trPr>
        <w:tc>
          <w:tcPr>
            <w:tcW w:w="4464" w:type="dxa"/>
            <w:vAlign w:val="center"/>
          </w:tcPr>
          <w:p w:rsidR="001F7748" w:rsidRPr="003D63F8" w:rsidRDefault="001F7748" w:rsidP="00563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63F8">
              <w:rPr>
                <w:rFonts w:ascii="Times New Roman" w:hAnsi="Times New Roman" w:cs="Times New Roman"/>
                <w:sz w:val="20"/>
                <w:szCs w:val="20"/>
              </w:rPr>
              <w:t>dział odpowiedzialny za realizację zamówienia</w:t>
            </w:r>
          </w:p>
          <w:p w:rsidR="001F7748" w:rsidRPr="003D63F8" w:rsidRDefault="001F7748" w:rsidP="00563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63F8">
              <w:rPr>
                <w:rFonts w:ascii="Times New Roman" w:hAnsi="Times New Roman" w:cs="Times New Roman"/>
                <w:sz w:val="20"/>
                <w:szCs w:val="20"/>
              </w:rPr>
              <w:t>nr telefonu</w:t>
            </w:r>
          </w:p>
          <w:p w:rsidR="001F7748" w:rsidRPr="003D63F8" w:rsidRDefault="001F7748" w:rsidP="00563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63F8">
              <w:rPr>
                <w:rFonts w:ascii="Times New Roman" w:hAnsi="Times New Roman" w:cs="Times New Roman"/>
                <w:sz w:val="20"/>
                <w:szCs w:val="20"/>
              </w:rPr>
              <w:t>nr faksu</w:t>
            </w:r>
          </w:p>
          <w:p w:rsidR="001F7748" w:rsidRPr="003D63F8" w:rsidRDefault="001F7748" w:rsidP="00563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63F8">
              <w:rPr>
                <w:rFonts w:ascii="Times New Roman" w:hAnsi="Times New Roman" w:cs="Times New Roman"/>
                <w:sz w:val="20"/>
                <w:szCs w:val="20"/>
              </w:rPr>
              <w:t>adres e-mail</w:t>
            </w:r>
          </w:p>
          <w:p w:rsidR="001F7748" w:rsidRPr="003D63F8" w:rsidRDefault="001F7748" w:rsidP="00563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63F8">
              <w:rPr>
                <w:rFonts w:ascii="Times New Roman" w:hAnsi="Times New Roman" w:cs="Times New Roman"/>
                <w:sz w:val="20"/>
                <w:szCs w:val="20"/>
              </w:rPr>
              <w:t>imię i nazwisko osoby odpowiedzialnej za obsługę zamówienia</w:t>
            </w:r>
          </w:p>
        </w:tc>
        <w:tc>
          <w:tcPr>
            <w:tcW w:w="4746" w:type="dxa"/>
          </w:tcPr>
          <w:p w:rsidR="001F7748" w:rsidRPr="003D63F8" w:rsidRDefault="001F7748" w:rsidP="005632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F7748" w:rsidRDefault="001F7748" w:rsidP="00857063">
      <w:pPr>
        <w:pStyle w:val="BodyText2"/>
        <w:tabs>
          <w:tab w:val="left" w:pos="0"/>
        </w:tabs>
        <w:rPr>
          <w:rFonts w:ascii="Times New Roman" w:hAnsi="Times New Roman" w:cs="Times New Roman"/>
          <w:b/>
          <w:bCs/>
          <w:sz w:val="20"/>
          <w:szCs w:val="20"/>
        </w:rPr>
      </w:pPr>
      <w:r w:rsidRPr="003D63F8">
        <w:rPr>
          <w:rFonts w:ascii="Times New Roman" w:hAnsi="Times New Roman" w:cs="Times New Roman"/>
          <w:b/>
          <w:bCs/>
          <w:sz w:val="20"/>
          <w:szCs w:val="20"/>
        </w:rPr>
        <w:t>Prawdziwość powyższych danych stwierdzam własnoręcznym podpisem świadomy odpowiedzialności karnej art. 233 § 1 kodeksu karnego.</w:t>
      </w:r>
    </w:p>
    <w:p w:rsidR="001F7748" w:rsidRPr="003D63F8" w:rsidRDefault="001F7748" w:rsidP="00857063">
      <w:pPr>
        <w:pStyle w:val="BodyText2"/>
        <w:tabs>
          <w:tab w:val="left" w:pos="0"/>
        </w:tabs>
        <w:rPr>
          <w:rFonts w:ascii="Times New Roman" w:hAnsi="Times New Roman" w:cs="Times New Roman"/>
          <w:b/>
          <w:bCs/>
          <w:sz w:val="20"/>
          <w:szCs w:val="20"/>
        </w:rPr>
      </w:pPr>
    </w:p>
    <w:p w:rsidR="001F7748" w:rsidRPr="00637390" w:rsidRDefault="001F7748" w:rsidP="00857063">
      <w:pPr>
        <w:spacing w:line="360" w:lineRule="auto"/>
        <w:jc w:val="righ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                                              </w:t>
      </w:r>
      <w:r w:rsidRPr="00637390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:rsidR="001F7748" w:rsidRPr="00636B2E" w:rsidRDefault="001F7748" w:rsidP="00636B2E">
      <w:pPr>
        <w:spacing w:line="360" w:lineRule="auto"/>
        <w:jc w:val="right"/>
        <w:rPr>
          <w:rFonts w:ascii="Times New Roman" w:hAnsi="Times New Roman" w:cs="Times New Roman"/>
          <w:i/>
          <w:iCs/>
          <w:sz w:val="16"/>
          <w:szCs w:val="16"/>
        </w:rPr>
      </w:pP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i/>
          <w:iCs/>
          <w:sz w:val="21"/>
          <w:szCs w:val="21"/>
        </w:rPr>
        <w:tab/>
      </w:r>
      <w:r>
        <w:rPr>
          <w:rFonts w:ascii="Times New Roman" w:hAnsi="Times New Roman" w:cs="Times New Roman"/>
          <w:i/>
          <w:iCs/>
          <w:sz w:val="21"/>
          <w:szCs w:val="21"/>
        </w:rPr>
        <w:t xml:space="preserve">     </w:t>
      </w:r>
      <w:r w:rsidRPr="00637390">
        <w:rPr>
          <w:rFonts w:ascii="Times New Roman" w:hAnsi="Times New Roman" w:cs="Times New Roman"/>
          <w:i/>
          <w:iCs/>
          <w:sz w:val="16"/>
          <w:szCs w:val="16"/>
        </w:rPr>
        <w:t xml:space="preserve">Data; kwalifikowany podpis elektroniczny lub podpis zaufany lub podpis osobisty </w:t>
      </w:r>
    </w:p>
    <w:p w:rsidR="001F7748" w:rsidRPr="001D5D08" w:rsidRDefault="001F7748" w:rsidP="00636B2E">
      <w:pPr>
        <w:tabs>
          <w:tab w:val="left" w:pos="7938"/>
          <w:tab w:val="center" w:pos="8222"/>
        </w:tabs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1D5D08">
        <w:rPr>
          <w:rFonts w:ascii="Times New Roman" w:hAnsi="Times New Roman" w:cs="Times New Roman"/>
          <w:sz w:val="16"/>
          <w:szCs w:val="16"/>
        </w:rPr>
        <w:t>* niepotrzebne skreślić</w:t>
      </w:r>
    </w:p>
    <w:sectPr w:rsidR="001F7748" w:rsidRPr="001D5D08" w:rsidSect="00C52855">
      <w:footerReference w:type="default" r:id="rId7"/>
      <w:headerReference w:type="first" r:id="rId8"/>
      <w:footerReference w:type="first" r:id="rId9"/>
      <w:pgSz w:w="11906" w:h="16838" w:code="9"/>
      <w:pgMar w:top="851" w:right="567" w:bottom="567" w:left="567" w:header="709" w:footer="227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748" w:rsidRDefault="001F7748" w:rsidP="0023208F">
      <w:pPr>
        <w:spacing w:after="0" w:line="240" w:lineRule="auto"/>
      </w:pPr>
      <w:r>
        <w:separator/>
      </w:r>
    </w:p>
  </w:endnote>
  <w:endnote w:type="continuationSeparator" w:id="0">
    <w:p w:rsidR="001F7748" w:rsidRDefault="001F7748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748" w:rsidRPr="00493920" w:rsidRDefault="001F7748" w:rsidP="00493920">
    <w:pPr>
      <w:pStyle w:val="Footer"/>
      <w:jc w:val="center"/>
      <w:rPr>
        <w:rFonts w:ascii="Times New Roman" w:hAnsi="Times New Roman" w:cs="Times New Roman"/>
        <w:sz w:val="18"/>
        <w:szCs w:val="18"/>
      </w:rPr>
    </w:pPr>
    <w:r w:rsidRPr="00493920">
      <w:rPr>
        <w:rFonts w:ascii="Times New Roman" w:hAnsi="Times New Roman" w:cs="Times New Roman"/>
        <w:sz w:val="18"/>
        <w:szCs w:val="18"/>
      </w:rPr>
      <w:t xml:space="preserve">Strona </w:t>
    </w:r>
    <w:r w:rsidRPr="00493920">
      <w:rPr>
        <w:rFonts w:ascii="Times New Roman" w:hAnsi="Times New Roman" w:cs="Times New Roman"/>
        <w:sz w:val="18"/>
        <w:szCs w:val="18"/>
      </w:rPr>
      <w:fldChar w:fldCharType="begin"/>
    </w:r>
    <w:r w:rsidRPr="00493920">
      <w:rPr>
        <w:rFonts w:ascii="Times New Roman" w:hAnsi="Times New Roman" w:cs="Times New Roman"/>
        <w:sz w:val="18"/>
        <w:szCs w:val="18"/>
      </w:rPr>
      <w:instrText xml:space="preserve"> PAGE </w:instrText>
    </w:r>
    <w:r w:rsidRPr="00493920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noProof/>
        <w:sz w:val="18"/>
        <w:szCs w:val="18"/>
      </w:rPr>
      <w:t>2</w:t>
    </w:r>
    <w:r w:rsidRPr="00493920">
      <w:rPr>
        <w:rFonts w:ascii="Times New Roman" w:hAnsi="Times New Roman" w:cs="Times New Roman"/>
        <w:sz w:val="18"/>
        <w:szCs w:val="18"/>
      </w:rPr>
      <w:fldChar w:fldCharType="end"/>
    </w:r>
    <w:r w:rsidRPr="00493920">
      <w:rPr>
        <w:rFonts w:ascii="Times New Roman" w:hAnsi="Times New Roman" w:cs="Times New Roman"/>
        <w:sz w:val="18"/>
        <w:szCs w:val="18"/>
      </w:rPr>
      <w:t xml:space="preserve"> z </w:t>
    </w:r>
    <w:r w:rsidRPr="00493920">
      <w:rPr>
        <w:rFonts w:ascii="Times New Roman" w:hAnsi="Times New Roman" w:cs="Times New Roman"/>
        <w:sz w:val="18"/>
        <w:szCs w:val="18"/>
      </w:rPr>
      <w:fldChar w:fldCharType="begin"/>
    </w:r>
    <w:r w:rsidRPr="00493920">
      <w:rPr>
        <w:rFonts w:ascii="Times New Roman" w:hAnsi="Times New Roman" w:cs="Times New Roman"/>
        <w:sz w:val="18"/>
        <w:szCs w:val="18"/>
      </w:rPr>
      <w:instrText xml:space="preserve"> NUMPAGES </w:instrText>
    </w:r>
    <w:r w:rsidRPr="00493920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noProof/>
        <w:sz w:val="18"/>
        <w:szCs w:val="18"/>
      </w:rPr>
      <w:t>4</w:t>
    </w:r>
    <w:r w:rsidRPr="00493920">
      <w:rPr>
        <w:rFonts w:ascii="Times New Roman" w:hAnsi="Times New Roman" w:cs="Times New Roman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748" w:rsidRPr="00493920" w:rsidRDefault="001F7748" w:rsidP="00493920">
    <w:pPr>
      <w:pStyle w:val="Footer"/>
      <w:jc w:val="center"/>
      <w:rPr>
        <w:rFonts w:ascii="Times New Roman" w:hAnsi="Times New Roman" w:cs="Times New Roman"/>
        <w:sz w:val="18"/>
        <w:szCs w:val="18"/>
      </w:rPr>
    </w:pPr>
    <w:r w:rsidRPr="00493920">
      <w:rPr>
        <w:rFonts w:ascii="Times New Roman" w:hAnsi="Times New Roman" w:cs="Times New Roman"/>
        <w:sz w:val="18"/>
        <w:szCs w:val="18"/>
      </w:rPr>
      <w:t xml:space="preserve">Strona </w:t>
    </w:r>
    <w:r w:rsidRPr="00493920">
      <w:rPr>
        <w:rFonts w:ascii="Times New Roman" w:hAnsi="Times New Roman" w:cs="Times New Roman"/>
        <w:sz w:val="18"/>
        <w:szCs w:val="18"/>
      </w:rPr>
      <w:fldChar w:fldCharType="begin"/>
    </w:r>
    <w:r w:rsidRPr="00493920">
      <w:rPr>
        <w:rFonts w:ascii="Times New Roman" w:hAnsi="Times New Roman" w:cs="Times New Roman"/>
        <w:sz w:val="18"/>
        <w:szCs w:val="18"/>
      </w:rPr>
      <w:instrText xml:space="preserve"> PAGE </w:instrText>
    </w:r>
    <w:r w:rsidRPr="00493920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noProof/>
        <w:sz w:val="18"/>
        <w:szCs w:val="18"/>
      </w:rPr>
      <w:t>1</w:t>
    </w:r>
    <w:r w:rsidRPr="00493920">
      <w:rPr>
        <w:rFonts w:ascii="Times New Roman" w:hAnsi="Times New Roman" w:cs="Times New Roman"/>
        <w:sz w:val="18"/>
        <w:szCs w:val="18"/>
      </w:rPr>
      <w:fldChar w:fldCharType="end"/>
    </w:r>
    <w:r w:rsidRPr="00493920">
      <w:rPr>
        <w:rFonts w:ascii="Times New Roman" w:hAnsi="Times New Roman" w:cs="Times New Roman"/>
        <w:sz w:val="18"/>
        <w:szCs w:val="18"/>
      </w:rPr>
      <w:t xml:space="preserve"> z </w:t>
    </w:r>
    <w:r w:rsidRPr="00493920">
      <w:rPr>
        <w:rFonts w:ascii="Times New Roman" w:hAnsi="Times New Roman" w:cs="Times New Roman"/>
        <w:sz w:val="18"/>
        <w:szCs w:val="18"/>
      </w:rPr>
      <w:fldChar w:fldCharType="begin"/>
    </w:r>
    <w:r w:rsidRPr="00493920">
      <w:rPr>
        <w:rFonts w:ascii="Times New Roman" w:hAnsi="Times New Roman" w:cs="Times New Roman"/>
        <w:sz w:val="18"/>
        <w:szCs w:val="18"/>
      </w:rPr>
      <w:instrText xml:space="preserve"> NUMPAGES </w:instrText>
    </w:r>
    <w:r w:rsidRPr="00493920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noProof/>
        <w:sz w:val="18"/>
        <w:szCs w:val="18"/>
      </w:rPr>
      <w:t>4</w:t>
    </w:r>
    <w:r w:rsidRPr="00493920">
      <w:rPr>
        <w:rFonts w:ascii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748" w:rsidRDefault="001F7748" w:rsidP="0023208F">
      <w:pPr>
        <w:spacing w:after="0" w:line="240" w:lineRule="auto"/>
      </w:pPr>
      <w:r>
        <w:separator/>
      </w:r>
    </w:p>
  </w:footnote>
  <w:footnote w:type="continuationSeparator" w:id="0">
    <w:p w:rsidR="001F7748" w:rsidRDefault="001F7748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908" w:type="dxa"/>
      <w:tblInd w:w="2" w:type="dxa"/>
      <w:tblBorders>
        <w:bottom w:val="single" w:sz="4" w:space="0" w:color="auto"/>
        <w:insideH w:val="single" w:sz="4" w:space="0" w:color="auto"/>
      </w:tblBorders>
      <w:tblLayout w:type="fixed"/>
      <w:tblLook w:val="0020"/>
    </w:tblPr>
    <w:tblGrid>
      <w:gridCol w:w="3227"/>
      <w:gridCol w:w="4639"/>
      <w:gridCol w:w="3042"/>
    </w:tblGrid>
    <w:tr w:rsidR="001F7748" w:rsidRPr="008276F6">
      <w:trPr>
        <w:trHeight w:val="2158"/>
      </w:trPr>
      <w:tc>
        <w:tcPr>
          <w:tcW w:w="3227" w:type="dxa"/>
          <w:vAlign w:val="center"/>
        </w:tcPr>
        <w:p w:rsidR="001F7748" w:rsidRPr="008276F6" w:rsidRDefault="001F7748" w:rsidP="008276F6">
          <w:pPr>
            <w:spacing w:after="0" w:line="240" w:lineRule="auto"/>
            <w:jc w:val="center"/>
            <w:rPr>
              <w:rFonts w:ascii="Times New Roman" w:hAnsi="Times New Roman" w:cs="Times New Roman"/>
              <w:noProof/>
              <w:sz w:val="20"/>
              <w:szCs w:val="20"/>
              <w:lang w:eastAsia="pl-PL"/>
            </w:rPr>
          </w:pPr>
          <w:r w:rsidRPr="00EF4EBF">
            <w:rPr>
              <w:rFonts w:ascii="Times New Roman" w:hAnsi="Times New Roman" w:cs="Times New Roman"/>
              <w:noProof/>
              <w:sz w:val="20"/>
              <w:szCs w:val="20"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107.25pt;height:56.25pt;visibility:visible" filled="t">
                <v:imagedata r:id="rId1" o:title=""/>
              </v:shape>
            </w:pict>
          </w:r>
        </w:p>
      </w:tc>
      <w:tc>
        <w:tcPr>
          <w:tcW w:w="4639" w:type="dxa"/>
          <w:vAlign w:val="center"/>
        </w:tcPr>
        <w:p w:rsidR="001F7748" w:rsidRPr="008276F6" w:rsidRDefault="001F7748" w:rsidP="008276F6">
          <w:pPr>
            <w:spacing w:after="0" w:line="240" w:lineRule="auto"/>
            <w:rPr>
              <w:rFonts w:ascii="Times New Roman" w:hAnsi="Times New Roman" w:cs="Times New Roman"/>
              <w:b/>
              <w:bCs/>
              <w:sz w:val="20"/>
              <w:szCs w:val="20"/>
              <w:lang w:eastAsia="pl-PL"/>
            </w:rPr>
          </w:pPr>
          <w:r w:rsidRPr="008276F6">
            <w:rPr>
              <w:rFonts w:ascii="Times New Roman" w:hAnsi="Times New Roman" w:cs="Times New Roman"/>
              <w:b/>
              <w:bCs/>
              <w:lang w:eastAsia="pl-PL"/>
            </w:rPr>
            <w:t>Zespół Opieki Zdrowotnej w Busku-Zdroju</w:t>
          </w:r>
        </w:p>
        <w:p w:rsidR="001F7748" w:rsidRPr="008276F6" w:rsidRDefault="001F7748" w:rsidP="008276F6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  <w:lang w:eastAsia="pl-PL"/>
            </w:rPr>
          </w:pPr>
          <w:r w:rsidRPr="008276F6">
            <w:rPr>
              <w:rFonts w:ascii="Times New Roman" w:hAnsi="Times New Roman" w:cs="Times New Roman"/>
              <w:b/>
              <w:bCs/>
              <w:lang w:eastAsia="pl-PL"/>
            </w:rPr>
            <w:t>ul Bohaterów Warszawy 67</w:t>
          </w:r>
        </w:p>
        <w:p w:rsidR="001F7748" w:rsidRPr="008276F6" w:rsidRDefault="001F7748" w:rsidP="008276F6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20"/>
              <w:szCs w:val="20"/>
              <w:lang w:eastAsia="pl-PL"/>
            </w:rPr>
          </w:pPr>
          <w:r w:rsidRPr="008276F6">
            <w:rPr>
              <w:rFonts w:ascii="Times New Roman" w:hAnsi="Times New Roman" w:cs="Times New Roman"/>
              <w:b/>
              <w:bCs/>
              <w:lang w:eastAsia="pl-PL"/>
            </w:rPr>
            <w:t>28-100 Busko- Zdrój</w:t>
          </w:r>
        </w:p>
        <w:p w:rsidR="001F7748" w:rsidRPr="008276F6" w:rsidRDefault="001F7748" w:rsidP="008276F6">
          <w:pPr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  <w:lang w:eastAsia="pl-PL"/>
            </w:rPr>
          </w:pPr>
          <w:r w:rsidRPr="008276F6">
            <w:rPr>
              <w:rFonts w:ascii="Times New Roman" w:hAnsi="Times New Roman" w:cs="Times New Roman"/>
              <w:lang w:eastAsia="pl-PL"/>
            </w:rPr>
            <w:t>Tel. centrala 41 378 24 01</w:t>
          </w:r>
        </w:p>
        <w:p w:rsidR="001F7748" w:rsidRPr="008276F6" w:rsidRDefault="001F7748" w:rsidP="008276F6">
          <w:pPr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  <w:lang w:val="en-US" w:eastAsia="pl-PL"/>
            </w:rPr>
          </w:pPr>
          <w:r w:rsidRPr="008276F6">
            <w:rPr>
              <w:rFonts w:ascii="Times New Roman" w:hAnsi="Times New Roman" w:cs="Times New Roman"/>
              <w:lang w:val="en-US" w:eastAsia="pl-PL"/>
            </w:rPr>
            <w:t xml:space="preserve">NIP: 655-16-62-705      </w:t>
          </w:r>
          <w:r w:rsidRPr="008276F6">
            <w:rPr>
              <w:rFonts w:ascii="Times New Roman" w:hAnsi="Times New Roman" w:cs="Times New Roman"/>
              <w:lang w:val="en-US" w:eastAsia="pl-PL"/>
            </w:rPr>
            <w:tab/>
            <w:t>Regon: 000311467</w:t>
          </w:r>
        </w:p>
        <w:p w:rsidR="001F7748" w:rsidRPr="008276F6" w:rsidRDefault="001F7748" w:rsidP="008276F6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18"/>
              <w:szCs w:val="18"/>
              <w:lang w:val="en-US" w:eastAsia="pl-PL"/>
            </w:rPr>
          </w:pPr>
          <w:r w:rsidRPr="008276F6">
            <w:rPr>
              <w:rFonts w:ascii="Times New Roman" w:hAnsi="Times New Roman" w:cs="Times New Roman"/>
              <w:b/>
              <w:bCs/>
              <w:sz w:val="18"/>
              <w:szCs w:val="18"/>
              <w:lang w:val="en-US" w:eastAsia="pl-PL"/>
            </w:rPr>
            <w:t>e-mail: sekretariat@zoz.busko.com.pl</w:t>
          </w:r>
        </w:p>
        <w:p w:rsidR="001F7748" w:rsidRPr="008276F6" w:rsidRDefault="001F7748" w:rsidP="008276F6">
          <w:pPr>
            <w:spacing w:after="0" w:line="240" w:lineRule="auto"/>
            <w:jc w:val="center"/>
            <w:rPr>
              <w:rFonts w:ascii="Times New Roman" w:hAnsi="Times New Roman" w:cs="Times New Roman"/>
              <w:sz w:val="20"/>
              <w:szCs w:val="20"/>
              <w:lang w:eastAsia="pl-PL"/>
            </w:rPr>
          </w:pPr>
          <w:r w:rsidRPr="008276F6">
            <w:rPr>
              <w:rFonts w:ascii="Times New Roman" w:hAnsi="Times New Roman" w:cs="Times New Roman"/>
              <w:b/>
              <w:bCs/>
              <w:sz w:val="18"/>
              <w:szCs w:val="18"/>
              <w:lang w:eastAsia="pl-PL"/>
            </w:rPr>
            <w:t>strona internetowa: www.szpitalbusko.pl</w:t>
          </w:r>
        </w:p>
      </w:tc>
      <w:tc>
        <w:tcPr>
          <w:tcW w:w="3042" w:type="dxa"/>
          <w:vAlign w:val="center"/>
        </w:tcPr>
        <w:p w:rsidR="001F7748" w:rsidRPr="008276F6" w:rsidRDefault="001F7748" w:rsidP="008276F6">
          <w:pPr>
            <w:tabs>
              <w:tab w:val="left" w:pos="2160"/>
              <w:tab w:val="left" w:pos="3719"/>
            </w:tabs>
            <w:spacing w:after="0" w:line="240" w:lineRule="auto"/>
            <w:ind w:left="-1948" w:hanging="142"/>
            <w:rPr>
              <w:rFonts w:ascii="Times New Roman" w:hAnsi="Times New Roman" w:cs="Times New Roman"/>
              <w:noProof/>
              <w:sz w:val="20"/>
              <w:szCs w:val="20"/>
              <w:lang w:eastAsia="pl-PL"/>
            </w:rPr>
          </w:pPr>
        </w:p>
        <w:p w:rsidR="001F7748" w:rsidRPr="008276F6" w:rsidRDefault="001F7748" w:rsidP="008276F6">
          <w:pPr>
            <w:tabs>
              <w:tab w:val="left" w:pos="2160"/>
              <w:tab w:val="left" w:pos="3719"/>
            </w:tabs>
            <w:spacing w:after="0" w:line="240" w:lineRule="auto"/>
            <w:ind w:left="34"/>
            <w:jc w:val="center"/>
            <w:rPr>
              <w:rFonts w:ascii="Times New Roman" w:hAnsi="Times New Roman" w:cs="Times New Roman"/>
              <w:sz w:val="20"/>
              <w:szCs w:val="20"/>
              <w:lang w:eastAsia="pl-PL"/>
            </w:rPr>
          </w:pPr>
          <w:r w:rsidRPr="00EF4EBF">
            <w:rPr>
              <w:rFonts w:ascii="Times New Roman" w:hAnsi="Times New Roman" w:cs="Times New Roman"/>
              <w:noProof/>
              <w:sz w:val="20"/>
              <w:szCs w:val="20"/>
              <w:lang w:eastAsia="pl-PL"/>
            </w:rPr>
            <w:pict>
              <v:shape id="_x0000_i1028" type="#_x0000_t75" alt="http://www.womp.com.pl/uploads/SNJ.jpg" style="width:67.5pt;height:57pt;visibility:visible">
                <v:imagedata r:id="rId2" o:title=""/>
              </v:shape>
            </w:pict>
          </w:r>
        </w:p>
        <w:p w:rsidR="001F7748" w:rsidRPr="008276F6" w:rsidRDefault="001F7748" w:rsidP="008276F6">
          <w:pPr>
            <w:spacing w:after="0" w:line="240" w:lineRule="auto"/>
            <w:jc w:val="center"/>
            <w:rPr>
              <w:rFonts w:ascii="Times New Roman" w:hAnsi="Times New Roman" w:cs="Times New Roman"/>
              <w:i/>
              <w:iCs/>
              <w:sz w:val="18"/>
              <w:szCs w:val="18"/>
              <w:lang w:eastAsia="pl-PL"/>
            </w:rPr>
          </w:pPr>
          <w:r w:rsidRPr="008276F6">
            <w:rPr>
              <w:rFonts w:ascii="Times New Roman" w:hAnsi="Times New Roman" w:cs="Times New Roman"/>
              <w:i/>
              <w:iCs/>
              <w:sz w:val="18"/>
              <w:szCs w:val="18"/>
              <w:lang w:eastAsia="pl-PL"/>
            </w:rPr>
            <w:t xml:space="preserve">Laureat XVI edycji ŚNJ  </w:t>
          </w:r>
        </w:p>
        <w:p w:rsidR="001F7748" w:rsidRPr="008276F6" w:rsidRDefault="001F7748" w:rsidP="008276F6">
          <w:pPr>
            <w:spacing w:after="0" w:line="240" w:lineRule="auto"/>
            <w:jc w:val="center"/>
            <w:rPr>
              <w:rFonts w:ascii="Times New Roman" w:hAnsi="Times New Roman" w:cs="Times New Roman"/>
              <w:i/>
              <w:iCs/>
              <w:sz w:val="18"/>
              <w:szCs w:val="18"/>
              <w:lang w:eastAsia="pl-PL"/>
            </w:rPr>
          </w:pPr>
          <w:r w:rsidRPr="008276F6">
            <w:rPr>
              <w:rFonts w:ascii="Times New Roman" w:hAnsi="Times New Roman" w:cs="Times New Roman"/>
              <w:i/>
              <w:iCs/>
              <w:sz w:val="18"/>
              <w:szCs w:val="18"/>
              <w:lang w:eastAsia="pl-PL"/>
            </w:rPr>
            <w:t xml:space="preserve"> w kategorii organizacji publicznych – ochrona  zdrowia</w:t>
          </w:r>
        </w:p>
      </w:tc>
    </w:tr>
  </w:tbl>
  <w:p w:rsidR="001F7748" w:rsidRPr="00493920" w:rsidRDefault="001F7748" w:rsidP="009446F2">
    <w:pPr>
      <w:pStyle w:val="Header"/>
      <w:spacing w:after="0"/>
      <w:jc w:val="right"/>
      <w:rPr>
        <w:rFonts w:ascii="Times New Roman" w:hAnsi="Times New Roman" w:cs="Times New Roman"/>
        <w:sz w:val="18"/>
        <w:szCs w:val="18"/>
      </w:rPr>
    </w:pPr>
    <w:r w:rsidRPr="007F7484">
      <w:rPr>
        <w:rFonts w:ascii="Times New Roman" w:hAnsi="Times New Roman" w:cs="Times New Roman"/>
        <w:sz w:val="18"/>
        <w:szCs w:val="18"/>
      </w:rPr>
      <w:t>Nr referencyjny nadany sprawie przez Organizatora Przetargu:</w:t>
    </w:r>
    <w:r w:rsidRPr="007F7484">
      <w:rPr>
        <w:rFonts w:ascii="Times New Roman" w:hAnsi="Times New Roman" w:cs="Times New Roman"/>
        <w:color w:val="FF0000"/>
        <w:sz w:val="18"/>
        <w:szCs w:val="18"/>
      </w:rPr>
      <w:t xml:space="preserve"> </w:t>
    </w:r>
    <w:r>
      <w:rPr>
        <w:rFonts w:ascii="Times New Roman" w:hAnsi="Times New Roman" w:cs="Times New Roman"/>
        <w:sz w:val="18"/>
        <w:szCs w:val="18"/>
      </w:rPr>
      <w:t>ZOZ/DO/OM/ZP/43/2024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1469B"/>
    <w:multiLevelType w:val="hybridMultilevel"/>
    <w:tmpl w:val="5D0C1D82"/>
    <w:lvl w:ilvl="0" w:tplc="81CC11BA">
      <w:start w:val="1"/>
      <w:numFmt w:val="lowerLetter"/>
      <w:lvlText w:val="%1)"/>
      <w:lvlJc w:val="left"/>
      <w:pPr>
        <w:ind w:left="1211" w:hanging="360"/>
      </w:pPr>
      <w:rPr>
        <w:b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26D0322"/>
    <w:multiLevelType w:val="hybridMultilevel"/>
    <w:tmpl w:val="E33406DE"/>
    <w:lvl w:ilvl="0" w:tplc="33E8D502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9B2E42"/>
    <w:multiLevelType w:val="hybridMultilevel"/>
    <w:tmpl w:val="8F2E3A42"/>
    <w:lvl w:ilvl="0" w:tplc="B73E5BDC">
      <w:numFmt w:val="bullet"/>
      <w:lvlText w:val=""/>
      <w:lvlJc w:val="left"/>
      <w:pPr>
        <w:ind w:left="1420" w:hanging="360"/>
      </w:pPr>
      <w:rPr>
        <w:rFonts w:ascii="Symbol" w:eastAsia="Times New Roman" w:hAnsi="Symbol" w:hint="default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0" w:hanging="360"/>
      </w:pPr>
      <w:rPr>
        <w:rFonts w:ascii="Wingdings" w:hAnsi="Wingdings" w:cs="Wingdings" w:hint="default"/>
      </w:rPr>
    </w:lvl>
  </w:abstractNum>
  <w:abstractNum w:abstractNumId="5">
    <w:nsid w:val="34956388"/>
    <w:multiLevelType w:val="hybridMultilevel"/>
    <w:tmpl w:val="0BF6264A"/>
    <w:lvl w:ilvl="0" w:tplc="4028A7CE">
      <w:numFmt w:val="bullet"/>
      <w:lvlText w:val=""/>
      <w:lvlJc w:val="left"/>
      <w:pPr>
        <w:ind w:left="1420" w:hanging="360"/>
      </w:pPr>
      <w:rPr>
        <w:rFonts w:ascii="Symbol" w:eastAsia="Times New Roman" w:hAnsi="Symbol" w:hint="default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0" w:hanging="360"/>
      </w:pPr>
      <w:rPr>
        <w:rFonts w:ascii="Wingdings" w:hAnsi="Wingdings" w:cs="Wingdings" w:hint="default"/>
      </w:rPr>
    </w:lvl>
  </w:abstractNum>
  <w:abstractNum w:abstractNumId="6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8A1DEE"/>
    <w:multiLevelType w:val="hybridMultilevel"/>
    <w:tmpl w:val="D5E2D7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00A7759"/>
    <w:multiLevelType w:val="hybridMultilevel"/>
    <w:tmpl w:val="ACA4AA02"/>
    <w:lvl w:ilvl="0" w:tplc="04150003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0" w:hanging="360"/>
      </w:pPr>
      <w:rPr>
        <w:rFonts w:ascii="Wingdings" w:hAnsi="Wingdings" w:cs="Wingdings" w:hint="default"/>
      </w:rPr>
    </w:lvl>
  </w:abstractNum>
  <w:abstractNum w:abstractNumId="9">
    <w:nsid w:val="47670A85"/>
    <w:multiLevelType w:val="hybridMultilevel"/>
    <w:tmpl w:val="6D12D9A4"/>
    <w:lvl w:ilvl="0" w:tplc="E086F90E">
      <w:start w:val="1"/>
      <w:numFmt w:val="upperRoman"/>
      <w:lvlText w:val="%1."/>
      <w:lvlJc w:val="left"/>
      <w:pPr>
        <w:tabs>
          <w:tab w:val="num" w:pos="0"/>
        </w:tabs>
        <w:ind w:left="340" w:hanging="34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92316BC"/>
    <w:multiLevelType w:val="hybridMultilevel"/>
    <w:tmpl w:val="E0164AB2"/>
    <w:lvl w:ilvl="0" w:tplc="04150003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0" w:hanging="360"/>
      </w:pPr>
      <w:rPr>
        <w:rFonts w:ascii="Wingdings" w:hAnsi="Wingdings" w:cs="Wingdings" w:hint="default"/>
      </w:rPr>
    </w:lvl>
  </w:abstractNum>
  <w:abstractNum w:abstractNumId="11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cs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3E142E"/>
    <w:multiLevelType w:val="hybridMultilevel"/>
    <w:tmpl w:val="7E4A8176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cs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49C45AC"/>
    <w:multiLevelType w:val="hybridMultilevel"/>
    <w:tmpl w:val="7E40F304"/>
    <w:lvl w:ilvl="0" w:tplc="8AE28764">
      <w:start w:val="2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11"/>
  </w:num>
  <w:num w:numId="5">
    <w:abstractNumId w:val="9"/>
  </w:num>
  <w:num w:numId="6">
    <w:abstractNumId w:val="7"/>
  </w:num>
  <w:num w:numId="7">
    <w:abstractNumId w:val="13"/>
  </w:num>
  <w:num w:numId="8">
    <w:abstractNumId w:val="3"/>
  </w:num>
  <w:num w:numId="9">
    <w:abstractNumId w:val="10"/>
  </w:num>
  <w:num w:numId="10">
    <w:abstractNumId w:val="8"/>
  </w:num>
  <w:num w:numId="11">
    <w:abstractNumId w:val="4"/>
  </w:num>
  <w:num w:numId="12">
    <w:abstractNumId w:val="5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0EE4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0E2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47DB4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5733F"/>
    <w:rsid w:val="000605C4"/>
    <w:rsid w:val="00060DF2"/>
    <w:rsid w:val="0006122F"/>
    <w:rsid w:val="000614A9"/>
    <w:rsid w:val="000615FB"/>
    <w:rsid w:val="00061BB1"/>
    <w:rsid w:val="00062451"/>
    <w:rsid w:val="000626DA"/>
    <w:rsid w:val="00062BF0"/>
    <w:rsid w:val="0006347C"/>
    <w:rsid w:val="00063B8F"/>
    <w:rsid w:val="00063CBE"/>
    <w:rsid w:val="00064048"/>
    <w:rsid w:val="0006429E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42C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5EC"/>
    <w:rsid w:val="00093BC3"/>
    <w:rsid w:val="0009409C"/>
    <w:rsid w:val="0009442C"/>
    <w:rsid w:val="0009447C"/>
    <w:rsid w:val="00094625"/>
    <w:rsid w:val="0009466E"/>
    <w:rsid w:val="00095280"/>
    <w:rsid w:val="00095387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185"/>
    <w:rsid w:val="000A1202"/>
    <w:rsid w:val="000A1320"/>
    <w:rsid w:val="000A228F"/>
    <w:rsid w:val="000A23EE"/>
    <w:rsid w:val="000A2957"/>
    <w:rsid w:val="000A357B"/>
    <w:rsid w:val="000A49BC"/>
    <w:rsid w:val="000A4C91"/>
    <w:rsid w:val="000A4D0C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B7"/>
    <w:rsid w:val="000B1D23"/>
    <w:rsid w:val="000B27DE"/>
    <w:rsid w:val="000B2AAE"/>
    <w:rsid w:val="000B2AC3"/>
    <w:rsid w:val="000B4083"/>
    <w:rsid w:val="000B440D"/>
    <w:rsid w:val="000B442A"/>
    <w:rsid w:val="000B4531"/>
    <w:rsid w:val="000B5228"/>
    <w:rsid w:val="000B59B5"/>
    <w:rsid w:val="000B59E0"/>
    <w:rsid w:val="000B5E18"/>
    <w:rsid w:val="000B6351"/>
    <w:rsid w:val="000B6F9F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3DAF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E9D"/>
    <w:rsid w:val="000D1F24"/>
    <w:rsid w:val="000D25F3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C8B"/>
    <w:rsid w:val="000E0F51"/>
    <w:rsid w:val="000E0F9A"/>
    <w:rsid w:val="000E131C"/>
    <w:rsid w:val="000E13DA"/>
    <w:rsid w:val="000E164A"/>
    <w:rsid w:val="000E169C"/>
    <w:rsid w:val="000E1FFD"/>
    <w:rsid w:val="000E35CB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3ACF"/>
    <w:rsid w:val="000F3BF1"/>
    <w:rsid w:val="000F3D8B"/>
    <w:rsid w:val="000F4CB8"/>
    <w:rsid w:val="000F5065"/>
    <w:rsid w:val="000F588A"/>
    <w:rsid w:val="000F5A12"/>
    <w:rsid w:val="000F5BBA"/>
    <w:rsid w:val="000F5EDE"/>
    <w:rsid w:val="000F5F65"/>
    <w:rsid w:val="000F6415"/>
    <w:rsid w:val="000F697E"/>
    <w:rsid w:val="000F7EDF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06727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14A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1A0F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2EE"/>
    <w:rsid w:val="00165781"/>
    <w:rsid w:val="00165F4D"/>
    <w:rsid w:val="0016792E"/>
    <w:rsid w:val="001701F8"/>
    <w:rsid w:val="0017039E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77C78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5E04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258"/>
    <w:rsid w:val="001D54F5"/>
    <w:rsid w:val="001D552E"/>
    <w:rsid w:val="001D56AF"/>
    <w:rsid w:val="001D5758"/>
    <w:rsid w:val="001D5D0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3A81"/>
    <w:rsid w:val="001E4A89"/>
    <w:rsid w:val="001E5CC5"/>
    <w:rsid w:val="001E5D49"/>
    <w:rsid w:val="001E5F06"/>
    <w:rsid w:val="001E5FCF"/>
    <w:rsid w:val="001E7E84"/>
    <w:rsid w:val="001F049C"/>
    <w:rsid w:val="001F061E"/>
    <w:rsid w:val="001F1387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BFF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1F7748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2D70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3EA9"/>
    <w:rsid w:val="00224897"/>
    <w:rsid w:val="00224D59"/>
    <w:rsid w:val="0022520C"/>
    <w:rsid w:val="00225A09"/>
    <w:rsid w:val="00225BBA"/>
    <w:rsid w:val="00227142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0677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6CCC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0B8"/>
    <w:rsid w:val="002542A8"/>
    <w:rsid w:val="00254DBA"/>
    <w:rsid w:val="002551FD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38F2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980"/>
    <w:rsid w:val="00284B0D"/>
    <w:rsid w:val="00285B5E"/>
    <w:rsid w:val="00285E11"/>
    <w:rsid w:val="00285EC0"/>
    <w:rsid w:val="002866CB"/>
    <w:rsid w:val="00287582"/>
    <w:rsid w:val="00290408"/>
    <w:rsid w:val="002907BA"/>
    <w:rsid w:val="00292752"/>
    <w:rsid w:val="00292AA8"/>
    <w:rsid w:val="00292D9B"/>
    <w:rsid w:val="002932D4"/>
    <w:rsid w:val="00294610"/>
    <w:rsid w:val="002947D0"/>
    <w:rsid w:val="002947FE"/>
    <w:rsid w:val="00294CBF"/>
    <w:rsid w:val="00294E3B"/>
    <w:rsid w:val="00295025"/>
    <w:rsid w:val="00295A7C"/>
    <w:rsid w:val="00295BB1"/>
    <w:rsid w:val="00295D81"/>
    <w:rsid w:val="002961B3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4C"/>
    <w:rsid w:val="002A1865"/>
    <w:rsid w:val="002A1B67"/>
    <w:rsid w:val="002A2460"/>
    <w:rsid w:val="002A27D0"/>
    <w:rsid w:val="002A4125"/>
    <w:rsid w:val="002A4ACC"/>
    <w:rsid w:val="002A4B67"/>
    <w:rsid w:val="002A5399"/>
    <w:rsid w:val="002A576E"/>
    <w:rsid w:val="002A5D95"/>
    <w:rsid w:val="002A608C"/>
    <w:rsid w:val="002A629A"/>
    <w:rsid w:val="002A65C3"/>
    <w:rsid w:val="002A7199"/>
    <w:rsid w:val="002B06D5"/>
    <w:rsid w:val="002B083A"/>
    <w:rsid w:val="002B0D79"/>
    <w:rsid w:val="002B192F"/>
    <w:rsid w:val="002B19E0"/>
    <w:rsid w:val="002B1D9D"/>
    <w:rsid w:val="002B231F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0EBD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33D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2DD9"/>
    <w:rsid w:val="00303C4D"/>
    <w:rsid w:val="00304DFB"/>
    <w:rsid w:val="003052E6"/>
    <w:rsid w:val="00305814"/>
    <w:rsid w:val="003058C4"/>
    <w:rsid w:val="00305AA2"/>
    <w:rsid w:val="00305BD6"/>
    <w:rsid w:val="00305E71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3AA9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656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821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96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435E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11"/>
    <w:rsid w:val="00373850"/>
    <w:rsid w:val="00374539"/>
    <w:rsid w:val="0037494A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1E54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AB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4B7"/>
    <w:rsid w:val="003C0B7B"/>
    <w:rsid w:val="003C10CE"/>
    <w:rsid w:val="003C1437"/>
    <w:rsid w:val="003C1D5B"/>
    <w:rsid w:val="003C1E06"/>
    <w:rsid w:val="003C1F64"/>
    <w:rsid w:val="003C2C31"/>
    <w:rsid w:val="003C2D26"/>
    <w:rsid w:val="003C3329"/>
    <w:rsid w:val="003C4275"/>
    <w:rsid w:val="003C5891"/>
    <w:rsid w:val="003C65C4"/>
    <w:rsid w:val="003C6BD6"/>
    <w:rsid w:val="003C75E0"/>
    <w:rsid w:val="003D0828"/>
    <w:rsid w:val="003D0A3C"/>
    <w:rsid w:val="003D1116"/>
    <w:rsid w:val="003D23C2"/>
    <w:rsid w:val="003D24FB"/>
    <w:rsid w:val="003D2B90"/>
    <w:rsid w:val="003D2CDB"/>
    <w:rsid w:val="003D322C"/>
    <w:rsid w:val="003D452C"/>
    <w:rsid w:val="003D5428"/>
    <w:rsid w:val="003D5961"/>
    <w:rsid w:val="003D616E"/>
    <w:rsid w:val="003D63F8"/>
    <w:rsid w:val="003D6815"/>
    <w:rsid w:val="003D6839"/>
    <w:rsid w:val="003D7276"/>
    <w:rsid w:val="003D7350"/>
    <w:rsid w:val="003D7843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3DC6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AAA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3F7E4A"/>
    <w:rsid w:val="00400DE5"/>
    <w:rsid w:val="00402A00"/>
    <w:rsid w:val="00402A03"/>
    <w:rsid w:val="00402A88"/>
    <w:rsid w:val="00402D47"/>
    <w:rsid w:val="004034DC"/>
    <w:rsid w:val="004036DF"/>
    <w:rsid w:val="00403A8C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5AB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C67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88C"/>
    <w:rsid w:val="004568B7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94D"/>
    <w:rsid w:val="00470E51"/>
    <w:rsid w:val="00471CE2"/>
    <w:rsid w:val="00471D44"/>
    <w:rsid w:val="00472638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17FA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920"/>
    <w:rsid w:val="00493EC4"/>
    <w:rsid w:val="00493FF8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B88"/>
    <w:rsid w:val="004A5F6C"/>
    <w:rsid w:val="004A6EF5"/>
    <w:rsid w:val="004A7107"/>
    <w:rsid w:val="004A7360"/>
    <w:rsid w:val="004A7685"/>
    <w:rsid w:val="004A7E95"/>
    <w:rsid w:val="004B0410"/>
    <w:rsid w:val="004B0F4E"/>
    <w:rsid w:val="004B2526"/>
    <w:rsid w:val="004B3ECE"/>
    <w:rsid w:val="004B3F23"/>
    <w:rsid w:val="004B45B4"/>
    <w:rsid w:val="004B4B11"/>
    <w:rsid w:val="004B4D26"/>
    <w:rsid w:val="004B4DA6"/>
    <w:rsid w:val="004B51EC"/>
    <w:rsid w:val="004B5396"/>
    <w:rsid w:val="004B550E"/>
    <w:rsid w:val="004B5C71"/>
    <w:rsid w:val="004B5D57"/>
    <w:rsid w:val="004B668A"/>
    <w:rsid w:val="004B6D98"/>
    <w:rsid w:val="004B7023"/>
    <w:rsid w:val="004B7BBF"/>
    <w:rsid w:val="004B7BF4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46"/>
    <w:rsid w:val="004D11AB"/>
    <w:rsid w:val="004D1F3F"/>
    <w:rsid w:val="004D3166"/>
    <w:rsid w:val="004D3BF6"/>
    <w:rsid w:val="004D3E33"/>
    <w:rsid w:val="004D4042"/>
    <w:rsid w:val="004D42D6"/>
    <w:rsid w:val="004D4BC1"/>
    <w:rsid w:val="004D4EDC"/>
    <w:rsid w:val="004D514F"/>
    <w:rsid w:val="004D59C0"/>
    <w:rsid w:val="004D6212"/>
    <w:rsid w:val="004D6374"/>
    <w:rsid w:val="004D76AD"/>
    <w:rsid w:val="004D781F"/>
    <w:rsid w:val="004D7D65"/>
    <w:rsid w:val="004E076D"/>
    <w:rsid w:val="004E094F"/>
    <w:rsid w:val="004E125C"/>
    <w:rsid w:val="004E2301"/>
    <w:rsid w:val="004E2939"/>
    <w:rsid w:val="004E3041"/>
    <w:rsid w:val="004E3783"/>
    <w:rsid w:val="004E3988"/>
    <w:rsid w:val="004E3FB4"/>
    <w:rsid w:val="004E522D"/>
    <w:rsid w:val="004E5257"/>
    <w:rsid w:val="004E58C2"/>
    <w:rsid w:val="004E64C3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9C7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23B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900"/>
    <w:rsid w:val="00541D8C"/>
    <w:rsid w:val="00541FBC"/>
    <w:rsid w:val="0054230A"/>
    <w:rsid w:val="0054272E"/>
    <w:rsid w:val="00542AB3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96E"/>
    <w:rsid w:val="00550D96"/>
    <w:rsid w:val="00551205"/>
    <w:rsid w:val="005513CD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4D96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2AF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4338"/>
    <w:rsid w:val="005750C2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5A19"/>
    <w:rsid w:val="00595B93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0AB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219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40D2"/>
    <w:rsid w:val="005F55BA"/>
    <w:rsid w:val="005F65BF"/>
    <w:rsid w:val="005F7520"/>
    <w:rsid w:val="005F772B"/>
    <w:rsid w:val="005F7E8F"/>
    <w:rsid w:val="006004FF"/>
    <w:rsid w:val="00600E50"/>
    <w:rsid w:val="006019E1"/>
    <w:rsid w:val="00601E34"/>
    <w:rsid w:val="0060230A"/>
    <w:rsid w:val="00602496"/>
    <w:rsid w:val="00602891"/>
    <w:rsid w:val="00602AAA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9A8"/>
    <w:rsid w:val="00610ECB"/>
    <w:rsid w:val="0061107A"/>
    <w:rsid w:val="00611A42"/>
    <w:rsid w:val="00611CB1"/>
    <w:rsid w:val="00611D74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74A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B2E"/>
    <w:rsid w:val="00636CA8"/>
    <w:rsid w:val="00637207"/>
    <w:rsid w:val="00637390"/>
    <w:rsid w:val="00637CB1"/>
    <w:rsid w:val="006403B6"/>
    <w:rsid w:val="0064054E"/>
    <w:rsid w:val="00640697"/>
    <w:rsid w:val="0064077D"/>
    <w:rsid w:val="00640ECA"/>
    <w:rsid w:val="00640F9C"/>
    <w:rsid w:val="0064123F"/>
    <w:rsid w:val="00642C9A"/>
    <w:rsid w:val="00642E57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6C2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EF1"/>
    <w:rsid w:val="00662F78"/>
    <w:rsid w:val="006630ED"/>
    <w:rsid w:val="00663AC1"/>
    <w:rsid w:val="006644B4"/>
    <w:rsid w:val="006647A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6DC"/>
    <w:rsid w:val="00685752"/>
    <w:rsid w:val="006876FE"/>
    <w:rsid w:val="00687F02"/>
    <w:rsid w:val="006903FB"/>
    <w:rsid w:val="006913DE"/>
    <w:rsid w:val="00691491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316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2BAA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E22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6D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32D9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4C4"/>
    <w:rsid w:val="007246FC"/>
    <w:rsid w:val="00725EF3"/>
    <w:rsid w:val="00726C3F"/>
    <w:rsid w:val="00726DB1"/>
    <w:rsid w:val="007271AD"/>
    <w:rsid w:val="00727958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37AAE"/>
    <w:rsid w:val="00740842"/>
    <w:rsid w:val="00740D95"/>
    <w:rsid w:val="00740F76"/>
    <w:rsid w:val="007414C3"/>
    <w:rsid w:val="00741620"/>
    <w:rsid w:val="00741866"/>
    <w:rsid w:val="00741868"/>
    <w:rsid w:val="00741F37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3FA"/>
    <w:rsid w:val="007668A4"/>
    <w:rsid w:val="00766DDF"/>
    <w:rsid w:val="00766F07"/>
    <w:rsid w:val="00767131"/>
    <w:rsid w:val="00767165"/>
    <w:rsid w:val="00767ACA"/>
    <w:rsid w:val="00767AE9"/>
    <w:rsid w:val="007702B6"/>
    <w:rsid w:val="0077091E"/>
    <w:rsid w:val="00771338"/>
    <w:rsid w:val="007715DA"/>
    <w:rsid w:val="00771DF6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CF1"/>
    <w:rsid w:val="00787EE5"/>
    <w:rsid w:val="00790022"/>
    <w:rsid w:val="007906F9"/>
    <w:rsid w:val="00790E87"/>
    <w:rsid w:val="007912BF"/>
    <w:rsid w:val="00792764"/>
    <w:rsid w:val="00793EC1"/>
    <w:rsid w:val="00794089"/>
    <w:rsid w:val="00794CC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A01"/>
    <w:rsid w:val="007A1D2B"/>
    <w:rsid w:val="007A20B4"/>
    <w:rsid w:val="007A2349"/>
    <w:rsid w:val="007A2868"/>
    <w:rsid w:val="007A2EC2"/>
    <w:rsid w:val="007A32BB"/>
    <w:rsid w:val="007A3A25"/>
    <w:rsid w:val="007A3EA0"/>
    <w:rsid w:val="007A49D8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D1B"/>
    <w:rsid w:val="007B3E6A"/>
    <w:rsid w:val="007B555A"/>
    <w:rsid w:val="007B5B6B"/>
    <w:rsid w:val="007B6787"/>
    <w:rsid w:val="007B72DD"/>
    <w:rsid w:val="007B742A"/>
    <w:rsid w:val="007B7983"/>
    <w:rsid w:val="007B7AA7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9F2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484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17EC7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148"/>
    <w:rsid w:val="00825A5B"/>
    <w:rsid w:val="008261FC"/>
    <w:rsid w:val="008268D6"/>
    <w:rsid w:val="00826DA9"/>
    <w:rsid w:val="00826F25"/>
    <w:rsid w:val="00826F58"/>
    <w:rsid w:val="008274E4"/>
    <w:rsid w:val="008276CD"/>
    <w:rsid w:val="008276F6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1E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46CCA"/>
    <w:rsid w:val="00850303"/>
    <w:rsid w:val="008507AA"/>
    <w:rsid w:val="00850890"/>
    <w:rsid w:val="008516E7"/>
    <w:rsid w:val="00851BF9"/>
    <w:rsid w:val="00853070"/>
    <w:rsid w:val="00853567"/>
    <w:rsid w:val="00853746"/>
    <w:rsid w:val="00853F4C"/>
    <w:rsid w:val="008544DB"/>
    <w:rsid w:val="00854B02"/>
    <w:rsid w:val="0085690C"/>
    <w:rsid w:val="00856DD3"/>
    <w:rsid w:val="00857063"/>
    <w:rsid w:val="008600AD"/>
    <w:rsid w:val="008606FE"/>
    <w:rsid w:val="00860A42"/>
    <w:rsid w:val="008614D9"/>
    <w:rsid w:val="008617AD"/>
    <w:rsid w:val="00861F93"/>
    <w:rsid w:val="008630A4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1F62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33B5"/>
    <w:rsid w:val="008846AA"/>
    <w:rsid w:val="00884D06"/>
    <w:rsid w:val="00884E31"/>
    <w:rsid w:val="00885072"/>
    <w:rsid w:val="00885428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083"/>
    <w:rsid w:val="00895511"/>
    <w:rsid w:val="00895550"/>
    <w:rsid w:val="00895C13"/>
    <w:rsid w:val="00896928"/>
    <w:rsid w:val="008A0223"/>
    <w:rsid w:val="008A041F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008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5FFE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170"/>
    <w:rsid w:val="008C4C50"/>
    <w:rsid w:val="008C4E3B"/>
    <w:rsid w:val="008C531F"/>
    <w:rsid w:val="008C5320"/>
    <w:rsid w:val="008C613B"/>
    <w:rsid w:val="008C6176"/>
    <w:rsid w:val="008C6709"/>
    <w:rsid w:val="008C671F"/>
    <w:rsid w:val="008C6A21"/>
    <w:rsid w:val="008C6FEF"/>
    <w:rsid w:val="008C7D1C"/>
    <w:rsid w:val="008D26AD"/>
    <w:rsid w:val="008D2E98"/>
    <w:rsid w:val="008D33F8"/>
    <w:rsid w:val="008D3625"/>
    <w:rsid w:val="008D39BB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25C6"/>
    <w:rsid w:val="008F30E4"/>
    <w:rsid w:val="008F337A"/>
    <w:rsid w:val="008F35C6"/>
    <w:rsid w:val="008F3F97"/>
    <w:rsid w:val="008F4202"/>
    <w:rsid w:val="008F43F8"/>
    <w:rsid w:val="008F44D6"/>
    <w:rsid w:val="008F46A4"/>
    <w:rsid w:val="008F4BB6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9F7"/>
    <w:rsid w:val="00910EA3"/>
    <w:rsid w:val="0091208D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08B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4A0"/>
    <w:rsid w:val="00942A6A"/>
    <w:rsid w:val="00943A31"/>
    <w:rsid w:val="0094464A"/>
    <w:rsid w:val="009446F2"/>
    <w:rsid w:val="00944FBC"/>
    <w:rsid w:val="00944FDD"/>
    <w:rsid w:val="0094519F"/>
    <w:rsid w:val="009456B5"/>
    <w:rsid w:val="00945C65"/>
    <w:rsid w:val="009464C1"/>
    <w:rsid w:val="00947399"/>
    <w:rsid w:val="009473B7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6B7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DA1"/>
    <w:rsid w:val="00974E6C"/>
    <w:rsid w:val="00975963"/>
    <w:rsid w:val="00975CAE"/>
    <w:rsid w:val="00976377"/>
    <w:rsid w:val="00976982"/>
    <w:rsid w:val="00977203"/>
    <w:rsid w:val="00977317"/>
    <w:rsid w:val="0097796B"/>
    <w:rsid w:val="00977C64"/>
    <w:rsid w:val="00981A0D"/>
    <w:rsid w:val="00981DF9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3C64"/>
    <w:rsid w:val="009946D9"/>
    <w:rsid w:val="00994F27"/>
    <w:rsid w:val="009953A8"/>
    <w:rsid w:val="00995CB5"/>
    <w:rsid w:val="00995D9D"/>
    <w:rsid w:val="00996041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2D20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39C5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C6DB4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3E8"/>
    <w:rsid w:val="009D4445"/>
    <w:rsid w:val="009D4623"/>
    <w:rsid w:val="009D5F12"/>
    <w:rsid w:val="009D6647"/>
    <w:rsid w:val="009D6704"/>
    <w:rsid w:val="009D6E6C"/>
    <w:rsid w:val="009D71CE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5B19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1EE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43F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1C7"/>
    <w:rsid w:val="00A313F5"/>
    <w:rsid w:val="00A31580"/>
    <w:rsid w:val="00A316D4"/>
    <w:rsid w:val="00A334E0"/>
    <w:rsid w:val="00A33EF1"/>
    <w:rsid w:val="00A348BD"/>
    <w:rsid w:val="00A34933"/>
    <w:rsid w:val="00A34A06"/>
    <w:rsid w:val="00A354E4"/>
    <w:rsid w:val="00A3595F"/>
    <w:rsid w:val="00A3620B"/>
    <w:rsid w:val="00A3621F"/>
    <w:rsid w:val="00A36264"/>
    <w:rsid w:val="00A362F6"/>
    <w:rsid w:val="00A36995"/>
    <w:rsid w:val="00A36EB6"/>
    <w:rsid w:val="00A37410"/>
    <w:rsid w:val="00A37C00"/>
    <w:rsid w:val="00A37E02"/>
    <w:rsid w:val="00A40195"/>
    <w:rsid w:val="00A40378"/>
    <w:rsid w:val="00A403BC"/>
    <w:rsid w:val="00A404F5"/>
    <w:rsid w:val="00A405D2"/>
    <w:rsid w:val="00A406C3"/>
    <w:rsid w:val="00A40AE2"/>
    <w:rsid w:val="00A41397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BE4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2EFB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0A20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1C24"/>
    <w:rsid w:val="00A92603"/>
    <w:rsid w:val="00A92D97"/>
    <w:rsid w:val="00A92F9B"/>
    <w:rsid w:val="00A937CC"/>
    <w:rsid w:val="00A938E0"/>
    <w:rsid w:val="00A941CF"/>
    <w:rsid w:val="00A94900"/>
    <w:rsid w:val="00A9552C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1FF"/>
    <w:rsid w:val="00AC1AF9"/>
    <w:rsid w:val="00AC1E44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2867"/>
    <w:rsid w:val="00AD377F"/>
    <w:rsid w:val="00AD56BE"/>
    <w:rsid w:val="00AD586A"/>
    <w:rsid w:val="00AD58DF"/>
    <w:rsid w:val="00AD5D86"/>
    <w:rsid w:val="00AD62A0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E75CE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1AE3"/>
    <w:rsid w:val="00B22F15"/>
    <w:rsid w:val="00B234BB"/>
    <w:rsid w:val="00B23555"/>
    <w:rsid w:val="00B2356B"/>
    <w:rsid w:val="00B23708"/>
    <w:rsid w:val="00B24800"/>
    <w:rsid w:val="00B248B6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07A2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0F0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1F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3F2A"/>
    <w:rsid w:val="00B941A5"/>
    <w:rsid w:val="00B95CD5"/>
    <w:rsid w:val="00B95D4E"/>
    <w:rsid w:val="00B9656F"/>
    <w:rsid w:val="00B96768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6D91"/>
    <w:rsid w:val="00BA7270"/>
    <w:rsid w:val="00BA7C1D"/>
    <w:rsid w:val="00BB016D"/>
    <w:rsid w:val="00BB034A"/>
    <w:rsid w:val="00BB040F"/>
    <w:rsid w:val="00BB0977"/>
    <w:rsid w:val="00BB0ADD"/>
    <w:rsid w:val="00BB1127"/>
    <w:rsid w:val="00BB1495"/>
    <w:rsid w:val="00BB20E1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23B"/>
    <w:rsid w:val="00BB5966"/>
    <w:rsid w:val="00BB599B"/>
    <w:rsid w:val="00BB5D92"/>
    <w:rsid w:val="00BB62DA"/>
    <w:rsid w:val="00BB6D39"/>
    <w:rsid w:val="00BB7DE3"/>
    <w:rsid w:val="00BC13ED"/>
    <w:rsid w:val="00BC25A0"/>
    <w:rsid w:val="00BC2BBE"/>
    <w:rsid w:val="00BC2C5C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C7BFD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0C72"/>
    <w:rsid w:val="00C210D5"/>
    <w:rsid w:val="00C21309"/>
    <w:rsid w:val="00C223D4"/>
    <w:rsid w:val="00C228C8"/>
    <w:rsid w:val="00C23461"/>
    <w:rsid w:val="00C24D39"/>
    <w:rsid w:val="00C24EE1"/>
    <w:rsid w:val="00C252D4"/>
    <w:rsid w:val="00C25714"/>
    <w:rsid w:val="00C25E5C"/>
    <w:rsid w:val="00C25F2C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536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791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2855"/>
    <w:rsid w:val="00C540E5"/>
    <w:rsid w:val="00C54C96"/>
    <w:rsid w:val="00C55C24"/>
    <w:rsid w:val="00C563F6"/>
    <w:rsid w:val="00C564F7"/>
    <w:rsid w:val="00C5735A"/>
    <w:rsid w:val="00C57470"/>
    <w:rsid w:val="00C5747F"/>
    <w:rsid w:val="00C57E1B"/>
    <w:rsid w:val="00C60B48"/>
    <w:rsid w:val="00C60FAD"/>
    <w:rsid w:val="00C6154B"/>
    <w:rsid w:val="00C6225D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C68"/>
    <w:rsid w:val="00C75FF2"/>
    <w:rsid w:val="00C76295"/>
    <w:rsid w:val="00C7642B"/>
    <w:rsid w:val="00C76D4E"/>
    <w:rsid w:val="00C77508"/>
    <w:rsid w:val="00C77847"/>
    <w:rsid w:val="00C77E2B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D57"/>
    <w:rsid w:val="00C87EC1"/>
    <w:rsid w:val="00C9023D"/>
    <w:rsid w:val="00C903C1"/>
    <w:rsid w:val="00C90D3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A99"/>
    <w:rsid w:val="00CA1BCF"/>
    <w:rsid w:val="00CA212E"/>
    <w:rsid w:val="00CA212F"/>
    <w:rsid w:val="00CA2B57"/>
    <w:rsid w:val="00CA2B73"/>
    <w:rsid w:val="00CA3435"/>
    <w:rsid w:val="00CA3626"/>
    <w:rsid w:val="00CA3F83"/>
    <w:rsid w:val="00CA47B9"/>
    <w:rsid w:val="00CA5197"/>
    <w:rsid w:val="00CA5C04"/>
    <w:rsid w:val="00CA5C45"/>
    <w:rsid w:val="00CA5C54"/>
    <w:rsid w:val="00CA5ECD"/>
    <w:rsid w:val="00CA65C9"/>
    <w:rsid w:val="00CA66C8"/>
    <w:rsid w:val="00CA67AC"/>
    <w:rsid w:val="00CA67DB"/>
    <w:rsid w:val="00CA68C3"/>
    <w:rsid w:val="00CA74F0"/>
    <w:rsid w:val="00CB043C"/>
    <w:rsid w:val="00CB2311"/>
    <w:rsid w:val="00CB2347"/>
    <w:rsid w:val="00CB2F29"/>
    <w:rsid w:val="00CB3596"/>
    <w:rsid w:val="00CB3AA4"/>
    <w:rsid w:val="00CB4DBA"/>
    <w:rsid w:val="00CB5044"/>
    <w:rsid w:val="00CB50B1"/>
    <w:rsid w:val="00CB5646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57C3"/>
    <w:rsid w:val="00CC7259"/>
    <w:rsid w:val="00CD0417"/>
    <w:rsid w:val="00CD0A4F"/>
    <w:rsid w:val="00CD0C92"/>
    <w:rsid w:val="00CD0E5E"/>
    <w:rsid w:val="00CD118A"/>
    <w:rsid w:val="00CD144C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4FB7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21A"/>
    <w:rsid w:val="00CE0369"/>
    <w:rsid w:val="00CE0A25"/>
    <w:rsid w:val="00CE0B4C"/>
    <w:rsid w:val="00CE14BA"/>
    <w:rsid w:val="00CE1662"/>
    <w:rsid w:val="00CE18EE"/>
    <w:rsid w:val="00CE1BE1"/>
    <w:rsid w:val="00CE1D43"/>
    <w:rsid w:val="00CE1DA6"/>
    <w:rsid w:val="00CE213D"/>
    <w:rsid w:val="00CE2AE5"/>
    <w:rsid w:val="00CE2F16"/>
    <w:rsid w:val="00CE4341"/>
    <w:rsid w:val="00CE4A6B"/>
    <w:rsid w:val="00CE4B30"/>
    <w:rsid w:val="00CE55ED"/>
    <w:rsid w:val="00CE65B7"/>
    <w:rsid w:val="00CE6D96"/>
    <w:rsid w:val="00CE7148"/>
    <w:rsid w:val="00CE72C5"/>
    <w:rsid w:val="00CE7350"/>
    <w:rsid w:val="00CE75AC"/>
    <w:rsid w:val="00CE7B1B"/>
    <w:rsid w:val="00CF05C3"/>
    <w:rsid w:val="00CF0BAD"/>
    <w:rsid w:val="00CF0D9F"/>
    <w:rsid w:val="00CF13ED"/>
    <w:rsid w:val="00CF1B89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0F36"/>
    <w:rsid w:val="00D0252F"/>
    <w:rsid w:val="00D0277F"/>
    <w:rsid w:val="00D03FAD"/>
    <w:rsid w:val="00D04766"/>
    <w:rsid w:val="00D04C63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4B3F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0C8"/>
    <w:rsid w:val="00D3215C"/>
    <w:rsid w:val="00D321D3"/>
    <w:rsid w:val="00D3235D"/>
    <w:rsid w:val="00D32415"/>
    <w:rsid w:val="00D32B7C"/>
    <w:rsid w:val="00D32BDF"/>
    <w:rsid w:val="00D330AA"/>
    <w:rsid w:val="00D332E3"/>
    <w:rsid w:val="00D33548"/>
    <w:rsid w:val="00D33DBB"/>
    <w:rsid w:val="00D3486C"/>
    <w:rsid w:val="00D34F1F"/>
    <w:rsid w:val="00D35657"/>
    <w:rsid w:val="00D362BE"/>
    <w:rsid w:val="00D36860"/>
    <w:rsid w:val="00D37B6A"/>
    <w:rsid w:val="00D37FD9"/>
    <w:rsid w:val="00D40A9F"/>
    <w:rsid w:val="00D417FF"/>
    <w:rsid w:val="00D420C5"/>
    <w:rsid w:val="00D42352"/>
    <w:rsid w:val="00D42771"/>
    <w:rsid w:val="00D43A6D"/>
    <w:rsid w:val="00D43F66"/>
    <w:rsid w:val="00D44789"/>
    <w:rsid w:val="00D45C20"/>
    <w:rsid w:val="00D46237"/>
    <w:rsid w:val="00D46298"/>
    <w:rsid w:val="00D4675A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0B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2D64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A6C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818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665"/>
    <w:rsid w:val="00DC1AF6"/>
    <w:rsid w:val="00DC1C3A"/>
    <w:rsid w:val="00DC1DAC"/>
    <w:rsid w:val="00DC20BD"/>
    <w:rsid w:val="00DC21DA"/>
    <w:rsid w:val="00DC22A0"/>
    <w:rsid w:val="00DC235B"/>
    <w:rsid w:val="00DC23DA"/>
    <w:rsid w:val="00DC2948"/>
    <w:rsid w:val="00DC2F29"/>
    <w:rsid w:val="00DC35C6"/>
    <w:rsid w:val="00DC40F0"/>
    <w:rsid w:val="00DC4715"/>
    <w:rsid w:val="00DC47C9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133A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6C78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3B4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1BD1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C97"/>
    <w:rsid w:val="00E33DAF"/>
    <w:rsid w:val="00E34261"/>
    <w:rsid w:val="00E349BF"/>
    <w:rsid w:val="00E34E9D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0D52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0FDF"/>
    <w:rsid w:val="00E61662"/>
    <w:rsid w:val="00E61950"/>
    <w:rsid w:val="00E6298B"/>
    <w:rsid w:val="00E62D0F"/>
    <w:rsid w:val="00E637D3"/>
    <w:rsid w:val="00E63B5B"/>
    <w:rsid w:val="00E64457"/>
    <w:rsid w:val="00E64837"/>
    <w:rsid w:val="00E64FD9"/>
    <w:rsid w:val="00E6660E"/>
    <w:rsid w:val="00E66AE2"/>
    <w:rsid w:val="00E66B4D"/>
    <w:rsid w:val="00E66D37"/>
    <w:rsid w:val="00E6717E"/>
    <w:rsid w:val="00E701AB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6C88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87F9B"/>
    <w:rsid w:val="00E904C8"/>
    <w:rsid w:val="00E90D35"/>
    <w:rsid w:val="00E9167A"/>
    <w:rsid w:val="00E91F7C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3FBC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6F8"/>
    <w:rsid w:val="00EA1DBC"/>
    <w:rsid w:val="00EA2014"/>
    <w:rsid w:val="00EA2370"/>
    <w:rsid w:val="00EA2697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1A2B"/>
    <w:rsid w:val="00EC20D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4566"/>
    <w:rsid w:val="00EE5141"/>
    <w:rsid w:val="00EE557B"/>
    <w:rsid w:val="00EE583F"/>
    <w:rsid w:val="00EE6F49"/>
    <w:rsid w:val="00EE70EA"/>
    <w:rsid w:val="00EE78D8"/>
    <w:rsid w:val="00EE7A55"/>
    <w:rsid w:val="00EF1252"/>
    <w:rsid w:val="00EF182C"/>
    <w:rsid w:val="00EF212A"/>
    <w:rsid w:val="00EF28AF"/>
    <w:rsid w:val="00EF2AF5"/>
    <w:rsid w:val="00EF4212"/>
    <w:rsid w:val="00EF43F0"/>
    <w:rsid w:val="00EF4DA1"/>
    <w:rsid w:val="00EF4DE7"/>
    <w:rsid w:val="00EF4EBF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982"/>
    <w:rsid w:val="00F20AD1"/>
    <w:rsid w:val="00F20B61"/>
    <w:rsid w:val="00F2100E"/>
    <w:rsid w:val="00F214EA"/>
    <w:rsid w:val="00F214ED"/>
    <w:rsid w:val="00F21CA1"/>
    <w:rsid w:val="00F221C4"/>
    <w:rsid w:val="00F226EC"/>
    <w:rsid w:val="00F22FE2"/>
    <w:rsid w:val="00F2550E"/>
    <w:rsid w:val="00F26C59"/>
    <w:rsid w:val="00F26F0E"/>
    <w:rsid w:val="00F30210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C0"/>
    <w:rsid w:val="00F35DFB"/>
    <w:rsid w:val="00F35E35"/>
    <w:rsid w:val="00F35E48"/>
    <w:rsid w:val="00F35EAC"/>
    <w:rsid w:val="00F366CA"/>
    <w:rsid w:val="00F371E1"/>
    <w:rsid w:val="00F3721B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305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8E1"/>
    <w:rsid w:val="00F60C19"/>
    <w:rsid w:val="00F611A2"/>
    <w:rsid w:val="00F61D45"/>
    <w:rsid w:val="00F6206F"/>
    <w:rsid w:val="00F624BE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2C6A"/>
    <w:rsid w:val="00FA33EE"/>
    <w:rsid w:val="00FA394C"/>
    <w:rsid w:val="00FA4281"/>
    <w:rsid w:val="00FA4457"/>
    <w:rsid w:val="00FA4A37"/>
    <w:rsid w:val="00FA4FF1"/>
    <w:rsid w:val="00FA5851"/>
    <w:rsid w:val="00FA5B4A"/>
    <w:rsid w:val="00FA5C7D"/>
    <w:rsid w:val="00FA65C6"/>
    <w:rsid w:val="00FA6FC6"/>
    <w:rsid w:val="00FA725E"/>
    <w:rsid w:val="00FA73E1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B74AD"/>
    <w:rsid w:val="00FC04F2"/>
    <w:rsid w:val="00FC05AC"/>
    <w:rsid w:val="00FC0A76"/>
    <w:rsid w:val="00FC2058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204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7060"/>
    <w:rsid w:val="00FE7397"/>
    <w:rsid w:val="00FE74C1"/>
    <w:rsid w:val="00FE7C4E"/>
    <w:rsid w:val="00FE7D23"/>
    <w:rsid w:val="00FF0F32"/>
    <w:rsid w:val="00FF1EF8"/>
    <w:rsid w:val="00FF20DA"/>
    <w:rsid w:val="00FF2368"/>
    <w:rsid w:val="00FF2672"/>
    <w:rsid w:val="00FF2C57"/>
    <w:rsid w:val="00FF3E39"/>
    <w:rsid w:val="00FF428E"/>
    <w:rsid w:val="00FF42AD"/>
    <w:rsid w:val="00FF4AD2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529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1652EE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50694"/>
    <w:pPr>
      <w:spacing w:before="240" w:after="60" w:line="240" w:lineRule="auto"/>
      <w:outlineLvl w:val="4"/>
    </w:pPr>
    <w:rPr>
      <w:b/>
      <w:bCs/>
      <w:i/>
      <w:iCs/>
      <w:sz w:val="26"/>
      <w:szCs w:val="26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652EE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250694"/>
    <w:rPr>
      <w:rFonts w:ascii="Calibri" w:hAnsi="Calibri" w:cs="Calibri"/>
      <w:b/>
      <w:bCs/>
      <w:i/>
      <w:iCs/>
      <w:sz w:val="26"/>
      <w:szCs w:val="26"/>
      <w:lang w:eastAsia="pl-PL"/>
    </w:rPr>
  </w:style>
  <w:style w:type="paragraph" w:customStyle="1" w:styleId="Default">
    <w:name w:val="Default"/>
    <w:uiPriority w:val="99"/>
    <w:rsid w:val="007601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3208F"/>
    <w:pPr>
      <w:spacing w:after="0" w:line="240" w:lineRule="auto"/>
    </w:pPr>
    <w:rPr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3208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23208F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204B9"/>
    <w:pPr>
      <w:spacing w:after="120" w:line="240" w:lineRule="auto"/>
    </w:pPr>
    <w:rPr>
      <w:sz w:val="24"/>
      <w:szCs w:val="24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204B9"/>
    <w:rPr>
      <w:rFonts w:ascii="Times New Roman" w:hAnsi="Times New Roman" w:cs="Times New Roman"/>
      <w:sz w:val="24"/>
      <w:szCs w:val="24"/>
      <w:lang w:eastAsia="pl-PL"/>
    </w:rPr>
  </w:style>
  <w:style w:type="paragraph" w:styleId="BodyText3">
    <w:name w:val="Body Text 3"/>
    <w:basedOn w:val="Normal"/>
    <w:link w:val="BodyText3Char"/>
    <w:uiPriority w:val="99"/>
    <w:rsid w:val="00F204B9"/>
    <w:pPr>
      <w:spacing w:after="120" w:line="240" w:lineRule="auto"/>
    </w:pPr>
    <w:rPr>
      <w:sz w:val="16"/>
      <w:szCs w:val="16"/>
      <w:lang w:eastAsia="pl-PL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204B9"/>
    <w:rPr>
      <w:rFonts w:ascii="Times New Roman" w:hAnsi="Times New Roman" w:cs="Times New Roman"/>
      <w:sz w:val="16"/>
      <w:szCs w:val="16"/>
    </w:rPr>
  </w:style>
  <w:style w:type="paragraph" w:customStyle="1" w:styleId="Teksttreci">
    <w:name w:val="Tekst treści"/>
    <w:basedOn w:val="Normal"/>
    <w:uiPriority w:val="99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color w:val="000000"/>
      <w:sz w:val="21"/>
      <w:szCs w:val="21"/>
      <w:lang w:eastAsia="ar-SA"/>
    </w:rPr>
  </w:style>
  <w:style w:type="paragraph" w:styleId="NoSpacing">
    <w:name w:val="No Spacing"/>
    <w:uiPriority w:val="99"/>
    <w:qFormat/>
    <w:rsid w:val="00250694"/>
    <w:rPr>
      <w:rFonts w:cs="Calibri"/>
      <w:lang w:eastAsia="en-US"/>
    </w:rPr>
  </w:style>
  <w:style w:type="paragraph" w:styleId="Header">
    <w:name w:val="header"/>
    <w:basedOn w:val="Normal"/>
    <w:link w:val="HeaderChar1"/>
    <w:uiPriority w:val="99"/>
    <w:rsid w:val="007F748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E35CB"/>
    <w:rPr>
      <w:lang w:eastAsia="en-US"/>
    </w:rPr>
  </w:style>
  <w:style w:type="paragraph" w:styleId="Footer">
    <w:name w:val="footer"/>
    <w:basedOn w:val="Normal"/>
    <w:link w:val="FooterChar"/>
    <w:uiPriority w:val="99"/>
    <w:rsid w:val="007F748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E35CB"/>
    <w:rPr>
      <w:lang w:eastAsia="en-US"/>
    </w:rPr>
  </w:style>
  <w:style w:type="character" w:customStyle="1" w:styleId="HeaderChar1">
    <w:name w:val="Header Char1"/>
    <w:link w:val="Header"/>
    <w:uiPriority w:val="99"/>
    <w:locked/>
    <w:rsid w:val="007F7484"/>
    <w:rPr>
      <w:rFonts w:ascii="Calibri" w:hAnsi="Calibri" w:cs="Calibri"/>
      <w:sz w:val="22"/>
      <w:szCs w:val="22"/>
      <w:lang w:val="pl-PL" w:eastAsia="en-US"/>
    </w:rPr>
  </w:style>
  <w:style w:type="character" w:customStyle="1" w:styleId="ZnakZnak3">
    <w:name w:val="Znak Znak3"/>
    <w:uiPriority w:val="99"/>
    <w:rsid w:val="007F7484"/>
    <w:rPr>
      <w:rFonts w:eastAsia="Times New Roman"/>
      <w:sz w:val="24"/>
      <w:szCs w:val="24"/>
      <w:lang w:val="pl-PL" w:eastAsia="pl-PL"/>
    </w:rPr>
  </w:style>
  <w:style w:type="paragraph" w:customStyle="1" w:styleId="ZnakZnak1">
    <w:name w:val="Znak Znak1"/>
    <w:basedOn w:val="Normal"/>
    <w:uiPriority w:val="99"/>
    <w:rsid w:val="007F7484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484"/>
    <w:rPr>
      <w:rFonts w:eastAsia="Times New Roman" w:cs="Calibri"/>
      <w:lang w:eastAsia="en-US"/>
    </w:rPr>
  </w:style>
  <w:style w:type="paragraph" w:styleId="List5">
    <w:name w:val="List 5"/>
    <w:basedOn w:val="Normal"/>
    <w:uiPriority w:val="99"/>
    <w:semiHidden/>
    <w:rsid w:val="00493920"/>
    <w:pPr>
      <w:widowControl w:val="0"/>
      <w:suppressAutoHyphens/>
      <w:spacing w:after="0" w:line="240" w:lineRule="auto"/>
      <w:ind w:left="1415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link w:val="ListParagraphChar"/>
    <w:uiPriority w:val="99"/>
    <w:qFormat/>
    <w:rsid w:val="00A70A20"/>
    <w:pPr>
      <w:spacing w:after="0" w:line="240" w:lineRule="auto"/>
      <w:ind w:left="720"/>
    </w:pPr>
    <w:rPr>
      <w:rFonts w:eastAsia="Times New Roman"/>
      <w:sz w:val="24"/>
      <w:szCs w:val="24"/>
      <w:lang w:eastAsia="pl-PL"/>
    </w:rPr>
  </w:style>
  <w:style w:type="character" w:customStyle="1" w:styleId="ListParagraphChar">
    <w:name w:val="List Paragraph Char"/>
    <w:link w:val="ListParagraph"/>
    <w:uiPriority w:val="99"/>
    <w:locked/>
    <w:rsid w:val="00A70A20"/>
    <w:rPr>
      <w:rFonts w:eastAsia="Times New Roman"/>
      <w:sz w:val="24"/>
      <w:szCs w:val="24"/>
      <w:lang w:val="pl-PL" w:eastAsia="pl-PL"/>
    </w:rPr>
  </w:style>
  <w:style w:type="paragraph" w:styleId="BodyText2">
    <w:name w:val="Body Text 2"/>
    <w:basedOn w:val="Normal"/>
    <w:link w:val="BodyText2Char"/>
    <w:uiPriority w:val="99"/>
    <w:semiHidden/>
    <w:rsid w:val="000F5ED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F5EDE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0F5EDE"/>
    <w:pPr>
      <w:spacing w:before="100" w:after="100"/>
    </w:pPr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93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311</TotalTime>
  <Pages>4</Pages>
  <Words>1319</Words>
  <Characters>7918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                                                                                                   </dc:title>
  <dc:subject/>
  <dc:creator>Sławomir Wnuk</dc:creator>
  <cp:keywords/>
  <dc:description/>
  <cp:lastModifiedBy>start</cp:lastModifiedBy>
  <cp:revision>133</cp:revision>
  <cp:lastPrinted>2019-12-16T07:00:00Z</cp:lastPrinted>
  <dcterms:created xsi:type="dcterms:W3CDTF">2016-08-24T07:39:00Z</dcterms:created>
  <dcterms:modified xsi:type="dcterms:W3CDTF">2024-10-09T08:12:00Z</dcterms:modified>
</cp:coreProperties>
</file>