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611B458" w14:textId="6D1494DB" w:rsidR="005265C2" w:rsidRPr="008448BD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AF21B3">
        <w:rPr>
          <w:rFonts w:ascii="Cambria" w:hAnsi="Cambria"/>
          <w:bCs/>
        </w:rPr>
        <w:t>:</w:t>
      </w:r>
      <w:r w:rsidRPr="00AF21B3">
        <w:rPr>
          <w:rFonts w:ascii="Cambria" w:hAnsi="Cambria"/>
          <w:b/>
        </w:rPr>
        <w:t xml:space="preserve"> </w:t>
      </w:r>
      <w:r w:rsidR="00350E04" w:rsidRPr="00AF21B3">
        <w:rPr>
          <w:rFonts w:ascii="Cambria" w:hAnsi="Cambria"/>
          <w:b/>
        </w:rPr>
        <w:t>IF.271</w:t>
      </w:r>
      <w:r w:rsidR="00E0025B">
        <w:rPr>
          <w:rFonts w:ascii="Cambria" w:hAnsi="Cambria"/>
          <w:b/>
        </w:rPr>
        <w:t>.</w:t>
      </w:r>
      <w:r w:rsidR="00205078">
        <w:rPr>
          <w:rFonts w:ascii="Cambria" w:hAnsi="Cambria"/>
          <w:b/>
        </w:rPr>
        <w:t>9</w:t>
      </w:r>
      <w:r w:rsidR="00E0025B">
        <w:rPr>
          <w:rFonts w:ascii="Cambria" w:hAnsi="Cambria"/>
          <w:b/>
        </w:rPr>
        <w:t>.</w:t>
      </w:r>
      <w:r w:rsidR="00350E04" w:rsidRPr="00AF21B3">
        <w:rPr>
          <w:rFonts w:ascii="Cambria" w:hAnsi="Cambria"/>
          <w:b/>
        </w:rPr>
        <w:t>2024</w:t>
      </w:r>
      <w:r w:rsidRPr="00AF21B3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797BD2D" w14:textId="273622D8" w:rsidR="00A270DC" w:rsidRPr="003E23A7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 w:rsidR="00033E6F">
        <w:rPr>
          <w:rFonts w:ascii="Cambria" w:hAnsi="Cambria" w:cs="Cambria"/>
          <w:bCs/>
        </w:rPr>
        <w:t>,</w:t>
      </w:r>
    </w:p>
    <w:p w14:paraId="234151BF" w14:textId="2EDCDA19" w:rsidR="00A270DC" w:rsidRDefault="00350E04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A270DC" w:rsidRPr="003E23A7">
        <w:rPr>
          <w:rFonts w:ascii="Cambria" w:hAnsi="Cambria" w:cs="Cambria"/>
          <w:bCs/>
        </w:rPr>
        <w:t>100 Puławy, woj. lubelskie</w:t>
      </w:r>
      <w:r w:rsidR="00A270DC">
        <w:rPr>
          <w:rFonts w:ascii="Cambria" w:hAnsi="Cambria" w:cs="Cambria"/>
          <w:bCs/>
        </w:rPr>
        <w:t>,</w:t>
      </w:r>
    </w:p>
    <w:p w14:paraId="1BE9E388" w14:textId="77777777" w:rsidR="00A270DC" w:rsidRPr="003E23A7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76CA9565" w14:textId="77777777" w:rsidR="00A270DC" w:rsidRPr="003E23A7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54D23E59" w14:textId="77777777" w:rsidR="00A270DC" w:rsidRPr="003E23A7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0AEC383" w14:textId="77777777" w:rsidR="00A270DC" w:rsidRPr="007B0CD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892E6E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3AFC" w:rsidRPr="007C687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bookmarkStart w:id="1" w:name="_GoBack"/>
            <w:bookmarkEnd w:id="1"/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E701E3" w:rsidRPr="003E090C" w14:paraId="5644015F" w14:textId="77777777" w:rsidTr="00350E04">
              <w:tc>
                <w:tcPr>
                  <w:tcW w:w="9384" w:type="dxa"/>
                  <w:shd w:val="clear" w:color="auto" w:fill="D9D9D9"/>
                </w:tcPr>
                <w:p w14:paraId="40FA1D54" w14:textId="1F6117F4" w:rsidR="00E701E3" w:rsidRPr="00F039EF" w:rsidRDefault="00205078" w:rsidP="00A270D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2F276F">
                    <w:rPr>
                      <w:rFonts w:ascii="Cambria" w:hAnsi="Cambria" w:cs="Arial"/>
                      <w:b/>
                      <w:iCs/>
                      <w:sz w:val="26"/>
                      <w:szCs w:val="26"/>
                    </w:rPr>
                    <w:t>„</w:t>
                  </w:r>
                  <w:r w:rsidRPr="00350E04">
                    <w:rPr>
                      <w:rFonts w:ascii="Cambria" w:hAnsi="Cambria" w:cs="Arial"/>
                      <w:b/>
                      <w:i/>
                      <w:iCs/>
                      <w:sz w:val="26"/>
                      <w:szCs w:val="26"/>
                    </w:rPr>
                    <w:t>Termomodernizacja budynku świetlicy wiejskiej w miejscowości Borowa</w:t>
                  </w:r>
                  <w:r w:rsidRPr="002F276F">
                    <w:rPr>
                      <w:rFonts w:ascii="Cambria" w:hAnsi="Cambria" w:cs="Arial"/>
                      <w:b/>
                      <w:i/>
                      <w:sz w:val="26"/>
                      <w:szCs w:val="26"/>
                    </w:rPr>
                    <w:t>”</w:t>
                  </w:r>
                </w:p>
              </w:tc>
            </w:tr>
          </w:tbl>
          <w:p w14:paraId="09F57BE5" w14:textId="77777777" w:rsidR="00E701E3" w:rsidRDefault="00E701E3" w:rsidP="00E701E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BD4402D" w:rsidR="000F2DFA" w:rsidRPr="00685A6E" w:rsidRDefault="00E701E3" w:rsidP="00685A6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3"/>
              <w:jc w:val="both"/>
              <w:rPr>
                <w:rFonts w:ascii="Cambria" w:hAnsi="Cambria" w:cs="Arial"/>
                <w:bCs/>
                <w:iCs/>
              </w:rPr>
            </w:pPr>
            <w:r w:rsidRPr="00685A6E">
              <w:rPr>
                <w:rFonts w:ascii="Cambria" w:hAnsi="Cambria" w:cs="Arial"/>
                <w:b/>
                <w:iCs/>
              </w:rPr>
              <w:t>Oferuję/oferujemy*</w:t>
            </w:r>
            <w:r w:rsidRPr="00685A6E">
              <w:rPr>
                <w:rFonts w:ascii="Cambria" w:hAnsi="Cambria" w:cs="Arial"/>
                <w:iCs/>
              </w:rPr>
              <w:t xml:space="preserve"> wykonanie </w:t>
            </w:r>
            <w:r w:rsidRPr="00685A6E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85A6E">
              <w:rPr>
                <w:rFonts w:ascii="Cambria" w:hAnsi="Cambria" w:cs="Arial"/>
                <w:iCs/>
              </w:rPr>
              <w:t xml:space="preserve">zgodnie z </w:t>
            </w:r>
            <w:r w:rsidRPr="00685A6E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685A6E">
              <w:rPr>
                <w:rFonts w:ascii="Cambria" w:hAnsi="Cambria" w:cs="Arial"/>
                <w:bCs/>
                <w:iCs/>
              </w:rPr>
              <w:br/>
              <w:t>w opisie przedmiotu zamówienia zawartym w S</w:t>
            </w:r>
            <w:r w:rsidR="00350E04" w:rsidRPr="00685A6E">
              <w:rPr>
                <w:rFonts w:ascii="Cambria" w:hAnsi="Cambria" w:cs="Arial"/>
                <w:bCs/>
                <w:iCs/>
              </w:rPr>
              <w:t>WZ oraz dokumentacji projektowe</w:t>
            </w:r>
            <w:r w:rsidR="005C6577" w:rsidRPr="00685A6E">
              <w:rPr>
                <w:rFonts w:ascii="Cambria" w:hAnsi="Cambria" w:cs="Arial"/>
                <w:bCs/>
                <w:iCs/>
              </w:rPr>
              <w:t>j:</w:t>
            </w:r>
            <w:r w:rsidR="00F039EF" w:rsidRPr="00685A6E">
              <w:rPr>
                <w:rFonts w:ascii="Cambria" w:hAnsi="Cambria" w:cs="Arial"/>
                <w:bCs/>
                <w:iCs/>
              </w:rPr>
              <w:br/>
            </w:r>
            <w:r w:rsidR="000F2DFA" w:rsidRPr="00685A6E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A270DC">
            <w:pPr>
              <w:spacing w:line="360" w:lineRule="auto"/>
              <w:ind w:firstLine="5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A270DC">
            <w:pPr>
              <w:spacing w:line="360" w:lineRule="auto"/>
              <w:ind w:firstLine="5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A270DC">
            <w:pPr>
              <w:spacing w:line="360" w:lineRule="auto"/>
              <w:ind w:firstLine="5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EC063EA" w14:textId="2F7A48AE" w:rsidR="00F039EF" w:rsidRDefault="00097AB6" w:rsidP="00F61D3A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A270D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A270DC">
              <w:rPr>
                <w:rFonts w:ascii="Cambria" w:hAnsi="Cambria" w:cs="Arial"/>
                <w:i/>
                <w:iCs/>
              </w:rPr>
              <w:t>.</w:t>
            </w:r>
          </w:p>
          <w:p w14:paraId="472C25DB" w14:textId="47B877A7" w:rsidR="00685A6E" w:rsidRPr="00685A6E" w:rsidRDefault="00685A6E" w:rsidP="00685A6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3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685A6E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1B9B9F4C" w14:textId="4572EA62" w:rsidR="00824977" w:rsidRPr="00747978" w:rsidRDefault="00685A6E" w:rsidP="00685A6E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685A6E">
              <w:rPr>
                <w:rFonts w:ascii="Cambria" w:hAnsi="Cambria" w:cs="Arial"/>
                <w:bCs/>
                <w:iCs/>
                <w:color w:val="000000" w:themeColor="text1"/>
              </w:rPr>
              <w:t>Długość okresu gwaranc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>ji na wykonane roboty budowlane, wbudowane i zamontowane</w:t>
            </w:r>
            <w:r w:rsidRPr="00685A6E">
              <w:rPr>
                <w:rFonts w:ascii="Cambria" w:hAnsi="Cambria" w:cs="Arial"/>
                <w:bCs/>
                <w:iCs/>
                <w:color w:val="000000" w:themeColor="text1"/>
              </w:rPr>
              <w:t xml:space="preserve"> materiały 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>oraz</w:t>
            </w:r>
            <w:r w:rsidRPr="00685A6E">
              <w:rPr>
                <w:rFonts w:ascii="Cambria" w:hAnsi="Cambria" w:cs="Arial"/>
                <w:bCs/>
                <w:iCs/>
                <w:color w:val="000000" w:themeColor="text1"/>
              </w:rPr>
              <w:t xml:space="preserve"> urządzenia </w:t>
            </w:r>
            <w:r w:rsidRPr="00685A6E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685A6E">
              <w:rPr>
                <w:rFonts w:ascii="Cambria" w:hAnsi="Cambria"/>
                <w:b/>
                <w:color w:val="000000" w:themeColor="text1"/>
                <w:vertAlign w:val="superscript"/>
              </w:rPr>
              <w:footnoteReference w:id="2"/>
            </w:r>
            <w:r w:rsidRPr="00685A6E">
              <w:rPr>
                <w:rFonts w:ascii="Cambria" w:hAnsi="Cambria" w:cs="Arial"/>
                <w:bCs/>
                <w:iCs/>
                <w:color w:val="000000" w:themeColor="text1"/>
              </w:rPr>
              <w:t>.</w:t>
            </w: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00503EDB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BA1754">
              <w:rPr>
                <w:rFonts w:asciiTheme="majorHAnsi" w:hAnsiTheme="majorHAnsi" w:cs="Arial"/>
              </w:rPr>
              <w:t>w </w:t>
            </w:r>
            <w:r w:rsidRPr="00441789">
              <w:rPr>
                <w:rFonts w:asciiTheme="majorHAnsi" w:hAnsiTheme="majorHAnsi" w:cs="Arial"/>
              </w:rPr>
              <w:t>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05078">
              <w:rPr>
                <w:rFonts w:ascii="Cambria" w:hAnsi="Cambria" w:cs="Arial"/>
                <w:b/>
                <w:bCs/>
              </w:rPr>
            </w:r>
            <w:r w:rsidR="00205078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05078">
              <w:rPr>
                <w:rFonts w:ascii="Cambria" w:hAnsi="Cambria" w:cs="Arial"/>
                <w:b/>
                <w:bCs/>
              </w:rPr>
            </w:r>
            <w:r w:rsidR="00205078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6D44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7A1E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6E91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7FC67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3E0AB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45C88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95AB" w14:textId="77777777" w:rsidR="00685A6E" w:rsidRDefault="00685A6E" w:rsidP="001F1344">
      <w:r>
        <w:separator/>
      </w:r>
    </w:p>
  </w:endnote>
  <w:endnote w:type="continuationSeparator" w:id="0">
    <w:p w14:paraId="0FB5CA8A" w14:textId="77777777" w:rsidR="00685A6E" w:rsidRDefault="00685A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685A6E" w:rsidRDefault="00685A6E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05078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0507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479DB8B5" w14:textId="34E0FF20" w:rsidR="00685A6E" w:rsidRPr="00BA303A" w:rsidRDefault="00685A6E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6E4D" w14:textId="77777777" w:rsidR="00685A6E" w:rsidRDefault="00685A6E" w:rsidP="001F1344">
      <w:r>
        <w:separator/>
      </w:r>
    </w:p>
  </w:footnote>
  <w:footnote w:type="continuationSeparator" w:id="0">
    <w:p w14:paraId="30208B71" w14:textId="77777777" w:rsidR="00685A6E" w:rsidRDefault="00685A6E" w:rsidP="001F1344">
      <w:r>
        <w:continuationSeparator/>
      </w:r>
    </w:p>
  </w:footnote>
  <w:footnote w:id="1">
    <w:p w14:paraId="2116790F" w14:textId="77777777" w:rsidR="00685A6E" w:rsidRDefault="00685A6E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8037039" w14:textId="77777777" w:rsidR="00685A6E" w:rsidRDefault="00685A6E" w:rsidP="00685A6E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685A6E" w:rsidRPr="00D370A9" w:rsidRDefault="00685A6E" w:rsidP="00441D7B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685A6E" w:rsidRPr="003F7A6B" w:rsidRDefault="00685A6E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882E85">
        <w:rPr>
          <w:rStyle w:val="Odwoanieprzypisudolnego"/>
          <w:sz w:val="18"/>
          <w:szCs w:val="18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A3493" w14:textId="77777777" w:rsidR="00685A6E" w:rsidRDefault="00685A6E" w:rsidP="00A270DC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85A6E" w:rsidRPr="00794A91" w14:paraId="2E718B6C" w14:textId="77777777" w:rsidTr="00350E04">
      <w:tc>
        <w:tcPr>
          <w:tcW w:w="9062" w:type="dxa"/>
        </w:tcPr>
        <w:p w14:paraId="4B17945F" w14:textId="20D1AD16" w:rsidR="00685A6E" w:rsidRDefault="00882E85" w:rsidP="00A270D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729BC">
            <w:rPr>
              <w:noProof/>
              <w:lang w:eastAsia="pl-PL"/>
            </w:rPr>
            <w:drawing>
              <wp:inline distT="0" distB="0" distL="0" distR="0" wp14:anchorId="26E9DC24" wp14:editId="74AF1EED">
                <wp:extent cx="5039360" cy="644363"/>
                <wp:effectExtent l="0" t="0" r="0" b="3810"/>
                <wp:docPr id="4" name="Obraz 4" descr="\\pelikan\DFE\KPO\Materiały WPI\dokumenty do naboru (WPI i WEE)\FINAL_05_05_2023_przesłane do DF\ciąg znakó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elikan\DFE\KPO\Materiały WPI\dokumenty do naboru (WPI i WEE)\FINAL_05_05_2023_przesłane do DF\ciąg znakó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9360" cy="644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A3E823" w14:textId="77777777" w:rsidR="00685A6E" w:rsidRPr="00D01B21" w:rsidRDefault="00685A6E" w:rsidP="00A270D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50D6892" w14:textId="58D4D622" w:rsidR="00685A6E" w:rsidRPr="0042544F" w:rsidRDefault="00685A6E" w:rsidP="00A270D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350E0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świetlicy wiejskiej w miejscowości Borowa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54FE74AB" w14:textId="77777777" w:rsidR="00685A6E" w:rsidRPr="00D01B21" w:rsidRDefault="00685A6E" w:rsidP="00A270D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0CE9412" w14:textId="77777777" w:rsidR="00685A6E" w:rsidRPr="00D01B21" w:rsidRDefault="00685A6E" w:rsidP="00A270D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E3571"/>
    <w:multiLevelType w:val="hybridMultilevel"/>
    <w:tmpl w:val="717644C2"/>
    <w:lvl w:ilvl="0" w:tplc="C464C6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30"/>
  </w:num>
  <w:num w:numId="9">
    <w:abstractNumId w:val="9"/>
  </w:num>
  <w:num w:numId="10">
    <w:abstractNumId w:val="23"/>
  </w:num>
  <w:num w:numId="11">
    <w:abstractNumId w:val="17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2"/>
  </w:num>
  <w:num w:numId="17">
    <w:abstractNumId w:val="19"/>
  </w:num>
  <w:num w:numId="18">
    <w:abstractNumId w:val="3"/>
  </w:num>
  <w:num w:numId="19">
    <w:abstractNumId w:val="7"/>
  </w:num>
  <w:num w:numId="20">
    <w:abstractNumId w:val="8"/>
  </w:num>
  <w:num w:numId="21">
    <w:abstractNumId w:val="25"/>
  </w:num>
  <w:num w:numId="22">
    <w:abstractNumId w:val="10"/>
  </w:num>
  <w:num w:numId="23">
    <w:abstractNumId w:val="12"/>
  </w:num>
  <w:num w:numId="24">
    <w:abstractNumId w:val="6"/>
  </w:num>
  <w:num w:numId="25">
    <w:abstractNumId w:val="11"/>
  </w:num>
  <w:num w:numId="26">
    <w:abstractNumId w:val="32"/>
  </w:num>
  <w:num w:numId="27">
    <w:abstractNumId w:val="28"/>
  </w:num>
  <w:num w:numId="28">
    <w:abstractNumId w:val="4"/>
  </w:num>
  <w:num w:numId="29">
    <w:abstractNumId w:val="24"/>
  </w:num>
  <w:num w:numId="30">
    <w:abstractNumId w:val="20"/>
  </w:num>
  <w:num w:numId="31">
    <w:abstractNumId w:val="16"/>
  </w:num>
  <w:num w:numId="32">
    <w:abstractNumId w:val="5"/>
  </w:num>
  <w:num w:numId="33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2FD5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7E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078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E04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D7B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2C8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577"/>
    <w:rsid w:val="005D2326"/>
    <w:rsid w:val="005E107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A6E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E85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1B3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1754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25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F87CB4-FD24-441B-B517-65DA8164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C6FF231D</Template>
  <TotalTime>1</TotalTime>
  <Pages>4</Pages>
  <Words>791</Words>
  <Characters>7999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Kasprzak</cp:lastModifiedBy>
  <cp:revision>3</cp:revision>
  <cp:lastPrinted>2024-06-07T08:35:00Z</cp:lastPrinted>
  <dcterms:created xsi:type="dcterms:W3CDTF">2024-08-08T11:39:00Z</dcterms:created>
  <dcterms:modified xsi:type="dcterms:W3CDTF">2024-09-24T05:19:00Z</dcterms:modified>
</cp:coreProperties>
</file>