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37A2C" w14:textId="4D1CC49C" w:rsidR="00961DB2" w:rsidRPr="00A70D16" w:rsidRDefault="00930022" w:rsidP="00631ECA">
      <w:pPr>
        <w:pStyle w:val="Nagwek"/>
        <w:tabs>
          <w:tab w:val="clear" w:pos="8640"/>
          <w:tab w:val="center" w:pos="4678"/>
          <w:tab w:val="right" w:pos="9356"/>
          <w:tab w:val="right" w:pos="9497"/>
          <w:tab w:val="right" w:pos="9923"/>
        </w:tabs>
        <w:rPr>
          <w:rFonts w:asciiTheme="minorHAnsi" w:hAnsiTheme="minorHAnsi" w:cstheme="minorHAnsi"/>
        </w:rPr>
      </w:pPr>
      <w:r w:rsidRPr="00C126EC">
        <w:rPr>
          <w:noProof/>
        </w:rPr>
        <w:drawing>
          <wp:inline distT="0" distB="0" distL="0" distR="0" wp14:anchorId="63AF6A03" wp14:editId="116131A7">
            <wp:extent cx="5759450" cy="761365"/>
            <wp:effectExtent l="0" t="0" r="0" b="635"/>
            <wp:docPr id="15813372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236A" w:rsidRPr="00A70D16">
        <w:rPr>
          <w:rFonts w:asciiTheme="minorHAnsi" w:hAnsiTheme="minorHAnsi" w:cstheme="minorHAnsi"/>
          <w:b/>
        </w:rPr>
        <w:t>CZĘŚĆ II SWZ.  WZORY DOKUMENTÓW, OŚWIADCZEŃ I UMOWY</w:t>
      </w:r>
    </w:p>
    <w:p w14:paraId="6728BEBC" w14:textId="259C20FD" w:rsidR="00DB02F5" w:rsidRPr="00A70D16" w:rsidRDefault="00795D2C" w:rsidP="00631ECA">
      <w:pPr>
        <w:pStyle w:val="Tekstpodstawowywcity2"/>
        <w:ind w:left="0"/>
        <w:rPr>
          <w:rFonts w:asciiTheme="minorHAnsi" w:hAnsiTheme="minorHAnsi" w:cstheme="minorHAnsi"/>
          <w:b/>
          <w:i/>
          <w:iCs/>
          <w:szCs w:val="24"/>
        </w:rPr>
      </w:pPr>
      <w:r w:rsidRPr="00A70D16">
        <w:rPr>
          <w:rFonts w:asciiTheme="minorHAnsi" w:hAnsiTheme="minorHAnsi" w:cstheme="minorHAnsi"/>
          <w:b/>
          <w:i/>
          <w:iCs/>
          <w:szCs w:val="24"/>
        </w:rPr>
        <w:t xml:space="preserve">Dodatek Nr </w:t>
      </w:r>
      <w:r w:rsidR="00930022">
        <w:rPr>
          <w:rFonts w:asciiTheme="minorHAnsi" w:hAnsiTheme="minorHAnsi" w:cstheme="minorHAnsi"/>
          <w:b/>
          <w:i/>
          <w:iCs/>
          <w:szCs w:val="24"/>
        </w:rPr>
        <w:t>3</w:t>
      </w:r>
    </w:p>
    <w:p w14:paraId="212A1D99" w14:textId="77777777" w:rsidR="00DB02F5" w:rsidRPr="00A70D16" w:rsidRDefault="00DB02F5" w:rsidP="00631ECA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A70D16">
        <w:rPr>
          <w:rFonts w:cstheme="minorHAnsi"/>
          <w:sz w:val="24"/>
          <w:szCs w:val="24"/>
        </w:rPr>
        <w:t>Zamawiający:</w:t>
      </w:r>
      <w:r w:rsidR="001D1A7D" w:rsidRPr="00A70D16">
        <w:rPr>
          <w:rFonts w:cstheme="minorHAnsi"/>
          <w:sz w:val="24"/>
          <w:szCs w:val="24"/>
        </w:rPr>
        <w:t xml:space="preserve"> </w:t>
      </w:r>
      <w:r w:rsidR="001D1A7D" w:rsidRPr="00A70D16">
        <w:rPr>
          <w:rFonts w:cstheme="minorHAnsi"/>
          <w:sz w:val="24"/>
          <w:szCs w:val="24"/>
        </w:rPr>
        <w:tab/>
      </w:r>
      <w:r w:rsidR="001D1A7D" w:rsidRPr="00A70D16">
        <w:rPr>
          <w:rFonts w:cstheme="minorHAnsi"/>
          <w:b/>
          <w:sz w:val="24"/>
          <w:szCs w:val="24"/>
        </w:rPr>
        <w:t xml:space="preserve">Gmina Przygodzice </w:t>
      </w:r>
    </w:p>
    <w:p w14:paraId="67BE2E40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pl. Powstańców Wlkp. 2</w:t>
      </w:r>
      <w:r w:rsidRPr="00A70D16">
        <w:rPr>
          <w:rFonts w:asciiTheme="minorHAnsi" w:hAnsiTheme="minorHAnsi" w:cstheme="minorHAnsi"/>
          <w:b/>
          <w:szCs w:val="24"/>
        </w:rPr>
        <w:tab/>
      </w:r>
    </w:p>
    <w:p w14:paraId="06014BE2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63-421 Przygodzice</w:t>
      </w:r>
    </w:p>
    <w:p w14:paraId="5D8F9ED2" w14:textId="77777777" w:rsidR="00B93658" w:rsidRPr="00A70D16" w:rsidRDefault="00B93658" w:rsidP="00930022">
      <w:pPr>
        <w:tabs>
          <w:tab w:val="left" w:pos="4395"/>
        </w:tabs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Dane podmiotu:</w:t>
      </w:r>
    </w:p>
    <w:p w14:paraId="69CCCC0F" w14:textId="0D15D4F9" w:rsidR="00B93658" w:rsidRPr="00A70D16" w:rsidRDefault="00B93658" w:rsidP="00B93658">
      <w:pPr>
        <w:tabs>
          <w:tab w:val="left" w:pos="4395"/>
        </w:tabs>
        <w:ind w:right="5386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…………………………………..……………….……</w:t>
      </w:r>
    </w:p>
    <w:p w14:paraId="70BD3942" w14:textId="77777777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  <w:szCs w:val="24"/>
        </w:rPr>
      </w:pPr>
      <w:r w:rsidRPr="00A70D16">
        <w:rPr>
          <w:rFonts w:asciiTheme="minorHAnsi" w:hAnsiTheme="minorHAns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A70D16">
        <w:rPr>
          <w:rFonts w:asciiTheme="minorHAnsi" w:hAnsiTheme="minorHAnsi" w:cstheme="minorHAnsi"/>
          <w:i/>
          <w:sz w:val="20"/>
          <w:szCs w:val="24"/>
        </w:rPr>
        <w:t>CEiDG</w:t>
      </w:r>
      <w:proofErr w:type="spellEnd"/>
      <w:r w:rsidRPr="00A70D16">
        <w:rPr>
          <w:rFonts w:asciiTheme="minorHAnsi" w:hAnsiTheme="minorHAnsi" w:cstheme="minorHAnsi"/>
          <w:i/>
          <w:sz w:val="20"/>
          <w:szCs w:val="24"/>
        </w:rPr>
        <w:t>)</w:t>
      </w:r>
    </w:p>
    <w:p w14:paraId="264A82B4" w14:textId="77777777" w:rsidR="00B93658" w:rsidRPr="00A70D16" w:rsidRDefault="00B93658" w:rsidP="00B93658">
      <w:pPr>
        <w:tabs>
          <w:tab w:val="left" w:pos="4395"/>
        </w:tabs>
        <w:spacing w:before="120"/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reprezentowany przez:</w:t>
      </w:r>
    </w:p>
    <w:p w14:paraId="1384F242" w14:textId="34DA1722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…………………………………………………………</w:t>
      </w:r>
    </w:p>
    <w:p w14:paraId="275C602E" w14:textId="77777777" w:rsidR="00C768E8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</w:rPr>
      </w:pPr>
      <w:r w:rsidRPr="00A70D16">
        <w:rPr>
          <w:rFonts w:asciiTheme="minorHAnsi" w:hAnsiTheme="minorHAnsi" w:cstheme="minorHAnsi"/>
          <w:i/>
          <w:sz w:val="20"/>
        </w:rPr>
        <w:t xml:space="preserve">(imię, nazwisko, stanowisko/podstawa do </w:t>
      </w:r>
    </w:p>
    <w:p w14:paraId="4CC740BE" w14:textId="1DE27C63" w:rsidR="004E2320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</w:rPr>
      </w:pPr>
      <w:r w:rsidRPr="00A70D16">
        <w:rPr>
          <w:rFonts w:asciiTheme="minorHAnsi" w:hAnsiTheme="minorHAnsi" w:cstheme="minorHAnsi"/>
          <w:i/>
          <w:sz w:val="20"/>
        </w:rPr>
        <w:t>reprezentacji)</w:t>
      </w:r>
    </w:p>
    <w:p w14:paraId="61C09FE4" w14:textId="77777777" w:rsidR="00C768E8" w:rsidRDefault="00C768E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</w:rPr>
      </w:pPr>
    </w:p>
    <w:p w14:paraId="7B90CF30" w14:textId="77777777" w:rsidR="00B83ED4" w:rsidRPr="00B83ED4" w:rsidRDefault="00DB02F5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B83ED4" w:rsidRPr="00B83ED4">
        <w:rPr>
          <w:rFonts w:asciiTheme="minorHAnsi" w:hAnsiTheme="minorHAnsi" w:cstheme="minorHAnsi"/>
          <w:b/>
          <w:sz w:val="22"/>
          <w:szCs w:val="22"/>
        </w:rPr>
        <w:t>Wykonawcy/ Wykonawcy wspólnie ubiegającego się o zamówienie</w:t>
      </w:r>
    </w:p>
    <w:p w14:paraId="42DBF427" w14:textId="577D436F" w:rsidR="00011C01" w:rsidRPr="00B83ED4" w:rsidRDefault="005B623B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 </w:t>
      </w:r>
      <w:bookmarkStart w:id="0" w:name="_Hlk61602306"/>
      <w:r w:rsidRPr="00B83ED4">
        <w:rPr>
          <w:rFonts w:asciiTheme="minorHAnsi" w:hAnsiTheme="minorHAnsi" w:cstheme="minorHAnsi"/>
          <w:b/>
          <w:sz w:val="22"/>
          <w:szCs w:val="22"/>
        </w:rPr>
        <w:t xml:space="preserve">braku podstaw do wykluczenia </w:t>
      </w:r>
      <w:bookmarkEnd w:id="0"/>
      <w:r w:rsidR="00631ECA" w:rsidRPr="00B83ED4">
        <w:rPr>
          <w:rFonts w:asciiTheme="minorHAnsi" w:hAnsiTheme="minorHAnsi" w:cstheme="minorHAnsi"/>
          <w:b/>
          <w:sz w:val="22"/>
          <w:szCs w:val="22"/>
        </w:rPr>
        <w:t xml:space="preserve">oraz </w:t>
      </w:r>
      <w:r w:rsidRPr="00B83ED4">
        <w:rPr>
          <w:rFonts w:asciiTheme="minorHAnsi" w:hAnsiTheme="minorHAnsi" w:cstheme="minorHAnsi"/>
          <w:b/>
          <w:sz w:val="22"/>
          <w:szCs w:val="22"/>
        </w:rPr>
        <w:t>spełnieniu warunków udziału w</w:t>
      </w:r>
      <w:r w:rsidR="00317923" w:rsidRPr="00B83ED4">
        <w:rPr>
          <w:rFonts w:asciiTheme="minorHAnsi" w:hAnsiTheme="minorHAnsi" w:cstheme="minorHAnsi"/>
          <w:b/>
          <w:sz w:val="22"/>
          <w:szCs w:val="22"/>
        </w:rPr>
        <w:t> </w:t>
      </w:r>
      <w:r w:rsidRPr="00B83ED4">
        <w:rPr>
          <w:rFonts w:asciiTheme="minorHAnsi" w:hAnsiTheme="minorHAnsi" w:cstheme="minorHAnsi"/>
          <w:b/>
          <w:sz w:val="22"/>
          <w:szCs w:val="22"/>
        </w:rPr>
        <w:t>postępowaniu</w:t>
      </w:r>
    </w:p>
    <w:p w14:paraId="4E842107" w14:textId="312DCA10" w:rsidR="00DB02F5" w:rsidRPr="00B83ED4" w:rsidRDefault="00DB02F5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" w:name="_Hlk177553462"/>
      <w:r w:rsidR="00011C01" w:rsidRPr="00B83ED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</w:t>
      </w:r>
      <w:r w:rsidR="00930022">
        <w:rPr>
          <w:rFonts w:asciiTheme="minorHAnsi" w:hAnsiTheme="minorHAnsi" w:cstheme="minorHAnsi"/>
          <w:b/>
          <w:sz w:val="22"/>
          <w:szCs w:val="22"/>
        </w:rPr>
        <w:t xml:space="preserve">5k rozporządzenia 833/2014 oraz art. </w:t>
      </w:r>
      <w:r w:rsidR="00011C01" w:rsidRPr="00B83ED4">
        <w:rPr>
          <w:rFonts w:asciiTheme="minorHAnsi" w:hAnsiTheme="minorHAnsi" w:cstheme="minorHAnsi"/>
          <w:b/>
          <w:sz w:val="22"/>
          <w:szCs w:val="22"/>
        </w:rPr>
        <w:t>7 ust. 1 ustawy o szczególnych rozwiązaniach w zakresie przeciwdziałania wspieraniu agresji na Ukrainę oraz służących ochronie bezpieczeństwa narodowego</w:t>
      </w:r>
      <w:bookmarkEnd w:id="1"/>
    </w:p>
    <w:p w14:paraId="3DF3EF12" w14:textId="733C33D4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składane na podstawie art.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125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ust. 1 ustawy z dnia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11 września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20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19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r. </w:t>
      </w:r>
    </w:p>
    <w:p w14:paraId="52276419" w14:textId="77777777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Prawo zamówień publicznych (dalej jako: ustawa </w:t>
      </w:r>
      <w:proofErr w:type="spellStart"/>
      <w:r w:rsidRPr="00B83ED4">
        <w:rPr>
          <w:rFonts w:asciiTheme="minorHAnsi" w:hAnsiTheme="minorHAnsi" w:cstheme="minorHAnsi"/>
          <w:b/>
          <w:iCs/>
          <w:sz w:val="22"/>
          <w:szCs w:val="22"/>
        </w:rPr>
        <w:t>Pzp</w:t>
      </w:r>
      <w:proofErr w:type="spellEnd"/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), </w:t>
      </w:r>
    </w:p>
    <w:p w14:paraId="19DC1C26" w14:textId="4293C9A3" w:rsidR="00DB02F5" w:rsidRPr="00B83ED4" w:rsidRDefault="00DB02F5" w:rsidP="00930022">
      <w:pPr>
        <w:pStyle w:val="Tekstpodstawowy"/>
        <w:spacing w:before="12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BE2FFE" w:rsidRPr="00BE2FFE">
        <w:rPr>
          <w:rFonts w:asciiTheme="minorHAnsi" w:hAnsiTheme="minorHAnsi" w:cstheme="minorHAnsi"/>
          <w:b/>
          <w:bCs/>
          <w:sz w:val="22"/>
          <w:szCs w:val="22"/>
        </w:rPr>
        <w:t>Dostawa wyposażenia i pomocy dydaktycznych do ośrodków wychowania przedszkolnego Gminy Przygodzice</w:t>
      </w:r>
      <w:r w:rsidR="001D1A7D" w:rsidRPr="00B83ED4">
        <w:rPr>
          <w:rFonts w:asciiTheme="minorHAnsi" w:hAnsiTheme="minorHAnsi" w:cstheme="minorHAnsi"/>
          <w:i/>
          <w:sz w:val="22"/>
          <w:szCs w:val="22"/>
        </w:rPr>
        <w:t>,</w:t>
      </w:r>
      <w:r w:rsidR="00D708BD" w:rsidRPr="00B83ED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1D1A7D" w:rsidRPr="00B83ED4">
        <w:rPr>
          <w:rFonts w:asciiTheme="minorHAnsi" w:hAnsiTheme="minorHAnsi" w:cstheme="minorHAnsi"/>
          <w:b/>
          <w:sz w:val="22"/>
          <w:szCs w:val="22"/>
        </w:rPr>
        <w:t>Gminę Przygodzice</w:t>
      </w:r>
      <w:r w:rsidRPr="00B83ED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B83ED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9F1E80C" w14:textId="7D6AE78B" w:rsidR="0035318B" w:rsidRPr="001A2AF2" w:rsidRDefault="0035318B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BRAKU PODSTAW DO WYKLUCZENIA:</w:t>
      </w:r>
    </w:p>
    <w:p w14:paraId="2C309D45" w14:textId="77777777" w:rsidR="00DB02F5" w:rsidRPr="001A2AF2" w:rsidRDefault="00DB02F5" w:rsidP="00631ECA">
      <w:pPr>
        <w:jc w:val="both"/>
        <w:rPr>
          <w:rFonts w:asciiTheme="minorHAnsi" w:hAnsiTheme="minorHAnsi" w:cstheme="minorHAnsi"/>
          <w:szCs w:val="24"/>
        </w:rPr>
      </w:pPr>
    </w:p>
    <w:p w14:paraId="52AA7273" w14:textId="58030112" w:rsidR="00D67B58" w:rsidRPr="00B83ED4" w:rsidRDefault="00D67B58" w:rsidP="00930022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>art.</w:t>
      </w:r>
      <w:r w:rsidR="005A796B" w:rsidRPr="00B83ED4">
        <w:rPr>
          <w:rFonts w:asciiTheme="minorHAnsi" w:hAnsiTheme="minorHAnsi" w:cstheme="minorHAnsi"/>
        </w:rPr>
        <w:t xml:space="preserve"> 108 </w:t>
      </w:r>
      <w:r w:rsidRPr="00B83ED4">
        <w:rPr>
          <w:rFonts w:asciiTheme="minorHAnsi" w:hAnsiTheme="minorHAnsi" w:cstheme="minorHAnsi"/>
        </w:rPr>
        <w:t>ust</w:t>
      </w:r>
      <w:r w:rsidR="00011C01" w:rsidRPr="00B83ED4">
        <w:rPr>
          <w:rFonts w:asciiTheme="minorHAnsi" w:hAnsiTheme="minorHAnsi" w:cstheme="minorHAnsi"/>
        </w:rPr>
        <w:t>.</w:t>
      </w:r>
      <w:r w:rsidRPr="00B83ED4">
        <w:rPr>
          <w:rFonts w:asciiTheme="minorHAnsi" w:hAnsiTheme="minorHAnsi" w:cstheme="minorHAnsi"/>
        </w:rPr>
        <w:t xml:space="preserve"> 1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2A98E3D" w14:textId="0E63E90D" w:rsidR="00B93658" w:rsidRPr="00B83ED4" w:rsidRDefault="00D67B58" w:rsidP="00930022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 xml:space="preserve">art. </w:t>
      </w:r>
      <w:r w:rsidR="005A796B" w:rsidRPr="00B83ED4">
        <w:rPr>
          <w:rFonts w:asciiTheme="minorHAnsi" w:hAnsiTheme="minorHAnsi" w:cstheme="minorHAnsi"/>
        </w:rPr>
        <w:t>109</w:t>
      </w:r>
      <w:r w:rsidRPr="00B83ED4">
        <w:rPr>
          <w:rFonts w:asciiTheme="minorHAnsi" w:hAnsiTheme="minorHAnsi" w:cstheme="minorHAnsi"/>
        </w:rPr>
        <w:t xml:space="preserve"> ust. </w:t>
      </w:r>
      <w:r w:rsidR="005A796B" w:rsidRPr="00B83ED4">
        <w:rPr>
          <w:rFonts w:asciiTheme="minorHAnsi" w:hAnsiTheme="minorHAnsi" w:cstheme="minorHAnsi"/>
        </w:rPr>
        <w:t>1</w:t>
      </w:r>
      <w:r w:rsidRPr="00B83ED4">
        <w:rPr>
          <w:rFonts w:asciiTheme="minorHAnsi" w:hAnsiTheme="minorHAnsi" w:cstheme="minorHAnsi"/>
        </w:rPr>
        <w:t xml:space="preserve"> pkt. </w:t>
      </w:r>
      <w:r w:rsidR="005A796B" w:rsidRPr="00B83ED4">
        <w:rPr>
          <w:rFonts w:asciiTheme="minorHAnsi" w:hAnsiTheme="minorHAnsi" w:cstheme="minorHAnsi"/>
        </w:rPr>
        <w:t>5-10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E7F2EB4" w14:textId="064CFD17" w:rsidR="0052210A" w:rsidRPr="00B83ED4" w:rsidRDefault="00DB02F5" w:rsidP="00930022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>, że zachodzą w stosunku do mnie podstawy wykluczenia z postępowania na podstawie art. ………</w:t>
      </w:r>
      <w:r w:rsidR="0035318B" w:rsidRPr="00B83ED4">
        <w:rPr>
          <w:rFonts w:asciiTheme="minorHAnsi" w:hAnsiTheme="minorHAnsi" w:cstheme="minorHAnsi"/>
        </w:rPr>
        <w:t>…</w:t>
      </w:r>
      <w:r w:rsidRPr="00B83ED4">
        <w:rPr>
          <w:rFonts w:asciiTheme="minorHAnsi" w:hAnsiTheme="minorHAnsi" w:cstheme="minorHAnsi"/>
        </w:rPr>
        <w:t xml:space="preserve">….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</w:t>
      </w:r>
      <w:r w:rsidRPr="00B83ED4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35318B" w:rsidRPr="00B83ED4">
        <w:rPr>
          <w:rFonts w:asciiTheme="minorHAnsi" w:hAnsiTheme="minorHAnsi" w:cstheme="minorHAnsi"/>
          <w:i/>
        </w:rPr>
        <w:t>108</w:t>
      </w:r>
      <w:r w:rsidRPr="00B83ED4">
        <w:rPr>
          <w:rFonts w:asciiTheme="minorHAnsi" w:hAnsiTheme="minorHAnsi" w:cstheme="minorHAnsi"/>
          <w:i/>
        </w:rPr>
        <w:t xml:space="preserve"> ust. 1 pkt </w:t>
      </w:r>
      <w:r w:rsidR="0035318B" w:rsidRPr="00B83ED4">
        <w:rPr>
          <w:rFonts w:asciiTheme="minorHAnsi" w:hAnsiTheme="minorHAnsi" w:cstheme="minorHAnsi"/>
          <w:i/>
        </w:rPr>
        <w:t>1</w:t>
      </w:r>
      <w:r w:rsidRPr="00B83ED4">
        <w:rPr>
          <w:rFonts w:asciiTheme="minorHAnsi" w:hAnsiTheme="minorHAnsi" w:cstheme="minorHAnsi"/>
          <w:i/>
        </w:rPr>
        <w:t xml:space="preserve">, </w:t>
      </w:r>
      <w:r w:rsidR="0035318B" w:rsidRPr="00B83ED4">
        <w:rPr>
          <w:rFonts w:asciiTheme="minorHAnsi" w:hAnsiTheme="minorHAnsi" w:cstheme="minorHAnsi"/>
          <w:i/>
        </w:rPr>
        <w:t>2 i 5</w:t>
      </w:r>
      <w:r w:rsidRPr="00B83ED4">
        <w:rPr>
          <w:rFonts w:asciiTheme="minorHAnsi" w:hAnsiTheme="minorHAnsi" w:cstheme="minorHAnsi"/>
          <w:i/>
        </w:rPr>
        <w:t xml:space="preserve"> lub art. </w:t>
      </w:r>
      <w:r w:rsidR="0035318B" w:rsidRPr="00B83ED4">
        <w:rPr>
          <w:rFonts w:asciiTheme="minorHAnsi" w:hAnsiTheme="minorHAnsi" w:cstheme="minorHAnsi"/>
          <w:i/>
        </w:rPr>
        <w:t>109</w:t>
      </w:r>
      <w:r w:rsidRPr="00B83ED4">
        <w:rPr>
          <w:rFonts w:asciiTheme="minorHAnsi" w:hAnsiTheme="minorHAnsi" w:cstheme="minorHAnsi"/>
          <w:i/>
        </w:rPr>
        <w:t xml:space="preserve"> ust. </w:t>
      </w:r>
      <w:r w:rsidR="0035318B" w:rsidRPr="00B83ED4">
        <w:rPr>
          <w:rFonts w:asciiTheme="minorHAnsi" w:hAnsiTheme="minorHAnsi" w:cstheme="minorHAnsi"/>
          <w:i/>
        </w:rPr>
        <w:t>1 pkt 5, i 7-10</w:t>
      </w:r>
      <w:r w:rsidRPr="00B83ED4">
        <w:rPr>
          <w:rFonts w:asciiTheme="minorHAnsi" w:hAnsiTheme="minorHAnsi" w:cstheme="minorHAnsi"/>
          <w:i/>
        </w:rPr>
        <w:t xml:space="preserve"> ustawy </w:t>
      </w:r>
      <w:proofErr w:type="spellStart"/>
      <w:r w:rsidRPr="00B83ED4">
        <w:rPr>
          <w:rFonts w:asciiTheme="minorHAnsi" w:hAnsiTheme="minorHAnsi" w:cstheme="minorHAnsi"/>
          <w:i/>
        </w:rPr>
        <w:t>Pzp</w:t>
      </w:r>
      <w:proofErr w:type="spellEnd"/>
      <w:r w:rsidRPr="00B83ED4">
        <w:rPr>
          <w:rFonts w:asciiTheme="minorHAnsi" w:hAnsiTheme="minorHAnsi" w:cstheme="minorHAnsi"/>
          <w:i/>
        </w:rPr>
        <w:t>).</w:t>
      </w:r>
      <w:r w:rsidRPr="00B83ED4">
        <w:rPr>
          <w:rFonts w:asciiTheme="minorHAnsi" w:hAnsiTheme="minorHAnsi" w:cstheme="minorHAnsi"/>
        </w:rPr>
        <w:t xml:space="preserve"> Jednocześnie oświadczam, że w związku z ww. okolicznością, na podstawie art. </w:t>
      </w:r>
      <w:r w:rsidR="0035318B" w:rsidRPr="00B83ED4">
        <w:rPr>
          <w:rFonts w:asciiTheme="minorHAnsi" w:hAnsiTheme="minorHAnsi" w:cstheme="minorHAnsi"/>
        </w:rPr>
        <w:t>110.</w:t>
      </w:r>
      <w:r w:rsidRPr="00B83ED4">
        <w:rPr>
          <w:rFonts w:asciiTheme="minorHAnsi" w:hAnsiTheme="minorHAnsi" w:cstheme="minorHAnsi"/>
        </w:rPr>
        <w:t xml:space="preserve"> ust. </w:t>
      </w:r>
      <w:r w:rsidR="0035318B" w:rsidRPr="00B83ED4">
        <w:rPr>
          <w:rFonts w:asciiTheme="minorHAnsi" w:hAnsiTheme="minorHAnsi" w:cstheme="minorHAnsi"/>
        </w:rPr>
        <w:t>2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podjąłem następujące </w:t>
      </w:r>
      <w:r w:rsidR="0035318B" w:rsidRPr="00B83ED4">
        <w:rPr>
          <w:rFonts w:asciiTheme="minorHAnsi" w:hAnsiTheme="minorHAnsi" w:cstheme="minorHAnsi"/>
        </w:rPr>
        <w:t>czynności</w:t>
      </w:r>
      <w:r w:rsidR="0052210A" w:rsidRPr="00B83ED4">
        <w:rPr>
          <w:rFonts w:asciiTheme="minorHAnsi" w:hAnsiTheme="minorHAnsi" w:cstheme="minorHAnsi"/>
        </w:rPr>
        <w:t xml:space="preserve"> naprawcze</w:t>
      </w:r>
      <w:r w:rsidRPr="00B83ED4">
        <w:rPr>
          <w:rFonts w:asciiTheme="minorHAnsi" w:hAnsiTheme="minorHAnsi" w:cstheme="minorHAnsi"/>
        </w:rPr>
        <w:t>:</w:t>
      </w:r>
      <w:r w:rsidR="0052210A" w:rsidRPr="00B83ED4">
        <w:rPr>
          <w:rFonts w:asciiTheme="minorHAnsi" w:hAnsiTheme="minorHAnsi" w:cstheme="minorHAnsi"/>
        </w:rPr>
        <w:t xml:space="preserve"> </w:t>
      </w:r>
      <w:r w:rsidR="001D1A7D" w:rsidRPr="00B83ED4">
        <w:rPr>
          <w:rFonts w:asciiTheme="minorHAnsi" w:hAnsiTheme="minorHAnsi" w:cstheme="minorHAnsi"/>
        </w:rPr>
        <w:t>………….…..…</w:t>
      </w:r>
      <w:r w:rsidRPr="00B83ED4">
        <w:rPr>
          <w:rFonts w:asciiTheme="minorHAnsi" w:hAnsiTheme="minorHAnsi" w:cstheme="minorHAnsi"/>
        </w:rPr>
        <w:t>…………………………………</w:t>
      </w:r>
      <w:r w:rsidR="004E2320" w:rsidRPr="00B83ED4">
        <w:rPr>
          <w:rFonts w:asciiTheme="minorHAnsi" w:hAnsiTheme="minorHAnsi" w:cstheme="minorHAnsi"/>
        </w:rPr>
        <w:t>……</w:t>
      </w:r>
    </w:p>
    <w:p w14:paraId="2D0FA2FB" w14:textId="3760C63F" w:rsidR="0052210A" w:rsidRPr="00B83ED4" w:rsidRDefault="0052210A" w:rsidP="00930022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="00467C70" w:rsidRPr="00B83ED4">
        <w:rPr>
          <w:rFonts w:asciiTheme="minorHAnsi" w:hAnsiTheme="minorHAnsi" w:cstheme="minorHAnsi"/>
        </w:rPr>
        <w:t>,</w:t>
      </w:r>
      <w:r w:rsidRPr="00B83ED4">
        <w:rPr>
          <w:rFonts w:asciiTheme="minorHAnsi" w:hAnsiTheme="minorHAnsi" w:cstheme="minorHAnsi"/>
        </w:rPr>
        <w:t xml:space="preserve"> że nie podlegam wykluczeniu z postępowania na podstawie art. 7 ust. 1 ustawy z dnia 13</w:t>
      </w:r>
      <w:r w:rsidR="00467C70" w:rsidRPr="00B83ED4">
        <w:rPr>
          <w:rFonts w:asciiTheme="minorHAnsi" w:hAnsiTheme="minorHAnsi" w:cstheme="minorHAnsi"/>
        </w:rPr>
        <w:t xml:space="preserve"> kwietnia </w:t>
      </w:r>
      <w:r w:rsidRPr="00B83ED4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</w:t>
      </w:r>
      <w:r w:rsidR="00467C70" w:rsidRPr="00B83ED4">
        <w:rPr>
          <w:rFonts w:asciiTheme="minorHAnsi" w:hAnsiTheme="minorHAnsi" w:cstheme="minorHAnsi"/>
        </w:rPr>
        <w:t xml:space="preserve"> (</w:t>
      </w:r>
      <w:r w:rsidR="006F1704" w:rsidRPr="006F1704">
        <w:rPr>
          <w:rFonts w:asciiTheme="minorHAnsi" w:hAnsiTheme="minorHAnsi" w:cstheme="minorHAnsi"/>
          <w:color w:val="000000" w:themeColor="text1"/>
        </w:rPr>
        <w:t>Dz. U. z 202</w:t>
      </w:r>
      <w:r w:rsidR="006F1704">
        <w:rPr>
          <w:rFonts w:asciiTheme="minorHAnsi" w:hAnsiTheme="minorHAnsi" w:cstheme="minorHAnsi"/>
          <w:color w:val="000000" w:themeColor="text1"/>
        </w:rPr>
        <w:t>4</w:t>
      </w:r>
      <w:r w:rsidR="006F1704" w:rsidRPr="006F1704">
        <w:rPr>
          <w:rFonts w:asciiTheme="minorHAnsi" w:hAnsiTheme="minorHAnsi" w:cstheme="minorHAnsi"/>
          <w:color w:val="000000" w:themeColor="text1"/>
        </w:rPr>
        <w:t xml:space="preserve"> r. poz. </w:t>
      </w:r>
      <w:r w:rsidR="006F1704">
        <w:rPr>
          <w:rFonts w:asciiTheme="minorHAnsi" w:hAnsiTheme="minorHAnsi" w:cstheme="minorHAnsi"/>
          <w:color w:val="000000" w:themeColor="text1"/>
        </w:rPr>
        <w:t>507</w:t>
      </w:r>
      <w:r w:rsidR="00467C70" w:rsidRPr="00B83ED4">
        <w:rPr>
          <w:rFonts w:asciiTheme="minorHAnsi" w:hAnsiTheme="minorHAnsi" w:cstheme="minorHAnsi"/>
        </w:rPr>
        <w:t>)</w:t>
      </w:r>
      <w:r w:rsidRPr="00B83ED4">
        <w:rPr>
          <w:rFonts w:asciiTheme="minorHAnsi" w:hAnsiTheme="minorHAnsi" w:cstheme="minorHAnsi"/>
        </w:rPr>
        <w:t>.</w:t>
      </w:r>
    </w:p>
    <w:p w14:paraId="1250AF5C" w14:textId="6C82EAF5" w:rsidR="004E2320" w:rsidRPr="00930022" w:rsidRDefault="00930022" w:rsidP="004F18DF">
      <w:pPr>
        <w:pStyle w:val="Akapitzlist"/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Cs w:val="24"/>
        </w:rPr>
      </w:pPr>
      <w:bookmarkStart w:id="2" w:name="_Hlk177553510"/>
      <w:r w:rsidRPr="00930022">
        <w:rPr>
          <w:rFonts w:asciiTheme="minorHAnsi" w:hAnsiTheme="minorHAnsi" w:cstheme="minorHAnsi"/>
        </w:rPr>
        <w:t>Oświadczam*,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2"/>
      <w:r w:rsidRPr="00930022">
        <w:rPr>
          <w:rFonts w:asciiTheme="minorHAnsi" w:hAnsiTheme="minorHAnsi" w:cstheme="minorHAnsi"/>
          <w:i/>
          <w:szCs w:val="24"/>
        </w:rPr>
        <w:br w:type="page"/>
      </w:r>
    </w:p>
    <w:p w14:paraId="138E5570" w14:textId="23309110" w:rsidR="004E2320" w:rsidRPr="001A2AF2" w:rsidRDefault="004E2320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lastRenderedPageBreak/>
        <w:t>OŚWIADCZENIE DOTYCZĄCE SPEŁENIA WARUNKÓW UDZIAŁU W POSTĘPOWANIU:</w:t>
      </w:r>
    </w:p>
    <w:p w14:paraId="6B1B500B" w14:textId="4E95A5E8" w:rsidR="007C5973" w:rsidRPr="001A2AF2" w:rsidRDefault="007C5973" w:rsidP="007C5973">
      <w:pPr>
        <w:spacing w:before="240"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541A1715" w14:textId="0C3E95BC" w:rsidR="004E2320" w:rsidRPr="001A2AF2" w:rsidRDefault="0035318B" w:rsidP="007C5973">
      <w:pPr>
        <w:tabs>
          <w:tab w:val="left" w:pos="284"/>
        </w:tabs>
        <w:spacing w:before="120"/>
        <w:jc w:val="both"/>
        <w:rPr>
          <w:rFonts w:asciiTheme="minorHAnsi" w:hAnsiTheme="minorHAnsi" w:cstheme="minorHAnsi"/>
          <w:iCs/>
          <w:szCs w:val="24"/>
        </w:rPr>
      </w:pPr>
      <w:r w:rsidRPr="00B83ED4">
        <w:rPr>
          <w:rFonts w:asciiTheme="minorHAnsi" w:hAnsiTheme="minorHAnsi" w:cstheme="minorHAnsi"/>
          <w:iCs/>
          <w:sz w:val="22"/>
          <w:szCs w:val="22"/>
        </w:rPr>
        <w:t>Oświadczam</w:t>
      </w:r>
      <w:r w:rsidR="007C5973" w:rsidRPr="00B83ED4">
        <w:rPr>
          <w:rFonts w:asciiTheme="minorHAnsi" w:hAnsiTheme="minorHAnsi" w:cstheme="minorHAnsi"/>
          <w:iCs/>
          <w:sz w:val="22"/>
          <w:szCs w:val="22"/>
        </w:rPr>
        <w:t>*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, że spełniam warunki udziału w postępowaniu określone przez Zamawiającego w     Specyfikacji Warunków Zamówienia w rozdziale </w:t>
      </w:r>
      <w:r w:rsidR="00467C70" w:rsidRPr="00B83ED4">
        <w:rPr>
          <w:rFonts w:asciiTheme="minorHAnsi" w:hAnsiTheme="minorHAnsi" w:cstheme="minorHAnsi"/>
          <w:iCs/>
          <w:sz w:val="22"/>
          <w:szCs w:val="22"/>
        </w:rPr>
        <w:t>9</w:t>
      </w:r>
      <w:r w:rsidR="00B93658" w:rsidRPr="00B83ED4">
        <w:rPr>
          <w:rFonts w:asciiTheme="minorHAnsi" w:hAnsiTheme="minorHAnsi" w:cstheme="minorHAnsi"/>
          <w:iCs/>
          <w:sz w:val="22"/>
          <w:szCs w:val="22"/>
        </w:rPr>
        <w:t xml:space="preserve"> pkt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 2</w:t>
      </w:r>
      <w:r w:rsidR="00B93658" w:rsidRPr="001A2AF2">
        <w:rPr>
          <w:rFonts w:asciiTheme="minorHAnsi" w:hAnsiTheme="minorHAnsi" w:cstheme="minorHAnsi"/>
          <w:iCs/>
          <w:szCs w:val="24"/>
        </w:rPr>
        <w:t>.</w:t>
      </w:r>
    </w:p>
    <w:p w14:paraId="123ADA9D" w14:textId="7101DACD" w:rsidR="004E2320" w:rsidRPr="001A2AF2" w:rsidRDefault="004E2320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3BC0B8DD" w14:textId="0E6CACF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zamówienie, który polega na zdolnościach lub sytuacji  podmiotów udostepniających zasoby, a jednocześnie samodzielnie w pewnym zakresie wykazuje spełnianie warunków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6B80D78A" w14:textId="565AF7D2" w:rsidR="007C5973" w:rsidRPr="001A2AF2" w:rsidRDefault="007C5973" w:rsidP="001A2AF2">
      <w:pPr>
        <w:jc w:val="both"/>
        <w:rPr>
          <w:rFonts w:asciiTheme="minorHAnsi" w:hAnsiTheme="minorHAnsi" w:cstheme="minorHAnsi"/>
          <w:sz w:val="21"/>
          <w:szCs w:val="21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spełniam warunki udziału w postępowaniu określone przez zamawiającego w</w:t>
      </w:r>
      <w:r w:rsidRPr="001A2AF2">
        <w:rPr>
          <w:rFonts w:asciiTheme="minorHAnsi" w:hAnsiTheme="minorHAnsi" w:cstheme="minorHAnsi"/>
          <w:sz w:val="21"/>
          <w:szCs w:val="21"/>
        </w:rPr>
        <w:t>    </w:t>
      </w:r>
      <w:bookmarkStart w:id="3" w:name="_Hlk99016450"/>
      <w:r w:rsidRPr="001A2AF2">
        <w:rPr>
          <w:rFonts w:asciiTheme="minorHAnsi" w:hAnsiTheme="minorHAnsi"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w  następującym zakresie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6F33F131" w14:textId="2D68101B" w:rsidR="0052210A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1A2AF2">
        <w:rPr>
          <w:rFonts w:asciiTheme="minorHAnsi" w:hAnsiTheme="minorHAnsi" w:cstheme="minorHAnsi"/>
          <w:sz w:val="16"/>
          <w:szCs w:val="16"/>
        </w:rPr>
        <w:t>.</w:t>
      </w:r>
    </w:p>
    <w:p w14:paraId="7F324A30" w14:textId="77777777" w:rsidR="007C5973" w:rsidRPr="001A2AF2" w:rsidRDefault="007C5973" w:rsidP="007C597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28B5539" w14:textId="71D33F29" w:rsid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w celu wykazania spełniania warunków udziału w postępowaniu, określonych przez zamawiającego w………………………………………………………...………..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bookmarkStart w:id="4" w:name="_Hlk99005462"/>
      <w:r w:rsidRPr="001A2AF2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4"/>
      <w:r w:rsidRPr="001A2AF2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1A2AF2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5" w:name="_Hlk99014455"/>
      <w:r w:rsidRPr="001A2AF2">
        <w:rPr>
          <w:rFonts w:asciiTheme="minorHAnsi" w:hAnsiTheme="minorHAnsi" w:cstheme="minorHAnsi"/>
          <w:i/>
          <w:sz w:val="16"/>
          <w:szCs w:val="16"/>
        </w:rPr>
        <w:t>(wskazać nazwę/y podmiotu/ów</w:t>
      </w:r>
      <w:r w:rsidRPr="00B83ED4">
        <w:rPr>
          <w:rFonts w:asciiTheme="minorHAnsi" w:hAnsiTheme="minorHAnsi" w:cstheme="minorHAnsi"/>
          <w:i/>
          <w:sz w:val="22"/>
          <w:szCs w:val="22"/>
        </w:rPr>
        <w:t>)</w:t>
      </w:r>
      <w:bookmarkEnd w:id="5"/>
      <w:r w:rsidR="00B83ED4">
        <w:rPr>
          <w:rFonts w:asciiTheme="minorHAnsi" w:hAnsiTheme="minorHAnsi" w:cstheme="minorHAnsi"/>
          <w:i/>
          <w:sz w:val="22"/>
          <w:szCs w:val="22"/>
        </w:rPr>
        <w:t xml:space="preserve"> …</w:t>
      </w:r>
      <w:r w:rsidRPr="00B83ED4" w:rsidDel="002B0BDF">
        <w:rPr>
          <w:rFonts w:asciiTheme="minorHAnsi" w:hAnsiTheme="minorHAnsi" w:cstheme="minorHAnsi"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………………………..………………………………………</w:t>
      </w:r>
      <w:r w:rsidR="00B83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55118B" w14:textId="2EAEA428" w:rsidR="007C5973" w:rsidRP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…………………………………………………………………….</w:t>
      </w:r>
    </w:p>
    <w:p w14:paraId="258ECFF3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6BE04402" w14:textId="77777777" w:rsidR="0052210A" w:rsidRPr="001A2AF2" w:rsidRDefault="0052210A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7EF40408" w14:textId="77777777" w:rsidR="00DB02F5" w:rsidRPr="001A2AF2" w:rsidRDefault="00DB02F5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724BB498" w14:textId="77777777" w:rsidR="00DB02F5" w:rsidRPr="001A2AF2" w:rsidRDefault="00DB02F5" w:rsidP="00631ECA">
      <w:pPr>
        <w:jc w:val="both"/>
        <w:rPr>
          <w:rFonts w:asciiTheme="minorHAnsi" w:hAnsiTheme="minorHAnsi" w:cstheme="minorHAnsi"/>
          <w:b/>
          <w:szCs w:val="24"/>
        </w:rPr>
      </w:pPr>
    </w:p>
    <w:p w14:paraId="5D5C17A3" w14:textId="502DBF27" w:rsidR="00DB02F5" w:rsidRPr="00B83ED4" w:rsidRDefault="00DB02F5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3E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42FE9F" w14:textId="77777777" w:rsidR="007C5973" w:rsidRPr="001A2AF2" w:rsidRDefault="007C5973" w:rsidP="007C597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0F2F00CB" w14:textId="77777777" w:rsidR="007C5973" w:rsidRPr="00B83ED4" w:rsidRDefault="007C5973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3E15EF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DDC2F69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13DB31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BCC86A6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0B1576" w14:textId="77777777" w:rsidR="007C5973" w:rsidRPr="001A2AF2" w:rsidRDefault="007C5973" w:rsidP="00631ECA">
      <w:pPr>
        <w:jc w:val="both"/>
        <w:rPr>
          <w:rFonts w:asciiTheme="minorHAnsi" w:hAnsiTheme="minorHAnsi" w:cstheme="minorHAnsi"/>
          <w:szCs w:val="24"/>
        </w:rPr>
      </w:pPr>
    </w:p>
    <w:p w14:paraId="2755C7AD" w14:textId="7CDC592F" w:rsidR="004E2320" w:rsidRPr="001A2AF2" w:rsidRDefault="00000000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noProof/>
          <w:sz w:val="20"/>
          <w:szCs w:val="24"/>
        </w:rPr>
        <w:pict w14:anchorId="7B72BCCC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272.2pt;margin-top:10pt;width:194.05pt;height:83.25pt;z-index:251662336">
            <v:textbox style="mso-next-textbox:#_x0000_s2054">
              <w:txbxContent>
                <w:p w14:paraId="664443FF" w14:textId="77777777" w:rsidR="00F02679" w:rsidRPr="00F02679" w:rsidRDefault="00F02679" w:rsidP="00F0267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podpisy osób uprawnionych do reprezentacji  Wykonawcy lub Pełnomocnika,</w:t>
                  </w:r>
                </w:p>
                <w:p w14:paraId="63F16D05" w14:textId="77777777" w:rsidR="00F02679" w:rsidRPr="00977B12" w:rsidRDefault="00F02679" w:rsidP="00F02679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złożone w formie elektronicznej lub w postaci elektronicznej opatrzonej podpisem zaufanym lub podpisem</w:t>
                  </w:r>
                  <w:r w:rsidRPr="00F02679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osobistym</w:t>
                  </w:r>
                </w:p>
              </w:txbxContent>
            </v:textbox>
          </v:shape>
        </w:pict>
      </w:r>
      <w:r w:rsidR="00570666"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38BCF520" w14:textId="77777777" w:rsidR="00570666" w:rsidRDefault="00570666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4E68C58B" w14:textId="246F4FD2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5D55FB76" w14:textId="469CC558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11BF101E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6C7184D8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25C5C6AF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292441DD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D25A883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2824515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BEA192C" w14:textId="556D94FF" w:rsidR="007C5973" w:rsidRPr="001A2AF2" w:rsidRDefault="007C5973">
      <w:pPr>
        <w:rPr>
          <w:rFonts w:asciiTheme="minorHAnsi" w:hAnsiTheme="minorHAnsi" w:cstheme="minorHAnsi"/>
          <w:b/>
          <w:bCs/>
          <w:i/>
          <w:color w:val="000000"/>
          <w:sz w:val="28"/>
        </w:rPr>
      </w:pP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* nie</w:t>
      </w:r>
      <w:r w:rsidR="00930022">
        <w:rPr>
          <w:rFonts w:asciiTheme="minorHAnsi" w:hAnsiTheme="minorHAnsi" w:cstheme="minorHAnsi"/>
          <w:i/>
          <w:color w:val="000000"/>
          <w:sz w:val="22"/>
          <w:szCs w:val="22"/>
        </w:rPr>
        <w:t>prawdz</w:t>
      </w: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iwe skreślić</w:t>
      </w:r>
      <w:r w:rsidRPr="001A2AF2">
        <w:rPr>
          <w:rFonts w:asciiTheme="minorHAnsi" w:hAnsiTheme="minorHAnsi" w:cstheme="minorHAnsi"/>
          <w:b/>
          <w:bCs/>
          <w:i/>
          <w:color w:val="000000"/>
          <w:sz w:val="28"/>
        </w:rPr>
        <w:br w:type="page"/>
      </w:r>
    </w:p>
    <w:p w14:paraId="6C332A81" w14:textId="5FABBE8D" w:rsidR="00930022" w:rsidRDefault="00930022" w:rsidP="000F37F3">
      <w:pPr>
        <w:pStyle w:val="Tekstpodstawowy3"/>
        <w:jc w:val="left"/>
        <w:rPr>
          <w:rFonts w:asciiTheme="minorHAnsi" w:hAnsiTheme="minorHAnsi" w:cstheme="minorHAnsi"/>
          <w:bCs/>
          <w:color w:val="000000"/>
        </w:rPr>
      </w:pPr>
      <w:r w:rsidRPr="00C126EC">
        <w:rPr>
          <w:noProof/>
        </w:rPr>
        <w:lastRenderedPageBreak/>
        <w:drawing>
          <wp:inline distT="0" distB="0" distL="0" distR="0" wp14:anchorId="3C86424C" wp14:editId="154BA0B6">
            <wp:extent cx="5759450" cy="761365"/>
            <wp:effectExtent l="0" t="0" r="0" b="635"/>
            <wp:docPr id="13279566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75766" w14:textId="01F2834A" w:rsidR="000F37F3" w:rsidRPr="001A2AF2" w:rsidRDefault="000F37F3" w:rsidP="000F37F3">
      <w:pPr>
        <w:pStyle w:val="Tekstpodstawowy3"/>
        <w:jc w:val="left"/>
        <w:rPr>
          <w:rFonts w:asciiTheme="minorHAnsi" w:hAnsiTheme="minorHAnsi" w:cstheme="minorHAnsi"/>
          <w:bCs/>
          <w:color w:val="000000"/>
        </w:rPr>
      </w:pPr>
      <w:r w:rsidRPr="001A2AF2">
        <w:rPr>
          <w:rFonts w:asciiTheme="minorHAnsi" w:hAnsiTheme="minorHAnsi" w:cstheme="minorHAnsi"/>
          <w:bCs/>
          <w:color w:val="000000"/>
        </w:rPr>
        <w:t xml:space="preserve">Dodatek Nr </w:t>
      </w:r>
      <w:r w:rsidR="00930022">
        <w:rPr>
          <w:rFonts w:asciiTheme="minorHAnsi" w:hAnsiTheme="minorHAnsi" w:cstheme="minorHAnsi"/>
          <w:bCs/>
          <w:color w:val="000000"/>
        </w:rPr>
        <w:t>4</w:t>
      </w:r>
      <w:r w:rsidRPr="001A2AF2">
        <w:rPr>
          <w:rFonts w:asciiTheme="minorHAnsi" w:hAnsiTheme="minorHAnsi" w:cstheme="minorHAnsi"/>
          <w:bCs/>
          <w:color w:val="000000"/>
        </w:rPr>
        <w:t xml:space="preserve"> </w:t>
      </w:r>
    </w:p>
    <w:p w14:paraId="6536BDC5" w14:textId="776F8706" w:rsidR="000F37F3" w:rsidRPr="001A2AF2" w:rsidRDefault="000F37F3" w:rsidP="000F37F3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1A2AF2">
        <w:rPr>
          <w:rFonts w:cstheme="minorHAnsi"/>
          <w:sz w:val="24"/>
          <w:szCs w:val="24"/>
        </w:rPr>
        <w:t xml:space="preserve"> Zamawiający: </w:t>
      </w:r>
      <w:r w:rsidRPr="001A2AF2">
        <w:rPr>
          <w:rFonts w:cstheme="minorHAnsi"/>
          <w:sz w:val="24"/>
          <w:szCs w:val="24"/>
        </w:rPr>
        <w:tab/>
      </w:r>
      <w:r w:rsidRPr="001A2AF2">
        <w:rPr>
          <w:rFonts w:cstheme="minorHAnsi"/>
          <w:b/>
          <w:sz w:val="24"/>
          <w:szCs w:val="24"/>
        </w:rPr>
        <w:t xml:space="preserve">Gmina Przygodzice </w:t>
      </w:r>
    </w:p>
    <w:p w14:paraId="001B288E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pl. Powstańców Wlkp. 2</w:t>
      </w:r>
      <w:r w:rsidRPr="001A2AF2">
        <w:rPr>
          <w:rFonts w:asciiTheme="minorHAnsi" w:hAnsiTheme="minorHAnsi" w:cstheme="minorHAnsi"/>
          <w:b/>
          <w:szCs w:val="24"/>
        </w:rPr>
        <w:tab/>
      </w:r>
    </w:p>
    <w:p w14:paraId="2CEF77F9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63-421 Przygodzice</w:t>
      </w:r>
    </w:p>
    <w:p w14:paraId="79DA619F" w14:textId="34C50245" w:rsidR="000F37F3" w:rsidRPr="001A2AF2" w:rsidRDefault="000F37F3" w:rsidP="00930022">
      <w:pPr>
        <w:tabs>
          <w:tab w:val="left" w:pos="4395"/>
        </w:tabs>
        <w:ind w:right="5953"/>
        <w:rPr>
          <w:rFonts w:asciiTheme="minorHAnsi" w:hAnsiTheme="minorHAnsi" w:cstheme="minorHAnsi"/>
          <w:szCs w:val="24"/>
        </w:rPr>
      </w:pPr>
      <w:r w:rsidRPr="001A2AF2">
        <w:rPr>
          <w:rFonts w:asciiTheme="minorHAnsi" w:hAnsiTheme="minorHAnsi" w:cstheme="minorHAnsi"/>
          <w:szCs w:val="24"/>
        </w:rPr>
        <w:t>Dane podmiotu:</w:t>
      </w:r>
    </w:p>
    <w:p w14:paraId="199FB83C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F6B9FE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A2AF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A2AF2">
        <w:rPr>
          <w:rFonts w:asciiTheme="minorHAnsi" w:hAnsiTheme="minorHAnsi" w:cstheme="minorHAnsi"/>
          <w:i/>
          <w:sz w:val="16"/>
          <w:szCs w:val="16"/>
        </w:rPr>
        <w:t>)</w:t>
      </w:r>
    </w:p>
    <w:p w14:paraId="7EE22D0B" w14:textId="77777777" w:rsidR="000F37F3" w:rsidRPr="001A2AF2" w:rsidRDefault="000F37F3" w:rsidP="000F37F3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A2AF2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5E6EDD1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473E374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8DB7C28" w14:textId="77777777" w:rsidR="000F37F3" w:rsidRDefault="000F37F3" w:rsidP="000F37F3">
      <w:pPr>
        <w:rPr>
          <w:rFonts w:asciiTheme="minorHAnsi" w:hAnsiTheme="minorHAnsi" w:cstheme="minorHAnsi"/>
          <w:sz w:val="21"/>
          <w:szCs w:val="21"/>
        </w:rPr>
      </w:pPr>
    </w:p>
    <w:p w14:paraId="18531CB7" w14:textId="77777777" w:rsidR="00C768E8" w:rsidRPr="001A2AF2" w:rsidRDefault="00C768E8" w:rsidP="000F37F3">
      <w:pPr>
        <w:rPr>
          <w:rFonts w:asciiTheme="minorHAnsi" w:hAnsiTheme="minorHAnsi" w:cstheme="minorHAnsi"/>
          <w:sz w:val="21"/>
          <w:szCs w:val="21"/>
        </w:rPr>
      </w:pPr>
    </w:p>
    <w:p w14:paraId="5736CA72" w14:textId="77777777" w:rsidR="000F37F3" w:rsidRPr="001A2AF2" w:rsidRDefault="000F37F3" w:rsidP="000F37F3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A2AF2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6E248830" w14:textId="77777777" w:rsidR="00930022" w:rsidRPr="00930022" w:rsidRDefault="00930022" w:rsidP="00B83ED4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</w:rPr>
      </w:pPr>
      <w:r w:rsidRPr="00930022">
        <w:rPr>
          <w:rFonts w:asciiTheme="minorHAnsi" w:hAnsiTheme="minorHAnsi" w:cstheme="minorHAnsi"/>
          <w:b/>
          <w:sz w:val="20"/>
        </w:rPr>
        <w:t>uwzględniające przesłanki wykluczenia z art. 5k rozporządzenia 833/2014 oraz art. 7 ust. 1 ustawy o szczególnych rozwiązaniach w zakresie przeciwdziałania wspieraniu agresji na Ukrainę oraz służących ochronie bezpieczeństwa narodowego</w:t>
      </w:r>
    </w:p>
    <w:p w14:paraId="1806C375" w14:textId="682853D2" w:rsidR="000F37F3" w:rsidRPr="001A2AF2" w:rsidRDefault="000F37F3" w:rsidP="00B83ED4">
      <w:pPr>
        <w:spacing w:after="12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5 ustawy </w:t>
      </w:r>
      <w:proofErr w:type="spellStart"/>
      <w:r w:rsidRPr="001A2AF2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</w:p>
    <w:p w14:paraId="56852137" w14:textId="55AA6342" w:rsidR="000F37F3" w:rsidRPr="00AF4728" w:rsidRDefault="000F37F3" w:rsidP="000F37F3">
      <w:pPr>
        <w:jc w:val="both"/>
        <w:rPr>
          <w:rFonts w:asciiTheme="minorHAnsi" w:hAnsiTheme="minorHAnsi" w:cstheme="minorHAnsi"/>
          <w:sz w:val="22"/>
          <w:szCs w:val="22"/>
        </w:rPr>
      </w:pPr>
      <w:r w:rsidRPr="00AF4728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BE2FFE" w:rsidRPr="00BE2FFE">
        <w:rPr>
          <w:rFonts w:asciiTheme="minorHAnsi" w:hAnsiTheme="minorHAnsi" w:cstheme="minorHAnsi"/>
          <w:b/>
          <w:bCs/>
          <w:sz w:val="22"/>
          <w:szCs w:val="22"/>
        </w:rPr>
        <w:t>Dostawa wyposażenia i pomocy dydaktycznych do ośrodków wychowania przedszkolnego Gminy Przygodzice</w:t>
      </w:r>
      <w:r w:rsidRPr="00AF472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F4728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AF4728">
        <w:rPr>
          <w:rFonts w:asciiTheme="minorHAnsi" w:hAnsiTheme="minorHAnsi" w:cstheme="minorHAnsi"/>
          <w:b/>
          <w:sz w:val="22"/>
          <w:szCs w:val="22"/>
        </w:rPr>
        <w:t>Gminę Przygodzice</w:t>
      </w:r>
      <w:r w:rsidRPr="00AF472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F4728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C582048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DB5A2C" w14:textId="77777777" w:rsidR="000F37F3" w:rsidRPr="001A2AF2" w:rsidRDefault="000F37F3" w:rsidP="000F37F3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42C7F642" w14:textId="29F05504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 art. 108 ust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>.</w:t>
      </w:r>
    </w:p>
    <w:p w14:paraId="0E044358" w14:textId="03FA4443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art. 109 ust.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0"/>
          <w:szCs w:val="20"/>
        </w:rPr>
        <w:t>.</w:t>
      </w:r>
    </w:p>
    <w:p w14:paraId="6BD15496" w14:textId="77777777" w:rsidR="00930022" w:rsidRDefault="000F37F3" w:rsidP="00930022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1A2AF2">
        <w:rPr>
          <w:rFonts w:asciiTheme="minorHAnsi" w:hAnsiTheme="minorHAnsi" w:cstheme="minorHAnsi"/>
        </w:rPr>
        <w:t xml:space="preserve">, </w:t>
      </w:r>
      <w:r w:rsidRPr="001A2AF2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7 ust. 1 </w:t>
      </w:r>
      <w:r w:rsidRPr="006F1704">
        <w:rPr>
          <w:rFonts w:asciiTheme="minorHAnsi" w:hAnsiTheme="minorHAnsi" w:cstheme="minorHAnsi"/>
          <w:color w:val="000000" w:themeColor="text1"/>
        </w:rPr>
        <w:t>ustawy z dnia 13 kwietnia 2022 r. o szczególnych rozwiązaniach w zakresie przeciwdziałania wspieraniu agresji na Ukrainę oraz służących ochronie bezpieczeństwa narodowego (</w:t>
      </w:r>
      <w:r w:rsidR="003C5992" w:rsidRPr="006F1704">
        <w:rPr>
          <w:rFonts w:asciiTheme="minorHAnsi" w:hAnsiTheme="minorHAnsi" w:cstheme="minorHAnsi"/>
          <w:color w:val="000000" w:themeColor="text1"/>
        </w:rPr>
        <w:t>Dz. U. z 202</w:t>
      </w:r>
      <w:r w:rsidR="006F1704">
        <w:rPr>
          <w:rFonts w:asciiTheme="minorHAnsi" w:hAnsiTheme="minorHAnsi" w:cstheme="minorHAnsi"/>
          <w:color w:val="000000" w:themeColor="text1"/>
        </w:rPr>
        <w:t>4</w:t>
      </w:r>
      <w:r w:rsidR="003C5992" w:rsidRPr="006F1704">
        <w:rPr>
          <w:rFonts w:asciiTheme="minorHAnsi" w:hAnsiTheme="minorHAnsi" w:cstheme="minorHAnsi"/>
          <w:color w:val="000000" w:themeColor="text1"/>
        </w:rPr>
        <w:t xml:space="preserve"> r. poz. </w:t>
      </w:r>
      <w:r w:rsidR="006F1704">
        <w:rPr>
          <w:rFonts w:asciiTheme="minorHAnsi" w:hAnsiTheme="minorHAnsi" w:cstheme="minorHAnsi"/>
          <w:color w:val="000000" w:themeColor="text1"/>
        </w:rPr>
        <w:t>507</w:t>
      </w:r>
      <w:r w:rsidRPr="006F1704">
        <w:rPr>
          <w:rFonts w:asciiTheme="minorHAnsi" w:hAnsiTheme="minorHAnsi" w:cstheme="minorHAnsi"/>
          <w:color w:val="000000" w:themeColor="text1"/>
        </w:rPr>
        <w:t>).</w:t>
      </w:r>
      <w:r w:rsidRPr="001A2AF2">
        <w:rPr>
          <w:rFonts w:asciiTheme="minorHAnsi" w:hAnsiTheme="minorHAnsi" w:cstheme="minorHAnsi"/>
          <w:color w:val="000000" w:themeColor="text1"/>
        </w:rPr>
        <w:t xml:space="preserve"> </w:t>
      </w:r>
    </w:p>
    <w:p w14:paraId="37F069FB" w14:textId="6AF2486C" w:rsidR="00930022" w:rsidRPr="00930022" w:rsidRDefault="00930022" w:rsidP="00930022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</w:rPr>
      </w:pPr>
      <w:r w:rsidRPr="00930022">
        <w:rPr>
          <w:rFonts w:asciiTheme="minorHAnsi" w:hAnsiTheme="minorHAnsi" w:cstheme="minorHAnsi"/>
        </w:rPr>
        <w:t>Oświadczam*,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07128CA" w14:textId="77777777" w:rsidR="000F37F3" w:rsidRPr="001A2AF2" w:rsidRDefault="000F37F3" w:rsidP="00930022">
      <w:pPr>
        <w:shd w:val="clear" w:color="auto" w:fill="BFBFBF" w:themeFill="background1" w:themeFillShade="BF"/>
        <w:spacing w:before="36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E54E974" w14:textId="13450152" w:rsidR="000F37F3" w:rsidRPr="001A2AF2" w:rsidRDefault="000F37F3" w:rsidP="00930022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…………………….................</w:t>
      </w:r>
    </w:p>
    <w:p w14:paraId="6A8CC421" w14:textId="77777777" w:rsidR="000F37F3" w:rsidRPr="001A2AF2" w:rsidRDefault="000F37F3" w:rsidP="000F37F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54D20A6" w14:textId="77777777" w:rsidR="000F37F3" w:rsidRPr="001A2AF2" w:rsidRDefault="000F37F3" w:rsidP="00B83ED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6" w:name="_Hlk99009560"/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  <w:bookmarkEnd w:id="6"/>
    </w:p>
    <w:p w14:paraId="6AEA410A" w14:textId="1DFCB5B9" w:rsidR="009649C4" w:rsidRDefault="000F37F3" w:rsidP="00B83ED4">
      <w:pPr>
        <w:spacing w:after="240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A2AF2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A2AF2">
        <w:rPr>
          <w:rFonts w:asciiTheme="minorHAnsi" w:hAnsiTheme="minorHAnsi" w:cstheme="minorHAnsi"/>
        </w:rPr>
        <w:t xml:space="preserve"> </w:t>
      </w:r>
    </w:p>
    <w:p w14:paraId="37CE1A70" w14:textId="3D721BA2" w:rsidR="000F37F3" w:rsidRPr="001A2AF2" w:rsidRDefault="000F37F3" w:rsidP="000F37F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8D913A0" w14:textId="77777777" w:rsidR="000F37F3" w:rsidRPr="001A2AF2" w:rsidRDefault="000F37F3" w:rsidP="000F37F3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A2AF2">
        <w:rPr>
          <w:rFonts w:asciiTheme="minorHAnsi" w:hAnsiTheme="minorHAnsi" w:cstheme="minorHAnsi"/>
        </w:rPr>
        <w:t xml:space="preserve"> </w:t>
      </w:r>
      <w:r w:rsidRPr="001A2AF2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3AD2D244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4D95F5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2B178B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A331D4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C3B7CF" w14:textId="77777777" w:rsidR="00570666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</w:p>
    <w:p w14:paraId="12A0DA9D" w14:textId="79A8EE1D" w:rsidR="00570666" w:rsidRPr="001A2AF2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3FEF68EA" w14:textId="77777777" w:rsidR="00570666" w:rsidRDefault="00570666" w:rsidP="00570666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3C809416" w14:textId="301D06F9" w:rsidR="000F37F3" w:rsidRPr="001A2AF2" w:rsidRDefault="00000000" w:rsidP="000F37F3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i w:val="0"/>
          <w:noProof/>
          <w:sz w:val="20"/>
          <w:szCs w:val="24"/>
        </w:rPr>
        <w:pict w14:anchorId="7B72BCCC">
          <v:shape id="_x0000_s2053" type="#_x0000_t202" style="position:absolute;margin-left:269.95pt;margin-top:.95pt;width:194.05pt;height:83.25pt;z-index:251661312">
            <v:textbox style="mso-next-textbox:#_x0000_s2053">
              <w:txbxContent>
                <w:p w14:paraId="69CDE4FA" w14:textId="252F2EB9" w:rsidR="00F02679" w:rsidRPr="00F02679" w:rsidRDefault="00F02679" w:rsidP="00F0267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podpisy osób uprawnionych do reprezentacji  Wykonawcy lub Pełnomocnika,</w:t>
                  </w:r>
                </w:p>
                <w:p w14:paraId="57081A82" w14:textId="1AD62AA8" w:rsidR="00F02679" w:rsidRPr="00977B12" w:rsidRDefault="00F02679" w:rsidP="00F02679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złożone w formie elektronicznej lub w postaci elektronicznej opatrzonej podpisem zaufanym lub podpisem</w:t>
                  </w:r>
                  <w:r w:rsidRPr="00F02679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osobistym</w:t>
                  </w:r>
                </w:p>
              </w:txbxContent>
            </v:textbox>
          </v:shape>
        </w:pict>
      </w:r>
    </w:p>
    <w:p w14:paraId="405B8641" w14:textId="78C742AC" w:rsidR="000F37F3" w:rsidRPr="001A2AF2" w:rsidRDefault="000F37F3">
      <w:pPr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br/>
      </w:r>
    </w:p>
    <w:p w14:paraId="18F68DAD" w14:textId="77777777" w:rsidR="00C768E8" w:rsidRDefault="00C768E8">
      <w:pPr>
        <w:rPr>
          <w:rFonts w:asciiTheme="minorHAnsi" w:hAnsiTheme="minorHAnsi" w:cstheme="minorHAnsi"/>
        </w:rPr>
      </w:pPr>
    </w:p>
    <w:p w14:paraId="0A4C4BC3" w14:textId="77777777" w:rsidR="00C768E8" w:rsidRDefault="00C768E8">
      <w:pPr>
        <w:rPr>
          <w:rFonts w:asciiTheme="minorHAnsi" w:hAnsiTheme="minorHAnsi" w:cstheme="minorHAnsi"/>
        </w:rPr>
      </w:pPr>
    </w:p>
    <w:p w14:paraId="11E0A5BF" w14:textId="77777777" w:rsidR="00C768E8" w:rsidRDefault="00C768E8">
      <w:pPr>
        <w:rPr>
          <w:rFonts w:asciiTheme="minorHAnsi" w:hAnsiTheme="minorHAnsi" w:cstheme="minorHAnsi"/>
        </w:rPr>
      </w:pPr>
    </w:p>
    <w:p w14:paraId="19EE22B1" w14:textId="77777777" w:rsidR="00C768E8" w:rsidRDefault="00C768E8">
      <w:pPr>
        <w:rPr>
          <w:rFonts w:asciiTheme="minorHAnsi" w:hAnsiTheme="minorHAnsi" w:cstheme="minorHAnsi"/>
        </w:rPr>
      </w:pPr>
    </w:p>
    <w:p w14:paraId="56826D7A" w14:textId="77777777" w:rsidR="00C768E8" w:rsidRDefault="00C768E8">
      <w:pPr>
        <w:rPr>
          <w:rFonts w:asciiTheme="minorHAnsi" w:hAnsiTheme="minorHAnsi" w:cstheme="minorHAnsi"/>
        </w:rPr>
      </w:pPr>
    </w:p>
    <w:p w14:paraId="212904B8" w14:textId="77777777" w:rsidR="00C768E8" w:rsidRDefault="00C768E8">
      <w:pPr>
        <w:rPr>
          <w:rFonts w:asciiTheme="minorHAnsi" w:hAnsiTheme="minorHAnsi" w:cstheme="minorHAnsi"/>
        </w:rPr>
      </w:pPr>
    </w:p>
    <w:p w14:paraId="44517EE7" w14:textId="77777777" w:rsidR="00C768E8" w:rsidRDefault="00C768E8">
      <w:pPr>
        <w:rPr>
          <w:rFonts w:asciiTheme="minorHAnsi" w:hAnsiTheme="minorHAnsi" w:cstheme="minorHAnsi"/>
        </w:rPr>
      </w:pPr>
    </w:p>
    <w:p w14:paraId="58E5B832" w14:textId="77777777" w:rsidR="00C768E8" w:rsidRDefault="00C768E8">
      <w:pPr>
        <w:rPr>
          <w:rFonts w:asciiTheme="minorHAnsi" w:hAnsiTheme="minorHAnsi" w:cstheme="minorHAnsi"/>
        </w:rPr>
      </w:pPr>
    </w:p>
    <w:p w14:paraId="0F55AFC2" w14:textId="4977A75F" w:rsidR="000F37F3" w:rsidRPr="001A2AF2" w:rsidRDefault="00C768E8">
      <w:pPr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* nie</w:t>
      </w:r>
      <w:r w:rsidR="00930022">
        <w:rPr>
          <w:rFonts w:asciiTheme="minorHAnsi" w:hAnsiTheme="minorHAnsi" w:cstheme="minorHAnsi"/>
          <w:i/>
          <w:color w:val="000000"/>
          <w:sz w:val="22"/>
          <w:szCs w:val="22"/>
        </w:rPr>
        <w:t>prawdzi</w:t>
      </w: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we skreślić</w:t>
      </w:r>
      <w:r w:rsidRPr="001A2AF2">
        <w:rPr>
          <w:rFonts w:asciiTheme="minorHAnsi" w:hAnsiTheme="minorHAnsi" w:cstheme="minorHAnsi"/>
        </w:rPr>
        <w:t xml:space="preserve"> </w:t>
      </w:r>
    </w:p>
    <w:sectPr w:rsidR="000F37F3" w:rsidRPr="001A2AF2" w:rsidSect="00930022">
      <w:footerReference w:type="first" r:id="rId9"/>
      <w:pgSz w:w="11906" w:h="16838"/>
      <w:pgMar w:top="568" w:right="991" w:bottom="1276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92C61" w14:textId="77777777" w:rsidR="00CF2FE1" w:rsidRDefault="00CF2FE1">
      <w:r>
        <w:separator/>
      </w:r>
    </w:p>
  </w:endnote>
  <w:endnote w:type="continuationSeparator" w:id="0">
    <w:p w14:paraId="01FB9960" w14:textId="77777777" w:rsidR="00CF2FE1" w:rsidRDefault="00CF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0065050"/>
      <w:docPartObj>
        <w:docPartGallery w:val="Page Numbers (Bottom of Page)"/>
        <w:docPartUnique/>
      </w:docPartObj>
    </w:sdtPr>
    <w:sdtContent>
      <w:p w14:paraId="31E3A132" w14:textId="77777777" w:rsidR="00631ECA" w:rsidRDefault="00631EC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4ABC4F9" w14:textId="77777777" w:rsidR="00631ECA" w:rsidRDefault="00631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389D9" w14:textId="77777777" w:rsidR="00CF2FE1" w:rsidRDefault="00CF2FE1">
      <w:r>
        <w:separator/>
      </w:r>
    </w:p>
  </w:footnote>
  <w:footnote w:type="continuationSeparator" w:id="0">
    <w:p w14:paraId="00863580" w14:textId="77777777" w:rsidR="00CF2FE1" w:rsidRDefault="00CF2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144"/>
        </w:tabs>
        <w:ind w:left="144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017"/>
        </w:tabs>
        <w:ind w:left="101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737"/>
        </w:tabs>
        <w:ind w:left="1737" w:hanging="180"/>
      </w:pPr>
    </w:lvl>
    <w:lvl w:ilvl="3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</w:lvl>
    <w:lvl w:ilvl="4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</w:lvl>
    <w:lvl w:ilvl="5">
      <w:start w:val="1"/>
      <w:numFmt w:val="lowerRoman"/>
      <w:lvlText w:val="%6."/>
      <w:lvlJc w:val="left"/>
      <w:pPr>
        <w:tabs>
          <w:tab w:val="num" w:pos="3897"/>
        </w:tabs>
        <w:ind w:left="3897" w:hanging="180"/>
      </w:pPr>
    </w:lvl>
    <w:lvl w:ilvl="6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</w:lvl>
    <w:lvl w:ilvl="7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</w:lvl>
    <w:lvl w:ilvl="8">
      <w:start w:val="1"/>
      <w:numFmt w:val="lowerRoman"/>
      <w:lvlText w:val="%9."/>
      <w:lvlJc w:val="left"/>
      <w:pPr>
        <w:tabs>
          <w:tab w:val="num" w:pos="6057"/>
        </w:tabs>
        <w:ind w:left="6057" w:hanging="180"/>
      </w:pPr>
    </w:lvl>
  </w:abstractNum>
  <w:abstractNum w:abstractNumId="1" w15:restartNumberingAfterBreak="0">
    <w:nsid w:val="044509D7"/>
    <w:multiLevelType w:val="hybridMultilevel"/>
    <w:tmpl w:val="2DDA5D98"/>
    <w:lvl w:ilvl="0" w:tplc="B1ACA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90A70"/>
    <w:multiLevelType w:val="hybridMultilevel"/>
    <w:tmpl w:val="328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F11E86"/>
    <w:multiLevelType w:val="hybridMultilevel"/>
    <w:tmpl w:val="2DDA5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23836">
    <w:abstractNumId w:val="3"/>
  </w:num>
  <w:num w:numId="2" w16cid:durableId="1906649279">
    <w:abstractNumId w:val="1"/>
  </w:num>
  <w:num w:numId="3" w16cid:durableId="835725403">
    <w:abstractNumId w:val="2"/>
  </w:num>
  <w:num w:numId="4" w16cid:durableId="77702696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78"/>
    <w:rsid w:val="00000307"/>
    <w:rsid w:val="000007A4"/>
    <w:rsid w:val="000025C9"/>
    <w:rsid w:val="00004190"/>
    <w:rsid w:val="000052CF"/>
    <w:rsid w:val="00006589"/>
    <w:rsid w:val="00007581"/>
    <w:rsid w:val="00011C01"/>
    <w:rsid w:val="0001261D"/>
    <w:rsid w:val="000149F6"/>
    <w:rsid w:val="000151B0"/>
    <w:rsid w:val="0001788E"/>
    <w:rsid w:val="000209C1"/>
    <w:rsid w:val="0002149C"/>
    <w:rsid w:val="000234AE"/>
    <w:rsid w:val="00026148"/>
    <w:rsid w:val="00026C28"/>
    <w:rsid w:val="00030333"/>
    <w:rsid w:val="00030432"/>
    <w:rsid w:val="000304DA"/>
    <w:rsid w:val="0003080E"/>
    <w:rsid w:val="00030B78"/>
    <w:rsid w:val="00030D2A"/>
    <w:rsid w:val="00031E81"/>
    <w:rsid w:val="00034075"/>
    <w:rsid w:val="00035311"/>
    <w:rsid w:val="00036054"/>
    <w:rsid w:val="000364F5"/>
    <w:rsid w:val="0003704E"/>
    <w:rsid w:val="000370D0"/>
    <w:rsid w:val="000403DC"/>
    <w:rsid w:val="0004046F"/>
    <w:rsid w:val="000418F3"/>
    <w:rsid w:val="00043D39"/>
    <w:rsid w:val="00044536"/>
    <w:rsid w:val="00044AA1"/>
    <w:rsid w:val="0004556F"/>
    <w:rsid w:val="0004576E"/>
    <w:rsid w:val="00045BC4"/>
    <w:rsid w:val="00046E85"/>
    <w:rsid w:val="00050BD1"/>
    <w:rsid w:val="0005279A"/>
    <w:rsid w:val="000528A6"/>
    <w:rsid w:val="000528F1"/>
    <w:rsid w:val="000542ED"/>
    <w:rsid w:val="0005472E"/>
    <w:rsid w:val="0005507D"/>
    <w:rsid w:val="00055F3D"/>
    <w:rsid w:val="00056D7F"/>
    <w:rsid w:val="0006087C"/>
    <w:rsid w:val="000608D9"/>
    <w:rsid w:val="000608DB"/>
    <w:rsid w:val="00060F0B"/>
    <w:rsid w:val="000613CD"/>
    <w:rsid w:val="00061D33"/>
    <w:rsid w:val="00061FC1"/>
    <w:rsid w:val="00067875"/>
    <w:rsid w:val="000723E7"/>
    <w:rsid w:val="000745DA"/>
    <w:rsid w:val="000747F3"/>
    <w:rsid w:val="00075823"/>
    <w:rsid w:val="00075ED7"/>
    <w:rsid w:val="00075F21"/>
    <w:rsid w:val="00080106"/>
    <w:rsid w:val="0008157A"/>
    <w:rsid w:val="0008218C"/>
    <w:rsid w:val="00083331"/>
    <w:rsid w:val="000839CE"/>
    <w:rsid w:val="000859AA"/>
    <w:rsid w:val="00086B85"/>
    <w:rsid w:val="000900A6"/>
    <w:rsid w:val="000905F8"/>
    <w:rsid w:val="00092C8E"/>
    <w:rsid w:val="000930C8"/>
    <w:rsid w:val="00093CBC"/>
    <w:rsid w:val="000941E5"/>
    <w:rsid w:val="000971B8"/>
    <w:rsid w:val="000A22C4"/>
    <w:rsid w:val="000A5103"/>
    <w:rsid w:val="000A6C40"/>
    <w:rsid w:val="000A6FEE"/>
    <w:rsid w:val="000A7949"/>
    <w:rsid w:val="000B033E"/>
    <w:rsid w:val="000B037C"/>
    <w:rsid w:val="000B2BB9"/>
    <w:rsid w:val="000B357B"/>
    <w:rsid w:val="000B3632"/>
    <w:rsid w:val="000B3905"/>
    <w:rsid w:val="000B3CDE"/>
    <w:rsid w:val="000B549C"/>
    <w:rsid w:val="000B5CEC"/>
    <w:rsid w:val="000B6A05"/>
    <w:rsid w:val="000B6E08"/>
    <w:rsid w:val="000C0F45"/>
    <w:rsid w:val="000C2554"/>
    <w:rsid w:val="000C344D"/>
    <w:rsid w:val="000C3718"/>
    <w:rsid w:val="000C3947"/>
    <w:rsid w:val="000C6AF6"/>
    <w:rsid w:val="000C6DCA"/>
    <w:rsid w:val="000D22C8"/>
    <w:rsid w:val="000D27DA"/>
    <w:rsid w:val="000D355F"/>
    <w:rsid w:val="000D454F"/>
    <w:rsid w:val="000D62F5"/>
    <w:rsid w:val="000E032D"/>
    <w:rsid w:val="000E034E"/>
    <w:rsid w:val="000E1CE5"/>
    <w:rsid w:val="000E2487"/>
    <w:rsid w:val="000E250B"/>
    <w:rsid w:val="000E283E"/>
    <w:rsid w:val="000E2AAC"/>
    <w:rsid w:val="000E3702"/>
    <w:rsid w:val="000E3B3E"/>
    <w:rsid w:val="000E6A4A"/>
    <w:rsid w:val="000E70CD"/>
    <w:rsid w:val="000F37F3"/>
    <w:rsid w:val="000F4F6F"/>
    <w:rsid w:val="000F7915"/>
    <w:rsid w:val="000F7E33"/>
    <w:rsid w:val="000F7EDD"/>
    <w:rsid w:val="00100512"/>
    <w:rsid w:val="00101DDE"/>
    <w:rsid w:val="00102FD2"/>
    <w:rsid w:val="00105208"/>
    <w:rsid w:val="001056E1"/>
    <w:rsid w:val="0010571B"/>
    <w:rsid w:val="00110C75"/>
    <w:rsid w:val="001123A4"/>
    <w:rsid w:val="00112846"/>
    <w:rsid w:val="0011614A"/>
    <w:rsid w:val="00116964"/>
    <w:rsid w:val="00117884"/>
    <w:rsid w:val="001205A2"/>
    <w:rsid w:val="001210E8"/>
    <w:rsid w:val="0012164C"/>
    <w:rsid w:val="00122895"/>
    <w:rsid w:val="00124367"/>
    <w:rsid w:val="001245AD"/>
    <w:rsid w:val="00124E3B"/>
    <w:rsid w:val="00126288"/>
    <w:rsid w:val="001314A2"/>
    <w:rsid w:val="00132FA5"/>
    <w:rsid w:val="00133D64"/>
    <w:rsid w:val="001343D3"/>
    <w:rsid w:val="00135956"/>
    <w:rsid w:val="00135F06"/>
    <w:rsid w:val="0014194B"/>
    <w:rsid w:val="0014311C"/>
    <w:rsid w:val="001462E8"/>
    <w:rsid w:val="001463FE"/>
    <w:rsid w:val="00146986"/>
    <w:rsid w:val="00146A5A"/>
    <w:rsid w:val="00151618"/>
    <w:rsid w:val="00151B23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0D64"/>
    <w:rsid w:val="001766C4"/>
    <w:rsid w:val="001771C3"/>
    <w:rsid w:val="00177B77"/>
    <w:rsid w:val="001800C5"/>
    <w:rsid w:val="00180242"/>
    <w:rsid w:val="00180CDB"/>
    <w:rsid w:val="00181194"/>
    <w:rsid w:val="00182812"/>
    <w:rsid w:val="001852F5"/>
    <w:rsid w:val="00186248"/>
    <w:rsid w:val="00187117"/>
    <w:rsid w:val="00187DB2"/>
    <w:rsid w:val="001903B3"/>
    <w:rsid w:val="00191966"/>
    <w:rsid w:val="00191C6F"/>
    <w:rsid w:val="00191E8B"/>
    <w:rsid w:val="001930AD"/>
    <w:rsid w:val="00194F14"/>
    <w:rsid w:val="00194F24"/>
    <w:rsid w:val="00195254"/>
    <w:rsid w:val="00196F5C"/>
    <w:rsid w:val="001A0379"/>
    <w:rsid w:val="001A2AF2"/>
    <w:rsid w:val="001A32BA"/>
    <w:rsid w:val="001A4212"/>
    <w:rsid w:val="001A45D8"/>
    <w:rsid w:val="001A4C11"/>
    <w:rsid w:val="001A5B77"/>
    <w:rsid w:val="001A6340"/>
    <w:rsid w:val="001B0FB3"/>
    <w:rsid w:val="001B12EA"/>
    <w:rsid w:val="001B2DE8"/>
    <w:rsid w:val="001B2F93"/>
    <w:rsid w:val="001B382A"/>
    <w:rsid w:val="001B41BB"/>
    <w:rsid w:val="001B4668"/>
    <w:rsid w:val="001B46D1"/>
    <w:rsid w:val="001B51D5"/>
    <w:rsid w:val="001B5CA8"/>
    <w:rsid w:val="001B69B5"/>
    <w:rsid w:val="001C0290"/>
    <w:rsid w:val="001C04CC"/>
    <w:rsid w:val="001C3CC9"/>
    <w:rsid w:val="001C54C3"/>
    <w:rsid w:val="001D1A7D"/>
    <w:rsid w:val="001D1B2F"/>
    <w:rsid w:val="001D2C3C"/>
    <w:rsid w:val="001D2F38"/>
    <w:rsid w:val="001D3167"/>
    <w:rsid w:val="001D367E"/>
    <w:rsid w:val="001D39BF"/>
    <w:rsid w:val="001D6CA3"/>
    <w:rsid w:val="001D7A09"/>
    <w:rsid w:val="001D7ECD"/>
    <w:rsid w:val="001E0492"/>
    <w:rsid w:val="001E0EAF"/>
    <w:rsid w:val="001E11DE"/>
    <w:rsid w:val="001E1F71"/>
    <w:rsid w:val="001E4671"/>
    <w:rsid w:val="001E499C"/>
    <w:rsid w:val="001E5A0B"/>
    <w:rsid w:val="001F04A6"/>
    <w:rsid w:val="001F1829"/>
    <w:rsid w:val="001F3E6C"/>
    <w:rsid w:val="001F4525"/>
    <w:rsid w:val="001F5C94"/>
    <w:rsid w:val="001F73C1"/>
    <w:rsid w:val="001F7BC3"/>
    <w:rsid w:val="0020053B"/>
    <w:rsid w:val="002008F9"/>
    <w:rsid w:val="00203B5E"/>
    <w:rsid w:val="00205178"/>
    <w:rsid w:val="00205CD0"/>
    <w:rsid w:val="0020623A"/>
    <w:rsid w:val="0020678A"/>
    <w:rsid w:val="00207257"/>
    <w:rsid w:val="0020753C"/>
    <w:rsid w:val="002110B5"/>
    <w:rsid w:val="00211299"/>
    <w:rsid w:val="002118E4"/>
    <w:rsid w:val="002127BA"/>
    <w:rsid w:val="00213674"/>
    <w:rsid w:val="002139E2"/>
    <w:rsid w:val="00213C28"/>
    <w:rsid w:val="00214310"/>
    <w:rsid w:val="0021661A"/>
    <w:rsid w:val="00221572"/>
    <w:rsid w:val="002215E5"/>
    <w:rsid w:val="00224F04"/>
    <w:rsid w:val="00225CF5"/>
    <w:rsid w:val="00230253"/>
    <w:rsid w:val="0023209C"/>
    <w:rsid w:val="002321B3"/>
    <w:rsid w:val="002330D1"/>
    <w:rsid w:val="002331B3"/>
    <w:rsid w:val="002336FF"/>
    <w:rsid w:val="00234A54"/>
    <w:rsid w:val="002351A5"/>
    <w:rsid w:val="0023722D"/>
    <w:rsid w:val="00237455"/>
    <w:rsid w:val="002400F8"/>
    <w:rsid w:val="002420D3"/>
    <w:rsid w:val="00242354"/>
    <w:rsid w:val="0024241B"/>
    <w:rsid w:val="00243BAD"/>
    <w:rsid w:val="00244BF5"/>
    <w:rsid w:val="0024543A"/>
    <w:rsid w:val="0024622C"/>
    <w:rsid w:val="00246D29"/>
    <w:rsid w:val="00251F98"/>
    <w:rsid w:val="00253279"/>
    <w:rsid w:val="0025368D"/>
    <w:rsid w:val="00254AFC"/>
    <w:rsid w:val="00254DF5"/>
    <w:rsid w:val="00254EAE"/>
    <w:rsid w:val="00256C23"/>
    <w:rsid w:val="00257E77"/>
    <w:rsid w:val="00260919"/>
    <w:rsid w:val="0026141C"/>
    <w:rsid w:val="00263011"/>
    <w:rsid w:val="00264768"/>
    <w:rsid w:val="00267DE1"/>
    <w:rsid w:val="00267F5C"/>
    <w:rsid w:val="00270A31"/>
    <w:rsid w:val="002710E1"/>
    <w:rsid w:val="00274C4F"/>
    <w:rsid w:val="00275B35"/>
    <w:rsid w:val="00276CDC"/>
    <w:rsid w:val="00277515"/>
    <w:rsid w:val="00277984"/>
    <w:rsid w:val="002801EA"/>
    <w:rsid w:val="0028025F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969FE"/>
    <w:rsid w:val="002A0261"/>
    <w:rsid w:val="002A14E3"/>
    <w:rsid w:val="002A1CD6"/>
    <w:rsid w:val="002A4AF1"/>
    <w:rsid w:val="002A630F"/>
    <w:rsid w:val="002A681C"/>
    <w:rsid w:val="002B1506"/>
    <w:rsid w:val="002B202A"/>
    <w:rsid w:val="002B2931"/>
    <w:rsid w:val="002B2E4D"/>
    <w:rsid w:val="002B44B9"/>
    <w:rsid w:val="002B55DC"/>
    <w:rsid w:val="002B6124"/>
    <w:rsid w:val="002B756F"/>
    <w:rsid w:val="002C0EC6"/>
    <w:rsid w:val="002C0EC7"/>
    <w:rsid w:val="002C13E3"/>
    <w:rsid w:val="002C1850"/>
    <w:rsid w:val="002C4589"/>
    <w:rsid w:val="002C5BE0"/>
    <w:rsid w:val="002C71BB"/>
    <w:rsid w:val="002C74AB"/>
    <w:rsid w:val="002D01DB"/>
    <w:rsid w:val="002D163C"/>
    <w:rsid w:val="002D254A"/>
    <w:rsid w:val="002D3DA9"/>
    <w:rsid w:val="002D3EA8"/>
    <w:rsid w:val="002D429E"/>
    <w:rsid w:val="002D570D"/>
    <w:rsid w:val="002D5903"/>
    <w:rsid w:val="002D5D8F"/>
    <w:rsid w:val="002D5F38"/>
    <w:rsid w:val="002D6114"/>
    <w:rsid w:val="002D6312"/>
    <w:rsid w:val="002D6A7E"/>
    <w:rsid w:val="002E2492"/>
    <w:rsid w:val="002E4246"/>
    <w:rsid w:val="002E42B9"/>
    <w:rsid w:val="002E62BF"/>
    <w:rsid w:val="002E6EB1"/>
    <w:rsid w:val="002E6FFF"/>
    <w:rsid w:val="002F08FC"/>
    <w:rsid w:val="002F4200"/>
    <w:rsid w:val="002F5F47"/>
    <w:rsid w:val="002F711C"/>
    <w:rsid w:val="002F7FBE"/>
    <w:rsid w:val="00300557"/>
    <w:rsid w:val="00301AF3"/>
    <w:rsid w:val="00304430"/>
    <w:rsid w:val="00304F0C"/>
    <w:rsid w:val="00305773"/>
    <w:rsid w:val="00306115"/>
    <w:rsid w:val="00306438"/>
    <w:rsid w:val="0030666B"/>
    <w:rsid w:val="00310D47"/>
    <w:rsid w:val="00311185"/>
    <w:rsid w:val="003173FC"/>
    <w:rsid w:val="003177E4"/>
    <w:rsid w:val="00317923"/>
    <w:rsid w:val="00317EBD"/>
    <w:rsid w:val="0032012F"/>
    <w:rsid w:val="00320828"/>
    <w:rsid w:val="00320888"/>
    <w:rsid w:val="00320ABF"/>
    <w:rsid w:val="00320C2C"/>
    <w:rsid w:val="00321201"/>
    <w:rsid w:val="0032130A"/>
    <w:rsid w:val="00322AE9"/>
    <w:rsid w:val="00323236"/>
    <w:rsid w:val="00324A6F"/>
    <w:rsid w:val="003266A0"/>
    <w:rsid w:val="00327052"/>
    <w:rsid w:val="00327664"/>
    <w:rsid w:val="00327BF6"/>
    <w:rsid w:val="00332502"/>
    <w:rsid w:val="0033281A"/>
    <w:rsid w:val="003350E3"/>
    <w:rsid w:val="00335D2B"/>
    <w:rsid w:val="00337B0D"/>
    <w:rsid w:val="00341FE0"/>
    <w:rsid w:val="003421DD"/>
    <w:rsid w:val="00342B5F"/>
    <w:rsid w:val="00342E49"/>
    <w:rsid w:val="003441CA"/>
    <w:rsid w:val="00346B0F"/>
    <w:rsid w:val="00350CE0"/>
    <w:rsid w:val="00350F8B"/>
    <w:rsid w:val="00351742"/>
    <w:rsid w:val="00351A82"/>
    <w:rsid w:val="00351D1A"/>
    <w:rsid w:val="003521CC"/>
    <w:rsid w:val="0035318B"/>
    <w:rsid w:val="003533FD"/>
    <w:rsid w:val="0035352D"/>
    <w:rsid w:val="00353777"/>
    <w:rsid w:val="00355467"/>
    <w:rsid w:val="0035558D"/>
    <w:rsid w:val="00356788"/>
    <w:rsid w:val="00356C0F"/>
    <w:rsid w:val="0035716D"/>
    <w:rsid w:val="00357457"/>
    <w:rsid w:val="00364825"/>
    <w:rsid w:val="00366D1F"/>
    <w:rsid w:val="00367376"/>
    <w:rsid w:val="003706DD"/>
    <w:rsid w:val="00370F08"/>
    <w:rsid w:val="00374D59"/>
    <w:rsid w:val="003769B5"/>
    <w:rsid w:val="00377D21"/>
    <w:rsid w:val="003800E1"/>
    <w:rsid w:val="0038100D"/>
    <w:rsid w:val="00381935"/>
    <w:rsid w:val="00381CCE"/>
    <w:rsid w:val="00382240"/>
    <w:rsid w:val="00383E1C"/>
    <w:rsid w:val="00384EF7"/>
    <w:rsid w:val="00387E91"/>
    <w:rsid w:val="003914CD"/>
    <w:rsid w:val="00392A2A"/>
    <w:rsid w:val="003951E2"/>
    <w:rsid w:val="00395E51"/>
    <w:rsid w:val="00396AD9"/>
    <w:rsid w:val="00396E23"/>
    <w:rsid w:val="003A23E4"/>
    <w:rsid w:val="003A2611"/>
    <w:rsid w:val="003A5D94"/>
    <w:rsid w:val="003A757C"/>
    <w:rsid w:val="003A7727"/>
    <w:rsid w:val="003A7730"/>
    <w:rsid w:val="003B0C52"/>
    <w:rsid w:val="003B19E2"/>
    <w:rsid w:val="003B1E3C"/>
    <w:rsid w:val="003B3042"/>
    <w:rsid w:val="003B3227"/>
    <w:rsid w:val="003B4168"/>
    <w:rsid w:val="003B433F"/>
    <w:rsid w:val="003B5093"/>
    <w:rsid w:val="003B63DA"/>
    <w:rsid w:val="003B7216"/>
    <w:rsid w:val="003B73E3"/>
    <w:rsid w:val="003C11E9"/>
    <w:rsid w:val="003C3A65"/>
    <w:rsid w:val="003C4829"/>
    <w:rsid w:val="003C50EE"/>
    <w:rsid w:val="003C5992"/>
    <w:rsid w:val="003C611D"/>
    <w:rsid w:val="003C6202"/>
    <w:rsid w:val="003C6374"/>
    <w:rsid w:val="003C6536"/>
    <w:rsid w:val="003D0D93"/>
    <w:rsid w:val="003D1004"/>
    <w:rsid w:val="003D33BB"/>
    <w:rsid w:val="003D3C12"/>
    <w:rsid w:val="003D6BA4"/>
    <w:rsid w:val="003D6FE8"/>
    <w:rsid w:val="003D7518"/>
    <w:rsid w:val="003D7EA9"/>
    <w:rsid w:val="003E6831"/>
    <w:rsid w:val="003E7CCA"/>
    <w:rsid w:val="003F102C"/>
    <w:rsid w:val="003F1285"/>
    <w:rsid w:val="003F2316"/>
    <w:rsid w:val="003F3719"/>
    <w:rsid w:val="003F48BD"/>
    <w:rsid w:val="00400018"/>
    <w:rsid w:val="00400DC5"/>
    <w:rsid w:val="004012C1"/>
    <w:rsid w:val="00402B6C"/>
    <w:rsid w:val="00403DDD"/>
    <w:rsid w:val="0040582A"/>
    <w:rsid w:val="00406495"/>
    <w:rsid w:val="00412076"/>
    <w:rsid w:val="004128BC"/>
    <w:rsid w:val="00412B22"/>
    <w:rsid w:val="004133DD"/>
    <w:rsid w:val="00416C97"/>
    <w:rsid w:val="004171C0"/>
    <w:rsid w:val="00417996"/>
    <w:rsid w:val="004207F3"/>
    <w:rsid w:val="00420A53"/>
    <w:rsid w:val="00420CE8"/>
    <w:rsid w:val="00420DA2"/>
    <w:rsid w:val="00422EFA"/>
    <w:rsid w:val="0042322C"/>
    <w:rsid w:val="00423BA7"/>
    <w:rsid w:val="00423D55"/>
    <w:rsid w:val="004271E6"/>
    <w:rsid w:val="00427AE5"/>
    <w:rsid w:val="00430415"/>
    <w:rsid w:val="004317DC"/>
    <w:rsid w:val="00433336"/>
    <w:rsid w:val="00433A4C"/>
    <w:rsid w:val="00434D5E"/>
    <w:rsid w:val="00437010"/>
    <w:rsid w:val="0043771F"/>
    <w:rsid w:val="00437BF0"/>
    <w:rsid w:val="00437FA1"/>
    <w:rsid w:val="00440879"/>
    <w:rsid w:val="00440B8A"/>
    <w:rsid w:val="00440C69"/>
    <w:rsid w:val="00441E79"/>
    <w:rsid w:val="004422AD"/>
    <w:rsid w:val="004427C9"/>
    <w:rsid w:val="00442C58"/>
    <w:rsid w:val="00444F66"/>
    <w:rsid w:val="004455C1"/>
    <w:rsid w:val="00446008"/>
    <w:rsid w:val="004476C7"/>
    <w:rsid w:val="0045013F"/>
    <w:rsid w:val="00451B30"/>
    <w:rsid w:val="00455C21"/>
    <w:rsid w:val="00456074"/>
    <w:rsid w:val="0046011D"/>
    <w:rsid w:val="00462465"/>
    <w:rsid w:val="004659A2"/>
    <w:rsid w:val="00465C46"/>
    <w:rsid w:val="0046623E"/>
    <w:rsid w:val="00466B30"/>
    <w:rsid w:val="00467C3B"/>
    <w:rsid w:val="00467C70"/>
    <w:rsid w:val="00470618"/>
    <w:rsid w:val="00472436"/>
    <w:rsid w:val="004756D4"/>
    <w:rsid w:val="00476342"/>
    <w:rsid w:val="00476664"/>
    <w:rsid w:val="00476B00"/>
    <w:rsid w:val="00476FEE"/>
    <w:rsid w:val="0047746C"/>
    <w:rsid w:val="00477DC3"/>
    <w:rsid w:val="00477F14"/>
    <w:rsid w:val="00480771"/>
    <w:rsid w:val="00483D15"/>
    <w:rsid w:val="00485553"/>
    <w:rsid w:val="004865A3"/>
    <w:rsid w:val="00486A25"/>
    <w:rsid w:val="00486F26"/>
    <w:rsid w:val="0048733A"/>
    <w:rsid w:val="00490A03"/>
    <w:rsid w:val="00490BDF"/>
    <w:rsid w:val="00492571"/>
    <w:rsid w:val="00492A4D"/>
    <w:rsid w:val="004938E2"/>
    <w:rsid w:val="00493B15"/>
    <w:rsid w:val="00495BB2"/>
    <w:rsid w:val="0049601E"/>
    <w:rsid w:val="00496330"/>
    <w:rsid w:val="00497B0A"/>
    <w:rsid w:val="00497BCE"/>
    <w:rsid w:val="004A1956"/>
    <w:rsid w:val="004A278E"/>
    <w:rsid w:val="004A2A82"/>
    <w:rsid w:val="004A4140"/>
    <w:rsid w:val="004A6175"/>
    <w:rsid w:val="004A65CB"/>
    <w:rsid w:val="004A680A"/>
    <w:rsid w:val="004A7736"/>
    <w:rsid w:val="004A77B5"/>
    <w:rsid w:val="004B00DD"/>
    <w:rsid w:val="004B021A"/>
    <w:rsid w:val="004B1843"/>
    <w:rsid w:val="004B2185"/>
    <w:rsid w:val="004B4076"/>
    <w:rsid w:val="004B6D27"/>
    <w:rsid w:val="004B6E52"/>
    <w:rsid w:val="004B72ED"/>
    <w:rsid w:val="004B7765"/>
    <w:rsid w:val="004C0BDE"/>
    <w:rsid w:val="004C0E8B"/>
    <w:rsid w:val="004C1911"/>
    <w:rsid w:val="004C1DCF"/>
    <w:rsid w:val="004C295C"/>
    <w:rsid w:val="004C39B7"/>
    <w:rsid w:val="004C3C58"/>
    <w:rsid w:val="004C4CAB"/>
    <w:rsid w:val="004C591C"/>
    <w:rsid w:val="004C666B"/>
    <w:rsid w:val="004C6BA3"/>
    <w:rsid w:val="004C70F5"/>
    <w:rsid w:val="004C72E4"/>
    <w:rsid w:val="004D0257"/>
    <w:rsid w:val="004D0362"/>
    <w:rsid w:val="004D1764"/>
    <w:rsid w:val="004D4AFE"/>
    <w:rsid w:val="004D4F35"/>
    <w:rsid w:val="004D7A9C"/>
    <w:rsid w:val="004E1D95"/>
    <w:rsid w:val="004E1DF4"/>
    <w:rsid w:val="004E2320"/>
    <w:rsid w:val="004E2353"/>
    <w:rsid w:val="004E3362"/>
    <w:rsid w:val="004E3F52"/>
    <w:rsid w:val="004E3F85"/>
    <w:rsid w:val="004F083D"/>
    <w:rsid w:val="004F0E95"/>
    <w:rsid w:val="004F6076"/>
    <w:rsid w:val="004F64CD"/>
    <w:rsid w:val="004F7D62"/>
    <w:rsid w:val="0050196B"/>
    <w:rsid w:val="005057FF"/>
    <w:rsid w:val="00507D18"/>
    <w:rsid w:val="00514ECA"/>
    <w:rsid w:val="00514F70"/>
    <w:rsid w:val="00515AFF"/>
    <w:rsid w:val="0052210A"/>
    <w:rsid w:val="005237EA"/>
    <w:rsid w:val="0052535B"/>
    <w:rsid w:val="00526248"/>
    <w:rsid w:val="0052763A"/>
    <w:rsid w:val="0053108E"/>
    <w:rsid w:val="00531223"/>
    <w:rsid w:val="00531585"/>
    <w:rsid w:val="005373E4"/>
    <w:rsid w:val="00543F61"/>
    <w:rsid w:val="0054508D"/>
    <w:rsid w:val="005451C8"/>
    <w:rsid w:val="0054668B"/>
    <w:rsid w:val="005469D3"/>
    <w:rsid w:val="005478B0"/>
    <w:rsid w:val="005514E2"/>
    <w:rsid w:val="0055371A"/>
    <w:rsid w:val="00553761"/>
    <w:rsid w:val="0055467A"/>
    <w:rsid w:val="00554D21"/>
    <w:rsid w:val="00555B14"/>
    <w:rsid w:val="005564D6"/>
    <w:rsid w:val="00557C48"/>
    <w:rsid w:val="00557C87"/>
    <w:rsid w:val="00557CF9"/>
    <w:rsid w:val="00560306"/>
    <w:rsid w:val="00560505"/>
    <w:rsid w:val="00560591"/>
    <w:rsid w:val="00560A46"/>
    <w:rsid w:val="005641E3"/>
    <w:rsid w:val="005653F9"/>
    <w:rsid w:val="00566201"/>
    <w:rsid w:val="00566AAC"/>
    <w:rsid w:val="005670B2"/>
    <w:rsid w:val="00567AE3"/>
    <w:rsid w:val="0057059D"/>
    <w:rsid w:val="00570666"/>
    <w:rsid w:val="0057263B"/>
    <w:rsid w:val="00573FDE"/>
    <w:rsid w:val="00577C63"/>
    <w:rsid w:val="005801BE"/>
    <w:rsid w:val="0058027B"/>
    <w:rsid w:val="00583769"/>
    <w:rsid w:val="00583AB5"/>
    <w:rsid w:val="00583E2C"/>
    <w:rsid w:val="00584177"/>
    <w:rsid w:val="00584FED"/>
    <w:rsid w:val="005860BF"/>
    <w:rsid w:val="00586D88"/>
    <w:rsid w:val="00587472"/>
    <w:rsid w:val="00590257"/>
    <w:rsid w:val="005904E0"/>
    <w:rsid w:val="00591D41"/>
    <w:rsid w:val="00591E65"/>
    <w:rsid w:val="005932BC"/>
    <w:rsid w:val="0059517F"/>
    <w:rsid w:val="005959EF"/>
    <w:rsid w:val="00595EB1"/>
    <w:rsid w:val="005965F9"/>
    <w:rsid w:val="00596F36"/>
    <w:rsid w:val="005A1F1A"/>
    <w:rsid w:val="005A3EE6"/>
    <w:rsid w:val="005A44A2"/>
    <w:rsid w:val="005A4656"/>
    <w:rsid w:val="005A4DAC"/>
    <w:rsid w:val="005A5DBE"/>
    <w:rsid w:val="005A6D00"/>
    <w:rsid w:val="005A6DCC"/>
    <w:rsid w:val="005A796B"/>
    <w:rsid w:val="005B1927"/>
    <w:rsid w:val="005B1A4C"/>
    <w:rsid w:val="005B34E2"/>
    <w:rsid w:val="005B388D"/>
    <w:rsid w:val="005B4B04"/>
    <w:rsid w:val="005B623B"/>
    <w:rsid w:val="005C0223"/>
    <w:rsid w:val="005C43BB"/>
    <w:rsid w:val="005C5FE6"/>
    <w:rsid w:val="005C7B57"/>
    <w:rsid w:val="005D46A8"/>
    <w:rsid w:val="005D46C0"/>
    <w:rsid w:val="005D6D30"/>
    <w:rsid w:val="005D79DA"/>
    <w:rsid w:val="005E1F18"/>
    <w:rsid w:val="005E35F6"/>
    <w:rsid w:val="005E4452"/>
    <w:rsid w:val="005E6894"/>
    <w:rsid w:val="005E6F1B"/>
    <w:rsid w:val="005E7644"/>
    <w:rsid w:val="005F147E"/>
    <w:rsid w:val="005F1BBE"/>
    <w:rsid w:val="005F24C0"/>
    <w:rsid w:val="005F3FC5"/>
    <w:rsid w:val="005F5A46"/>
    <w:rsid w:val="005F5C37"/>
    <w:rsid w:val="005F6DAF"/>
    <w:rsid w:val="00601DDC"/>
    <w:rsid w:val="006021AE"/>
    <w:rsid w:val="00604299"/>
    <w:rsid w:val="00610566"/>
    <w:rsid w:val="00610F34"/>
    <w:rsid w:val="006126D0"/>
    <w:rsid w:val="006155C8"/>
    <w:rsid w:val="00615A8B"/>
    <w:rsid w:val="00616825"/>
    <w:rsid w:val="00620A59"/>
    <w:rsid w:val="00620E00"/>
    <w:rsid w:val="00621FC8"/>
    <w:rsid w:val="00627E56"/>
    <w:rsid w:val="0063026D"/>
    <w:rsid w:val="00630A7B"/>
    <w:rsid w:val="00631034"/>
    <w:rsid w:val="00631ECA"/>
    <w:rsid w:val="00634CD4"/>
    <w:rsid w:val="006357BE"/>
    <w:rsid w:val="00640048"/>
    <w:rsid w:val="00640267"/>
    <w:rsid w:val="006403E6"/>
    <w:rsid w:val="006425A6"/>
    <w:rsid w:val="0064298E"/>
    <w:rsid w:val="0064392A"/>
    <w:rsid w:val="00644A23"/>
    <w:rsid w:val="006452AC"/>
    <w:rsid w:val="006508BD"/>
    <w:rsid w:val="00652C0F"/>
    <w:rsid w:val="00653C6F"/>
    <w:rsid w:val="006569D2"/>
    <w:rsid w:val="00657687"/>
    <w:rsid w:val="0066157E"/>
    <w:rsid w:val="00664D03"/>
    <w:rsid w:val="0066524B"/>
    <w:rsid w:val="00665E33"/>
    <w:rsid w:val="006660BD"/>
    <w:rsid w:val="0066771B"/>
    <w:rsid w:val="00667F42"/>
    <w:rsid w:val="00670270"/>
    <w:rsid w:val="0067210C"/>
    <w:rsid w:val="0067289B"/>
    <w:rsid w:val="00674025"/>
    <w:rsid w:val="00674556"/>
    <w:rsid w:val="0067490F"/>
    <w:rsid w:val="00675DCB"/>
    <w:rsid w:val="006779FE"/>
    <w:rsid w:val="006819B4"/>
    <w:rsid w:val="00682D12"/>
    <w:rsid w:val="00682D98"/>
    <w:rsid w:val="006840BB"/>
    <w:rsid w:val="006840D1"/>
    <w:rsid w:val="006844D4"/>
    <w:rsid w:val="00684C5F"/>
    <w:rsid w:val="006855B2"/>
    <w:rsid w:val="00685F12"/>
    <w:rsid w:val="00693125"/>
    <w:rsid w:val="0069374B"/>
    <w:rsid w:val="006951B1"/>
    <w:rsid w:val="006969B4"/>
    <w:rsid w:val="006A3F22"/>
    <w:rsid w:val="006A4A60"/>
    <w:rsid w:val="006A58D6"/>
    <w:rsid w:val="006A669D"/>
    <w:rsid w:val="006A7C6C"/>
    <w:rsid w:val="006B0180"/>
    <w:rsid w:val="006B05AF"/>
    <w:rsid w:val="006B22DB"/>
    <w:rsid w:val="006B3878"/>
    <w:rsid w:val="006B418B"/>
    <w:rsid w:val="006B6539"/>
    <w:rsid w:val="006C0D00"/>
    <w:rsid w:val="006C49D1"/>
    <w:rsid w:val="006C4D38"/>
    <w:rsid w:val="006C6C30"/>
    <w:rsid w:val="006D1E4B"/>
    <w:rsid w:val="006D260C"/>
    <w:rsid w:val="006D2D4A"/>
    <w:rsid w:val="006D2EFB"/>
    <w:rsid w:val="006D50A6"/>
    <w:rsid w:val="006D5157"/>
    <w:rsid w:val="006D58E4"/>
    <w:rsid w:val="006D5B48"/>
    <w:rsid w:val="006D6F20"/>
    <w:rsid w:val="006D7EDD"/>
    <w:rsid w:val="006E02DB"/>
    <w:rsid w:val="006E1F5A"/>
    <w:rsid w:val="006E35B4"/>
    <w:rsid w:val="006E3752"/>
    <w:rsid w:val="006E414E"/>
    <w:rsid w:val="006E4D66"/>
    <w:rsid w:val="006E586E"/>
    <w:rsid w:val="006E6BA4"/>
    <w:rsid w:val="006F00BB"/>
    <w:rsid w:val="006F1416"/>
    <w:rsid w:val="006F1704"/>
    <w:rsid w:val="006F17B3"/>
    <w:rsid w:val="006F22F0"/>
    <w:rsid w:val="006F2419"/>
    <w:rsid w:val="006F3547"/>
    <w:rsid w:val="006F484C"/>
    <w:rsid w:val="006F6324"/>
    <w:rsid w:val="006F7DFC"/>
    <w:rsid w:val="0070031F"/>
    <w:rsid w:val="00702098"/>
    <w:rsid w:val="007035E9"/>
    <w:rsid w:val="00704443"/>
    <w:rsid w:val="007111F8"/>
    <w:rsid w:val="00712165"/>
    <w:rsid w:val="00713730"/>
    <w:rsid w:val="00714CDD"/>
    <w:rsid w:val="00714D47"/>
    <w:rsid w:val="00720A96"/>
    <w:rsid w:val="0072124F"/>
    <w:rsid w:val="00721D3D"/>
    <w:rsid w:val="00723ACF"/>
    <w:rsid w:val="00725DE7"/>
    <w:rsid w:val="0073013B"/>
    <w:rsid w:val="00730834"/>
    <w:rsid w:val="0073145C"/>
    <w:rsid w:val="007331C7"/>
    <w:rsid w:val="00735D74"/>
    <w:rsid w:val="00737834"/>
    <w:rsid w:val="00740923"/>
    <w:rsid w:val="00742B21"/>
    <w:rsid w:val="00743B37"/>
    <w:rsid w:val="00744C45"/>
    <w:rsid w:val="0074661B"/>
    <w:rsid w:val="007466F2"/>
    <w:rsid w:val="00747ADD"/>
    <w:rsid w:val="00747F9D"/>
    <w:rsid w:val="0075025A"/>
    <w:rsid w:val="007542E7"/>
    <w:rsid w:val="00756FF4"/>
    <w:rsid w:val="00757E58"/>
    <w:rsid w:val="007641F8"/>
    <w:rsid w:val="007663CE"/>
    <w:rsid w:val="00766F3D"/>
    <w:rsid w:val="007675F2"/>
    <w:rsid w:val="00770534"/>
    <w:rsid w:val="0077237C"/>
    <w:rsid w:val="00772E34"/>
    <w:rsid w:val="007733CE"/>
    <w:rsid w:val="00775867"/>
    <w:rsid w:val="007764D3"/>
    <w:rsid w:val="00776BA0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2EFA"/>
    <w:rsid w:val="007A56D2"/>
    <w:rsid w:val="007A682B"/>
    <w:rsid w:val="007A6DAB"/>
    <w:rsid w:val="007A7A61"/>
    <w:rsid w:val="007B1FEA"/>
    <w:rsid w:val="007B35FA"/>
    <w:rsid w:val="007B37B4"/>
    <w:rsid w:val="007B42F4"/>
    <w:rsid w:val="007B7223"/>
    <w:rsid w:val="007B74B1"/>
    <w:rsid w:val="007C23FB"/>
    <w:rsid w:val="007C37B8"/>
    <w:rsid w:val="007C3FCF"/>
    <w:rsid w:val="007C5973"/>
    <w:rsid w:val="007C7379"/>
    <w:rsid w:val="007C76B1"/>
    <w:rsid w:val="007C7AE4"/>
    <w:rsid w:val="007D0531"/>
    <w:rsid w:val="007D12E8"/>
    <w:rsid w:val="007D2AD3"/>
    <w:rsid w:val="007D2F14"/>
    <w:rsid w:val="007D39D0"/>
    <w:rsid w:val="007D3C9E"/>
    <w:rsid w:val="007D3CE6"/>
    <w:rsid w:val="007D3F66"/>
    <w:rsid w:val="007D4948"/>
    <w:rsid w:val="007D4B30"/>
    <w:rsid w:val="007D5E75"/>
    <w:rsid w:val="007E4228"/>
    <w:rsid w:val="007F00F0"/>
    <w:rsid w:val="007F08CA"/>
    <w:rsid w:val="007F1D7E"/>
    <w:rsid w:val="007F46CE"/>
    <w:rsid w:val="007F4E83"/>
    <w:rsid w:val="007F540E"/>
    <w:rsid w:val="007F554A"/>
    <w:rsid w:val="007F6178"/>
    <w:rsid w:val="007F7ADF"/>
    <w:rsid w:val="008014F7"/>
    <w:rsid w:val="008016E2"/>
    <w:rsid w:val="0080387A"/>
    <w:rsid w:val="00804EFD"/>
    <w:rsid w:val="00807E29"/>
    <w:rsid w:val="00813710"/>
    <w:rsid w:val="008137F7"/>
    <w:rsid w:val="00813BDE"/>
    <w:rsid w:val="00813E31"/>
    <w:rsid w:val="008143FE"/>
    <w:rsid w:val="008178E3"/>
    <w:rsid w:val="00820A6B"/>
    <w:rsid w:val="0082140E"/>
    <w:rsid w:val="00821CCF"/>
    <w:rsid w:val="0082558B"/>
    <w:rsid w:val="00827324"/>
    <w:rsid w:val="00827E69"/>
    <w:rsid w:val="00830169"/>
    <w:rsid w:val="0083297B"/>
    <w:rsid w:val="00832FBF"/>
    <w:rsid w:val="00833C05"/>
    <w:rsid w:val="008341E8"/>
    <w:rsid w:val="00834C82"/>
    <w:rsid w:val="0083709F"/>
    <w:rsid w:val="00840B95"/>
    <w:rsid w:val="00840FAA"/>
    <w:rsid w:val="00843BF6"/>
    <w:rsid w:val="00845412"/>
    <w:rsid w:val="00845E3D"/>
    <w:rsid w:val="00852599"/>
    <w:rsid w:val="00852709"/>
    <w:rsid w:val="00854238"/>
    <w:rsid w:val="0085686B"/>
    <w:rsid w:val="00856E06"/>
    <w:rsid w:val="00860B2E"/>
    <w:rsid w:val="0086127E"/>
    <w:rsid w:val="008629F5"/>
    <w:rsid w:val="00863005"/>
    <w:rsid w:val="00863FEB"/>
    <w:rsid w:val="00864BC7"/>
    <w:rsid w:val="00865686"/>
    <w:rsid w:val="0086731E"/>
    <w:rsid w:val="0086735D"/>
    <w:rsid w:val="00873B20"/>
    <w:rsid w:val="008747BA"/>
    <w:rsid w:val="00876431"/>
    <w:rsid w:val="008773AC"/>
    <w:rsid w:val="008778C6"/>
    <w:rsid w:val="00877B0F"/>
    <w:rsid w:val="00881878"/>
    <w:rsid w:val="00881BE2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41"/>
    <w:rsid w:val="008928C6"/>
    <w:rsid w:val="00895C82"/>
    <w:rsid w:val="00896372"/>
    <w:rsid w:val="0089702B"/>
    <w:rsid w:val="00897245"/>
    <w:rsid w:val="008975E3"/>
    <w:rsid w:val="008A41D3"/>
    <w:rsid w:val="008A4F65"/>
    <w:rsid w:val="008A5273"/>
    <w:rsid w:val="008A53B6"/>
    <w:rsid w:val="008A5475"/>
    <w:rsid w:val="008A69DC"/>
    <w:rsid w:val="008A745C"/>
    <w:rsid w:val="008B0850"/>
    <w:rsid w:val="008B276B"/>
    <w:rsid w:val="008B2ABF"/>
    <w:rsid w:val="008B2DDF"/>
    <w:rsid w:val="008B3B8D"/>
    <w:rsid w:val="008B50F0"/>
    <w:rsid w:val="008C1F1E"/>
    <w:rsid w:val="008C3304"/>
    <w:rsid w:val="008C42D8"/>
    <w:rsid w:val="008C4A9E"/>
    <w:rsid w:val="008C571E"/>
    <w:rsid w:val="008C63AC"/>
    <w:rsid w:val="008C6C08"/>
    <w:rsid w:val="008C6E25"/>
    <w:rsid w:val="008D05F3"/>
    <w:rsid w:val="008D0A33"/>
    <w:rsid w:val="008D10E2"/>
    <w:rsid w:val="008D134D"/>
    <w:rsid w:val="008D1833"/>
    <w:rsid w:val="008D1D33"/>
    <w:rsid w:val="008D2333"/>
    <w:rsid w:val="008D53AC"/>
    <w:rsid w:val="008E1235"/>
    <w:rsid w:val="008E1E85"/>
    <w:rsid w:val="008E25E8"/>
    <w:rsid w:val="008E25F9"/>
    <w:rsid w:val="008E32FC"/>
    <w:rsid w:val="008E4D39"/>
    <w:rsid w:val="008E7D3A"/>
    <w:rsid w:val="008F0289"/>
    <w:rsid w:val="008F09DA"/>
    <w:rsid w:val="008F1625"/>
    <w:rsid w:val="008F200B"/>
    <w:rsid w:val="008F28FB"/>
    <w:rsid w:val="008F3303"/>
    <w:rsid w:val="008F41AB"/>
    <w:rsid w:val="008F466A"/>
    <w:rsid w:val="008F5340"/>
    <w:rsid w:val="008F5E36"/>
    <w:rsid w:val="008F6761"/>
    <w:rsid w:val="008F6BEB"/>
    <w:rsid w:val="008F6F14"/>
    <w:rsid w:val="00900571"/>
    <w:rsid w:val="00903069"/>
    <w:rsid w:val="00903B3E"/>
    <w:rsid w:val="009066D5"/>
    <w:rsid w:val="00907D22"/>
    <w:rsid w:val="00912168"/>
    <w:rsid w:val="009158B7"/>
    <w:rsid w:val="00922B84"/>
    <w:rsid w:val="0092309B"/>
    <w:rsid w:val="00930022"/>
    <w:rsid w:val="00933133"/>
    <w:rsid w:val="00933956"/>
    <w:rsid w:val="00935110"/>
    <w:rsid w:val="0093592A"/>
    <w:rsid w:val="00944427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3F45"/>
    <w:rsid w:val="009649C4"/>
    <w:rsid w:val="00964A45"/>
    <w:rsid w:val="0096515F"/>
    <w:rsid w:val="00965A9D"/>
    <w:rsid w:val="00967194"/>
    <w:rsid w:val="00970CDE"/>
    <w:rsid w:val="00970D54"/>
    <w:rsid w:val="0097151F"/>
    <w:rsid w:val="009722E3"/>
    <w:rsid w:val="009843DD"/>
    <w:rsid w:val="00985962"/>
    <w:rsid w:val="009877DE"/>
    <w:rsid w:val="00987D58"/>
    <w:rsid w:val="00991712"/>
    <w:rsid w:val="00991D0D"/>
    <w:rsid w:val="00992801"/>
    <w:rsid w:val="0099332C"/>
    <w:rsid w:val="00993D7B"/>
    <w:rsid w:val="009941BF"/>
    <w:rsid w:val="00995277"/>
    <w:rsid w:val="00995EE8"/>
    <w:rsid w:val="00997032"/>
    <w:rsid w:val="009974B6"/>
    <w:rsid w:val="009975FF"/>
    <w:rsid w:val="00997A43"/>
    <w:rsid w:val="009A32B5"/>
    <w:rsid w:val="009A4E0B"/>
    <w:rsid w:val="009A5864"/>
    <w:rsid w:val="009B0016"/>
    <w:rsid w:val="009B09F9"/>
    <w:rsid w:val="009B0DF1"/>
    <w:rsid w:val="009B1999"/>
    <w:rsid w:val="009B6D37"/>
    <w:rsid w:val="009C0BF8"/>
    <w:rsid w:val="009C0D98"/>
    <w:rsid w:val="009C7DF1"/>
    <w:rsid w:val="009D0ACA"/>
    <w:rsid w:val="009D16CA"/>
    <w:rsid w:val="009D1BE8"/>
    <w:rsid w:val="009D203E"/>
    <w:rsid w:val="009D391A"/>
    <w:rsid w:val="009D5C6D"/>
    <w:rsid w:val="009D7216"/>
    <w:rsid w:val="009D76EB"/>
    <w:rsid w:val="009D76ED"/>
    <w:rsid w:val="009E4AB8"/>
    <w:rsid w:val="009E6D0D"/>
    <w:rsid w:val="009E7F21"/>
    <w:rsid w:val="009F0F48"/>
    <w:rsid w:val="009F1152"/>
    <w:rsid w:val="009F11E0"/>
    <w:rsid w:val="009F16EA"/>
    <w:rsid w:val="009F2628"/>
    <w:rsid w:val="009F3ABD"/>
    <w:rsid w:val="009F4131"/>
    <w:rsid w:val="009F4864"/>
    <w:rsid w:val="009F660C"/>
    <w:rsid w:val="009F7E66"/>
    <w:rsid w:val="00A002B4"/>
    <w:rsid w:val="00A00465"/>
    <w:rsid w:val="00A004EF"/>
    <w:rsid w:val="00A02CD5"/>
    <w:rsid w:val="00A030B3"/>
    <w:rsid w:val="00A04C44"/>
    <w:rsid w:val="00A05826"/>
    <w:rsid w:val="00A06C74"/>
    <w:rsid w:val="00A06DB7"/>
    <w:rsid w:val="00A13C4C"/>
    <w:rsid w:val="00A14143"/>
    <w:rsid w:val="00A15DE7"/>
    <w:rsid w:val="00A2015A"/>
    <w:rsid w:val="00A247EE"/>
    <w:rsid w:val="00A2510A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46C78"/>
    <w:rsid w:val="00A5133A"/>
    <w:rsid w:val="00A527E4"/>
    <w:rsid w:val="00A53719"/>
    <w:rsid w:val="00A5510D"/>
    <w:rsid w:val="00A55802"/>
    <w:rsid w:val="00A55C2F"/>
    <w:rsid w:val="00A57D58"/>
    <w:rsid w:val="00A603D4"/>
    <w:rsid w:val="00A6057F"/>
    <w:rsid w:val="00A60715"/>
    <w:rsid w:val="00A60E57"/>
    <w:rsid w:val="00A61C00"/>
    <w:rsid w:val="00A62E8A"/>
    <w:rsid w:val="00A64416"/>
    <w:rsid w:val="00A655B0"/>
    <w:rsid w:val="00A65D94"/>
    <w:rsid w:val="00A67A28"/>
    <w:rsid w:val="00A70D16"/>
    <w:rsid w:val="00A76E89"/>
    <w:rsid w:val="00A77859"/>
    <w:rsid w:val="00A7795B"/>
    <w:rsid w:val="00A81BB5"/>
    <w:rsid w:val="00A82F2B"/>
    <w:rsid w:val="00A83E7D"/>
    <w:rsid w:val="00A84198"/>
    <w:rsid w:val="00A84A6B"/>
    <w:rsid w:val="00A84EF4"/>
    <w:rsid w:val="00A91151"/>
    <w:rsid w:val="00A91DDB"/>
    <w:rsid w:val="00A94675"/>
    <w:rsid w:val="00A94885"/>
    <w:rsid w:val="00A9552E"/>
    <w:rsid w:val="00A95C4A"/>
    <w:rsid w:val="00A965C2"/>
    <w:rsid w:val="00A97445"/>
    <w:rsid w:val="00A97C6F"/>
    <w:rsid w:val="00AA2249"/>
    <w:rsid w:val="00AA22B9"/>
    <w:rsid w:val="00AA2E94"/>
    <w:rsid w:val="00AA3A3F"/>
    <w:rsid w:val="00AA63D0"/>
    <w:rsid w:val="00AB0ED0"/>
    <w:rsid w:val="00AB477F"/>
    <w:rsid w:val="00AB4914"/>
    <w:rsid w:val="00AB7763"/>
    <w:rsid w:val="00AB7A79"/>
    <w:rsid w:val="00AC12D5"/>
    <w:rsid w:val="00AC2D32"/>
    <w:rsid w:val="00AC4C07"/>
    <w:rsid w:val="00AC4EFD"/>
    <w:rsid w:val="00AC7174"/>
    <w:rsid w:val="00AD20D4"/>
    <w:rsid w:val="00AD23A1"/>
    <w:rsid w:val="00AD3140"/>
    <w:rsid w:val="00AD445D"/>
    <w:rsid w:val="00AD4B95"/>
    <w:rsid w:val="00AD58E3"/>
    <w:rsid w:val="00AD7900"/>
    <w:rsid w:val="00AE087D"/>
    <w:rsid w:val="00AE2BD9"/>
    <w:rsid w:val="00AE5B80"/>
    <w:rsid w:val="00AE644E"/>
    <w:rsid w:val="00AF0CE0"/>
    <w:rsid w:val="00AF0E6F"/>
    <w:rsid w:val="00AF2F7D"/>
    <w:rsid w:val="00AF4728"/>
    <w:rsid w:val="00AF503B"/>
    <w:rsid w:val="00AF504E"/>
    <w:rsid w:val="00AF7964"/>
    <w:rsid w:val="00B001B6"/>
    <w:rsid w:val="00B01077"/>
    <w:rsid w:val="00B02A4B"/>
    <w:rsid w:val="00B0394B"/>
    <w:rsid w:val="00B061FC"/>
    <w:rsid w:val="00B06200"/>
    <w:rsid w:val="00B11F52"/>
    <w:rsid w:val="00B12BF6"/>
    <w:rsid w:val="00B1303D"/>
    <w:rsid w:val="00B1340D"/>
    <w:rsid w:val="00B16842"/>
    <w:rsid w:val="00B1692A"/>
    <w:rsid w:val="00B170F4"/>
    <w:rsid w:val="00B20925"/>
    <w:rsid w:val="00B218FA"/>
    <w:rsid w:val="00B226BE"/>
    <w:rsid w:val="00B24647"/>
    <w:rsid w:val="00B25D6D"/>
    <w:rsid w:val="00B26D0C"/>
    <w:rsid w:val="00B2767F"/>
    <w:rsid w:val="00B316BA"/>
    <w:rsid w:val="00B322CF"/>
    <w:rsid w:val="00B32579"/>
    <w:rsid w:val="00B331BF"/>
    <w:rsid w:val="00B33EC4"/>
    <w:rsid w:val="00B375D4"/>
    <w:rsid w:val="00B4139A"/>
    <w:rsid w:val="00B41F50"/>
    <w:rsid w:val="00B42974"/>
    <w:rsid w:val="00B45166"/>
    <w:rsid w:val="00B4561F"/>
    <w:rsid w:val="00B45A9F"/>
    <w:rsid w:val="00B468C4"/>
    <w:rsid w:val="00B46C96"/>
    <w:rsid w:val="00B47AB9"/>
    <w:rsid w:val="00B511DB"/>
    <w:rsid w:val="00B533D8"/>
    <w:rsid w:val="00B54DD3"/>
    <w:rsid w:val="00B557B1"/>
    <w:rsid w:val="00B6192F"/>
    <w:rsid w:val="00B62C88"/>
    <w:rsid w:val="00B634D0"/>
    <w:rsid w:val="00B65AF8"/>
    <w:rsid w:val="00B66CCF"/>
    <w:rsid w:val="00B67922"/>
    <w:rsid w:val="00B67CD9"/>
    <w:rsid w:val="00B7012E"/>
    <w:rsid w:val="00B733C4"/>
    <w:rsid w:val="00B74455"/>
    <w:rsid w:val="00B74A3C"/>
    <w:rsid w:val="00B75F02"/>
    <w:rsid w:val="00B77188"/>
    <w:rsid w:val="00B77A8E"/>
    <w:rsid w:val="00B77F94"/>
    <w:rsid w:val="00B82522"/>
    <w:rsid w:val="00B830E0"/>
    <w:rsid w:val="00B83153"/>
    <w:rsid w:val="00B83322"/>
    <w:rsid w:val="00B83ED4"/>
    <w:rsid w:val="00B84549"/>
    <w:rsid w:val="00B87E13"/>
    <w:rsid w:val="00B87ED2"/>
    <w:rsid w:val="00B90ED7"/>
    <w:rsid w:val="00B912CA"/>
    <w:rsid w:val="00B91578"/>
    <w:rsid w:val="00B9181A"/>
    <w:rsid w:val="00B91A2B"/>
    <w:rsid w:val="00B92139"/>
    <w:rsid w:val="00B924ED"/>
    <w:rsid w:val="00B93658"/>
    <w:rsid w:val="00B939B0"/>
    <w:rsid w:val="00B94BDD"/>
    <w:rsid w:val="00B96817"/>
    <w:rsid w:val="00B975DF"/>
    <w:rsid w:val="00B97FB5"/>
    <w:rsid w:val="00BA117B"/>
    <w:rsid w:val="00BA2310"/>
    <w:rsid w:val="00BA3262"/>
    <w:rsid w:val="00BA5035"/>
    <w:rsid w:val="00BA51A9"/>
    <w:rsid w:val="00BA6437"/>
    <w:rsid w:val="00BA6E11"/>
    <w:rsid w:val="00BA6E3D"/>
    <w:rsid w:val="00BA7519"/>
    <w:rsid w:val="00BB2115"/>
    <w:rsid w:val="00BB2595"/>
    <w:rsid w:val="00BB2F03"/>
    <w:rsid w:val="00BB2FB1"/>
    <w:rsid w:val="00BB3313"/>
    <w:rsid w:val="00BB4337"/>
    <w:rsid w:val="00BC07BD"/>
    <w:rsid w:val="00BC0EE3"/>
    <w:rsid w:val="00BC21CF"/>
    <w:rsid w:val="00BC2E75"/>
    <w:rsid w:val="00BC4B22"/>
    <w:rsid w:val="00BC66C8"/>
    <w:rsid w:val="00BC76AB"/>
    <w:rsid w:val="00BD14AD"/>
    <w:rsid w:val="00BD16F8"/>
    <w:rsid w:val="00BD207D"/>
    <w:rsid w:val="00BD6BAF"/>
    <w:rsid w:val="00BD6D78"/>
    <w:rsid w:val="00BE0948"/>
    <w:rsid w:val="00BE16DD"/>
    <w:rsid w:val="00BE1CEC"/>
    <w:rsid w:val="00BE2705"/>
    <w:rsid w:val="00BE29D7"/>
    <w:rsid w:val="00BE2FFE"/>
    <w:rsid w:val="00BE46CD"/>
    <w:rsid w:val="00BE4747"/>
    <w:rsid w:val="00BE4D1E"/>
    <w:rsid w:val="00BE52F4"/>
    <w:rsid w:val="00BF36F3"/>
    <w:rsid w:val="00BF5296"/>
    <w:rsid w:val="00BF57B8"/>
    <w:rsid w:val="00BF5A02"/>
    <w:rsid w:val="00BF67F8"/>
    <w:rsid w:val="00BF6BEB"/>
    <w:rsid w:val="00C01DF0"/>
    <w:rsid w:val="00C03F3E"/>
    <w:rsid w:val="00C0513B"/>
    <w:rsid w:val="00C071D5"/>
    <w:rsid w:val="00C103E4"/>
    <w:rsid w:val="00C112E5"/>
    <w:rsid w:val="00C121DD"/>
    <w:rsid w:val="00C12FF2"/>
    <w:rsid w:val="00C1476F"/>
    <w:rsid w:val="00C15E06"/>
    <w:rsid w:val="00C16816"/>
    <w:rsid w:val="00C206BF"/>
    <w:rsid w:val="00C20E9E"/>
    <w:rsid w:val="00C22907"/>
    <w:rsid w:val="00C22936"/>
    <w:rsid w:val="00C22C04"/>
    <w:rsid w:val="00C23E3B"/>
    <w:rsid w:val="00C2407B"/>
    <w:rsid w:val="00C2517D"/>
    <w:rsid w:val="00C25C78"/>
    <w:rsid w:val="00C27893"/>
    <w:rsid w:val="00C30567"/>
    <w:rsid w:val="00C320ED"/>
    <w:rsid w:val="00C329D7"/>
    <w:rsid w:val="00C32A7C"/>
    <w:rsid w:val="00C3352D"/>
    <w:rsid w:val="00C33686"/>
    <w:rsid w:val="00C34C0D"/>
    <w:rsid w:val="00C34EA7"/>
    <w:rsid w:val="00C377FF"/>
    <w:rsid w:val="00C37A6D"/>
    <w:rsid w:val="00C37F92"/>
    <w:rsid w:val="00C4057D"/>
    <w:rsid w:val="00C43471"/>
    <w:rsid w:val="00C434AD"/>
    <w:rsid w:val="00C44BF7"/>
    <w:rsid w:val="00C457E8"/>
    <w:rsid w:val="00C45B98"/>
    <w:rsid w:val="00C4647B"/>
    <w:rsid w:val="00C479D6"/>
    <w:rsid w:val="00C50D97"/>
    <w:rsid w:val="00C51AC9"/>
    <w:rsid w:val="00C52826"/>
    <w:rsid w:val="00C53EE1"/>
    <w:rsid w:val="00C54EF2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44BF"/>
    <w:rsid w:val="00C66875"/>
    <w:rsid w:val="00C705BB"/>
    <w:rsid w:val="00C753E6"/>
    <w:rsid w:val="00C768E8"/>
    <w:rsid w:val="00C76F91"/>
    <w:rsid w:val="00C77DCB"/>
    <w:rsid w:val="00C805EA"/>
    <w:rsid w:val="00C808D0"/>
    <w:rsid w:val="00C811EC"/>
    <w:rsid w:val="00C81A0D"/>
    <w:rsid w:val="00C81F19"/>
    <w:rsid w:val="00C823EF"/>
    <w:rsid w:val="00C82BC6"/>
    <w:rsid w:val="00C8317F"/>
    <w:rsid w:val="00C83E7B"/>
    <w:rsid w:val="00C90B9E"/>
    <w:rsid w:val="00C91B13"/>
    <w:rsid w:val="00C9236A"/>
    <w:rsid w:val="00C93050"/>
    <w:rsid w:val="00C931D6"/>
    <w:rsid w:val="00C94BA4"/>
    <w:rsid w:val="00C955B0"/>
    <w:rsid w:val="00C95D08"/>
    <w:rsid w:val="00C964C5"/>
    <w:rsid w:val="00C9656C"/>
    <w:rsid w:val="00C978A2"/>
    <w:rsid w:val="00CA0837"/>
    <w:rsid w:val="00CA15D9"/>
    <w:rsid w:val="00CA1D25"/>
    <w:rsid w:val="00CA2CCD"/>
    <w:rsid w:val="00CA4A21"/>
    <w:rsid w:val="00CA663B"/>
    <w:rsid w:val="00CA6A55"/>
    <w:rsid w:val="00CA7C55"/>
    <w:rsid w:val="00CB0EF6"/>
    <w:rsid w:val="00CB17A5"/>
    <w:rsid w:val="00CB1B45"/>
    <w:rsid w:val="00CB1D4A"/>
    <w:rsid w:val="00CB3841"/>
    <w:rsid w:val="00CB3BB3"/>
    <w:rsid w:val="00CB3DB9"/>
    <w:rsid w:val="00CB3FFB"/>
    <w:rsid w:val="00CB4840"/>
    <w:rsid w:val="00CB4C9F"/>
    <w:rsid w:val="00CB5FEA"/>
    <w:rsid w:val="00CB6710"/>
    <w:rsid w:val="00CB70BC"/>
    <w:rsid w:val="00CB76CB"/>
    <w:rsid w:val="00CC0D98"/>
    <w:rsid w:val="00CC7E79"/>
    <w:rsid w:val="00CD1797"/>
    <w:rsid w:val="00CD245F"/>
    <w:rsid w:val="00CD2572"/>
    <w:rsid w:val="00CD4F69"/>
    <w:rsid w:val="00CD52E6"/>
    <w:rsid w:val="00CD531C"/>
    <w:rsid w:val="00CD5A40"/>
    <w:rsid w:val="00CE57CD"/>
    <w:rsid w:val="00CE65D2"/>
    <w:rsid w:val="00CF0675"/>
    <w:rsid w:val="00CF22B2"/>
    <w:rsid w:val="00CF2FE1"/>
    <w:rsid w:val="00CF4ED3"/>
    <w:rsid w:val="00CF5B25"/>
    <w:rsid w:val="00D01992"/>
    <w:rsid w:val="00D02412"/>
    <w:rsid w:val="00D054F0"/>
    <w:rsid w:val="00D076DC"/>
    <w:rsid w:val="00D07A83"/>
    <w:rsid w:val="00D10530"/>
    <w:rsid w:val="00D107A8"/>
    <w:rsid w:val="00D11393"/>
    <w:rsid w:val="00D12047"/>
    <w:rsid w:val="00D13B2F"/>
    <w:rsid w:val="00D15673"/>
    <w:rsid w:val="00D15C6A"/>
    <w:rsid w:val="00D16C85"/>
    <w:rsid w:val="00D175CB"/>
    <w:rsid w:val="00D22DD1"/>
    <w:rsid w:val="00D25AD0"/>
    <w:rsid w:val="00D264A5"/>
    <w:rsid w:val="00D2697C"/>
    <w:rsid w:val="00D31786"/>
    <w:rsid w:val="00D3216B"/>
    <w:rsid w:val="00D3327E"/>
    <w:rsid w:val="00D3362F"/>
    <w:rsid w:val="00D343A5"/>
    <w:rsid w:val="00D34F24"/>
    <w:rsid w:val="00D379FF"/>
    <w:rsid w:val="00D41B49"/>
    <w:rsid w:val="00D4244D"/>
    <w:rsid w:val="00D42E4D"/>
    <w:rsid w:val="00D42FB9"/>
    <w:rsid w:val="00D4351F"/>
    <w:rsid w:val="00D44095"/>
    <w:rsid w:val="00D447FF"/>
    <w:rsid w:val="00D45382"/>
    <w:rsid w:val="00D45AD5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9A3"/>
    <w:rsid w:val="00D57E28"/>
    <w:rsid w:val="00D60793"/>
    <w:rsid w:val="00D60BC9"/>
    <w:rsid w:val="00D65290"/>
    <w:rsid w:val="00D653B4"/>
    <w:rsid w:val="00D6653E"/>
    <w:rsid w:val="00D67B58"/>
    <w:rsid w:val="00D70091"/>
    <w:rsid w:val="00D708BD"/>
    <w:rsid w:val="00D70967"/>
    <w:rsid w:val="00D726C4"/>
    <w:rsid w:val="00D73CE0"/>
    <w:rsid w:val="00D73F82"/>
    <w:rsid w:val="00D749EF"/>
    <w:rsid w:val="00D75F1C"/>
    <w:rsid w:val="00D76064"/>
    <w:rsid w:val="00D8147A"/>
    <w:rsid w:val="00D81619"/>
    <w:rsid w:val="00D82F9B"/>
    <w:rsid w:val="00D848BD"/>
    <w:rsid w:val="00D87D8B"/>
    <w:rsid w:val="00D909BE"/>
    <w:rsid w:val="00D913F9"/>
    <w:rsid w:val="00D91D93"/>
    <w:rsid w:val="00D92595"/>
    <w:rsid w:val="00D95943"/>
    <w:rsid w:val="00D95FAC"/>
    <w:rsid w:val="00D963D1"/>
    <w:rsid w:val="00D96581"/>
    <w:rsid w:val="00D97B60"/>
    <w:rsid w:val="00D97C6F"/>
    <w:rsid w:val="00DA04A3"/>
    <w:rsid w:val="00DA062A"/>
    <w:rsid w:val="00DA111E"/>
    <w:rsid w:val="00DA31D6"/>
    <w:rsid w:val="00DA4211"/>
    <w:rsid w:val="00DA4346"/>
    <w:rsid w:val="00DA556E"/>
    <w:rsid w:val="00DA5598"/>
    <w:rsid w:val="00DA657F"/>
    <w:rsid w:val="00DA6FCB"/>
    <w:rsid w:val="00DB02F5"/>
    <w:rsid w:val="00DB3699"/>
    <w:rsid w:val="00DB54E0"/>
    <w:rsid w:val="00DB56E4"/>
    <w:rsid w:val="00DB7CD8"/>
    <w:rsid w:val="00DC0750"/>
    <w:rsid w:val="00DC30AB"/>
    <w:rsid w:val="00DC57CB"/>
    <w:rsid w:val="00DC638C"/>
    <w:rsid w:val="00DC6A9B"/>
    <w:rsid w:val="00DD157D"/>
    <w:rsid w:val="00DD159E"/>
    <w:rsid w:val="00DD3007"/>
    <w:rsid w:val="00DD33D9"/>
    <w:rsid w:val="00DD38BE"/>
    <w:rsid w:val="00DD532A"/>
    <w:rsid w:val="00DE03F1"/>
    <w:rsid w:val="00DE18DC"/>
    <w:rsid w:val="00DE1AB3"/>
    <w:rsid w:val="00DE2208"/>
    <w:rsid w:val="00DE28FA"/>
    <w:rsid w:val="00DE2BD4"/>
    <w:rsid w:val="00DE30EA"/>
    <w:rsid w:val="00DE5C0A"/>
    <w:rsid w:val="00DE61D8"/>
    <w:rsid w:val="00DE654F"/>
    <w:rsid w:val="00DF1E76"/>
    <w:rsid w:val="00DF21D9"/>
    <w:rsid w:val="00DF25A5"/>
    <w:rsid w:val="00DF2694"/>
    <w:rsid w:val="00DF3868"/>
    <w:rsid w:val="00DF3B70"/>
    <w:rsid w:val="00DF424D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061C"/>
    <w:rsid w:val="00E20CEB"/>
    <w:rsid w:val="00E21396"/>
    <w:rsid w:val="00E23C1B"/>
    <w:rsid w:val="00E23CB9"/>
    <w:rsid w:val="00E24926"/>
    <w:rsid w:val="00E24FF0"/>
    <w:rsid w:val="00E258C3"/>
    <w:rsid w:val="00E25A70"/>
    <w:rsid w:val="00E26596"/>
    <w:rsid w:val="00E30755"/>
    <w:rsid w:val="00E30C3B"/>
    <w:rsid w:val="00E30DE7"/>
    <w:rsid w:val="00E31390"/>
    <w:rsid w:val="00E31B45"/>
    <w:rsid w:val="00E32D84"/>
    <w:rsid w:val="00E333C7"/>
    <w:rsid w:val="00E33D1D"/>
    <w:rsid w:val="00E346FF"/>
    <w:rsid w:val="00E3538C"/>
    <w:rsid w:val="00E35630"/>
    <w:rsid w:val="00E35C28"/>
    <w:rsid w:val="00E36F3B"/>
    <w:rsid w:val="00E37A18"/>
    <w:rsid w:val="00E40CEA"/>
    <w:rsid w:val="00E42E3F"/>
    <w:rsid w:val="00E435E1"/>
    <w:rsid w:val="00E43DDC"/>
    <w:rsid w:val="00E515EB"/>
    <w:rsid w:val="00E51661"/>
    <w:rsid w:val="00E52171"/>
    <w:rsid w:val="00E527DB"/>
    <w:rsid w:val="00E54B0E"/>
    <w:rsid w:val="00E54F38"/>
    <w:rsid w:val="00E57C58"/>
    <w:rsid w:val="00E57CCF"/>
    <w:rsid w:val="00E57E75"/>
    <w:rsid w:val="00E603BB"/>
    <w:rsid w:val="00E61487"/>
    <w:rsid w:val="00E6191E"/>
    <w:rsid w:val="00E62021"/>
    <w:rsid w:val="00E65AE5"/>
    <w:rsid w:val="00E66233"/>
    <w:rsid w:val="00E66421"/>
    <w:rsid w:val="00E6688F"/>
    <w:rsid w:val="00E67865"/>
    <w:rsid w:val="00E71BA4"/>
    <w:rsid w:val="00E74288"/>
    <w:rsid w:val="00E74C38"/>
    <w:rsid w:val="00E758F9"/>
    <w:rsid w:val="00E77001"/>
    <w:rsid w:val="00E81E07"/>
    <w:rsid w:val="00E82176"/>
    <w:rsid w:val="00E84B87"/>
    <w:rsid w:val="00E878C9"/>
    <w:rsid w:val="00E879AE"/>
    <w:rsid w:val="00E87E10"/>
    <w:rsid w:val="00E90454"/>
    <w:rsid w:val="00E90CE1"/>
    <w:rsid w:val="00E911C4"/>
    <w:rsid w:val="00E914CA"/>
    <w:rsid w:val="00E91DC3"/>
    <w:rsid w:val="00E92C2B"/>
    <w:rsid w:val="00E93E57"/>
    <w:rsid w:val="00E962F2"/>
    <w:rsid w:val="00E96352"/>
    <w:rsid w:val="00E967BC"/>
    <w:rsid w:val="00E9748D"/>
    <w:rsid w:val="00E97501"/>
    <w:rsid w:val="00E978DF"/>
    <w:rsid w:val="00EA131E"/>
    <w:rsid w:val="00EA2548"/>
    <w:rsid w:val="00EA4AF4"/>
    <w:rsid w:val="00EA4B94"/>
    <w:rsid w:val="00EA5044"/>
    <w:rsid w:val="00EA5562"/>
    <w:rsid w:val="00EA5E8D"/>
    <w:rsid w:val="00EA5EE8"/>
    <w:rsid w:val="00EA6D33"/>
    <w:rsid w:val="00EB1C81"/>
    <w:rsid w:val="00EB2079"/>
    <w:rsid w:val="00EB23FF"/>
    <w:rsid w:val="00EB2776"/>
    <w:rsid w:val="00EB4270"/>
    <w:rsid w:val="00EB56D7"/>
    <w:rsid w:val="00EB6E6D"/>
    <w:rsid w:val="00EB711D"/>
    <w:rsid w:val="00EB7714"/>
    <w:rsid w:val="00EC21FD"/>
    <w:rsid w:val="00EC35BC"/>
    <w:rsid w:val="00EC4165"/>
    <w:rsid w:val="00EC464F"/>
    <w:rsid w:val="00EC4D45"/>
    <w:rsid w:val="00EC548E"/>
    <w:rsid w:val="00ED0EB9"/>
    <w:rsid w:val="00ED2951"/>
    <w:rsid w:val="00ED3641"/>
    <w:rsid w:val="00ED4055"/>
    <w:rsid w:val="00ED5630"/>
    <w:rsid w:val="00ED6BD2"/>
    <w:rsid w:val="00ED6ECF"/>
    <w:rsid w:val="00ED7F8F"/>
    <w:rsid w:val="00EE11ED"/>
    <w:rsid w:val="00EE17B9"/>
    <w:rsid w:val="00EE1D6F"/>
    <w:rsid w:val="00EE20C5"/>
    <w:rsid w:val="00EE2BDB"/>
    <w:rsid w:val="00EE3171"/>
    <w:rsid w:val="00EE3721"/>
    <w:rsid w:val="00EE5E83"/>
    <w:rsid w:val="00EE5F5F"/>
    <w:rsid w:val="00EE64B4"/>
    <w:rsid w:val="00EE74C9"/>
    <w:rsid w:val="00EF110A"/>
    <w:rsid w:val="00EF20AA"/>
    <w:rsid w:val="00EF48B2"/>
    <w:rsid w:val="00EF67ED"/>
    <w:rsid w:val="00EF76F7"/>
    <w:rsid w:val="00EF78C4"/>
    <w:rsid w:val="00F006BB"/>
    <w:rsid w:val="00F00ADE"/>
    <w:rsid w:val="00F010D9"/>
    <w:rsid w:val="00F0251D"/>
    <w:rsid w:val="00F02679"/>
    <w:rsid w:val="00F03D51"/>
    <w:rsid w:val="00F0516F"/>
    <w:rsid w:val="00F051A4"/>
    <w:rsid w:val="00F058BC"/>
    <w:rsid w:val="00F0639E"/>
    <w:rsid w:val="00F06C2F"/>
    <w:rsid w:val="00F07165"/>
    <w:rsid w:val="00F07373"/>
    <w:rsid w:val="00F10545"/>
    <w:rsid w:val="00F12034"/>
    <w:rsid w:val="00F12E82"/>
    <w:rsid w:val="00F13B3D"/>
    <w:rsid w:val="00F142D3"/>
    <w:rsid w:val="00F14728"/>
    <w:rsid w:val="00F15E48"/>
    <w:rsid w:val="00F172DC"/>
    <w:rsid w:val="00F2102B"/>
    <w:rsid w:val="00F22FD5"/>
    <w:rsid w:val="00F23B8B"/>
    <w:rsid w:val="00F2400A"/>
    <w:rsid w:val="00F24540"/>
    <w:rsid w:val="00F24F4E"/>
    <w:rsid w:val="00F25B0F"/>
    <w:rsid w:val="00F26AD5"/>
    <w:rsid w:val="00F27A33"/>
    <w:rsid w:val="00F300E6"/>
    <w:rsid w:val="00F3087D"/>
    <w:rsid w:val="00F316D0"/>
    <w:rsid w:val="00F3189E"/>
    <w:rsid w:val="00F31D8B"/>
    <w:rsid w:val="00F34302"/>
    <w:rsid w:val="00F34E83"/>
    <w:rsid w:val="00F356DA"/>
    <w:rsid w:val="00F366A8"/>
    <w:rsid w:val="00F37A54"/>
    <w:rsid w:val="00F37CC9"/>
    <w:rsid w:val="00F37FA0"/>
    <w:rsid w:val="00F424FA"/>
    <w:rsid w:val="00F45E56"/>
    <w:rsid w:val="00F45E9C"/>
    <w:rsid w:val="00F47B2B"/>
    <w:rsid w:val="00F50812"/>
    <w:rsid w:val="00F517B8"/>
    <w:rsid w:val="00F537F8"/>
    <w:rsid w:val="00F54A3E"/>
    <w:rsid w:val="00F561C9"/>
    <w:rsid w:val="00F57B9A"/>
    <w:rsid w:val="00F60800"/>
    <w:rsid w:val="00F60854"/>
    <w:rsid w:val="00F60E2F"/>
    <w:rsid w:val="00F610BB"/>
    <w:rsid w:val="00F61B15"/>
    <w:rsid w:val="00F61BAB"/>
    <w:rsid w:val="00F66D12"/>
    <w:rsid w:val="00F670C4"/>
    <w:rsid w:val="00F70828"/>
    <w:rsid w:val="00F70F3B"/>
    <w:rsid w:val="00F71998"/>
    <w:rsid w:val="00F71F81"/>
    <w:rsid w:val="00F7442B"/>
    <w:rsid w:val="00F744CA"/>
    <w:rsid w:val="00F75A98"/>
    <w:rsid w:val="00F76050"/>
    <w:rsid w:val="00F765E4"/>
    <w:rsid w:val="00F76A91"/>
    <w:rsid w:val="00F772AA"/>
    <w:rsid w:val="00F8012C"/>
    <w:rsid w:val="00F80BEC"/>
    <w:rsid w:val="00F80F4C"/>
    <w:rsid w:val="00F868B2"/>
    <w:rsid w:val="00F87F11"/>
    <w:rsid w:val="00F907FA"/>
    <w:rsid w:val="00F91E75"/>
    <w:rsid w:val="00F94C91"/>
    <w:rsid w:val="00FA1DDA"/>
    <w:rsid w:val="00FA3F67"/>
    <w:rsid w:val="00FA4E26"/>
    <w:rsid w:val="00FA74A6"/>
    <w:rsid w:val="00FA7638"/>
    <w:rsid w:val="00FB1348"/>
    <w:rsid w:val="00FB2972"/>
    <w:rsid w:val="00FB38D3"/>
    <w:rsid w:val="00FB3DF4"/>
    <w:rsid w:val="00FB4A02"/>
    <w:rsid w:val="00FB5C5B"/>
    <w:rsid w:val="00FB74B8"/>
    <w:rsid w:val="00FB74F8"/>
    <w:rsid w:val="00FB7F34"/>
    <w:rsid w:val="00FC0022"/>
    <w:rsid w:val="00FC00BF"/>
    <w:rsid w:val="00FC17DB"/>
    <w:rsid w:val="00FC407D"/>
    <w:rsid w:val="00FC4192"/>
    <w:rsid w:val="00FC4F30"/>
    <w:rsid w:val="00FC5545"/>
    <w:rsid w:val="00FC6939"/>
    <w:rsid w:val="00FC73D1"/>
    <w:rsid w:val="00FD1524"/>
    <w:rsid w:val="00FD2367"/>
    <w:rsid w:val="00FD31A1"/>
    <w:rsid w:val="00FD3523"/>
    <w:rsid w:val="00FD4A8A"/>
    <w:rsid w:val="00FD6A49"/>
    <w:rsid w:val="00FE0061"/>
    <w:rsid w:val="00FE11B6"/>
    <w:rsid w:val="00FE2062"/>
    <w:rsid w:val="00FE206A"/>
    <w:rsid w:val="00FE245E"/>
    <w:rsid w:val="00FE2E91"/>
    <w:rsid w:val="00FE3996"/>
    <w:rsid w:val="00FE6348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33E18B4B"/>
  <w15:docId w15:val="{98099901-24F1-4502-B727-3D885BB4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3718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DeltaViewInsertion">
    <w:name w:val="DeltaView Insertion"/>
    <w:rsid w:val="000E70CD"/>
    <w:rPr>
      <w:b/>
      <w:i/>
      <w:spacing w:val="0"/>
    </w:rPr>
  </w:style>
  <w:style w:type="character" w:customStyle="1" w:styleId="Tekstpodstawowy3Znak">
    <w:name w:val="Tekst podstawowy 3 Znak"/>
    <w:basedOn w:val="Domylnaczcionkaakapitu"/>
    <w:link w:val="Tekstpodstawowy3"/>
    <w:rsid w:val="00AD58E3"/>
    <w:rPr>
      <w:b/>
      <w:i/>
      <w:sz w:val="28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rsid w:val="00D45AD5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7165"/>
    <w:rPr>
      <w:color w:val="605E5C"/>
      <w:shd w:val="clear" w:color="auto" w:fill="E1DFDD"/>
    </w:rPr>
  </w:style>
  <w:style w:type="paragraph" w:customStyle="1" w:styleId="Standard">
    <w:name w:val="Standard"/>
    <w:rsid w:val="00CA663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2F71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37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E31D-C9AD-434C-AFB7-9D919D08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16092</TotalTime>
  <Pages>4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8808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Karolina</cp:lastModifiedBy>
  <cp:revision>414</cp:revision>
  <cp:lastPrinted>2024-09-18T10:05:00Z</cp:lastPrinted>
  <dcterms:created xsi:type="dcterms:W3CDTF">2013-07-24T08:10:00Z</dcterms:created>
  <dcterms:modified xsi:type="dcterms:W3CDTF">2024-09-19T19:58:00Z</dcterms:modified>
</cp:coreProperties>
</file>