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42127" w:rsidRDefault="00A42127" w:rsidP="00A42127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Załącznik nr 6 do SWZ</w:t>
      </w:r>
    </w:p>
    <w:p w:rsidR="00A42127" w:rsidRDefault="00A42127" w:rsidP="00A42127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0200C8" w:rsidRPr="00AC6D77" w:rsidRDefault="000200C8" w:rsidP="000200C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C6D77">
        <w:rPr>
          <w:rFonts w:asciiTheme="minorHAnsi" w:hAnsiTheme="minorHAnsi" w:cstheme="minorHAnsi"/>
          <w:b/>
          <w:bCs/>
          <w:sz w:val="28"/>
          <w:szCs w:val="28"/>
        </w:rPr>
        <w:t xml:space="preserve">FORMULARZ </w:t>
      </w:r>
      <w:r w:rsidR="00AC6D77" w:rsidRPr="00AC6D77">
        <w:rPr>
          <w:rFonts w:asciiTheme="minorHAnsi" w:hAnsiTheme="minorHAnsi" w:cstheme="minorHAnsi"/>
          <w:b/>
          <w:bCs/>
          <w:sz w:val="28"/>
          <w:szCs w:val="28"/>
        </w:rPr>
        <w:t>PRODUKTOWY</w:t>
      </w:r>
    </w:p>
    <w:p w:rsidR="00E63F70" w:rsidRDefault="00662429" w:rsidP="000766D5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83C08" w:rsidRPr="006104B1">
        <w:tab/>
      </w:r>
    </w:p>
    <w:tbl>
      <w:tblPr>
        <w:tblStyle w:val="Tabela-Siatka"/>
        <w:tblW w:w="13992" w:type="dxa"/>
        <w:jc w:val="center"/>
        <w:tblLook w:val="04A0" w:firstRow="1" w:lastRow="0" w:firstColumn="1" w:lastColumn="0" w:noHBand="0" w:noVBand="1"/>
      </w:tblPr>
      <w:tblGrid>
        <w:gridCol w:w="2570"/>
        <w:gridCol w:w="6639"/>
        <w:gridCol w:w="4783"/>
      </w:tblGrid>
      <w:tr w:rsidR="00A42127" w:rsidTr="00AC6D77">
        <w:trPr>
          <w:jc w:val="center"/>
        </w:trPr>
        <w:tc>
          <w:tcPr>
            <w:tcW w:w="9209" w:type="dxa"/>
            <w:gridSpan w:val="2"/>
          </w:tcPr>
          <w:p w:rsidR="00A42127" w:rsidRPr="00F81F9A" w:rsidRDefault="00A42127" w:rsidP="00037AA8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81F9A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MINIMALNE </w:t>
            </w:r>
            <w:r w:rsidRPr="00F81F9A">
              <w:rPr>
                <w:rFonts w:asciiTheme="minorHAnsi" w:hAnsiTheme="minorHAnsi" w:cstheme="minorHAnsi"/>
                <w:b/>
              </w:rPr>
              <w:t>wymagania techniczne funkcjonalno- użytkowe</w:t>
            </w:r>
          </w:p>
        </w:tc>
        <w:tc>
          <w:tcPr>
            <w:tcW w:w="4783" w:type="dxa"/>
            <w:vMerge w:val="restart"/>
          </w:tcPr>
          <w:p w:rsidR="00A42127" w:rsidRPr="00A42127" w:rsidRDefault="00A42127" w:rsidP="00037AA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42127">
              <w:rPr>
                <w:rFonts w:asciiTheme="minorHAnsi" w:hAnsiTheme="minorHAnsi" w:cstheme="minorHAnsi"/>
                <w:b/>
              </w:rPr>
              <w:t xml:space="preserve">Należy wypełnić wszystkie kolumny poprzez zaznaczenie spełnia/nie spełnia lub wpisanie parametrów technicznych </w:t>
            </w:r>
          </w:p>
        </w:tc>
      </w:tr>
      <w:tr w:rsidR="00A42127" w:rsidTr="00AC6D77">
        <w:trPr>
          <w:jc w:val="center"/>
        </w:trPr>
        <w:tc>
          <w:tcPr>
            <w:tcW w:w="9209" w:type="dxa"/>
            <w:gridSpan w:val="2"/>
          </w:tcPr>
          <w:p w:rsidR="00A42127" w:rsidRPr="00F81F9A" w:rsidRDefault="00A42127" w:rsidP="0038634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81F9A">
              <w:rPr>
                <w:rFonts w:asciiTheme="minorHAnsi" w:hAnsiTheme="minorHAnsi" w:cstheme="minorHAnsi"/>
                <w:b/>
              </w:rPr>
              <w:t>WYMAGANIA OGÓLNE</w:t>
            </w:r>
          </w:p>
        </w:tc>
        <w:tc>
          <w:tcPr>
            <w:tcW w:w="4783" w:type="dxa"/>
            <w:vMerge/>
          </w:tcPr>
          <w:p w:rsidR="00A42127" w:rsidRPr="00F81F9A" w:rsidRDefault="00A42127" w:rsidP="0038634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Rodzaj pojazdu</w:t>
            </w:r>
          </w:p>
        </w:tc>
        <w:tc>
          <w:tcPr>
            <w:tcW w:w="6639" w:type="dxa"/>
          </w:tcPr>
          <w:p w:rsidR="00A42127" w:rsidRPr="00F81F9A" w:rsidRDefault="00A42127" w:rsidP="00A31994">
            <w:pPr>
              <w:jc w:val="both"/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Pojazd specjalistyczny spełniający wymagania  techniczne określone przez  obowiązujące w Polsce przepisy dla pojazdów poruszających się po drogach publicznych, w tym warunki techniczne wynikające  z ustawy z dnia 20 czerwca 1997 r. Prawo o ruchu drogowym</w:t>
            </w:r>
            <w:r w:rsidR="00E14406">
              <w:rPr>
                <w:rFonts w:asciiTheme="minorHAnsi" w:hAnsiTheme="minorHAnsi" w:cstheme="minorHAnsi"/>
              </w:rPr>
              <w:t xml:space="preserve"> </w:t>
            </w:r>
            <w:r w:rsidRPr="00F81F9A">
              <w:rPr>
                <w:rFonts w:asciiTheme="minorHAnsi" w:hAnsiTheme="minorHAnsi" w:cstheme="minorHAnsi"/>
              </w:rPr>
              <w:t>(Dz.U. z 2022 poz. 988 ze zm.), oraz Rozporządzenie Ministra Infrastruktury z dnia 31 grudnia 2002 r. w sprawie warunków technicznych pojazdów oraz zakresu ich niezbędnego wyposażenia ( Dz.U z 2016 r. poz. 2022 ze zm.)</w:t>
            </w:r>
          </w:p>
        </w:tc>
        <w:tc>
          <w:tcPr>
            <w:tcW w:w="4783" w:type="dxa"/>
          </w:tcPr>
          <w:p w:rsidR="00A42127" w:rsidRDefault="00A42127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2127" w:rsidRDefault="00A42127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2127" w:rsidRPr="00A42127" w:rsidRDefault="00A42127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2127">
              <w:rPr>
                <w:rFonts w:asciiTheme="minorHAnsi" w:hAnsiTheme="minorHAnsi" w:cstheme="minorHAnsi"/>
                <w:sz w:val="22"/>
                <w:szCs w:val="22"/>
              </w:rPr>
              <w:t>Samochód osobowy z homologacją marki…………………</w:t>
            </w:r>
          </w:p>
          <w:p w:rsidR="00A42127" w:rsidRDefault="00A42127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2127" w:rsidRDefault="00A42127" w:rsidP="00AC6D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A42127" w:rsidRDefault="00A42127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42127">
              <w:rPr>
                <w:rFonts w:asciiTheme="minorHAnsi" w:hAnsiTheme="minorHAnsi" w:cstheme="minorHAnsi"/>
                <w:sz w:val="22"/>
                <w:szCs w:val="22"/>
              </w:rPr>
              <w:t>Typ/model…………………………………………</w:t>
            </w:r>
          </w:p>
          <w:p w:rsidR="000200C8" w:rsidRDefault="000200C8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00C8" w:rsidRDefault="000200C8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200C8" w:rsidRPr="00A42127" w:rsidRDefault="000200C8" w:rsidP="00A421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Kolor …………………………………………………</w:t>
            </w:r>
          </w:p>
          <w:p w:rsidR="00A42127" w:rsidRPr="00F81F9A" w:rsidRDefault="00A42127" w:rsidP="00A31994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Rok produkcji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2024 fabrycznie nowy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Rok produkcji ……………………………………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Pojemność skokowa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  <w:vertAlign w:val="superscript"/>
              </w:rPr>
            </w:pPr>
            <w:r w:rsidRPr="00F81F9A">
              <w:rPr>
                <w:rFonts w:asciiTheme="minorHAnsi" w:hAnsiTheme="minorHAnsi" w:cstheme="minorHAnsi"/>
              </w:rPr>
              <w:t>Nie mniej niż 1900 cm</w:t>
            </w:r>
            <w:r w:rsidRPr="00F81F9A">
              <w:rPr>
                <w:rFonts w:asciiTheme="minorHAnsi" w:hAnsiTheme="minorHAnsi" w:cstheme="minorHAnsi"/>
                <w:vertAlign w:val="superscript"/>
              </w:rPr>
              <w:t>3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Pojemność skokowa</w:t>
            </w:r>
            <w:r>
              <w:rPr>
                <w:rFonts w:asciiTheme="minorHAnsi" w:hAnsiTheme="minorHAnsi" w:cstheme="minorHAnsi"/>
              </w:rPr>
              <w:t xml:space="preserve"> …………………………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Moc silnika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Nie mniej niż 130 KM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Moc silnika</w:t>
            </w:r>
            <w:r>
              <w:rPr>
                <w:rFonts w:asciiTheme="minorHAnsi" w:hAnsiTheme="minorHAnsi" w:cstheme="minorHAnsi"/>
              </w:rPr>
              <w:t xml:space="preserve"> ……………………………………….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Typ silnika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Diesel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Typ silnika</w:t>
            </w:r>
            <w:r>
              <w:rPr>
                <w:rFonts w:asciiTheme="minorHAnsi" w:hAnsiTheme="minorHAnsi" w:cstheme="minorHAnsi"/>
              </w:rPr>
              <w:t xml:space="preserve"> ………………………………………..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Norma emisji spalin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 xml:space="preserve">Minimum Euro 6 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Norma emisji spalin</w:t>
            </w:r>
            <w:r>
              <w:rPr>
                <w:rFonts w:asciiTheme="minorHAnsi" w:hAnsiTheme="minorHAnsi" w:cstheme="minorHAnsi"/>
              </w:rPr>
              <w:t xml:space="preserve"> …………………………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Skrzynia biegów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Manualna 6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F81F9A">
              <w:rPr>
                <w:rFonts w:asciiTheme="minorHAnsi" w:hAnsiTheme="minorHAnsi" w:cstheme="minorHAnsi"/>
              </w:rPr>
              <w:t>lub automat nie koniecznie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Skrzynia biegów</w:t>
            </w:r>
            <w:r>
              <w:rPr>
                <w:rFonts w:asciiTheme="minorHAnsi" w:hAnsiTheme="minorHAnsi" w:cstheme="minorHAnsi"/>
              </w:rPr>
              <w:t xml:space="preserve"> ……………………………… 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Napęd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Oś przednia</w:t>
            </w:r>
          </w:p>
        </w:tc>
        <w:tc>
          <w:tcPr>
            <w:tcW w:w="4783" w:type="dxa"/>
          </w:tcPr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Napęd</w:t>
            </w:r>
            <w:r>
              <w:rPr>
                <w:rFonts w:asciiTheme="minorHAnsi" w:hAnsiTheme="minorHAnsi" w:cstheme="minorHAnsi"/>
              </w:rPr>
              <w:t xml:space="preserve"> ……………………………………………..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 xml:space="preserve">Długość minimalna/ 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maksymalna pojazdu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5400 mm do 6000 mm</w:t>
            </w:r>
          </w:p>
        </w:tc>
        <w:tc>
          <w:tcPr>
            <w:tcW w:w="4783" w:type="dxa"/>
          </w:tcPr>
          <w:p w:rsidR="000200C8" w:rsidRDefault="000200C8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Długość …………………………………………….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C8072B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 xml:space="preserve">Wysokość </w:t>
            </w:r>
          </w:p>
          <w:p w:rsidR="00A42127" w:rsidRPr="00F81F9A" w:rsidRDefault="00A42127" w:rsidP="00C8072B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maksymalna pojazdu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Max 2200 mm</w:t>
            </w:r>
          </w:p>
        </w:tc>
        <w:tc>
          <w:tcPr>
            <w:tcW w:w="4783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0200C8" w:rsidRPr="00F81F9A" w:rsidRDefault="000200C8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Wysokość ………………………………………..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Szerokość maksymalna pojazdu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Max 2700 mm</w:t>
            </w:r>
          </w:p>
        </w:tc>
        <w:tc>
          <w:tcPr>
            <w:tcW w:w="4783" w:type="dxa"/>
          </w:tcPr>
          <w:p w:rsidR="000200C8" w:rsidRDefault="000200C8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0200C8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Szerokość ………………………………………..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System bezpieczeństwa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system monitorowania ciśnienia w oponach,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system stabilizacji toru jazdy,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system wspomagania hamowania,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system wspomagający pokonywanie podjazdów,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system zapobiegający blokowaniu kół (ABS),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wycieraczki automatyczne przedniej szyby z czujnikiem deszczu,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alarm oraz centralny zamek sterowany zdalnie,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- minimum tylne czujniki parkowania.</w:t>
            </w:r>
          </w:p>
        </w:tc>
        <w:tc>
          <w:tcPr>
            <w:tcW w:w="4783" w:type="dxa"/>
          </w:tcPr>
          <w:p w:rsidR="00A42127" w:rsidRPr="00F81F9A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Ogumienie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j</w:t>
            </w:r>
            <w:r w:rsidRPr="00F81F9A">
              <w:rPr>
                <w:rFonts w:asciiTheme="minorHAnsi" w:hAnsiTheme="minorHAnsi" w:cstheme="minorHAnsi"/>
              </w:rPr>
              <w:t>eżeli auto jest na oponach letnich, dodatkowo komplet opon zimowych i odwrotnie</w:t>
            </w:r>
            <w:r>
              <w:rPr>
                <w:rFonts w:asciiTheme="minorHAnsi" w:hAnsiTheme="minorHAnsi" w:cstheme="minorHAnsi"/>
              </w:rPr>
              <w:t>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F81F9A">
              <w:rPr>
                <w:rFonts w:asciiTheme="minorHAnsi" w:hAnsiTheme="minorHAnsi" w:cstheme="minorHAnsi"/>
              </w:rPr>
              <w:t>ełnowymiarowe koło zapasowe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4783" w:type="dxa"/>
          </w:tcPr>
          <w:p w:rsidR="00A42127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 w:rsidRPr="00F81F9A">
              <w:rPr>
                <w:rFonts w:asciiTheme="minorHAnsi" w:hAnsiTheme="minorHAnsi" w:cstheme="minorHAnsi"/>
              </w:rPr>
              <w:t>Ilość miejsc siedzących</w:t>
            </w:r>
            <w:r>
              <w:rPr>
                <w:rFonts w:asciiTheme="minorHAnsi" w:hAnsiTheme="minorHAnsi" w:cstheme="minorHAnsi"/>
              </w:rPr>
              <w:t xml:space="preserve"> 1+8</w:t>
            </w:r>
          </w:p>
        </w:tc>
        <w:tc>
          <w:tcPr>
            <w:tcW w:w="6639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Pr="00F81F9A">
              <w:rPr>
                <w:rFonts w:asciiTheme="minorHAnsi" w:hAnsiTheme="minorHAnsi" w:cstheme="minorHAnsi"/>
              </w:rPr>
              <w:t>iedzenie obok kierowcy dwuosobowe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 </w:t>
            </w:r>
            <w:r w:rsidRPr="00F81F9A">
              <w:rPr>
                <w:rFonts w:asciiTheme="minorHAnsi" w:hAnsiTheme="minorHAnsi" w:cstheme="minorHAnsi"/>
              </w:rPr>
              <w:t>I rząd siedzeń w przestrzeni pasażerskiej</w:t>
            </w:r>
            <w:r>
              <w:rPr>
                <w:rFonts w:asciiTheme="minorHAnsi" w:hAnsiTheme="minorHAnsi" w:cstheme="minorHAnsi"/>
              </w:rPr>
              <w:t xml:space="preserve"> 2+1. Jednoosobowe odchylane.</w:t>
            </w:r>
          </w:p>
          <w:p w:rsidR="00A42127" w:rsidRPr="00F81F9A" w:rsidRDefault="00A42127" w:rsidP="000012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 II rząd siedzeń w przestrzeni pasażerskiej 1+2, lub odwrotnie jedno z  możliwością szybkiego demontażu na wózek inwalidzki.</w:t>
            </w:r>
          </w:p>
        </w:tc>
        <w:tc>
          <w:tcPr>
            <w:tcW w:w="4783" w:type="dxa"/>
          </w:tcPr>
          <w:p w:rsidR="00A42127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Charakterystyka budowy pojazdu</w:t>
            </w:r>
          </w:p>
        </w:tc>
        <w:tc>
          <w:tcPr>
            <w:tcW w:w="6639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wszystkie fotele w pojeździe wyposażone w regulowane zagłówki i trzypunktowe pasy bezpieczeństwa,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 fotel kierowcy z regulacją przesuwu, wysokości, stopnia pochylenia oraz podłokietnikiem,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poduszki powietrzne dla kierowcy i pasażera,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tapicerka materiałowa foteli i podsufitką oraz wykończeniem bocznym w postaci plastikowych paneli,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antypoślizgowa wykładzina PCV całej podłogi,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dywaniki gumowe w przestrzeni kierowcy,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-ściągane welurowe pokrowce na wszystkie siedzenia,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tylne drzwi dwuskrzydłowe, wyposażone w wycieraczki,</w:t>
            </w:r>
          </w:p>
          <w:p w:rsidR="00A42127" w:rsidRDefault="00A42127" w:rsidP="00C6544E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pełne przeszklenie pojazdu, szyby przyciemniane w kabinie tylnej.</w:t>
            </w:r>
          </w:p>
        </w:tc>
        <w:tc>
          <w:tcPr>
            <w:tcW w:w="4783" w:type="dxa"/>
          </w:tcPr>
          <w:p w:rsidR="00A42127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Wyposażenie dodatkowe</w:t>
            </w:r>
          </w:p>
        </w:tc>
        <w:tc>
          <w:tcPr>
            <w:tcW w:w="6639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-klimatyzacja w kabinie kierowcy,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nawiew w drugim rzędzie siedzeń,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elektrycznie otwierane szyby w przedziale kierowcy,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-podgrzewana przednia szyba,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odmrażanie tylnej szyby,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zamontowane oryginalne radio umożliwiające obsługę stacji radiowych w technologii cyfrowej, port USB i system Bluetooth umożliwiający bezprzewodową łączność z telefonem, sterowane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 kierownicy,</w:t>
            </w:r>
          </w:p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komplet narzędzi: podnośnik, klucz do kół, gaśnica, apteczka, trójkąt ostrzegawczy, kamizelka odblaskowa, linka holownicza.</w:t>
            </w:r>
          </w:p>
        </w:tc>
        <w:tc>
          <w:tcPr>
            <w:tcW w:w="4783" w:type="dxa"/>
          </w:tcPr>
          <w:p w:rsidR="00A42127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Przystosowanie do przewozu osób niepełnosprawnych</w:t>
            </w:r>
          </w:p>
        </w:tc>
        <w:tc>
          <w:tcPr>
            <w:tcW w:w="6639" w:type="dxa"/>
          </w:tcPr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dokumenty umożliwiające rejestrację samochodu na 9 osób , uwzględniającą zabudowę specjalistyczną do przewozu osob niepełnosprawnych z możliwością przewozu wózka inwalidzkiego (homologacja pojazdu),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minimum 1 stanowisko dla wózka inwalidzkiego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stanowisko wózka inwalidzkiego zamiennie z siedzeniem w III rzędzie,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atestowane mocowanie dla wózka inwalidzkiego oraz 3-punktowe pasy zabezpieczające osobę na wózku inwalidzkim,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zestaw pasów bezpieczeństwa oraz pasów mocujących wózek,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atestowane rozkładane najazdy aluminiowe wprowadzające wózek do pojazdu z powierzchnią antypoślizgową, montowane z tyłu pojazdu,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uchwyt ułatwiający wsiadanie zamontowany przy drzwiach przesuwnych,</w:t>
            </w:r>
          </w:p>
          <w:p w:rsidR="00A42127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kierunkowskazy dachowe w tylnej części pojazdu,</w:t>
            </w:r>
          </w:p>
          <w:p w:rsidR="00A42127" w:rsidRPr="00F81F9A" w:rsidRDefault="00A42127" w:rsidP="00DF58D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oznakowanie pojazdu z przodu i tyłu symbolem, pojazd dla osób niepełnosprawnych.</w:t>
            </w:r>
          </w:p>
        </w:tc>
        <w:tc>
          <w:tcPr>
            <w:tcW w:w="4783" w:type="dxa"/>
          </w:tcPr>
          <w:p w:rsidR="00A42127" w:rsidRDefault="00AC6D7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SPEŁNIA/NIE SPEŁNIA*</w:t>
            </w:r>
          </w:p>
        </w:tc>
      </w:tr>
      <w:tr w:rsidR="00A42127" w:rsidTr="00AC6D77">
        <w:trPr>
          <w:jc w:val="center"/>
        </w:trPr>
        <w:tc>
          <w:tcPr>
            <w:tcW w:w="2570" w:type="dxa"/>
          </w:tcPr>
          <w:p w:rsidR="00A42127" w:rsidRPr="00F81F9A" w:rsidRDefault="00A42127" w:rsidP="000766D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Gwarancja</w:t>
            </w:r>
          </w:p>
        </w:tc>
        <w:tc>
          <w:tcPr>
            <w:tcW w:w="6639" w:type="dxa"/>
          </w:tcPr>
          <w:p w:rsidR="00A42127" w:rsidRDefault="00A42127" w:rsidP="009E761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- 3 lata- mechaniczna (na silnik wszystkie podzespoły samochodu, obejmujące prawidłowe funkcjonowanie samochodu, wady materiałowe i fabryczne),</w:t>
            </w:r>
          </w:p>
          <w:p w:rsidR="00A42127" w:rsidRDefault="00A42127" w:rsidP="009E761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- 3 lata na powłokę lakierniczą,</w:t>
            </w:r>
          </w:p>
          <w:p w:rsidR="00A42127" w:rsidRPr="00F81F9A" w:rsidRDefault="00A42127" w:rsidP="009E761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- 5 lat na perforację nadwozia.</w:t>
            </w:r>
          </w:p>
        </w:tc>
        <w:tc>
          <w:tcPr>
            <w:tcW w:w="4783" w:type="dxa"/>
          </w:tcPr>
          <w:p w:rsidR="00AC6D77" w:rsidRDefault="00AC6D77" w:rsidP="00AC6D7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……. lata- mechaniczna (na silnik wszystkie podzespoły samochodu, obejmujące prawidłowe funkcjonowanie samochodu, wady materiałowe i fabryczne),</w:t>
            </w:r>
          </w:p>
          <w:p w:rsidR="00AC6D77" w:rsidRDefault="00AC6D77" w:rsidP="00AC6D7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……… lata na powłokę lakierniczą,</w:t>
            </w:r>
          </w:p>
          <w:p w:rsidR="00A42127" w:rsidRDefault="00AC6D77" w:rsidP="00AC6D77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…….  lat na perforację nadwozia.</w:t>
            </w:r>
          </w:p>
        </w:tc>
      </w:tr>
    </w:tbl>
    <w:p w:rsidR="00283C08" w:rsidRDefault="00283C08" w:rsidP="000766D5"/>
    <w:p w:rsidR="00E63F70" w:rsidRDefault="00E63F70" w:rsidP="000766D5"/>
    <w:p w:rsidR="00E63F70" w:rsidRDefault="00AC6D77" w:rsidP="00AC6D77">
      <w:r>
        <w:t>* - niepotrzebne skreślić</w:t>
      </w:r>
    </w:p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Default="004F260B" w:rsidP="00AC6D77"/>
    <w:p w:rsidR="004F260B" w:rsidRPr="006104B1" w:rsidRDefault="004F260B" w:rsidP="00AC6D77">
      <w:r w:rsidRPr="00AA012A">
        <w:rPr>
          <w:b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A5B9BB2" wp14:editId="4770B49C">
            <wp:simplePos x="0" y="0"/>
            <wp:positionH relativeFrom="column">
              <wp:posOffset>0</wp:posOffset>
            </wp:positionH>
            <wp:positionV relativeFrom="paragraph">
              <wp:posOffset>180340</wp:posOffset>
            </wp:positionV>
            <wp:extent cx="1587711" cy="839337"/>
            <wp:effectExtent l="0" t="0" r="0" b="0"/>
            <wp:wrapThrough wrapText="bothSides">
              <wp:wrapPolygon edited="0">
                <wp:start x="0" y="0"/>
                <wp:lineTo x="0" y="21093"/>
                <wp:lineTo x="21254" y="21093"/>
                <wp:lineTo x="21254" y="0"/>
                <wp:lineTo x="0" y="0"/>
              </wp:wrapPolygon>
            </wp:wrapThrough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711" cy="8393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012A">
        <w:rPr>
          <w:b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708BD628" wp14:editId="3FA3A61B">
            <wp:simplePos x="0" y="0"/>
            <wp:positionH relativeFrom="column">
              <wp:posOffset>1555750</wp:posOffset>
            </wp:positionH>
            <wp:positionV relativeFrom="paragraph">
              <wp:posOffset>186690</wp:posOffset>
            </wp:positionV>
            <wp:extent cx="1159773" cy="860752"/>
            <wp:effectExtent l="0" t="0" r="2540" b="0"/>
            <wp:wrapThrough wrapText="bothSides">
              <wp:wrapPolygon edited="0">
                <wp:start x="0" y="0"/>
                <wp:lineTo x="0" y="21042"/>
                <wp:lineTo x="21292" y="21042"/>
                <wp:lineTo x="21292" y="0"/>
                <wp:lineTo x="0" y="0"/>
              </wp:wrapPolygon>
            </wp:wrapThrough>
            <wp:docPr id="4" name="Obraz 2" descr="C:\Users\jpietras\Desktop\csm_WRMR_5053c958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pietras\Desktop\csm_WRMR_5053c9582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9773" cy="86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F260B" w:rsidRPr="006104B1" w:rsidSect="00A42127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33D6A" w:rsidRDefault="00433D6A" w:rsidP="00280793">
      <w:r>
        <w:separator/>
      </w:r>
    </w:p>
  </w:endnote>
  <w:endnote w:type="continuationSeparator" w:id="0">
    <w:p w:rsidR="00433D6A" w:rsidRDefault="00433D6A" w:rsidP="00280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33D6A" w:rsidRDefault="00433D6A" w:rsidP="00280793">
      <w:r>
        <w:separator/>
      </w:r>
    </w:p>
  </w:footnote>
  <w:footnote w:type="continuationSeparator" w:id="0">
    <w:p w:rsidR="00433D6A" w:rsidRDefault="00433D6A" w:rsidP="002807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F1C4A"/>
    <w:multiLevelType w:val="hybridMultilevel"/>
    <w:tmpl w:val="ACC4848C"/>
    <w:lvl w:ilvl="0" w:tplc="04150001">
      <w:start w:val="5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508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958"/>
    <w:rsid w:val="00001215"/>
    <w:rsid w:val="000200C8"/>
    <w:rsid w:val="000204B3"/>
    <w:rsid w:val="000352B3"/>
    <w:rsid w:val="00035DA7"/>
    <w:rsid w:val="00037AA8"/>
    <w:rsid w:val="00041755"/>
    <w:rsid w:val="00050395"/>
    <w:rsid w:val="00051750"/>
    <w:rsid w:val="0005346D"/>
    <w:rsid w:val="00057CC3"/>
    <w:rsid w:val="0007064E"/>
    <w:rsid w:val="000766D5"/>
    <w:rsid w:val="00081F30"/>
    <w:rsid w:val="000845A5"/>
    <w:rsid w:val="00093782"/>
    <w:rsid w:val="00093F23"/>
    <w:rsid w:val="000946E4"/>
    <w:rsid w:val="00096E4C"/>
    <w:rsid w:val="000A35FA"/>
    <w:rsid w:val="000A3C1A"/>
    <w:rsid w:val="000A51BE"/>
    <w:rsid w:val="000D4D5A"/>
    <w:rsid w:val="000E0514"/>
    <w:rsid w:val="000E2BE2"/>
    <w:rsid w:val="000F26F2"/>
    <w:rsid w:val="000F4875"/>
    <w:rsid w:val="001024EC"/>
    <w:rsid w:val="00117D38"/>
    <w:rsid w:val="00123443"/>
    <w:rsid w:val="00123E6B"/>
    <w:rsid w:val="00146DF6"/>
    <w:rsid w:val="0015571D"/>
    <w:rsid w:val="00170A95"/>
    <w:rsid w:val="00171062"/>
    <w:rsid w:val="001752CA"/>
    <w:rsid w:val="001754BD"/>
    <w:rsid w:val="00180B48"/>
    <w:rsid w:val="0018288D"/>
    <w:rsid w:val="00191EE4"/>
    <w:rsid w:val="001A6D40"/>
    <w:rsid w:val="001A70A7"/>
    <w:rsid w:val="001A70EE"/>
    <w:rsid w:val="001D6702"/>
    <w:rsid w:val="001F7D90"/>
    <w:rsid w:val="00207628"/>
    <w:rsid w:val="002140CC"/>
    <w:rsid w:val="002152F3"/>
    <w:rsid w:val="00215670"/>
    <w:rsid w:val="0021595B"/>
    <w:rsid w:val="00221958"/>
    <w:rsid w:val="0022297C"/>
    <w:rsid w:val="0023293F"/>
    <w:rsid w:val="002436C9"/>
    <w:rsid w:val="002641DA"/>
    <w:rsid w:val="0026466A"/>
    <w:rsid w:val="00271556"/>
    <w:rsid w:val="00274E79"/>
    <w:rsid w:val="00275F74"/>
    <w:rsid w:val="0028006D"/>
    <w:rsid w:val="00280793"/>
    <w:rsid w:val="002822D5"/>
    <w:rsid w:val="00283C08"/>
    <w:rsid w:val="002863AC"/>
    <w:rsid w:val="002A47EE"/>
    <w:rsid w:val="002C5627"/>
    <w:rsid w:val="002D2806"/>
    <w:rsid w:val="002E5150"/>
    <w:rsid w:val="002F1615"/>
    <w:rsid w:val="002F19FD"/>
    <w:rsid w:val="002F1E73"/>
    <w:rsid w:val="002F6DBE"/>
    <w:rsid w:val="00317686"/>
    <w:rsid w:val="00327E23"/>
    <w:rsid w:val="00334430"/>
    <w:rsid w:val="003451FF"/>
    <w:rsid w:val="0035610F"/>
    <w:rsid w:val="0035687B"/>
    <w:rsid w:val="003629FB"/>
    <w:rsid w:val="00364B9D"/>
    <w:rsid w:val="00373035"/>
    <w:rsid w:val="003734C9"/>
    <w:rsid w:val="00375420"/>
    <w:rsid w:val="0038476C"/>
    <w:rsid w:val="00386345"/>
    <w:rsid w:val="00393313"/>
    <w:rsid w:val="0039385E"/>
    <w:rsid w:val="003A32D5"/>
    <w:rsid w:val="003A73BC"/>
    <w:rsid w:val="003B0A2F"/>
    <w:rsid w:val="003B2596"/>
    <w:rsid w:val="003C0D9A"/>
    <w:rsid w:val="003D114C"/>
    <w:rsid w:val="003D6D9F"/>
    <w:rsid w:val="003F12D4"/>
    <w:rsid w:val="003F2B68"/>
    <w:rsid w:val="00402C9B"/>
    <w:rsid w:val="00411C36"/>
    <w:rsid w:val="00413738"/>
    <w:rsid w:val="00416D58"/>
    <w:rsid w:val="004313B4"/>
    <w:rsid w:val="00432007"/>
    <w:rsid w:val="00433D6A"/>
    <w:rsid w:val="00440BF3"/>
    <w:rsid w:val="004418A8"/>
    <w:rsid w:val="0044366B"/>
    <w:rsid w:val="0045045E"/>
    <w:rsid w:val="0046779C"/>
    <w:rsid w:val="00470C65"/>
    <w:rsid w:val="00472D1E"/>
    <w:rsid w:val="004738D8"/>
    <w:rsid w:val="004764F0"/>
    <w:rsid w:val="00495561"/>
    <w:rsid w:val="004A2F39"/>
    <w:rsid w:val="004B00D9"/>
    <w:rsid w:val="004D5F4F"/>
    <w:rsid w:val="004D6383"/>
    <w:rsid w:val="004E1403"/>
    <w:rsid w:val="004E1F32"/>
    <w:rsid w:val="004E30A3"/>
    <w:rsid w:val="004F260B"/>
    <w:rsid w:val="004F281B"/>
    <w:rsid w:val="004F2F2B"/>
    <w:rsid w:val="00500019"/>
    <w:rsid w:val="00514FFB"/>
    <w:rsid w:val="0052374D"/>
    <w:rsid w:val="00523C23"/>
    <w:rsid w:val="0052517C"/>
    <w:rsid w:val="005312A3"/>
    <w:rsid w:val="0053251F"/>
    <w:rsid w:val="00537DE5"/>
    <w:rsid w:val="0054071B"/>
    <w:rsid w:val="00540902"/>
    <w:rsid w:val="00540B4F"/>
    <w:rsid w:val="00540DA7"/>
    <w:rsid w:val="00544016"/>
    <w:rsid w:val="00550455"/>
    <w:rsid w:val="005519C2"/>
    <w:rsid w:val="00563205"/>
    <w:rsid w:val="0056481E"/>
    <w:rsid w:val="00564C53"/>
    <w:rsid w:val="0058037E"/>
    <w:rsid w:val="0058373F"/>
    <w:rsid w:val="00591AC5"/>
    <w:rsid w:val="00591BBD"/>
    <w:rsid w:val="00596779"/>
    <w:rsid w:val="005B6AB1"/>
    <w:rsid w:val="005C60E2"/>
    <w:rsid w:val="005D056C"/>
    <w:rsid w:val="005D5E6D"/>
    <w:rsid w:val="005D65AE"/>
    <w:rsid w:val="005D7029"/>
    <w:rsid w:val="005D7739"/>
    <w:rsid w:val="005E37BB"/>
    <w:rsid w:val="005E580B"/>
    <w:rsid w:val="005F136F"/>
    <w:rsid w:val="0060635B"/>
    <w:rsid w:val="006104B1"/>
    <w:rsid w:val="00610AEF"/>
    <w:rsid w:val="00634B2C"/>
    <w:rsid w:val="00651D73"/>
    <w:rsid w:val="00654815"/>
    <w:rsid w:val="00662110"/>
    <w:rsid w:val="00662429"/>
    <w:rsid w:val="0068056D"/>
    <w:rsid w:val="006834CE"/>
    <w:rsid w:val="006A1920"/>
    <w:rsid w:val="006A479A"/>
    <w:rsid w:val="006A6FE0"/>
    <w:rsid w:val="006A71FA"/>
    <w:rsid w:val="006B145C"/>
    <w:rsid w:val="006B5399"/>
    <w:rsid w:val="006C3435"/>
    <w:rsid w:val="006E77CD"/>
    <w:rsid w:val="006F0C7E"/>
    <w:rsid w:val="006F0F48"/>
    <w:rsid w:val="006F7E50"/>
    <w:rsid w:val="00704921"/>
    <w:rsid w:val="00721BA3"/>
    <w:rsid w:val="00721FFF"/>
    <w:rsid w:val="0072341F"/>
    <w:rsid w:val="00733859"/>
    <w:rsid w:val="007370A6"/>
    <w:rsid w:val="007422CB"/>
    <w:rsid w:val="007424C7"/>
    <w:rsid w:val="00742DED"/>
    <w:rsid w:val="00745FA6"/>
    <w:rsid w:val="00745FD4"/>
    <w:rsid w:val="00746C36"/>
    <w:rsid w:val="00751AE8"/>
    <w:rsid w:val="00755ED1"/>
    <w:rsid w:val="007620E8"/>
    <w:rsid w:val="007733DF"/>
    <w:rsid w:val="00782C6A"/>
    <w:rsid w:val="00783D4A"/>
    <w:rsid w:val="007841AD"/>
    <w:rsid w:val="0078434F"/>
    <w:rsid w:val="00795ED9"/>
    <w:rsid w:val="007A4326"/>
    <w:rsid w:val="007A4604"/>
    <w:rsid w:val="007A61A4"/>
    <w:rsid w:val="007A6DE7"/>
    <w:rsid w:val="007C457B"/>
    <w:rsid w:val="007E03E5"/>
    <w:rsid w:val="007E18C4"/>
    <w:rsid w:val="007F02A2"/>
    <w:rsid w:val="00807506"/>
    <w:rsid w:val="00820F6C"/>
    <w:rsid w:val="008243DA"/>
    <w:rsid w:val="0082567B"/>
    <w:rsid w:val="00845ADF"/>
    <w:rsid w:val="00846A4A"/>
    <w:rsid w:val="00851278"/>
    <w:rsid w:val="00861691"/>
    <w:rsid w:val="008700BD"/>
    <w:rsid w:val="00873255"/>
    <w:rsid w:val="00881491"/>
    <w:rsid w:val="00884757"/>
    <w:rsid w:val="008859E7"/>
    <w:rsid w:val="00892D6D"/>
    <w:rsid w:val="008A3495"/>
    <w:rsid w:val="008A496B"/>
    <w:rsid w:val="008B694E"/>
    <w:rsid w:val="008D0E0A"/>
    <w:rsid w:val="008D359C"/>
    <w:rsid w:val="008F2F91"/>
    <w:rsid w:val="008F3749"/>
    <w:rsid w:val="008F6BFA"/>
    <w:rsid w:val="00906EA7"/>
    <w:rsid w:val="00910DCE"/>
    <w:rsid w:val="00912A17"/>
    <w:rsid w:val="00913572"/>
    <w:rsid w:val="009143C1"/>
    <w:rsid w:val="00914D59"/>
    <w:rsid w:val="009234A2"/>
    <w:rsid w:val="00926C67"/>
    <w:rsid w:val="0092712A"/>
    <w:rsid w:val="009410D4"/>
    <w:rsid w:val="0094207A"/>
    <w:rsid w:val="009432FB"/>
    <w:rsid w:val="00944666"/>
    <w:rsid w:val="0094643F"/>
    <w:rsid w:val="00955249"/>
    <w:rsid w:val="00956A71"/>
    <w:rsid w:val="009706B3"/>
    <w:rsid w:val="009717FB"/>
    <w:rsid w:val="00982B90"/>
    <w:rsid w:val="00983624"/>
    <w:rsid w:val="00992348"/>
    <w:rsid w:val="009A0C1E"/>
    <w:rsid w:val="009A0F53"/>
    <w:rsid w:val="009A146C"/>
    <w:rsid w:val="009B1935"/>
    <w:rsid w:val="009B7C45"/>
    <w:rsid w:val="009C2D4D"/>
    <w:rsid w:val="009C38A2"/>
    <w:rsid w:val="009D3037"/>
    <w:rsid w:val="009D7430"/>
    <w:rsid w:val="009E24B6"/>
    <w:rsid w:val="009E7617"/>
    <w:rsid w:val="009E77CC"/>
    <w:rsid w:val="00A033EB"/>
    <w:rsid w:val="00A10561"/>
    <w:rsid w:val="00A14784"/>
    <w:rsid w:val="00A31994"/>
    <w:rsid w:val="00A35945"/>
    <w:rsid w:val="00A409D3"/>
    <w:rsid w:val="00A42127"/>
    <w:rsid w:val="00A56637"/>
    <w:rsid w:val="00A63569"/>
    <w:rsid w:val="00A73B61"/>
    <w:rsid w:val="00A8766F"/>
    <w:rsid w:val="00A904D0"/>
    <w:rsid w:val="00A92146"/>
    <w:rsid w:val="00A94FB6"/>
    <w:rsid w:val="00A963AE"/>
    <w:rsid w:val="00AA2907"/>
    <w:rsid w:val="00AA2EB9"/>
    <w:rsid w:val="00AA34A2"/>
    <w:rsid w:val="00AB00DF"/>
    <w:rsid w:val="00AB73AD"/>
    <w:rsid w:val="00AC6D77"/>
    <w:rsid w:val="00AE73E5"/>
    <w:rsid w:val="00AF5B01"/>
    <w:rsid w:val="00AF7E38"/>
    <w:rsid w:val="00B24474"/>
    <w:rsid w:val="00B372C2"/>
    <w:rsid w:val="00B4706E"/>
    <w:rsid w:val="00B51C34"/>
    <w:rsid w:val="00B623DE"/>
    <w:rsid w:val="00B80415"/>
    <w:rsid w:val="00B82D63"/>
    <w:rsid w:val="00BA4054"/>
    <w:rsid w:val="00BB13CD"/>
    <w:rsid w:val="00BB7612"/>
    <w:rsid w:val="00BD3632"/>
    <w:rsid w:val="00BE7B12"/>
    <w:rsid w:val="00BF1AC2"/>
    <w:rsid w:val="00BF40C0"/>
    <w:rsid w:val="00C016E7"/>
    <w:rsid w:val="00C02B72"/>
    <w:rsid w:val="00C07561"/>
    <w:rsid w:val="00C07A0D"/>
    <w:rsid w:val="00C114B8"/>
    <w:rsid w:val="00C6544E"/>
    <w:rsid w:val="00C72151"/>
    <w:rsid w:val="00C8072B"/>
    <w:rsid w:val="00C82146"/>
    <w:rsid w:val="00C85B09"/>
    <w:rsid w:val="00C91E29"/>
    <w:rsid w:val="00C93673"/>
    <w:rsid w:val="00C94515"/>
    <w:rsid w:val="00C959DC"/>
    <w:rsid w:val="00CB0B59"/>
    <w:rsid w:val="00CB0EB4"/>
    <w:rsid w:val="00CB6FF2"/>
    <w:rsid w:val="00CC41FA"/>
    <w:rsid w:val="00CC64F1"/>
    <w:rsid w:val="00CC7235"/>
    <w:rsid w:val="00CD73D6"/>
    <w:rsid w:val="00CE07FB"/>
    <w:rsid w:val="00CE530E"/>
    <w:rsid w:val="00CF1E58"/>
    <w:rsid w:val="00D11E85"/>
    <w:rsid w:val="00D13245"/>
    <w:rsid w:val="00D23562"/>
    <w:rsid w:val="00D26D20"/>
    <w:rsid w:val="00D27918"/>
    <w:rsid w:val="00D33430"/>
    <w:rsid w:val="00D3564C"/>
    <w:rsid w:val="00D537E2"/>
    <w:rsid w:val="00D626F1"/>
    <w:rsid w:val="00D66410"/>
    <w:rsid w:val="00D85875"/>
    <w:rsid w:val="00D912E1"/>
    <w:rsid w:val="00D95E21"/>
    <w:rsid w:val="00D97FA4"/>
    <w:rsid w:val="00DA0A16"/>
    <w:rsid w:val="00DA2F87"/>
    <w:rsid w:val="00DA5393"/>
    <w:rsid w:val="00DB7C0C"/>
    <w:rsid w:val="00DD34C0"/>
    <w:rsid w:val="00DD4BF1"/>
    <w:rsid w:val="00DF1A6A"/>
    <w:rsid w:val="00DF50C8"/>
    <w:rsid w:val="00DF58D4"/>
    <w:rsid w:val="00DF71CB"/>
    <w:rsid w:val="00DF7E6E"/>
    <w:rsid w:val="00E01FB7"/>
    <w:rsid w:val="00E14406"/>
    <w:rsid w:val="00E23A36"/>
    <w:rsid w:val="00E31E6C"/>
    <w:rsid w:val="00E34619"/>
    <w:rsid w:val="00E3503C"/>
    <w:rsid w:val="00E3758A"/>
    <w:rsid w:val="00E472D8"/>
    <w:rsid w:val="00E61624"/>
    <w:rsid w:val="00E63275"/>
    <w:rsid w:val="00E63F70"/>
    <w:rsid w:val="00E65F79"/>
    <w:rsid w:val="00E6700C"/>
    <w:rsid w:val="00E87593"/>
    <w:rsid w:val="00E94CA0"/>
    <w:rsid w:val="00EA40C2"/>
    <w:rsid w:val="00EC0414"/>
    <w:rsid w:val="00EC0798"/>
    <w:rsid w:val="00EC644D"/>
    <w:rsid w:val="00EE681D"/>
    <w:rsid w:val="00EE6B14"/>
    <w:rsid w:val="00EF4990"/>
    <w:rsid w:val="00EF7B58"/>
    <w:rsid w:val="00F0560D"/>
    <w:rsid w:val="00F2638C"/>
    <w:rsid w:val="00F26D5D"/>
    <w:rsid w:val="00F32058"/>
    <w:rsid w:val="00F3259E"/>
    <w:rsid w:val="00F418CD"/>
    <w:rsid w:val="00F47E21"/>
    <w:rsid w:val="00F51707"/>
    <w:rsid w:val="00F55748"/>
    <w:rsid w:val="00F562FF"/>
    <w:rsid w:val="00F65BD5"/>
    <w:rsid w:val="00F73C44"/>
    <w:rsid w:val="00F8194A"/>
    <w:rsid w:val="00F81F9A"/>
    <w:rsid w:val="00F96CA1"/>
    <w:rsid w:val="00F97B4F"/>
    <w:rsid w:val="00FA3FC1"/>
    <w:rsid w:val="00FA43B6"/>
    <w:rsid w:val="00FA4D27"/>
    <w:rsid w:val="00FD7A2F"/>
    <w:rsid w:val="00FE0118"/>
    <w:rsid w:val="00FF20D0"/>
    <w:rsid w:val="00FF57AB"/>
    <w:rsid w:val="00FF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2AF4F"/>
  <w15:docId w15:val="{17040F03-D167-416D-A35F-EA59B83E6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"/>
    <w:qFormat/>
    <w:rsid w:val="0078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434F"/>
    <w:pPr>
      <w:keepNext/>
      <w:jc w:val="center"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07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0793"/>
  </w:style>
  <w:style w:type="paragraph" w:styleId="Stopka">
    <w:name w:val="footer"/>
    <w:basedOn w:val="Normalny"/>
    <w:link w:val="StopkaZnak"/>
    <w:uiPriority w:val="99"/>
    <w:semiHidden/>
    <w:unhideWhenUsed/>
    <w:rsid w:val="002807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80793"/>
  </w:style>
  <w:style w:type="paragraph" w:styleId="Tekstdymka">
    <w:name w:val="Balloon Text"/>
    <w:basedOn w:val="Normalny"/>
    <w:link w:val="TekstdymkaZnak"/>
    <w:uiPriority w:val="99"/>
    <w:semiHidden/>
    <w:unhideWhenUsed/>
    <w:rsid w:val="002807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79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A2E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A35945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rsid w:val="0078434F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C6D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Papier%20firmowy-%20szabl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A1ECA-0950-429B-A1EA-056BA296B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firmowy- szablon</Template>
  <TotalTime>7</TotalTime>
  <Pages>1</Pages>
  <Words>703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Seba Seba</cp:lastModifiedBy>
  <cp:revision>4</cp:revision>
  <cp:lastPrinted>2024-08-28T06:53:00Z</cp:lastPrinted>
  <dcterms:created xsi:type="dcterms:W3CDTF">2024-09-17T16:27:00Z</dcterms:created>
  <dcterms:modified xsi:type="dcterms:W3CDTF">2024-09-18T18:49:00Z</dcterms:modified>
</cp:coreProperties>
</file>