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E85BD" w14:textId="35132078" w:rsidR="00F07E7B" w:rsidRDefault="00F07E7B" w:rsidP="00F07E7B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bCs/>
        </w:rPr>
      </w:pP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  <w:color w:val="FF0000"/>
        </w:rPr>
        <w:tab/>
      </w:r>
      <w:r w:rsidRPr="00F07E7B">
        <w:rPr>
          <w:bCs/>
        </w:rPr>
        <w:tab/>
      </w:r>
      <w:r w:rsidRPr="00F07E7B">
        <w:rPr>
          <w:bCs/>
        </w:rPr>
        <w:tab/>
        <w:t xml:space="preserve">Załącznik nr 3 do SWZ </w:t>
      </w:r>
    </w:p>
    <w:p w14:paraId="257D8F7C" w14:textId="59801674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5CF64A22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6F86DC2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23B7DFC4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__________________________________________________________</w:t>
      </w:r>
    </w:p>
    <w:p w14:paraId="60102CC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(Nazwa i adres podmiotu udostępniającego zasoby)</w:t>
      </w:r>
    </w:p>
    <w:p w14:paraId="6791DE0C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</w:p>
    <w:p w14:paraId="62006ED0" w14:textId="77777777" w:rsidR="00F07E7B" w:rsidRPr="00F07E7B" w:rsidRDefault="00F07E7B" w:rsidP="00F07E7B">
      <w:pPr>
        <w:spacing w:before="120" w:line="276" w:lineRule="auto"/>
        <w:jc w:val="right"/>
        <w:rPr>
          <w:bCs/>
        </w:rPr>
      </w:pPr>
      <w:r w:rsidRPr="00F07E7B">
        <w:rPr>
          <w:bCs/>
        </w:rPr>
        <w:t>_____________________________________________, dnia _____________ r.</w:t>
      </w:r>
    </w:p>
    <w:p w14:paraId="45A81673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</w:p>
    <w:p w14:paraId="5C722167" w14:textId="77777777" w:rsidR="00F07E7B" w:rsidRPr="00F07E7B" w:rsidRDefault="00F07E7B" w:rsidP="00F07E7B">
      <w:pPr>
        <w:spacing w:before="120" w:line="276" w:lineRule="auto"/>
        <w:jc w:val="both"/>
        <w:rPr>
          <w:b/>
          <w:bCs/>
        </w:rPr>
      </w:pPr>
    </w:p>
    <w:p w14:paraId="21784E47" w14:textId="77777777" w:rsidR="00F07E7B" w:rsidRPr="00F07E7B" w:rsidRDefault="00F07E7B" w:rsidP="00F07E7B">
      <w:pPr>
        <w:spacing w:before="120" w:line="276" w:lineRule="auto"/>
        <w:jc w:val="center"/>
        <w:rPr>
          <w:b/>
          <w:bCs/>
        </w:rPr>
      </w:pPr>
      <w:r w:rsidRPr="00F07E7B">
        <w:rPr>
          <w:b/>
          <w:bCs/>
        </w:rPr>
        <w:t xml:space="preserve">ZOBOWIĄZANIE O ODDANIU WYKONAWCY </w:t>
      </w:r>
      <w:r w:rsidRPr="00F07E7B">
        <w:rPr>
          <w:b/>
          <w:bCs/>
        </w:rPr>
        <w:br/>
        <w:t>DO DYSPOZYCJI NIEZBĘDNYCH ZASOBÓW NA POTRZEBY WYKONANIA ZAMÓWIENIA</w:t>
      </w:r>
    </w:p>
    <w:p w14:paraId="1F5FB5D0" w14:textId="77777777" w:rsidR="00F07E7B" w:rsidRPr="00F07E7B" w:rsidRDefault="00F07E7B" w:rsidP="00F07E7B">
      <w:pPr>
        <w:spacing w:before="120" w:line="276" w:lineRule="auto"/>
        <w:rPr>
          <w:b/>
          <w:bCs/>
        </w:rPr>
      </w:pPr>
    </w:p>
    <w:p w14:paraId="35CEB2FF" w14:textId="6B18CB44" w:rsidR="00F07E7B" w:rsidRPr="00F07E7B" w:rsidRDefault="00F07E7B" w:rsidP="00F07E7B">
      <w:pPr>
        <w:spacing w:after="120"/>
        <w:ind w:left="-5" w:right="-13" w:hanging="10"/>
        <w:rPr>
          <w:bCs/>
        </w:rPr>
      </w:pPr>
      <w:r w:rsidRPr="00F07E7B">
        <w:rPr>
          <w:bCs/>
        </w:rPr>
        <w:t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(Dz. U. z 202</w:t>
      </w:r>
      <w:r w:rsidR="00EE18B0">
        <w:rPr>
          <w:bCs/>
        </w:rPr>
        <w:t>3</w:t>
      </w:r>
      <w:r w:rsidRPr="00F07E7B">
        <w:rPr>
          <w:bCs/>
        </w:rPr>
        <w:t xml:space="preserve"> r. poz. 1</w:t>
      </w:r>
      <w:r w:rsidR="00EE18B0">
        <w:rPr>
          <w:bCs/>
        </w:rPr>
        <w:t>605</w:t>
      </w:r>
      <w:r w:rsidRPr="00F07E7B">
        <w:rPr>
          <w:bCs/>
        </w:rPr>
        <w:t xml:space="preserve"> ze zm.) </w:t>
      </w:r>
      <w:r w:rsidRPr="00F07E7B">
        <w:rPr>
          <w:rFonts w:eastAsia="Calibri"/>
          <w:b/>
          <w:lang w:eastAsia="en-US"/>
        </w:rPr>
        <w:t xml:space="preserve"> </w:t>
      </w:r>
      <w:r w:rsidRPr="00F07E7B">
        <w:rPr>
          <w:bCs/>
        </w:rPr>
        <w:t xml:space="preserve">udostępnić Wykonawcy przystępującemu do postępowania w sprawie zamówienia publicznego prowadzonego w trybie podstawowym bez negocjacji pn. </w:t>
      </w:r>
    </w:p>
    <w:p w14:paraId="2E70308F" w14:textId="659768F6" w:rsidR="00E4641B" w:rsidRPr="00B301B9" w:rsidRDefault="00B301B9" w:rsidP="00E4641B">
      <w:pPr>
        <w:spacing w:before="120" w:line="276" w:lineRule="auto"/>
        <w:rPr>
          <w:b/>
          <w:bCs/>
          <w:iCs/>
        </w:rPr>
      </w:pPr>
      <w:r w:rsidRPr="00B301B9">
        <w:rPr>
          <w:b/>
          <w:bCs/>
          <w:iCs/>
        </w:rPr>
        <w:t>„Usługa przeprowadzenia remontu agregatu wody lodowej firmy Climaveveta typ NECS/SL 2418 zlokalizowanego na dachu budynku Centrum Dydaktyczne Wydziału Technologii Chemicznej Politechniki Poznańskiej”.</w:t>
      </w:r>
    </w:p>
    <w:p w14:paraId="72E76F18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tj.</w:t>
      </w:r>
    </w:p>
    <w:p w14:paraId="339DD538" w14:textId="3212801B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______________________________________</w:t>
      </w:r>
      <w:bookmarkStart w:id="0" w:name="_GoBack"/>
      <w:bookmarkEnd w:id="0"/>
      <w:r w:rsidRPr="00F07E7B">
        <w:rPr>
          <w:bCs/>
        </w:rPr>
        <w:t xml:space="preserve">_______________________________________________________________ </w:t>
      </w:r>
    </w:p>
    <w:p w14:paraId="49099597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z siedzibą w ____________________________________________ (dalej: „Wykonawca”), następujące zasoby: </w:t>
      </w:r>
    </w:p>
    <w:p w14:paraId="0FBCB04E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54C449C5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094EF591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-</w:t>
      </w:r>
      <w:r w:rsidRPr="00F07E7B">
        <w:rPr>
          <w:bCs/>
        </w:rPr>
        <w:tab/>
        <w:t>_______________________________________________________,</w:t>
      </w:r>
    </w:p>
    <w:p w14:paraId="352F7DD7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lastRenderedPageBreak/>
        <w:t>-</w:t>
      </w:r>
      <w:r w:rsidRPr="00F07E7B">
        <w:rPr>
          <w:bCs/>
        </w:rPr>
        <w:tab/>
        <w:t>_______________________________________________________,</w:t>
      </w:r>
    </w:p>
    <w:p w14:paraId="79FB637D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na potrzeby spełnienia przez Wykonawcę następujących warunków udziału w Postępowaniu: </w:t>
      </w:r>
    </w:p>
    <w:p w14:paraId="3C24B011" w14:textId="77777777" w:rsidR="00F07E7B" w:rsidRPr="00F07E7B" w:rsidRDefault="00F07E7B" w:rsidP="00F07E7B">
      <w:pPr>
        <w:jc w:val="both"/>
      </w:pPr>
    </w:p>
    <w:p w14:paraId="6683472D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 xml:space="preserve">Wykonawca będzie mógł wykorzystywać ww. zasoby przy wykonywaniu zamówienia </w:t>
      </w:r>
      <w:r w:rsidRPr="00F07E7B">
        <w:rPr>
          <w:bCs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54E82BB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FFA23AA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7A370187" w14:textId="77777777" w:rsidR="00F07E7B" w:rsidRPr="00F07E7B" w:rsidRDefault="00F07E7B" w:rsidP="00F07E7B">
      <w:pPr>
        <w:spacing w:before="120" w:line="276" w:lineRule="auto"/>
        <w:rPr>
          <w:bCs/>
        </w:rPr>
      </w:pPr>
      <w:r w:rsidRPr="00F07E7B">
        <w:rPr>
          <w:bCs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2B4290E7" w14:textId="77777777" w:rsidR="00F07E7B" w:rsidRPr="00F07E7B" w:rsidRDefault="00F07E7B" w:rsidP="00F07E7B">
      <w:pPr>
        <w:spacing w:before="120" w:line="276" w:lineRule="auto"/>
        <w:jc w:val="both"/>
        <w:rPr>
          <w:bCs/>
        </w:rPr>
      </w:pPr>
      <w:r w:rsidRPr="00F07E7B">
        <w:rPr>
          <w:bCs/>
        </w:rPr>
        <w:t>Uwaga: * - niepotrzebne skreślić. W przypadku udostępnienia zasobów na obie części pozostawiamy bez skreślenia.</w:t>
      </w:r>
    </w:p>
    <w:p w14:paraId="33BDC74F" w14:textId="77777777" w:rsidR="00F07E7B" w:rsidRPr="00F07E7B" w:rsidRDefault="00F07E7B" w:rsidP="00F07E7B"/>
    <w:p w14:paraId="1293EFED" w14:textId="77777777" w:rsidR="00956606" w:rsidRPr="00F07E7B" w:rsidRDefault="00956606">
      <w:pPr>
        <w:rPr>
          <w:color w:val="FF0000"/>
        </w:rPr>
      </w:pPr>
    </w:p>
    <w:sectPr w:rsidR="00956606" w:rsidRPr="00F07E7B" w:rsidSect="005F6146"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9EFDB" w14:textId="77777777" w:rsidR="00A70FAC" w:rsidRDefault="00A70FAC" w:rsidP="005F6146">
      <w:r>
        <w:separator/>
      </w:r>
    </w:p>
  </w:endnote>
  <w:endnote w:type="continuationSeparator" w:id="0">
    <w:p w14:paraId="5F93DD91" w14:textId="77777777" w:rsidR="00A70FAC" w:rsidRDefault="00A70FAC" w:rsidP="005F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641A0" w14:textId="77777777" w:rsidR="00A70FAC" w:rsidRDefault="00A70FAC" w:rsidP="005F6146">
      <w:r>
        <w:separator/>
      </w:r>
    </w:p>
  </w:footnote>
  <w:footnote w:type="continuationSeparator" w:id="0">
    <w:p w14:paraId="6047993A" w14:textId="77777777" w:rsidR="00A70FAC" w:rsidRDefault="00A70FAC" w:rsidP="005F6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080"/>
    <w:rsid w:val="002602DD"/>
    <w:rsid w:val="002D0BA7"/>
    <w:rsid w:val="002F2BCD"/>
    <w:rsid w:val="00326247"/>
    <w:rsid w:val="00450942"/>
    <w:rsid w:val="004703F4"/>
    <w:rsid w:val="00506080"/>
    <w:rsid w:val="005F6146"/>
    <w:rsid w:val="0077037E"/>
    <w:rsid w:val="00774644"/>
    <w:rsid w:val="007C430F"/>
    <w:rsid w:val="00863816"/>
    <w:rsid w:val="008B27E7"/>
    <w:rsid w:val="008C4C29"/>
    <w:rsid w:val="00956606"/>
    <w:rsid w:val="00A70FAC"/>
    <w:rsid w:val="00B301B9"/>
    <w:rsid w:val="00E4641B"/>
    <w:rsid w:val="00EE18B0"/>
    <w:rsid w:val="00F07E7B"/>
    <w:rsid w:val="00F215CF"/>
    <w:rsid w:val="00F8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C8685"/>
  <w15:docId w15:val="{8254B3F9-7B21-489B-B26B-DCA40636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B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BC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9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554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13</cp:revision>
  <dcterms:created xsi:type="dcterms:W3CDTF">2023-01-13T08:44:00Z</dcterms:created>
  <dcterms:modified xsi:type="dcterms:W3CDTF">2024-08-01T11:35:00Z</dcterms:modified>
</cp:coreProperties>
</file>