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40627">
      <w:pPr>
        <w:jc w:val="center"/>
        <w:rPr>
          <w:b/>
          <w:sz w:val="28"/>
        </w:rPr>
      </w:pPr>
      <w:r>
        <w:rPr>
          <w:sz w:val="28"/>
        </w:rPr>
        <w:t>SZCZEGÓŁOWE</w:t>
      </w:r>
      <w:r w:rsidR="007039F4">
        <w:rPr>
          <w:sz w:val="28"/>
        </w:rPr>
        <w:t xml:space="preserve"> SPECYFIKACJE TECHNICZNE</w:t>
      </w: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7039F4">
      <w:pPr>
        <w:jc w:val="center"/>
        <w:rPr>
          <w:b/>
          <w:sz w:val="28"/>
        </w:rPr>
      </w:pPr>
      <w:r>
        <w:rPr>
          <w:b/>
          <w:sz w:val="28"/>
        </w:rPr>
        <w:t>D - 02.00.00</w:t>
      </w:r>
    </w:p>
    <w:p w:rsidR="00C33D84" w:rsidRDefault="00C33D84">
      <w:pPr>
        <w:jc w:val="center"/>
        <w:rPr>
          <w:b/>
          <w:sz w:val="27"/>
        </w:rPr>
      </w:pPr>
    </w:p>
    <w:p w:rsidR="00C33D84" w:rsidRDefault="007039F4">
      <w:pPr>
        <w:jc w:val="center"/>
        <w:rPr>
          <w:b/>
          <w:sz w:val="27"/>
        </w:rPr>
      </w:pPr>
      <w:r>
        <w:rPr>
          <w:b/>
          <w:sz w:val="28"/>
        </w:rPr>
        <w:t>ROBOTY  ZIEMNE</w:t>
      </w: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7039F4" w:rsidP="00C40627">
      <w:pPr>
        <w:jc w:val="center"/>
        <w:rPr>
          <w:sz w:val="19"/>
        </w:rPr>
      </w:pPr>
      <w:r>
        <w:rPr>
          <w:b/>
          <w:sz w:val="28"/>
        </w:rPr>
        <w:br w:type="page"/>
      </w:r>
      <w:r w:rsidR="00C40627">
        <w:rPr>
          <w:sz w:val="19"/>
        </w:rPr>
        <w:lastRenderedPageBreak/>
        <w:t xml:space="preserve"> </w:t>
      </w:r>
    </w:p>
    <w:p w:rsidR="00C33D84" w:rsidRDefault="00C33D84">
      <w:pPr>
        <w:pBdr>
          <w:bottom w:val="single" w:sz="6" w:space="1" w:color="auto"/>
        </w:pBdr>
        <w:rPr>
          <w:sz w:val="19"/>
        </w:rPr>
      </w:pPr>
    </w:p>
    <w:p w:rsidR="00C33D84" w:rsidRDefault="007039F4">
      <w:pPr>
        <w:spacing w:before="240" w:after="120"/>
        <w:jc w:val="center"/>
        <w:rPr>
          <w:b/>
          <w:kern w:val="20"/>
        </w:rPr>
      </w:pPr>
      <w:r>
        <w:rPr>
          <w:b/>
          <w:kern w:val="20"/>
        </w:rPr>
        <w:t>SPIS  SPECYFIKACJI</w:t>
      </w:r>
    </w:p>
    <w:p w:rsidR="00C33D84" w:rsidRDefault="007039F4">
      <w:pPr>
        <w:jc w:val="center"/>
        <w:rPr>
          <w:b/>
        </w:rPr>
      </w:pPr>
      <w:r>
        <w:rPr>
          <w:b/>
        </w:rPr>
        <w:t>D - 02.00.00</w:t>
      </w:r>
    </w:p>
    <w:p w:rsidR="00C33D84" w:rsidRDefault="007039F4">
      <w:pPr>
        <w:spacing w:after="120"/>
        <w:jc w:val="center"/>
        <w:rPr>
          <w:b/>
        </w:rPr>
      </w:pPr>
      <w:r>
        <w:rPr>
          <w:b/>
        </w:rPr>
        <w:t>ROBOTY  ZIEMNE</w:t>
      </w:r>
    </w:p>
    <w:p w:rsidR="00C33D84" w:rsidRDefault="007039F4">
      <w:pPr>
        <w:tabs>
          <w:tab w:val="left" w:pos="284"/>
          <w:tab w:val="left" w:pos="1134"/>
          <w:tab w:val="right" w:leader="dot" w:pos="7371"/>
          <w:tab w:val="right" w:leader="dot" w:pos="8789"/>
        </w:tabs>
        <w:ind w:left="90"/>
        <w:rPr>
          <w:b/>
        </w:rPr>
      </w:pPr>
      <w:r>
        <w:rPr>
          <w:b/>
        </w:rPr>
        <w:t xml:space="preserve">D-02.00.01 </w:t>
      </w:r>
      <w:r>
        <w:rPr>
          <w:b/>
        </w:rPr>
        <w:tab/>
        <w:t xml:space="preserve">ROBOTY ZIEMNE. WYMAGANIA OGÓLNE </w:t>
      </w:r>
      <w:r w:rsidR="00C40627">
        <w:tab/>
      </w:r>
    </w:p>
    <w:p w:rsidR="00C33D84" w:rsidRDefault="007039F4">
      <w:pPr>
        <w:tabs>
          <w:tab w:val="left" w:pos="284"/>
          <w:tab w:val="left" w:pos="1134"/>
          <w:tab w:val="right" w:leader="dot" w:pos="7371"/>
          <w:tab w:val="right" w:leader="dot" w:pos="8789"/>
        </w:tabs>
        <w:ind w:left="90"/>
        <w:rPr>
          <w:b/>
        </w:rPr>
      </w:pPr>
      <w:r>
        <w:rPr>
          <w:b/>
        </w:rPr>
        <w:t xml:space="preserve">D-02.01.01 </w:t>
      </w:r>
      <w:r>
        <w:rPr>
          <w:b/>
        </w:rPr>
        <w:tab/>
        <w:t>WYKONANIE WYKOPÓW W GRUNTACH NIESKALISTYCH</w:t>
      </w:r>
      <w:r w:rsidR="00C40627">
        <w:tab/>
      </w:r>
    </w:p>
    <w:p w:rsidR="00C33D84" w:rsidRDefault="007039F4">
      <w:pPr>
        <w:tabs>
          <w:tab w:val="left" w:pos="284"/>
          <w:tab w:val="left" w:pos="1134"/>
          <w:tab w:val="right" w:leader="dot" w:pos="7371"/>
          <w:tab w:val="right" w:leader="dot" w:pos="8789"/>
        </w:tabs>
        <w:ind w:left="90"/>
        <w:rPr>
          <w:b/>
        </w:rPr>
      </w:pPr>
      <w:r>
        <w:rPr>
          <w:b/>
        </w:rPr>
        <w:t xml:space="preserve">D-02.02.01 </w:t>
      </w:r>
      <w:r>
        <w:rPr>
          <w:b/>
        </w:rPr>
        <w:tab/>
        <w:t xml:space="preserve">WYKONANIE WYKOPÓW W GRUNTACH SKALISTYCH </w:t>
      </w:r>
      <w:r w:rsidR="00C40627">
        <w:tab/>
      </w:r>
    </w:p>
    <w:p w:rsidR="00C33D84" w:rsidRDefault="007039F4">
      <w:pPr>
        <w:tabs>
          <w:tab w:val="left" w:pos="284"/>
          <w:tab w:val="left" w:pos="1134"/>
          <w:tab w:val="right" w:leader="dot" w:pos="7371"/>
          <w:tab w:val="right" w:leader="dot" w:pos="8789"/>
        </w:tabs>
        <w:ind w:left="90"/>
        <w:rPr>
          <w:b/>
        </w:rPr>
      </w:pPr>
      <w:r>
        <w:rPr>
          <w:b/>
        </w:rPr>
        <w:t xml:space="preserve">D-02.03.01 </w:t>
      </w:r>
      <w:r>
        <w:rPr>
          <w:b/>
        </w:rPr>
        <w:tab/>
        <w:t>WYKONANIE NASYPÓW</w:t>
      </w:r>
      <w:r w:rsidR="00C40627">
        <w:tab/>
      </w:r>
    </w:p>
    <w:p w:rsidR="00C33D84" w:rsidRDefault="00C33D84">
      <w:pPr>
        <w:tabs>
          <w:tab w:val="left" w:pos="284"/>
          <w:tab w:val="right" w:leader="dot" w:pos="7371"/>
          <w:tab w:val="right" w:leader="dot" w:pos="8789"/>
        </w:tabs>
        <w:ind w:left="90"/>
        <w:rPr>
          <w:b/>
        </w:rPr>
      </w:pPr>
    </w:p>
    <w:p w:rsidR="00C33D84" w:rsidRDefault="00C33D84">
      <w:pPr>
        <w:pBdr>
          <w:top w:val="single" w:sz="6" w:space="1" w:color="auto"/>
        </w:pBdr>
        <w:tabs>
          <w:tab w:val="left" w:pos="284"/>
          <w:tab w:val="right" w:leader="dot" w:pos="8789"/>
        </w:tabs>
        <w:jc w:val="center"/>
        <w:rPr>
          <w:b/>
        </w:rPr>
      </w:pPr>
    </w:p>
    <w:p w:rsidR="00C33D84" w:rsidRDefault="007039F4">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000"/>
      </w:tblPr>
      <w:tblGrid>
        <w:gridCol w:w="810"/>
        <w:gridCol w:w="3420"/>
      </w:tblGrid>
      <w:tr w:rsidR="00C33D84">
        <w:tc>
          <w:tcPr>
            <w:tcW w:w="810" w:type="dxa"/>
          </w:tcPr>
          <w:p w:rsidR="00C33D84" w:rsidRDefault="007039F4">
            <w:pPr>
              <w:tabs>
                <w:tab w:val="right" w:leader="dot" w:pos="-1985"/>
                <w:tab w:val="left" w:pos="284"/>
              </w:tabs>
              <w:jc w:val="left"/>
            </w:pPr>
            <w:r>
              <w:t>OST</w:t>
            </w:r>
          </w:p>
        </w:tc>
        <w:tc>
          <w:tcPr>
            <w:tcW w:w="3420" w:type="dxa"/>
          </w:tcPr>
          <w:p w:rsidR="00C33D84" w:rsidRDefault="007039F4">
            <w:pPr>
              <w:tabs>
                <w:tab w:val="right" w:leader="dot" w:pos="-1985"/>
                <w:tab w:val="left" w:pos="284"/>
              </w:tabs>
            </w:pPr>
            <w:r>
              <w:t>- ogólna specyfikacja techniczna</w:t>
            </w:r>
          </w:p>
        </w:tc>
      </w:tr>
      <w:tr w:rsidR="00C33D84">
        <w:tc>
          <w:tcPr>
            <w:tcW w:w="810" w:type="dxa"/>
          </w:tcPr>
          <w:p w:rsidR="00C33D84" w:rsidRDefault="007039F4">
            <w:pPr>
              <w:tabs>
                <w:tab w:val="right" w:leader="dot" w:pos="-1985"/>
                <w:tab w:val="left" w:pos="284"/>
              </w:tabs>
              <w:jc w:val="left"/>
            </w:pPr>
            <w:r>
              <w:t>SST</w:t>
            </w:r>
          </w:p>
        </w:tc>
        <w:tc>
          <w:tcPr>
            <w:tcW w:w="3420" w:type="dxa"/>
          </w:tcPr>
          <w:p w:rsidR="00C33D84" w:rsidRDefault="007039F4">
            <w:pPr>
              <w:tabs>
                <w:tab w:val="right" w:leader="dot" w:pos="-1985"/>
                <w:tab w:val="left" w:pos="284"/>
              </w:tabs>
            </w:pPr>
            <w:r>
              <w:t>- szczegółowa specyfikacja techniczna</w:t>
            </w:r>
          </w:p>
        </w:tc>
      </w:tr>
      <w:tr w:rsidR="00C33D84">
        <w:tc>
          <w:tcPr>
            <w:tcW w:w="810" w:type="dxa"/>
          </w:tcPr>
          <w:p w:rsidR="00C33D84" w:rsidRDefault="007039F4">
            <w:pPr>
              <w:tabs>
                <w:tab w:val="right" w:leader="dot" w:pos="-1985"/>
                <w:tab w:val="left" w:pos="284"/>
              </w:tabs>
              <w:jc w:val="left"/>
            </w:pPr>
            <w:r>
              <w:t>IBDiM</w:t>
            </w:r>
          </w:p>
        </w:tc>
        <w:tc>
          <w:tcPr>
            <w:tcW w:w="3420" w:type="dxa"/>
          </w:tcPr>
          <w:p w:rsidR="00C33D84" w:rsidRDefault="007039F4">
            <w:pPr>
              <w:tabs>
                <w:tab w:val="right" w:leader="dot" w:pos="-1985"/>
                <w:tab w:val="left" w:pos="284"/>
              </w:tabs>
            </w:pPr>
            <w:r>
              <w:t>- Instytut Badawczy Dróg i Mostów</w:t>
            </w:r>
          </w:p>
        </w:tc>
      </w:tr>
    </w:tbl>
    <w:p w:rsidR="00C33D84" w:rsidRDefault="00C33D84">
      <w:pPr>
        <w:tabs>
          <w:tab w:val="right" w:leader="dot" w:pos="-1985"/>
          <w:tab w:val="left" w:pos="284"/>
        </w:tabs>
        <w:rPr>
          <w:sz w:val="19"/>
        </w:rPr>
      </w:pPr>
    </w:p>
    <w:p w:rsidR="00C33D84" w:rsidRDefault="00C33D84">
      <w:pPr>
        <w:rPr>
          <w:sz w:val="19"/>
        </w:rPr>
        <w:sectPr w:rsidR="00C33D84" w:rsidSect="008A3BAD">
          <w:headerReference w:type="default" r:id="rId7"/>
          <w:footerReference w:type="first" r:id="rId8"/>
          <w:pgSz w:w="11907" w:h="16840" w:code="9"/>
          <w:pgMar w:top="2835" w:right="2268" w:bottom="2835" w:left="2268" w:header="1985" w:footer="1531" w:gutter="0"/>
          <w:pgNumType w:start="235"/>
          <w:cols w:space="708"/>
          <w:titlePg/>
        </w:sectPr>
      </w:pPr>
    </w:p>
    <w:p w:rsidR="00C33D84" w:rsidRDefault="00C33D84">
      <w:pPr>
        <w:jc w:val="center"/>
        <w:rPr>
          <w:sz w:val="24"/>
        </w:rPr>
      </w:pPr>
    </w:p>
    <w:p w:rsidR="00C33D84" w:rsidRDefault="00C33D84">
      <w:pPr>
        <w:jc w:val="center"/>
        <w:rPr>
          <w:sz w:val="24"/>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40627">
      <w:pPr>
        <w:pStyle w:val="Standardowytekst"/>
        <w:jc w:val="center"/>
        <w:rPr>
          <w:b/>
          <w:sz w:val="28"/>
        </w:rPr>
      </w:pPr>
      <w:r>
        <w:rPr>
          <w:sz w:val="28"/>
        </w:rPr>
        <w:t>SZCZEGÓŁOWE</w:t>
      </w:r>
      <w:r w:rsidR="007039F4">
        <w:rPr>
          <w:sz w:val="28"/>
        </w:rPr>
        <w:t xml:space="preserve"> SPECYFIKACJE TECHNICZNE</w:t>
      </w: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B1DB1">
      <w:pPr>
        <w:pStyle w:val="Standardowytekst"/>
        <w:jc w:val="center"/>
        <w:rPr>
          <w:b/>
          <w:sz w:val="28"/>
        </w:rPr>
      </w:pPr>
      <w:r>
        <w:rPr>
          <w:b/>
          <w:sz w:val="28"/>
        </w:rPr>
        <w:t>D-02.00.00</w:t>
      </w:r>
    </w:p>
    <w:p w:rsidR="00C33D84" w:rsidRDefault="00C33D84">
      <w:pPr>
        <w:pStyle w:val="Standardowytekst"/>
        <w:jc w:val="center"/>
        <w:rPr>
          <w:b/>
          <w:sz w:val="28"/>
        </w:rPr>
      </w:pPr>
    </w:p>
    <w:p w:rsidR="00C33D84" w:rsidRDefault="007039F4">
      <w:pPr>
        <w:pStyle w:val="Standardowytekst"/>
        <w:jc w:val="center"/>
        <w:rPr>
          <w:b/>
          <w:sz w:val="28"/>
        </w:rPr>
      </w:pPr>
      <w:r>
        <w:rPr>
          <w:b/>
          <w:sz w:val="28"/>
        </w:rPr>
        <w:t xml:space="preserve">ROBOTY  ZIEMNE.  </w:t>
      </w: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C33D84">
      <w:pPr>
        <w:pStyle w:val="Standardowytekst"/>
        <w:jc w:val="center"/>
        <w:rPr>
          <w:b/>
          <w:sz w:val="28"/>
        </w:rPr>
      </w:pPr>
    </w:p>
    <w:p w:rsidR="00C33D84" w:rsidRDefault="007039F4">
      <w:pPr>
        <w:pStyle w:val="Standardowytekst"/>
        <w:spacing w:after="120"/>
        <w:jc w:val="center"/>
        <w:rPr>
          <w:b/>
        </w:rPr>
      </w:pPr>
      <w:r>
        <w:rPr>
          <w:b/>
        </w:rPr>
        <w:t>SPIS TREŚCI</w:t>
      </w:r>
    </w:p>
    <w:p w:rsidR="00C33D84" w:rsidRDefault="007039F4">
      <w:pPr>
        <w:pStyle w:val="Standardowytekst"/>
        <w:jc w:val="center"/>
        <w:rPr>
          <w:b/>
        </w:rPr>
      </w:pPr>
      <w:r>
        <w:rPr>
          <w:b/>
        </w:rPr>
        <w:t>D-02.00.01</w:t>
      </w:r>
    </w:p>
    <w:p w:rsidR="00C33D84" w:rsidRDefault="007039F4">
      <w:pPr>
        <w:pStyle w:val="Standardowytekst"/>
        <w:jc w:val="center"/>
        <w:rPr>
          <w:b/>
        </w:rPr>
      </w:pPr>
      <w:r>
        <w:rPr>
          <w:b/>
        </w:rPr>
        <w:t>ROBOTY  ZIEMNE.  WYMAGANIA  OGÓLNE</w:t>
      </w:r>
    </w:p>
    <w:p w:rsidR="00C33D84" w:rsidRDefault="00C33D84">
      <w:pPr>
        <w:pStyle w:val="Standardowytekst"/>
        <w:jc w:val="center"/>
        <w:rPr>
          <w:b/>
        </w:rPr>
      </w:pPr>
    </w:p>
    <w:p w:rsidR="00C33D84" w:rsidRDefault="00572703">
      <w:pPr>
        <w:pStyle w:val="Spistreci1"/>
        <w:spacing w:before="0" w:after="0"/>
        <w:ind w:left="142"/>
        <w:rPr>
          <w:noProof/>
        </w:rPr>
      </w:pPr>
      <w:r w:rsidRPr="00572703">
        <w:rPr>
          <w:sz w:val="24"/>
        </w:rPr>
        <w:fldChar w:fldCharType="begin"/>
      </w:r>
      <w:r w:rsidR="007039F4">
        <w:rPr>
          <w:sz w:val="24"/>
        </w:rPr>
        <w:instrText xml:space="preserve"> TOC \o "1-1" </w:instrText>
      </w:r>
      <w:r w:rsidRPr="00572703">
        <w:rPr>
          <w:sz w:val="24"/>
        </w:rPr>
        <w:fldChar w:fldCharType="separate"/>
      </w:r>
      <w:r w:rsidR="007039F4">
        <w:rPr>
          <w:noProof/>
        </w:rPr>
        <w:t>1. WSTĘP</w:t>
      </w:r>
      <w:r w:rsidR="00C40627">
        <w:rPr>
          <w:b w:val="0"/>
          <w:noProof/>
        </w:rPr>
        <w:tab/>
      </w:r>
    </w:p>
    <w:p w:rsidR="00C33D84" w:rsidRDefault="007039F4">
      <w:pPr>
        <w:pStyle w:val="Spistreci1"/>
        <w:spacing w:before="0" w:after="0"/>
        <w:ind w:left="142"/>
        <w:rPr>
          <w:noProof/>
        </w:rPr>
      </w:pPr>
      <w:r>
        <w:rPr>
          <w:noProof/>
        </w:rPr>
        <w:t>2. MATERIAŁY (GRUNTY)</w:t>
      </w:r>
      <w:r w:rsidR="00C40627">
        <w:rPr>
          <w:b w:val="0"/>
          <w:noProof/>
        </w:rPr>
        <w:tab/>
      </w:r>
    </w:p>
    <w:p w:rsidR="00C33D84" w:rsidRDefault="007039F4">
      <w:pPr>
        <w:pStyle w:val="Spistreci1"/>
        <w:spacing w:before="0" w:after="0"/>
        <w:ind w:left="142"/>
        <w:rPr>
          <w:noProof/>
        </w:rPr>
      </w:pPr>
      <w:r>
        <w:rPr>
          <w:noProof/>
        </w:rPr>
        <w:t>3. SPRZĘT</w:t>
      </w:r>
      <w:r w:rsidR="00C40627">
        <w:rPr>
          <w:b w:val="0"/>
          <w:noProof/>
        </w:rPr>
        <w:tab/>
      </w:r>
    </w:p>
    <w:p w:rsidR="00C33D84" w:rsidRDefault="007039F4">
      <w:pPr>
        <w:pStyle w:val="Spistreci1"/>
        <w:spacing w:before="0" w:after="0"/>
        <w:ind w:left="142"/>
        <w:rPr>
          <w:noProof/>
        </w:rPr>
      </w:pPr>
      <w:r>
        <w:rPr>
          <w:noProof/>
        </w:rPr>
        <w:t>4. TRANSPORT</w:t>
      </w:r>
      <w:r w:rsidR="00C40627">
        <w:rPr>
          <w:b w:val="0"/>
          <w:noProof/>
        </w:rPr>
        <w:tab/>
      </w:r>
    </w:p>
    <w:p w:rsidR="00C33D84" w:rsidRDefault="007039F4">
      <w:pPr>
        <w:pStyle w:val="Spistreci1"/>
        <w:spacing w:before="0" w:after="0"/>
        <w:ind w:left="142"/>
        <w:rPr>
          <w:noProof/>
        </w:rPr>
      </w:pPr>
      <w:r>
        <w:rPr>
          <w:noProof/>
        </w:rPr>
        <w:t>5. WYKONANIE ROBÓT</w:t>
      </w:r>
      <w:r w:rsidR="00C40627">
        <w:rPr>
          <w:b w:val="0"/>
          <w:noProof/>
        </w:rPr>
        <w:tab/>
      </w:r>
    </w:p>
    <w:p w:rsidR="00C33D84" w:rsidRDefault="007039F4">
      <w:pPr>
        <w:pStyle w:val="Spistreci1"/>
        <w:spacing w:before="0" w:after="0"/>
        <w:ind w:left="142"/>
        <w:rPr>
          <w:noProof/>
        </w:rPr>
      </w:pPr>
      <w:r>
        <w:rPr>
          <w:noProof/>
        </w:rPr>
        <w:t>6. KONTROLA JAKOŚCI ROBÓT</w:t>
      </w:r>
      <w:r w:rsidR="00C40627">
        <w:rPr>
          <w:b w:val="0"/>
          <w:noProof/>
        </w:rPr>
        <w:tab/>
      </w:r>
    </w:p>
    <w:p w:rsidR="00C33D84" w:rsidRDefault="007039F4">
      <w:pPr>
        <w:pStyle w:val="Spistreci1"/>
        <w:spacing w:before="0" w:after="0"/>
        <w:ind w:left="142"/>
        <w:rPr>
          <w:noProof/>
        </w:rPr>
      </w:pPr>
      <w:r>
        <w:rPr>
          <w:noProof/>
        </w:rPr>
        <w:t>7. OBMIAR ROBÓT</w:t>
      </w:r>
      <w:r w:rsidR="00C40627">
        <w:rPr>
          <w:b w:val="0"/>
          <w:noProof/>
        </w:rPr>
        <w:tab/>
      </w:r>
    </w:p>
    <w:p w:rsidR="00C33D84" w:rsidRDefault="007039F4">
      <w:pPr>
        <w:pStyle w:val="Spistreci1"/>
        <w:spacing w:before="0" w:after="0"/>
        <w:ind w:left="142"/>
        <w:rPr>
          <w:noProof/>
        </w:rPr>
      </w:pPr>
      <w:r>
        <w:rPr>
          <w:noProof/>
        </w:rPr>
        <w:t>8. ODBIÓR ROBÓT</w:t>
      </w:r>
      <w:r w:rsidR="00C40627">
        <w:rPr>
          <w:b w:val="0"/>
          <w:noProof/>
        </w:rPr>
        <w:tab/>
      </w:r>
    </w:p>
    <w:p w:rsidR="00C33D84" w:rsidRDefault="007039F4">
      <w:pPr>
        <w:pStyle w:val="Spistreci1"/>
        <w:spacing w:before="0" w:after="0"/>
        <w:ind w:left="142"/>
        <w:rPr>
          <w:noProof/>
        </w:rPr>
      </w:pPr>
      <w:r>
        <w:rPr>
          <w:noProof/>
        </w:rPr>
        <w:t>9. PODSTAWA PŁATNOŚCI</w:t>
      </w:r>
      <w:r w:rsidR="00C40627">
        <w:rPr>
          <w:b w:val="0"/>
          <w:noProof/>
        </w:rPr>
        <w:tab/>
      </w:r>
    </w:p>
    <w:p w:rsidR="00C33D84" w:rsidRDefault="007039F4">
      <w:pPr>
        <w:pStyle w:val="Spistreci1"/>
        <w:spacing w:before="0" w:after="0"/>
        <w:rPr>
          <w:noProof/>
        </w:rPr>
      </w:pPr>
      <w:r>
        <w:rPr>
          <w:noProof/>
        </w:rPr>
        <w:t xml:space="preserve"> 10. PRZEPISY ZWIĄZANE</w:t>
      </w:r>
      <w:r w:rsidR="00C40627">
        <w:rPr>
          <w:b w:val="0"/>
          <w:noProof/>
        </w:rPr>
        <w:tab/>
      </w:r>
    </w:p>
    <w:p w:rsidR="00C33D84" w:rsidRDefault="00C33D84">
      <w:pPr>
        <w:pStyle w:val="Spistreci1"/>
        <w:spacing w:before="0" w:after="0"/>
        <w:ind w:left="142"/>
        <w:rPr>
          <w:noProof/>
        </w:rPr>
      </w:pPr>
    </w:p>
    <w:p w:rsidR="00C33D84" w:rsidRDefault="00572703">
      <w:pPr>
        <w:pStyle w:val="Standardowytekst"/>
        <w:ind w:left="142"/>
        <w:rPr>
          <w:sz w:val="24"/>
        </w:rPr>
      </w:pPr>
      <w:r>
        <w:rPr>
          <w:sz w:val="24"/>
        </w:rPr>
        <w:fldChar w:fldCharType="end"/>
      </w:r>
    </w:p>
    <w:p w:rsidR="00C33D84" w:rsidRDefault="007039F4">
      <w:pPr>
        <w:pStyle w:val="Nagwek1"/>
      </w:pPr>
      <w:r>
        <w:rPr>
          <w:b w:val="0"/>
          <w:sz w:val="28"/>
        </w:rPr>
        <w:br w:type="page"/>
      </w:r>
      <w:bookmarkStart w:id="0" w:name="_Toc405615030"/>
      <w:bookmarkStart w:id="1" w:name="_Toc407161178"/>
      <w:bookmarkStart w:id="2" w:name="_Toc418996322"/>
      <w:bookmarkStart w:id="3" w:name="_Toc418996691"/>
      <w:bookmarkStart w:id="4" w:name="_Toc418997078"/>
      <w:bookmarkStart w:id="5" w:name="_Toc418998487"/>
      <w:bookmarkStart w:id="6" w:name="_Toc418998843"/>
      <w:bookmarkStart w:id="7" w:name="_Toc419000089"/>
      <w:r>
        <w:lastRenderedPageBreak/>
        <w:t>1. Wstęp</w:t>
      </w:r>
      <w:bookmarkEnd w:id="0"/>
      <w:bookmarkEnd w:id="1"/>
      <w:bookmarkEnd w:id="2"/>
      <w:bookmarkEnd w:id="3"/>
      <w:bookmarkEnd w:id="4"/>
      <w:bookmarkEnd w:id="5"/>
      <w:bookmarkEnd w:id="6"/>
      <w:bookmarkEnd w:id="7"/>
    </w:p>
    <w:p w:rsidR="00C33D84" w:rsidRDefault="00C40627">
      <w:pPr>
        <w:pStyle w:val="Nagwek2"/>
      </w:pPr>
      <w:bookmarkStart w:id="8" w:name="_Toc405615031"/>
      <w:bookmarkStart w:id="9" w:name="_Toc407161179"/>
      <w:r>
        <w:t>1.1. Przedmiot S</w:t>
      </w:r>
      <w:r w:rsidR="007039F4">
        <w:t>ST</w:t>
      </w:r>
      <w:bookmarkEnd w:id="8"/>
      <w:bookmarkEnd w:id="9"/>
    </w:p>
    <w:p w:rsidR="00C33D84" w:rsidRDefault="00C40627">
      <w:pPr>
        <w:pStyle w:val="Standardowytekst"/>
      </w:pPr>
      <w:r>
        <w:tab/>
        <w:t>Przedmiotem niniejszej szczegółowe specyfikacji technicznej (S</w:t>
      </w:r>
      <w:r w:rsidR="007039F4">
        <w:t>ST) są wymagania dotyczące wykonania i odbioru liniowych robót ziemnych.</w:t>
      </w:r>
    </w:p>
    <w:p w:rsidR="00C33D84" w:rsidRDefault="007039F4">
      <w:pPr>
        <w:pStyle w:val="Nagwek2"/>
      </w:pPr>
      <w:bookmarkStart w:id="10" w:name="_Toc405615032"/>
      <w:bookmarkStart w:id="11" w:name="_Toc407161180"/>
      <w:r>
        <w:t xml:space="preserve">1.2. Zakres stosowania </w:t>
      </w:r>
      <w:r w:rsidR="00C40627">
        <w:t>S</w:t>
      </w:r>
      <w:r>
        <w:t>ST</w:t>
      </w:r>
      <w:bookmarkEnd w:id="10"/>
      <w:bookmarkEnd w:id="11"/>
    </w:p>
    <w:p w:rsidR="00C33D84" w:rsidRDefault="00C40627">
      <w:pPr>
        <w:pStyle w:val="Standardowytekst"/>
      </w:pPr>
      <w:r>
        <w:tab/>
        <w:t>Szczegółowa specyfikacja techniczna (S</w:t>
      </w:r>
      <w:r w:rsidR="007039F4">
        <w:t>ST) stanowi obowiązującą podstawę opracowania szczegółowej specyfikacji technicznej (SST) stosowanej jako dokument przetargowy i kontraktowy przy zlecaniu i realizacji robót na drogach krajowych.</w:t>
      </w:r>
      <w:r w:rsidR="007039F4">
        <w:tab/>
        <w:t>Zaleca się wykorzystan</w:t>
      </w:r>
      <w:r>
        <w:t>ie S</w:t>
      </w:r>
      <w:r w:rsidR="007039F4">
        <w:t>ST przy zlecaniu robót na drogach wojewódzkich, powiatowych i gminnych.</w:t>
      </w:r>
    </w:p>
    <w:p w:rsidR="00C33D84" w:rsidRDefault="007039F4">
      <w:pPr>
        <w:pStyle w:val="Standardowytekst"/>
      </w:pPr>
      <w:r>
        <w:tab/>
        <w:t>Niniejsza specyfikacja nie ma zastosowania do robót fundamentowych i związanych z wykonaniem instalacji.</w:t>
      </w:r>
    </w:p>
    <w:p w:rsidR="00C33D84" w:rsidRDefault="00C40627">
      <w:pPr>
        <w:pStyle w:val="Nagwek2"/>
      </w:pPr>
      <w:bookmarkStart w:id="12" w:name="_Toc405615033"/>
      <w:bookmarkStart w:id="13" w:name="_Toc407161181"/>
      <w:r>
        <w:t>1.3. Zakres robót objętych S</w:t>
      </w:r>
      <w:r w:rsidR="007039F4">
        <w:t>ST</w:t>
      </w:r>
      <w:bookmarkEnd w:id="12"/>
      <w:bookmarkEnd w:id="13"/>
    </w:p>
    <w:p w:rsidR="00C33D84" w:rsidRDefault="007039F4">
      <w:pPr>
        <w:pStyle w:val="Standardowytekst"/>
      </w:pPr>
      <w:r>
        <w:tab/>
        <w:t>Ustalenia zawarte w niniejszej specyfikacji dotyczą zasad prowadzenia robót ziemnych w czasie budowy lub modernizacji dróg i obejmują:</w:t>
      </w:r>
    </w:p>
    <w:p w:rsidR="00C33D84" w:rsidRDefault="007039F4" w:rsidP="007039F4">
      <w:pPr>
        <w:pStyle w:val="Standardowytekst"/>
        <w:numPr>
          <w:ilvl w:val="0"/>
          <w:numId w:val="1"/>
        </w:numPr>
      </w:pPr>
      <w:r>
        <w:t>wykonanie wykopów w gruntach nieskalistych,</w:t>
      </w:r>
    </w:p>
    <w:p w:rsidR="00C33D84" w:rsidRDefault="007039F4" w:rsidP="007039F4">
      <w:pPr>
        <w:pStyle w:val="Standardowytekst"/>
        <w:numPr>
          <w:ilvl w:val="0"/>
          <w:numId w:val="1"/>
        </w:numPr>
      </w:pPr>
      <w:r>
        <w:t>wykonanie wykopów w gruntach skalistych,</w:t>
      </w:r>
    </w:p>
    <w:p w:rsidR="00C33D84" w:rsidRDefault="007039F4" w:rsidP="007039F4">
      <w:pPr>
        <w:pStyle w:val="Standardowytekst"/>
        <w:numPr>
          <w:ilvl w:val="0"/>
          <w:numId w:val="1"/>
        </w:numPr>
      </w:pPr>
      <w:r>
        <w:t>budowę nasypów drogowych,</w:t>
      </w:r>
    </w:p>
    <w:p w:rsidR="00C33D84" w:rsidRDefault="007039F4" w:rsidP="007039F4">
      <w:pPr>
        <w:pStyle w:val="Standardowytekst"/>
        <w:numPr>
          <w:ilvl w:val="0"/>
          <w:numId w:val="1"/>
        </w:numPr>
      </w:pPr>
      <w:r>
        <w:t>pozyskiwanie gruntu z ukopu lub dokopu.</w:t>
      </w:r>
    </w:p>
    <w:p w:rsidR="00C33D84" w:rsidRDefault="007039F4">
      <w:pPr>
        <w:pStyle w:val="Nagwek2"/>
      </w:pPr>
      <w:bookmarkStart w:id="14" w:name="_Toc405615034"/>
      <w:bookmarkStart w:id="15" w:name="_Toc407161182"/>
      <w:r>
        <w:t>1.4. Określenia podstawowe</w:t>
      </w:r>
      <w:bookmarkEnd w:id="14"/>
      <w:bookmarkEnd w:id="15"/>
    </w:p>
    <w:p w:rsidR="00C33D84" w:rsidRDefault="007039F4">
      <w:pPr>
        <w:pStyle w:val="Standardowytekst"/>
        <w:tabs>
          <w:tab w:val="right" w:pos="-1985"/>
          <w:tab w:val="left" w:pos="567"/>
        </w:tabs>
      </w:pPr>
      <w:r>
        <w:rPr>
          <w:b/>
        </w:rPr>
        <w:t>1.4.1.</w:t>
      </w:r>
      <w:r>
        <w:rPr>
          <w:b/>
        </w:rPr>
        <w:tab/>
      </w:r>
      <w:r>
        <w:t>Budowla ziemna - budowla wykonana w gruncie lub z gruntu naturalnego lub z gruntu antropogenicznego spełniająca warunki stateczności i odwodnienia.</w:t>
      </w:r>
    </w:p>
    <w:p w:rsidR="00C33D84" w:rsidRDefault="007039F4">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rsidR="00C33D84" w:rsidRDefault="007039F4">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rsidR="00C33D84" w:rsidRDefault="007039F4">
      <w:pPr>
        <w:pStyle w:val="Standardowytekst"/>
        <w:tabs>
          <w:tab w:val="right" w:pos="-1985"/>
          <w:tab w:val="left" w:pos="567"/>
        </w:tabs>
        <w:spacing w:before="120"/>
      </w:pPr>
      <w:r>
        <w:rPr>
          <w:b/>
        </w:rPr>
        <w:t>1.4.4.</w:t>
      </w:r>
      <w:r>
        <w:rPr>
          <w:b/>
        </w:rPr>
        <w:tab/>
      </w:r>
      <w:r>
        <w:t>Nasyp niski - nasyp, którego wysokość jest mniejsza niż 1 m.</w:t>
      </w:r>
    </w:p>
    <w:p w:rsidR="00C33D84" w:rsidRDefault="007039F4">
      <w:pPr>
        <w:pStyle w:val="Standardowytekst"/>
        <w:tabs>
          <w:tab w:val="left" w:pos="567"/>
        </w:tabs>
        <w:spacing w:before="120"/>
      </w:pPr>
      <w:r>
        <w:rPr>
          <w:b/>
        </w:rPr>
        <w:t>1.4.5.</w:t>
      </w:r>
      <w:r>
        <w:rPr>
          <w:b/>
        </w:rPr>
        <w:tab/>
      </w:r>
      <w:r>
        <w:t>Nasyp średni - nasyp, którego wysokość jest zawarta w granicach od 1 do 3 m.</w:t>
      </w:r>
    </w:p>
    <w:p w:rsidR="00C33D84" w:rsidRDefault="007039F4">
      <w:pPr>
        <w:pStyle w:val="Standardowytekst"/>
        <w:tabs>
          <w:tab w:val="left" w:pos="567"/>
        </w:tabs>
        <w:spacing w:before="120"/>
      </w:pPr>
      <w:r>
        <w:rPr>
          <w:b/>
        </w:rPr>
        <w:t>1.4.6.</w:t>
      </w:r>
      <w:r>
        <w:rPr>
          <w:b/>
        </w:rPr>
        <w:tab/>
      </w:r>
      <w:r>
        <w:t>Nasyp wysoki - nasyp, którego wysokość przekracza 3 m.</w:t>
      </w:r>
    </w:p>
    <w:p w:rsidR="00C33D84" w:rsidRDefault="007039F4">
      <w:pPr>
        <w:pStyle w:val="Standardowytekst"/>
        <w:tabs>
          <w:tab w:val="left" w:pos="567"/>
        </w:tabs>
        <w:spacing w:before="120"/>
      </w:pPr>
      <w:r>
        <w:rPr>
          <w:b/>
        </w:rPr>
        <w:t>1.4.7.</w:t>
      </w:r>
      <w:r>
        <w:rPr>
          <w:b/>
        </w:rPr>
        <w:tab/>
      </w:r>
      <w:r>
        <w:t>Wykop płytki - wykop, którego głębokość jest mniejsza niż 1 m.</w:t>
      </w:r>
    </w:p>
    <w:p w:rsidR="00C33D84" w:rsidRDefault="007039F4">
      <w:pPr>
        <w:pStyle w:val="Standardowytekst"/>
        <w:tabs>
          <w:tab w:val="left" w:pos="567"/>
        </w:tabs>
        <w:spacing w:before="120"/>
      </w:pPr>
      <w:r>
        <w:rPr>
          <w:b/>
        </w:rPr>
        <w:t>1.4.8.</w:t>
      </w:r>
      <w:r>
        <w:rPr>
          <w:b/>
        </w:rPr>
        <w:tab/>
      </w:r>
      <w:r>
        <w:t>Wykop średni - wykop, którego głębokość jest zawarta w granicach od 1 do 3 m.</w:t>
      </w:r>
    </w:p>
    <w:p w:rsidR="00C33D84" w:rsidRDefault="007039F4">
      <w:pPr>
        <w:pStyle w:val="Standardowytekst"/>
        <w:tabs>
          <w:tab w:val="left" w:pos="567"/>
        </w:tabs>
        <w:spacing w:before="120"/>
      </w:pPr>
      <w:r>
        <w:rPr>
          <w:b/>
        </w:rPr>
        <w:t>1.4.9.</w:t>
      </w:r>
      <w:r>
        <w:rPr>
          <w:b/>
        </w:rPr>
        <w:tab/>
      </w:r>
      <w:r>
        <w:t>Wykop głęboki - wykop, którego głębokość przekracza 3 m.</w:t>
      </w:r>
    </w:p>
    <w:p w:rsidR="00C33D84" w:rsidRDefault="007039F4" w:rsidP="007039F4">
      <w:pPr>
        <w:pStyle w:val="Standardowytekst"/>
        <w:numPr>
          <w:ilvl w:val="0"/>
          <w:numId w:val="2"/>
        </w:numPr>
        <w:spacing w:before="120"/>
        <w:ind w:left="0" w:firstLine="0"/>
      </w:pPr>
      <w:r>
        <w:t>Bagno - grunt organiczny nasycony wodą, o małej nośności, charakteryzujący się znacznym i długotrwałym osiadaniem pod obciążeniem.</w:t>
      </w:r>
    </w:p>
    <w:p w:rsidR="00C33D84" w:rsidRDefault="007039F4" w:rsidP="007039F4">
      <w:pPr>
        <w:pStyle w:val="Standardowytekst"/>
        <w:numPr>
          <w:ilvl w:val="0"/>
          <w:numId w:val="3"/>
        </w:numPr>
        <w:spacing w:before="120"/>
        <w:ind w:left="0" w:firstLine="0"/>
      </w:pPr>
      <w:r>
        <w:t>Grunt nieskalisty - każdy grunt rodzimy, nie określony w punkcie 1.4.12 jako grunt skalisty.</w:t>
      </w:r>
    </w:p>
    <w:p w:rsidR="00C33D84" w:rsidRDefault="007039F4">
      <w:pPr>
        <w:pStyle w:val="Standardowytekst"/>
        <w:spacing w:before="120"/>
      </w:pPr>
      <w:r>
        <w:rPr>
          <w:b/>
        </w:rPr>
        <w:lastRenderedPageBreak/>
        <w:t>1.4.12.</w:t>
      </w:r>
      <w:r>
        <w:rPr>
          <w:b/>
        </w:rPr>
        <w:tab/>
      </w:r>
      <w:r>
        <w:t>Grunt skalisty - grunt rodzimy, lity lub spękany o nieprzesuniętych blokach, którego próbki nie wykazują zmian objętości ani nie rozpadają się pod działaniem wody destylowanej; mają wytrzymałość na ściskanie R</w:t>
      </w:r>
      <w:r>
        <w:rPr>
          <w:vertAlign w:val="subscript"/>
        </w:rPr>
        <w:t>c</w:t>
      </w:r>
      <w:r>
        <w:t xml:space="preserve"> ponad 0,2 MPa; wymaga użycia środków wybuchowych albo narzędzi pneumatycznych lub hydraulicznych do odspojenia.</w:t>
      </w:r>
    </w:p>
    <w:p w:rsidR="00C33D84" w:rsidRDefault="007039F4">
      <w:pPr>
        <w:pStyle w:val="Standardowytekst"/>
        <w:spacing w:before="120"/>
      </w:pPr>
      <w:r>
        <w:rPr>
          <w:b/>
        </w:rPr>
        <w:t>1.4.13.</w:t>
      </w:r>
      <w:r>
        <w:rPr>
          <w:b/>
        </w:rPr>
        <w:tab/>
      </w:r>
      <w:r>
        <w:t>Ukop - miejsce pozyskania gruntu do wykonania nasypów, położone w obrębie pasa robót drogowych.</w:t>
      </w:r>
    </w:p>
    <w:p w:rsidR="00C33D84" w:rsidRDefault="007039F4">
      <w:pPr>
        <w:pStyle w:val="Standardowytekst"/>
        <w:spacing w:before="120"/>
      </w:pPr>
      <w:r>
        <w:rPr>
          <w:b/>
        </w:rPr>
        <w:t>1.4.14.</w:t>
      </w:r>
      <w:r>
        <w:rPr>
          <w:b/>
        </w:rPr>
        <w:tab/>
      </w:r>
      <w:r>
        <w:t>Dokop - miejsce pozyskania gruntu do wykonania nasypów, położone poza pasem robót drogowych.</w:t>
      </w:r>
    </w:p>
    <w:p w:rsidR="00C33D84" w:rsidRDefault="007039F4">
      <w:pPr>
        <w:pStyle w:val="Standardowytekst"/>
        <w:spacing w:before="120"/>
      </w:pPr>
      <w:r>
        <w:rPr>
          <w:b/>
        </w:rPr>
        <w:t>1.4.15.</w:t>
      </w:r>
      <w:r>
        <w:rPr>
          <w:b/>
        </w:rPr>
        <w:tab/>
      </w:r>
      <w:r>
        <w:t>Odkład - miejsce wbudowania lub składowania (odwiezienia) gruntów pozyskanych w czasie wykonywania wykopów, a nie wykorzystanych do budowy nasypów oraz innych prac związanych z trasą drogową.</w:t>
      </w:r>
    </w:p>
    <w:p w:rsidR="00C33D84" w:rsidRDefault="007039F4">
      <w:pPr>
        <w:pStyle w:val="Standardowytekst"/>
        <w:spacing w:before="120"/>
      </w:pPr>
      <w:r>
        <w:rPr>
          <w:b/>
        </w:rPr>
        <w:t>1.4.16.</w:t>
      </w:r>
      <w:r>
        <w:rPr>
          <w:b/>
        </w:rPr>
        <w:tab/>
      </w:r>
      <w:r>
        <w:t xml:space="preserve">Wskaźnik zagęszczenia gruntu - wielkość charakteryzująca stan zagęszczenia gruntu, określona wg wzoru: </w:t>
      </w:r>
    </w:p>
    <w:p w:rsidR="00C33D84" w:rsidRDefault="007039F4">
      <w:pPr>
        <w:pStyle w:val="Standardowytekst"/>
        <w:spacing w:before="120"/>
        <w:jc w:val="center"/>
      </w:pPr>
      <w:r w:rsidRPr="00C33D84">
        <w:rPr>
          <w:position w:val="-26"/>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0pt" o:ole="">
            <v:imagedata r:id="rId9" o:title=""/>
          </v:shape>
          <o:OLEObject Type="Embed" ProgID="Equation.3" ShapeID="_x0000_i1025" DrawAspect="Content" ObjectID="_1547535838" r:id="rId10"/>
        </w:object>
      </w:r>
    </w:p>
    <w:p w:rsidR="00C33D84" w:rsidRDefault="007039F4">
      <w:pPr>
        <w:pStyle w:val="Standardowytekst"/>
        <w:jc w:val="left"/>
      </w:pPr>
      <w:r>
        <w:t>gdzie:</w:t>
      </w:r>
    </w:p>
    <w:p w:rsidR="00C33D84" w:rsidRDefault="007039F4">
      <w:pPr>
        <w:pStyle w:val="Standardowytekst"/>
        <w:tabs>
          <w:tab w:val="left" w:pos="426"/>
          <w:tab w:val="left" w:pos="709"/>
        </w:tabs>
        <w:ind w:left="709" w:hanging="709"/>
      </w:pPr>
      <w:r>
        <w:rPr>
          <w:i/>
        </w:rPr>
        <w:sym w:font="Symbol" w:char="F072"/>
      </w:r>
      <w:r>
        <w:rPr>
          <w:vertAlign w:val="subscript"/>
        </w:rPr>
        <w:t>d</w:t>
      </w:r>
      <w:r>
        <w:tab/>
        <w:t>-</w:t>
      </w:r>
      <w:r>
        <w:tab/>
        <w:t>gęstość objętościowa szkieletu zagęszczonego gruntu, zgodnie z BN-77/8931-12 [9], (Mg/m</w:t>
      </w:r>
      <w:r>
        <w:rPr>
          <w:vertAlign w:val="superscript"/>
        </w:rPr>
        <w:t>3</w:t>
      </w:r>
      <w:r>
        <w:t>),</w:t>
      </w:r>
    </w:p>
    <w:p w:rsidR="00C33D84" w:rsidRDefault="007039F4">
      <w:pPr>
        <w:pStyle w:val="Standardowytekst"/>
        <w:tabs>
          <w:tab w:val="left" w:pos="426"/>
          <w:tab w:val="left" w:pos="709"/>
        </w:tabs>
        <w:ind w:left="709" w:hanging="709"/>
      </w:pPr>
      <w:r>
        <w:rPr>
          <w:i/>
        </w:rPr>
        <w:sym w:font="Symbol" w:char="F072"/>
      </w:r>
      <w:r>
        <w:rPr>
          <w:vertAlign w:val="subscript"/>
        </w:rPr>
        <w:t>ds</w:t>
      </w:r>
      <w:r>
        <w:tab/>
        <w:t>-</w:t>
      </w:r>
      <w:r>
        <w:tab/>
        <w:t>maksymalna gęstość objętościowa szkieletu gruntowego przy wilgotności optymalnej, zgodnie z PN-B-04481:1988 [2], służąca do oceny zagęszczenia gruntu w robotach ziemnych, (Mg/m</w:t>
      </w:r>
      <w:r>
        <w:rPr>
          <w:vertAlign w:val="superscript"/>
        </w:rPr>
        <w:t>3</w:t>
      </w:r>
      <w:r>
        <w:t>).</w:t>
      </w:r>
    </w:p>
    <w:p w:rsidR="00C33D84" w:rsidRDefault="007039F4">
      <w:pPr>
        <w:pStyle w:val="Standardowytekst"/>
        <w:spacing w:before="120"/>
      </w:pPr>
      <w:r>
        <w:rPr>
          <w:b/>
        </w:rPr>
        <w:t xml:space="preserve">1.4.17. </w:t>
      </w:r>
      <w:r>
        <w:t>Wskaźnik różnoziarnistości - wielkość charakteryzująca zagęszczalność gruntów niespoistych, określona wg wzoru:</w:t>
      </w:r>
    </w:p>
    <w:p w:rsidR="00C33D84" w:rsidRDefault="007039F4">
      <w:pPr>
        <w:pStyle w:val="Standardowytekst"/>
        <w:jc w:val="center"/>
        <w:rPr>
          <w:b/>
        </w:rPr>
      </w:pPr>
      <w:r w:rsidRPr="00C33D84">
        <w:rPr>
          <w:position w:val="-26"/>
        </w:rPr>
        <w:object w:dxaOrig="780" w:dyaOrig="600">
          <v:shape id="_x0000_i1026" type="#_x0000_t75" style="width:38.25pt;height:30pt" o:ole="">
            <v:imagedata r:id="rId11" o:title=""/>
          </v:shape>
          <o:OLEObject Type="Embed" ProgID="Equation.3" ShapeID="_x0000_i1026" DrawAspect="Content" ObjectID="_1547535839" r:id="rId12"/>
        </w:object>
      </w:r>
    </w:p>
    <w:p w:rsidR="00C33D84" w:rsidRDefault="007039F4">
      <w:pPr>
        <w:pStyle w:val="Standardowytekst"/>
      </w:pPr>
      <w:r>
        <w:t>gdzie:</w:t>
      </w:r>
    </w:p>
    <w:p w:rsidR="00C33D84" w:rsidRDefault="007039F4">
      <w:pPr>
        <w:pStyle w:val="Standardowytekst"/>
        <w:tabs>
          <w:tab w:val="left" w:pos="426"/>
          <w:tab w:val="left" w:pos="709"/>
        </w:tabs>
      </w:pPr>
      <w:r>
        <w:rPr>
          <w:rFonts w:ascii="Arial" w:hAnsi="Arial"/>
          <w:i/>
        </w:rPr>
        <w:t>d</w:t>
      </w:r>
      <w:r>
        <w:rPr>
          <w:rFonts w:ascii="Arial" w:hAnsi="Arial"/>
          <w:i/>
          <w:vertAlign w:val="subscript"/>
        </w:rPr>
        <w:t>60</w:t>
      </w:r>
      <w:r>
        <w:tab/>
        <w:t>-</w:t>
      </w:r>
      <w:r>
        <w:tab/>
        <w:t>średnica oczek sita, przez które przechodzi 60% gruntu, (mm),</w:t>
      </w:r>
    </w:p>
    <w:p w:rsidR="00C33D84" w:rsidRDefault="007039F4">
      <w:pPr>
        <w:pStyle w:val="Standardowytekst"/>
        <w:tabs>
          <w:tab w:val="left" w:pos="426"/>
          <w:tab w:val="left" w:pos="709"/>
        </w:tabs>
      </w:pPr>
      <w:r>
        <w:rPr>
          <w:rFonts w:ascii="Arial" w:hAnsi="Arial"/>
          <w:i/>
        </w:rPr>
        <w:t>d</w:t>
      </w:r>
      <w:r>
        <w:rPr>
          <w:rFonts w:ascii="Arial" w:hAnsi="Arial"/>
          <w:i/>
          <w:vertAlign w:val="subscript"/>
        </w:rPr>
        <w:t>10</w:t>
      </w:r>
      <w:r>
        <w:tab/>
        <w:t>-</w:t>
      </w:r>
      <w:r>
        <w:tab/>
        <w:t>średnica oczek sita, przez które przechodzi 10% gruntu, (mm).</w:t>
      </w:r>
    </w:p>
    <w:p w:rsidR="00C33D84" w:rsidRDefault="007039F4">
      <w:pPr>
        <w:pStyle w:val="Standardowytekst"/>
        <w:spacing w:before="120"/>
      </w:pPr>
      <w:r>
        <w:rPr>
          <w:b/>
        </w:rPr>
        <w:t>1.4.18.</w:t>
      </w:r>
      <w:r>
        <w:t xml:space="preserve"> Wskaźnik odkształcenia gruntu - wielkość charakteryzująca stan zagęszczenia gruntu, określona wg wzoru: </w:t>
      </w:r>
    </w:p>
    <w:p w:rsidR="00C33D84" w:rsidRDefault="007039F4">
      <w:pPr>
        <w:pStyle w:val="Standardowytekst"/>
        <w:tabs>
          <w:tab w:val="left" w:pos="426"/>
          <w:tab w:val="left" w:pos="709"/>
        </w:tabs>
        <w:jc w:val="center"/>
      </w:pPr>
      <w:r w:rsidRPr="00C33D84">
        <w:rPr>
          <w:position w:val="-26"/>
        </w:rPr>
        <w:object w:dxaOrig="720" w:dyaOrig="600">
          <v:shape id="_x0000_i1027" type="#_x0000_t75" style="width:36pt;height:30pt" o:ole="">
            <v:imagedata r:id="rId13" o:title=""/>
          </v:shape>
          <o:OLEObject Type="Embed" ProgID="Equation.3" ShapeID="_x0000_i1027" DrawAspect="Content" ObjectID="_1547535840" r:id="rId14"/>
        </w:object>
      </w:r>
    </w:p>
    <w:p w:rsidR="00C33D84" w:rsidRDefault="007039F4">
      <w:pPr>
        <w:pStyle w:val="Standardowytekst"/>
        <w:tabs>
          <w:tab w:val="left" w:pos="426"/>
          <w:tab w:val="left" w:pos="709"/>
        </w:tabs>
      </w:pPr>
      <w:r>
        <w:t>gdzie:</w:t>
      </w:r>
    </w:p>
    <w:p w:rsidR="00C33D84" w:rsidRDefault="007039F4">
      <w:pPr>
        <w:pStyle w:val="Standardowytekst"/>
        <w:tabs>
          <w:tab w:val="left" w:pos="426"/>
          <w:tab w:val="left" w:pos="709"/>
        </w:tabs>
      </w:pPr>
      <w:r>
        <w:rPr>
          <w:rFonts w:ascii="Arial" w:hAnsi="Arial"/>
          <w:i/>
        </w:rPr>
        <w:t>E</w:t>
      </w:r>
      <w:r>
        <w:rPr>
          <w:rFonts w:ascii="Arial" w:hAnsi="Arial"/>
          <w:i/>
          <w:vertAlign w:val="subscript"/>
        </w:rPr>
        <w:t>1</w:t>
      </w:r>
      <w:r>
        <w:tab/>
        <w:t>-</w:t>
      </w:r>
      <w:r>
        <w:tab/>
        <w:t>moduł odkształcenia gruntu oznaczony w pierwszym obciążeniu badanej warstwy zgodnie z PN-S-02205:1998 [4],</w:t>
      </w:r>
    </w:p>
    <w:p w:rsidR="00C33D84" w:rsidRDefault="007039F4">
      <w:pPr>
        <w:pStyle w:val="Standardowytekst"/>
        <w:tabs>
          <w:tab w:val="left" w:pos="426"/>
          <w:tab w:val="left" w:pos="709"/>
        </w:tabs>
      </w:pPr>
      <w:r>
        <w:rPr>
          <w:rFonts w:ascii="Arial" w:hAnsi="Arial"/>
          <w:i/>
        </w:rPr>
        <w:t>E</w:t>
      </w:r>
      <w:r>
        <w:rPr>
          <w:rFonts w:ascii="Arial" w:hAnsi="Arial"/>
          <w:i/>
          <w:vertAlign w:val="subscript"/>
        </w:rPr>
        <w:t>2</w:t>
      </w:r>
      <w:r>
        <w:tab/>
        <w:t>-</w:t>
      </w:r>
      <w:r>
        <w:tab/>
        <w:t>moduł odkształcenia gruntu oznaczony w powtórnym obciążeniu badanej warstwy zgodnie z PN-S-02205:1998 [4].</w:t>
      </w:r>
    </w:p>
    <w:p w:rsidR="00C33D84" w:rsidRDefault="00C33D84">
      <w:pPr>
        <w:pStyle w:val="Standardowytekst"/>
        <w:tabs>
          <w:tab w:val="left" w:pos="426"/>
          <w:tab w:val="left" w:pos="709"/>
        </w:tabs>
      </w:pPr>
    </w:p>
    <w:p w:rsidR="00C33D84" w:rsidRDefault="007039F4">
      <w:pPr>
        <w:pStyle w:val="Standardowytekst"/>
      </w:pPr>
      <w:r>
        <w:rPr>
          <w:b/>
        </w:rPr>
        <w:t>1.4.19</w:t>
      </w:r>
      <w:r>
        <w:t xml:space="preserve">. Geosyntetyk - materiał stosowany w budownictwie drogowym, wytwarzany  z wysoko polimeryzowanych włókien syntetycznych, w tym tworzyw termoplastycznych </w:t>
      </w:r>
      <w:r>
        <w:lastRenderedPageBreak/>
        <w:t>polietylenowych, polipropylenowych i poliestrowych, charakteryzujący się między innymi dużą wytrzymałością oraz wodoprzepuszczalnością, zgodny z PN-ISO10318:1993 [5], PN-EN-963:1999 [6].</w:t>
      </w:r>
    </w:p>
    <w:p w:rsidR="00C33D84" w:rsidRDefault="007039F4">
      <w:pPr>
        <w:pStyle w:val="Standardowytekst"/>
      </w:pPr>
      <w:r>
        <w:t>Geosyntetyki obejmują: geotkaniny, geowłókniny, geodzianiny, georuszty, geosiatki, geokompozyty, geomembrany, zgodnie z wytycznymi IBDiM [13].</w:t>
      </w:r>
    </w:p>
    <w:p w:rsidR="00C33D84" w:rsidRDefault="007039F4">
      <w:pPr>
        <w:pStyle w:val="Standardowytekst"/>
        <w:spacing w:before="120"/>
      </w:pPr>
      <w:r>
        <w:rPr>
          <w:b/>
        </w:rPr>
        <w:t xml:space="preserve">1.4.20. </w:t>
      </w:r>
      <w:r>
        <w:t>Pozostałe określenia podstawowe są zgodne z obowiązującymi, odpowiednimi polskimi normami i z definicjami podanymi w OST D-M-00.00.00 „Wymagania ogólne” pkt 1.4.</w:t>
      </w:r>
    </w:p>
    <w:p w:rsidR="00C33D84" w:rsidRDefault="007039F4">
      <w:pPr>
        <w:pStyle w:val="Nagwek2"/>
      </w:pPr>
      <w:bookmarkStart w:id="16" w:name="_Toc405615035"/>
      <w:bookmarkStart w:id="17" w:name="_Toc407161183"/>
      <w:r>
        <w:t>1.5. Ogólne wymagania dotyczące robót</w:t>
      </w:r>
      <w:bookmarkEnd w:id="16"/>
      <w:bookmarkEnd w:id="17"/>
    </w:p>
    <w:p w:rsidR="00C33D84" w:rsidRDefault="007039F4">
      <w:pPr>
        <w:pStyle w:val="Standardowytekst"/>
        <w:spacing w:after="120"/>
      </w:pPr>
      <w:r>
        <w:tab/>
        <w:t>Ogólne wymagania dotyczące robót podano w OST D-M-00.00.00 „Wymagania ogólne” pkt 1.5.</w:t>
      </w:r>
    </w:p>
    <w:p w:rsidR="00C33D84" w:rsidRDefault="007039F4">
      <w:pPr>
        <w:pStyle w:val="Nagwek1"/>
      </w:pPr>
      <w:bookmarkStart w:id="18" w:name="_Toc405615036"/>
      <w:bookmarkStart w:id="19" w:name="_Toc407161184"/>
      <w:bookmarkStart w:id="20" w:name="_Toc418996323"/>
      <w:bookmarkStart w:id="21" w:name="_Toc418996692"/>
      <w:bookmarkStart w:id="22" w:name="_Toc418997079"/>
      <w:bookmarkStart w:id="23" w:name="_Toc418998489"/>
      <w:bookmarkStart w:id="24" w:name="_Toc418998845"/>
      <w:bookmarkStart w:id="25" w:name="_Toc419000090"/>
      <w:r>
        <w:t>2. materiały (grunty)</w:t>
      </w:r>
      <w:bookmarkEnd w:id="18"/>
      <w:bookmarkEnd w:id="19"/>
      <w:bookmarkEnd w:id="20"/>
      <w:bookmarkEnd w:id="21"/>
      <w:bookmarkEnd w:id="22"/>
      <w:bookmarkEnd w:id="23"/>
      <w:bookmarkEnd w:id="24"/>
      <w:bookmarkEnd w:id="25"/>
    </w:p>
    <w:p w:rsidR="00C33D84" w:rsidRDefault="007039F4">
      <w:pPr>
        <w:pStyle w:val="Nagwek2"/>
      </w:pPr>
      <w:bookmarkStart w:id="26" w:name="_Toc405615037"/>
      <w:bookmarkStart w:id="27" w:name="_Toc407161185"/>
      <w:r>
        <w:t>2.1. Ogólne wymagania dotyczące materiałów</w:t>
      </w:r>
      <w:bookmarkEnd w:id="26"/>
      <w:bookmarkEnd w:id="27"/>
    </w:p>
    <w:p w:rsidR="00C33D84" w:rsidRDefault="007039F4">
      <w:pPr>
        <w:pStyle w:val="Standardowytekst"/>
      </w:pPr>
      <w:r>
        <w:tab/>
        <w:t xml:space="preserve">Ogólne wymagania dotyczące materiałów, ich pozyskiwania i </w:t>
      </w:r>
      <w:r w:rsidR="00C40627">
        <w:t xml:space="preserve">składowania, podano w </w:t>
      </w:r>
      <w:r>
        <w:t>D-M-00.00.00 „Wymagania ogólne” pkt 2.</w:t>
      </w:r>
    </w:p>
    <w:p w:rsidR="00C33D84" w:rsidRDefault="007039F4">
      <w:pPr>
        <w:pStyle w:val="Nagwek2"/>
      </w:pPr>
      <w:bookmarkStart w:id="28" w:name="_Toc405615038"/>
      <w:bookmarkStart w:id="29" w:name="_Toc407161186"/>
      <w:r>
        <w:t>2.2. Podział gruntów</w:t>
      </w:r>
      <w:bookmarkEnd w:id="28"/>
      <w:bookmarkEnd w:id="29"/>
    </w:p>
    <w:p w:rsidR="00C33D84" w:rsidRDefault="007039F4">
      <w:pPr>
        <w:pStyle w:val="Standardowytekst"/>
      </w:pPr>
      <w:r>
        <w:tab/>
        <w:t>Podział gruntów pod względem wysadzinowości podaje tablica 1.</w:t>
      </w:r>
    </w:p>
    <w:p w:rsidR="00C33D84" w:rsidRDefault="007039F4">
      <w:pPr>
        <w:pStyle w:val="Standardowytekst"/>
      </w:pPr>
      <w:r>
        <w:tab/>
        <w:t>Podział gruntów pod względem przydatności do budowy nasypów podano w OST D-02.03.01 pkt 2.</w:t>
      </w:r>
    </w:p>
    <w:p w:rsidR="00C33D84" w:rsidRDefault="007039F4">
      <w:pPr>
        <w:pStyle w:val="Nagwek2"/>
      </w:pPr>
      <w:bookmarkStart w:id="30" w:name="_Toc405615039"/>
      <w:bookmarkStart w:id="31" w:name="_Toc407161187"/>
      <w:r>
        <w:t>2.3. Zasady wykorzystania gruntów</w:t>
      </w:r>
      <w:bookmarkEnd w:id="30"/>
      <w:bookmarkEnd w:id="31"/>
    </w:p>
    <w:p w:rsidR="00C33D84" w:rsidRDefault="007039F4">
      <w:pPr>
        <w:pStyle w:val="Standardowytekst"/>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C33D84" w:rsidRDefault="007039F4">
      <w:pPr>
        <w:pStyle w:val="Standardowytekst"/>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C33D84" w:rsidRDefault="007039F4">
      <w:pPr>
        <w:pStyle w:val="Standardowytekst"/>
        <w:spacing w:after="120"/>
      </w:pPr>
      <w:r>
        <w:tab/>
        <w:t>Grunty i materiały nieprzydatne d</w:t>
      </w:r>
      <w:r w:rsidR="00C40627">
        <w:t xml:space="preserve">o budowy nasypów </w:t>
      </w:r>
      <w:r>
        <w:t>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C33D84" w:rsidRDefault="007039F4">
      <w:pPr>
        <w:pStyle w:val="Standardowytekst"/>
        <w:keepNext/>
        <w:rPr>
          <w:b/>
        </w:rPr>
      </w:pPr>
      <w:r>
        <w:rPr>
          <w:b/>
        </w:rPr>
        <w:t>2.4. Geosyntetyk</w:t>
      </w:r>
    </w:p>
    <w:p w:rsidR="00C33D84" w:rsidRDefault="007039F4">
      <w:pPr>
        <w:spacing w:before="120"/>
      </w:pPr>
      <w:r>
        <w:tab/>
        <w:t xml:space="preserve">Geosyntetyk powinien być materiałem odpornym na działanie wilgoci, środowiska agresywnego chemicznie i biologicznie oraz temperatury. Powinien być to materiał bez rozdarć, dziur i przerw ciągłości z dobrą przyczepnością do gruntu. Właściwości </w:t>
      </w:r>
      <w:r>
        <w:lastRenderedPageBreak/>
        <w:t>stosowanych geosyntetyków powinny być zgodne z PN-EN-963:1999 [6] i dokumentacją projektową. Geosyntetyk powinien posiadać aprobatę techniczna wydaną przez uprawnioną jednostkę.</w:t>
      </w:r>
    </w:p>
    <w:p w:rsidR="00C33D84" w:rsidRDefault="00C33D84">
      <w:pPr>
        <w:pStyle w:val="Standardowytekst"/>
      </w:pPr>
    </w:p>
    <w:p w:rsidR="00C33D84" w:rsidRDefault="007039F4">
      <w:pPr>
        <w:pStyle w:val="Standardowytekst"/>
        <w:spacing w:after="120"/>
      </w:pPr>
      <w:r>
        <w:t>Tablica 1. Podział gruntów pod względem wysadzinowości wg PN-S-02205:1998 [4]</w:t>
      </w:r>
    </w:p>
    <w:tbl>
      <w:tblPr>
        <w:tblW w:w="0" w:type="auto"/>
        <w:tblLayout w:type="fixed"/>
        <w:tblCellMar>
          <w:left w:w="70" w:type="dxa"/>
          <w:right w:w="70" w:type="dxa"/>
        </w:tblCellMar>
        <w:tblLook w:val="0000"/>
      </w:tblPr>
      <w:tblGrid>
        <w:gridCol w:w="496"/>
        <w:gridCol w:w="1417"/>
        <w:gridCol w:w="709"/>
        <w:gridCol w:w="1628"/>
        <w:gridCol w:w="1628"/>
        <w:gridCol w:w="1629"/>
      </w:tblGrid>
      <w:tr w:rsidR="00C33D84">
        <w:tc>
          <w:tcPr>
            <w:tcW w:w="496" w:type="dxa"/>
            <w:tcBorders>
              <w:top w:val="single" w:sz="6" w:space="0" w:color="auto"/>
              <w:left w:val="single" w:sz="6" w:space="0" w:color="auto"/>
            </w:tcBorders>
          </w:tcPr>
          <w:p w:rsidR="00C33D84" w:rsidRDefault="007039F4">
            <w:pPr>
              <w:pStyle w:val="Standardowytekst"/>
              <w:spacing w:before="60"/>
              <w:jc w:val="center"/>
            </w:pPr>
            <w:r>
              <w:t>Lp.</w:t>
            </w:r>
          </w:p>
        </w:tc>
        <w:tc>
          <w:tcPr>
            <w:tcW w:w="1417" w:type="dxa"/>
            <w:tcBorders>
              <w:top w:val="single" w:sz="6" w:space="0" w:color="auto"/>
              <w:left w:val="single" w:sz="6" w:space="0" w:color="auto"/>
            </w:tcBorders>
          </w:tcPr>
          <w:p w:rsidR="00C33D84" w:rsidRDefault="007039F4">
            <w:pPr>
              <w:pStyle w:val="Standardowytekst"/>
              <w:spacing w:before="60"/>
              <w:jc w:val="center"/>
              <w:rPr>
                <w:sz w:val="16"/>
              </w:rPr>
            </w:pPr>
            <w:r>
              <w:rPr>
                <w:sz w:val="16"/>
              </w:rPr>
              <w:t>Wyszczególnienie</w:t>
            </w:r>
          </w:p>
        </w:tc>
        <w:tc>
          <w:tcPr>
            <w:tcW w:w="709" w:type="dxa"/>
            <w:tcBorders>
              <w:top w:val="single" w:sz="6" w:space="0" w:color="auto"/>
              <w:left w:val="single" w:sz="6" w:space="0" w:color="auto"/>
            </w:tcBorders>
          </w:tcPr>
          <w:p w:rsidR="00C33D84" w:rsidRDefault="007039F4">
            <w:pPr>
              <w:pStyle w:val="Standardowytekst"/>
              <w:spacing w:before="60"/>
              <w:jc w:val="center"/>
            </w:pPr>
            <w:r>
              <w:t>Jed-</w:t>
            </w:r>
          </w:p>
        </w:tc>
        <w:tc>
          <w:tcPr>
            <w:tcW w:w="4885" w:type="dxa"/>
            <w:gridSpan w:val="3"/>
            <w:tcBorders>
              <w:top w:val="single" w:sz="6" w:space="0" w:color="auto"/>
              <w:left w:val="single" w:sz="6" w:space="0" w:color="auto"/>
              <w:bottom w:val="single" w:sz="6" w:space="0" w:color="auto"/>
              <w:right w:val="single" w:sz="6" w:space="0" w:color="auto"/>
            </w:tcBorders>
          </w:tcPr>
          <w:p w:rsidR="00C33D84" w:rsidRDefault="007039F4">
            <w:pPr>
              <w:pStyle w:val="Standardowytekst"/>
              <w:spacing w:before="60"/>
              <w:jc w:val="center"/>
            </w:pPr>
            <w:r>
              <w:t>Grupy gruntów</w:t>
            </w:r>
          </w:p>
        </w:tc>
      </w:tr>
      <w:tr w:rsidR="00C33D84">
        <w:tc>
          <w:tcPr>
            <w:tcW w:w="496" w:type="dxa"/>
            <w:tcBorders>
              <w:left w:val="single" w:sz="6" w:space="0" w:color="auto"/>
              <w:bottom w:val="double" w:sz="6" w:space="0" w:color="auto"/>
            </w:tcBorders>
          </w:tcPr>
          <w:p w:rsidR="00C33D84" w:rsidRDefault="00C33D84">
            <w:pPr>
              <w:pStyle w:val="Standardowytekst"/>
              <w:jc w:val="center"/>
            </w:pPr>
          </w:p>
        </w:tc>
        <w:tc>
          <w:tcPr>
            <w:tcW w:w="1417" w:type="dxa"/>
            <w:tcBorders>
              <w:left w:val="single" w:sz="6" w:space="0" w:color="auto"/>
              <w:bottom w:val="double" w:sz="6" w:space="0" w:color="auto"/>
            </w:tcBorders>
          </w:tcPr>
          <w:p w:rsidR="00C33D84" w:rsidRDefault="007039F4">
            <w:pPr>
              <w:pStyle w:val="Standardowytekst"/>
              <w:spacing w:after="60"/>
              <w:jc w:val="center"/>
            </w:pPr>
            <w:r>
              <w:rPr>
                <w:sz w:val="16"/>
              </w:rPr>
              <w:t>właściwości</w:t>
            </w:r>
          </w:p>
        </w:tc>
        <w:tc>
          <w:tcPr>
            <w:tcW w:w="709" w:type="dxa"/>
            <w:tcBorders>
              <w:left w:val="single" w:sz="6" w:space="0" w:color="auto"/>
              <w:bottom w:val="double" w:sz="6" w:space="0" w:color="auto"/>
            </w:tcBorders>
          </w:tcPr>
          <w:p w:rsidR="00C33D84" w:rsidRDefault="007039F4">
            <w:pPr>
              <w:pStyle w:val="Standardowytekst"/>
              <w:spacing w:after="60"/>
              <w:jc w:val="center"/>
            </w:pPr>
            <w:r>
              <w:t>nostki</w:t>
            </w:r>
          </w:p>
        </w:tc>
        <w:tc>
          <w:tcPr>
            <w:tcW w:w="1628" w:type="dxa"/>
            <w:tcBorders>
              <w:top w:val="single" w:sz="6" w:space="0" w:color="auto"/>
              <w:left w:val="single" w:sz="6" w:space="0" w:color="auto"/>
              <w:bottom w:val="double" w:sz="6" w:space="0" w:color="auto"/>
              <w:right w:val="single" w:sz="6" w:space="0" w:color="auto"/>
            </w:tcBorders>
          </w:tcPr>
          <w:p w:rsidR="00C33D84" w:rsidRDefault="007039F4">
            <w:pPr>
              <w:pStyle w:val="Standardowytekst"/>
              <w:spacing w:after="60"/>
              <w:jc w:val="center"/>
            </w:pPr>
            <w:r>
              <w:t>niewysadzinowe</w:t>
            </w:r>
          </w:p>
        </w:tc>
        <w:tc>
          <w:tcPr>
            <w:tcW w:w="1628" w:type="dxa"/>
            <w:tcBorders>
              <w:top w:val="single" w:sz="6" w:space="0" w:color="auto"/>
              <w:left w:val="single" w:sz="6" w:space="0" w:color="auto"/>
              <w:bottom w:val="double" w:sz="6" w:space="0" w:color="auto"/>
              <w:right w:val="single" w:sz="6" w:space="0" w:color="auto"/>
            </w:tcBorders>
          </w:tcPr>
          <w:p w:rsidR="00C33D84" w:rsidRDefault="007039F4">
            <w:pPr>
              <w:pStyle w:val="Standardowytekst"/>
              <w:spacing w:after="60"/>
              <w:jc w:val="center"/>
            </w:pPr>
            <w:r>
              <w:t>wątpliwe</w:t>
            </w:r>
          </w:p>
        </w:tc>
        <w:tc>
          <w:tcPr>
            <w:tcW w:w="1629" w:type="dxa"/>
            <w:tcBorders>
              <w:top w:val="single" w:sz="6" w:space="0" w:color="auto"/>
              <w:left w:val="single" w:sz="6" w:space="0" w:color="auto"/>
              <w:bottom w:val="double" w:sz="6" w:space="0" w:color="auto"/>
              <w:right w:val="single" w:sz="6" w:space="0" w:color="auto"/>
            </w:tcBorders>
          </w:tcPr>
          <w:p w:rsidR="00C33D84" w:rsidRDefault="007039F4">
            <w:pPr>
              <w:pStyle w:val="Standardowytekst"/>
              <w:spacing w:after="60"/>
              <w:jc w:val="center"/>
            </w:pPr>
            <w:r>
              <w:t>wysadzinowe</w:t>
            </w:r>
          </w:p>
        </w:tc>
      </w:tr>
      <w:tr w:rsidR="00C33D84">
        <w:tc>
          <w:tcPr>
            <w:tcW w:w="496" w:type="dxa"/>
            <w:tcBorders>
              <w:left w:val="single" w:sz="6" w:space="0" w:color="auto"/>
              <w:bottom w:val="single" w:sz="6" w:space="0" w:color="auto"/>
              <w:right w:val="single" w:sz="6" w:space="0" w:color="auto"/>
            </w:tcBorders>
          </w:tcPr>
          <w:p w:rsidR="00C33D84" w:rsidRDefault="007039F4">
            <w:pPr>
              <w:pStyle w:val="Standardowytekst"/>
              <w:jc w:val="center"/>
            </w:pPr>
            <w:r>
              <w:t>1</w:t>
            </w:r>
          </w:p>
        </w:tc>
        <w:tc>
          <w:tcPr>
            <w:tcW w:w="1417" w:type="dxa"/>
            <w:tcBorders>
              <w:left w:val="single" w:sz="6" w:space="0" w:color="auto"/>
              <w:bottom w:val="single" w:sz="6" w:space="0" w:color="auto"/>
              <w:right w:val="single" w:sz="6" w:space="0" w:color="auto"/>
            </w:tcBorders>
          </w:tcPr>
          <w:p w:rsidR="00C33D84" w:rsidRDefault="007039F4">
            <w:pPr>
              <w:pStyle w:val="Standardowytekst"/>
            </w:pPr>
            <w:r>
              <w:t>Rodzaj gruntu</w:t>
            </w:r>
          </w:p>
        </w:tc>
        <w:tc>
          <w:tcPr>
            <w:tcW w:w="709" w:type="dxa"/>
            <w:tcBorders>
              <w:left w:val="single" w:sz="6" w:space="0" w:color="auto"/>
              <w:bottom w:val="single" w:sz="6" w:space="0" w:color="auto"/>
              <w:right w:val="single" w:sz="6" w:space="0" w:color="auto"/>
            </w:tcBorders>
          </w:tcPr>
          <w:p w:rsidR="00C33D84" w:rsidRDefault="00C33D84">
            <w:pPr>
              <w:pStyle w:val="Standardowytekst"/>
              <w:jc w:val="center"/>
            </w:pPr>
          </w:p>
        </w:tc>
        <w:tc>
          <w:tcPr>
            <w:tcW w:w="1628" w:type="dxa"/>
            <w:tcBorders>
              <w:left w:val="single" w:sz="6" w:space="0" w:color="auto"/>
              <w:bottom w:val="single" w:sz="6" w:space="0" w:color="auto"/>
              <w:right w:val="single" w:sz="6" w:space="0" w:color="auto"/>
            </w:tcBorders>
          </w:tcPr>
          <w:p w:rsidR="00C33D84" w:rsidRDefault="007039F4" w:rsidP="007039F4">
            <w:pPr>
              <w:pStyle w:val="Standardowytekst"/>
              <w:numPr>
                <w:ilvl w:val="0"/>
                <w:numId w:val="4"/>
              </w:numPr>
            </w:pPr>
            <w:r>
              <w:t>rumosz niegliniasty</w:t>
            </w:r>
          </w:p>
          <w:p w:rsidR="00C33D84" w:rsidRDefault="007039F4" w:rsidP="007039F4">
            <w:pPr>
              <w:pStyle w:val="Standardowytekst"/>
              <w:numPr>
                <w:ilvl w:val="0"/>
                <w:numId w:val="4"/>
              </w:numPr>
            </w:pPr>
            <w:r>
              <w:t>żwir</w:t>
            </w:r>
          </w:p>
          <w:p w:rsidR="00C33D84" w:rsidRDefault="007039F4" w:rsidP="007039F4">
            <w:pPr>
              <w:pStyle w:val="Standardowytekst"/>
              <w:numPr>
                <w:ilvl w:val="0"/>
                <w:numId w:val="4"/>
              </w:numPr>
            </w:pPr>
            <w:r>
              <w:t>pospółka</w:t>
            </w:r>
          </w:p>
          <w:p w:rsidR="00C33D84" w:rsidRDefault="007039F4" w:rsidP="007039F4">
            <w:pPr>
              <w:pStyle w:val="Standardowytekst"/>
              <w:numPr>
                <w:ilvl w:val="0"/>
                <w:numId w:val="4"/>
              </w:numPr>
            </w:pPr>
            <w:r>
              <w:t>piasek gruby</w:t>
            </w:r>
          </w:p>
          <w:p w:rsidR="00C33D84" w:rsidRDefault="007039F4" w:rsidP="007039F4">
            <w:pPr>
              <w:pStyle w:val="Standardowytekst"/>
              <w:numPr>
                <w:ilvl w:val="0"/>
                <w:numId w:val="4"/>
              </w:numPr>
            </w:pPr>
            <w:r>
              <w:t>piasek średni</w:t>
            </w:r>
          </w:p>
          <w:p w:rsidR="00C33D84" w:rsidRDefault="007039F4" w:rsidP="007039F4">
            <w:pPr>
              <w:pStyle w:val="Standardowytekst"/>
              <w:numPr>
                <w:ilvl w:val="0"/>
                <w:numId w:val="4"/>
              </w:numPr>
            </w:pPr>
            <w:r>
              <w:t>piasek drobny</w:t>
            </w:r>
          </w:p>
          <w:p w:rsidR="00C33D84" w:rsidRDefault="007039F4" w:rsidP="007039F4">
            <w:pPr>
              <w:pStyle w:val="Standardowytekst"/>
              <w:numPr>
                <w:ilvl w:val="0"/>
                <w:numId w:val="4"/>
              </w:numPr>
            </w:pPr>
            <w:r>
              <w:t>żużel nierozpadowy</w:t>
            </w:r>
          </w:p>
        </w:tc>
        <w:tc>
          <w:tcPr>
            <w:tcW w:w="1628" w:type="dxa"/>
            <w:tcBorders>
              <w:left w:val="single" w:sz="6" w:space="0" w:color="auto"/>
              <w:bottom w:val="single" w:sz="6" w:space="0" w:color="auto"/>
              <w:right w:val="single" w:sz="6" w:space="0" w:color="auto"/>
            </w:tcBorders>
          </w:tcPr>
          <w:p w:rsidR="00C33D84" w:rsidRDefault="007039F4" w:rsidP="007039F4">
            <w:pPr>
              <w:pStyle w:val="Standardowytekst"/>
              <w:numPr>
                <w:ilvl w:val="0"/>
                <w:numId w:val="4"/>
              </w:numPr>
            </w:pPr>
            <w:r>
              <w:t>piasek pylasty</w:t>
            </w:r>
          </w:p>
          <w:p w:rsidR="00C33D84" w:rsidRDefault="007039F4" w:rsidP="007039F4">
            <w:pPr>
              <w:pStyle w:val="Standardowytekst"/>
              <w:numPr>
                <w:ilvl w:val="0"/>
                <w:numId w:val="4"/>
              </w:numPr>
            </w:pPr>
            <w:r>
              <w:t>zwietrzelina gliniasta</w:t>
            </w:r>
          </w:p>
          <w:p w:rsidR="00C33D84" w:rsidRDefault="007039F4" w:rsidP="007039F4">
            <w:pPr>
              <w:pStyle w:val="Standardowytekst"/>
              <w:numPr>
                <w:ilvl w:val="0"/>
                <w:numId w:val="4"/>
              </w:numPr>
            </w:pPr>
            <w:r>
              <w:t>rumosz gliniasty</w:t>
            </w:r>
          </w:p>
          <w:p w:rsidR="00C33D84" w:rsidRDefault="007039F4" w:rsidP="007039F4">
            <w:pPr>
              <w:pStyle w:val="Standardowytekst"/>
              <w:numPr>
                <w:ilvl w:val="0"/>
                <w:numId w:val="4"/>
              </w:numPr>
            </w:pPr>
            <w:r>
              <w:t>żwir gliniasty</w:t>
            </w:r>
          </w:p>
          <w:p w:rsidR="00C33D84" w:rsidRDefault="007039F4" w:rsidP="007039F4">
            <w:pPr>
              <w:pStyle w:val="Standardowytekst"/>
              <w:numPr>
                <w:ilvl w:val="0"/>
                <w:numId w:val="4"/>
              </w:numPr>
            </w:pPr>
            <w:r>
              <w:t>pospółka gliniasta</w:t>
            </w:r>
          </w:p>
        </w:tc>
        <w:tc>
          <w:tcPr>
            <w:tcW w:w="1629" w:type="dxa"/>
            <w:tcBorders>
              <w:left w:val="single" w:sz="6" w:space="0" w:color="auto"/>
              <w:bottom w:val="single" w:sz="6" w:space="0" w:color="auto"/>
              <w:right w:val="single" w:sz="6" w:space="0" w:color="auto"/>
            </w:tcBorders>
          </w:tcPr>
          <w:p w:rsidR="00C33D84" w:rsidRDefault="007039F4" w:rsidP="007039F4">
            <w:pPr>
              <w:pStyle w:val="Standardowytekst"/>
              <w:numPr>
                <w:ilvl w:val="12"/>
                <w:numId w:val="0"/>
              </w:numPr>
              <w:rPr>
                <w:sz w:val="18"/>
              </w:rPr>
            </w:pPr>
            <w:r>
              <w:rPr>
                <w:b/>
                <w:sz w:val="18"/>
              </w:rPr>
              <w:t>mało wysadzinowe</w:t>
            </w:r>
          </w:p>
          <w:p w:rsidR="00C33D84" w:rsidRDefault="007039F4" w:rsidP="007039F4">
            <w:pPr>
              <w:pStyle w:val="Standardowytekst"/>
              <w:numPr>
                <w:ilvl w:val="0"/>
                <w:numId w:val="4"/>
              </w:numPr>
              <w:jc w:val="left"/>
              <w:rPr>
                <w:sz w:val="18"/>
              </w:rPr>
            </w:pPr>
            <w:r>
              <w:rPr>
                <w:sz w:val="18"/>
              </w:rPr>
              <w:t>glina piasz-    czysta zwięzła, glina zwięzła, glina pylasta zwięzła</w:t>
            </w:r>
          </w:p>
          <w:p w:rsidR="00C33D84" w:rsidRDefault="007039F4" w:rsidP="007039F4">
            <w:pPr>
              <w:pStyle w:val="Standardowytekst"/>
              <w:numPr>
                <w:ilvl w:val="0"/>
                <w:numId w:val="4"/>
              </w:numPr>
              <w:jc w:val="left"/>
              <w:rPr>
                <w:sz w:val="18"/>
              </w:rPr>
            </w:pPr>
            <w:r>
              <w:rPr>
                <w:sz w:val="18"/>
              </w:rPr>
              <w:t>ił, ił piaszczys-ty, ił pylasty</w:t>
            </w:r>
          </w:p>
          <w:p w:rsidR="00C33D84" w:rsidRDefault="007039F4" w:rsidP="007039F4">
            <w:pPr>
              <w:pStyle w:val="Standardowytekst"/>
              <w:numPr>
                <w:ilvl w:val="12"/>
                <w:numId w:val="0"/>
              </w:numPr>
              <w:jc w:val="left"/>
              <w:rPr>
                <w:b/>
                <w:sz w:val="18"/>
              </w:rPr>
            </w:pPr>
            <w:r>
              <w:rPr>
                <w:b/>
                <w:sz w:val="16"/>
              </w:rPr>
              <w:t>bardzo wysadzinowe</w:t>
            </w:r>
          </w:p>
          <w:p w:rsidR="00C33D84" w:rsidRDefault="007039F4" w:rsidP="007039F4">
            <w:pPr>
              <w:pStyle w:val="Standardowytekst"/>
              <w:numPr>
                <w:ilvl w:val="0"/>
                <w:numId w:val="4"/>
              </w:numPr>
              <w:jc w:val="left"/>
              <w:rPr>
                <w:sz w:val="18"/>
              </w:rPr>
            </w:pPr>
            <w:r>
              <w:rPr>
                <w:sz w:val="18"/>
              </w:rPr>
              <w:t>piasek gliniasty</w:t>
            </w:r>
          </w:p>
          <w:p w:rsidR="00C33D84" w:rsidRDefault="007039F4" w:rsidP="007039F4">
            <w:pPr>
              <w:pStyle w:val="Standardowytekst"/>
              <w:numPr>
                <w:ilvl w:val="0"/>
                <w:numId w:val="4"/>
              </w:numPr>
              <w:jc w:val="left"/>
              <w:rPr>
                <w:sz w:val="18"/>
              </w:rPr>
            </w:pPr>
            <w:r>
              <w:rPr>
                <w:sz w:val="18"/>
              </w:rPr>
              <w:t>pył, pył piasz-czysty</w:t>
            </w:r>
          </w:p>
          <w:p w:rsidR="00C33D84" w:rsidRDefault="007039F4" w:rsidP="007039F4">
            <w:pPr>
              <w:pStyle w:val="Standardowytekst"/>
              <w:numPr>
                <w:ilvl w:val="0"/>
                <w:numId w:val="4"/>
              </w:numPr>
              <w:jc w:val="left"/>
              <w:rPr>
                <w:sz w:val="18"/>
              </w:rPr>
            </w:pPr>
            <w:r>
              <w:rPr>
                <w:sz w:val="18"/>
              </w:rPr>
              <w:t>glina piasz-  czysta, glina, glina pylasta</w:t>
            </w:r>
          </w:p>
          <w:p w:rsidR="00C33D84" w:rsidRDefault="007039F4" w:rsidP="007039F4">
            <w:pPr>
              <w:pStyle w:val="Standardowytekst"/>
              <w:numPr>
                <w:ilvl w:val="0"/>
                <w:numId w:val="4"/>
              </w:numPr>
              <w:jc w:val="left"/>
              <w:rPr>
                <w:sz w:val="18"/>
              </w:rPr>
            </w:pPr>
            <w:r>
              <w:rPr>
                <w:sz w:val="18"/>
              </w:rPr>
              <w:t>ił warwowy</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rsidP="007039F4">
            <w:pPr>
              <w:pStyle w:val="Standardowytekst"/>
              <w:numPr>
                <w:ilvl w:val="12"/>
                <w:numId w:val="0"/>
              </w:numPr>
              <w:jc w:val="center"/>
            </w:pPr>
            <w:r>
              <w:t>2</w:t>
            </w:r>
          </w:p>
        </w:tc>
        <w:tc>
          <w:tcPr>
            <w:tcW w:w="1417" w:type="dxa"/>
            <w:tcBorders>
              <w:top w:val="single" w:sz="6" w:space="0" w:color="auto"/>
              <w:left w:val="single" w:sz="6" w:space="0" w:color="auto"/>
              <w:bottom w:val="single" w:sz="6" w:space="0" w:color="auto"/>
              <w:right w:val="single" w:sz="6" w:space="0" w:color="auto"/>
            </w:tcBorders>
          </w:tcPr>
          <w:p w:rsidR="00C33D84" w:rsidRDefault="007039F4" w:rsidP="007039F4">
            <w:pPr>
              <w:pStyle w:val="Standardowytekst"/>
              <w:numPr>
                <w:ilvl w:val="12"/>
                <w:numId w:val="0"/>
              </w:numPr>
            </w:pPr>
            <w:r>
              <w:t>Zawartość cząstek</w:t>
            </w:r>
          </w:p>
          <w:p w:rsidR="00C33D84" w:rsidRDefault="007039F4" w:rsidP="007039F4">
            <w:pPr>
              <w:pStyle w:val="Standardowytekst"/>
              <w:numPr>
                <w:ilvl w:val="12"/>
                <w:numId w:val="0"/>
              </w:numPr>
            </w:pPr>
            <w:r>
              <w:sym w:font="Symbol" w:char="F0A3"/>
            </w:r>
            <w:r>
              <w:t xml:space="preserve"> 0,075 mm</w:t>
            </w:r>
          </w:p>
          <w:p w:rsidR="00C33D84" w:rsidRDefault="007039F4" w:rsidP="007039F4">
            <w:pPr>
              <w:pStyle w:val="Standardowytekst"/>
              <w:numPr>
                <w:ilvl w:val="12"/>
                <w:numId w:val="0"/>
              </w:numPr>
            </w:pPr>
            <w:r>
              <w:sym w:font="Symbol" w:char="F0A3"/>
            </w:r>
            <w:r>
              <w:t xml:space="preserve"> 0,02   mm</w:t>
            </w:r>
          </w:p>
        </w:tc>
        <w:tc>
          <w:tcPr>
            <w:tcW w:w="709"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t>%</w:t>
            </w:r>
          </w:p>
        </w:tc>
        <w:tc>
          <w:tcPr>
            <w:tcW w:w="1628"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3C"/>
            </w:r>
            <w:r>
              <w:t xml:space="preserve"> 15</w:t>
            </w:r>
          </w:p>
          <w:p w:rsidR="00C33D84" w:rsidRDefault="007039F4" w:rsidP="007039F4">
            <w:pPr>
              <w:pStyle w:val="Standardowytekst"/>
              <w:numPr>
                <w:ilvl w:val="12"/>
                <w:numId w:val="0"/>
              </w:numPr>
              <w:jc w:val="center"/>
            </w:pPr>
            <w:r>
              <w:sym w:font="Symbol" w:char="F03C"/>
            </w:r>
            <w:r>
              <w:t xml:space="preserve"> 3</w:t>
            </w:r>
          </w:p>
        </w:tc>
        <w:tc>
          <w:tcPr>
            <w:tcW w:w="1628"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t>od 15 do 30</w:t>
            </w:r>
          </w:p>
          <w:p w:rsidR="00C33D84" w:rsidRDefault="007039F4" w:rsidP="007039F4">
            <w:pPr>
              <w:pStyle w:val="Standardowytekst"/>
              <w:numPr>
                <w:ilvl w:val="12"/>
                <w:numId w:val="0"/>
              </w:numPr>
              <w:jc w:val="center"/>
            </w:pPr>
            <w:r>
              <w:t>od 3 do 10</w:t>
            </w:r>
          </w:p>
        </w:tc>
        <w:tc>
          <w:tcPr>
            <w:tcW w:w="1629"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3E"/>
            </w:r>
            <w:r>
              <w:t xml:space="preserve"> 30</w:t>
            </w:r>
          </w:p>
          <w:p w:rsidR="00C33D84" w:rsidRDefault="007039F4" w:rsidP="007039F4">
            <w:pPr>
              <w:pStyle w:val="Standardowytekst"/>
              <w:numPr>
                <w:ilvl w:val="12"/>
                <w:numId w:val="0"/>
              </w:numPr>
              <w:jc w:val="center"/>
            </w:pPr>
            <w:r>
              <w:sym w:font="Symbol" w:char="F03E"/>
            </w:r>
            <w:r>
              <w:t xml:space="preserve"> 10</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rsidP="007039F4">
            <w:pPr>
              <w:pStyle w:val="Standardowytekst"/>
              <w:numPr>
                <w:ilvl w:val="12"/>
                <w:numId w:val="0"/>
              </w:numPr>
              <w:jc w:val="center"/>
            </w:pPr>
            <w:r>
              <w:t>3</w:t>
            </w:r>
          </w:p>
        </w:tc>
        <w:tc>
          <w:tcPr>
            <w:tcW w:w="1417" w:type="dxa"/>
            <w:tcBorders>
              <w:top w:val="single" w:sz="6" w:space="0" w:color="auto"/>
              <w:left w:val="single" w:sz="6" w:space="0" w:color="auto"/>
              <w:bottom w:val="single" w:sz="6" w:space="0" w:color="auto"/>
              <w:right w:val="single" w:sz="6" w:space="0" w:color="auto"/>
            </w:tcBorders>
          </w:tcPr>
          <w:p w:rsidR="00C33D84" w:rsidRDefault="007039F4" w:rsidP="007039F4">
            <w:pPr>
              <w:pStyle w:val="Standardowytekst"/>
              <w:numPr>
                <w:ilvl w:val="12"/>
                <w:numId w:val="0"/>
              </w:numPr>
            </w:pPr>
            <w:r>
              <w:t>Kapilarność bierna H</w:t>
            </w:r>
            <w:r>
              <w:rPr>
                <w:vertAlign w:val="subscript"/>
              </w:rPr>
              <w:t>kb</w:t>
            </w:r>
          </w:p>
        </w:tc>
        <w:tc>
          <w:tcPr>
            <w:tcW w:w="709"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t>m</w:t>
            </w:r>
          </w:p>
        </w:tc>
        <w:tc>
          <w:tcPr>
            <w:tcW w:w="1628"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3C"/>
            </w:r>
            <w:r>
              <w:t xml:space="preserve"> 1,0</w:t>
            </w:r>
          </w:p>
        </w:tc>
        <w:tc>
          <w:tcPr>
            <w:tcW w:w="1628"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B3"/>
            </w:r>
            <w:r>
              <w:t xml:space="preserve"> 1,0</w:t>
            </w:r>
          </w:p>
        </w:tc>
        <w:tc>
          <w:tcPr>
            <w:tcW w:w="1629"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3E"/>
            </w:r>
            <w:r>
              <w:t xml:space="preserve"> 1,0</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rsidP="007039F4">
            <w:pPr>
              <w:pStyle w:val="Standardowytekst"/>
              <w:numPr>
                <w:ilvl w:val="12"/>
                <w:numId w:val="0"/>
              </w:numPr>
              <w:jc w:val="center"/>
            </w:pPr>
            <w:r>
              <w:t>4</w:t>
            </w:r>
          </w:p>
        </w:tc>
        <w:tc>
          <w:tcPr>
            <w:tcW w:w="1417" w:type="dxa"/>
            <w:tcBorders>
              <w:top w:val="single" w:sz="6" w:space="0" w:color="auto"/>
              <w:left w:val="single" w:sz="6" w:space="0" w:color="auto"/>
              <w:bottom w:val="single" w:sz="6" w:space="0" w:color="auto"/>
              <w:right w:val="single" w:sz="6" w:space="0" w:color="auto"/>
            </w:tcBorders>
          </w:tcPr>
          <w:p w:rsidR="00C33D84" w:rsidRDefault="007039F4" w:rsidP="007039F4">
            <w:pPr>
              <w:pStyle w:val="Standardowytekst"/>
              <w:numPr>
                <w:ilvl w:val="12"/>
                <w:numId w:val="0"/>
              </w:numPr>
            </w:pPr>
            <w:r>
              <w:t>Wskaźnik piaskowy WP</w:t>
            </w:r>
          </w:p>
        </w:tc>
        <w:tc>
          <w:tcPr>
            <w:tcW w:w="709"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3E"/>
            </w:r>
            <w:r>
              <w:t xml:space="preserve"> 35</w:t>
            </w:r>
          </w:p>
        </w:tc>
        <w:tc>
          <w:tcPr>
            <w:tcW w:w="1628"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t>od 25 do 35</w:t>
            </w:r>
          </w:p>
        </w:tc>
        <w:tc>
          <w:tcPr>
            <w:tcW w:w="1629" w:type="dxa"/>
            <w:tcBorders>
              <w:top w:val="single" w:sz="6" w:space="0" w:color="auto"/>
              <w:left w:val="single" w:sz="6" w:space="0" w:color="auto"/>
              <w:bottom w:val="single" w:sz="6" w:space="0" w:color="auto"/>
              <w:right w:val="single" w:sz="6" w:space="0" w:color="auto"/>
            </w:tcBorders>
          </w:tcPr>
          <w:p w:rsidR="00C33D84" w:rsidRDefault="00C33D84" w:rsidP="007039F4">
            <w:pPr>
              <w:pStyle w:val="Standardowytekst"/>
              <w:numPr>
                <w:ilvl w:val="12"/>
                <w:numId w:val="0"/>
              </w:numPr>
              <w:jc w:val="center"/>
            </w:pPr>
          </w:p>
          <w:p w:rsidR="00C33D84" w:rsidRDefault="007039F4" w:rsidP="007039F4">
            <w:pPr>
              <w:pStyle w:val="Standardowytekst"/>
              <w:numPr>
                <w:ilvl w:val="12"/>
                <w:numId w:val="0"/>
              </w:numPr>
              <w:jc w:val="center"/>
            </w:pPr>
            <w:r>
              <w:sym w:font="Symbol" w:char="F03C"/>
            </w:r>
            <w:r>
              <w:t xml:space="preserve"> 25</w:t>
            </w:r>
          </w:p>
        </w:tc>
      </w:tr>
    </w:tbl>
    <w:p w:rsidR="00C33D84" w:rsidRDefault="00C33D84" w:rsidP="007039F4">
      <w:pPr>
        <w:pStyle w:val="Standardowytekst"/>
        <w:numPr>
          <w:ilvl w:val="12"/>
          <w:numId w:val="0"/>
        </w:numPr>
      </w:pPr>
    </w:p>
    <w:p w:rsidR="00C33D84" w:rsidRDefault="007039F4" w:rsidP="007039F4">
      <w:pPr>
        <w:pStyle w:val="Nagwek1"/>
        <w:numPr>
          <w:ilvl w:val="12"/>
          <w:numId w:val="0"/>
        </w:numPr>
      </w:pPr>
      <w:bookmarkStart w:id="32" w:name="_Toc418996324"/>
      <w:bookmarkStart w:id="33" w:name="_Toc418996693"/>
      <w:bookmarkStart w:id="34" w:name="_Toc418997080"/>
      <w:bookmarkStart w:id="35" w:name="_Toc418998490"/>
      <w:bookmarkStart w:id="36" w:name="_Toc418998846"/>
      <w:bookmarkStart w:id="37" w:name="_Toc419000091"/>
      <w:bookmarkStart w:id="38" w:name="_Toc405615042"/>
      <w:r>
        <w:t>3. sprzęt</w:t>
      </w:r>
      <w:bookmarkEnd w:id="32"/>
      <w:bookmarkEnd w:id="33"/>
      <w:bookmarkEnd w:id="34"/>
      <w:bookmarkEnd w:id="35"/>
      <w:bookmarkEnd w:id="36"/>
      <w:bookmarkEnd w:id="37"/>
    </w:p>
    <w:p w:rsidR="00C33D84" w:rsidRDefault="007039F4" w:rsidP="007039F4">
      <w:pPr>
        <w:pStyle w:val="Nagwek2"/>
        <w:numPr>
          <w:ilvl w:val="12"/>
          <w:numId w:val="0"/>
        </w:numPr>
      </w:pPr>
      <w:r>
        <w:t>3.1. Ogólne wymagania dotyczące sprzętu</w:t>
      </w:r>
    </w:p>
    <w:p w:rsidR="00C33D84" w:rsidRDefault="007039F4" w:rsidP="007039F4">
      <w:pPr>
        <w:pStyle w:val="StylIwony"/>
        <w:numPr>
          <w:ilvl w:val="12"/>
          <w:numId w:val="0"/>
        </w:numPr>
        <w:spacing w:before="0" w:after="0"/>
      </w:pPr>
      <w:r>
        <w:rPr>
          <w:rFonts w:ascii="Times New Roman" w:hAnsi="Times New Roman"/>
          <w:sz w:val="20"/>
        </w:rPr>
        <w:tab/>
        <w:t>Ogólne wymagani</w:t>
      </w:r>
      <w:r w:rsidR="00C40627">
        <w:rPr>
          <w:rFonts w:ascii="Times New Roman" w:hAnsi="Times New Roman"/>
          <w:sz w:val="20"/>
        </w:rPr>
        <w:t>a dotyczące sprzętu podano w</w:t>
      </w:r>
      <w:r>
        <w:rPr>
          <w:rFonts w:ascii="Times New Roman" w:hAnsi="Times New Roman"/>
          <w:sz w:val="20"/>
        </w:rPr>
        <w:t xml:space="preserve"> D-M-00.00.00 „Wymagania ogólne” pkt 3.</w:t>
      </w:r>
    </w:p>
    <w:p w:rsidR="00C33D84" w:rsidRDefault="007039F4" w:rsidP="007039F4">
      <w:pPr>
        <w:pStyle w:val="Nagwek2"/>
        <w:numPr>
          <w:ilvl w:val="12"/>
          <w:numId w:val="0"/>
        </w:numPr>
      </w:pPr>
      <w:bookmarkStart w:id="39" w:name="_Toc407161190"/>
      <w:r>
        <w:t>3.2. Sprzęt do robót ziemnych</w:t>
      </w:r>
      <w:bookmarkEnd w:id="38"/>
      <w:bookmarkEnd w:id="39"/>
    </w:p>
    <w:p w:rsidR="00C33D84" w:rsidRDefault="007039F4" w:rsidP="007039F4">
      <w:pPr>
        <w:pStyle w:val="Standardowytekst"/>
        <w:numPr>
          <w:ilvl w:val="12"/>
          <w:numId w:val="0"/>
        </w:numPr>
      </w:pPr>
      <w:r>
        <w:tab/>
        <w:t>Wykonawca przystępujący do wykonania robót ziemnych powinien wykazać się możliwością korzystania z następującego sprzętu do:</w:t>
      </w:r>
    </w:p>
    <w:p w:rsidR="00C33D84" w:rsidRDefault="007039F4" w:rsidP="007039F4">
      <w:pPr>
        <w:pStyle w:val="Standardowytekst"/>
        <w:numPr>
          <w:ilvl w:val="0"/>
          <w:numId w:val="5"/>
        </w:numPr>
      </w:pPr>
      <w:r>
        <w:t>odspajania i wydobywania gruntów (narzędzia mechaniczne, młoty pneumatyczne, zrywarki, koparki, ładowarki, wiertarki mechaniczne itp.),</w:t>
      </w:r>
    </w:p>
    <w:p w:rsidR="00C33D84" w:rsidRDefault="007039F4" w:rsidP="007039F4">
      <w:pPr>
        <w:pStyle w:val="Standardowytekst"/>
        <w:numPr>
          <w:ilvl w:val="0"/>
          <w:numId w:val="5"/>
        </w:numPr>
      </w:pPr>
      <w:r>
        <w:lastRenderedPageBreak/>
        <w:t>jednoczesnego wydobywania i przemieszczania gruntów (spycharki, zgarniarki, równiarki, urządzenia do hydromechanizacji itp.),</w:t>
      </w:r>
    </w:p>
    <w:p w:rsidR="00C33D84" w:rsidRDefault="007039F4" w:rsidP="007039F4">
      <w:pPr>
        <w:pStyle w:val="Standardowytekst"/>
        <w:numPr>
          <w:ilvl w:val="0"/>
          <w:numId w:val="5"/>
        </w:numPr>
      </w:pPr>
      <w:r>
        <w:t>transportu mas ziemnych (samochody wywrotki, samochody skrzyniowe, taśmociągi itp.),</w:t>
      </w:r>
    </w:p>
    <w:p w:rsidR="00C33D84" w:rsidRDefault="007039F4" w:rsidP="007039F4">
      <w:pPr>
        <w:pStyle w:val="Standardowytekst"/>
        <w:numPr>
          <w:ilvl w:val="0"/>
          <w:numId w:val="5"/>
        </w:numPr>
      </w:pPr>
      <w:r>
        <w:t>sprzętu zagęszczającego (walce, ubijaki, płyty wibracyjne itp.).</w:t>
      </w:r>
    </w:p>
    <w:p w:rsidR="00C33D84" w:rsidRDefault="00C33D84">
      <w:pPr>
        <w:pStyle w:val="Standardowytekst"/>
      </w:pPr>
    </w:p>
    <w:p w:rsidR="00C33D84" w:rsidRDefault="007039F4">
      <w:pPr>
        <w:rPr>
          <w:b/>
        </w:rPr>
      </w:pPr>
      <w:r>
        <w:rPr>
          <w:b/>
        </w:rPr>
        <w:t>3.3. Sprzęt do przenoszenia i układania geosyntetyków</w:t>
      </w:r>
    </w:p>
    <w:p w:rsidR="00C33D84" w:rsidRDefault="00C33D84"/>
    <w:p w:rsidR="00C33D84" w:rsidRDefault="007039F4">
      <w:pPr>
        <w:ind w:firstLine="709"/>
      </w:pPr>
      <w:r>
        <w:t>Do przenoszenia i układania geosyntetyków Wykonawca powinien używać odpowiedniego sprzętu zalecanego przez producenta. Wykonawca nie powinien stosować sprzętu mogącego spowodować uszkodzenie układanego materiału.</w:t>
      </w:r>
    </w:p>
    <w:p w:rsidR="00C33D84" w:rsidRDefault="007039F4">
      <w:pPr>
        <w:pStyle w:val="Nagwek1"/>
        <w:spacing w:before="240"/>
      </w:pPr>
      <w:bookmarkStart w:id="40" w:name="_Toc405615043"/>
      <w:bookmarkStart w:id="41" w:name="_Toc407161191"/>
      <w:bookmarkStart w:id="42" w:name="_Toc418996325"/>
      <w:bookmarkStart w:id="43" w:name="_Toc418996694"/>
      <w:bookmarkStart w:id="44" w:name="_Toc418997081"/>
      <w:bookmarkStart w:id="45" w:name="_Toc418998491"/>
      <w:bookmarkStart w:id="46" w:name="_Toc418998847"/>
      <w:bookmarkStart w:id="47" w:name="_Toc419000092"/>
      <w:r>
        <w:t>4. transport</w:t>
      </w:r>
      <w:bookmarkEnd w:id="40"/>
      <w:bookmarkEnd w:id="41"/>
      <w:bookmarkEnd w:id="42"/>
      <w:bookmarkEnd w:id="43"/>
      <w:bookmarkEnd w:id="44"/>
      <w:bookmarkEnd w:id="45"/>
      <w:bookmarkEnd w:id="46"/>
      <w:bookmarkEnd w:id="47"/>
    </w:p>
    <w:p w:rsidR="00C33D84" w:rsidRDefault="007039F4">
      <w:pPr>
        <w:pStyle w:val="Nagwek2"/>
      </w:pPr>
      <w:bookmarkStart w:id="48" w:name="_Toc405615044"/>
      <w:bookmarkStart w:id="49" w:name="_Toc407161192"/>
      <w:r>
        <w:t>4.1. Ogólne wymagania dotyczące transportu</w:t>
      </w:r>
      <w:bookmarkEnd w:id="48"/>
      <w:bookmarkEnd w:id="49"/>
    </w:p>
    <w:p w:rsidR="00C33D84" w:rsidRDefault="007039F4">
      <w:pPr>
        <w:pStyle w:val="Standardowytekst"/>
      </w:pPr>
      <w:r>
        <w:tab/>
        <w:t>Ogólne wymagania d</w:t>
      </w:r>
      <w:r w:rsidR="00C40627">
        <w:t xml:space="preserve">otyczące transportu podano w </w:t>
      </w:r>
      <w:r>
        <w:t xml:space="preserve"> D-M-00.00.00 „Wymagania ogólne” pkt 4.</w:t>
      </w:r>
    </w:p>
    <w:p w:rsidR="00C33D84" w:rsidRDefault="007039F4">
      <w:pPr>
        <w:pStyle w:val="Nagwek2"/>
      </w:pPr>
      <w:bookmarkStart w:id="50" w:name="_Toc405615045"/>
      <w:bookmarkStart w:id="51" w:name="_Toc407161193"/>
      <w:r>
        <w:t>4.2. Transport gruntów</w:t>
      </w:r>
      <w:bookmarkEnd w:id="50"/>
      <w:bookmarkEnd w:id="51"/>
    </w:p>
    <w:p w:rsidR="00C33D84" w:rsidRDefault="007039F4">
      <w:pPr>
        <w:pStyle w:val="Standardowytekst"/>
      </w:pPr>
      <w: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C33D84" w:rsidRDefault="007039F4">
      <w:pPr>
        <w:pStyle w:val="Standardowytekst"/>
        <w:spacing w:after="120"/>
      </w:pPr>
      <w:r>
        <w:tab/>
        <w:t>Zwiększenie odległości transportu ponad wartości zatwierdzone nie może być podstawą roszczeń Wykonawcy, dotyczących dodatkowej zapłaty za transport, o ile zwiększone odległości nie zostały wcześniej zaakceptowane na piśmie przez Inżyniera.</w:t>
      </w:r>
    </w:p>
    <w:p w:rsidR="00C33D84" w:rsidRDefault="007039F4">
      <w:pPr>
        <w:rPr>
          <w:b/>
        </w:rPr>
      </w:pPr>
      <w:r>
        <w:rPr>
          <w:b/>
        </w:rPr>
        <w:t>4.3. Transport i składowanie geosyntetyków</w:t>
      </w:r>
    </w:p>
    <w:p w:rsidR="00C33D84" w:rsidRDefault="007039F4">
      <w:pPr>
        <w:spacing w:before="120"/>
        <w:ind w:firstLine="709"/>
      </w:pPr>
      <w: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rsidR="00C33D84" w:rsidRDefault="00C33D84"/>
    <w:p w:rsidR="00C33D84" w:rsidRDefault="00C33D84">
      <w:pPr>
        <w:pStyle w:val="Standardowytekst"/>
        <w:spacing w:after="120"/>
      </w:pPr>
    </w:p>
    <w:p w:rsidR="00C33D84" w:rsidRDefault="007039F4">
      <w:pPr>
        <w:pStyle w:val="Nagwek1"/>
      </w:pPr>
      <w:bookmarkStart w:id="52" w:name="_Toc405615046"/>
      <w:bookmarkStart w:id="53" w:name="_Toc407161194"/>
      <w:bookmarkStart w:id="54" w:name="_Toc418996326"/>
      <w:bookmarkStart w:id="55" w:name="_Toc418996695"/>
      <w:bookmarkStart w:id="56" w:name="_Toc418997082"/>
      <w:bookmarkStart w:id="57" w:name="_Toc418998492"/>
      <w:bookmarkStart w:id="58" w:name="_Toc418998848"/>
      <w:bookmarkStart w:id="59" w:name="_Toc419000093"/>
      <w:r>
        <w:t>5. wykonanie robót</w:t>
      </w:r>
      <w:bookmarkEnd w:id="52"/>
      <w:bookmarkEnd w:id="53"/>
      <w:bookmarkEnd w:id="54"/>
      <w:bookmarkEnd w:id="55"/>
      <w:bookmarkEnd w:id="56"/>
      <w:bookmarkEnd w:id="57"/>
      <w:bookmarkEnd w:id="58"/>
      <w:bookmarkEnd w:id="59"/>
    </w:p>
    <w:p w:rsidR="00C33D84" w:rsidRDefault="007039F4">
      <w:pPr>
        <w:pStyle w:val="Nagwek2"/>
      </w:pPr>
      <w:bookmarkStart w:id="60" w:name="_Toc405615047"/>
      <w:bookmarkStart w:id="61" w:name="_Toc407161195"/>
      <w:r>
        <w:t>5.1. Ogólne zasady wykonania robót</w:t>
      </w:r>
      <w:bookmarkEnd w:id="60"/>
      <w:bookmarkEnd w:id="61"/>
    </w:p>
    <w:p w:rsidR="00C33D84" w:rsidRDefault="007039F4">
      <w:pPr>
        <w:pStyle w:val="Standardowytekst"/>
      </w:pPr>
      <w:r>
        <w:tab/>
        <w:t>Ogólne zas</w:t>
      </w:r>
      <w:r w:rsidR="00C40627">
        <w:t xml:space="preserve">ady wykonania robót podano w </w:t>
      </w:r>
      <w:r>
        <w:t xml:space="preserve"> D-M-00.00.00 „Wymagania ogólne” pkt 5.</w:t>
      </w:r>
    </w:p>
    <w:p w:rsidR="00C33D84" w:rsidRDefault="007039F4">
      <w:pPr>
        <w:pStyle w:val="Nagwek2"/>
      </w:pPr>
      <w:bookmarkStart w:id="62" w:name="_Toc405615048"/>
      <w:bookmarkStart w:id="63" w:name="_Toc407161196"/>
      <w:r>
        <w:t>5.2. Dokładność wykonania wykopów i nasypów</w:t>
      </w:r>
      <w:bookmarkEnd w:id="62"/>
      <w:bookmarkEnd w:id="63"/>
    </w:p>
    <w:p w:rsidR="00C33D84" w:rsidRDefault="007039F4">
      <w:pPr>
        <w:pStyle w:val="Standardowytekst"/>
      </w:pPr>
      <w:r>
        <w:tab/>
        <w:t xml:space="preserve">Odchylenie osi korpusu ziemnego, w wykopie lub nasypie, od osi projektowanej nie powinny być większe niż </w:t>
      </w:r>
      <w:r>
        <w:sym w:font="Symbol" w:char="F0B1"/>
      </w:r>
      <w:r>
        <w:t xml:space="preserve"> 10 cm. Różnica w stosunku do projektowanych rzędnych robót ziemnych nie może przekraczać + 1 cm i -3 cm.</w:t>
      </w:r>
    </w:p>
    <w:p w:rsidR="00C33D84" w:rsidRDefault="007039F4">
      <w:pPr>
        <w:pStyle w:val="Standardowytekst"/>
      </w:pPr>
      <w:r>
        <w:lastRenderedPageBreak/>
        <w:tab/>
        <w:t xml:space="preserve">Szerokość górnej powierzchni korpusu nie może różnić się od szerokości projektowanej o więcej niż </w:t>
      </w:r>
      <w:r>
        <w:sym w:font="Symbol" w:char="F0B1"/>
      </w:r>
      <w:r>
        <w:t xml:space="preserve"> 10 cm, a krawędzie korony drogi nie powinny mieć wyraźnych załamań w planie.</w:t>
      </w:r>
    </w:p>
    <w:p w:rsidR="00C33D84" w:rsidRDefault="007039F4">
      <w:pPr>
        <w:pStyle w:val="Standardowytekst"/>
      </w:pPr>
      <w:r>
        <w:tab/>
        <w:t xml:space="preserve">Pochylenie skarp nie powinno różnić się od projektowanego o więcej niż 10% jego wartości wyrażonej tangensem kąta. Maksymalne nierówności na powierzchni skarp nie powinny przekraczać </w:t>
      </w:r>
      <w:r>
        <w:sym w:font="Symbol" w:char="F0B1"/>
      </w:r>
      <w:r>
        <w:t xml:space="preserve"> 10 cm przy pomiarze łatą 3-metrową, albo powinny być spełnione inne wymagania dotyczące nierówności, wynikające ze sposobu umocnienia powierzchni skarpy.</w:t>
      </w:r>
    </w:p>
    <w:p w:rsidR="00C33D84" w:rsidRDefault="007039F4">
      <w:pPr>
        <w:pStyle w:val="Standardowytekst"/>
        <w:spacing w:after="120"/>
      </w:pPr>
      <w:r>
        <w:tab/>
        <w:t>W gruntach skalistych wymagania, dotyczące równości powierzchni dna wykopu oraz pochylenia i równości skarp, powinny być określone w dokumentacji projektowej i SST.</w:t>
      </w:r>
    </w:p>
    <w:p w:rsidR="00C33D84" w:rsidRDefault="007039F4">
      <w:pPr>
        <w:pStyle w:val="Nagwek2"/>
      </w:pPr>
      <w:bookmarkStart w:id="64" w:name="_Toc405615049"/>
      <w:bookmarkStart w:id="65" w:name="_Toc407161197"/>
      <w:r>
        <w:t>5.3. Odwodnienia pasa robót ziemnych</w:t>
      </w:r>
      <w:bookmarkEnd w:id="64"/>
      <w:bookmarkEnd w:id="65"/>
    </w:p>
    <w:p w:rsidR="00C33D84" w:rsidRDefault="007039F4">
      <w:pPr>
        <w:pStyle w:val="Standardowytekst"/>
      </w:pPr>
      <w:r>
        <w:tab/>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rsidR="00C33D84" w:rsidRDefault="007039F4">
      <w:pPr>
        <w:pStyle w:val="Standardowytekst"/>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C33D84" w:rsidRDefault="007039F4">
      <w:pPr>
        <w:pStyle w:val="Standardowytekst"/>
      </w:pPr>
      <w:r>
        <w:tab/>
        <w:t>Odprowadzenie wód do istniejących zbiorników naturalnych i urządzeń odwadniających musi być poprzedzone uzgodnieniem z odpowiednimi instytucjami.</w:t>
      </w:r>
    </w:p>
    <w:p w:rsidR="00C33D84" w:rsidRDefault="007039F4">
      <w:pPr>
        <w:pStyle w:val="Nagwek2"/>
      </w:pPr>
      <w:bookmarkStart w:id="66" w:name="_Toc405615050"/>
      <w:bookmarkStart w:id="67" w:name="_Toc407161198"/>
      <w:r>
        <w:t>5.4. Odwodnienie wykopów</w:t>
      </w:r>
      <w:bookmarkEnd w:id="66"/>
      <w:bookmarkEnd w:id="67"/>
    </w:p>
    <w:p w:rsidR="00C33D84" w:rsidRDefault="007039F4">
      <w:pPr>
        <w:pStyle w:val="Standardowytekst"/>
      </w:pPr>
      <w:r>
        <w:tab/>
        <w:t>Technologia wykonania wykopu musi umożliwiać jego prawidłowe odwodnienie w całym okresie trwania robót ziemnych. Wykonanie wykopów powinno postępować w kierunku podnoszenia się niwelety.</w:t>
      </w:r>
    </w:p>
    <w:p w:rsidR="00C33D84" w:rsidRDefault="007039F4">
      <w:pPr>
        <w:pStyle w:val="Standardowytekst"/>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C33D84" w:rsidRDefault="007039F4">
      <w:pPr>
        <w:pStyle w:val="Standardowytekst"/>
      </w:pPr>
      <w:r>
        <w:tab/>
        <w:t>Źródła wody, odsłonięte przy wykonywaniu wykopów, należy ująć w rowy i /lub dreny. Wody opadowe i gruntowe należy odprowadzić poza teren pasa robót ziemnych.</w:t>
      </w:r>
    </w:p>
    <w:p w:rsidR="00C33D84" w:rsidRDefault="007039F4">
      <w:pPr>
        <w:pStyle w:val="Nagwek2"/>
      </w:pPr>
      <w:bookmarkStart w:id="68" w:name="_Toc405615051"/>
      <w:bookmarkStart w:id="69" w:name="_Toc407161199"/>
      <w:r>
        <w:t>5.5. Rowy</w:t>
      </w:r>
      <w:bookmarkEnd w:id="68"/>
      <w:bookmarkEnd w:id="69"/>
    </w:p>
    <w:p w:rsidR="00C33D84" w:rsidRDefault="007039F4">
      <w:pPr>
        <w:pStyle w:val="Standardowytekst"/>
        <w:spacing w:after="120"/>
      </w:pPr>
      <w:r>
        <w:tab/>
        <w:t xml:space="preserve">Rowy boczne oraz rowy stokowe powinny być wykonane zgodnie z dokumentacją projektową i SST. Szerokość dna i głębokość rowu nie mogą różnić się od wymiarów </w:t>
      </w:r>
      <w:r>
        <w:lastRenderedPageBreak/>
        <w:t xml:space="preserve">projektowanych o więcej niż </w:t>
      </w:r>
      <w:r>
        <w:sym w:font="Symbol" w:char="F0B1"/>
      </w:r>
      <w:r>
        <w:t xml:space="preserve"> 5 cm. Dokładność wykonania skarp rowów powinna być zgodna z o</w:t>
      </w:r>
      <w:r w:rsidR="00C40627">
        <w:t xml:space="preserve">kreśloną dla skarp wykopów w </w:t>
      </w:r>
      <w:r>
        <w:t xml:space="preserve"> D-02.01.01.</w:t>
      </w:r>
    </w:p>
    <w:p w:rsidR="00C33D84" w:rsidRDefault="007039F4">
      <w:pPr>
        <w:pStyle w:val="Standardowytekst"/>
        <w:spacing w:after="120"/>
        <w:rPr>
          <w:b/>
        </w:rPr>
      </w:pPr>
      <w:r>
        <w:rPr>
          <w:b/>
        </w:rPr>
        <w:t>5.6. Układanie geosyntetyków</w:t>
      </w:r>
    </w:p>
    <w:p w:rsidR="00C33D84" w:rsidRDefault="007039F4">
      <w:pPr>
        <w:ind w:firstLine="709"/>
      </w:pPr>
      <w:r>
        <w:t>Geosyntetyki należy układać łącząc je na zakład zgodnie z dokumentacją projektową i SST. Jeżeli dokumentacja projektowa i SST nie podają inaczej, przylegające do siebie arkusze lub pasy geosyntetyków należy układać z zakładem (i kotwieniem) zgodnie z instrukcją producenta lub decyzją projektanta.</w:t>
      </w:r>
    </w:p>
    <w:p w:rsidR="00C33D84" w:rsidRDefault="007039F4">
      <w:pPr>
        <w:ind w:firstLine="709"/>
      </w:pPr>
      <w:r>
        <w:t>W przypadku uszkodzenia geosyntetyku, należy w uzgodnieniu z Inżynierem, przykryć to uszkodzenie pasami geosyntetyku na długości i szerokości większej o 90 cm od obszaru uszkodzonego.</w:t>
      </w:r>
    </w:p>
    <w:p w:rsidR="00C33D84" w:rsidRDefault="007039F4">
      <w:pPr>
        <w:ind w:firstLine="709"/>
      </w:pPr>
      <w:r>
        <w:t>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w:t>
      </w:r>
    </w:p>
    <w:p w:rsidR="00C33D84" w:rsidRDefault="007039F4">
      <w:pPr>
        <w:pStyle w:val="Nagwek1"/>
        <w:spacing w:before="240"/>
      </w:pPr>
      <w:bookmarkStart w:id="70" w:name="_Toc405615052"/>
      <w:bookmarkStart w:id="71" w:name="_Toc407161200"/>
      <w:bookmarkStart w:id="72" w:name="_Toc418996327"/>
      <w:bookmarkStart w:id="73" w:name="_Toc418996696"/>
      <w:bookmarkStart w:id="74" w:name="_Toc418997083"/>
      <w:bookmarkStart w:id="75" w:name="_Toc418998493"/>
      <w:bookmarkStart w:id="76" w:name="_Toc418998849"/>
      <w:bookmarkStart w:id="77" w:name="_Toc419000094"/>
      <w:r>
        <w:t>6. kontrola jakości robót</w:t>
      </w:r>
      <w:bookmarkEnd w:id="70"/>
      <w:bookmarkEnd w:id="71"/>
      <w:bookmarkEnd w:id="72"/>
      <w:bookmarkEnd w:id="73"/>
      <w:bookmarkEnd w:id="74"/>
      <w:bookmarkEnd w:id="75"/>
      <w:bookmarkEnd w:id="76"/>
      <w:bookmarkEnd w:id="77"/>
    </w:p>
    <w:p w:rsidR="00C33D84" w:rsidRDefault="007039F4">
      <w:pPr>
        <w:pStyle w:val="Nagwek2"/>
      </w:pPr>
      <w:bookmarkStart w:id="78" w:name="_Toc405615053"/>
      <w:bookmarkStart w:id="79" w:name="_Toc407161201"/>
      <w:r>
        <w:t>6.1. Ogólne zasady kontroli jakości robót</w:t>
      </w:r>
      <w:bookmarkEnd w:id="78"/>
      <w:bookmarkEnd w:id="79"/>
    </w:p>
    <w:p w:rsidR="00C33D84" w:rsidRDefault="007039F4">
      <w:pPr>
        <w:pStyle w:val="Standardowytekst"/>
      </w:pPr>
      <w:r>
        <w:tab/>
        <w:t>Ogólne zasady kon</w:t>
      </w:r>
      <w:r w:rsidR="00C40627">
        <w:t>troli jakości robót podano w</w:t>
      </w:r>
      <w:r>
        <w:t xml:space="preserve"> D-M-00.00.00 „Wymagania ogólne” pkt 6.</w:t>
      </w:r>
    </w:p>
    <w:p w:rsidR="00C33D84" w:rsidRDefault="007039F4">
      <w:pPr>
        <w:pStyle w:val="Nagwek2"/>
      </w:pPr>
      <w:bookmarkStart w:id="80" w:name="_Toc405615054"/>
      <w:bookmarkStart w:id="81" w:name="_Toc407161202"/>
      <w:r>
        <w:t>6.2. Badania i pomiary w czasie wykonywania robót ziemnych</w:t>
      </w:r>
      <w:bookmarkEnd w:id="80"/>
      <w:bookmarkEnd w:id="81"/>
    </w:p>
    <w:p w:rsidR="00C33D84" w:rsidRDefault="007039F4">
      <w:pPr>
        <w:pStyle w:val="Standardowytekst"/>
        <w:keepNext/>
      </w:pPr>
      <w:r>
        <w:rPr>
          <w:b/>
        </w:rPr>
        <w:t xml:space="preserve">6.2.1. </w:t>
      </w:r>
      <w:r>
        <w:t>Sprawdzenie odwodnienia</w:t>
      </w:r>
    </w:p>
    <w:p w:rsidR="00C33D84" w:rsidRDefault="007039F4">
      <w:pPr>
        <w:pStyle w:val="Standardowytekst"/>
      </w:pPr>
      <w:r>
        <w:tab/>
        <w:t>Sprawdzenie odwodnienia korpusu ziemnego polega na kontroli zgodności z wymaganiami specyfikacji określonymi w pkcie 5 oraz z dokumentacją projektową.</w:t>
      </w:r>
    </w:p>
    <w:p w:rsidR="00C33D84" w:rsidRDefault="007039F4">
      <w:pPr>
        <w:pStyle w:val="Standardowytekst"/>
      </w:pPr>
      <w:r>
        <w:tab/>
        <w:t>Szczególną uwagę należy zwrócić na:</w:t>
      </w:r>
    </w:p>
    <w:p w:rsidR="00C33D84" w:rsidRDefault="007039F4">
      <w:pPr>
        <w:pStyle w:val="Standardowytekst"/>
      </w:pPr>
      <w:r>
        <w:t>- właściwe ujęcie i odprowadzenie wód opadowych,</w:t>
      </w:r>
    </w:p>
    <w:p w:rsidR="00C33D84" w:rsidRDefault="007039F4">
      <w:pPr>
        <w:pStyle w:val="Standardowytekst"/>
      </w:pPr>
      <w:r>
        <w:t>- właściwe ujęcie i odprowadzenie wysięków wodnych.</w:t>
      </w:r>
    </w:p>
    <w:p w:rsidR="00C33D84" w:rsidRDefault="007039F4">
      <w:pPr>
        <w:pStyle w:val="Standardowytekst"/>
        <w:spacing w:before="120" w:after="120"/>
      </w:pPr>
      <w:r>
        <w:rPr>
          <w:b/>
        </w:rPr>
        <w:t xml:space="preserve">6.2.2. </w:t>
      </w:r>
      <w:r>
        <w:t>Sprawdzenie jakości wykonania robót</w:t>
      </w:r>
    </w:p>
    <w:p w:rsidR="00C33D84" w:rsidRDefault="007039F4">
      <w:pPr>
        <w:pStyle w:val="Standardowytekst"/>
      </w:pPr>
      <w:r>
        <w:tab/>
        <w:t>Czynności wchodzące w zakres sprawdzenia jakości wykonania rob</w:t>
      </w:r>
      <w:r w:rsidR="00C40627">
        <w:t xml:space="preserve">ót określono w pkcie 6 </w:t>
      </w:r>
      <w:r>
        <w:t>D-02.01.01, D-02.02.01 oraz D-02.03.01.</w:t>
      </w:r>
    </w:p>
    <w:p w:rsidR="00C33D84" w:rsidRDefault="007039F4">
      <w:pPr>
        <w:pStyle w:val="Nagwek2"/>
      </w:pPr>
      <w:bookmarkStart w:id="82" w:name="_Toc405615055"/>
      <w:bookmarkStart w:id="83" w:name="_Toc407161203"/>
      <w:r>
        <w:t>6.3. Badania do odbioru korpusu ziemnego</w:t>
      </w:r>
      <w:bookmarkEnd w:id="82"/>
      <w:bookmarkEnd w:id="83"/>
    </w:p>
    <w:p w:rsidR="00C33D84" w:rsidRDefault="007039F4">
      <w:pPr>
        <w:pStyle w:val="Standardowytekst"/>
        <w:spacing w:after="120"/>
      </w:pPr>
      <w:r>
        <w:rPr>
          <w:b/>
        </w:rPr>
        <w:t xml:space="preserve">6.3.1. </w:t>
      </w:r>
      <w:r>
        <w:t>Częstotliwość oraz zakres badań i pomiarów</w:t>
      </w:r>
    </w:p>
    <w:p w:rsidR="00C33D84" w:rsidRDefault="007039F4">
      <w:pPr>
        <w:pStyle w:val="Standardowytekst"/>
      </w:pPr>
      <w:r>
        <w:tab/>
        <w:t>Częstotliwość oraz zakres badań i pomiarów do odbioru korpusu ziemnego podaje tablica 2.</w:t>
      </w:r>
    </w:p>
    <w:p w:rsidR="00C33D84" w:rsidRDefault="007039F4">
      <w:pPr>
        <w:pStyle w:val="Standardowytekst"/>
        <w:spacing w:before="120" w:after="120"/>
      </w:pPr>
      <w:r>
        <w:t>Tablica 2. Częstotliwość oraz zakres badań i pomiarów wykonanych robót ziemnych</w:t>
      </w:r>
    </w:p>
    <w:tbl>
      <w:tblPr>
        <w:tblW w:w="0" w:type="auto"/>
        <w:tblLayout w:type="fixed"/>
        <w:tblCellMar>
          <w:left w:w="70" w:type="dxa"/>
          <w:right w:w="70" w:type="dxa"/>
        </w:tblCellMar>
        <w:tblLook w:val="0000"/>
      </w:tblPr>
      <w:tblGrid>
        <w:gridCol w:w="496"/>
        <w:gridCol w:w="2500"/>
        <w:gridCol w:w="4514"/>
      </w:tblGrid>
      <w:tr w:rsidR="00C33D84">
        <w:tc>
          <w:tcPr>
            <w:tcW w:w="496" w:type="dxa"/>
            <w:tcBorders>
              <w:top w:val="single" w:sz="6" w:space="0" w:color="auto"/>
              <w:left w:val="single" w:sz="6" w:space="0" w:color="auto"/>
              <w:bottom w:val="double" w:sz="6" w:space="0" w:color="auto"/>
              <w:right w:val="single" w:sz="6" w:space="0" w:color="auto"/>
            </w:tcBorders>
          </w:tcPr>
          <w:p w:rsidR="00C33D84" w:rsidRDefault="007039F4">
            <w:pPr>
              <w:pStyle w:val="Standardowytekst"/>
              <w:spacing w:before="120" w:after="120"/>
              <w:jc w:val="center"/>
            </w:pPr>
            <w:r>
              <w:lastRenderedPageBreak/>
              <w:t>Lp.</w:t>
            </w:r>
          </w:p>
        </w:tc>
        <w:tc>
          <w:tcPr>
            <w:tcW w:w="2500" w:type="dxa"/>
            <w:tcBorders>
              <w:top w:val="single" w:sz="6" w:space="0" w:color="auto"/>
              <w:left w:val="single" w:sz="6" w:space="0" w:color="auto"/>
              <w:bottom w:val="double" w:sz="6" w:space="0" w:color="auto"/>
              <w:right w:val="single" w:sz="6" w:space="0" w:color="auto"/>
            </w:tcBorders>
          </w:tcPr>
          <w:p w:rsidR="00C33D84" w:rsidRDefault="007039F4">
            <w:pPr>
              <w:pStyle w:val="Standardowytekst"/>
              <w:spacing w:before="120" w:after="120"/>
              <w:jc w:val="center"/>
            </w:pPr>
            <w:r>
              <w:t>Badana cecha</w:t>
            </w:r>
          </w:p>
        </w:tc>
        <w:tc>
          <w:tcPr>
            <w:tcW w:w="4514" w:type="dxa"/>
            <w:tcBorders>
              <w:top w:val="single" w:sz="6" w:space="0" w:color="auto"/>
              <w:bottom w:val="double" w:sz="6" w:space="0" w:color="auto"/>
              <w:right w:val="single" w:sz="6" w:space="0" w:color="auto"/>
            </w:tcBorders>
          </w:tcPr>
          <w:p w:rsidR="00C33D84" w:rsidRDefault="007039F4">
            <w:pPr>
              <w:pStyle w:val="Standardowytekst"/>
              <w:spacing w:before="120" w:after="120"/>
              <w:jc w:val="center"/>
            </w:pPr>
            <w:r>
              <w:t>Minimalna częstotliwość badań i pomiarów</w:t>
            </w:r>
          </w:p>
        </w:tc>
      </w:tr>
      <w:tr w:rsidR="00C33D84">
        <w:tc>
          <w:tcPr>
            <w:tcW w:w="496" w:type="dxa"/>
            <w:tcBorders>
              <w:left w:val="single" w:sz="6" w:space="0" w:color="auto"/>
              <w:bottom w:val="single" w:sz="6" w:space="0" w:color="auto"/>
              <w:right w:val="single" w:sz="6" w:space="0" w:color="auto"/>
            </w:tcBorders>
          </w:tcPr>
          <w:p w:rsidR="00C33D84" w:rsidRDefault="007039F4">
            <w:pPr>
              <w:pStyle w:val="Standardowytekst"/>
              <w:jc w:val="center"/>
            </w:pPr>
            <w:r>
              <w:t>1</w:t>
            </w:r>
          </w:p>
        </w:tc>
        <w:tc>
          <w:tcPr>
            <w:tcW w:w="2500" w:type="dxa"/>
            <w:tcBorders>
              <w:left w:val="single" w:sz="6" w:space="0" w:color="auto"/>
              <w:bottom w:val="single" w:sz="6" w:space="0" w:color="auto"/>
              <w:right w:val="single" w:sz="6" w:space="0" w:color="auto"/>
            </w:tcBorders>
          </w:tcPr>
          <w:p w:rsidR="00C33D84" w:rsidRDefault="007039F4">
            <w:pPr>
              <w:pStyle w:val="Standardowytekst"/>
              <w:jc w:val="left"/>
            </w:pPr>
            <w:r>
              <w:t>Pomiar szerokości korpusu ziemnego</w:t>
            </w:r>
          </w:p>
        </w:tc>
        <w:tc>
          <w:tcPr>
            <w:tcW w:w="4514" w:type="dxa"/>
            <w:tcBorders>
              <w:right w:val="single" w:sz="6" w:space="0" w:color="auto"/>
            </w:tcBorders>
          </w:tcPr>
          <w:p w:rsidR="00C33D84" w:rsidRDefault="007039F4">
            <w:pPr>
              <w:pStyle w:val="Standardowytekst"/>
            </w:pPr>
            <w:r>
              <w:t>Pomiar taśmą, szablonem, łatą o długości 3 m i poziomicą lub niwelatorem, w odstępach co 200 m na</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center"/>
            </w:pPr>
            <w:r>
              <w:t>2</w:t>
            </w:r>
          </w:p>
        </w:tc>
        <w:tc>
          <w:tcPr>
            <w:tcW w:w="2500"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left"/>
            </w:pPr>
            <w:r>
              <w:t>Pomiar szerokości dna rowów</w:t>
            </w:r>
          </w:p>
        </w:tc>
        <w:tc>
          <w:tcPr>
            <w:tcW w:w="4514" w:type="dxa"/>
            <w:tcBorders>
              <w:right w:val="single" w:sz="6" w:space="0" w:color="auto"/>
            </w:tcBorders>
          </w:tcPr>
          <w:p w:rsidR="00C33D84" w:rsidRDefault="007039F4">
            <w:pPr>
              <w:pStyle w:val="Standardowytekst"/>
            </w:pPr>
            <w:r>
              <w:t xml:space="preserve">prostych, w punktach głównych łuku, co 100 m na łukach o R </w:t>
            </w:r>
            <w:r>
              <w:sym w:font="Symbol" w:char="F0B3"/>
            </w:r>
            <w:r>
              <w:t xml:space="preserve"> 100 m co 50 m na łukach o R </w:t>
            </w:r>
            <w:r>
              <w:sym w:font="Symbol" w:char="F03C"/>
            </w:r>
            <w:r>
              <w:t xml:space="preserve"> 100 m</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center"/>
            </w:pPr>
            <w:r>
              <w:t>3</w:t>
            </w:r>
          </w:p>
        </w:tc>
        <w:tc>
          <w:tcPr>
            <w:tcW w:w="2500"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left"/>
            </w:pPr>
            <w:r>
              <w:t>Pomiar rzędnych powierzchni korpusu ziemnego</w:t>
            </w:r>
          </w:p>
        </w:tc>
        <w:tc>
          <w:tcPr>
            <w:tcW w:w="4514" w:type="dxa"/>
            <w:tcBorders>
              <w:right w:val="single" w:sz="6" w:space="0" w:color="auto"/>
            </w:tcBorders>
          </w:tcPr>
          <w:p w:rsidR="00C33D84" w:rsidRDefault="007039F4">
            <w:pPr>
              <w:pStyle w:val="Standardowytekst"/>
            </w:pPr>
            <w:r>
              <w:t>oraz w miejscach, które budzą wątpliwości</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center"/>
            </w:pPr>
            <w:r>
              <w:t>4</w:t>
            </w:r>
          </w:p>
        </w:tc>
        <w:tc>
          <w:tcPr>
            <w:tcW w:w="2500" w:type="dxa"/>
            <w:tcBorders>
              <w:top w:val="single" w:sz="6" w:space="0" w:color="auto"/>
              <w:left w:val="single" w:sz="6" w:space="0" w:color="auto"/>
              <w:bottom w:val="single" w:sz="6" w:space="0" w:color="auto"/>
              <w:right w:val="single" w:sz="6" w:space="0" w:color="auto"/>
            </w:tcBorders>
          </w:tcPr>
          <w:p w:rsidR="00C33D84" w:rsidRDefault="007039F4">
            <w:pPr>
              <w:pStyle w:val="Standardowytekst"/>
            </w:pPr>
            <w:r>
              <w:t>Pomiar pochylenia skarp</w:t>
            </w:r>
          </w:p>
        </w:tc>
        <w:tc>
          <w:tcPr>
            <w:tcW w:w="4514" w:type="dxa"/>
            <w:tcBorders>
              <w:right w:val="single" w:sz="6" w:space="0" w:color="auto"/>
            </w:tcBorders>
          </w:tcPr>
          <w:p w:rsidR="00C33D84" w:rsidRDefault="00C33D84">
            <w:pPr>
              <w:pStyle w:val="Standardowytekst"/>
            </w:pP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center"/>
            </w:pPr>
            <w:r>
              <w:t>5</w:t>
            </w:r>
          </w:p>
        </w:tc>
        <w:tc>
          <w:tcPr>
            <w:tcW w:w="2500"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left"/>
            </w:pPr>
            <w:r>
              <w:t>Pomiar równości powierzchni korpusu</w:t>
            </w:r>
          </w:p>
        </w:tc>
        <w:tc>
          <w:tcPr>
            <w:tcW w:w="4514" w:type="dxa"/>
            <w:tcBorders>
              <w:right w:val="single" w:sz="6" w:space="0" w:color="auto"/>
            </w:tcBorders>
          </w:tcPr>
          <w:p w:rsidR="00C33D84" w:rsidRDefault="00C33D84">
            <w:pPr>
              <w:pStyle w:val="Standardowytekst"/>
            </w:pP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center"/>
            </w:pPr>
            <w:r>
              <w:t>6</w:t>
            </w:r>
          </w:p>
        </w:tc>
        <w:tc>
          <w:tcPr>
            <w:tcW w:w="2500" w:type="dxa"/>
            <w:tcBorders>
              <w:top w:val="single" w:sz="6" w:space="0" w:color="auto"/>
              <w:left w:val="single" w:sz="6" w:space="0" w:color="auto"/>
              <w:bottom w:val="single" w:sz="6" w:space="0" w:color="auto"/>
              <w:right w:val="single" w:sz="6" w:space="0" w:color="auto"/>
            </w:tcBorders>
          </w:tcPr>
          <w:p w:rsidR="00C33D84" w:rsidRDefault="007039F4">
            <w:pPr>
              <w:pStyle w:val="Standardowytekst"/>
            </w:pPr>
            <w:r>
              <w:t>Pomiar równości skarp</w:t>
            </w:r>
          </w:p>
        </w:tc>
        <w:tc>
          <w:tcPr>
            <w:tcW w:w="4514" w:type="dxa"/>
            <w:tcBorders>
              <w:bottom w:val="single" w:sz="6" w:space="0" w:color="auto"/>
              <w:right w:val="single" w:sz="6" w:space="0" w:color="auto"/>
            </w:tcBorders>
          </w:tcPr>
          <w:p w:rsidR="00C33D84" w:rsidRDefault="00C33D84">
            <w:pPr>
              <w:pStyle w:val="Standardowytekst"/>
            </w:pPr>
          </w:p>
        </w:tc>
      </w:tr>
      <w:tr w:rsidR="00C33D84">
        <w:tc>
          <w:tcPr>
            <w:tcW w:w="496" w:type="dxa"/>
            <w:tcBorders>
              <w:left w:val="single" w:sz="6" w:space="0" w:color="auto"/>
              <w:bottom w:val="single" w:sz="6" w:space="0" w:color="auto"/>
              <w:right w:val="single" w:sz="6" w:space="0" w:color="auto"/>
            </w:tcBorders>
          </w:tcPr>
          <w:p w:rsidR="00C33D84" w:rsidRDefault="007039F4">
            <w:pPr>
              <w:pStyle w:val="Standardowytekst"/>
              <w:jc w:val="center"/>
            </w:pPr>
            <w:r>
              <w:t>7</w:t>
            </w:r>
          </w:p>
        </w:tc>
        <w:tc>
          <w:tcPr>
            <w:tcW w:w="2500" w:type="dxa"/>
            <w:tcBorders>
              <w:left w:val="single" w:sz="6" w:space="0" w:color="auto"/>
              <w:bottom w:val="single" w:sz="6" w:space="0" w:color="auto"/>
              <w:right w:val="single" w:sz="6" w:space="0" w:color="auto"/>
            </w:tcBorders>
          </w:tcPr>
          <w:p w:rsidR="00C33D84" w:rsidRDefault="007039F4">
            <w:pPr>
              <w:pStyle w:val="Standardowytekst"/>
            </w:pPr>
            <w:r>
              <w:t>Pomiar spadku podłużnego powierzchni korpusu lub dna rowu</w:t>
            </w:r>
          </w:p>
        </w:tc>
        <w:tc>
          <w:tcPr>
            <w:tcW w:w="4514" w:type="dxa"/>
            <w:tcBorders>
              <w:left w:val="single" w:sz="6" w:space="0" w:color="auto"/>
              <w:bottom w:val="single" w:sz="6" w:space="0" w:color="auto"/>
              <w:right w:val="single" w:sz="6" w:space="0" w:color="auto"/>
            </w:tcBorders>
          </w:tcPr>
          <w:p w:rsidR="00C33D84" w:rsidRDefault="007039F4">
            <w:pPr>
              <w:pStyle w:val="Standardowytekst"/>
            </w:pPr>
            <w:r>
              <w:t>Pomiar niwelatorem rzędnych w odstępach co 200 m oraz w punktach wątpliwych</w:t>
            </w:r>
          </w:p>
        </w:tc>
      </w:tr>
      <w:tr w:rsidR="00C33D84">
        <w:tc>
          <w:tcPr>
            <w:tcW w:w="496" w:type="dxa"/>
            <w:tcBorders>
              <w:top w:val="single" w:sz="6" w:space="0" w:color="auto"/>
              <w:left w:val="single" w:sz="6" w:space="0" w:color="auto"/>
              <w:bottom w:val="single" w:sz="6" w:space="0" w:color="auto"/>
              <w:right w:val="single" w:sz="6" w:space="0" w:color="auto"/>
            </w:tcBorders>
          </w:tcPr>
          <w:p w:rsidR="00C33D84" w:rsidRDefault="007039F4">
            <w:pPr>
              <w:pStyle w:val="Standardowytekst"/>
              <w:jc w:val="center"/>
            </w:pPr>
            <w:r>
              <w:t>8</w:t>
            </w:r>
          </w:p>
        </w:tc>
        <w:tc>
          <w:tcPr>
            <w:tcW w:w="2500" w:type="dxa"/>
            <w:tcBorders>
              <w:top w:val="single" w:sz="6" w:space="0" w:color="auto"/>
              <w:left w:val="single" w:sz="6" w:space="0" w:color="auto"/>
              <w:bottom w:val="single" w:sz="6" w:space="0" w:color="auto"/>
              <w:right w:val="single" w:sz="6" w:space="0" w:color="auto"/>
            </w:tcBorders>
          </w:tcPr>
          <w:p w:rsidR="00C33D84" w:rsidRDefault="007039F4">
            <w:pPr>
              <w:pStyle w:val="Standardowytekst"/>
            </w:pPr>
            <w:r>
              <w:t>Badanie zagęszczenia gruntu</w:t>
            </w:r>
          </w:p>
        </w:tc>
        <w:tc>
          <w:tcPr>
            <w:tcW w:w="4514" w:type="dxa"/>
            <w:tcBorders>
              <w:top w:val="single" w:sz="6" w:space="0" w:color="auto"/>
              <w:left w:val="single" w:sz="6" w:space="0" w:color="auto"/>
              <w:bottom w:val="single" w:sz="6" w:space="0" w:color="auto"/>
              <w:right w:val="single" w:sz="6" w:space="0" w:color="auto"/>
            </w:tcBorders>
          </w:tcPr>
          <w:p w:rsidR="00C33D84" w:rsidRDefault="007039F4">
            <w:pPr>
              <w:pStyle w:val="Standardowytekst"/>
            </w:pPr>
            <w:r>
              <w:t>Wskaźnik zagęszczenia określać dla każdej ułożonej warstwy lecz nie rzadziej niż w trzech punktach na 1000 m</w:t>
            </w:r>
            <w:r>
              <w:rPr>
                <w:vertAlign w:val="superscript"/>
              </w:rPr>
              <w:t>2</w:t>
            </w:r>
            <w:r>
              <w:t xml:space="preserve"> warstwy</w:t>
            </w:r>
          </w:p>
        </w:tc>
      </w:tr>
    </w:tbl>
    <w:p w:rsidR="00C33D84" w:rsidRDefault="00C33D84">
      <w:pPr>
        <w:pStyle w:val="Standardowytekst"/>
      </w:pPr>
    </w:p>
    <w:p w:rsidR="00C33D84" w:rsidRDefault="007039F4">
      <w:pPr>
        <w:pStyle w:val="Standardowytekst"/>
        <w:spacing w:before="120" w:after="120"/>
      </w:pPr>
      <w:r>
        <w:rPr>
          <w:b/>
        </w:rPr>
        <w:t xml:space="preserve">6.3.2. </w:t>
      </w:r>
      <w:r>
        <w:t>Szerokość korpusu ziemnego</w:t>
      </w:r>
    </w:p>
    <w:p w:rsidR="00C33D84" w:rsidRDefault="007039F4">
      <w:pPr>
        <w:pStyle w:val="Standardowytekst"/>
      </w:pPr>
      <w:r>
        <w:tab/>
        <w:t xml:space="preserve">Szerokość korpusu ziemnego nie może różnić się od szerokości projektowanej o więcej niż </w:t>
      </w:r>
      <w:r>
        <w:sym w:font="Symbol" w:char="F0B1"/>
      </w:r>
      <w:r>
        <w:t xml:space="preserve"> 10 cm.</w:t>
      </w:r>
    </w:p>
    <w:p w:rsidR="00C33D84" w:rsidRDefault="007039F4">
      <w:pPr>
        <w:pStyle w:val="Standardowytekst"/>
        <w:keepNext/>
        <w:spacing w:before="120" w:after="120"/>
      </w:pPr>
      <w:r>
        <w:rPr>
          <w:b/>
        </w:rPr>
        <w:t xml:space="preserve">6.3.3. </w:t>
      </w:r>
      <w:r>
        <w:t>Szerokość dna rowów</w:t>
      </w:r>
    </w:p>
    <w:p w:rsidR="00C33D84" w:rsidRDefault="007039F4">
      <w:pPr>
        <w:pStyle w:val="Standardowytekst"/>
        <w:spacing w:after="120"/>
      </w:pPr>
      <w:r>
        <w:tab/>
        <w:t xml:space="preserve">Szerokość dna rowów nie może różnić się od szerokości projektowanej o więcej niż </w:t>
      </w:r>
      <w:r>
        <w:sym w:font="Symbol" w:char="F0B1"/>
      </w:r>
      <w:r>
        <w:t xml:space="preserve"> 5 cm.</w:t>
      </w:r>
    </w:p>
    <w:p w:rsidR="00C33D84" w:rsidRDefault="007039F4">
      <w:pPr>
        <w:pStyle w:val="Standardowytekst"/>
        <w:keepNext/>
        <w:spacing w:after="120"/>
      </w:pPr>
      <w:r>
        <w:rPr>
          <w:b/>
        </w:rPr>
        <w:t xml:space="preserve">6.3.4. </w:t>
      </w:r>
      <w:r>
        <w:t>Rzędne korony korpusu ziemnego</w:t>
      </w:r>
    </w:p>
    <w:p w:rsidR="00C33D84" w:rsidRDefault="007039F4">
      <w:pPr>
        <w:pStyle w:val="Standardowytekst"/>
      </w:pPr>
      <w:r>
        <w:tab/>
        <w:t>Rzędne korony korpusu ziemnego nie mogą różnić się od rzędnych projektowanych o więcej niż -3 cm lub +1 cm.</w:t>
      </w:r>
    </w:p>
    <w:p w:rsidR="00C33D84" w:rsidRDefault="007039F4">
      <w:pPr>
        <w:pStyle w:val="Standardowytekst"/>
        <w:spacing w:before="120" w:after="120"/>
      </w:pPr>
      <w:r>
        <w:rPr>
          <w:b/>
        </w:rPr>
        <w:t xml:space="preserve">6.3.5. </w:t>
      </w:r>
      <w:r>
        <w:t>Pochylenie skarp</w:t>
      </w:r>
    </w:p>
    <w:p w:rsidR="00C33D84" w:rsidRDefault="007039F4">
      <w:pPr>
        <w:pStyle w:val="Standardowytekst"/>
      </w:pPr>
      <w:r>
        <w:tab/>
        <w:t>Pochylenie skarp nie może różnić się od pochylenia projektowanego o więcej niż 10% wartości pochylenia wyrażonego tangensem kąta.</w:t>
      </w:r>
    </w:p>
    <w:p w:rsidR="00C33D84" w:rsidRDefault="007039F4">
      <w:pPr>
        <w:pStyle w:val="Standardowytekst"/>
        <w:spacing w:before="120" w:after="120"/>
      </w:pPr>
      <w:r>
        <w:rPr>
          <w:b/>
        </w:rPr>
        <w:t xml:space="preserve">6.3.6. </w:t>
      </w:r>
      <w:r>
        <w:t>Równość korony korpusu</w:t>
      </w:r>
    </w:p>
    <w:p w:rsidR="00C33D84" w:rsidRDefault="007039F4">
      <w:pPr>
        <w:pStyle w:val="Standardowytekst"/>
      </w:pPr>
      <w:r>
        <w:tab/>
        <w:t>Nierówności powierzchni korpusu ziemnego mierzone łatą 3-metrową, nie mogą przekraczać 3 cm.</w:t>
      </w:r>
    </w:p>
    <w:p w:rsidR="00C33D84" w:rsidRDefault="007039F4">
      <w:pPr>
        <w:pStyle w:val="Standardowytekst"/>
        <w:spacing w:before="120" w:after="120"/>
      </w:pPr>
      <w:r>
        <w:rPr>
          <w:b/>
        </w:rPr>
        <w:t xml:space="preserve">6.3.7. </w:t>
      </w:r>
      <w:r>
        <w:t>Równość skarp</w:t>
      </w:r>
    </w:p>
    <w:p w:rsidR="00C33D84" w:rsidRDefault="007039F4">
      <w:pPr>
        <w:pStyle w:val="Standardowytekst"/>
      </w:pPr>
      <w:r>
        <w:tab/>
        <w:t xml:space="preserve">Nierówności skarp, mierzone łatą 3-metrową, nie mogą przekraczać </w:t>
      </w:r>
      <w:r>
        <w:sym w:font="Symbol" w:char="F0B1"/>
      </w:r>
      <w:r>
        <w:t xml:space="preserve"> 10 cm.</w:t>
      </w:r>
    </w:p>
    <w:p w:rsidR="00C33D84" w:rsidRDefault="007039F4">
      <w:pPr>
        <w:pStyle w:val="Standardowytekst"/>
        <w:spacing w:before="120" w:after="120"/>
      </w:pPr>
      <w:r>
        <w:rPr>
          <w:b/>
        </w:rPr>
        <w:t xml:space="preserve">6.3.8. </w:t>
      </w:r>
      <w:r>
        <w:t>Spadek podłużny korony korpusu lub dna rowu</w:t>
      </w:r>
    </w:p>
    <w:p w:rsidR="00C33D84" w:rsidRDefault="007039F4">
      <w:pPr>
        <w:pStyle w:val="Standardowytekst"/>
      </w:pPr>
      <w:r>
        <w:lastRenderedPageBreak/>
        <w:tab/>
        <w:t>Spadek podłużny powierzchni korpusu ziemnego lub dna rowu, sprawdzony przez pomiar niwelatorem rzędnych wysokościowych, nie może dawać różnic, w stosunku do rzędnych projektowanych, większych niż -3 cm lub +1 cm.</w:t>
      </w:r>
    </w:p>
    <w:p w:rsidR="00C33D84" w:rsidRDefault="007039F4">
      <w:pPr>
        <w:pStyle w:val="Standardowytekst"/>
        <w:spacing w:before="120" w:after="120"/>
      </w:pPr>
      <w:r>
        <w:rPr>
          <w:b/>
        </w:rPr>
        <w:t xml:space="preserve">6.3.9. </w:t>
      </w:r>
      <w:r>
        <w:t>Zagęszczenie gruntu</w:t>
      </w:r>
    </w:p>
    <w:p w:rsidR="00C33D84" w:rsidRDefault="007039F4">
      <w:pPr>
        <w:pStyle w:val="Standardowytekst"/>
      </w:pPr>
      <w:r>
        <w:tab/>
        <w:t>Wskaźnik zagęszczenia gruntu określony zgodnie z BN-77/8931-12 [9]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 [4].</w:t>
      </w:r>
    </w:p>
    <w:p w:rsidR="00C33D84" w:rsidRDefault="00C33D84">
      <w:pPr>
        <w:pStyle w:val="Standardowytekst"/>
        <w:spacing w:after="120"/>
        <w:rPr>
          <w:b/>
        </w:rPr>
      </w:pPr>
    </w:p>
    <w:p w:rsidR="00C33D84" w:rsidRDefault="007039F4">
      <w:pPr>
        <w:pStyle w:val="Standardowytekst"/>
        <w:spacing w:after="120"/>
        <w:rPr>
          <w:b/>
        </w:rPr>
      </w:pPr>
      <w:r>
        <w:rPr>
          <w:b/>
        </w:rPr>
        <w:t>6.4. Badania geosyntetyków</w:t>
      </w:r>
    </w:p>
    <w:p w:rsidR="00C33D84" w:rsidRDefault="007039F4">
      <w:pPr>
        <w:ind w:firstLine="709"/>
      </w:pPr>
      <w:r>
        <w:t>Przed zastosowaniem geosyntetyków w robotach ziemnych, Wykonawca powinien przedstawić Inżynierowi świadectwa stwierdzające, iż zastosowany geosyntetyk odpowiada wymaganiom norm, aprobaty technicznej i zachowa swoje właściwości w kontakcie z materiałami, które będzie oddzielać lub wzmacniać przez okres czasu nie krótszy od podanego w dokumentacji projektowej i SST.</w:t>
      </w:r>
    </w:p>
    <w:p w:rsidR="00C33D84" w:rsidRDefault="00C33D84">
      <w:pPr>
        <w:pStyle w:val="Standardowytekst"/>
      </w:pPr>
    </w:p>
    <w:p w:rsidR="00C33D84" w:rsidRDefault="007039F4">
      <w:pPr>
        <w:pStyle w:val="Nagwek2"/>
      </w:pPr>
      <w:bookmarkStart w:id="84" w:name="_Toc405615056"/>
      <w:bookmarkStart w:id="85" w:name="_Toc407161204"/>
      <w:r>
        <w:t>6.5. Zasady postępowania z wadliwie wykonanymi robotami</w:t>
      </w:r>
      <w:bookmarkEnd w:id="84"/>
      <w:bookmarkEnd w:id="85"/>
    </w:p>
    <w:p w:rsidR="00C33D84" w:rsidRDefault="007039F4">
      <w:pPr>
        <w:pStyle w:val="Standardowytekst"/>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C33D84" w:rsidRDefault="007039F4">
      <w:pPr>
        <w:pStyle w:val="Standardowytekst"/>
      </w:pPr>
      <w:r>
        <w:tab/>
        <w:t>Wszystkie roboty, które wykazują większe odchylenia cech od określonych w punktach 5 i 6 specyfikacji powinny być ponownie wykonane przez Wykonawcę na jego koszt.</w:t>
      </w:r>
    </w:p>
    <w:p w:rsidR="00C33D84" w:rsidRDefault="007039F4">
      <w:pPr>
        <w:pStyle w:val="Standardowytekst"/>
        <w:spacing w:after="120"/>
      </w:pPr>
      <w:r>
        <w:tab/>
        <w:t>Na pisemne wystąpienie Wykonawcy, Inżynier może uznać wadę za nie mającą zasadniczego wpływu na cechy eksploatacyjne drogi i ustali zakres i wielkość potrąceń za obniżoną jakość.</w:t>
      </w:r>
    </w:p>
    <w:p w:rsidR="00C33D84" w:rsidRDefault="007039F4">
      <w:pPr>
        <w:pStyle w:val="Nagwek1"/>
      </w:pPr>
      <w:bookmarkStart w:id="86" w:name="_Toc405615057"/>
      <w:bookmarkStart w:id="87" w:name="_Toc407161205"/>
      <w:bookmarkStart w:id="88" w:name="_Toc418996328"/>
      <w:bookmarkStart w:id="89" w:name="_Toc418996697"/>
      <w:bookmarkStart w:id="90" w:name="_Toc418997084"/>
      <w:bookmarkStart w:id="91" w:name="_Toc418998494"/>
      <w:bookmarkStart w:id="92" w:name="_Toc418998850"/>
      <w:bookmarkStart w:id="93" w:name="_Toc419000095"/>
      <w:r>
        <w:t>7. obmiar robót</w:t>
      </w:r>
      <w:bookmarkEnd w:id="86"/>
      <w:bookmarkEnd w:id="87"/>
      <w:bookmarkEnd w:id="88"/>
      <w:bookmarkEnd w:id="89"/>
      <w:bookmarkEnd w:id="90"/>
      <w:bookmarkEnd w:id="91"/>
      <w:bookmarkEnd w:id="92"/>
      <w:bookmarkEnd w:id="93"/>
    </w:p>
    <w:p w:rsidR="00C33D84" w:rsidRDefault="007039F4">
      <w:pPr>
        <w:pStyle w:val="Nagwek2"/>
      </w:pPr>
      <w:bookmarkStart w:id="94" w:name="_Toc405615058"/>
      <w:bookmarkStart w:id="95" w:name="_Toc407161206"/>
      <w:r>
        <w:t>7.1. Ogólne zasady obmiaru robót</w:t>
      </w:r>
      <w:bookmarkEnd w:id="94"/>
      <w:bookmarkEnd w:id="95"/>
    </w:p>
    <w:p w:rsidR="00C33D84" w:rsidRDefault="007039F4">
      <w:pPr>
        <w:pStyle w:val="Standardowytekst"/>
      </w:pPr>
      <w:r>
        <w:tab/>
        <w:t>Ogólne z</w:t>
      </w:r>
      <w:r w:rsidR="00C40627">
        <w:t xml:space="preserve">asady obmiaru robót podano w </w:t>
      </w:r>
      <w:r>
        <w:t xml:space="preserve"> D-M-00.00.00 „Wymagania ogólne” pkt 7.</w:t>
      </w:r>
    </w:p>
    <w:p w:rsidR="00C33D84" w:rsidRDefault="007039F4">
      <w:pPr>
        <w:pStyle w:val="Nagwek2"/>
      </w:pPr>
      <w:bookmarkStart w:id="96" w:name="_Toc405615059"/>
      <w:bookmarkStart w:id="97" w:name="_Toc407161207"/>
      <w:r>
        <w:t>7.2. Obmiar robót ziemnych</w:t>
      </w:r>
      <w:bookmarkEnd w:id="96"/>
      <w:bookmarkEnd w:id="97"/>
    </w:p>
    <w:p w:rsidR="00C33D84" w:rsidRDefault="007039F4">
      <w:pPr>
        <w:pStyle w:val="Standardowytekst"/>
        <w:spacing w:after="120"/>
      </w:pPr>
      <w:r>
        <w:tab/>
        <w:t>Jednostka obmiarową jest m</w:t>
      </w:r>
      <w:r>
        <w:rPr>
          <w:vertAlign w:val="superscript"/>
        </w:rPr>
        <w:t>3</w:t>
      </w:r>
      <w:r>
        <w:t xml:space="preserve"> (metr sześcienny) wykonanych robót ziemnych.</w:t>
      </w:r>
    </w:p>
    <w:p w:rsidR="00C33D84" w:rsidRDefault="007039F4">
      <w:pPr>
        <w:pStyle w:val="Nagwek1"/>
      </w:pPr>
      <w:bookmarkStart w:id="98" w:name="_Toc405615060"/>
      <w:bookmarkStart w:id="99" w:name="_Toc407161208"/>
      <w:bookmarkStart w:id="100" w:name="_Toc418996329"/>
      <w:bookmarkStart w:id="101" w:name="_Toc418996698"/>
      <w:bookmarkStart w:id="102" w:name="_Toc418997085"/>
      <w:bookmarkStart w:id="103" w:name="_Toc418998495"/>
      <w:bookmarkStart w:id="104" w:name="_Toc418998851"/>
      <w:bookmarkStart w:id="105" w:name="_Toc419000096"/>
      <w:r>
        <w:t>8. odbiór robót</w:t>
      </w:r>
      <w:bookmarkEnd w:id="98"/>
      <w:bookmarkEnd w:id="99"/>
      <w:bookmarkEnd w:id="100"/>
      <w:bookmarkEnd w:id="101"/>
      <w:bookmarkEnd w:id="102"/>
      <w:bookmarkEnd w:id="103"/>
      <w:bookmarkEnd w:id="104"/>
      <w:bookmarkEnd w:id="105"/>
    </w:p>
    <w:p w:rsidR="00C33D84" w:rsidRDefault="007039F4">
      <w:pPr>
        <w:pStyle w:val="Standardowytekst"/>
      </w:pPr>
      <w:r>
        <w:tab/>
        <w:t>Ogólne z</w:t>
      </w:r>
      <w:r w:rsidR="00C40627">
        <w:t xml:space="preserve">asady odbioru robót podano w </w:t>
      </w:r>
      <w:r>
        <w:t xml:space="preserve"> D-M-00.00.00 „Wymagania ogólne” pkt 8.</w:t>
      </w:r>
    </w:p>
    <w:p w:rsidR="00C33D84" w:rsidRDefault="007039F4">
      <w:pPr>
        <w:pStyle w:val="Standardowytekst"/>
        <w:spacing w:after="120"/>
      </w:pPr>
      <w:r>
        <w:tab/>
        <w:t>Roboty ziemne uznaje się za wykonane zgodnie z dokumentacją projektową, SST i wymaganiami Inżyniera, jeżeli wszystkie pomiary i badania z zachowaniem tolerancji wg pkt 6 dały wyniki pozytywne.</w:t>
      </w:r>
    </w:p>
    <w:p w:rsidR="00C33D84" w:rsidRDefault="007039F4">
      <w:pPr>
        <w:pStyle w:val="Nagwek1"/>
      </w:pPr>
      <w:bookmarkStart w:id="106" w:name="_Toc405615061"/>
      <w:bookmarkStart w:id="107" w:name="_Toc407161209"/>
      <w:bookmarkStart w:id="108" w:name="_Toc418996330"/>
      <w:bookmarkStart w:id="109" w:name="_Toc418996699"/>
      <w:bookmarkStart w:id="110" w:name="_Toc418997086"/>
      <w:bookmarkStart w:id="111" w:name="_Toc418998496"/>
      <w:bookmarkStart w:id="112" w:name="_Toc418998852"/>
      <w:bookmarkStart w:id="113" w:name="_Toc419000097"/>
      <w:r>
        <w:lastRenderedPageBreak/>
        <w:t>9. podstawa płatności</w:t>
      </w:r>
      <w:bookmarkEnd w:id="106"/>
      <w:bookmarkEnd w:id="107"/>
      <w:bookmarkEnd w:id="108"/>
      <w:bookmarkEnd w:id="109"/>
      <w:bookmarkEnd w:id="110"/>
      <w:bookmarkEnd w:id="111"/>
      <w:bookmarkEnd w:id="112"/>
      <w:bookmarkEnd w:id="113"/>
    </w:p>
    <w:p w:rsidR="00C33D84" w:rsidRDefault="007039F4">
      <w:pPr>
        <w:pStyle w:val="Standardowytekst"/>
      </w:pPr>
      <w:r>
        <w:tab/>
        <w:t>Ogólne ustalenia dotyczące</w:t>
      </w:r>
      <w:r w:rsidR="00C40627">
        <w:t xml:space="preserve"> podstawy płatności podano w </w:t>
      </w:r>
      <w:r>
        <w:t xml:space="preserve"> D-M-00.00.00 „Wymagania ogólne” pkt 9.</w:t>
      </w:r>
    </w:p>
    <w:p w:rsidR="00C33D84" w:rsidRDefault="007039F4">
      <w:pPr>
        <w:pStyle w:val="Standardowytekst"/>
        <w:spacing w:after="120"/>
      </w:pPr>
      <w:r>
        <w:tab/>
        <w:t>Zakres czynności objęty</w:t>
      </w:r>
      <w:r w:rsidR="00C40627">
        <w:t xml:space="preserve">ch ceną jednostkową podano w </w:t>
      </w:r>
      <w:r>
        <w:t xml:space="preserve"> D-02.01.01,                   D-02.02.01 oraz D-02.03.01 pkt 9.</w:t>
      </w:r>
    </w:p>
    <w:p w:rsidR="00C33D84" w:rsidRDefault="007039F4">
      <w:pPr>
        <w:pStyle w:val="Nagwek1"/>
      </w:pPr>
      <w:bookmarkStart w:id="114" w:name="_Toc405615062"/>
      <w:bookmarkStart w:id="115" w:name="_Toc407161210"/>
      <w:bookmarkStart w:id="116" w:name="_Toc418994924"/>
      <w:bookmarkStart w:id="117" w:name="_Toc418996331"/>
      <w:bookmarkStart w:id="118" w:name="_Toc418996700"/>
      <w:bookmarkStart w:id="119" w:name="_Toc418997087"/>
      <w:bookmarkStart w:id="120" w:name="_Toc418998497"/>
      <w:bookmarkStart w:id="121" w:name="_Toc418998853"/>
      <w:bookmarkStart w:id="122" w:name="_Toc419000098"/>
      <w:r>
        <w:t>10. przepisy związane</w:t>
      </w:r>
      <w:bookmarkEnd w:id="114"/>
      <w:bookmarkEnd w:id="115"/>
      <w:bookmarkEnd w:id="116"/>
      <w:bookmarkEnd w:id="117"/>
      <w:bookmarkEnd w:id="118"/>
      <w:bookmarkEnd w:id="119"/>
      <w:bookmarkEnd w:id="120"/>
      <w:bookmarkEnd w:id="121"/>
      <w:bookmarkEnd w:id="122"/>
    </w:p>
    <w:p w:rsidR="00C33D84" w:rsidRDefault="007039F4">
      <w:pPr>
        <w:pStyle w:val="Nagwek2"/>
      </w:pPr>
      <w:bookmarkStart w:id="123" w:name="_Toc405615063"/>
      <w:bookmarkStart w:id="124" w:name="_Toc407161211"/>
      <w:r>
        <w:t>10.1. Normy</w:t>
      </w:r>
      <w:bookmarkEnd w:id="123"/>
      <w:bookmarkEnd w:id="124"/>
    </w:p>
    <w:tbl>
      <w:tblPr>
        <w:tblW w:w="0" w:type="auto"/>
        <w:tblLayout w:type="fixed"/>
        <w:tblCellMar>
          <w:left w:w="70" w:type="dxa"/>
          <w:right w:w="70" w:type="dxa"/>
        </w:tblCellMar>
        <w:tblLook w:val="0000"/>
      </w:tblPr>
      <w:tblGrid>
        <w:gridCol w:w="354"/>
        <w:gridCol w:w="1879"/>
        <w:gridCol w:w="5277"/>
      </w:tblGrid>
      <w:tr w:rsidR="00C33D84">
        <w:tc>
          <w:tcPr>
            <w:tcW w:w="354" w:type="dxa"/>
          </w:tcPr>
          <w:p w:rsidR="00C33D84" w:rsidRDefault="007039F4">
            <w:pPr>
              <w:pStyle w:val="Standardowytekst"/>
              <w:jc w:val="center"/>
            </w:pPr>
            <w:r>
              <w:t>1.</w:t>
            </w:r>
          </w:p>
        </w:tc>
        <w:tc>
          <w:tcPr>
            <w:tcW w:w="1879" w:type="dxa"/>
          </w:tcPr>
          <w:p w:rsidR="00C33D84" w:rsidRDefault="007039F4">
            <w:pPr>
              <w:pStyle w:val="Standardowytekst"/>
            </w:pPr>
            <w:r>
              <w:t>PN-B-02480:1986</w:t>
            </w:r>
          </w:p>
        </w:tc>
        <w:tc>
          <w:tcPr>
            <w:tcW w:w="5277" w:type="dxa"/>
          </w:tcPr>
          <w:p w:rsidR="00C33D84" w:rsidRDefault="007039F4">
            <w:pPr>
              <w:pStyle w:val="Standardowytekst"/>
            </w:pPr>
            <w:r>
              <w:t>Grunty budowlane. Określenia. Symbole. Podział i opis gruntów</w:t>
            </w:r>
          </w:p>
        </w:tc>
      </w:tr>
      <w:tr w:rsidR="00C33D84">
        <w:tc>
          <w:tcPr>
            <w:tcW w:w="354" w:type="dxa"/>
          </w:tcPr>
          <w:p w:rsidR="00C33D84" w:rsidRDefault="007039F4">
            <w:pPr>
              <w:pStyle w:val="Standardowytekst"/>
              <w:jc w:val="center"/>
            </w:pPr>
            <w:r>
              <w:t>2.</w:t>
            </w:r>
          </w:p>
        </w:tc>
        <w:tc>
          <w:tcPr>
            <w:tcW w:w="1879" w:type="dxa"/>
          </w:tcPr>
          <w:p w:rsidR="00C33D84" w:rsidRDefault="007039F4">
            <w:pPr>
              <w:pStyle w:val="Standardowytekst"/>
            </w:pPr>
            <w:r>
              <w:t>PN-B-04481:1988</w:t>
            </w:r>
          </w:p>
        </w:tc>
        <w:tc>
          <w:tcPr>
            <w:tcW w:w="5277" w:type="dxa"/>
          </w:tcPr>
          <w:p w:rsidR="00C33D84" w:rsidRDefault="007039F4">
            <w:pPr>
              <w:pStyle w:val="Standardowytekst"/>
            </w:pPr>
            <w:r>
              <w:t>Grunty budowlane. Badania próbek gruntów</w:t>
            </w:r>
          </w:p>
        </w:tc>
      </w:tr>
      <w:tr w:rsidR="00C33D84">
        <w:tc>
          <w:tcPr>
            <w:tcW w:w="354" w:type="dxa"/>
          </w:tcPr>
          <w:p w:rsidR="00C33D84" w:rsidRDefault="007039F4">
            <w:pPr>
              <w:pStyle w:val="Standardowytekst"/>
              <w:jc w:val="center"/>
            </w:pPr>
            <w:r>
              <w:t>3.</w:t>
            </w:r>
          </w:p>
        </w:tc>
        <w:tc>
          <w:tcPr>
            <w:tcW w:w="1879" w:type="dxa"/>
          </w:tcPr>
          <w:p w:rsidR="00C33D84" w:rsidRDefault="007039F4">
            <w:pPr>
              <w:pStyle w:val="Standardowytekst"/>
            </w:pPr>
            <w:r>
              <w:t>PN-B-04493:1960</w:t>
            </w:r>
          </w:p>
        </w:tc>
        <w:tc>
          <w:tcPr>
            <w:tcW w:w="5277" w:type="dxa"/>
          </w:tcPr>
          <w:p w:rsidR="00C33D84" w:rsidRDefault="007039F4">
            <w:pPr>
              <w:pStyle w:val="Standardowytekst"/>
            </w:pPr>
            <w:r>
              <w:t>Grunty budowlane. Oznaczanie kapilarności biernej</w:t>
            </w:r>
          </w:p>
        </w:tc>
      </w:tr>
      <w:tr w:rsidR="00C33D84">
        <w:tc>
          <w:tcPr>
            <w:tcW w:w="354" w:type="dxa"/>
          </w:tcPr>
          <w:p w:rsidR="00C33D84" w:rsidRDefault="007039F4">
            <w:pPr>
              <w:pStyle w:val="Standardowytekst"/>
              <w:jc w:val="center"/>
            </w:pPr>
            <w:r>
              <w:t>4.</w:t>
            </w:r>
          </w:p>
        </w:tc>
        <w:tc>
          <w:tcPr>
            <w:tcW w:w="1879" w:type="dxa"/>
          </w:tcPr>
          <w:p w:rsidR="00C33D84" w:rsidRDefault="007039F4">
            <w:pPr>
              <w:pStyle w:val="Standardowytekst"/>
            </w:pPr>
            <w:r>
              <w:t>PN-S-02205:1998</w:t>
            </w:r>
          </w:p>
        </w:tc>
        <w:tc>
          <w:tcPr>
            <w:tcW w:w="5277" w:type="dxa"/>
          </w:tcPr>
          <w:p w:rsidR="00C33D84" w:rsidRDefault="007039F4">
            <w:pPr>
              <w:pStyle w:val="Standardowytekst"/>
            </w:pPr>
            <w:r>
              <w:t>Drogi samochodowe. Roboty ziemne. Wymagania i badania</w:t>
            </w:r>
          </w:p>
        </w:tc>
      </w:tr>
      <w:tr w:rsidR="00C33D84">
        <w:tc>
          <w:tcPr>
            <w:tcW w:w="354" w:type="dxa"/>
          </w:tcPr>
          <w:p w:rsidR="00C33D84" w:rsidRDefault="007039F4">
            <w:pPr>
              <w:pStyle w:val="Standardowytekst"/>
              <w:jc w:val="center"/>
            </w:pPr>
            <w:r>
              <w:t>5.</w:t>
            </w:r>
          </w:p>
        </w:tc>
        <w:tc>
          <w:tcPr>
            <w:tcW w:w="1879" w:type="dxa"/>
          </w:tcPr>
          <w:p w:rsidR="00C33D84" w:rsidRDefault="007039F4">
            <w:pPr>
              <w:pStyle w:val="Standardowytekst"/>
            </w:pPr>
            <w:r>
              <w:t>PN-ISO10318:1993</w:t>
            </w:r>
          </w:p>
        </w:tc>
        <w:tc>
          <w:tcPr>
            <w:tcW w:w="5277" w:type="dxa"/>
          </w:tcPr>
          <w:p w:rsidR="00C33D84" w:rsidRDefault="007039F4">
            <w:pPr>
              <w:pStyle w:val="Standardowytekst"/>
            </w:pPr>
            <w:r>
              <w:t>Geotekstylia – Terminologia</w:t>
            </w:r>
          </w:p>
        </w:tc>
      </w:tr>
      <w:tr w:rsidR="00C33D84">
        <w:tc>
          <w:tcPr>
            <w:tcW w:w="354" w:type="dxa"/>
          </w:tcPr>
          <w:p w:rsidR="00C33D84" w:rsidRDefault="007039F4">
            <w:pPr>
              <w:pStyle w:val="Standardowytekst"/>
              <w:jc w:val="center"/>
            </w:pPr>
            <w:r>
              <w:t>6.</w:t>
            </w:r>
          </w:p>
        </w:tc>
        <w:tc>
          <w:tcPr>
            <w:tcW w:w="1879" w:type="dxa"/>
          </w:tcPr>
          <w:p w:rsidR="00C33D84" w:rsidRDefault="007039F4">
            <w:pPr>
              <w:pStyle w:val="Standardowytekst"/>
            </w:pPr>
            <w:r>
              <w:t>PN-EN-963:1999</w:t>
            </w:r>
          </w:p>
        </w:tc>
        <w:tc>
          <w:tcPr>
            <w:tcW w:w="5277" w:type="dxa"/>
          </w:tcPr>
          <w:p w:rsidR="00C33D84" w:rsidRDefault="007039F4">
            <w:pPr>
              <w:pStyle w:val="Standardowytekst"/>
            </w:pPr>
            <w:r>
              <w:t>Geotekstylia i wyroby pokrewne</w:t>
            </w:r>
          </w:p>
        </w:tc>
      </w:tr>
      <w:tr w:rsidR="00C33D84">
        <w:tc>
          <w:tcPr>
            <w:tcW w:w="354" w:type="dxa"/>
          </w:tcPr>
          <w:p w:rsidR="00C33D84" w:rsidRDefault="007039F4">
            <w:pPr>
              <w:pStyle w:val="Standardowytekst"/>
              <w:jc w:val="center"/>
            </w:pPr>
            <w:r>
              <w:t>7.</w:t>
            </w:r>
          </w:p>
        </w:tc>
        <w:tc>
          <w:tcPr>
            <w:tcW w:w="1879" w:type="dxa"/>
          </w:tcPr>
          <w:p w:rsidR="00C33D84" w:rsidRDefault="007039F4">
            <w:pPr>
              <w:pStyle w:val="Standardowytekst"/>
            </w:pPr>
            <w:r>
              <w:t>BN-64/8931-01</w:t>
            </w:r>
          </w:p>
        </w:tc>
        <w:tc>
          <w:tcPr>
            <w:tcW w:w="5277" w:type="dxa"/>
          </w:tcPr>
          <w:p w:rsidR="00C33D84" w:rsidRDefault="007039F4">
            <w:pPr>
              <w:pStyle w:val="Standardowytekst"/>
            </w:pPr>
            <w:r>
              <w:t>Drogi samochodowe. Oznaczenie wskaźnika piaskowego</w:t>
            </w:r>
          </w:p>
        </w:tc>
      </w:tr>
      <w:tr w:rsidR="00C33D84">
        <w:tc>
          <w:tcPr>
            <w:tcW w:w="354" w:type="dxa"/>
          </w:tcPr>
          <w:p w:rsidR="00C33D84" w:rsidRDefault="007039F4">
            <w:pPr>
              <w:pStyle w:val="Standardowytekst"/>
              <w:jc w:val="center"/>
            </w:pPr>
            <w:r>
              <w:t>8.</w:t>
            </w:r>
          </w:p>
        </w:tc>
        <w:tc>
          <w:tcPr>
            <w:tcW w:w="1879" w:type="dxa"/>
          </w:tcPr>
          <w:p w:rsidR="00C33D84" w:rsidRDefault="007039F4">
            <w:pPr>
              <w:pStyle w:val="Standardowytekst"/>
            </w:pPr>
            <w:r>
              <w:t>BN-64/8931-02</w:t>
            </w:r>
          </w:p>
        </w:tc>
        <w:tc>
          <w:tcPr>
            <w:tcW w:w="5277" w:type="dxa"/>
          </w:tcPr>
          <w:p w:rsidR="00C33D84" w:rsidRDefault="007039F4">
            <w:pPr>
              <w:pStyle w:val="Standardowytekst"/>
            </w:pPr>
            <w:r>
              <w:t>Drogi samochodowe. Oznaczenie modułu odkształcenia nawierzchni podatnych i podłoża przez obciążenie płytą</w:t>
            </w:r>
          </w:p>
        </w:tc>
      </w:tr>
      <w:tr w:rsidR="00C33D84">
        <w:tc>
          <w:tcPr>
            <w:tcW w:w="354" w:type="dxa"/>
          </w:tcPr>
          <w:p w:rsidR="00C33D84" w:rsidRDefault="007039F4">
            <w:pPr>
              <w:pStyle w:val="Standardowytekst"/>
              <w:jc w:val="center"/>
            </w:pPr>
            <w:r>
              <w:t>9.</w:t>
            </w:r>
          </w:p>
        </w:tc>
        <w:tc>
          <w:tcPr>
            <w:tcW w:w="1879" w:type="dxa"/>
          </w:tcPr>
          <w:p w:rsidR="00C33D84" w:rsidRDefault="007039F4">
            <w:pPr>
              <w:pStyle w:val="Standardowytekst"/>
            </w:pPr>
            <w:r>
              <w:t>BN-77/8931-12</w:t>
            </w:r>
          </w:p>
        </w:tc>
        <w:tc>
          <w:tcPr>
            <w:tcW w:w="5277" w:type="dxa"/>
          </w:tcPr>
          <w:p w:rsidR="00C33D84" w:rsidRDefault="007039F4">
            <w:pPr>
              <w:pStyle w:val="Standardowytekst"/>
            </w:pPr>
            <w:r>
              <w:t>Oznaczenie wskaźnika zagęszczenia gruntu</w:t>
            </w:r>
          </w:p>
        </w:tc>
      </w:tr>
    </w:tbl>
    <w:p w:rsidR="00C33D84" w:rsidRDefault="007039F4">
      <w:pPr>
        <w:pStyle w:val="Nagwek2"/>
      </w:pPr>
      <w:bookmarkStart w:id="125" w:name="_Toc405615064"/>
      <w:bookmarkStart w:id="126" w:name="_Toc407161212"/>
      <w:r>
        <w:t>10.2. Inne dokumenty</w:t>
      </w:r>
      <w:bookmarkEnd w:id="125"/>
      <w:bookmarkEnd w:id="126"/>
    </w:p>
    <w:p w:rsidR="00C33D84" w:rsidRDefault="007039F4" w:rsidP="007039F4">
      <w:pPr>
        <w:pStyle w:val="Standardowytekst"/>
        <w:numPr>
          <w:ilvl w:val="0"/>
          <w:numId w:val="6"/>
        </w:numPr>
        <w:tabs>
          <w:tab w:val="left" w:pos="426"/>
        </w:tabs>
      </w:pPr>
      <w:r>
        <w:t>Wykonanie i odbiór robót ziemnych dla dróg szybkiego ruchu, IBDiM, Warszawa  1978.</w:t>
      </w:r>
    </w:p>
    <w:p w:rsidR="00C33D84" w:rsidRDefault="007039F4" w:rsidP="007039F4">
      <w:pPr>
        <w:pStyle w:val="Standardowytekst"/>
        <w:numPr>
          <w:ilvl w:val="0"/>
          <w:numId w:val="7"/>
        </w:numPr>
        <w:tabs>
          <w:tab w:val="left" w:pos="426"/>
        </w:tabs>
      </w:pPr>
      <w:r>
        <w:t>Instrukcja badań podłoża gruntowego budowli drogowych i mostowych, GDDP,Warszawa 1998.</w:t>
      </w:r>
    </w:p>
    <w:p w:rsidR="00C33D84" w:rsidRDefault="007039F4" w:rsidP="007039F4">
      <w:pPr>
        <w:pStyle w:val="Standardowytekst"/>
        <w:numPr>
          <w:ilvl w:val="0"/>
          <w:numId w:val="7"/>
        </w:numPr>
        <w:tabs>
          <w:tab w:val="left" w:pos="426"/>
        </w:tabs>
      </w:pPr>
      <w:r>
        <w:t>Katalog typowych konstrukcji nawierzchni podatnych i półsztywnych, IBDiM, Warszawa 1997.</w:t>
      </w:r>
    </w:p>
    <w:p w:rsidR="00C33D84" w:rsidRDefault="007039F4" w:rsidP="007039F4">
      <w:pPr>
        <w:pStyle w:val="Standardowytekst"/>
        <w:numPr>
          <w:ilvl w:val="0"/>
          <w:numId w:val="7"/>
        </w:numPr>
        <w:tabs>
          <w:tab w:val="left" w:pos="426"/>
        </w:tabs>
      </w:pPr>
      <w:r>
        <w:t>Wytyczne wzmacniania podłoża gruntowego w budownictwie drogowym, IBDiM, Warszawa 2002.</w:t>
      </w:r>
    </w:p>
    <w:p w:rsidR="00C33D84" w:rsidRDefault="007039F4">
      <w:pPr>
        <w:jc w:val="center"/>
      </w:pPr>
      <w:r>
        <w:br w:type="page"/>
      </w:r>
    </w:p>
    <w:p w:rsidR="00C33D84" w:rsidRDefault="00C33D84">
      <w:pPr>
        <w:jc w:val="cente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rsidP="00C40627">
      <w:pPr>
        <w:rPr>
          <w:b/>
          <w:sz w:val="28"/>
        </w:rPr>
      </w:pPr>
    </w:p>
    <w:p w:rsidR="00C33D84" w:rsidRDefault="007039F4">
      <w:pPr>
        <w:jc w:val="center"/>
        <w:rPr>
          <w:b/>
          <w:sz w:val="28"/>
        </w:rPr>
      </w:pPr>
      <w:r>
        <w:rPr>
          <w:b/>
          <w:sz w:val="28"/>
        </w:rPr>
        <w:t>WYKONANIE  WYKOPÓW</w:t>
      </w:r>
    </w:p>
    <w:p w:rsidR="00C33D84" w:rsidRDefault="007039F4">
      <w:pPr>
        <w:jc w:val="center"/>
        <w:rPr>
          <w:b/>
          <w:sz w:val="28"/>
        </w:rPr>
      </w:pPr>
      <w:r>
        <w:rPr>
          <w:b/>
          <w:sz w:val="28"/>
        </w:rPr>
        <w:t>W  GRUNTACH   NIESKALISTYCH</w:t>
      </w: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7039F4" w:rsidP="00C40627">
      <w:pPr>
        <w:rPr>
          <w:b/>
          <w:sz w:val="28"/>
        </w:rPr>
      </w:pPr>
      <w:r>
        <w:rPr>
          <w:b/>
          <w:sz w:val="28"/>
        </w:rPr>
        <w:br w:type="page"/>
      </w:r>
    </w:p>
    <w:p w:rsidR="00C33D84" w:rsidRDefault="00C33D84">
      <w:pPr>
        <w:jc w:val="center"/>
        <w:rPr>
          <w:b/>
          <w:sz w:val="28"/>
        </w:rPr>
      </w:pPr>
    </w:p>
    <w:p w:rsidR="00C33D84" w:rsidRDefault="00572703" w:rsidP="00C55316">
      <w:pPr>
        <w:pStyle w:val="Spistreci1"/>
        <w:spacing w:before="0" w:after="0"/>
        <w:rPr>
          <w:noProof/>
        </w:rPr>
      </w:pPr>
      <w:r w:rsidRPr="00572703">
        <w:fldChar w:fldCharType="begin"/>
      </w:r>
      <w:r w:rsidR="007039F4">
        <w:instrText xml:space="preserve"> TOC \o "1-1" </w:instrText>
      </w:r>
      <w:r w:rsidRPr="00572703">
        <w:fldChar w:fldCharType="separate"/>
      </w:r>
    </w:p>
    <w:p w:rsidR="00C33D84" w:rsidRDefault="00572703">
      <w:pPr>
        <w:ind w:left="142"/>
      </w:pPr>
      <w:r>
        <w:fldChar w:fldCharType="end"/>
      </w:r>
    </w:p>
    <w:p w:rsidR="00C33D84" w:rsidRDefault="00C33D84"/>
    <w:p w:rsidR="00C33D84" w:rsidRDefault="00E879B0">
      <w:pPr>
        <w:pStyle w:val="Nagwek1"/>
      </w:pPr>
      <w:bookmarkStart w:id="127" w:name="_Toc407161219"/>
      <w:bookmarkStart w:id="128" w:name="_Toc418994926"/>
      <w:bookmarkStart w:id="129" w:name="_Toc418996333"/>
      <w:bookmarkStart w:id="130" w:name="_Toc418996702"/>
      <w:bookmarkStart w:id="131" w:name="_Toc418997089"/>
      <w:bookmarkStart w:id="132" w:name="_Toc418998499"/>
      <w:bookmarkStart w:id="133" w:name="_Toc418998855"/>
      <w:bookmarkStart w:id="134" w:name="_Toc419000100"/>
      <w:r>
        <w:t>1</w:t>
      </w:r>
      <w:r w:rsidR="007039F4">
        <w:t>. materiały (grunty)</w:t>
      </w:r>
      <w:bookmarkEnd w:id="127"/>
      <w:bookmarkEnd w:id="128"/>
      <w:bookmarkEnd w:id="129"/>
      <w:bookmarkEnd w:id="130"/>
      <w:bookmarkEnd w:id="131"/>
      <w:bookmarkEnd w:id="132"/>
      <w:bookmarkEnd w:id="133"/>
      <w:bookmarkEnd w:id="134"/>
    </w:p>
    <w:p w:rsidR="00C33D84" w:rsidRDefault="007039F4">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SST.</w:t>
      </w:r>
    </w:p>
    <w:p w:rsidR="00C33D84" w:rsidRDefault="00E879B0">
      <w:pPr>
        <w:pStyle w:val="Nagwek1"/>
      </w:pPr>
      <w:bookmarkStart w:id="135" w:name="_Toc407161220"/>
      <w:bookmarkStart w:id="136" w:name="_Toc418994927"/>
      <w:bookmarkStart w:id="137" w:name="_Toc418996334"/>
      <w:bookmarkStart w:id="138" w:name="_Toc418996703"/>
      <w:bookmarkStart w:id="139" w:name="_Toc418997090"/>
      <w:bookmarkStart w:id="140" w:name="_Toc418998500"/>
      <w:bookmarkStart w:id="141" w:name="_Toc418998856"/>
      <w:bookmarkStart w:id="142" w:name="_Toc419000101"/>
      <w:r>
        <w:t>2</w:t>
      </w:r>
      <w:r w:rsidR="007039F4">
        <w:t>. sprzęt</w:t>
      </w:r>
      <w:bookmarkEnd w:id="135"/>
      <w:bookmarkEnd w:id="136"/>
      <w:bookmarkEnd w:id="137"/>
      <w:bookmarkEnd w:id="138"/>
      <w:bookmarkEnd w:id="139"/>
      <w:bookmarkEnd w:id="140"/>
      <w:bookmarkEnd w:id="141"/>
      <w:bookmarkEnd w:id="142"/>
    </w:p>
    <w:p w:rsidR="00C33D84" w:rsidRDefault="007039F4">
      <w:pPr>
        <w:spacing w:after="120"/>
      </w:pPr>
      <w:r>
        <w:tab/>
        <w:t>Ogólne wymagania i ustalenia do</w:t>
      </w:r>
      <w:r w:rsidR="00E879B0">
        <w:t xml:space="preserve">tyczące sprzętu określono w </w:t>
      </w:r>
      <w:r>
        <w:t xml:space="preserve"> D-02.00.01 pkt 3.</w:t>
      </w:r>
    </w:p>
    <w:p w:rsidR="00C33D84" w:rsidRDefault="00E879B0">
      <w:pPr>
        <w:pStyle w:val="Nagwek1"/>
      </w:pPr>
      <w:bookmarkStart w:id="143" w:name="_Toc407161221"/>
      <w:bookmarkStart w:id="144" w:name="_Toc418994928"/>
      <w:bookmarkStart w:id="145" w:name="_Toc418996335"/>
      <w:bookmarkStart w:id="146" w:name="_Toc418996704"/>
      <w:bookmarkStart w:id="147" w:name="_Toc418997091"/>
      <w:bookmarkStart w:id="148" w:name="_Toc418998501"/>
      <w:bookmarkStart w:id="149" w:name="_Toc418998857"/>
      <w:bookmarkStart w:id="150" w:name="_Toc419000102"/>
      <w:r>
        <w:t>3</w:t>
      </w:r>
      <w:r w:rsidR="007039F4">
        <w:t>. transport</w:t>
      </w:r>
      <w:bookmarkEnd w:id="143"/>
      <w:bookmarkEnd w:id="144"/>
      <w:bookmarkEnd w:id="145"/>
      <w:bookmarkEnd w:id="146"/>
      <w:bookmarkEnd w:id="147"/>
      <w:bookmarkEnd w:id="148"/>
      <w:bookmarkEnd w:id="149"/>
      <w:bookmarkEnd w:id="150"/>
    </w:p>
    <w:p w:rsidR="00C33D84" w:rsidRDefault="007039F4">
      <w:pPr>
        <w:spacing w:after="120"/>
      </w:pPr>
      <w:r>
        <w:tab/>
        <w:t>Ogólne wymagania i ustalenia dotyc</w:t>
      </w:r>
      <w:r w:rsidR="00E879B0">
        <w:t xml:space="preserve">zące transportu określono w </w:t>
      </w:r>
      <w:r>
        <w:t xml:space="preserve">                         D-02.00.01 pkt 4.</w:t>
      </w:r>
    </w:p>
    <w:p w:rsidR="00C33D84" w:rsidRDefault="00E879B0">
      <w:pPr>
        <w:pStyle w:val="Nagwek1"/>
      </w:pPr>
      <w:bookmarkStart w:id="151" w:name="_Toc407161222"/>
      <w:bookmarkStart w:id="152" w:name="_Toc418994929"/>
      <w:bookmarkStart w:id="153" w:name="_Toc418996336"/>
      <w:bookmarkStart w:id="154" w:name="_Toc418996705"/>
      <w:bookmarkStart w:id="155" w:name="_Toc418997092"/>
      <w:bookmarkStart w:id="156" w:name="_Toc418998502"/>
      <w:bookmarkStart w:id="157" w:name="_Toc418998858"/>
      <w:bookmarkStart w:id="158" w:name="_Toc419000103"/>
      <w:r>
        <w:t>4</w:t>
      </w:r>
      <w:r w:rsidR="007039F4">
        <w:t>. wykonanie robót</w:t>
      </w:r>
      <w:bookmarkEnd w:id="151"/>
      <w:bookmarkEnd w:id="152"/>
      <w:bookmarkEnd w:id="153"/>
      <w:bookmarkEnd w:id="154"/>
      <w:bookmarkEnd w:id="155"/>
      <w:bookmarkEnd w:id="156"/>
      <w:bookmarkEnd w:id="157"/>
      <w:bookmarkEnd w:id="158"/>
    </w:p>
    <w:p w:rsidR="00C33D84" w:rsidRDefault="00C55316">
      <w:pPr>
        <w:pStyle w:val="Nagwek2"/>
      </w:pPr>
      <w:bookmarkStart w:id="159" w:name="_Toc407161223"/>
      <w:r>
        <w:t>4</w:t>
      </w:r>
      <w:r w:rsidR="007039F4">
        <w:t>.1. Zasady prowadzenia robót</w:t>
      </w:r>
      <w:bookmarkEnd w:id="159"/>
    </w:p>
    <w:p w:rsidR="00C33D84" w:rsidRDefault="007039F4">
      <w:r>
        <w:tab/>
        <w:t>Ogólne zasad</w:t>
      </w:r>
      <w:r w:rsidR="00C55316">
        <w:t xml:space="preserve">y prowadzenia robót podano w </w:t>
      </w:r>
      <w:r>
        <w:t xml:space="preserve"> D-02.00.01 pkt 5.</w:t>
      </w:r>
    </w:p>
    <w:p w:rsidR="00C33D84" w:rsidRDefault="007039F4">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C33D84" w:rsidRDefault="007039F4">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C33D84" w:rsidRDefault="007039F4">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C33D84" w:rsidRDefault="00C55316">
      <w:pPr>
        <w:pStyle w:val="Nagwek2"/>
      </w:pPr>
      <w:bookmarkStart w:id="160" w:name="_Toc407161224"/>
      <w:r>
        <w:t>4</w:t>
      </w:r>
      <w:r w:rsidR="007039F4">
        <w:t>.2. Wymagania dotyczące zagęszczenia</w:t>
      </w:r>
      <w:bookmarkEnd w:id="160"/>
      <w:r w:rsidR="007039F4">
        <w:t xml:space="preserve"> i nośności gruntu</w:t>
      </w:r>
    </w:p>
    <w:p w:rsidR="00C33D84" w:rsidRDefault="007039F4">
      <w:r>
        <w:tab/>
        <w:t>Zagęszczenie gruntu w wykopach i miejscach zerowych robót ziemnych powinno spełniać wymagania, dotyczące minimalnej wartości wskaźnika zagęszczenia (I</w:t>
      </w:r>
      <w:r>
        <w:rPr>
          <w:vertAlign w:val="subscript"/>
        </w:rPr>
        <w:t>s</w:t>
      </w:r>
      <w:r>
        <w:t>), podanego w tablicy 1.</w:t>
      </w:r>
    </w:p>
    <w:p w:rsidR="00C33D84" w:rsidRDefault="007039F4">
      <w:pPr>
        <w:spacing w:before="120" w:after="120"/>
        <w:ind w:left="851" w:hanging="851"/>
      </w:pPr>
      <w:r>
        <w:t>Tablica 1. Minimalne wartości wskaźnika zagęszczenia w wykopach i miejscach zerowych robót ziemnych</w:t>
      </w:r>
    </w:p>
    <w:tbl>
      <w:tblPr>
        <w:tblW w:w="0" w:type="auto"/>
        <w:tblLayout w:type="fixed"/>
        <w:tblCellMar>
          <w:left w:w="70" w:type="dxa"/>
          <w:right w:w="70" w:type="dxa"/>
        </w:tblCellMar>
        <w:tblLook w:val="0000"/>
      </w:tblPr>
      <w:tblGrid>
        <w:gridCol w:w="2905"/>
        <w:gridCol w:w="1603"/>
        <w:gridCol w:w="1501"/>
        <w:gridCol w:w="1501"/>
      </w:tblGrid>
      <w:tr w:rsidR="00C33D84">
        <w:tc>
          <w:tcPr>
            <w:tcW w:w="2905" w:type="dxa"/>
            <w:tcBorders>
              <w:top w:val="single" w:sz="6" w:space="0" w:color="auto"/>
              <w:left w:val="single" w:sz="6" w:space="0" w:color="auto"/>
            </w:tcBorders>
          </w:tcPr>
          <w:p w:rsidR="00C33D84" w:rsidRDefault="00C33D84"/>
        </w:tc>
        <w:tc>
          <w:tcPr>
            <w:tcW w:w="4605" w:type="dxa"/>
            <w:gridSpan w:val="3"/>
            <w:tcBorders>
              <w:top w:val="single" w:sz="6" w:space="0" w:color="auto"/>
              <w:left w:val="single" w:sz="6" w:space="0" w:color="auto"/>
              <w:right w:val="single" w:sz="6" w:space="0" w:color="auto"/>
            </w:tcBorders>
          </w:tcPr>
          <w:p w:rsidR="00C33D84" w:rsidRDefault="007039F4">
            <w:pPr>
              <w:spacing w:before="120"/>
              <w:jc w:val="center"/>
            </w:pPr>
            <w:r>
              <w:t>Minimalna wartość I</w:t>
            </w:r>
            <w:r>
              <w:rPr>
                <w:vertAlign w:val="subscript"/>
              </w:rPr>
              <w:t>s</w:t>
            </w:r>
            <w:r>
              <w:t xml:space="preserve"> dla:</w:t>
            </w:r>
          </w:p>
        </w:tc>
      </w:tr>
      <w:tr w:rsidR="00C33D84">
        <w:tc>
          <w:tcPr>
            <w:tcW w:w="2905" w:type="dxa"/>
            <w:tcBorders>
              <w:left w:val="single" w:sz="6" w:space="0" w:color="auto"/>
            </w:tcBorders>
          </w:tcPr>
          <w:p w:rsidR="00C33D84" w:rsidRDefault="007039F4">
            <w:pPr>
              <w:jc w:val="center"/>
            </w:pPr>
            <w:r>
              <w:t>Strefa</w:t>
            </w:r>
          </w:p>
        </w:tc>
        <w:tc>
          <w:tcPr>
            <w:tcW w:w="1603" w:type="dxa"/>
            <w:tcBorders>
              <w:top w:val="single" w:sz="6" w:space="0" w:color="auto"/>
              <w:left w:val="single" w:sz="6" w:space="0" w:color="auto"/>
            </w:tcBorders>
          </w:tcPr>
          <w:p w:rsidR="00C33D84" w:rsidRDefault="007039F4">
            <w:pPr>
              <w:jc w:val="center"/>
            </w:pPr>
            <w:r>
              <w:t>autostrad</w:t>
            </w:r>
          </w:p>
        </w:tc>
        <w:tc>
          <w:tcPr>
            <w:tcW w:w="3002" w:type="dxa"/>
            <w:gridSpan w:val="2"/>
            <w:tcBorders>
              <w:top w:val="single" w:sz="6" w:space="0" w:color="auto"/>
              <w:left w:val="single" w:sz="6" w:space="0" w:color="auto"/>
              <w:bottom w:val="single" w:sz="6" w:space="0" w:color="auto"/>
              <w:right w:val="single" w:sz="6" w:space="0" w:color="auto"/>
            </w:tcBorders>
          </w:tcPr>
          <w:p w:rsidR="00C33D84" w:rsidRDefault="007039F4">
            <w:pPr>
              <w:jc w:val="center"/>
            </w:pPr>
            <w:r>
              <w:t>innych dróg</w:t>
            </w:r>
          </w:p>
        </w:tc>
      </w:tr>
      <w:tr w:rsidR="00C33D84">
        <w:tc>
          <w:tcPr>
            <w:tcW w:w="2905" w:type="dxa"/>
            <w:tcBorders>
              <w:left w:val="single" w:sz="6" w:space="0" w:color="auto"/>
              <w:bottom w:val="double" w:sz="6" w:space="0" w:color="auto"/>
            </w:tcBorders>
          </w:tcPr>
          <w:p w:rsidR="00C33D84" w:rsidRDefault="007039F4">
            <w:pPr>
              <w:jc w:val="center"/>
            </w:pPr>
            <w:r>
              <w:lastRenderedPageBreak/>
              <w:t>korpusu</w:t>
            </w:r>
          </w:p>
        </w:tc>
        <w:tc>
          <w:tcPr>
            <w:tcW w:w="1603" w:type="dxa"/>
            <w:tcBorders>
              <w:left w:val="single" w:sz="6" w:space="0" w:color="auto"/>
              <w:bottom w:val="double" w:sz="6" w:space="0" w:color="auto"/>
            </w:tcBorders>
          </w:tcPr>
          <w:p w:rsidR="00C33D84" w:rsidRDefault="007039F4">
            <w:pPr>
              <w:jc w:val="center"/>
            </w:pPr>
            <w:r>
              <w:t>i dróg</w:t>
            </w:r>
          </w:p>
          <w:p w:rsidR="00C33D84" w:rsidRDefault="007039F4">
            <w:pPr>
              <w:spacing w:after="60"/>
              <w:jc w:val="center"/>
            </w:pPr>
            <w:r>
              <w:t>ekspresowych</w:t>
            </w:r>
          </w:p>
        </w:tc>
        <w:tc>
          <w:tcPr>
            <w:tcW w:w="1501" w:type="dxa"/>
            <w:tcBorders>
              <w:top w:val="single" w:sz="6" w:space="0" w:color="auto"/>
              <w:left w:val="single" w:sz="6" w:space="0" w:color="auto"/>
              <w:bottom w:val="double" w:sz="6" w:space="0" w:color="auto"/>
              <w:right w:val="single" w:sz="6" w:space="0" w:color="auto"/>
            </w:tcBorders>
          </w:tcPr>
          <w:p w:rsidR="00C33D84" w:rsidRDefault="007039F4">
            <w:pPr>
              <w:ind w:left="28" w:right="-85"/>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tcPr>
          <w:p w:rsidR="00C33D84" w:rsidRDefault="007039F4">
            <w:pPr>
              <w:jc w:val="center"/>
            </w:pPr>
            <w:r>
              <w:t>kategoria ruchu KR1-KR2</w:t>
            </w:r>
          </w:p>
        </w:tc>
      </w:tr>
      <w:tr w:rsidR="00C33D84">
        <w:tc>
          <w:tcPr>
            <w:tcW w:w="2905" w:type="dxa"/>
            <w:tcBorders>
              <w:left w:val="single" w:sz="6" w:space="0" w:color="auto"/>
              <w:bottom w:val="single" w:sz="6" w:space="0" w:color="auto"/>
              <w:right w:val="single" w:sz="6" w:space="0" w:color="auto"/>
            </w:tcBorders>
          </w:tcPr>
          <w:p w:rsidR="00C33D84" w:rsidRDefault="007039F4">
            <w:pPr>
              <w:spacing w:before="120" w:after="120"/>
            </w:pPr>
            <w:r>
              <w:t>Górna warstwa o grubości 20 cm</w:t>
            </w:r>
          </w:p>
        </w:tc>
        <w:tc>
          <w:tcPr>
            <w:tcW w:w="1603" w:type="dxa"/>
            <w:tcBorders>
              <w:left w:val="single" w:sz="6" w:space="0" w:color="auto"/>
              <w:bottom w:val="single" w:sz="6" w:space="0" w:color="auto"/>
              <w:right w:val="single" w:sz="6" w:space="0" w:color="auto"/>
            </w:tcBorders>
          </w:tcPr>
          <w:p w:rsidR="00C33D84" w:rsidRDefault="007039F4">
            <w:pPr>
              <w:spacing w:before="120" w:after="120"/>
              <w:jc w:val="center"/>
            </w:pPr>
            <w:r>
              <w:t>1,03</w:t>
            </w:r>
          </w:p>
        </w:tc>
        <w:tc>
          <w:tcPr>
            <w:tcW w:w="1501" w:type="dxa"/>
            <w:tcBorders>
              <w:left w:val="single" w:sz="6" w:space="0" w:color="auto"/>
              <w:bottom w:val="single" w:sz="6" w:space="0" w:color="auto"/>
              <w:right w:val="single" w:sz="6" w:space="0" w:color="auto"/>
            </w:tcBorders>
          </w:tcPr>
          <w:p w:rsidR="00C33D84" w:rsidRDefault="007039F4">
            <w:pPr>
              <w:spacing w:before="120" w:after="120"/>
              <w:jc w:val="center"/>
            </w:pPr>
            <w:r>
              <w:t>1,00</w:t>
            </w:r>
          </w:p>
        </w:tc>
        <w:tc>
          <w:tcPr>
            <w:tcW w:w="1501" w:type="dxa"/>
            <w:tcBorders>
              <w:left w:val="single" w:sz="6" w:space="0" w:color="auto"/>
              <w:bottom w:val="single" w:sz="6" w:space="0" w:color="auto"/>
              <w:right w:val="single" w:sz="6" w:space="0" w:color="auto"/>
            </w:tcBorders>
          </w:tcPr>
          <w:p w:rsidR="00C33D84" w:rsidRDefault="007039F4">
            <w:pPr>
              <w:spacing w:before="120" w:after="120"/>
              <w:jc w:val="center"/>
            </w:pPr>
            <w:r>
              <w:t>1,00</w:t>
            </w:r>
          </w:p>
        </w:tc>
      </w:tr>
      <w:tr w:rsidR="00C33D84">
        <w:tc>
          <w:tcPr>
            <w:tcW w:w="2905" w:type="dxa"/>
            <w:tcBorders>
              <w:top w:val="single" w:sz="6" w:space="0" w:color="auto"/>
              <w:left w:val="single" w:sz="6" w:space="0" w:color="auto"/>
              <w:bottom w:val="single" w:sz="6" w:space="0" w:color="auto"/>
              <w:right w:val="single" w:sz="6" w:space="0" w:color="auto"/>
            </w:tcBorders>
          </w:tcPr>
          <w:p w:rsidR="00C33D84" w:rsidRDefault="007039F4">
            <w:pPr>
              <w:spacing w:before="120" w:after="120"/>
            </w:pPr>
            <w: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C33D84" w:rsidRDefault="00C33D84">
            <w:pPr>
              <w:jc w:val="center"/>
            </w:pPr>
          </w:p>
          <w:p w:rsidR="00C33D84" w:rsidRDefault="007039F4">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C33D84" w:rsidRDefault="00C33D84">
            <w:pPr>
              <w:jc w:val="center"/>
            </w:pPr>
          </w:p>
          <w:p w:rsidR="00C33D84" w:rsidRDefault="007039F4">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C33D84" w:rsidRDefault="00C33D84">
            <w:pPr>
              <w:jc w:val="center"/>
            </w:pPr>
          </w:p>
          <w:p w:rsidR="00C33D84" w:rsidRDefault="007039F4">
            <w:pPr>
              <w:jc w:val="center"/>
            </w:pPr>
            <w:r>
              <w:t>0,97</w:t>
            </w:r>
          </w:p>
        </w:tc>
      </w:tr>
    </w:tbl>
    <w:p w:rsidR="00C33D84" w:rsidRDefault="00C33D84"/>
    <w:p w:rsidR="00C33D84" w:rsidRDefault="007039F4">
      <w:r>
        <w:tab/>
        <w:t>Jeżeli grunty rodzime w wykopach i miejscach zerowych nie spełniają wymaganego wskaźnika zagęszczenia, to przed ułożeniem konstrukcji nawierzchni należy je dogęścić do wartości I</w:t>
      </w:r>
      <w:r>
        <w:rPr>
          <w:vertAlign w:val="subscript"/>
        </w:rPr>
        <w:t>s</w:t>
      </w:r>
      <w:r>
        <w:t>, podanych w tablicy 1.</w:t>
      </w:r>
    </w:p>
    <w:p w:rsidR="00C33D84" w:rsidRDefault="007039F4">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C33D84" w:rsidRDefault="007039F4">
      <w:r>
        <w:tab/>
        <w:t>Dodatkowo można sprawdzić nośność warstwy gruntu na powierzchni robót ziemnych na podstawie pomiaru wtórnego modułu odkształcenia E</w:t>
      </w:r>
      <w:r>
        <w:rPr>
          <w:vertAlign w:val="subscript"/>
        </w:rPr>
        <w:t>2</w:t>
      </w:r>
      <w:r>
        <w:t xml:space="preserve"> zgodnie z PN-02205:1998 [4] rysunek 4.</w:t>
      </w:r>
    </w:p>
    <w:p w:rsidR="00C33D84" w:rsidRDefault="00C55316">
      <w:pPr>
        <w:pStyle w:val="Nagwek2"/>
      </w:pPr>
      <w:bookmarkStart w:id="161" w:name="_Toc407161225"/>
      <w:r>
        <w:t>4</w:t>
      </w:r>
      <w:r w:rsidR="007039F4">
        <w:t>.3. Ruch budowlany</w:t>
      </w:r>
      <w:bookmarkEnd w:id="161"/>
    </w:p>
    <w:p w:rsidR="00C33D84" w:rsidRDefault="007039F4">
      <w:r>
        <w:tab/>
        <w:t>Nie należy dopuszczać ruchu budowlanego po dnie wykopu o ile grubość warstwy gruntu (nadkładu) powyżej rzędnych robót ziemnych jest mniejsza niż 0,3 m.</w:t>
      </w:r>
    </w:p>
    <w:p w:rsidR="00C33D84" w:rsidRDefault="007039F4">
      <w: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C33D84" w:rsidRDefault="007039F4">
      <w:pPr>
        <w:spacing w:after="120"/>
      </w:pPr>
      <w:r>
        <w:tab/>
        <w:t>Naprawa uszkodzeń powierzchni robót ziemnych, wynikających z niedotrzymania podanych powyżej warunków obciąża Wykonawcę robót ziemnych.</w:t>
      </w:r>
    </w:p>
    <w:p w:rsidR="00C33D84" w:rsidRDefault="00C55316">
      <w:pPr>
        <w:pStyle w:val="Nagwek1"/>
      </w:pPr>
      <w:bookmarkStart w:id="162" w:name="_Toc407161226"/>
      <w:bookmarkStart w:id="163" w:name="_Toc418994930"/>
      <w:bookmarkStart w:id="164" w:name="_Toc418996337"/>
      <w:bookmarkStart w:id="165" w:name="_Toc418996706"/>
      <w:bookmarkStart w:id="166" w:name="_Toc418997093"/>
      <w:bookmarkStart w:id="167" w:name="_Toc418998503"/>
      <w:bookmarkStart w:id="168" w:name="_Toc418998859"/>
      <w:bookmarkStart w:id="169" w:name="_Toc419000104"/>
      <w:r>
        <w:t>5</w:t>
      </w:r>
      <w:r w:rsidR="007039F4">
        <w:t>. kontrola jakości robót</w:t>
      </w:r>
      <w:bookmarkEnd w:id="162"/>
      <w:bookmarkEnd w:id="163"/>
      <w:bookmarkEnd w:id="164"/>
      <w:bookmarkEnd w:id="165"/>
      <w:bookmarkEnd w:id="166"/>
      <w:bookmarkEnd w:id="167"/>
      <w:bookmarkEnd w:id="168"/>
      <w:bookmarkEnd w:id="169"/>
    </w:p>
    <w:p w:rsidR="00C33D84" w:rsidRDefault="00C55316">
      <w:pPr>
        <w:pStyle w:val="Nagwek2"/>
      </w:pPr>
      <w:bookmarkStart w:id="170" w:name="_Toc407161227"/>
      <w:r>
        <w:t>5</w:t>
      </w:r>
      <w:r w:rsidR="007039F4">
        <w:t>.1. Ogólne zasady kontroli jakości robót</w:t>
      </w:r>
      <w:bookmarkEnd w:id="170"/>
    </w:p>
    <w:p w:rsidR="00C33D84" w:rsidRDefault="007039F4">
      <w:r>
        <w:tab/>
        <w:t>Ogólne zasady kon</w:t>
      </w:r>
      <w:r w:rsidR="00C55316">
        <w:t xml:space="preserve">troli jakości robót podano w </w:t>
      </w:r>
      <w:r>
        <w:t xml:space="preserve"> D-02.00.01 pkt 6.</w:t>
      </w:r>
    </w:p>
    <w:p w:rsidR="00C33D84" w:rsidRDefault="00C55316">
      <w:pPr>
        <w:pStyle w:val="Nagwek2"/>
      </w:pPr>
      <w:bookmarkStart w:id="171" w:name="_Toc407161228"/>
      <w:r>
        <w:t>5</w:t>
      </w:r>
      <w:r w:rsidR="007039F4">
        <w:t>.2. Kontrola wykonania wykopów</w:t>
      </w:r>
      <w:bookmarkEnd w:id="171"/>
    </w:p>
    <w:p w:rsidR="00C33D84" w:rsidRDefault="007039F4">
      <w:r>
        <w:tab/>
        <w:t>Kontrola wykonania wykopów polega na sprawdzeniu zgodności z wymaganiami określonymi w dokumentacji projektowej i SST. W czasie kontroli szczególną uwagę należy zwrócić na:</w:t>
      </w:r>
    </w:p>
    <w:p w:rsidR="00C33D84" w:rsidRDefault="007039F4" w:rsidP="007039F4">
      <w:pPr>
        <w:numPr>
          <w:ilvl w:val="0"/>
          <w:numId w:val="8"/>
        </w:numPr>
      </w:pPr>
      <w:r>
        <w:t>sposób odspajania gruntów nie pogarszający ich właściwości,</w:t>
      </w:r>
    </w:p>
    <w:p w:rsidR="00C33D84" w:rsidRDefault="007039F4" w:rsidP="007039F4">
      <w:pPr>
        <w:numPr>
          <w:ilvl w:val="0"/>
          <w:numId w:val="8"/>
        </w:numPr>
      </w:pPr>
      <w:r>
        <w:t>zapewnienie stateczności skarp,</w:t>
      </w:r>
    </w:p>
    <w:p w:rsidR="00C33D84" w:rsidRDefault="007039F4" w:rsidP="007039F4">
      <w:pPr>
        <w:numPr>
          <w:ilvl w:val="0"/>
          <w:numId w:val="8"/>
        </w:numPr>
      </w:pPr>
      <w:r>
        <w:t>odwodnienie wykopów w czasie wykonywania robót i po ich zakończeniu,</w:t>
      </w:r>
    </w:p>
    <w:p w:rsidR="00C33D84" w:rsidRDefault="007039F4" w:rsidP="007039F4">
      <w:pPr>
        <w:numPr>
          <w:ilvl w:val="0"/>
          <w:numId w:val="8"/>
        </w:numPr>
      </w:pPr>
      <w:r>
        <w:t>dokładność wykonania wykopów (usytuowanie i wykończenie),</w:t>
      </w:r>
    </w:p>
    <w:p w:rsidR="00C33D84" w:rsidRDefault="007039F4" w:rsidP="007039F4">
      <w:pPr>
        <w:numPr>
          <w:ilvl w:val="0"/>
          <w:numId w:val="8"/>
        </w:numPr>
        <w:spacing w:after="120"/>
        <w:ind w:left="284" w:hanging="284"/>
      </w:pPr>
      <w:r>
        <w:t>zagęszczenie górnej strefy korpusu w wykopie według wymagań określonych w pkcie 5.2.</w:t>
      </w:r>
    </w:p>
    <w:p w:rsidR="00C33D84" w:rsidRDefault="00C55316">
      <w:pPr>
        <w:pStyle w:val="Nagwek1"/>
      </w:pPr>
      <w:bookmarkStart w:id="172" w:name="_Toc407161229"/>
      <w:bookmarkStart w:id="173" w:name="_Toc418994931"/>
      <w:bookmarkStart w:id="174" w:name="_Toc418996338"/>
      <w:bookmarkStart w:id="175" w:name="_Toc418996707"/>
      <w:bookmarkStart w:id="176" w:name="_Toc418997094"/>
      <w:bookmarkStart w:id="177" w:name="_Toc418998504"/>
      <w:bookmarkStart w:id="178" w:name="_Toc418998860"/>
      <w:bookmarkStart w:id="179" w:name="_Toc419000105"/>
      <w:r>
        <w:lastRenderedPageBreak/>
        <w:t>6</w:t>
      </w:r>
      <w:r w:rsidR="007039F4">
        <w:t>. obmiar robót</w:t>
      </w:r>
      <w:bookmarkEnd w:id="172"/>
      <w:bookmarkEnd w:id="173"/>
      <w:bookmarkEnd w:id="174"/>
      <w:bookmarkEnd w:id="175"/>
      <w:bookmarkEnd w:id="176"/>
      <w:bookmarkEnd w:id="177"/>
      <w:bookmarkEnd w:id="178"/>
      <w:bookmarkEnd w:id="179"/>
    </w:p>
    <w:p w:rsidR="00C33D84" w:rsidRDefault="00C55316">
      <w:pPr>
        <w:pStyle w:val="Nagwek2"/>
      </w:pPr>
      <w:bookmarkStart w:id="180" w:name="_Toc407161230"/>
      <w:r>
        <w:t>6</w:t>
      </w:r>
      <w:r w:rsidR="007039F4">
        <w:t>.1. Ogólne zasady obmiaru robót</w:t>
      </w:r>
      <w:bookmarkEnd w:id="180"/>
    </w:p>
    <w:p w:rsidR="00C33D84" w:rsidRDefault="007039F4">
      <w:r>
        <w:tab/>
        <w:t>Ogólne zasady obmiaru robót pod</w:t>
      </w:r>
      <w:r w:rsidR="00C55316">
        <w:t xml:space="preserve">ano w </w:t>
      </w:r>
      <w:r>
        <w:t xml:space="preserve"> D-02.00.01 pkt 7.</w:t>
      </w:r>
    </w:p>
    <w:p w:rsidR="00C33D84" w:rsidRDefault="00C55316">
      <w:pPr>
        <w:pStyle w:val="Nagwek2"/>
      </w:pPr>
      <w:bookmarkStart w:id="181" w:name="_Toc407161231"/>
      <w:r>
        <w:t>6</w:t>
      </w:r>
      <w:r w:rsidR="007039F4">
        <w:t>.2. Jednostka obmiarowa</w:t>
      </w:r>
      <w:bookmarkEnd w:id="181"/>
    </w:p>
    <w:p w:rsidR="00C33D84" w:rsidRDefault="007039F4">
      <w:pPr>
        <w:spacing w:after="120"/>
      </w:pPr>
      <w:r>
        <w:tab/>
        <w:t>Jednostką obmiarową jest m</w:t>
      </w:r>
      <w:r>
        <w:rPr>
          <w:vertAlign w:val="superscript"/>
        </w:rPr>
        <w:t>3</w:t>
      </w:r>
      <w:r>
        <w:t xml:space="preserve"> (metr sześcienny) wykonanego wykopu.</w:t>
      </w:r>
    </w:p>
    <w:p w:rsidR="00C33D84" w:rsidRDefault="00C55316">
      <w:pPr>
        <w:pStyle w:val="Nagwek1"/>
      </w:pPr>
      <w:bookmarkStart w:id="182" w:name="_Toc407161232"/>
      <w:bookmarkStart w:id="183" w:name="_Toc418994932"/>
      <w:bookmarkStart w:id="184" w:name="_Toc418996339"/>
      <w:bookmarkStart w:id="185" w:name="_Toc418996708"/>
      <w:bookmarkStart w:id="186" w:name="_Toc418997095"/>
      <w:bookmarkStart w:id="187" w:name="_Toc418998505"/>
      <w:bookmarkStart w:id="188" w:name="_Toc418998861"/>
      <w:bookmarkStart w:id="189" w:name="_Toc419000106"/>
      <w:r>
        <w:t>7</w:t>
      </w:r>
      <w:r w:rsidR="007039F4">
        <w:t>. odbiór robót</w:t>
      </w:r>
      <w:bookmarkEnd w:id="182"/>
      <w:bookmarkEnd w:id="183"/>
      <w:bookmarkEnd w:id="184"/>
      <w:bookmarkEnd w:id="185"/>
      <w:bookmarkEnd w:id="186"/>
      <w:bookmarkEnd w:id="187"/>
      <w:bookmarkEnd w:id="188"/>
      <w:bookmarkEnd w:id="189"/>
    </w:p>
    <w:p w:rsidR="00C33D84" w:rsidRDefault="007039F4">
      <w:pPr>
        <w:spacing w:after="120"/>
      </w:pPr>
      <w:r>
        <w:tab/>
        <w:t>Ogólne z</w:t>
      </w:r>
      <w:r w:rsidR="00C55316">
        <w:t xml:space="preserve">asady odbioru robót podano w </w:t>
      </w:r>
      <w:r>
        <w:t xml:space="preserve"> D-02.00.01 pkt 8.</w:t>
      </w:r>
    </w:p>
    <w:p w:rsidR="00C33D84" w:rsidRDefault="00C55316">
      <w:pPr>
        <w:pStyle w:val="Nagwek1"/>
      </w:pPr>
      <w:bookmarkStart w:id="190" w:name="_Toc407161233"/>
      <w:bookmarkStart w:id="191" w:name="_Toc418994933"/>
      <w:bookmarkStart w:id="192" w:name="_Toc418996340"/>
      <w:bookmarkStart w:id="193" w:name="_Toc418996709"/>
      <w:bookmarkStart w:id="194" w:name="_Toc418997096"/>
      <w:bookmarkStart w:id="195" w:name="_Toc418998506"/>
      <w:bookmarkStart w:id="196" w:name="_Toc418998862"/>
      <w:bookmarkStart w:id="197" w:name="_Toc419000107"/>
      <w:r>
        <w:t>8</w:t>
      </w:r>
      <w:r w:rsidR="007039F4">
        <w:t>. podstawa płatności</w:t>
      </w:r>
      <w:bookmarkEnd w:id="190"/>
      <w:bookmarkEnd w:id="191"/>
      <w:bookmarkEnd w:id="192"/>
      <w:bookmarkEnd w:id="193"/>
      <w:bookmarkEnd w:id="194"/>
      <w:bookmarkEnd w:id="195"/>
      <w:bookmarkEnd w:id="196"/>
      <w:bookmarkEnd w:id="197"/>
    </w:p>
    <w:p w:rsidR="00C33D84" w:rsidRDefault="00C55316">
      <w:pPr>
        <w:pStyle w:val="Nagwek2"/>
      </w:pPr>
      <w:bookmarkStart w:id="198" w:name="_Toc407161234"/>
      <w:r>
        <w:t>8</w:t>
      </w:r>
      <w:r w:rsidR="007039F4">
        <w:t>.1. Ogólne ustalenia dotyczące podstawy płatności</w:t>
      </w:r>
      <w:bookmarkEnd w:id="198"/>
    </w:p>
    <w:p w:rsidR="00C33D84" w:rsidRDefault="007039F4">
      <w:r>
        <w:tab/>
        <w:t>Ogólne ustalenia dotyczące</w:t>
      </w:r>
      <w:r w:rsidR="00C55316">
        <w:t xml:space="preserve"> podstawy płatności podano w </w:t>
      </w:r>
      <w:r>
        <w:t xml:space="preserve"> D-02.00.01 pkt 9.</w:t>
      </w:r>
    </w:p>
    <w:p w:rsidR="00C33D84" w:rsidRDefault="00C55316">
      <w:pPr>
        <w:pStyle w:val="Nagwek2"/>
      </w:pPr>
      <w:bookmarkStart w:id="199" w:name="_Toc407161235"/>
      <w:r>
        <w:t>8</w:t>
      </w:r>
      <w:r w:rsidR="007039F4">
        <w:t>.2. Cena jednostki obmiarowej</w:t>
      </w:r>
      <w:bookmarkEnd w:id="199"/>
    </w:p>
    <w:p w:rsidR="00C33D84" w:rsidRDefault="007039F4">
      <w:r>
        <w:tab/>
        <w:t>Cena wykonania 1 m</w:t>
      </w:r>
      <w:r>
        <w:rPr>
          <w:vertAlign w:val="superscript"/>
        </w:rPr>
        <w:t>3</w:t>
      </w:r>
      <w:r>
        <w:t xml:space="preserve"> wykopów w gruntach nieskalistych obejmuje:</w:t>
      </w:r>
    </w:p>
    <w:p w:rsidR="00C33D84" w:rsidRDefault="007039F4" w:rsidP="007039F4">
      <w:pPr>
        <w:numPr>
          <w:ilvl w:val="0"/>
          <w:numId w:val="4"/>
        </w:numPr>
      </w:pPr>
      <w:r>
        <w:t>prace pomiarowe i roboty przygotowawcze,</w:t>
      </w:r>
    </w:p>
    <w:p w:rsidR="00C33D84" w:rsidRDefault="007039F4" w:rsidP="007039F4">
      <w:pPr>
        <w:numPr>
          <w:ilvl w:val="0"/>
          <w:numId w:val="4"/>
        </w:numPr>
      </w:pPr>
      <w:r>
        <w:t>oznakowanie robót,</w:t>
      </w:r>
    </w:p>
    <w:p w:rsidR="00C33D84" w:rsidRDefault="007039F4" w:rsidP="007039F4">
      <w:pPr>
        <w:numPr>
          <w:ilvl w:val="0"/>
          <w:numId w:val="4"/>
        </w:numPr>
      </w:pPr>
      <w:r>
        <w:t>wykonanie wykopu z transportem urobku na nasyp lub odkład, obejmujące: odspojenie, przemieszczenie, załadunek, przewiezienie i wyładunek,</w:t>
      </w:r>
    </w:p>
    <w:p w:rsidR="00C33D84" w:rsidRDefault="007039F4" w:rsidP="007039F4">
      <w:pPr>
        <w:numPr>
          <w:ilvl w:val="0"/>
          <w:numId w:val="4"/>
        </w:numPr>
      </w:pPr>
      <w:r>
        <w:t>odwodnienie wykopu na czas jego wykonywania,</w:t>
      </w:r>
    </w:p>
    <w:p w:rsidR="00C33D84" w:rsidRDefault="007039F4" w:rsidP="007039F4">
      <w:pPr>
        <w:numPr>
          <w:ilvl w:val="0"/>
          <w:numId w:val="4"/>
        </w:numPr>
      </w:pPr>
      <w:r>
        <w:t xml:space="preserve">profilowanie dna wykopu, rowów, skarp, </w:t>
      </w:r>
    </w:p>
    <w:p w:rsidR="00C33D84" w:rsidRDefault="007039F4" w:rsidP="007039F4">
      <w:pPr>
        <w:numPr>
          <w:ilvl w:val="0"/>
          <w:numId w:val="4"/>
        </w:numPr>
      </w:pPr>
      <w:r>
        <w:t xml:space="preserve">zagęszczenie powierzchni wykopu, </w:t>
      </w:r>
    </w:p>
    <w:p w:rsidR="00C33D84" w:rsidRDefault="007039F4" w:rsidP="007039F4">
      <w:pPr>
        <w:numPr>
          <w:ilvl w:val="0"/>
          <w:numId w:val="4"/>
        </w:numPr>
      </w:pPr>
      <w:r>
        <w:t>przeprowadzenie pomiarów i badań laboratoryjnych, wymaganych w specyfikacji technicznej,</w:t>
      </w:r>
    </w:p>
    <w:p w:rsidR="00C33D84" w:rsidRDefault="007039F4" w:rsidP="007039F4">
      <w:pPr>
        <w:numPr>
          <w:ilvl w:val="0"/>
          <w:numId w:val="4"/>
        </w:numPr>
      </w:pPr>
      <w:r>
        <w:t xml:space="preserve">rozplantowanie urobku na odkładzie, </w:t>
      </w:r>
    </w:p>
    <w:p w:rsidR="00C33D84" w:rsidRDefault="007039F4" w:rsidP="007039F4">
      <w:pPr>
        <w:numPr>
          <w:ilvl w:val="0"/>
          <w:numId w:val="4"/>
        </w:numPr>
      </w:pPr>
      <w:r>
        <w:t>wykonanie, a następnie rozebranie dróg dojazdowych,</w:t>
      </w:r>
    </w:p>
    <w:p w:rsidR="00C33D84" w:rsidRDefault="007039F4" w:rsidP="007039F4">
      <w:pPr>
        <w:numPr>
          <w:ilvl w:val="0"/>
          <w:numId w:val="4"/>
        </w:numPr>
      </w:pPr>
      <w:r>
        <w:t>rekultywację terenu.</w:t>
      </w:r>
      <w:r>
        <w:tab/>
      </w:r>
    </w:p>
    <w:p w:rsidR="00C33D84" w:rsidRPr="00C55316" w:rsidRDefault="00C33D84" w:rsidP="00C55316">
      <w:pPr>
        <w:numPr>
          <w:ilvl w:val="12"/>
          <w:numId w:val="0"/>
        </w:numPr>
        <w:rPr>
          <w:sz w:val="24"/>
        </w:rPr>
      </w:pPr>
    </w:p>
    <w:p w:rsidR="00C33D84" w:rsidRDefault="00C33D84"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55316" w:rsidRDefault="00C55316" w:rsidP="007039F4">
      <w:pPr>
        <w:numPr>
          <w:ilvl w:val="12"/>
          <w:numId w:val="0"/>
        </w:numPr>
        <w:jc w:val="center"/>
        <w:rPr>
          <w:b/>
          <w:sz w:val="28"/>
        </w:rPr>
      </w:pPr>
    </w:p>
    <w:p w:rsidR="00C33D84" w:rsidRDefault="007039F4" w:rsidP="007039F4">
      <w:pPr>
        <w:numPr>
          <w:ilvl w:val="12"/>
          <w:numId w:val="0"/>
        </w:numPr>
        <w:jc w:val="center"/>
        <w:rPr>
          <w:b/>
          <w:sz w:val="28"/>
        </w:rPr>
      </w:pPr>
      <w:r>
        <w:rPr>
          <w:b/>
          <w:sz w:val="28"/>
        </w:rPr>
        <w:t>D - 02.02.01</w:t>
      </w:r>
    </w:p>
    <w:p w:rsidR="00C33D84" w:rsidRDefault="00C33D84" w:rsidP="007039F4">
      <w:pPr>
        <w:numPr>
          <w:ilvl w:val="12"/>
          <w:numId w:val="0"/>
        </w:numPr>
        <w:jc w:val="center"/>
        <w:rPr>
          <w:b/>
          <w:sz w:val="28"/>
        </w:rPr>
      </w:pPr>
    </w:p>
    <w:p w:rsidR="00C33D84" w:rsidRDefault="007039F4" w:rsidP="007039F4">
      <w:pPr>
        <w:numPr>
          <w:ilvl w:val="12"/>
          <w:numId w:val="0"/>
        </w:numPr>
        <w:jc w:val="center"/>
        <w:rPr>
          <w:b/>
          <w:sz w:val="28"/>
        </w:rPr>
      </w:pPr>
      <w:r>
        <w:rPr>
          <w:b/>
          <w:sz w:val="28"/>
        </w:rPr>
        <w:t>WYKONANIE  WYKOPÓW</w:t>
      </w:r>
    </w:p>
    <w:p w:rsidR="00C33D84" w:rsidRDefault="007039F4" w:rsidP="007039F4">
      <w:pPr>
        <w:numPr>
          <w:ilvl w:val="12"/>
          <w:numId w:val="0"/>
        </w:numPr>
        <w:jc w:val="center"/>
        <w:rPr>
          <w:b/>
          <w:sz w:val="28"/>
        </w:rPr>
      </w:pPr>
      <w:r>
        <w:rPr>
          <w:b/>
          <w:sz w:val="28"/>
        </w:rPr>
        <w:t>W  GRUNTACH  SKALISTYCH</w:t>
      </w: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C55316">
      <w:pPr>
        <w:numPr>
          <w:ilvl w:val="12"/>
          <w:numId w:val="0"/>
        </w:numP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numPr>
          <w:ilvl w:val="12"/>
          <w:numId w:val="0"/>
        </w:numPr>
        <w:jc w:val="center"/>
        <w:rPr>
          <w:b/>
          <w:sz w:val="28"/>
        </w:rPr>
      </w:pPr>
    </w:p>
    <w:p w:rsidR="00C33D84" w:rsidRDefault="00C33D84" w:rsidP="007039F4">
      <w:pPr>
        <w:pStyle w:val="Spistreci1"/>
        <w:numPr>
          <w:ilvl w:val="12"/>
          <w:numId w:val="0"/>
        </w:numPr>
        <w:spacing w:before="0" w:after="0"/>
        <w:rPr>
          <w:b w:val="0"/>
          <w:sz w:val="28"/>
        </w:rPr>
      </w:pPr>
    </w:p>
    <w:p w:rsidR="00C33D84" w:rsidRDefault="007039F4" w:rsidP="00C55316">
      <w:pPr>
        <w:pStyle w:val="Nagwek1"/>
        <w:numPr>
          <w:ilvl w:val="12"/>
          <w:numId w:val="0"/>
        </w:numPr>
      </w:pPr>
      <w:r>
        <w:rPr>
          <w:b w:val="0"/>
          <w:sz w:val="28"/>
        </w:rPr>
        <w:br w:type="page"/>
      </w:r>
    </w:p>
    <w:p w:rsidR="00C33D84" w:rsidRDefault="00C55316" w:rsidP="007039F4">
      <w:pPr>
        <w:pStyle w:val="Nagwek1"/>
        <w:numPr>
          <w:ilvl w:val="12"/>
          <w:numId w:val="0"/>
        </w:numPr>
      </w:pPr>
      <w:bookmarkStart w:id="200" w:name="_Toc405780139"/>
      <w:bookmarkStart w:id="201" w:name="_Toc407161243"/>
      <w:bookmarkStart w:id="202" w:name="_Toc418994936"/>
      <w:bookmarkStart w:id="203" w:name="_Toc418996343"/>
      <w:bookmarkStart w:id="204" w:name="_Toc418996712"/>
      <w:bookmarkStart w:id="205" w:name="_Toc418997099"/>
      <w:bookmarkStart w:id="206" w:name="_Toc418998509"/>
      <w:bookmarkStart w:id="207" w:name="_Toc418998865"/>
      <w:bookmarkStart w:id="208" w:name="_Toc419000110"/>
      <w:r>
        <w:lastRenderedPageBreak/>
        <w:t>1</w:t>
      </w:r>
      <w:r w:rsidR="007039F4">
        <w:t>. materiały</w:t>
      </w:r>
      <w:bookmarkEnd w:id="200"/>
      <w:bookmarkEnd w:id="201"/>
      <w:bookmarkEnd w:id="202"/>
      <w:bookmarkEnd w:id="203"/>
      <w:bookmarkEnd w:id="204"/>
      <w:bookmarkEnd w:id="205"/>
      <w:bookmarkEnd w:id="206"/>
      <w:bookmarkEnd w:id="207"/>
      <w:bookmarkEnd w:id="208"/>
      <w:r w:rsidR="007039F4">
        <w:t xml:space="preserve"> </w:t>
      </w:r>
    </w:p>
    <w:p w:rsidR="00C33D84" w:rsidRDefault="007039F4" w:rsidP="007039F4">
      <w:pPr>
        <w:pStyle w:val="Nagwek2"/>
        <w:numPr>
          <w:ilvl w:val="12"/>
          <w:numId w:val="0"/>
        </w:numPr>
      </w:pPr>
      <w:bookmarkStart w:id="209" w:name="_Toc405780141"/>
      <w:bookmarkStart w:id="210" w:name="_Toc407161245"/>
      <w:r>
        <w:t>Materiały wybuchowe</w:t>
      </w:r>
      <w:bookmarkEnd w:id="209"/>
      <w:bookmarkEnd w:id="210"/>
    </w:p>
    <w:p w:rsidR="00C33D84" w:rsidRDefault="007039F4" w:rsidP="007039F4">
      <w:pPr>
        <w:numPr>
          <w:ilvl w:val="12"/>
          <w:numId w:val="0"/>
        </w:numPr>
        <w:spacing w:after="120"/>
      </w:pPr>
      <w:r>
        <w:tab/>
        <w:t>Wykonawca powinien przechowywać materiały do prac strzałowych w magazynie spełniającym wymogi bezpieczeństwa w tym zakresie. Dostęp do materiałów wybuchowych mogą mieć tylko osoby o odpowiednich uprawnieniach do prowadzenia prac strzałowych. Wykonawca ma obowiązek ścisłej ewidencji materiałów wybuchowych.</w:t>
      </w:r>
    </w:p>
    <w:p w:rsidR="00C33D84" w:rsidRDefault="00C55316" w:rsidP="007039F4">
      <w:pPr>
        <w:pStyle w:val="Nagwek1"/>
        <w:numPr>
          <w:ilvl w:val="12"/>
          <w:numId w:val="0"/>
        </w:numPr>
      </w:pPr>
      <w:bookmarkStart w:id="211" w:name="_Toc405780142"/>
      <w:bookmarkStart w:id="212" w:name="_Toc407161246"/>
      <w:bookmarkStart w:id="213" w:name="_Toc418994937"/>
      <w:bookmarkStart w:id="214" w:name="_Toc418996344"/>
      <w:bookmarkStart w:id="215" w:name="_Toc418996713"/>
      <w:bookmarkStart w:id="216" w:name="_Toc418997100"/>
      <w:bookmarkStart w:id="217" w:name="_Toc418998510"/>
      <w:bookmarkStart w:id="218" w:name="_Toc418998866"/>
      <w:bookmarkStart w:id="219" w:name="_Toc419000111"/>
      <w:r>
        <w:t>2</w:t>
      </w:r>
      <w:r w:rsidR="007039F4">
        <w:t>. sprzęt</w:t>
      </w:r>
      <w:bookmarkEnd w:id="211"/>
      <w:bookmarkEnd w:id="212"/>
      <w:bookmarkEnd w:id="213"/>
      <w:bookmarkEnd w:id="214"/>
      <w:bookmarkEnd w:id="215"/>
      <w:bookmarkEnd w:id="216"/>
      <w:bookmarkEnd w:id="217"/>
      <w:bookmarkEnd w:id="218"/>
      <w:bookmarkEnd w:id="219"/>
    </w:p>
    <w:p w:rsidR="00C33D84" w:rsidRDefault="00C55316" w:rsidP="007039F4">
      <w:pPr>
        <w:pStyle w:val="Nagwek2"/>
        <w:numPr>
          <w:ilvl w:val="12"/>
          <w:numId w:val="0"/>
        </w:numPr>
      </w:pPr>
      <w:bookmarkStart w:id="220" w:name="_Toc405780143"/>
      <w:bookmarkStart w:id="221" w:name="_Toc407161247"/>
      <w:r>
        <w:t>2</w:t>
      </w:r>
      <w:r w:rsidR="007039F4">
        <w:t>.1. Ogólne wymagania dotyczące sprzętu</w:t>
      </w:r>
      <w:bookmarkEnd w:id="220"/>
      <w:bookmarkEnd w:id="221"/>
    </w:p>
    <w:p w:rsidR="00C33D84" w:rsidRDefault="007039F4" w:rsidP="007039F4">
      <w:pPr>
        <w:numPr>
          <w:ilvl w:val="12"/>
          <w:numId w:val="0"/>
        </w:numPr>
      </w:pPr>
      <w:r>
        <w:tab/>
        <w:t>Ogólne wymagania i ustalenia d</w:t>
      </w:r>
      <w:r w:rsidR="00C55316">
        <w:t xml:space="preserve">otyczące sprzętu określono w </w:t>
      </w:r>
      <w:r>
        <w:t xml:space="preserve"> D-02.00.01          pkt 3.</w:t>
      </w:r>
    </w:p>
    <w:p w:rsidR="00C33D84" w:rsidRDefault="00C55316" w:rsidP="007039F4">
      <w:pPr>
        <w:pStyle w:val="Nagwek2"/>
        <w:numPr>
          <w:ilvl w:val="12"/>
          <w:numId w:val="0"/>
        </w:numPr>
      </w:pPr>
      <w:bookmarkStart w:id="222" w:name="_Toc405780144"/>
      <w:bookmarkStart w:id="223" w:name="_Toc407161248"/>
      <w:r>
        <w:t>2</w:t>
      </w:r>
      <w:r w:rsidR="007039F4">
        <w:t>.2. Sprzęt do robót w gruntach skalistych</w:t>
      </w:r>
      <w:bookmarkEnd w:id="222"/>
      <w:bookmarkEnd w:id="223"/>
    </w:p>
    <w:p w:rsidR="00C33D84" w:rsidRDefault="007039F4" w:rsidP="007039F4">
      <w:pPr>
        <w:numPr>
          <w:ilvl w:val="12"/>
          <w:numId w:val="0"/>
        </w:numPr>
      </w:pPr>
      <w:r>
        <w:tab/>
        <w:t>Wykonawca przystępujący do wykonania robót w gruntach skalistych powinien wykazać się możliwością korzystania z następującego sprzętu:</w:t>
      </w:r>
    </w:p>
    <w:p w:rsidR="00C33D84" w:rsidRDefault="007039F4" w:rsidP="007039F4">
      <w:pPr>
        <w:numPr>
          <w:ilvl w:val="0"/>
          <w:numId w:val="4"/>
        </w:numPr>
      </w:pPr>
      <w:r>
        <w:t>sprężarek spalinowych,</w:t>
      </w:r>
    </w:p>
    <w:p w:rsidR="00C33D84" w:rsidRDefault="007039F4" w:rsidP="007039F4">
      <w:pPr>
        <w:numPr>
          <w:ilvl w:val="0"/>
          <w:numId w:val="4"/>
        </w:numPr>
      </w:pPr>
      <w:r>
        <w:t>młotów mechanicznych,</w:t>
      </w:r>
    </w:p>
    <w:p w:rsidR="00C33D84" w:rsidRDefault="007039F4" w:rsidP="007039F4">
      <w:pPr>
        <w:numPr>
          <w:ilvl w:val="0"/>
          <w:numId w:val="4"/>
        </w:numPr>
      </w:pPr>
      <w:r>
        <w:t>zrywarek mechanicznych,</w:t>
      </w:r>
    </w:p>
    <w:p w:rsidR="00C33D84" w:rsidRDefault="007039F4" w:rsidP="007039F4">
      <w:pPr>
        <w:numPr>
          <w:ilvl w:val="0"/>
          <w:numId w:val="4"/>
        </w:numPr>
      </w:pPr>
      <w:r>
        <w:t>wiertarek mechanicznych i wiertnic,</w:t>
      </w:r>
    </w:p>
    <w:p w:rsidR="00C33D84" w:rsidRDefault="007039F4" w:rsidP="007039F4">
      <w:pPr>
        <w:numPr>
          <w:ilvl w:val="0"/>
          <w:numId w:val="4"/>
        </w:numPr>
        <w:spacing w:after="120"/>
        <w:ind w:left="284" w:hanging="284"/>
      </w:pPr>
      <w:r>
        <w:t>środków do załadunku i transportu gruntu skalistego.</w:t>
      </w:r>
    </w:p>
    <w:p w:rsidR="00C33D84" w:rsidRDefault="00C55316">
      <w:pPr>
        <w:pStyle w:val="Nagwek1"/>
      </w:pPr>
      <w:bookmarkStart w:id="224" w:name="_Toc405780145"/>
      <w:bookmarkStart w:id="225" w:name="_Toc407161249"/>
      <w:bookmarkStart w:id="226" w:name="_Toc418994938"/>
      <w:bookmarkStart w:id="227" w:name="_Toc418996345"/>
      <w:bookmarkStart w:id="228" w:name="_Toc418996714"/>
      <w:bookmarkStart w:id="229" w:name="_Toc418997101"/>
      <w:bookmarkStart w:id="230" w:name="_Toc418998511"/>
      <w:bookmarkStart w:id="231" w:name="_Toc418998867"/>
      <w:bookmarkStart w:id="232" w:name="_Toc419000112"/>
      <w:r>
        <w:t>3</w:t>
      </w:r>
      <w:r w:rsidR="007039F4">
        <w:t>. TRANSPORT</w:t>
      </w:r>
      <w:bookmarkEnd w:id="224"/>
      <w:bookmarkEnd w:id="225"/>
      <w:bookmarkEnd w:id="226"/>
      <w:bookmarkEnd w:id="227"/>
      <w:bookmarkEnd w:id="228"/>
      <w:bookmarkEnd w:id="229"/>
      <w:bookmarkEnd w:id="230"/>
      <w:bookmarkEnd w:id="231"/>
      <w:bookmarkEnd w:id="232"/>
    </w:p>
    <w:p w:rsidR="00C33D84" w:rsidRDefault="007039F4">
      <w:pPr>
        <w:spacing w:after="120"/>
      </w:pPr>
      <w:r>
        <w:tab/>
        <w:t>Ogólne wymagania dotyc</w:t>
      </w:r>
      <w:r w:rsidR="00C55316">
        <w:t xml:space="preserve">zące transportu określono w </w:t>
      </w:r>
      <w:r>
        <w:t>D-02.00.01 pkt 4.</w:t>
      </w:r>
    </w:p>
    <w:p w:rsidR="00C55316" w:rsidRDefault="00C55316" w:rsidP="00C55316">
      <w:pPr>
        <w:pStyle w:val="Nagwek1"/>
      </w:pPr>
      <w:bookmarkStart w:id="233" w:name="_Toc405780146"/>
      <w:bookmarkStart w:id="234" w:name="_Toc407161250"/>
      <w:bookmarkStart w:id="235" w:name="_Toc418994939"/>
      <w:bookmarkStart w:id="236" w:name="_Toc418996346"/>
      <w:bookmarkStart w:id="237" w:name="_Toc418996715"/>
      <w:bookmarkStart w:id="238" w:name="_Toc418997102"/>
      <w:bookmarkStart w:id="239" w:name="_Toc418998512"/>
      <w:bookmarkStart w:id="240" w:name="_Toc418998868"/>
      <w:bookmarkStart w:id="241" w:name="_Toc419000113"/>
      <w:r>
        <w:t>4</w:t>
      </w:r>
      <w:r w:rsidR="007039F4">
        <w:t>. WYKONANIE ROBÓT</w:t>
      </w:r>
      <w:bookmarkStart w:id="242" w:name="_Toc405780147"/>
      <w:bookmarkStart w:id="243" w:name="_Toc407161251"/>
      <w:bookmarkEnd w:id="233"/>
      <w:bookmarkEnd w:id="234"/>
      <w:bookmarkEnd w:id="235"/>
      <w:bookmarkEnd w:id="236"/>
      <w:bookmarkEnd w:id="237"/>
      <w:bookmarkEnd w:id="238"/>
      <w:bookmarkEnd w:id="239"/>
      <w:bookmarkEnd w:id="240"/>
      <w:bookmarkEnd w:id="241"/>
    </w:p>
    <w:p w:rsidR="00C33D84" w:rsidRDefault="00C55316" w:rsidP="00C55316">
      <w:pPr>
        <w:pStyle w:val="Nagwek1"/>
      </w:pPr>
      <w:r>
        <w:t>4</w:t>
      </w:r>
      <w:r w:rsidR="007039F4">
        <w:t>.1. Ogólne zasady wykonania robót</w:t>
      </w:r>
      <w:bookmarkEnd w:id="242"/>
      <w:bookmarkEnd w:id="243"/>
    </w:p>
    <w:p w:rsidR="00C33D84" w:rsidRDefault="007039F4">
      <w:r>
        <w:tab/>
        <w:t>Ogólne zas</w:t>
      </w:r>
      <w:r w:rsidR="00C55316">
        <w:t xml:space="preserve">ady wykonania robót podano w </w:t>
      </w:r>
      <w:r>
        <w:t xml:space="preserve"> D-M-00.00.00 „Wymagania ogólne” pkt 5.</w:t>
      </w:r>
    </w:p>
    <w:p w:rsidR="00C33D84" w:rsidRDefault="00C55316">
      <w:pPr>
        <w:pStyle w:val="Nagwek2"/>
      </w:pPr>
      <w:bookmarkStart w:id="244" w:name="_Toc405780148"/>
      <w:bookmarkStart w:id="245" w:name="_Toc407161252"/>
      <w:r>
        <w:t>4</w:t>
      </w:r>
      <w:r w:rsidR="007039F4">
        <w:t>.2. Odspajanie mechaniczne gruntów skalistych</w:t>
      </w:r>
      <w:bookmarkEnd w:id="244"/>
      <w:bookmarkEnd w:id="245"/>
    </w:p>
    <w:p w:rsidR="00C33D84" w:rsidRDefault="007039F4">
      <w:r>
        <w:tab/>
        <w:t>Odspajanie mechaniczne gruntów skalistych można przeprowadzać:</w:t>
      </w:r>
    </w:p>
    <w:p w:rsidR="00C33D84" w:rsidRDefault="007039F4" w:rsidP="007039F4">
      <w:pPr>
        <w:numPr>
          <w:ilvl w:val="0"/>
          <w:numId w:val="9"/>
        </w:numPr>
      </w:pPr>
      <w:r>
        <w:t>młotami mechanicznymi, które zagłębia się w grunt w celu rozsadzenia go,</w:t>
      </w:r>
    </w:p>
    <w:p w:rsidR="00C33D84" w:rsidRDefault="007039F4" w:rsidP="007039F4">
      <w:pPr>
        <w:numPr>
          <w:ilvl w:val="0"/>
          <w:numId w:val="9"/>
        </w:numPr>
      </w:pPr>
      <w:r>
        <w:t>zrywarkami, które rozluźniają grunt po przejeździe z zagłębionymi w grunt zębami.</w:t>
      </w:r>
    </w:p>
    <w:p w:rsidR="00C33D84" w:rsidRDefault="007039F4">
      <w:r>
        <w:tab/>
        <w:t>Przy odspajaniu mechanicznym należy przestrzegać, aby:</w:t>
      </w:r>
    </w:p>
    <w:p w:rsidR="00C33D84" w:rsidRDefault="007039F4" w:rsidP="007039F4">
      <w:pPr>
        <w:numPr>
          <w:ilvl w:val="0"/>
          <w:numId w:val="5"/>
        </w:numPr>
      </w:pPr>
      <w:r>
        <w:t>głębokość rozluźnienia gruntu nie wykraczała poza poziom koryta drogowego,</w:t>
      </w:r>
    </w:p>
    <w:p w:rsidR="00C33D84" w:rsidRDefault="007039F4" w:rsidP="007039F4">
      <w:pPr>
        <w:numPr>
          <w:ilvl w:val="0"/>
          <w:numId w:val="5"/>
        </w:numPr>
      </w:pPr>
      <w:r>
        <w:t>nie odbywał się ruch maszyn i środków transportu po rozluźnionym gruncie,</w:t>
      </w:r>
    </w:p>
    <w:p w:rsidR="00C33D84" w:rsidRDefault="007039F4" w:rsidP="007039F4">
      <w:pPr>
        <w:numPr>
          <w:ilvl w:val="0"/>
          <w:numId w:val="5"/>
        </w:numPr>
      </w:pPr>
      <w:r>
        <w:t>rozdrobnienie gruntu umożliwiało użycie środków do załadowania lub przemieszczenia gruntu (koparek, ładowarek, zgarniarek, równiarek itp.).</w:t>
      </w:r>
    </w:p>
    <w:p w:rsidR="00C33D84" w:rsidRDefault="00C55316">
      <w:pPr>
        <w:pStyle w:val="Nagwek2"/>
      </w:pPr>
      <w:bookmarkStart w:id="246" w:name="_Toc405780149"/>
      <w:bookmarkStart w:id="247" w:name="_Toc407161253"/>
      <w:r>
        <w:t>4</w:t>
      </w:r>
      <w:r w:rsidR="007039F4">
        <w:t>.3. Odspajanie gruntów za pomocą materiałów wybuchowych</w:t>
      </w:r>
      <w:bookmarkEnd w:id="246"/>
      <w:bookmarkEnd w:id="247"/>
    </w:p>
    <w:p w:rsidR="00C33D84" w:rsidRDefault="007039F4">
      <w:r>
        <w:tab/>
        <w:t xml:space="preserve">Na prowadzenie robót z użyciem materiałów wybuchowych, Wykonawca uzyska zgodę właściwych instytucji, wynikającą z obowiązujących przepisów (np. okręgowego urzędu górniczego). O zamiarze prowadzenia prac strzałowych Wykonawca powinien </w:t>
      </w:r>
      <w:r>
        <w:lastRenderedPageBreak/>
        <w:t>każdorazowo zawiadomić Inżyniera i uzyskać na to jego zgodę. Wykonawca będzie prowadził księgę kontroli materiałów wybuchowych, rejestrując przychody i rozchody tych materiałów. Odspajanie gruntów za pomocą materiałów wybuchowych może być prowadzone tylko pod bezpośrednim dozorem uprawnionego pracownika (strzałowego).</w:t>
      </w:r>
    </w:p>
    <w:p w:rsidR="00C33D84" w:rsidRDefault="007039F4">
      <w:r>
        <w:tab/>
        <w:t>Na terenie robót materiały wybuchowe mogą być przetrzymywane w podręcznych składach, nie dłużej niż w okresie jednej zmiany.</w:t>
      </w:r>
    </w:p>
    <w:p w:rsidR="00C33D84" w:rsidRDefault="007039F4">
      <w:r>
        <w:tab/>
        <w:t>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 oraz środowiska naturalnego.</w:t>
      </w:r>
    </w:p>
    <w:p w:rsidR="00C33D84" w:rsidRDefault="007039F4">
      <w:r>
        <w:tab/>
        <w:t>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w:t>
      </w:r>
    </w:p>
    <w:p w:rsidR="00C33D84" w:rsidRDefault="007039F4">
      <w:r>
        <w:tab/>
        <w:t>Jeśli Wykonawca nie zamierza dokonać odstrzału bezpośrednio po wywierceniu otworu, to powinien otwór zabezpieczyć przed nawilgoceniem przez zamknięcie go korkiem (np. z papieru).</w:t>
      </w:r>
    </w:p>
    <w:p w:rsidR="00C33D84" w:rsidRDefault="007039F4">
      <w:r>
        <w:tab/>
        <w:t>Wielkości ładunków powinny być ustalone na podstawie praktyki lub obliczone z odpowiednich wzorów. Materiał wybuchowy można załadować do otworów po sprawdzeniu, że zostały należycie wykonane, oczyszczone i osuszone. Otwory trudne do osuszenia, przy strzelaniu materiałem wrażliwym na działanie wilgoci, winny być załadowane do wysokości słupa wody nabojami odpowiednio izolowanymi, np. przez powleczenie bitumem lub parafiną. Rozmieszczenie ładunków w otworze strzałowym, sposób założenia naboju udarowego ze spłonką, lontem, zapalnikiem i wykonania przybitki oraz odstrzelenia ładunków, powinny być dostosowane do postulowanego efektu strzelania i wykonane zgodnie z praktyką. Dla niezawodności odstrzelenia otworu, zaleca się wprowadzać do naboju dwa zapalniki połączone równolegle.</w:t>
      </w:r>
    </w:p>
    <w:p w:rsidR="00C33D84" w:rsidRDefault="007039F4">
      <w:pPr>
        <w:spacing w:after="120"/>
      </w:pPr>
      <w:r>
        <w:tab/>
        <w:t>W robotach strzałowych, prowadzonych w sąsiedztwie dna wykopu i powierzchni skarp, rodzaj i miejsca założenia ładunków wybuchowych należy dobrać tak, aby nie osłabić masywu skały poniżej projektowanej linii skarp i dna wykopu.</w:t>
      </w:r>
    </w:p>
    <w:p w:rsidR="00C33D84" w:rsidRDefault="00C55316">
      <w:pPr>
        <w:pStyle w:val="Nagwek1"/>
      </w:pPr>
      <w:bookmarkStart w:id="248" w:name="_Toc405780150"/>
      <w:bookmarkStart w:id="249" w:name="_Toc407161254"/>
      <w:bookmarkStart w:id="250" w:name="_Toc418994940"/>
      <w:bookmarkStart w:id="251" w:name="_Toc418996347"/>
      <w:bookmarkStart w:id="252" w:name="_Toc418996716"/>
      <w:bookmarkStart w:id="253" w:name="_Toc418997103"/>
      <w:bookmarkStart w:id="254" w:name="_Toc418998513"/>
      <w:bookmarkStart w:id="255" w:name="_Toc418998869"/>
      <w:bookmarkStart w:id="256" w:name="_Toc419000114"/>
      <w:r>
        <w:t>5</w:t>
      </w:r>
      <w:r w:rsidR="007039F4">
        <w:t>. KONTROLA JAKOŚCI ROBÓT</w:t>
      </w:r>
      <w:bookmarkEnd w:id="248"/>
      <w:bookmarkEnd w:id="249"/>
      <w:bookmarkEnd w:id="250"/>
      <w:bookmarkEnd w:id="251"/>
      <w:bookmarkEnd w:id="252"/>
      <w:bookmarkEnd w:id="253"/>
      <w:bookmarkEnd w:id="254"/>
      <w:bookmarkEnd w:id="255"/>
      <w:bookmarkEnd w:id="256"/>
    </w:p>
    <w:p w:rsidR="00C33D84" w:rsidRDefault="00C55316">
      <w:pPr>
        <w:pStyle w:val="Nagwek2"/>
      </w:pPr>
      <w:bookmarkStart w:id="257" w:name="_Toc405780151"/>
      <w:bookmarkStart w:id="258" w:name="_Toc407161255"/>
      <w:r>
        <w:t>5</w:t>
      </w:r>
      <w:r w:rsidR="007039F4">
        <w:t>.1. Ogólne zasady kontroli jakości robót</w:t>
      </w:r>
      <w:bookmarkEnd w:id="257"/>
      <w:bookmarkEnd w:id="258"/>
    </w:p>
    <w:p w:rsidR="00C33D84" w:rsidRDefault="007039F4">
      <w:r>
        <w:tab/>
        <w:t>Ogólne zasady kon</w:t>
      </w:r>
      <w:r w:rsidR="00C55316">
        <w:t xml:space="preserve">troli jakości robót podano w </w:t>
      </w:r>
      <w:r>
        <w:t xml:space="preserve"> D-02.00.01 pkt 6.</w:t>
      </w:r>
    </w:p>
    <w:p w:rsidR="00C33D84" w:rsidRDefault="00C55316">
      <w:pPr>
        <w:pStyle w:val="Nagwek2"/>
      </w:pPr>
      <w:bookmarkStart w:id="259" w:name="_Toc405780152"/>
      <w:bookmarkStart w:id="260" w:name="_Toc407161256"/>
      <w:r>
        <w:t>5</w:t>
      </w:r>
      <w:r w:rsidR="007039F4">
        <w:t>.2. Kontrola wykonania wykopów</w:t>
      </w:r>
      <w:bookmarkEnd w:id="259"/>
      <w:bookmarkEnd w:id="260"/>
    </w:p>
    <w:p w:rsidR="00C33D84" w:rsidRDefault="007039F4">
      <w:r>
        <w:tab/>
        <w:t>Sprawdzenie wykonania wykopów polega na kontrolowaniu zgodności z wymaganiami określonymi w SST oraz w dokumentacji projektowej. W czasie kontroli szczególną uwagę należy zwrócić na:</w:t>
      </w:r>
    </w:p>
    <w:p w:rsidR="00C33D84" w:rsidRDefault="007039F4" w:rsidP="007039F4">
      <w:pPr>
        <w:numPr>
          <w:ilvl w:val="0"/>
          <w:numId w:val="10"/>
        </w:numPr>
      </w:pPr>
      <w:r>
        <w:t>odspajanie gruntów w sposób nie pogarszający ich właściwości,</w:t>
      </w:r>
    </w:p>
    <w:p w:rsidR="00C33D84" w:rsidRDefault="007039F4" w:rsidP="007039F4">
      <w:pPr>
        <w:numPr>
          <w:ilvl w:val="0"/>
          <w:numId w:val="10"/>
        </w:numPr>
      </w:pPr>
      <w:r>
        <w:t>zapewnienie stateczności skarp,</w:t>
      </w:r>
    </w:p>
    <w:p w:rsidR="00C33D84" w:rsidRDefault="007039F4" w:rsidP="007039F4">
      <w:pPr>
        <w:numPr>
          <w:ilvl w:val="0"/>
          <w:numId w:val="10"/>
        </w:numPr>
      </w:pPr>
      <w:r>
        <w:t>odwodnienie wykopów w czasie wykonywania robót i po ich zakończeniu,</w:t>
      </w:r>
    </w:p>
    <w:p w:rsidR="00C33D84" w:rsidRDefault="007039F4" w:rsidP="007039F4">
      <w:pPr>
        <w:numPr>
          <w:ilvl w:val="0"/>
          <w:numId w:val="10"/>
        </w:numPr>
      </w:pPr>
      <w:r>
        <w:t>dokładność wykonania wykopów (usytuowanie i wykończenie),</w:t>
      </w:r>
    </w:p>
    <w:p w:rsidR="00C33D84" w:rsidRDefault="007039F4" w:rsidP="007039F4">
      <w:pPr>
        <w:numPr>
          <w:ilvl w:val="0"/>
          <w:numId w:val="10"/>
        </w:numPr>
      </w:pPr>
      <w:r>
        <w:t>bezpieczeństwo prowadzenia prac strzałowych.</w:t>
      </w:r>
    </w:p>
    <w:p w:rsidR="00C33D84" w:rsidRDefault="00C55316">
      <w:pPr>
        <w:pStyle w:val="Nagwek1"/>
        <w:spacing w:before="240"/>
      </w:pPr>
      <w:bookmarkStart w:id="261" w:name="_Toc405780153"/>
      <w:bookmarkStart w:id="262" w:name="_Toc407161257"/>
      <w:bookmarkStart w:id="263" w:name="_Toc418994941"/>
      <w:bookmarkStart w:id="264" w:name="_Toc418996348"/>
      <w:bookmarkStart w:id="265" w:name="_Toc418996717"/>
      <w:bookmarkStart w:id="266" w:name="_Toc418997104"/>
      <w:bookmarkStart w:id="267" w:name="_Toc418998514"/>
      <w:bookmarkStart w:id="268" w:name="_Toc418998870"/>
      <w:bookmarkStart w:id="269" w:name="_Toc419000115"/>
      <w:r>
        <w:lastRenderedPageBreak/>
        <w:t>6</w:t>
      </w:r>
      <w:r w:rsidR="007039F4">
        <w:t>. OBMIAR ROBÓT</w:t>
      </w:r>
      <w:bookmarkEnd w:id="261"/>
      <w:bookmarkEnd w:id="262"/>
      <w:bookmarkEnd w:id="263"/>
      <w:bookmarkEnd w:id="264"/>
      <w:bookmarkEnd w:id="265"/>
      <w:bookmarkEnd w:id="266"/>
      <w:bookmarkEnd w:id="267"/>
      <w:bookmarkEnd w:id="268"/>
      <w:bookmarkEnd w:id="269"/>
    </w:p>
    <w:p w:rsidR="00C33D84" w:rsidRDefault="00C55316">
      <w:pPr>
        <w:pStyle w:val="Nagwek2"/>
      </w:pPr>
      <w:bookmarkStart w:id="270" w:name="_Toc405780154"/>
      <w:bookmarkStart w:id="271" w:name="_Toc407161258"/>
      <w:r>
        <w:t>6</w:t>
      </w:r>
      <w:r w:rsidR="007039F4">
        <w:t>.1. Ogólne zasady obmiaru robót</w:t>
      </w:r>
      <w:bookmarkEnd w:id="270"/>
      <w:bookmarkEnd w:id="271"/>
    </w:p>
    <w:p w:rsidR="00C33D84" w:rsidRDefault="007039F4">
      <w:r>
        <w:tab/>
        <w:t>Ogólne z</w:t>
      </w:r>
      <w:r w:rsidR="00C55316">
        <w:t xml:space="preserve">asady obmiaru robót podano w </w:t>
      </w:r>
      <w:r>
        <w:t xml:space="preserve"> D-02.00.01 pkt 7.</w:t>
      </w:r>
    </w:p>
    <w:p w:rsidR="00C33D84" w:rsidRDefault="00C55316">
      <w:pPr>
        <w:pStyle w:val="Nagwek2"/>
      </w:pPr>
      <w:bookmarkStart w:id="272" w:name="_Toc405780155"/>
      <w:bookmarkStart w:id="273" w:name="_Toc407161259"/>
      <w:r>
        <w:t>6</w:t>
      </w:r>
      <w:r w:rsidR="007039F4">
        <w:t>.2. Jednostka obmiarowa</w:t>
      </w:r>
      <w:bookmarkEnd w:id="272"/>
      <w:bookmarkEnd w:id="273"/>
    </w:p>
    <w:p w:rsidR="00C33D84" w:rsidRDefault="007039F4">
      <w:pPr>
        <w:spacing w:after="120"/>
      </w:pPr>
      <w:r>
        <w:tab/>
        <w:t>Jednostką obmiarową jest m</w:t>
      </w:r>
      <w:r>
        <w:rPr>
          <w:vertAlign w:val="superscript"/>
        </w:rPr>
        <w:t>3</w:t>
      </w:r>
      <w:r>
        <w:t xml:space="preserve"> (metr sześcienny) wykonanego wykopu.</w:t>
      </w:r>
    </w:p>
    <w:p w:rsidR="00C33D84" w:rsidRDefault="00C55316">
      <w:pPr>
        <w:pStyle w:val="Nagwek1"/>
      </w:pPr>
      <w:bookmarkStart w:id="274" w:name="_Toc405780156"/>
      <w:bookmarkStart w:id="275" w:name="_Toc407161260"/>
      <w:bookmarkStart w:id="276" w:name="_Toc418994942"/>
      <w:bookmarkStart w:id="277" w:name="_Toc418996349"/>
      <w:bookmarkStart w:id="278" w:name="_Toc418996718"/>
      <w:bookmarkStart w:id="279" w:name="_Toc418997105"/>
      <w:bookmarkStart w:id="280" w:name="_Toc418998515"/>
      <w:bookmarkStart w:id="281" w:name="_Toc418998871"/>
      <w:bookmarkStart w:id="282" w:name="_Toc419000116"/>
      <w:r>
        <w:t>7</w:t>
      </w:r>
      <w:r w:rsidR="007039F4">
        <w:t>. ODBIÓR ROBÓT</w:t>
      </w:r>
      <w:bookmarkEnd w:id="274"/>
      <w:bookmarkEnd w:id="275"/>
      <w:bookmarkEnd w:id="276"/>
      <w:bookmarkEnd w:id="277"/>
      <w:bookmarkEnd w:id="278"/>
      <w:bookmarkEnd w:id="279"/>
      <w:bookmarkEnd w:id="280"/>
      <w:bookmarkEnd w:id="281"/>
      <w:bookmarkEnd w:id="282"/>
    </w:p>
    <w:p w:rsidR="00C33D84" w:rsidRDefault="007039F4">
      <w:pPr>
        <w:spacing w:after="120"/>
      </w:pPr>
      <w:r>
        <w:tab/>
        <w:t>Ogólne zasa</w:t>
      </w:r>
      <w:r w:rsidR="00C55316">
        <w:t xml:space="preserve">dy odbioru robót określono w </w:t>
      </w:r>
      <w:r>
        <w:t xml:space="preserve"> D-02.00.01 pkt 8.</w:t>
      </w:r>
    </w:p>
    <w:p w:rsidR="00C33D84" w:rsidRDefault="00C55316">
      <w:pPr>
        <w:pStyle w:val="Nagwek1"/>
      </w:pPr>
      <w:bookmarkStart w:id="283" w:name="_Toc405780157"/>
      <w:bookmarkStart w:id="284" w:name="_Toc407161261"/>
      <w:bookmarkStart w:id="285" w:name="_Toc418994943"/>
      <w:bookmarkStart w:id="286" w:name="_Toc418996350"/>
      <w:bookmarkStart w:id="287" w:name="_Toc418996719"/>
      <w:bookmarkStart w:id="288" w:name="_Toc418997106"/>
      <w:bookmarkStart w:id="289" w:name="_Toc418998516"/>
      <w:bookmarkStart w:id="290" w:name="_Toc418998872"/>
      <w:bookmarkStart w:id="291" w:name="_Toc419000117"/>
      <w:r>
        <w:t>8</w:t>
      </w:r>
      <w:r w:rsidR="007039F4">
        <w:t>. podstawa płatności</w:t>
      </w:r>
      <w:bookmarkEnd w:id="283"/>
      <w:bookmarkEnd w:id="284"/>
      <w:bookmarkEnd w:id="285"/>
      <w:bookmarkEnd w:id="286"/>
      <w:bookmarkEnd w:id="287"/>
      <w:bookmarkEnd w:id="288"/>
      <w:bookmarkEnd w:id="289"/>
      <w:bookmarkEnd w:id="290"/>
      <w:bookmarkEnd w:id="291"/>
    </w:p>
    <w:p w:rsidR="00C33D84" w:rsidRDefault="00C55316">
      <w:pPr>
        <w:pStyle w:val="Nagwek2"/>
      </w:pPr>
      <w:bookmarkStart w:id="292" w:name="_Toc405780158"/>
      <w:bookmarkStart w:id="293" w:name="_Toc407161262"/>
      <w:r>
        <w:t>8</w:t>
      </w:r>
      <w:r w:rsidR="007039F4">
        <w:t>.1. Ogólne ustalenia dotyczące podstawy płatności</w:t>
      </w:r>
      <w:bookmarkEnd w:id="292"/>
      <w:bookmarkEnd w:id="293"/>
    </w:p>
    <w:p w:rsidR="00C33D84" w:rsidRDefault="007039F4">
      <w:r>
        <w:tab/>
        <w:t xml:space="preserve">Ogólne ustalenia dotyczące podstawy płatności podano </w:t>
      </w:r>
      <w:r w:rsidR="00C55316">
        <w:t xml:space="preserve">w </w:t>
      </w:r>
      <w:r>
        <w:t xml:space="preserve"> D-02.00.01 pkt 9.</w:t>
      </w:r>
    </w:p>
    <w:p w:rsidR="00C33D84" w:rsidRDefault="00C55316">
      <w:pPr>
        <w:pStyle w:val="Nagwek2"/>
      </w:pPr>
      <w:bookmarkStart w:id="294" w:name="_Toc405780159"/>
      <w:bookmarkStart w:id="295" w:name="_Toc407161263"/>
      <w:r>
        <w:t>8</w:t>
      </w:r>
      <w:r w:rsidR="007039F4">
        <w:t>.2. Cena jednostki obmiarowej</w:t>
      </w:r>
      <w:bookmarkEnd w:id="294"/>
      <w:bookmarkEnd w:id="295"/>
    </w:p>
    <w:p w:rsidR="00C33D84" w:rsidRDefault="007039F4">
      <w:r>
        <w:tab/>
        <w:t>Cena wykonania 1 m</w:t>
      </w:r>
      <w:r>
        <w:rPr>
          <w:vertAlign w:val="superscript"/>
        </w:rPr>
        <w:t>3</w:t>
      </w:r>
      <w:r>
        <w:t xml:space="preserve"> wykopu w gruntach skalistych obejmuje:</w:t>
      </w:r>
    </w:p>
    <w:p w:rsidR="00C33D84" w:rsidRDefault="007039F4" w:rsidP="007039F4">
      <w:pPr>
        <w:numPr>
          <w:ilvl w:val="0"/>
          <w:numId w:val="4"/>
        </w:numPr>
      </w:pPr>
      <w:r>
        <w:t>prace pomiarowe i roboty przygotowawcze,</w:t>
      </w:r>
    </w:p>
    <w:p w:rsidR="00C33D84" w:rsidRDefault="007039F4" w:rsidP="007039F4">
      <w:pPr>
        <w:numPr>
          <w:ilvl w:val="0"/>
          <w:numId w:val="4"/>
        </w:numPr>
      </w:pPr>
      <w:r>
        <w:t>oznakowanie robót,</w:t>
      </w:r>
    </w:p>
    <w:p w:rsidR="00C33D84" w:rsidRDefault="007039F4" w:rsidP="007039F4">
      <w:pPr>
        <w:numPr>
          <w:ilvl w:val="0"/>
          <w:numId w:val="4"/>
        </w:numPr>
      </w:pPr>
      <w:r>
        <w:t>odspojenie skały przy użyciu materiałów wybuchowych lub przy użyciu sprzętu mechanicznego (pneumatycznego, elektrycznego, spalinowego),</w:t>
      </w:r>
    </w:p>
    <w:p w:rsidR="00C33D84" w:rsidRDefault="007039F4" w:rsidP="007039F4">
      <w:pPr>
        <w:numPr>
          <w:ilvl w:val="0"/>
          <w:numId w:val="4"/>
        </w:numPr>
      </w:pPr>
      <w:r>
        <w:t>odwodnienie wykopu na czas jego wykonywania,</w:t>
      </w:r>
    </w:p>
    <w:p w:rsidR="00C33D84" w:rsidRDefault="007039F4" w:rsidP="007039F4">
      <w:pPr>
        <w:numPr>
          <w:ilvl w:val="0"/>
          <w:numId w:val="4"/>
        </w:numPr>
      </w:pPr>
      <w:r>
        <w:t>rozdrobnienie,</w:t>
      </w:r>
    </w:p>
    <w:p w:rsidR="00C33D84" w:rsidRDefault="007039F4" w:rsidP="007039F4">
      <w:pPr>
        <w:numPr>
          <w:ilvl w:val="0"/>
          <w:numId w:val="4"/>
        </w:numPr>
      </w:pPr>
      <w:r>
        <w:t>załadunek i odwiezienie urobku na odkład,</w:t>
      </w:r>
    </w:p>
    <w:p w:rsidR="00C33D84" w:rsidRDefault="007039F4" w:rsidP="007039F4">
      <w:pPr>
        <w:numPr>
          <w:ilvl w:val="0"/>
          <w:numId w:val="4"/>
        </w:numPr>
      </w:pPr>
      <w:r>
        <w:t>rozplantowanie urobku na odkładzie,</w:t>
      </w:r>
    </w:p>
    <w:p w:rsidR="00C33D84" w:rsidRDefault="007039F4" w:rsidP="007039F4">
      <w:pPr>
        <w:numPr>
          <w:ilvl w:val="0"/>
          <w:numId w:val="4"/>
        </w:numPr>
      </w:pPr>
      <w:r>
        <w:t xml:space="preserve">profilowanie dna wykopu, rowów i skarp, </w:t>
      </w:r>
    </w:p>
    <w:p w:rsidR="00C33D84" w:rsidRDefault="007039F4" w:rsidP="007039F4">
      <w:pPr>
        <w:numPr>
          <w:ilvl w:val="0"/>
          <w:numId w:val="4"/>
        </w:numPr>
      </w:pPr>
      <w:r>
        <w:t>przeprowadzenie pomiarów i badań laboratoryjnych wymaganych w specyfikacji technicznej,</w:t>
      </w:r>
    </w:p>
    <w:p w:rsidR="00C33D84" w:rsidRDefault="007039F4" w:rsidP="007039F4">
      <w:pPr>
        <w:numPr>
          <w:ilvl w:val="0"/>
          <w:numId w:val="4"/>
        </w:numPr>
      </w:pPr>
      <w:r>
        <w:t>wykonanie, a następnie rozebranie dróg dojazdowych,</w:t>
      </w:r>
    </w:p>
    <w:p w:rsidR="00C33D84" w:rsidRDefault="007039F4" w:rsidP="007039F4">
      <w:pPr>
        <w:numPr>
          <w:ilvl w:val="0"/>
          <w:numId w:val="4"/>
        </w:numPr>
      </w:pPr>
      <w:r>
        <w:t>rekultywację terenu,</w:t>
      </w:r>
    </w:p>
    <w:p w:rsidR="00C33D84" w:rsidRDefault="007039F4" w:rsidP="007039F4">
      <w:pPr>
        <w:numPr>
          <w:ilvl w:val="0"/>
          <w:numId w:val="4"/>
        </w:numPr>
      </w:pPr>
      <w:r>
        <w:t>zapewnienie bezpieczeństwa prowadzonych robót.</w:t>
      </w:r>
      <w:r>
        <w:tab/>
      </w:r>
    </w:p>
    <w:p w:rsidR="00C33D84" w:rsidRDefault="007039F4">
      <w:pPr>
        <w:pStyle w:val="Nagwek1"/>
        <w:spacing w:before="240"/>
      </w:pPr>
      <w:bookmarkStart w:id="296" w:name="_Toc405780160"/>
      <w:bookmarkStart w:id="297" w:name="_Toc407161264"/>
      <w:bookmarkStart w:id="298" w:name="_Toc418994944"/>
      <w:bookmarkStart w:id="299" w:name="_Toc418996351"/>
      <w:bookmarkStart w:id="300" w:name="_Toc418996720"/>
      <w:bookmarkStart w:id="301" w:name="_Toc418997107"/>
      <w:bookmarkStart w:id="302" w:name="_Toc418998517"/>
      <w:bookmarkStart w:id="303" w:name="_Toc418998873"/>
      <w:bookmarkStart w:id="304" w:name="_Toc419000118"/>
      <w:r>
        <w:t>10. przepisy związane</w:t>
      </w:r>
      <w:bookmarkEnd w:id="296"/>
      <w:bookmarkEnd w:id="297"/>
      <w:bookmarkEnd w:id="298"/>
      <w:bookmarkEnd w:id="299"/>
      <w:bookmarkEnd w:id="300"/>
      <w:bookmarkEnd w:id="301"/>
      <w:bookmarkEnd w:id="302"/>
      <w:bookmarkEnd w:id="303"/>
      <w:bookmarkEnd w:id="304"/>
    </w:p>
    <w:p w:rsidR="00C33D84" w:rsidRDefault="007039F4">
      <w:r>
        <w:tab/>
        <w:t>Spis p</w:t>
      </w:r>
      <w:r w:rsidR="00C55316">
        <w:t xml:space="preserve">rzepisów związanych podano w </w:t>
      </w:r>
      <w:r>
        <w:t xml:space="preserve"> D-02.00.01 pkt 10.</w:t>
      </w:r>
    </w:p>
    <w:p w:rsidR="00C33D84" w:rsidRDefault="00C33D84"/>
    <w:p w:rsidR="00C33D84" w:rsidRDefault="00C33D84"/>
    <w:p w:rsidR="00C33D84" w:rsidRDefault="00C33D84"/>
    <w:p w:rsidR="00C33D84" w:rsidRDefault="00C33D84"/>
    <w:p w:rsidR="00C33D84" w:rsidRDefault="007039F4">
      <w:pPr>
        <w:jc w:val="center"/>
        <w:rPr>
          <w:sz w:val="24"/>
        </w:rPr>
      </w:pPr>
      <w:r>
        <w:br w:type="page"/>
      </w:r>
    </w:p>
    <w:p w:rsidR="00C33D84" w:rsidRDefault="00C33D84">
      <w:pPr>
        <w:jc w:val="center"/>
        <w:rPr>
          <w:sz w:val="24"/>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7039F4">
      <w:pPr>
        <w:jc w:val="center"/>
        <w:rPr>
          <w:b/>
          <w:sz w:val="28"/>
        </w:rPr>
      </w:pPr>
      <w:r>
        <w:rPr>
          <w:b/>
          <w:sz w:val="28"/>
        </w:rPr>
        <w:t>D - 02.03.01</w:t>
      </w:r>
    </w:p>
    <w:p w:rsidR="00C33D84" w:rsidRDefault="00C33D84">
      <w:pPr>
        <w:jc w:val="center"/>
        <w:rPr>
          <w:b/>
          <w:sz w:val="28"/>
        </w:rPr>
      </w:pPr>
    </w:p>
    <w:p w:rsidR="00C33D84" w:rsidRDefault="007039F4">
      <w:pPr>
        <w:jc w:val="center"/>
        <w:rPr>
          <w:b/>
          <w:sz w:val="28"/>
        </w:rPr>
      </w:pPr>
      <w:r>
        <w:rPr>
          <w:b/>
          <w:sz w:val="28"/>
        </w:rPr>
        <w:t>WYKONANIE NASYPÓW</w:t>
      </w: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C33D84">
      <w:pPr>
        <w:jc w:val="center"/>
        <w:rPr>
          <w:b/>
          <w:sz w:val="28"/>
        </w:rPr>
      </w:pPr>
    </w:p>
    <w:p w:rsidR="00C33D84" w:rsidRDefault="007039F4">
      <w:pPr>
        <w:jc w:val="center"/>
        <w:rPr>
          <w:b/>
          <w:sz w:val="28"/>
        </w:rPr>
      </w:pPr>
      <w:r>
        <w:br w:type="page"/>
      </w:r>
    </w:p>
    <w:p w:rsidR="00C33D84" w:rsidRDefault="00C33D84">
      <w:pPr>
        <w:jc w:val="center"/>
        <w:rPr>
          <w:b/>
          <w:sz w:val="28"/>
        </w:rPr>
      </w:pPr>
    </w:p>
    <w:p w:rsidR="00C33D84" w:rsidRDefault="00C33D84">
      <w:pPr>
        <w:jc w:val="center"/>
        <w:rPr>
          <w:b/>
          <w:sz w:val="28"/>
        </w:rPr>
      </w:pPr>
    </w:p>
    <w:p w:rsidR="00C33D84" w:rsidRDefault="00C33D84">
      <w:pPr>
        <w:spacing w:after="120"/>
      </w:pPr>
    </w:p>
    <w:p w:rsidR="00C33D84" w:rsidRDefault="00C55316">
      <w:pPr>
        <w:pStyle w:val="Nagwek1"/>
      </w:pPr>
      <w:bookmarkStart w:id="305" w:name="_Toc406295851"/>
      <w:bookmarkStart w:id="306" w:name="_Toc407161271"/>
      <w:bookmarkStart w:id="307" w:name="_Toc418994946"/>
      <w:bookmarkStart w:id="308" w:name="_Toc418996353"/>
      <w:bookmarkStart w:id="309" w:name="_Toc418996722"/>
      <w:bookmarkStart w:id="310" w:name="_Toc418997109"/>
      <w:bookmarkStart w:id="311" w:name="_Toc418998519"/>
      <w:bookmarkStart w:id="312" w:name="_Toc418998875"/>
      <w:bookmarkStart w:id="313" w:name="_Toc419000120"/>
      <w:r>
        <w:t>1</w:t>
      </w:r>
      <w:r w:rsidR="007039F4">
        <w:t>. materiały (grunty)</w:t>
      </w:r>
      <w:bookmarkEnd w:id="305"/>
      <w:bookmarkEnd w:id="306"/>
      <w:bookmarkEnd w:id="307"/>
      <w:bookmarkEnd w:id="308"/>
      <w:bookmarkEnd w:id="309"/>
      <w:bookmarkEnd w:id="310"/>
      <w:bookmarkEnd w:id="311"/>
      <w:bookmarkEnd w:id="312"/>
      <w:bookmarkEnd w:id="313"/>
    </w:p>
    <w:p w:rsidR="00C33D84" w:rsidRDefault="00C55316">
      <w:pPr>
        <w:pStyle w:val="Nagwek2"/>
      </w:pPr>
      <w:bookmarkStart w:id="314" w:name="_Toc406295852"/>
      <w:bookmarkStart w:id="315" w:name="_Toc407161272"/>
      <w:r>
        <w:t>1</w:t>
      </w:r>
      <w:r w:rsidR="007039F4">
        <w:t>.1. Ogólne wymagania dotyczące materiałów</w:t>
      </w:r>
      <w:bookmarkEnd w:id="314"/>
      <w:bookmarkEnd w:id="315"/>
    </w:p>
    <w:p w:rsidR="00C33D84" w:rsidRDefault="007039F4">
      <w:r>
        <w:tab/>
        <w:t>Ogólne wymagania dotyczące materiałów, ich pozyskiwania i składowania, podano</w:t>
      </w:r>
      <w:r w:rsidR="00C55316">
        <w:t xml:space="preserve"> w </w:t>
      </w:r>
      <w:r>
        <w:t xml:space="preserve"> D-02.00.01 pkt 2.</w:t>
      </w:r>
    </w:p>
    <w:p w:rsidR="00C33D84" w:rsidRDefault="00C55316">
      <w:pPr>
        <w:pStyle w:val="Nagwek2"/>
      </w:pPr>
      <w:bookmarkStart w:id="316" w:name="_Toc406295853"/>
      <w:bookmarkStart w:id="317" w:name="_Toc407161273"/>
      <w:r>
        <w:t>1</w:t>
      </w:r>
      <w:r w:rsidR="007039F4">
        <w:t xml:space="preserve">.2. </w:t>
      </w:r>
      <w:bookmarkEnd w:id="316"/>
      <w:bookmarkEnd w:id="317"/>
      <w:r w:rsidR="007039F4">
        <w:t>Grunty i materiały do nasypów</w:t>
      </w:r>
    </w:p>
    <w:p w:rsidR="00C33D84" w:rsidRDefault="007039F4">
      <w:r>
        <w:tab/>
        <w:t>Grunty i materiały dopuszczone do budowy nasypów powinny spełniać wymagania określone w PN-S-02205 :1998 [4].</w:t>
      </w:r>
    </w:p>
    <w:p w:rsidR="00C33D84" w:rsidRDefault="007039F4">
      <w:r>
        <w:tab/>
        <w:t>Grunty i materiały do budowy nasypów podaje tablica 1.</w:t>
      </w:r>
    </w:p>
    <w:p w:rsidR="00C33D84" w:rsidRDefault="00C33D84">
      <w:pPr>
        <w:spacing w:after="120"/>
      </w:pPr>
    </w:p>
    <w:p w:rsidR="00C33D84" w:rsidRDefault="007039F4">
      <w:pPr>
        <w:spacing w:after="120"/>
      </w:pPr>
      <w:r>
        <w:t>Tablica 1. Przydatność gruntów do wykonywania budowli ziemnych wg PN-S-02205 :1998 [4].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1941"/>
        <w:gridCol w:w="2252"/>
        <w:gridCol w:w="2252"/>
      </w:tblGrid>
      <w:tr w:rsidR="00C33D84">
        <w:tc>
          <w:tcPr>
            <w:tcW w:w="1063" w:type="dxa"/>
          </w:tcPr>
          <w:p w:rsidR="00C33D84" w:rsidRDefault="007039F4">
            <w:pPr>
              <w:spacing w:before="60"/>
              <w:jc w:val="center"/>
              <w:rPr>
                <w:sz w:val="16"/>
              </w:rPr>
            </w:pPr>
            <w:r>
              <w:rPr>
                <w:sz w:val="16"/>
              </w:rPr>
              <w:t>Przeznaczenie</w:t>
            </w:r>
          </w:p>
        </w:tc>
        <w:tc>
          <w:tcPr>
            <w:tcW w:w="1941" w:type="dxa"/>
          </w:tcPr>
          <w:p w:rsidR="00C33D84" w:rsidRDefault="007039F4">
            <w:pPr>
              <w:spacing w:before="60"/>
              <w:jc w:val="center"/>
              <w:rPr>
                <w:sz w:val="16"/>
              </w:rPr>
            </w:pPr>
            <w:r>
              <w:rPr>
                <w:sz w:val="16"/>
              </w:rPr>
              <w:t>Przydatne</w:t>
            </w:r>
          </w:p>
        </w:tc>
        <w:tc>
          <w:tcPr>
            <w:tcW w:w="2252" w:type="dxa"/>
          </w:tcPr>
          <w:p w:rsidR="00C33D84" w:rsidRDefault="007039F4">
            <w:pPr>
              <w:jc w:val="center"/>
              <w:rPr>
                <w:sz w:val="16"/>
              </w:rPr>
            </w:pPr>
            <w:r>
              <w:rPr>
                <w:sz w:val="16"/>
              </w:rPr>
              <w:t>Przydatne</w:t>
            </w:r>
          </w:p>
          <w:p w:rsidR="00C33D84" w:rsidRDefault="007039F4">
            <w:pPr>
              <w:jc w:val="center"/>
              <w:rPr>
                <w:sz w:val="16"/>
              </w:rPr>
            </w:pPr>
            <w:r>
              <w:rPr>
                <w:sz w:val="16"/>
              </w:rPr>
              <w:t>z zastrzeżeniami</w:t>
            </w:r>
          </w:p>
        </w:tc>
        <w:tc>
          <w:tcPr>
            <w:tcW w:w="2252" w:type="dxa"/>
            <w:tcBorders>
              <w:bottom w:val="nil"/>
            </w:tcBorders>
          </w:tcPr>
          <w:p w:rsidR="00C33D84" w:rsidRDefault="007039F4">
            <w:pPr>
              <w:jc w:val="center"/>
              <w:rPr>
                <w:sz w:val="16"/>
              </w:rPr>
            </w:pPr>
            <w:r>
              <w:rPr>
                <w:sz w:val="16"/>
              </w:rPr>
              <w:t>Treść</w:t>
            </w:r>
          </w:p>
          <w:p w:rsidR="00C33D84" w:rsidRDefault="007039F4">
            <w:pPr>
              <w:jc w:val="center"/>
              <w:rPr>
                <w:sz w:val="16"/>
              </w:rPr>
            </w:pPr>
            <w:r>
              <w:rPr>
                <w:sz w:val="16"/>
              </w:rPr>
              <w:t>zastrzeżenia</w:t>
            </w:r>
          </w:p>
        </w:tc>
      </w:tr>
      <w:tr w:rsidR="00C33D84">
        <w:tc>
          <w:tcPr>
            <w:tcW w:w="1063" w:type="dxa"/>
          </w:tcPr>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7039F4">
            <w:pPr>
              <w:spacing w:line="180" w:lineRule="exact"/>
              <w:jc w:val="left"/>
              <w:rPr>
                <w:sz w:val="16"/>
              </w:rPr>
            </w:pPr>
            <w:r>
              <w:rPr>
                <w:sz w:val="16"/>
              </w:rPr>
              <w:t>Na dolne warstwy nasypów poniżej strefy przemarzania</w:t>
            </w:r>
          </w:p>
        </w:tc>
        <w:tc>
          <w:tcPr>
            <w:tcW w:w="1941" w:type="dxa"/>
          </w:tcPr>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jc w:val="left"/>
              <w:rPr>
                <w:sz w:val="16"/>
              </w:rPr>
            </w:pPr>
          </w:p>
          <w:p w:rsidR="00C33D84" w:rsidRDefault="00C33D84">
            <w:pPr>
              <w:spacing w:line="180" w:lineRule="exact"/>
              <w:jc w:val="left"/>
              <w:rPr>
                <w:sz w:val="16"/>
              </w:rPr>
            </w:pPr>
          </w:p>
          <w:p w:rsidR="00C33D84" w:rsidRDefault="00C33D84">
            <w:pPr>
              <w:spacing w:line="180" w:lineRule="exact"/>
              <w:jc w:val="left"/>
              <w:rPr>
                <w:sz w:val="16"/>
              </w:rPr>
            </w:pPr>
          </w:p>
          <w:p w:rsidR="00C33D84" w:rsidRDefault="007039F4">
            <w:pPr>
              <w:spacing w:line="180" w:lineRule="exact"/>
              <w:jc w:val="left"/>
              <w:rPr>
                <w:sz w:val="16"/>
              </w:rPr>
            </w:pPr>
            <w:r>
              <w:rPr>
                <w:sz w:val="16"/>
              </w:rPr>
              <w:t>1. Rozdrobnione grunty skaliste twarde oraz grunty kamieniste, zwietrzelinowe, rumosze i otoczaki</w:t>
            </w:r>
          </w:p>
          <w:p w:rsidR="00C33D84" w:rsidRDefault="007039F4">
            <w:pPr>
              <w:spacing w:line="180" w:lineRule="exact"/>
              <w:jc w:val="left"/>
              <w:rPr>
                <w:sz w:val="16"/>
              </w:rPr>
            </w:pPr>
            <w:r>
              <w:rPr>
                <w:sz w:val="16"/>
              </w:rPr>
              <w:t>2. Żwiry i pospółki, również gliniaste</w:t>
            </w:r>
          </w:p>
          <w:p w:rsidR="00C33D84" w:rsidRDefault="007039F4">
            <w:pPr>
              <w:spacing w:line="180" w:lineRule="exact"/>
              <w:jc w:val="left"/>
              <w:rPr>
                <w:sz w:val="16"/>
              </w:rPr>
            </w:pPr>
            <w:r>
              <w:rPr>
                <w:sz w:val="16"/>
              </w:rPr>
              <w:t>3. Piaski grubo, średnio i drobnoziarniste, naturalne i łamane</w:t>
            </w:r>
          </w:p>
          <w:p w:rsidR="00C33D84" w:rsidRDefault="007039F4">
            <w:pPr>
              <w:spacing w:line="180" w:lineRule="exact"/>
              <w:jc w:val="left"/>
              <w:rPr>
                <w:sz w:val="16"/>
              </w:rPr>
            </w:pPr>
            <w:r>
              <w:rPr>
                <w:sz w:val="16"/>
              </w:rPr>
              <w:t>4. Piaski gliniaste z domieszką frakcji żwirowo-kamienistej (morenowe) o wskaźniku różnoziarnis-tości U</w:t>
            </w:r>
            <w:r>
              <w:rPr>
                <w:sz w:val="16"/>
              </w:rPr>
              <w:sym w:font="Symbol" w:char="F0B3"/>
            </w:r>
            <w:r>
              <w:rPr>
                <w:sz w:val="16"/>
              </w:rPr>
              <w:t>15</w:t>
            </w:r>
          </w:p>
          <w:p w:rsidR="00C33D84" w:rsidRDefault="007039F4">
            <w:pPr>
              <w:spacing w:line="180" w:lineRule="exact"/>
              <w:jc w:val="left"/>
              <w:rPr>
                <w:sz w:val="16"/>
              </w:rPr>
            </w:pPr>
            <w:r>
              <w:rPr>
                <w:sz w:val="16"/>
              </w:rPr>
              <w:t>5. Żużle wielkopiecowe i inne metalurgiczne ze starych zwałów (powyżej 5 lat)</w:t>
            </w:r>
          </w:p>
          <w:p w:rsidR="00C33D84" w:rsidRDefault="007039F4">
            <w:pPr>
              <w:spacing w:line="180" w:lineRule="exact"/>
              <w:jc w:val="left"/>
              <w:rPr>
                <w:sz w:val="16"/>
              </w:rPr>
            </w:pPr>
            <w:r>
              <w:rPr>
                <w:sz w:val="16"/>
              </w:rPr>
              <w:t>6. Łupki przywęgłowe przepalone</w:t>
            </w:r>
          </w:p>
          <w:p w:rsidR="00C33D84" w:rsidRDefault="007039F4">
            <w:pPr>
              <w:spacing w:line="180" w:lineRule="exact"/>
              <w:jc w:val="left"/>
              <w:rPr>
                <w:sz w:val="16"/>
              </w:rPr>
            </w:pPr>
            <w:r>
              <w:rPr>
                <w:sz w:val="16"/>
              </w:rPr>
              <w:t>7. Wysiewki kamienne o zawartości frakcji iłowej poniżej 2%</w:t>
            </w:r>
          </w:p>
        </w:tc>
        <w:tc>
          <w:tcPr>
            <w:tcW w:w="2252" w:type="dxa"/>
          </w:tcPr>
          <w:p w:rsidR="00C33D84" w:rsidRDefault="007039F4">
            <w:pPr>
              <w:spacing w:line="180" w:lineRule="exact"/>
              <w:jc w:val="left"/>
              <w:rPr>
                <w:sz w:val="16"/>
              </w:rPr>
            </w:pPr>
            <w:r>
              <w:rPr>
                <w:sz w:val="16"/>
              </w:rPr>
              <w:t>1. Rozdrobnione grunty skaliste miękkie</w:t>
            </w:r>
          </w:p>
          <w:p w:rsidR="00C33D84" w:rsidRDefault="00C33D84">
            <w:pPr>
              <w:spacing w:line="180" w:lineRule="exact"/>
              <w:jc w:val="left"/>
              <w:rPr>
                <w:sz w:val="16"/>
              </w:rPr>
            </w:pPr>
          </w:p>
          <w:p w:rsidR="00C33D84" w:rsidRDefault="007039F4">
            <w:pPr>
              <w:pBdr>
                <w:top w:val="single" w:sz="6" w:space="1" w:color="auto"/>
              </w:pBdr>
              <w:spacing w:line="180" w:lineRule="exact"/>
              <w:jc w:val="left"/>
              <w:rPr>
                <w:sz w:val="16"/>
              </w:rPr>
            </w:pPr>
            <w:r>
              <w:rPr>
                <w:sz w:val="16"/>
              </w:rPr>
              <w:t>2. Zwietrzeliny i rumosze gliniaste</w:t>
            </w:r>
          </w:p>
          <w:p w:rsidR="00C33D84" w:rsidRDefault="007039F4">
            <w:pPr>
              <w:spacing w:line="180" w:lineRule="exact"/>
              <w:jc w:val="left"/>
              <w:rPr>
                <w:sz w:val="16"/>
              </w:rPr>
            </w:pPr>
            <w:r>
              <w:rPr>
                <w:sz w:val="16"/>
              </w:rPr>
              <w:t>3. Piaski pylaste, piaski gliniaste, pyły piaszczyste i pyły</w:t>
            </w:r>
          </w:p>
          <w:p w:rsidR="00C33D84" w:rsidRDefault="007039F4">
            <w:pPr>
              <w:pBdr>
                <w:top w:val="single" w:sz="6" w:space="1" w:color="auto"/>
                <w:bottom w:val="single" w:sz="6" w:space="1" w:color="auto"/>
              </w:pBdr>
              <w:spacing w:line="180" w:lineRule="exact"/>
              <w:jc w:val="left"/>
              <w:rPr>
                <w:sz w:val="16"/>
              </w:rPr>
            </w:pPr>
            <w:r>
              <w:rPr>
                <w:sz w:val="16"/>
              </w:rPr>
              <w:t>4. Piaski próchniczne, z wyjątkiem pylastych piasków próchnicznych</w:t>
            </w:r>
          </w:p>
          <w:p w:rsidR="00C33D84" w:rsidRDefault="007039F4">
            <w:pPr>
              <w:pBdr>
                <w:bottom w:val="single" w:sz="6" w:space="1" w:color="auto"/>
                <w:between w:val="single" w:sz="6" w:space="1" w:color="auto"/>
              </w:pBdr>
              <w:spacing w:line="180" w:lineRule="exact"/>
              <w:jc w:val="left"/>
              <w:rPr>
                <w:sz w:val="16"/>
              </w:rPr>
            </w:pPr>
            <w:r>
              <w:rPr>
                <w:sz w:val="16"/>
              </w:rPr>
              <w:t>5. Gliny piaszczyste, gliny i gliny pylaste oraz inne o w</w:t>
            </w:r>
            <w:r>
              <w:rPr>
                <w:sz w:val="16"/>
                <w:vertAlign w:val="subscript"/>
              </w:rPr>
              <w:t>L</w:t>
            </w:r>
            <w:r>
              <w:rPr>
                <w:sz w:val="16"/>
              </w:rPr>
              <w:t xml:space="preserve">       </w:t>
            </w:r>
            <w:r>
              <w:rPr>
                <w:sz w:val="16"/>
              </w:rPr>
              <w:sym w:font="Symbol" w:char="F03C"/>
            </w:r>
            <w:r>
              <w:rPr>
                <w:sz w:val="16"/>
              </w:rPr>
              <w:t xml:space="preserve"> 35%</w:t>
            </w:r>
          </w:p>
          <w:p w:rsidR="00C33D84" w:rsidRDefault="007039F4">
            <w:pPr>
              <w:pBdr>
                <w:bottom w:val="single" w:sz="6" w:space="1" w:color="auto"/>
                <w:between w:val="single" w:sz="6" w:space="1" w:color="auto"/>
              </w:pBdr>
              <w:spacing w:line="180" w:lineRule="exact"/>
              <w:jc w:val="left"/>
              <w:rPr>
                <w:sz w:val="16"/>
              </w:rPr>
            </w:pPr>
            <w:r>
              <w:rPr>
                <w:sz w:val="16"/>
              </w:rPr>
              <w:t>6. Gliny piaszczyste zwięzłe, gliny zwięzłe i gliny pylaste zwięzłe oraz inne grunty o granicy płynności w</w:t>
            </w:r>
            <w:r>
              <w:rPr>
                <w:sz w:val="16"/>
                <w:vertAlign w:val="subscript"/>
              </w:rPr>
              <w:t>L</w:t>
            </w:r>
            <w:r>
              <w:rPr>
                <w:sz w:val="16"/>
              </w:rPr>
              <w:t xml:space="preserve"> od 35 do 60%</w:t>
            </w:r>
          </w:p>
          <w:p w:rsidR="00C33D84" w:rsidRDefault="007039F4">
            <w:pPr>
              <w:spacing w:line="180" w:lineRule="exact"/>
              <w:jc w:val="left"/>
              <w:rPr>
                <w:sz w:val="16"/>
              </w:rPr>
            </w:pPr>
            <w:r>
              <w:rPr>
                <w:sz w:val="16"/>
              </w:rPr>
              <w:t>7. Wysiewki kamienne gliniaste o zawartości frakcji iłowej ponad 2%</w:t>
            </w:r>
          </w:p>
          <w:p w:rsidR="00C33D84" w:rsidRDefault="00C33D84">
            <w:pPr>
              <w:spacing w:line="180" w:lineRule="exact"/>
              <w:jc w:val="left"/>
              <w:rPr>
                <w:sz w:val="16"/>
              </w:rPr>
            </w:pPr>
          </w:p>
          <w:p w:rsidR="00C33D84" w:rsidRDefault="00C33D84">
            <w:pPr>
              <w:spacing w:line="180" w:lineRule="exact"/>
              <w:jc w:val="left"/>
              <w:rPr>
                <w:sz w:val="16"/>
              </w:rPr>
            </w:pPr>
          </w:p>
          <w:p w:rsidR="00C33D84" w:rsidRDefault="007039F4">
            <w:pPr>
              <w:pBdr>
                <w:top w:val="single" w:sz="6" w:space="1" w:color="auto"/>
                <w:bottom w:val="single" w:sz="6" w:space="1" w:color="auto"/>
              </w:pBdr>
              <w:spacing w:line="180" w:lineRule="exact"/>
              <w:jc w:val="left"/>
              <w:rPr>
                <w:sz w:val="16"/>
              </w:rPr>
            </w:pPr>
            <w:r>
              <w:rPr>
                <w:sz w:val="16"/>
              </w:rPr>
              <w:t>8. Żużle wielkopiecowe i inne metalurgiczne z nowego studzenia (do 5 lat)</w:t>
            </w:r>
          </w:p>
          <w:p w:rsidR="00C33D84" w:rsidRDefault="007039F4">
            <w:pPr>
              <w:pStyle w:val="Tekstpodstawowy"/>
            </w:pPr>
            <w:r>
              <w:t>9. Iłołupki przywęglowe nieprzepalone</w:t>
            </w:r>
          </w:p>
          <w:p w:rsidR="00C33D84" w:rsidRDefault="00C33D84">
            <w:pPr>
              <w:spacing w:line="180" w:lineRule="exact"/>
              <w:jc w:val="left"/>
              <w:rPr>
                <w:sz w:val="16"/>
              </w:rPr>
            </w:pPr>
          </w:p>
          <w:p w:rsidR="00C33D84" w:rsidRDefault="007039F4">
            <w:pPr>
              <w:pBdr>
                <w:top w:val="single" w:sz="6" w:space="1" w:color="auto"/>
              </w:pBdr>
              <w:spacing w:line="180" w:lineRule="exact"/>
              <w:jc w:val="left"/>
              <w:rPr>
                <w:sz w:val="16"/>
              </w:rPr>
            </w:pPr>
            <w:r>
              <w:rPr>
                <w:sz w:val="16"/>
              </w:rPr>
              <w:t>10. Popioły lotne i mieszaniny popiołowo-żużlowe</w:t>
            </w:r>
          </w:p>
          <w:p w:rsidR="00C33D84" w:rsidRDefault="00C33D84">
            <w:pPr>
              <w:spacing w:line="180" w:lineRule="exact"/>
              <w:jc w:val="left"/>
              <w:rPr>
                <w:sz w:val="16"/>
              </w:rPr>
            </w:pPr>
          </w:p>
        </w:tc>
        <w:tc>
          <w:tcPr>
            <w:tcW w:w="2252" w:type="dxa"/>
            <w:tcBorders>
              <w:bottom w:val="single" w:sz="6" w:space="0" w:color="auto"/>
            </w:tcBorders>
          </w:tcPr>
          <w:p w:rsidR="00C33D84" w:rsidRDefault="007039F4">
            <w:pPr>
              <w:spacing w:line="180" w:lineRule="exact"/>
              <w:jc w:val="left"/>
              <w:rPr>
                <w:sz w:val="16"/>
              </w:rPr>
            </w:pPr>
            <w:r>
              <w:rPr>
                <w:sz w:val="16"/>
              </w:rPr>
              <w:lastRenderedPageBreak/>
              <w:t>- gdy pory w gruncie skalistym będą wypełnione gruntem lub materiałem drobnoziarnistym</w:t>
            </w:r>
          </w:p>
          <w:p w:rsidR="00C33D84" w:rsidRDefault="007039F4">
            <w:pPr>
              <w:pStyle w:val="Tekstpodstawowy22"/>
              <w:pBdr>
                <w:bottom w:val="none" w:sz="0" w:space="0" w:color="auto"/>
              </w:pBdr>
            </w:pPr>
            <w:r>
              <w:t>- gdy będą wbudowane w miejsca suche lub zabezpieczone od wód gruntowych i powierzchniowych</w:t>
            </w:r>
          </w:p>
          <w:p w:rsidR="00C33D84" w:rsidRDefault="007039F4">
            <w:pPr>
              <w:pBdr>
                <w:top w:val="single" w:sz="6" w:space="1" w:color="auto"/>
                <w:bottom w:val="single" w:sz="6" w:space="1" w:color="auto"/>
                <w:between w:val="single" w:sz="6" w:space="1" w:color="auto"/>
              </w:pBdr>
              <w:spacing w:line="180" w:lineRule="exact"/>
              <w:jc w:val="left"/>
              <w:rPr>
                <w:sz w:val="16"/>
              </w:rPr>
            </w:pPr>
            <w:r>
              <w:rPr>
                <w:sz w:val="16"/>
              </w:rPr>
              <w:t>- do nasypów nie wyższych niż 3 m, zabezpieczonych przed zawilgoceniem</w:t>
            </w:r>
          </w:p>
          <w:p w:rsidR="00C33D84" w:rsidRDefault="007039F4">
            <w:pPr>
              <w:pStyle w:val="Tekstpodstawowy"/>
            </w:pPr>
            <w:r>
              <w:t>- w miejscach suchych lub przejściowo zawilgoconych</w:t>
            </w:r>
          </w:p>
          <w:p w:rsidR="00C33D84" w:rsidRDefault="00C33D84">
            <w:pPr>
              <w:pBdr>
                <w:bottom w:val="single" w:sz="6" w:space="1" w:color="auto"/>
              </w:pBdr>
              <w:spacing w:line="180" w:lineRule="exact"/>
              <w:jc w:val="left"/>
              <w:rPr>
                <w:sz w:val="16"/>
              </w:rPr>
            </w:pPr>
          </w:p>
          <w:p w:rsidR="00C33D84" w:rsidRDefault="007039F4">
            <w:pPr>
              <w:spacing w:line="180" w:lineRule="exact"/>
              <w:jc w:val="left"/>
              <w:rPr>
                <w:sz w:val="16"/>
              </w:rPr>
            </w:pPr>
            <w:r>
              <w:rPr>
                <w:sz w:val="16"/>
              </w:rPr>
              <w:t>- do nasypów nie wyższych niż 3 m: zabezpieczonych przed zawilgoceniem lub po ulepszeniu spoiwami</w:t>
            </w:r>
          </w:p>
          <w:p w:rsidR="00C33D84" w:rsidRDefault="00C33D84">
            <w:pPr>
              <w:pBdr>
                <w:bottom w:val="single" w:sz="6" w:space="1" w:color="auto"/>
              </w:pBdr>
              <w:spacing w:line="180" w:lineRule="exact"/>
              <w:jc w:val="left"/>
              <w:rPr>
                <w:sz w:val="16"/>
              </w:rPr>
            </w:pPr>
          </w:p>
          <w:p w:rsidR="00C33D84" w:rsidRDefault="007039F4">
            <w:pPr>
              <w:spacing w:line="180" w:lineRule="exact"/>
              <w:jc w:val="left"/>
              <w:rPr>
                <w:sz w:val="16"/>
              </w:rPr>
            </w:pPr>
            <w:r>
              <w:rPr>
                <w:sz w:val="16"/>
              </w:rPr>
              <w:t>- gdy zwierciadło wody gruntowej znajduje się na głębokości większej od kapilarności biernej gruntu podłoża</w:t>
            </w:r>
          </w:p>
          <w:p w:rsidR="00C33D84" w:rsidRDefault="007039F4">
            <w:pPr>
              <w:pBdr>
                <w:top w:val="single" w:sz="6" w:space="1" w:color="auto"/>
                <w:bottom w:val="single" w:sz="6" w:space="1" w:color="auto"/>
                <w:between w:val="single" w:sz="6" w:space="1" w:color="auto"/>
              </w:pBdr>
              <w:spacing w:line="180" w:lineRule="exact"/>
              <w:jc w:val="left"/>
              <w:rPr>
                <w:sz w:val="16"/>
              </w:rPr>
            </w:pPr>
            <w:r>
              <w:rPr>
                <w:sz w:val="16"/>
              </w:rPr>
              <w:t>- o ograniczonej podatności na rozpad - łączne straty masy do 5%</w:t>
            </w:r>
          </w:p>
          <w:p w:rsidR="00C33D84" w:rsidRDefault="007039F4">
            <w:pPr>
              <w:pBdr>
                <w:bottom w:val="single" w:sz="6" w:space="1" w:color="auto"/>
                <w:between w:val="single" w:sz="6" w:space="1" w:color="auto"/>
              </w:pBdr>
              <w:spacing w:line="180" w:lineRule="exact"/>
              <w:jc w:val="left"/>
              <w:rPr>
                <w:sz w:val="16"/>
              </w:rPr>
            </w:pPr>
            <w:r>
              <w:rPr>
                <w:sz w:val="16"/>
              </w:rPr>
              <w:t>- gdy wolne przestrzenie zostaną wypełnione materiałem drobnoziarnistym</w:t>
            </w:r>
          </w:p>
          <w:p w:rsidR="00C33D84" w:rsidRDefault="007039F4">
            <w:pPr>
              <w:spacing w:line="180" w:lineRule="exact"/>
              <w:jc w:val="left"/>
              <w:rPr>
                <w:sz w:val="16"/>
              </w:rPr>
            </w:pPr>
            <w:r>
              <w:rPr>
                <w:sz w:val="16"/>
              </w:rPr>
              <w:t xml:space="preserve">- gdy zalegają w miejscach suchych lub są izolowane od </w:t>
            </w:r>
            <w:r>
              <w:rPr>
                <w:sz w:val="16"/>
              </w:rPr>
              <w:lastRenderedPageBreak/>
              <w:t>wody</w:t>
            </w:r>
          </w:p>
        </w:tc>
      </w:tr>
      <w:tr w:rsidR="00C33D84">
        <w:tc>
          <w:tcPr>
            <w:tcW w:w="1063" w:type="dxa"/>
          </w:tcPr>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C33D84">
            <w:pPr>
              <w:spacing w:line="180" w:lineRule="exact"/>
              <w:rPr>
                <w:sz w:val="16"/>
              </w:rPr>
            </w:pPr>
          </w:p>
          <w:p w:rsidR="00C33D84" w:rsidRDefault="007039F4">
            <w:pPr>
              <w:spacing w:line="180" w:lineRule="exact"/>
              <w:jc w:val="left"/>
              <w:rPr>
                <w:sz w:val="16"/>
              </w:rPr>
            </w:pPr>
            <w:r>
              <w:rPr>
                <w:sz w:val="16"/>
              </w:rPr>
              <w:t>Na górne warstwy na-</w:t>
            </w:r>
          </w:p>
          <w:p w:rsidR="00C33D84" w:rsidRDefault="007039F4">
            <w:pPr>
              <w:spacing w:line="180" w:lineRule="exact"/>
              <w:rPr>
                <w:sz w:val="16"/>
              </w:rPr>
            </w:pPr>
            <w:r>
              <w:rPr>
                <w:sz w:val="16"/>
              </w:rPr>
              <w:t>sypów w stre-</w:t>
            </w:r>
          </w:p>
          <w:p w:rsidR="00C33D84" w:rsidRDefault="007039F4">
            <w:pPr>
              <w:spacing w:line="180" w:lineRule="exact"/>
              <w:rPr>
                <w:sz w:val="16"/>
              </w:rPr>
            </w:pPr>
            <w:r>
              <w:rPr>
                <w:sz w:val="16"/>
              </w:rPr>
              <w:t>fie przemar-</w:t>
            </w:r>
          </w:p>
          <w:p w:rsidR="00C33D84" w:rsidRDefault="007039F4">
            <w:pPr>
              <w:spacing w:line="180" w:lineRule="exact"/>
              <w:rPr>
                <w:sz w:val="16"/>
              </w:rPr>
            </w:pPr>
            <w:r>
              <w:rPr>
                <w:sz w:val="16"/>
              </w:rPr>
              <w:t>zania</w:t>
            </w:r>
          </w:p>
        </w:tc>
        <w:tc>
          <w:tcPr>
            <w:tcW w:w="1941" w:type="dxa"/>
          </w:tcPr>
          <w:p w:rsidR="00C33D84" w:rsidRDefault="00C33D84">
            <w:pPr>
              <w:spacing w:line="180" w:lineRule="exact"/>
              <w:jc w:val="left"/>
              <w:rPr>
                <w:sz w:val="16"/>
              </w:rPr>
            </w:pPr>
          </w:p>
          <w:p w:rsidR="00C33D84" w:rsidRDefault="007039F4">
            <w:pPr>
              <w:spacing w:line="180" w:lineRule="exact"/>
              <w:jc w:val="left"/>
              <w:rPr>
                <w:sz w:val="16"/>
              </w:rPr>
            </w:pPr>
            <w:r>
              <w:rPr>
                <w:sz w:val="16"/>
              </w:rPr>
              <w:t>1. Żwiry i pospółki</w:t>
            </w:r>
          </w:p>
          <w:p w:rsidR="00C33D84" w:rsidRDefault="007039F4">
            <w:pPr>
              <w:spacing w:line="180" w:lineRule="exact"/>
              <w:jc w:val="left"/>
              <w:rPr>
                <w:sz w:val="16"/>
              </w:rPr>
            </w:pPr>
            <w:r>
              <w:rPr>
                <w:sz w:val="16"/>
              </w:rPr>
              <w:t>2. Piaski grubo i średnio-</w:t>
            </w:r>
          </w:p>
          <w:p w:rsidR="00C33D84" w:rsidRDefault="007039F4">
            <w:pPr>
              <w:spacing w:line="180" w:lineRule="exact"/>
              <w:jc w:val="left"/>
              <w:rPr>
                <w:sz w:val="16"/>
              </w:rPr>
            </w:pPr>
            <w:r>
              <w:rPr>
                <w:sz w:val="16"/>
              </w:rPr>
              <w:t>ziarniste</w:t>
            </w:r>
          </w:p>
          <w:p w:rsidR="00C33D84" w:rsidRDefault="007039F4">
            <w:pPr>
              <w:spacing w:line="180" w:lineRule="exact"/>
              <w:jc w:val="left"/>
              <w:rPr>
                <w:sz w:val="16"/>
              </w:rPr>
            </w:pPr>
            <w:r>
              <w:rPr>
                <w:sz w:val="16"/>
              </w:rPr>
              <w:t>3. Iłołupki przywęglowe przepalone zawierające mniej niż 15% ziarn mniej-</w:t>
            </w:r>
          </w:p>
          <w:p w:rsidR="00C33D84" w:rsidRDefault="007039F4">
            <w:pPr>
              <w:spacing w:line="180" w:lineRule="exact"/>
              <w:jc w:val="left"/>
              <w:rPr>
                <w:sz w:val="16"/>
              </w:rPr>
            </w:pPr>
            <w:r>
              <w:rPr>
                <w:sz w:val="16"/>
              </w:rPr>
              <w:t>szych od 0,075 mm</w:t>
            </w:r>
          </w:p>
          <w:p w:rsidR="00C33D84" w:rsidRDefault="007039F4">
            <w:pPr>
              <w:spacing w:line="180" w:lineRule="exact"/>
              <w:jc w:val="left"/>
              <w:rPr>
                <w:sz w:val="16"/>
              </w:rPr>
            </w:pPr>
            <w:r>
              <w:rPr>
                <w:sz w:val="16"/>
              </w:rPr>
              <w:t>4. Wysiewki kamienne o uziarnieniu odpowiadają-</w:t>
            </w:r>
          </w:p>
          <w:p w:rsidR="00C33D84" w:rsidRDefault="007039F4">
            <w:pPr>
              <w:spacing w:line="180" w:lineRule="exact"/>
              <w:jc w:val="left"/>
              <w:rPr>
                <w:sz w:val="16"/>
              </w:rPr>
            </w:pPr>
            <w:r>
              <w:rPr>
                <w:sz w:val="16"/>
              </w:rPr>
              <w:t>cym pospółkom lub żwirom</w:t>
            </w:r>
          </w:p>
        </w:tc>
        <w:tc>
          <w:tcPr>
            <w:tcW w:w="2252" w:type="dxa"/>
          </w:tcPr>
          <w:p w:rsidR="00C33D84" w:rsidRDefault="007039F4">
            <w:pPr>
              <w:spacing w:line="180" w:lineRule="exact"/>
              <w:jc w:val="left"/>
              <w:rPr>
                <w:sz w:val="16"/>
              </w:rPr>
            </w:pPr>
            <w:r>
              <w:rPr>
                <w:sz w:val="16"/>
              </w:rPr>
              <w:t>1. Żwiry i pospółki gliniaste</w:t>
            </w:r>
          </w:p>
          <w:p w:rsidR="00C33D84" w:rsidRDefault="007039F4">
            <w:pPr>
              <w:spacing w:line="180" w:lineRule="exact"/>
              <w:jc w:val="left"/>
              <w:rPr>
                <w:sz w:val="16"/>
              </w:rPr>
            </w:pPr>
            <w:r>
              <w:rPr>
                <w:sz w:val="16"/>
              </w:rPr>
              <w:t>2. Piaski pylaste i gliniaste</w:t>
            </w:r>
          </w:p>
          <w:p w:rsidR="00C33D84" w:rsidRDefault="007039F4">
            <w:pPr>
              <w:spacing w:line="180" w:lineRule="exact"/>
              <w:jc w:val="left"/>
              <w:rPr>
                <w:sz w:val="16"/>
              </w:rPr>
            </w:pPr>
            <w:r>
              <w:rPr>
                <w:sz w:val="16"/>
              </w:rPr>
              <w:t>3. Pyły piaszczyste i pyły</w:t>
            </w:r>
          </w:p>
          <w:p w:rsidR="00C33D84" w:rsidRDefault="007039F4">
            <w:pPr>
              <w:spacing w:line="180" w:lineRule="exact"/>
              <w:jc w:val="left"/>
              <w:rPr>
                <w:sz w:val="16"/>
              </w:rPr>
            </w:pPr>
            <w:r>
              <w:rPr>
                <w:sz w:val="16"/>
              </w:rPr>
              <w:t>4. Gliny o granicy płynności mniejszej niż 35%</w:t>
            </w:r>
          </w:p>
          <w:p w:rsidR="00C33D84" w:rsidRDefault="007039F4">
            <w:pPr>
              <w:spacing w:line="180" w:lineRule="exact"/>
              <w:jc w:val="left"/>
              <w:rPr>
                <w:sz w:val="16"/>
              </w:rPr>
            </w:pPr>
            <w:r>
              <w:rPr>
                <w:sz w:val="16"/>
              </w:rPr>
              <w:t>5. Mieszaniny popiołowo-żużlowe z węgla kamiennego</w:t>
            </w:r>
          </w:p>
          <w:p w:rsidR="00C33D84" w:rsidRDefault="007039F4">
            <w:pPr>
              <w:spacing w:line="180" w:lineRule="exact"/>
              <w:jc w:val="left"/>
              <w:rPr>
                <w:sz w:val="16"/>
              </w:rPr>
            </w:pPr>
            <w:r>
              <w:rPr>
                <w:sz w:val="16"/>
              </w:rPr>
              <w:t xml:space="preserve">6. Wysiewki kamienne gliniaste o zawartości frakcji iłowej </w:t>
            </w:r>
            <w:r>
              <w:rPr>
                <w:sz w:val="16"/>
              </w:rPr>
              <w:sym w:font="Symbol" w:char="F03E"/>
            </w:r>
            <w:r>
              <w:rPr>
                <w:sz w:val="16"/>
              </w:rPr>
              <w:t>2%</w:t>
            </w:r>
          </w:p>
          <w:p w:rsidR="00C33D84" w:rsidRDefault="007039F4">
            <w:pPr>
              <w:pBdr>
                <w:top w:val="single" w:sz="6" w:space="1" w:color="auto"/>
                <w:bottom w:val="single" w:sz="6" w:space="1" w:color="auto"/>
              </w:pBdr>
              <w:spacing w:line="180" w:lineRule="exact"/>
              <w:jc w:val="left"/>
              <w:rPr>
                <w:sz w:val="16"/>
              </w:rPr>
            </w:pPr>
            <w:r>
              <w:rPr>
                <w:sz w:val="16"/>
              </w:rPr>
              <w:t>7. Żużle wielkopiecowe i inne metalurgiczne</w:t>
            </w:r>
          </w:p>
          <w:p w:rsidR="00C33D84" w:rsidRDefault="007039F4">
            <w:pPr>
              <w:spacing w:line="180" w:lineRule="exact"/>
              <w:jc w:val="left"/>
              <w:rPr>
                <w:sz w:val="16"/>
              </w:rPr>
            </w:pPr>
            <w:r>
              <w:rPr>
                <w:sz w:val="16"/>
              </w:rPr>
              <w:t>8. Piaski drobnoziarniste</w:t>
            </w:r>
          </w:p>
        </w:tc>
        <w:tc>
          <w:tcPr>
            <w:tcW w:w="2252" w:type="dxa"/>
            <w:tcBorders>
              <w:top w:val="nil"/>
            </w:tcBorders>
          </w:tcPr>
          <w:p w:rsidR="00C33D84" w:rsidRDefault="00C33D84">
            <w:pPr>
              <w:spacing w:line="180" w:lineRule="exact"/>
              <w:jc w:val="left"/>
              <w:rPr>
                <w:sz w:val="16"/>
              </w:rPr>
            </w:pPr>
          </w:p>
          <w:p w:rsidR="00C33D84" w:rsidRDefault="00C33D84">
            <w:pPr>
              <w:spacing w:line="180" w:lineRule="exact"/>
              <w:jc w:val="left"/>
              <w:rPr>
                <w:sz w:val="16"/>
              </w:rPr>
            </w:pPr>
          </w:p>
          <w:p w:rsidR="00C33D84" w:rsidRDefault="00C33D84">
            <w:pPr>
              <w:spacing w:line="180" w:lineRule="exact"/>
              <w:jc w:val="left"/>
              <w:rPr>
                <w:sz w:val="16"/>
              </w:rPr>
            </w:pPr>
          </w:p>
          <w:p w:rsidR="00C33D84" w:rsidRDefault="007039F4">
            <w:pPr>
              <w:spacing w:line="180" w:lineRule="exact"/>
              <w:jc w:val="left"/>
              <w:rPr>
                <w:sz w:val="16"/>
              </w:rPr>
            </w:pPr>
            <w:r>
              <w:rPr>
                <w:sz w:val="16"/>
              </w:rPr>
              <w:t>- pod warunkiem ulepszenia tych gruntów spoiwami, takimi jak: cement, wapno, aktywne popioły itp.</w:t>
            </w:r>
          </w:p>
          <w:p w:rsidR="00C33D84" w:rsidRDefault="00C33D84">
            <w:pPr>
              <w:spacing w:line="180" w:lineRule="exact"/>
              <w:jc w:val="left"/>
              <w:rPr>
                <w:sz w:val="16"/>
              </w:rPr>
            </w:pPr>
          </w:p>
          <w:p w:rsidR="00C33D84" w:rsidRDefault="00C33D84">
            <w:pPr>
              <w:spacing w:line="180" w:lineRule="exact"/>
              <w:jc w:val="left"/>
              <w:rPr>
                <w:sz w:val="16"/>
              </w:rPr>
            </w:pPr>
          </w:p>
          <w:p w:rsidR="00C33D84" w:rsidRDefault="007039F4">
            <w:pPr>
              <w:pBdr>
                <w:top w:val="single" w:sz="6" w:space="1" w:color="auto"/>
              </w:pBdr>
              <w:spacing w:line="180" w:lineRule="exact"/>
              <w:jc w:val="left"/>
              <w:rPr>
                <w:sz w:val="16"/>
              </w:rPr>
            </w:pPr>
            <w:r>
              <w:rPr>
                <w:sz w:val="16"/>
              </w:rPr>
              <w:t>- drobnoziarniste i  nierozpado-</w:t>
            </w:r>
          </w:p>
          <w:p w:rsidR="00C33D84" w:rsidRDefault="007039F4">
            <w:pPr>
              <w:pBdr>
                <w:bottom w:val="single" w:sz="6" w:space="1" w:color="auto"/>
              </w:pBdr>
              <w:spacing w:line="180" w:lineRule="exact"/>
              <w:jc w:val="left"/>
              <w:rPr>
                <w:sz w:val="16"/>
              </w:rPr>
            </w:pPr>
            <w:r>
              <w:rPr>
                <w:sz w:val="16"/>
              </w:rPr>
              <w:t>we: straty masy do 1%</w:t>
            </w:r>
          </w:p>
          <w:p w:rsidR="00C33D84" w:rsidRDefault="007039F4">
            <w:pPr>
              <w:spacing w:line="180" w:lineRule="exact"/>
              <w:jc w:val="left"/>
              <w:rPr>
                <w:sz w:val="16"/>
              </w:rPr>
            </w:pPr>
            <w:r>
              <w:rPr>
                <w:sz w:val="16"/>
              </w:rPr>
              <w:t>- o wskaźniku nośności w</w:t>
            </w:r>
            <w:r>
              <w:rPr>
                <w:sz w:val="16"/>
                <w:vertAlign w:val="subscript"/>
              </w:rPr>
              <w:t>noś</w:t>
            </w:r>
            <w:r>
              <w:rPr>
                <w:sz w:val="16"/>
              </w:rPr>
              <w:sym w:font="Symbol" w:char="F0B3"/>
            </w:r>
            <w:r>
              <w:rPr>
                <w:sz w:val="16"/>
              </w:rPr>
              <w:t>10</w:t>
            </w:r>
          </w:p>
        </w:tc>
      </w:tr>
      <w:tr w:rsidR="00C33D84">
        <w:tc>
          <w:tcPr>
            <w:tcW w:w="1063" w:type="dxa"/>
          </w:tcPr>
          <w:p w:rsidR="00C33D84" w:rsidRDefault="007039F4">
            <w:pPr>
              <w:spacing w:line="180" w:lineRule="exact"/>
              <w:jc w:val="left"/>
              <w:rPr>
                <w:sz w:val="16"/>
              </w:rPr>
            </w:pPr>
            <w:r>
              <w:rPr>
                <w:sz w:val="16"/>
              </w:rPr>
              <w:t>W wykopach i miejscach zerowych do głębokości przemarzania</w:t>
            </w:r>
          </w:p>
        </w:tc>
        <w:tc>
          <w:tcPr>
            <w:tcW w:w="1941" w:type="dxa"/>
          </w:tcPr>
          <w:p w:rsidR="00C33D84" w:rsidRDefault="00C33D84">
            <w:pPr>
              <w:spacing w:line="180" w:lineRule="exact"/>
              <w:rPr>
                <w:sz w:val="16"/>
              </w:rPr>
            </w:pPr>
          </w:p>
          <w:p w:rsidR="00C33D84" w:rsidRDefault="00C33D84">
            <w:pPr>
              <w:spacing w:line="180" w:lineRule="exact"/>
              <w:rPr>
                <w:sz w:val="16"/>
              </w:rPr>
            </w:pPr>
          </w:p>
          <w:p w:rsidR="00C33D84" w:rsidRDefault="007039F4">
            <w:pPr>
              <w:spacing w:line="180" w:lineRule="exact"/>
              <w:rPr>
                <w:sz w:val="16"/>
              </w:rPr>
            </w:pPr>
            <w:r>
              <w:rPr>
                <w:sz w:val="16"/>
              </w:rPr>
              <w:t>Grunty niewysadzinowe</w:t>
            </w:r>
          </w:p>
        </w:tc>
        <w:tc>
          <w:tcPr>
            <w:tcW w:w="2252" w:type="dxa"/>
          </w:tcPr>
          <w:p w:rsidR="00C33D84" w:rsidRDefault="00C33D84">
            <w:pPr>
              <w:spacing w:line="180" w:lineRule="exact"/>
              <w:jc w:val="left"/>
              <w:rPr>
                <w:sz w:val="16"/>
              </w:rPr>
            </w:pPr>
          </w:p>
          <w:p w:rsidR="00C33D84" w:rsidRDefault="00C33D84">
            <w:pPr>
              <w:spacing w:line="180" w:lineRule="exact"/>
              <w:jc w:val="left"/>
              <w:rPr>
                <w:sz w:val="16"/>
              </w:rPr>
            </w:pPr>
          </w:p>
          <w:p w:rsidR="00C33D84" w:rsidRDefault="007039F4">
            <w:pPr>
              <w:spacing w:line="180" w:lineRule="exact"/>
              <w:jc w:val="left"/>
              <w:rPr>
                <w:sz w:val="16"/>
              </w:rPr>
            </w:pPr>
            <w:r>
              <w:rPr>
                <w:sz w:val="16"/>
              </w:rPr>
              <w:t>Grunty wątpliwe i wysadzinowe</w:t>
            </w:r>
          </w:p>
        </w:tc>
        <w:tc>
          <w:tcPr>
            <w:tcW w:w="2252" w:type="dxa"/>
          </w:tcPr>
          <w:p w:rsidR="00C33D84" w:rsidRDefault="00C33D84">
            <w:pPr>
              <w:spacing w:line="180" w:lineRule="exact"/>
              <w:jc w:val="left"/>
              <w:rPr>
                <w:sz w:val="16"/>
              </w:rPr>
            </w:pPr>
          </w:p>
          <w:p w:rsidR="00C33D84" w:rsidRDefault="007039F4">
            <w:pPr>
              <w:spacing w:line="180" w:lineRule="exact"/>
              <w:jc w:val="left"/>
              <w:rPr>
                <w:sz w:val="16"/>
              </w:rPr>
            </w:pPr>
            <w:r>
              <w:rPr>
                <w:sz w:val="16"/>
              </w:rPr>
              <w:t>- gdy są ulepszane spoiwami (cementem, wapnem, aktywnymi popiołami itp.)</w:t>
            </w:r>
          </w:p>
        </w:tc>
      </w:tr>
    </w:tbl>
    <w:p w:rsidR="00C33D84" w:rsidRDefault="00C55316">
      <w:pPr>
        <w:pStyle w:val="Nagwek1"/>
      </w:pPr>
      <w:bookmarkStart w:id="318" w:name="_Toc406295857"/>
      <w:bookmarkStart w:id="319" w:name="_Toc407161277"/>
      <w:bookmarkStart w:id="320" w:name="_Toc418994947"/>
      <w:bookmarkStart w:id="321" w:name="_Toc418996354"/>
      <w:bookmarkStart w:id="322" w:name="_Toc418996723"/>
      <w:bookmarkStart w:id="323" w:name="_Toc418997110"/>
      <w:bookmarkStart w:id="324" w:name="_Toc418998520"/>
      <w:bookmarkStart w:id="325" w:name="_Toc418998876"/>
      <w:bookmarkStart w:id="326" w:name="_Toc419000121"/>
      <w:r>
        <w:t>2</w:t>
      </w:r>
      <w:r w:rsidR="007039F4">
        <w:t>. sprzęt</w:t>
      </w:r>
      <w:bookmarkEnd w:id="318"/>
      <w:bookmarkEnd w:id="319"/>
      <w:bookmarkEnd w:id="320"/>
      <w:bookmarkEnd w:id="321"/>
      <w:bookmarkEnd w:id="322"/>
      <w:bookmarkEnd w:id="323"/>
      <w:bookmarkEnd w:id="324"/>
      <w:bookmarkEnd w:id="325"/>
      <w:bookmarkEnd w:id="326"/>
    </w:p>
    <w:p w:rsidR="00C33D84" w:rsidRDefault="00C55316">
      <w:pPr>
        <w:pStyle w:val="Nagwek2"/>
      </w:pPr>
      <w:bookmarkStart w:id="327" w:name="_Toc406295858"/>
      <w:bookmarkStart w:id="328" w:name="_Toc407161278"/>
      <w:r>
        <w:t>2</w:t>
      </w:r>
      <w:r w:rsidR="007039F4">
        <w:t>.1. Ogólne wymagania dotyczące sprzętu</w:t>
      </w:r>
      <w:bookmarkEnd w:id="327"/>
      <w:bookmarkEnd w:id="328"/>
    </w:p>
    <w:p w:rsidR="00C33D84" w:rsidRDefault="007039F4">
      <w:r>
        <w:tab/>
        <w:t>Ogólne wymagania i ustalenia d</w:t>
      </w:r>
      <w:r w:rsidR="00C55316">
        <w:t>otyczące sprzętu określono w</w:t>
      </w:r>
      <w:r>
        <w:t xml:space="preserve"> D-02.00.01           pkt 3.</w:t>
      </w:r>
    </w:p>
    <w:p w:rsidR="00C33D84" w:rsidRDefault="00C55316">
      <w:pPr>
        <w:pStyle w:val="Nagwek2"/>
      </w:pPr>
      <w:bookmarkStart w:id="329" w:name="_Toc406295859"/>
      <w:bookmarkStart w:id="330" w:name="_Toc407161279"/>
      <w:r>
        <w:t>2</w:t>
      </w:r>
      <w:r w:rsidR="007039F4">
        <w:t>.2. Dobór sprzętu zagęszczającego</w:t>
      </w:r>
      <w:bookmarkEnd w:id="329"/>
      <w:bookmarkEnd w:id="330"/>
    </w:p>
    <w:p w:rsidR="00C33D84" w:rsidRDefault="007039F4">
      <w:r>
        <w:tab/>
        <w:t>W tablicy 2 podano, dla różnych rodzajów gruntów, orientacyjne dane przy doborze sprzętu zagęszczającego. Sprzęt do zagęszczania powinien być zatwierdzony przez Inżyniera.</w:t>
      </w:r>
    </w:p>
    <w:p w:rsidR="00C33D84" w:rsidRDefault="007039F4">
      <w:pPr>
        <w:spacing w:before="120" w:after="120"/>
      </w:pPr>
      <w:r>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71"/>
        <w:gridCol w:w="993"/>
        <w:gridCol w:w="708"/>
        <w:gridCol w:w="851"/>
        <w:gridCol w:w="850"/>
        <w:gridCol w:w="851"/>
        <w:gridCol w:w="850"/>
        <w:gridCol w:w="709"/>
      </w:tblGrid>
      <w:tr w:rsidR="00C33D84">
        <w:trPr>
          <w:cantSplit/>
          <w:trHeight w:val="283"/>
        </w:trPr>
        <w:tc>
          <w:tcPr>
            <w:tcW w:w="1771" w:type="dxa"/>
            <w:tcBorders>
              <w:bottom w:val="nil"/>
            </w:tcBorders>
          </w:tcPr>
          <w:p w:rsidR="00C33D84" w:rsidRDefault="00C33D84">
            <w:pPr>
              <w:pStyle w:val="StylIwony"/>
              <w:spacing w:before="0" w:after="0"/>
              <w:jc w:val="left"/>
              <w:rPr>
                <w:rFonts w:ascii="Times New Roman" w:hAnsi="Times New Roman"/>
                <w:sz w:val="16"/>
              </w:rPr>
            </w:pPr>
            <w:bookmarkStart w:id="331" w:name="_Toc406295860"/>
          </w:p>
          <w:p w:rsidR="00C33D84" w:rsidRDefault="00C33D84">
            <w:pPr>
              <w:pStyle w:val="StylIwony"/>
              <w:spacing w:before="0" w:after="0"/>
              <w:jc w:val="center"/>
              <w:rPr>
                <w:rFonts w:ascii="Times New Roman" w:hAnsi="Times New Roman"/>
                <w:sz w:val="16"/>
              </w:rPr>
            </w:pPr>
          </w:p>
        </w:tc>
        <w:tc>
          <w:tcPr>
            <w:tcW w:w="5103" w:type="dxa"/>
            <w:gridSpan w:val="6"/>
            <w:tcBorders>
              <w:bottom w:val="single" w:sz="6" w:space="0" w:color="auto"/>
              <w:right w:val="single" w:sz="6" w:space="0" w:color="auto"/>
            </w:tcBorders>
          </w:tcPr>
          <w:p w:rsidR="00C33D84" w:rsidRDefault="007039F4">
            <w:pPr>
              <w:pStyle w:val="StylIwony"/>
              <w:spacing w:before="60" w:after="0"/>
              <w:jc w:val="center"/>
              <w:rPr>
                <w:rFonts w:ascii="Times New Roman" w:hAnsi="Times New Roman"/>
                <w:sz w:val="16"/>
              </w:rPr>
            </w:pPr>
            <w:r>
              <w:rPr>
                <w:rFonts w:ascii="Times New Roman" w:hAnsi="Times New Roman"/>
                <w:sz w:val="16"/>
              </w:rPr>
              <w:t>Rodzaje gruntu</w:t>
            </w:r>
          </w:p>
        </w:tc>
        <w:tc>
          <w:tcPr>
            <w:tcW w:w="709" w:type="dxa"/>
            <w:tcBorders>
              <w:top w:val="single" w:sz="6" w:space="0" w:color="auto"/>
              <w:left w:val="single" w:sz="6" w:space="0" w:color="auto"/>
              <w:bottom w:val="nil"/>
              <w:right w:val="single" w:sz="6" w:space="0" w:color="auto"/>
            </w:tcBorders>
          </w:tcPr>
          <w:p w:rsidR="00C33D84" w:rsidRDefault="00C33D84">
            <w:pPr>
              <w:pStyle w:val="StylIwony"/>
              <w:spacing w:before="0" w:after="0"/>
              <w:rPr>
                <w:rFonts w:ascii="Times New Roman" w:hAnsi="Times New Roman"/>
                <w:sz w:val="16"/>
              </w:rPr>
            </w:pPr>
          </w:p>
        </w:tc>
      </w:tr>
      <w:tr w:rsidR="00C33D84">
        <w:trPr>
          <w:cantSplit/>
          <w:trHeight w:val="180"/>
        </w:trPr>
        <w:tc>
          <w:tcPr>
            <w:tcW w:w="1771" w:type="dxa"/>
            <w:tcBorders>
              <w:top w:val="nil"/>
              <w:bottom w:val="nil"/>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Rodzaje</w:t>
            </w:r>
          </w:p>
          <w:p w:rsidR="00C33D84" w:rsidRDefault="007039F4">
            <w:pPr>
              <w:pStyle w:val="StylIwony"/>
              <w:spacing w:before="0" w:after="0"/>
              <w:jc w:val="center"/>
              <w:rPr>
                <w:rFonts w:ascii="Times New Roman" w:hAnsi="Times New Roman"/>
                <w:sz w:val="16"/>
              </w:rPr>
            </w:pPr>
            <w:r>
              <w:rPr>
                <w:rFonts w:ascii="Times New Roman" w:hAnsi="Times New Roman"/>
                <w:sz w:val="16"/>
              </w:rPr>
              <w:t>urządzeń</w:t>
            </w:r>
          </w:p>
        </w:tc>
        <w:tc>
          <w:tcPr>
            <w:tcW w:w="1701" w:type="dxa"/>
            <w:gridSpan w:val="2"/>
            <w:tcBorders>
              <w:top w:val="single" w:sz="6" w:space="0" w:color="auto"/>
              <w:bottom w:val="nil"/>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niespoiste: piaski, żwiry, pospółki</w:t>
            </w:r>
          </w:p>
        </w:tc>
        <w:tc>
          <w:tcPr>
            <w:tcW w:w="1701" w:type="dxa"/>
            <w:gridSpan w:val="2"/>
            <w:tcBorders>
              <w:top w:val="single" w:sz="6" w:space="0" w:color="auto"/>
            </w:tcBorders>
          </w:tcPr>
          <w:p w:rsidR="00C33D84" w:rsidRDefault="007039F4">
            <w:pPr>
              <w:pStyle w:val="StylIwony"/>
              <w:spacing w:before="60" w:after="0"/>
              <w:jc w:val="center"/>
              <w:rPr>
                <w:rFonts w:ascii="Times New Roman" w:hAnsi="Times New Roman"/>
                <w:sz w:val="16"/>
              </w:rPr>
            </w:pPr>
            <w:r>
              <w:rPr>
                <w:rFonts w:ascii="Times New Roman" w:hAnsi="Times New Roman"/>
                <w:sz w:val="16"/>
              </w:rPr>
              <w:t>spoiste: pyły gliny, iły</w:t>
            </w:r>
          </w:p>
        </w:tc>
        <w:tc>
          <w:tcPr>
            <w:tcW w:w="1701" w:type="dxa"/>
            <w:gridSpan w:val="2"/>
            <w:tcBorders>
              <w:top w:val="single" w:sz="6" w:space="0" w:color="auto"/>
              <w:bottom w:val="single" w:sz="6" w:space="0" w:color="auto"/>
              <w:right w:val="nil"/>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 xml:space="preserve">gruboziarniste </w:t>
            </w:r>
          </w:p>
          <w:p w:rsidR="00C33D84" w:rsidRDefault="007039F4">
            <w:pPr>
              <w:pStyle w:val="StylIwony"/>
              <w:spacing w:before="0" w:after="0"/>
              <w:jc w:val="center"/>
              <w:rPr>
                <w:rFonts w:ascii="Times New Roman" w:hAnsi="Times New Roman"/>
                <w:sz w:val="16"/>
              </w:rPr>
            </w:pPr>
            <w:r>
              <w:rPr>
                <w:rFonts w:ascii="Times New Roman" w:hAnsi="Times New Roman"/>
                <w:sz w:val="16"/>
              </w:rPr>
              <w:t>i kamieniste</w:t>
            </w:r>
          </w:p>
        </w:tc>
        <w:tc>
          <w:tcPr>
            <w:tcW w:w="709" w:type="dxa"/>
            <w:tcBorders>
              <w:top w:val="nil"/>
              <w:left w:val="single" w:sz="6" w:space="0" w:color="auto"/>
              <w:bottom w:val="nil"/>
              <w:right w:val="single" w:sz="6" w:space="0" w:color="auto"/>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Uwagi o przydat-</w:t>
            </w:r>
          </w:p>
        </w:tc>
      </w:tr>
      <w:tr w:rsidR="00C33D84">
        <w:trPr>
          <w:cantSplit/>
        </w:trPr>
        <w:tc>
          <w:tcPr>
            <w:tcW w:w="1771" w:type="dxa"/>
            <w:tcBorders>
              <w:top w:val="nil"/>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zagęszczających</w:t>
            </w:r>
          </w:p>
        </w:tc>
        <w:tc>
          <w:tcPr>
            <w:tcW w:w="993" w:type="dxa"/>
            <w:tcBorders>
              <w:top w:val="single" w:sz="6" w:space="0" w:color="auto"/>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grubość warstwy</w:t>
            </w:r>
          </w:p>
          <w:p w:rsidR="00C33D84" w:rsidRDefault="007039F4">
            <w:pPr>
              <w:pStyle w:val="StylIwony"/>
              <w:spacing w:before="0" w:after="0"/>
              <w:jc w:val="center"/>
              <w:rPr>
                <w:rFonts w:ascii="Times New Roman" w:hAnsi="Times New Roman"/>
                <w:sz w:val="16"/>
              </w:rPr>
            </w:pPr>
            <w:r>
              <w:rPr>
                <w:rFonts w:ascii="Times New Roman" w:hAnsi="Times New Roman"/>
                <w:sz w:val="16"/>
              </w:rPr>
              <w:t>[ m ]</w:t>
            </w:r>
          </w:p>
        </w:tc>
        <w:tc>
          <w:tcPr>
            <w:tcW w:w="708" w:type="dxa"/>
            <w:tcBorders>
              <w:top w:val="single" w:sz="6" w:space="0" w:color="auto"/>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liczba przejść</w:t>
            </w:r>
          </w:p>
          <w:p w:rsidR="00C33D84" w:rsidRDefault="007039F4">
            <w:pPr>
              <w:pStyle w:val="StylIwony"/>
              <w:spacing w:before="0" w:after="0"/>
              <w:jc w:val="center"/>
              <w:rPr>
                <w:rFonts w:ascii="Times New Roman" w:hAnsi="Times New Roman"/>
                <w:sz w:val="16"/>
                <w:vertAlign w:val="superscript"/>
              </w:rPr>
            </w:pPr>
            <w:r>
              <w:rPr>
                <w:rFonts w:ascii="Times New Roman" w:hAnsi="Times New Roman"/>
                <w:sz w:val="16"/>
              </w:rPr>
              <w:t>n ***</w:t>
            </w:r>
          </w:p>
        </w:tc>
        <w:tc>
          <w:tcPr>
            <w:tcW w:w="851" w:type="dxa"/>
          </w:tcPr>
          <w:p w:rsidR="00C33D84" w:rsidRDefault="007039F4">
            <w:pPr>
              <w:pStyle w:val="StylIwony"/>
              <w:spacing w:before="0" w:after="0"/>
              <w:jc w:val="center"/>
              <w:rPr>
                <w:rFonts w:ascii="Times New Roman" w:hAnsi="Times New Roman"/>
                <w:sz w:val="16"/>
              </w:rPr>
            </w:pPr>
            <w:r>
              <w:rPr>
                <w:rFonts w:ascii="Times New Roman" w:hAnsi="Times New Roman"/>
                <w:sz w:val="16"/>
              </w:rPr>
              <w:t>grubość warstwy</w:t>
            </w:r>
          </w:p>
          <w:p w:rsidR="00C33D84" w:rsidRDefault="007039F4">
            <w:pPr>
              <w:pStyle w:val="StylIwony"/>
              <w:spacing w:before="0" w:after="0"/>
              <w:jc w:val="center"/>
              <w:rPr>
                <w:rFonts w:ascii="Times New Roman" w:hAnsi="Times New Roman"/>
                <w:sz w:val="16"/>
              </w:rPr>
            </w:pPr>
            <w:r>
              <w:rPr>
                <w:rFonts w:ascii="Times New Roman" w:hAnsi="Times New Roman"/>
                <w:sz w:val="16"/>
              </w:rPr>
              <w:t>[ m ]</w:t>
            </w:r>
          </w:p>
        </w:tc>
        <w:tc>
          <w:tcPr>
            <w:tcW w:w="850" w:type="dxa"/>
          </w:tcPr>
          <w:p w:rsidR="00C33D84" w:rsidRDefault="007039F4">
            <w:pPr>
              <w:pStyle w:val="StylIwony"/>
              <w:spacing w:before="0" w:after="0"/>
              <w:jc w:val="center"/>
              <w:rPr>
                <w:rFonts w:ascii="Times New Roman" w:hAnsi="Times New Roman"/>
                <w:sz w:val="16"/>
              </w:rPr>
            </w:pPr>
            <w:r>
              <w:rPr>
                <w:rFonts w:ascii="Times New Roman" w:hAnsi="Times New Roman"/>
                <w:sz w:val="16"/>
              </w:rPr>
              <w:t>liczba przejść</w:t>
            </w:r>
          </w:p>
          <w:p w:rsidR="00C33D84" w:rsidRDefault="007039F4">
            <w:pPr>
              <w:pStyle w:val="StylIwony"/>
              <w:spacing w:before="0" w:after="0"/>
              <w:jc w:val="center"/>
              <w:rPr>
                <w:rFonts w:ascii="Times New Roman" w:hAnsi="Times New Roman"/>
                <w:sz w:val="16"/>
              </w:rPr>
            </w:pPr>
            <w:r>
              <w:rPr>
                <w:rFonts w:ascii="Times New Roman" w:hAnsi="Times New Roman"/>
                <w:sz w:val="16"/>
              </w:rPr>
              <w:t>n ***</w:t>
            </w:r>
          </w:p>
        </w:tc>
        <w:tc>
          <w:tcPr>
            <w:tcW w:w="851" w:type="dxa"/>
          </w:tcPr>
          <w:p w:rsidR="00C33D84" w:rsidRDefault="007039F4">
            <w:pPr>
              <w:pStyle w:val="StylIwony"/>
              <w:spacing w:before="0" w:after="0"/>
              <w:jc w:val="center"/>
              <w:rPr>
                <w:rFonts w:ascii="Times New Roman" w:hAnsi="Times New Roman"/>
                <w:sz w:val="16"/>
              </w:rPr>
            </w:pPr>
            <w:r>
              <w:rPr>
                <w:rFonts w:ascii="Times New Roman" w:hAnsi="Times New Roman"/>
                <w:sz w:val="16"/>
              </w:rPr>
              <w:t>grubość warstwy</w:t>
            </w:r>
          </w:p>
          <w:p w:rsidR="00C33D84" w:rsidRDefault="007039F4">
            <w:pPr>
              <w:pStyle w:val="StylIwony"/>
              <w:spacing w:before="0" w:after="0"/>
              <w:jc w:val="center"/>
              <w:rPr>
                <w:rFonts w:ascii="Times New Roman" w:hAnsi="Times New Roman"/>
                <w:sz w:val="16"/>
              </w:rPr>
            </w:pPr>
            <w:r>
              <w:rPr>
                <w:rFonts w:ascii="Times New Roman" w:hAnsi="Times New Roman"/>
                <w:sz w:val="16"/>
              </w:rPr>
              <w:t>[ m ]</w:t>
            </w:r>
          </w:p>
        </w:tc>
        <w:tc>
          <w:tcPr>
            <w:tcW w:w="850" w:type="dxa"/>
            <w:tcBorders>
              <w:right w:val="nil"/>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liczba przejść</w:t>
            </w:r>
          </w:p>
          <w:p w:rsidR="00C33D84" w:rsidRDefault="007039F4">
            <w:pPr>
              <w:pStyle w:val="StylIwony"/>
              <w:spacing w:before="0" w:after="0"/>
              <w:jc w:val="center"/>
              <w:rPr>
                <w:rFonts w:ascii="Times New Roman" w:hAnsi="Times New Roman"/>
                <w:sz w:val="16"/>
                <w:vertAlign w:val="superscript"/>
              </w:rPr>
            </w:pPr>
            <w:r>
              <w:rPr>
                <w:rFonts w:ascii="Times New Roman" w:hAnsi="Times New Roman"/>
                <w:sz w:val="16"/>
              </w:rPr>
              <w:t>n ***</w:t>
            </w:r>
          </w:p>
        </w:tc>
        <w:tc>
          <w:tcPr>
            <w:tcW w:w="709" w:type="dxa"/>
            <w:tcBorders>
              <w:top w:val="nil"/>
              <w:left w:val="single" w:sz="6" w:space="0" w:color="auto"/>
              <w:bottom w:val="single" w:sz="6" w:space="0" w:color="auto"/>
              <w:right w:val="single" w:sz="6" w:space="0" w:color="auto"/>
            </w:tcBorders>
          </w:tcPr>
          <w:p w:rsidR="00C33D84" w:rsidRDefault="007039F4">
            <w:pPr>
              <w:pStyle w:val="StylIwony"/>
              <w:spacing w:before="0" w:after="0"/>
              <w:jc w:val="center"/>
              <w:rPr>
                <w:rFonts w:ascii="Times New Roman" w:hAnsi="Times New Roman"/>
                <w:sz w:val="16"/>
              </w:rPr>
            </w:pPr>
            <w:r>
              <w:rPr>
                <w:rFonts w:ascii="Times New Roman" w:hAnsi="Times New Roman"/>
                <w:sz w:val="16"/>
              </w:rPr>
              <w:t>ności maszyn</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 xml:space="preserve">Walce statyczne </w:t>
            </w:r>
          </w:p>
          <w:p w:rsidR="00C33D84" w:rsidRDefault="007039F4">
            <w:pPr>
              <w:pStyle w:val="StylIwony"/>
              <w:spacing w:before="0" w:after="0"/>
              <w:jc w:val="left"/>
              <w:rPr>
                <w:rFonts w:ascii="Times New Roman" w:hAnsi="Times New Roman"/>
                <w:sz w:val="16"/>
              </w:rPr>
            </w:pPr>
            <w:r>
              <w:rPr>
                <w:rFonts w:ascii="Times New Roman" w:hAnsi="Times New Roman"/>
                <w:sz w:val="16"/>
              </w:rPr>
              <w:t xml:space="preserve"> gładkie *</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0,1 do 0,2</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0,1 do 0,2</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Borders>
              <w:right w:val="single" w:sz="6" w:space="0" w:color="auto"/>
            </w:tcBorders>
          </w:tcPr>
          <w:p w:rsidR="00C33D84" w:rsidRDefault="007039F4">
            <w:pPr>
              <w:pStyle w:val="StylIwony"/>
              <w:spacing w:before="60" w:after="0"/>
              <w:jc w:val="center"/>
              <w:rPr>
                <w:rFonts w:ascii="Times New Roman" w:hAnsi="Times New Roman"/>
                <w:sz w:val="16"/>
              </w:rPr>
            </w:pPr>
            <w:r>
              <w:rPr>
                <w:rFonts w:ascii="Times New Roman" w:hAnsi="Times New Roman"/>
                <w:sz w:val="16"/>
              </w:rPr>
              <w:t>4 do 8</w:t>
            </w:r>
          </w:p>
        </w:tc>
        <w:tc>
          <w:tcPr>
            <w:tcW w:w="709" w:type="dxa"/>
            <w:tcBorders>
              <w:top w:val="nil"/>
              <w:left w:val="single" w:sz="6" w:space="0" w:color="auto"/>
              <w:right w:val="single" w:sz="6" w:space="0" w:color="auto"/>
            </w:tcBorders>
          </w:tcPr>
          <w:p w:rsidR="00C33D84" w:rsidRDefault="007039F4">
            <w:pPr>
              <w:pStyle w:val="StylIwony"/>
              <w:spacing w:before="60" w:after="0"/>
              <w:jc w:val="center"/>
              <w:rPr>
                <w:rFonts w:ascii="Times New Roman" w:hAnsi="Times New Roman"/>
                <w:sz w:val="16"/>
              </w:rPr>
            </w:pPr>
            <w:r>
              <w:rPr>
                <w:rFonts w:ascii="Times New Roman" w:hAnsi="Times New Roman"/>
                <w:sz w:val="16"/>
              </w:rPr>
              <w:t>1)</w:t>
            </w:r>
          </w:p>
        </w:tc>
      </w:tr>
      <w:tr w:rsidR="00C33D84">
        <w:tc>
          <w:tcPr>
            <w:tcW w:w="1771" w:type="dxa"/>
          </w:tcPr>
          <w:p w:rsidR="00C33D84" w:rsidRDefault="007039F4">
            <w:pPr>
              <w:pStyle w:val="StylIwony"/>
              <w:spacing w:before="0" w:after="0"/>
              <w:jc w:val="left"/>
              <w:rPr>
                <w:rFonts w:ascii="Times New Roman" w:hAnsi="Times New Roman"/>
                <w:sz w:val="16"/>
                <w:vertAlign w:val="superscript"/>
              </w:rPr>
            </w:pPr>
            <w:r>
              <w:rPr>
                <w:rFonts w:ascii="Times New Roman" w:hAnsi="Times New Roman"/>
                <w:sz w:val="16"/>
              </w:rPr>
              <w:t>Walce statyczne okołkowane *</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8 do 12</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8 do 12</w:t>
            </w:r>
          </w:p>
        </w:tc>
        <w:tc>
          <w:tcPr>
            <w:tcW w:w="709" w:type="dxa"/>
            <w:tcBorders>
              <w:right w:val="single" w:sz="6" w:space="0" w:color="auto"/>
            </w:tcBorders>
          </w:tcPr>
          <w:p w:rsidR="00C33D84" w:rsidRDefault="007039F4">
            <w:pPr>
              <w:pStyle w:val="StylIwony"/>
              <w:spacing w:before="60" w:after="0"/>
              <w:jc w:val="center"/>
              <w:rPr>
                <w:rFonts w:ascii="Times New Roman" w:hAnsi="Times New Roman"/>
                <w:sz w:val="16"/>
              </w:rPr>
            </w:pPr>
            <w:r>
              <w:rPr>
                <w:rFonts w:ascii="Times New Roman" w:hAnsi="Times New Roman"/>
                <w:sz w:val="16"/>
              </w:rPr>
              <w:t>2)</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Walce statyczne ogumione *</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0,5</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6 do 8</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6 do 10</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w:t>
            </w:r>
          </w:p>
        </w:tc>
        <w:tc>
          <w:tcPr>
            <w:tcW w:w="709"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3)</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 xml:space="preserve">Walce wibracyjne gładkie ** </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0,4 do 0,7</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3 do 4</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0,3 do 0,6</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3 do 5</w:t>
            </w:r>
          </w:p>
        </w:tc>
        <w:tc>
          <w:tcPr>
            <w:tcW w:w="709"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4)</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Walce wibracyjne okołkowane **</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0,3 do 0,6</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3 do 6</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6 do 10</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6 do 10</w:t>
            </w:r>
          </w:p>
        </w:tc>
        <w:tc>
          <w:tcPr>
            <w:tcW w:w="709"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5)</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 xml:space="preserve">Zagęszczarki </w:t>
            </w:r>
          </w:p>
          <w:p w:rsidR="00C33D84" w:rsidRDefault="007039F4">
            <w:pPr>
              <w:pStyle w:val="StylIwony"/>
              <w:spacing w:before="0" w:after="0"/>
              <w:jc w:val="left"/>
              <w:rPr>
                <w:rFonts w:ascii="Times New Roman" w:hAnsi="Times New Roman"/>
                <w:sz w:val="16"/>
              </w:rPr>
            </w:pPr>
            <w:r>
              <w:rPr>
                <w:rFonts w:ascii="Times New Roman" w:hAnsi="Times New Roman"/>
                <w:sz w:val="16"/>
              </w:rPr>
              <w:t>wibracyjne **</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0,3 do 0,5</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0,5</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4 do 8</w:t>
            </w:r>
          </w:p>
        </w:tc>
        <w:tc>
          <w:tcPr>
            <w:tcW w:w="709"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6)</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Ubijaki szybkouderzające</w:t>
            </w:r>
          </w:p>
        </w:tc>
        <w:tc>
          <w:tcPr>
            <w:tcW w:w="993"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0,4</w:t>
            </w:r>
          </w:p>
        </w:tc>
        <w:tc>
          <w:tcPr>
            <w:tcW w:w="708"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2 do4</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0,1 do 0,3</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3 do 5</w:t>
            </w:r>
          </w:p>
        </w:tc>
        <w:tc>
          <w:tcPr>
            <w:tcW w:w="851"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3 do 4</w:t>
            </w:r>
          </w:p>
        </w:tc>
        <w:tc>
          <w:tcPr>
            <w:tcW w:w="709" w:type="dxa"/>
          </w:tcPr>
          <w:p w:rsidR="00C33D84" w:rsidRDefault="007039F4">
            <w:pPr>
              <w:pStyle w:val="StylIwony"/>
              <w:spacing w:before="60" w:after="0"/>
              <w:jc w:val="center"/>
              <w:rPr>
                <w:rFonts w:ascii="Times New Roman" w:hAnsi="Times New Roman"/>
                <w:sz w:val="16"/>
              </w:rPr>
            </w:pPr>
            <w:r>
              <w:rPr>
                <w:rFonts w:ascii="Times New Roman" w:hAnsi="Times New Roman"/>
                <w:sz w:val="16"/>
              </w:rPr>
              <w:t>6)</w:t>
            </w:r>
          </w:p>
        </w:tc>
      </w:tr>
      <w:tr w:rsidR="00C33D84">
        <w:tc>
          <w:tcPr>
            <w:tcW w:w="1771" w:type="dxa"/>
          </w:tcPr>
          <w:p w:rsidR="00C33D84" w:rsidRDefault="007039F4">
            <w:pPr>
              <w:pStyle w:val="StylIwony"/>
              <w:spacing w:before="0" w:after="0"/>
              <w:jc w:val="left"/>
              <w:rPr>
                <w:rFonts w:ascii="Times New Roman" w:hAnsi="Times New Roman"/>
                <w:sz w:val="16"/>
              </w:rPr>
            </w:pPr>
            <w:r>
              <w:rPr>
                <w:rFonts w:ascii="Times New Roman" w:hAnsi="Times New Roman"/>
                <w:sz w:val="16"/>
              </w:rPr>
              <w:t xml:space="preserve">Ubijaki o masie od 1 do </w:t>
            </w:r>
            <w:r>
              <w:rPr>
                <w:rFonts w:ascii="Times New Roman" w:hAnsi="Times New Roman"/>
                <w:sz w:val="16"/>
              </w:rPr>
              <w:lastRenderedPageBreak/>
              <w:t>10 Mg zrzucane z wysokości od 5 do 10 m</w:t>
            </w:r>
          </w:p>
        </w:tc>
        <w:tc>
          <w:tcPr>
            <w:tcW w:w="993" w:type="dxa"/>
          </w:tcPr>
          <w:p w:rsidR="00C33D84" w:rsidRDefault="00C33D84">
            <w:pPr>
              <w:pStyle w:val="StylIwony"/>
              <w:spacing w:before="0" w:after="0"/>
              <w:jc w:val="center"/>
              <w:rPr>
                <w:rFonts w:ascii="Times New Roman" w:hAnsi="Times New Roman"/>
                <w:sz w:val="16"/>
              </w:rPr>
            </w:pPr>
          </w:p>
          <w:p w:rsidR="00C33D84" w:rsidRDefault="007039F4">
            <w:pPr>
              <w:pStyle w:val="StylIwony"/>
              <w:spacing w:before="0" w:after="0"/>
              <w:jc w:val="center"/>
              <w:rPr>
                <w:rFonts w:ascii="Times New Roman" w:hAnsi="Times New Roman"/>
                <w:sz w:val="16"/>
              </w:rPr>
            </w:pPr>
            <w:r>
              <w:rPr>
                <w:rFonts w:ascii="Times New Roman" w:hAnsi="Times New Roman"/>
                <w:sz w:val="16"/>
              </w:rPr>
              <w:lastRenderedPageBreak/>
              <w:t>2,0 do 8,0</w:t>
            </w:r>
          </w:p>
        </w:tc>
        <w:tc>
          <w:tcPr>
            <w:tcW w:w="708" w:type="dxa"/>
          </w:tcPr>
          <w:p w:rsidR="00C33D84" w:rsidRDefault="007039F4">
            <w:pPr>
              <w:pStyle w:val="StylIwony"/>
              <w:spacing w:before="0" w:after="0"/>
              <w:jc w:val="center"/>
              <w:rPr>
                <w:rFonts w:ascii="Times New Roman" w:hAnsi="Times New Roman"/>
                <w:sz w:val="16"/>
              </w:rPr>
            </w:pPr>
            <w:r>
              <w:rPr>
                <w:rFonts w:ascii="Times New Roman" w:hAnsi="Times New Roman"/>
                <w:sz w:val="16"/>
              </w:rPr>
              <w:lastRenderedPageBreak/>
              <w:t xml:space="preserve">4 do 10 </w:t>
            </w:r>
            <w:r>
              <w:rPr>
                <w:rFonts w:ascii="Times New Roman" w:hAnsi="Times New Roman"/>
                <w:sz w:val="16"/>
              </w:rPr>
              <w:lastRenderedPageBreak/>
              <w:t>uderzeń w punkt</w:t>
            </w:r>
          </w:p>
        </w:tc>
        <w:tc>
          <w:tcPr>
            <w:tcW w:w="851" w:type="dxa"/>
          </w:tcPr>
          <w:p w:rsidR="00C33D84" w:rsidRDefault="00C33D84">
            <w:pPr>
              <w:pStyle w:val="StylIwony"/>
              <w:spacing w:before="0" w:after="0"/>
              <w:jc w:val="center"/>
              <w:rPr>
                <w:rFonts w:ascii="Times New Roman" w:hAnsi="Times New Roman"/>
                <w:sz w:val="16"/>
              </w:rPr>
            </w:pPr>
          </w:p>
          <w:p w:rsidR="00C33D84" w:rsidRDefault="007039F4">
            <w:pPr>
              <w:pStyle w:val="StylIwony"/>
              <w:spacing w:before="0" w:after="0"/>
              <w:jc w:val="center"/>
              <w:rPr>
                <w:rFonts w:ascii="Times New Roman" w:hAnsi="Times New Roman"/>
                <w:sz w:val="16"/>
              </w:rPr>
            </w:pPr>
            <w:r>
              <w:rPr>
                <w:rFonts w:ascii="Times New Roman" w:hAnsi="Times New Roman"/>
                <w:sz w:val="16"/>
              </w:rPr>
              <w:lastRenderedPageBreak/>
              <w:t>1,0 do 4,0</w:t>
            </w:r>
          </w:p>
        </w:tc>
        <w:tc>
          <w:tcPr>
            <w:tcW w:w="850" w:type="dxa"/>
          </w:tcPr>
          <w:p w:rsidR="00C33D84" w:rsidRDefault="007039F4">
            <w:pPr>
              <w:pStyle w:val="StylIwony"/>
              <w:spacing w:before="0" w:after="0"/>
              <w:jc w:val="center"/>
              <w:rPr>
                <w:rFonts w:ascii="Times New Roman" w:hAnsi="Times New Roman"/>
                <w:sz w:val="16"/>
              </w:rPr>
            </w:pPr>
            <w:r>
              <w:rPr>
                <w:rFonts w:ascii="Times New Roman" w:hAnsi="Times New Roman"/>
                <w:sz w:val="16"/>
              </w:rPr>
              <w:lastRenderedPageBreak/>
              <w:t xml:space="preserve">3 do 6 </w:t>
            </w:r>
            <w:r>
              <w:rPr>
                <w:rFonts w:ascii="Times New Roman" w:hAnsi="Times New Roman"/>
                <w:sz w:val="16"/>
              </w:rPr>
              <w:lastRenderedPageBreak/>
              <w:t>uderzeń w punkt</w:t>
            </w:r>
          </w:p>
        </w:tc>
        <w:tc>
          <w:tcPr>
            <w:tcW w:w="851" w:type="dxa"/>
          </w:tcPr>
          <w:p w:rsidR="00C33D84" w:rsidRDefault="00C33D84">
            <w:pPr>
              <w:pStyle w:val="StylIwony"/>
              <w:spacing w:before="0" w:after="0"/>
              <w:jc w:val="center"/>
              <w:rPr>
                <w:rFonts w:ascii="Times New Roman" w:hAnsi="Times New Roman"/>
                <w:sz w:val="16"/>
              </w:rPr>
            </w:pPr>
          </w:p>
          <w:p w:rsidR="00C33D84" w:rsidRDefault="007039F4">
            <w:pPr>
              <w:pStyle w:val="StylIwony"/>
              <w:spacing w:before="0" w:after="0"/>
              <w:jc w:val="center"/>
              <w:rPr>
                <w:rFonts w:ascii="Times New Roman" w:hAnsi="Times New Roman"/>
                <w:sz w:val="16"/>
              </w:rPr>
            </w:pPr>
            <w:r>
              <w:rPr>
                <w:rFonts w:ascii="Times New Roman" w:hAnsi="Times New Roman"/>
                <w:sz w:val="16"/>
              </w:rPr>
              <w:lastRenderedPageBreak/>
              <w:t>1,0 do 5,0</w:t>
            </w:r>
          </w:p>
        </w:tc>
        <w:tc>
          <w:tcPr>
            <w:tcW w:w="850" w:type="dxa"/>
          </w:tcPr>
          <w:p w:rsidR="00C33D84" w:rsidRDefault="007039F4">
            <w:pPr>
              <w:pStyle w:val="StylIwony"/>
              <w:spacing w:before="0" w:after="0"/>
              <w:jc w:val="center"/>
              <w:rPr>
                <w:rFonts w:ascii="Times New Roman" w:hAnsi="Times New Roman"/>
                <w:sz w:val="16"/>
              </w:rPr>
            </w:pPr>
            <w:r>
              <w:rPr>
                <w:rFonts w:ascii="Times New Roman" w:hAnsi="Times New Roman"/>
                <w:sz w:val="16"/>
              </w:rPr>
              <w:lastRenderedPageBreak/>
              <w:t xml:space="preserve">3 do 6 </w:t>
            </w:r>
            <w:r>
              <w:rPr>
                <w:rFonts w:ascii="Times New Roman" w:hAnsi="Times New Roman"/>
                <w:sz w:val="16"/>
              </w:rPr>
              <w:lastRenderedPageBreak/>
              <w:t>uderzeń w punkt</w:t>
            </w:r>
          </w:p>
        </w:tc>
        <w:tc>
          <w:tcPr>
            <w:tcW w:w="709" w:type="dxa"/>
          </w:tcPr>
          <w:p w:rsidR="00C33D84" w:rsidRDefault="00C33D84">
            <w:pPr>
              <w:pStyle w:val="StylIwony"/>
              <w:spacing w:before="0" w:after="0"/>
              <w:jc w:val="center"/>
              <w:rPr>
                <w:rFonts w:ascii="Times New Roman" w:hAnsi="Times New Roman"/>
                <w:sz w:val="16"/>
              </w:rPr>
            </w:pPr>
          </w:p>
        </w:tc>
      </w:tr>
    </w:tbl>
    <w:p w:rsidR="00C33D84" w:rsidRDefault="007039F4">
      <w:pPr>
        <w:pStyle w:val="StylIwony"/>
        <w:spacing w:before="0" w:after="0"/>
        <w:rPr>
          <w:rFonts w:ascii="Times New Roman" w:hAnsi="Times New Roman"/>
          <w:sz w:val="20"/>
        </w:rPr>
      </w:pPr>
      <w:r>
        <w:rPr>
          <w:rFonts w:ascii="Times New Roman" w:hAnsi="Times New Roman"/>
          <w:sz w:val="20"/>
        </w:rPr>
        <w:lastRenderedPageBreak/>
        <w:t>*) Walce statyczne są mało przydatne w gruntach kamienistych.</w:t>
      </w:r>
    </w:p>
    <w:p w:rsidR="00C33D84" w:rsidRDefault="007039F4">
      <w:pPr>
        <w:pStyle w:val="StylIwony"/>
        <w:spacing w:before="0" w:after="0"/>
        <w:rPr>
          <w:rFonts w:ascii="Times New Roman" w:hAnsi="Times New Roman"/>
          <w:sz w:val="20"/>
        </w:rPr>
      </w:pPr>
      <w:r>
        <w:rPr>
          <w:rFonts w:ascii="Times New Roman" w:hAnsi="Times New Roman"/>
          <w:sz w:val="20"/>
        </w:rPr>
        <w:t xml:space="preserve">**) Wibracyjnie należy zagęszczać warstwy grubości </w:t>
      </w:r>
      <w:r>
        <w:rPr>
          <w:rFonts w:ascii="Times New Roman" w:hAnsi="Times New Roman"/>
          <w:sz w:val="20"/>
        </w:rPr>
        <w:sym w:font="Symbol" w:char="F0B3"/>
      </w:r>
      <w:r>
        <w:rPr>
          <w:rFonts w:ascii="Times New Roman" w:hAnsi="Times New Roman"/>
          <w:sz w:val="20"/>
        </w:rPr>
        <w:t xml:space="preserve"> 15 cm, cieńsze warstwy należy zagęszczać statycznie.</w:t>
      </w:r>
    </w:p>
    <w:p w:rsidR="00C33D84" w:rsidRDefault="007039F4">
      <w:pPr>
        <w:pStyle w:val="StylIwony"/>
        <w:spacing w:before="0" w:after="0"/>
        <w:rPr>
          <w:rFonts w:ascii="Times New Roman" w:hAnsi="Times New Roman"/>
          <w:sz w:val="20"/>
        </w:rPr>
      </w:pPr>
      <w:r>
        <w:rPr>
          <w:rFonts w:ascii="Times New Roman" w:hAnsi="Times New Roman"/>
          <w:sz w:val="20"/>
        </w:rPr>
        <w:t>***) Wartości orientacyjne, właściwe należy ustalić na odcinku doświadczalnym.</w:t>
      </w:r>
    </w:p>
    <w:p w:rsidR="00C33D84" w:rsidRDefault="007039F4">
      <w:pPr>
        <w:pStyle w:val="StylIwony"/>
        <w:spacing w:before="0" w:after="0"/>
        <w:rPr>
          <w:rFonts w:ascii="Times New Roman" w:hAnsi="Times New Roman"/>
          <w:sz w:val="20"/>
        </w:rPr>
      </w:pPr>
      <w:r>
        <w:rPr>
          <w:rFonts w:ascii="Times New Roman" w:hAnsi="Times New Roman"/>
          <w:sz w:val="20"/>
        </w:rPr>
        <w:t>Uwagi: 1) Do zagęszczania górnych warstw podłoża. Zalecane do codziennego wygładzania (przywałowania) gruntów spoistych w miejscu pobrania i w nasypie.</w:t>
      </w:r>
    </w:p>
    <w:p w:rsidR="00C33D84" w:rsidRDefault="007039F4">
      <w:pPr>
        <w:pStyle w:val="StylIwony"/>
        <w:spacing w:before="0" w:after="0"/>
        <w:rPr>
          <w:rFonts w:ascii="Times New Roman" w:hAnsi="Times New Roman"/>
          <w:sz w:val="20"/>
        </w:rPr>
      </w:pPr>
      <w:r>
        <w:rPr>
          <w:rFonts w:ascii="Times New Roman" w:hAnsi="Times New Roman"/>
          <w:sz w:val="20"/>
        </w:rPr>
        <w:t>2) Nie nadają się do gruntów nawodnionych.</w:t>
      </w:r>
    </w:p>
    <w:p w:rsidR="00C33D84" w:rsidRDefault="007039F4">
      <w:pPr>
        <w:pStyle w:val="StylIwony"/>
        <w:spacing w:before="0" w:after="0"/>
        <w:rPr>
          <w:rFonts w:ascii="Times New Roman" w:hAnsi="Times New Roman"/>
          <w:sz w:val="20"/>
        </w:rPr>
      </w:pPr>
      <w:r>
        <w:rPr>
          <w:rFonts w:ascii="Times New Roman" w:hAnsi="Times New Roman"/>
          <w:sz w:val="20"/>
        </w:rPr>
        <w:t>3) Mało przydatne w gruntach spoistych.</w:t>
      </w:r>
    </w:p>
    <w:p w:rsidR="00C33D84" w:rsidRDefault="007039F4">
      <w:pPr>
        <w:pStyle w:val="StylIwony"/>
        <w:spacing w:before="0" w:after="0"/>
        <w:rPr>
          <w:rFonts w:ascii="Times New Roman" w:hAnsi="Times New Roman"/>
          <w:sz w:val="20"/>
        </w:rPr>
      </w:pPr>
      <w:r>
        <w:rPr>
          <w:rFonts w:ascii="Times New Roman" w:hAnsi="Times New Roman"/>
          <w:sz w:val="20"/>
        </w:rPr>
        <w:t>4) Do gruntów spoistych przydatne są walce średnie i ciężkie, do gruntów kamienistych -  walce bardzo ciężkie.</w:t>
      </w:r>
    </w:p>
    <w:p w:rsidR="00C33D84" w:rsidRDefault="007039F4">
      <w:pPr>
        <w:pStyle w:val="StylIwony"/>
        <w:spacing w:before="0" w:after="0"/>
        <w:rPr>
          <w:rFonts w:ascii="Times New Roman" w:hAnsi="Times New Roman"/>
          <w:sz w:val="20"/>
        </w:rPr>
      </w:pPr>
      <w:r>
        <w:rPr>
          <w:rFonts w:ascii="Times New Roman" w:hAnsi="Times New Roman"/>
          <w:sz w:val="20"/>
        </w:rPr>
        <w:t>5) Zalecane do piasków pylastych i gliniastych, pospółek gliniastych i glin piaszczystych.</w:t>
      </w:r>
    </w:p>
    <w:p w:rsidR="00C33D84" w:rsidRDefault="007039F4">
      <w:pPr>
        <w:pStyle w:val="StylIwony"/>
        <w:spacing w:before="0" w:after="0"/>
        <w:rPr>
          <w:rFonts w:ascii="Times New Roman" w:hAnsi="Times New Roman"/>
          <w:sz w:val="20"/>
        </w:rPr>
      </w:pPr>
      <w:r>
        <w:rPr>
          <w:rFonts w:ascii="Times New Roman" w:hAnsi="Times New Roman"/>
          <w:sz w:val="20"/>
        </w:rPr>
        <w:t>6) Zalecane do zasypek wąskich przekopów</w:t>
      </w:r>
    </w:p>
    <w:p w:rsidR="00C33D84" w:rsidRDefault="00C55316">
      <w:pPr>
        <w:pStyle w:val="Nagwek1"/>
      </w:pPr>
      <w:bookmarkStart w:id="332" w:name="_Toc407161280"/>
      <w:bookmarkStart w:id="333" w:name="_Toc418994948"/>
      <w:bookmarkStart w:id="334" w:name="_Toc418996355"/>
      <w:bookmarkStart w:id="335" w:name="_Toc418996724"/>
      <w:bookmarkStart w:id="336" w:name="_Toc418997111"/>
      <w:bookmarkStart w:id="337" w:name="_Toc418998521"/>
      <w:bookmarkStart w:id="338" w:name="_Toc418998877"/>
      <w:bookmarkStart w:id="339" w:name="_Toc419000122"/>
      <w:r>
        <w:t>3</w:t>
      </w:r>
      <w:r w:rsidR="007039F4">
        <w:t>. transport</w:t>
      </w:r>
      <w:bookmarkEnd w:id="331"/>
      <w:bookmarkEnd w:id="332"/>
      <w:bookmarkEnd w:id="333"/>
      <w:bookmarkEnd w:id="334"/>
      <w:bookmarkEnd w:id="335"/>
      <w:bookmarkEnd w:id="336"/>
      <w:bookmarkEnd w:id="337"/>
      <w:bookmarkEnd w:id="338"/>
      <w:bookmarkEnd w:id="339"/>
    </w:p>
    <w:p w:rsidR="00C33D84" w:rsidRDefault="007039F4">
      <w:pPr>
        <w:spacing w:after="120"/>
      </w:pPr>
      <w:r>
        <w:tab/>
        <w:t>Ogólne wymagania do</w:t>
      </w:r>
      <w:r w:rsidR="00C55316">
        <w:t xml:space="preserve">tyczące transportu podano w </w:t>
      </w:r>
      <w:r>
        <w:t>D-02.00.01 pkt 4.</w:t>
      </w:r>
    </w:p>
    <w:p w:rsidR="00C33D84" w:rsidRDefault="00C55316">
      <w:pPr>
        <w:pStyle w:val="Nagwek1"/>
      </w:pPr>
      <w:bookmarkStart w:id="340" w:name="_Toc406295861"/>
      <w:bookmarkStart w:id="341" w:name="_Toc407161281"/>
      <w:bookmarkStart w:id="342" w:name="_Toc418994949"/>
      <w:bookmarkStart w:id="343" w:name="_Toc418996356"/>
      <w:bookmarkStart w:id="344" w:name="_Toc418996725"/>
      <w:bookmarkStart w:id="345" w:name="_Toc418997112"/>
      <w:bookmarkStart w:id="346" w:name="_Toc418998522"/>
      <w:bookmarkStart w:id="347" w:name="_Toc418998878"/>
      <w:bookmarkStart w:id="348" w:name="_Toc419000123"/>
      <w:r>
        <w:t>4</w:t>
      </w:r>
      <w:r w:rsidR="007039F4">
        <w:t>. wykonanie robót</w:t>
      </w:r>
      <w:bookmarkEnd w:id="340"/>
      <w:bookmarkEnd w:id="341"/>
      <w:bookmarkEnd w:id="342"/>
      <w:bookmarkEnd w:id="343"/>
      <w:bookmarkEnd w:id="344"/>
      <w:bookmarkEnd w:id="345"/>
      <w:bookmarkEnd w:id="346"/>
      <w:bookmarkEnd w:id="347"/>
      <w:bookmarkEnd w:id="348"/>
    </w:p>
    <w:p w:rsidR="00C33D84" w:rsidRDefault="00C55316">
      <w:pPr>
        <w:pStyle w:val="Nagwek2"/>
      </w:pPr>
      <w:bookmarkStart w:id="349" w:name="_Toc406295862"/>
      <w:bookmarkStart w:id="350" w:name="_Toc407161282"/>
      <w:r>
        <w:t>4</w:t>
      </w:r>
      <w:r w:rsidR="007039F4">
        <w:t>.1. Ogólne zasady wykonania robót</w:t>
      </w:r>
      <w:bookmarkEnd w:id="349"/>
      <w:bookmarkEnd w:id="350"/>
    </w:p>
    <w:p w:rsidR="00C33D84" w:rsidRDefault="007039F4">
      <w:r>
        <w:tab/>
        <w:t>Ogólne zasady wykonania robót podano D-02.00.01 pkt 5.</w:t>
      </w:r>
    </w:p>
    <w:p w:rsidR="00C33D84" w:rsidRDefault="00C55316">
      <w:pPr>
        <w:pStyle w:val="Nagwek2"/>
      </w:pPr>
      <w:bookmarkStart w:id="351" w:name="_Toc406295863"/>
      <w:bookmarkStart w:id="352" w:name="_Toc407161283"/>
      <w:r>
        <w:t>4</w:t>
      </w:r>
      <w:r w:rsidR="007039F4">
        <w:t>.2. Ukop i dokop</w:t>
      </w:r>
      <w:bookmarkEnd w:id="351"/>
      <w:bookmarkEnd w:id="352"/>
    </w:p>
    <w:p w:rsidR="00C33D84" w:rsidRDefault="00C55316">
      <w:pPr>
        <w:keepNext/>
        <w:spacing w:after="120"/>
      </w:pPr>
      <w:r>
        <w:rPr>
          <w:b/>
        </w:rPr>
        <w:t>4</w:t>
      </w:r>
      <w:r w:rsidR="007039F4">
        <w:rPr>
          <w:b/>
        </w:rPr>
        <w:t xml:space="preserve">.2.1. </w:t>
      </w:r>
      <w:r w:rsidR="007039F4">
        <w:t>Miejsce ukopu lub dokopu</w:t>
      </w:r>
    </w:p>
    <w:p w:rsidR="00C33D84" w:rsidRDefault="007039F4">
      <w:r>
        <w:tab/>
        <w:t>Miejsce ukopu lub dokopu powinno być wskazane w dokumentacji projektowej, w innych dokumentach kontraktowych lub przez Inżyniera. Jeżeli miejsce to zostało wybrane przez Wykonawcę, musi być ono zaakceptowane przez Inżyniera.</w:t>
      </w:r>
    </w:p>
    <w:p w:rsidR="00C33D84" w:rsidRDefault="007039F4">
      <w:r>
        <w:tab/>
        <w:t>Miejsce ukopu lub dokopu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C33D84" w:rsidRDefault="00C55316">
      <w:pPr>
        <w:spacing w:before="120" w:after="120"/>
      </w:pPr>
      <w:r>
        <w:rPr>
          <w:b/>
        </w:rPr>
        <w:t>4</w:t>
      </w:r>
      <w:r w:rsidR="007039F4">
        <w:rPr>
          <w:b/>
        </w:rPr>
        <w:t xml:space="preserve">.2.2. </w:t>
      </w:r>
      <w:r w:rsidR="007039F4">
        <w:t>Zasady prowadzenia robót w ukopie i dokopie</w:t>
      </w:r>
    </w:p>
    <w:p w:rsidR="00C33D84" w:rsidRDefault="007039F4">
      <w:r>
        <w:tab/>
        <w:t>Pozyskiwanie gruntu z ukopu lub dokopu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C33D84" w:rsidRDefault="007039F4">
      <w:r>
        <w:tab/>
        <w:t>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C33D84" w:rsidRDefault="007039F4">
      <w:r>
        <w:lastRenderedPageBreak/>
        <w:tab/>
        <w:t>Dno ukopu należy wykonać ze spadkiem od 2 do 3% w kierunku możliwego spływu wody. O ile to konieczne, ukop (dokop) należy odwodnić przez wykonanie rowu odpływowego.</w:t>
      </w:r>
    </w:p>
    <w:p w:rsidR="00C33D84" w:rsidRDefault="007039F4">
      <w:r>
        <w:tab/>
        <w:t>Jeżeli ukop jest zlokalizowany na zboczu, nie może on naruszać stateczności zbocza.</w:t>
      </w:r>
    </w:p>
    <w:p w:rsidR="00C33D84" w:rsidRDefault="007039F4">
      <w:r>
        <w:tab/>
        <w:t>Dno i skarpy ukopu po zakończeniu jego eksploatacji powinny być tak ukształtowane, aby harmonizowały z otaczającym terenem. Na dnie i skarpach ukopu należy przeprowadzić rekultywację według odrębnej dokumentacji projektowej.</w:t>
      </w:r>
    </w:p>
    <w:p w:rsidR="00C33D84" w:rsidRDefault="007039F4">
      <w:pPr>
        <w:pStyle w:val="Nagwek2"/>
      </w:pPr>
      <w:bookmarkStart w:id="353" w:name="_Toc406295864"/>
      <w:bookmarkStart w:id="354" w:name="_Toc407161284"/>
      <w:r>
        <w:br w:type="page"/>
      </w:r>
      <w:r>
        <w:lastRenderedPageBreak/>
        <w:t>5.3. Wykonanie nasypów</w:t>
      </w:r>
      <w:bookmarkEnd w:id="353"/>
      <w:bookmarkEnd w:id="354"/>
    </w:p>
    <w:p w:rsidR="00C33D84" w:rsidRDefault="007039F4">
      <w:pPr>
        <w:spacing w:after="120"/>
      </w:pPr>
      <w:r>
        <w:rPr>
          <w:b/>
        </w:rPr>
        <w:t xml:space="preserve">5.3.1. </w:t>
      </w:r>
      <w:r>
        <w:t>Przygotowanie podłoża w obrębie podstawy nasypu</w:t>
      </w:r>
    </w:p>
    <w:p w:rsidR="00C33D84" w:rsidRDefault="007039F4">
      <w:r>
        <w:tab/>
        <w:t>Przed przystąpieniem do budowy nasypu należy w obrębie jego podstawy zakończyć roboty przygotowawcze, określone w OST D-01.00.00 „Roboty przygotowawcze”.</w:t>
      </w:r>
    </w:p>
    <w:p w:rsidR="00C33D84" w:rsidRDefault="007039F4">
      <w:pPr>
        <w:spacing w:before="120" w:after="120"/>
      </w:pPr>
      <w:r>
        <w:rPr>
          <w:b/>
        </w:rPr>
        <w:t xml:space="preserve">5.3.1.1. </w:t>
      </w:r>
      <w:r>
        <w:t>Wycięcie stopni w zboczu</w:t>
      </w:r>
    </w:p>
    <w:p w:rsidR="00C33D84" w:rsidRDefault="007039F4">
      <w:r>
        <w:tab/>
        <w:t xml:space="preserve">Jeżeli pochylenie poprzeczne terenu w stosunku do osi nasypu jest większe niż 1:5 należy, dla zabezpieczenia przed zsuwaniem się nasypu, wykonać w zboczu stopnie o spadku górnej powierzchni, wynoszącym około  4%  </w:t>
      </w:r>
      <w:r>
        <w:sym w:font="Symbol" w:char="F0B1"/>
      </w:r>
      <w:r>
        <w:t xml:space="preserve"> 1% i szerokości od 1,0 do 2,5 m.</w:t>
      </w:r>
    </w:p>
    <w:p w:rsidR="00C33D84" w:rsidRDefault="007039F4">
      <w:pPr>
        <w:keepNext/>
        <w:spacing w:before="120" w:after="120"/>
      </w:pPr>
      <w:r>
        <w:rPr>
          <w:b/>
        </w:rPr>
        <w:t xml:space="preserve">5.3.1.2. </w:t>
      </w:r>
      <w:r>
        <w:t>Zagęszczenie gruntu i nośność w podłożu nasypu</w:t>
      </w:r>
    </w:p>
    <w:p w:rsidR="00C33D84" w:rsidRDefault="007039F4">
      <w:r>
        <w:tab/>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C33D84" w:rsidRDefault="007039F4">
      <w:r>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C33D84" w:rsidRDefault="007039F4">
      <w:pPr>
        <w:spacing w:before="120" w:after="120"/>
        <w:ind w:left="992" w:hanging="992"/>
      </w:pPr>
      <w:r>
        <w:t>Tablica 3. Minimalne wartości wskaźnika zagęszczenia dla podłoża nasypów do głębokości 0,5 m od powierzchni terenu</w:t>
      </w:r>
    </w:p>
    <w:tbl>
      <w:tblPr>
        <w:tblW w:w="0" w:type="auto"/>
        <w:tblLayout w:type="fixed"/>
        <w:tblCellMar>
          <w:left w:w="70" w:type="dxa"/>
          <w:right w:w="70" w:type="dxa"/>
        </w:tblCellMar>
        <w:tblLook w:val="0000"/>
      </w:tblPr>
      <w:tblGrid>
        <w:gridCol w:w="1346"/>
        <w:gridCol w:w="2126"/>
        <w:gridCol w:w="2018"/>
        <w:gridCol w:w="2020"/>
      </w:tblGrid>
      <w:tr w:rsidR="00C33D84">
        <w:tc>
          <w:tcPr>
            <w:tcW w:w="1346" w:type="dxa"/>
            <w:tcBorders>
              <w:top w:val="single" w:sz="6" w:space="0" w:color="auto"/>
              <w:left w:val="single" w:sz="6" w:space="0" w:color="auto"/>
            </w:tcBorders>
          </w:tcPr>
          <w:p w:rsidR="00C33D84" w:rsidRDefault="007039F4">
            <w:pPr>
              <w:spacing w:before="120"/>
              <w:jc w:val="center"/>
            </w:pPr>
            <w:r>
              <w:t>Nasypy</w:t>
            </w:r>
          </w:p>
        </w:tc>
        <w:tc>
          <w:tcPr>
            <w:tcW w:w="6164" w:type="dxa"/>
            <w:gridSpan w:val="3"/>
            <w:tcBorders>
              <w:top w:val="single" w:sz="6" w:space="0" w:color="auto"/>
              <w:left w:val="single" w:sz="6" w:space="0" w:color="auto"/>
              <w:right w:val="single" w:sz="6" w:space="0" w:color="auto"/>
            </w:tcBorders>
          </w:tcPr>
          <w:p w:rsidR="00C33D84" w:rsidRDefault="007039F4">
            <w:pPr>
              <w:spacing w:before="60"/>
              <w:jc w:val="center"/>
            </w:pPr>
            <w:r>
              <w:t>Minimalna wartość I</w:t>
            </w:r>
            <w:r>
              <w:rPr>
                <w:vertAlign w:val="subscript"/>
              </w:rPr>
              <w:t>s</w:t>
            </w:r>
            <w:r>
              <w:t xml:space="preserve"> dla:</w:t>
            </w:r>
          </w:p>
        </w:tc>
      </w:tr>
      <w:tr w:rsidR="00C33D84">
        <w:tc>
          <w:tcPr>
            <w:tcW w:w="1346" w:type="dxa"/>
            <w:tcBorders>
              <w:left w:val="single" w:sz="6" w:space="0" w:color="auto"/>
            </w:tcBorders>
          </w:tcPr>
          <w:p w:rsidR="00C33D84" w:rsidRDefault="007039F4">
            <w:pPr>
              <w:jc w:val="center"/>
            </w:pPr>
            <w:r>
              <w:t>o wysokości,</w:t>
            </w:r>
          </w:p>
        </w:tc>
        <w:tc>
          <w:tcPr>
            <w:tcW w:w="2126" w:type="dxa"/>
            <w:tcBorders>
              <w:top w:val="single" w:sz="6" w:space="0" w:color="auto"/>
              <w:left w:val="single" w:sz="6" w:space="0" w:color="auto"/>
            </w:tcBorders>
          </w:tcPr>
          <w:p w:rsidR="00C33D84" w:rsidRDefault="007039F4">
            <w:pPr>
              <w:jc w:val="center"/>
            </w:pPr>
            <w:r>
              <w:t>autostrad</w:t>
            </w:r>
          </w:p>
        </w:tc>
        <w:tc>
          <w:tcPr>
            <w:tcW w:w="4038" w:type="dxa"/>
            <w:gridSpan w:val="2"/>
            <w:tcBorders>
              <w:top w:val="single" w:sz="6" w:space="0" w:color="auto"/>
              <w:left w:val="single" w:sz="6" w:space="0" w:color="auto"/>
              <w:bottom w:val="single" w:sz="6" w:space="0" w:color="auto"/>
              <w:right w:val="single" w:sz="6" w:space="0" w:color="auto"/>
            </w:tcBorders>
          </w:tcPr>
          <w:p w:rsidR="00C33D84" w:rsidRDefault="007039F4">
            <w:pPr>
              <w:jc w:val="center"/>
            </w:pPr>
            <w:r>
              <w:t>innych dróg</w:t>
            </w:r>
          </w:p>
        </w:tc>
      </w:tr>
      <w:tr w:rsidR="00C33D84">
        <w:tc>
          <w:tcPr>
            <w:tcW w:w="1346" w:type="dxa"/>
            <w:tcBorders>
              <w:left w:val="single" w:sz="6" w:space="0" w:color="auto"/>
              <w:bottom w:val="double" w:sz="6" w:space="0" w:color="auto"/>
            </w:tcBorders>
          </w:tcPr>
          <w:p w:rsidR="00C33D84" w:rsidRDefault="007039F4">
            <w:pPr>
              <w:jc w:val="center"/>
            </w:pPr>
            <w:r>
              <w:t>m</w:t>
            </w:r>
          </w:p>
        </w:tc>
        <w:tc>
          <w:tcPr>
            <w:tcW w:w="2126" w:type="dxa"/>
            <w:tcBorders>
              <w:left w:val="single" w:sz="6" w:space="0" w:color="auto"/>
              <w:bottom w:val="double" w:sz="6" w:space="0" w:color="auto"/>
            </w:tcBorders>
          </w:tcPr>
          <w:p w:rsidR="00C33D84" w:rsidRDefault="007039F4">
            <w:pPr>
              <w:jc w:val="center"/>
            </w:pPr>
            <w:r>
              <w:t>i dróg</w:t>
            </w:r>
          </w:p>
          <w:p w:rsidR="00C33D84" w:rsidRDefault="007039F4">
            <w:pPr>
              <w:jc w:val="center"/>
            </w:pPr>
            <w:r>
              <w:t>ekspresowych</w:t>
            </w:r>
          </w:p>
        </w:tc>
        <w:tc>
          <w:tcPr>
            <w:tcW w:w="2018" w:type="dxa"/>
            <w:tcBorders>
              <w:top w:val="single" w:sz="6" w:space="0" w:color="auto"/>
              <w:left w:val="single" w:sz="6" w:space="0" w:color="auto"/>
              <w:bottom w:val="double" w:sz="6" w:space="0" w:color="auto"/>
              <w:right w:val="single" w:sz="6" w:space="0" w:color="auto"/>
            </w:tcBorders>
          </w:tcPr>
          <w:p w:rsidR="00C33D84" w:rsidRDefault="007039F4">
            <w:pPr>
              <w:jc w:val="center"/>
            </w:pPr>
            <w:r>
              <w:t xml:space="preserve">kategoria ruchu </w:t>
            </w:r>
          </w:p>
          <w:p w:rsidR="00C33D84" w:rsidRDefault="007039F4">
            <w:pPr>
              <w:jc w:val="center"/>
            </w:pPr>
            <w:r>
              <w:t>KR3-KR6</w:t>
            </w:r>
          </w:p>
        </w:tc>
        <w:tc>
          <w:tcPr>
            <w:tcW w:w="2020" w:type="dxa"/>
            <w:tcBorders>
              <w:top w:val="single" w:sz="6" w:space="0" w:color="auto"/>
              <w:left w:val="single" w:sz="6" w:space="0" w:color="auto"/>
              <w:bottom w:val="double" w:sz="6" w:space="0" w:color="auto"/>
              <w:right w:val="single" w:sz="6" w:space="0" w:color="auto"/>
            </w:tcBorders>
          </w:tcPr>
          <w:p w:rsidR="00C33D84" w:rsidRDefault="007039F4">
            <w:pPr>
              <w:jc w:val="center"/>
            </w:pPr>
            <w:r>
              <w:t>kategoria ruchu</w:t>
            </w:r>
          </w:p>
          <w:p w:rsidR="00C33D84" w:rsidRDefault="007039F4">
            <w:pPr>
              <w:jc w:val="center"/>
            </w:pPr>
            <w:r>
              <w:t xml:space="preserve">KR1-KR2 </w:t>
            </w:r>
          </w:p>
        </w:tc>
      </w:tr>
      <w:tr w:rsidR="00C33D84">
        <w:tc>
          <w:tcPr>
            <w:tcW w:w="1346" w:type="dxa"/>
            <w:tcBorders>
              <w:left w:val="single" w:sz="6" w:space="0" w:color="auto"/>
              <w:bottom w:val="single" w:sz="6" w:space="0" w:color="auto"/>
              <w:right w:val="single" w:sz="6" w:space="0" w:color="auto"/>
            </w:tcBorders>
          </w:tcPr>
          <w:p w:rsidR="00C33D84" w:rsidRDefault="007039F4">
            <w:pPr>
              <w:spacing w:before="60" w:after="60"/>
              <w:jc w:val="center"/>
            </w:pPr>
            <w:r>
              <w:t xml:space="preserve">do 2 </w:t>
            </w:r>
          </w:p>
        </w:tc>
        <w:tc>
          <w:tcPr>
            <w:tcW w:w="2126" w:type="dxa"/>
            <w:tcBorders>
              <w:left w:val="single" w:sz="6" w:space="0" w:color="auto"/>
              <w:bottom w:val="single" w:sz="6" w:space="0" w:color="auto"/>
              <w:right w:val="single" w:sz="6" w:space="0" w:color="auto"/>
            </w:tcBorders>
          </w:tcPr>
          <w:p w:rsidR="00C33D84" w:rsidRDefault="007039F4">
            <w:pPr>
              <w:spacing w:before="60" w:after="60"/>
              <w:jc w:val="center"/>
            </w:pPr>
            <w:r>
              <w:t>1,00</w:t>
            </w:r>
          </w:p>
        </w:tc>
        <w:tc>
          <w:tcPr>
            <w:tcW w:w="2018" w:type="dxa"/>
            <w:tcBorders>
              <w:left w:val="single" w:sz="6" w:space="0" w:color="auto"/>
              <w:bottom w:val="single" w:sz="6" w:space="0" w:color="auto"/>
              <w:right w:val="single" w:sz="6" w:space="0" w:color="auto"/>
            </w:tcBorders>
          </w:tcPr>
          <w:p w:rsidR="00C33D84" w:rsidRDefault="007039F4">
            <w:pPr>
              <w:spacing w:before="60" w:after="60"/>
              <w:jc w:val="center"/>
            </w:pPr>
            <w:r>
              <w:t>0,97</w:t>
            </w:r>
          </w:p>
        </w:tc>
        <w:tc>
          <w:tcPr>
            <w:tcW w:w="2020" w:type="dxa"/>
            <w:tcBorders>
              <w:left w:val="single" w:sz="6" w:space="0" w:color="auto"/>
              <w:bottom w:val="single" w:sz="6" w:space="0" w:color="auto"/>
              <w:right w:val="single" w:sz="6" w:space="0" w:color="auto"/>
            </w:tcBorders>
          </w:tcPr>
          <w:p w:rsidR="00C33D84" w:rsidRDefault="007039F4">
            <w:pPr>
              <w:spacing w:before="60" w:after="60"/>
              <w:jc w:val="center"/>
            </w:pPr>
            <w:r>
              <w:t>0,95</w:t>
            </w:r>
          </w:p>
        </w:tc>
      </w:tr>
      <w:tr w:rsidR="00C33D84">
        <w:tc>
          <w:tcPr>
            <w:tcW w:w="1346" w:type="dxa"/>
            <w:tcBorders>
              <w:top w:val="single" w:sz="6" w:space="0" w:color="auto"/>
              <w:left w:val="single" w:sz="6" w:space="0" w:color="auto"/>
              <w:bottom w:val="single" w:sz="6" w:space="0" w:color="auto"/>
              <w:right w:val="single" w:sz="6" w:space="0" w:color="auto"/>
            </w:tcBorders>
          </w:tcPr>
          <w:p w:rsidR="00C33D84" w:rsidRDefault="007039F4">
            <w:pPr>
              <w:spacing w:before="60" w:after="60"/>
              <w:jc w:val="center"/>
            </w:pPr>
            <w:r>
              <w:t xml:space="preserve">ponad 2 </w:t>
            </w:r>
          </w:p>
        </w:tc>
        <w:tc>
          <w:tcPr>
            <w:tcW w:w="2126" w:type="dxa"/>
            <w:tcBorders>
              <w:top w:val="single" w:sz="6" w:space="0" w:color="auto"/>
              <w:left w:val="single" w:sz="6" w:space="0" w:color="auto"/>
              <w:bottom w:val="single" w:sz="6" w:space="0" w:color="auto"/>
              <w:right w:val="single" w:sz="6" w:space="0" w:color="auto"/>
            </w:tcBorders>
          </w:tcPr>
          <w:p w:rsidR="00C33D84" w:rsidRDefault="007039F4">
            <w:pPr>
              <w:spacing w:before="60" w:after="60"/>
              <w:jc w:val="center"/>
            </w:pPr>
            <w:r>
              <w:t>0,97</w:t>
            </w:r>
          </w:p>
        </w:tc>
        <w:tc>
          <w:tcPr>
            <w:tcW w:w="2018" w:type="dxa"/>
            <w:tcBorders>
              <w:top w:val="single" w:sz="6" w:space="0" w:color="auto"/>
              <w:left w:val="single" w:sz="6" w:space="0" w:color="auto"/>
              <w:bottom w:val="single" w:sz="6" w:space="0" w:color="auto"/>
              <w:right w:val="single" w:sz="6" w:space="0" w:color="auto"/>
            </w:tcBorders>
          </w:tcPr>
          <w:p w:rsidR="00C33D84" w:rsidRDefault="007039F4">
            <w:pPr>
              <w:spacing w:before="60" w:after="60"/>
              <w:jc w:val="center"/>
            </w:pPr>
            <w:r>
              <w:t>0,97</w:t>
            </w:r>
          </w:p>
        </w:tc>
        <w:tc>
          <w:tcPr>
            <w:tcW w:w="2020" w:type="dxa"/>
            <w:tcBorders>
              <w:top w:val="single" w:sz="6" w:space="0" w:color="auto"/>
              <w:left w:val="single" w:sz="6" w:space="0" w:color="auto"/>
              <w:bottom w:val="single" w:sz="6" w:space="0" w:color="auto"/>
              <w:right w:val="single" w:sz="6" w:space="0" w:color="auto"/>
            </w:tcBorders>
          </w:tcPr>
          <w:p w:rsidR="00C33D84" w:rsidRDefault="007039F4">
            <w:pPr>
              <w:spacing w:before="60" w:after="60"/>
              <w:jc w:val="center"/>
            </w:pPr>
            <w:r>
              <w:t>0,95</w:t>
            </w:r>
          </w:p>
        </w:tc>
      </w:tr>
    </w:tbl>
    <w:p w:rsidR="00C33D84" w:rsidRDefault="007039F4">
      <w:r>
        <w:tab/>
      </w:r>
    </w:p>
    <w:p w:rsidR="00C33D84" w:rsidRDefault="007039F4">
      <w:pPr>
        <w:ind w:firstLine="709"/>
      </w:pPr>
      <w:r>
        <w:t>Dodatkowo można sprawdzić nośność warstwy gruntu podłoża nasypu na podstawie pomiaru wtórnego modułu odkształcenia E</w:t>
      </w:r>
      <w:r>
        <w:rPr>
          <w:vertAlign w:val="subscript"/>
        </w:rPr>
        <w:t>2</w:t>
      </w:r>
      <w:r>
        <w:t xml:space="preserve"> zgodnie z PN-02205:1998 [4] rysunek 3.</w:t>
      </w:r>
    </w:p>
    <w:p w:rsidR="00C33D84" w:rsidRDefault="007039F4">
      <w:pPr>
        <w:spacing w:before="120" w:after="120"/>
      </w:pPr>
      <w:r>
        <w:rPr>
          <w:b/>
        </w:rPr>
        <w:t xml:space="preserve">5.3.1.3. </w:t>
      </w:r>
      <w:r>
        <w:t>Spulchnienie gruntów w podłożu nasypów</w:t>
      </w:r>
    </w:p>
    <w:p w:rsidR="00C33D84" w:rsidRDefault="007039F4">
      <w:r>
        <w:tab/>
        <w:t>Jeżeli nasyp ma być budowany na powierzchni skały lub na innej gładkiej powierzchni, to przed przystąpieniem do budowy nasypu powinna ona być rozdrobniona lub spulchniona na głębokość co najmniej 15 cm, w celu poprawy jej powiązania z podstawą nasypu.</w:t>
      </w:r>
    </w:p>
    <w:p w:rsidR="00C33D84" w:rsidRDefault="007039F4">
      <w:pPr>
        <w:keepNext/>
        <w:spacing w:before="120" w:after="120"/>
      </w:pPr>
      <w:r>
        <w:rPr>
          <w:b/>
        </w:rPr>
        <w:lastRenderedPageBreak/>
        <w:t xml:space="preserve">5.3.2. </w:t>
      </w:r>
      <w:r>
        <w:t>Wybór gruntów i materiałów do wykonania nasypów</w:t>
      </w:r>
    </w:p>
    <w:p w:rsidR="00C33D84" w:rsidRDefault="007039F4">
      <w:r>
        <w:tab/>
        <w:t>Wybór gruntów i materiałów do wykonania nasypów powinien być dokonany z uwzględnieniem zasad podanych w pkcie 2.</w:t>
      </w:r>
    </w:p>
    <w:p w:rsidR="00C33D84" w:rsidRDefault="007039F4">
      <w:pPr>
        <w:spacing w:before="120" w:after="120"/>
      </w:pPr>
      <w:r>
        <w:rPr>
          <w:b/>
        </w:rPr>
        <w:t xml:space="preserve">5.3.3. </w:t>
      </w:r>
      <w:r>
        <w:t>Zasady wykonania nasypów</w:t>
      </w:r>
    </w:p>
    <w:p w:rsidR="00C33D84" w:rsidRDefault="007039F4">
      <w:pPr>
        <w:spacing w:after="120"/>
      </w:pPr>
      <w:r>
        <w:rPr>
          <w:b/>
        </w:rPr>
        <w:t xml:space="preserve">5.3.3.1. </w:t>
      </w:r>
      <w:r>
        <w:t>Ogólne zasady wykonywania nasypów</w:t>
      </w:r>
    </w:p>
    <w:p w:rsidR="00C33D84" w:rsidRDefault="007039F4">
      <w:r>
        <w:tab/>
        <w:t>Nasypy powinny być wznoszone przy zachowaniu przekroju poprzecznego i profilu podłużnego, które określono w dokumentacji projektowej, z uwzględnieniem ewentualnych zmian wprowadzonych zawczasu przez Inżyniera.</w:t>
      </w:r>
    </w:p>
    <w:p w:rsidR="00C33D84" w:rsidRDefault="007039F4">
      <w:r>
        <w:tab/>
        <w:t>W celu zapewnienia stateczności nasypu i jego równomiernego osiadania należy przestrzegać następujących zasad:</w:t>
      </w:r>
    </w:p>
    <w:p w:rsidR="00C33D84" w:rsidRDefault="007039F4" w:rsidP="007039F4">
      <w:pPr>
        <w:numPr>
          <w:ilvl w:val="0"/>
          <w:numId w:val="11"/>
        </w:numPr>
      </w:pPr>
      <w:r>
        <w:t>Nasypy należy wykonywać metodą warstwową, z gruntów przydatnych do budowy nasypów. Nasypy powinny być wznoszone równomiernie na całej szerokości.</w:t>
      </w:r>
    </w:p>
    <w:p w:rsidR="00C33D84" w:rsidRDefault="007039F4" w:rsidP="007039F4">
      <w:pPr>
        <w:numPr>
          <w:ilvl w:val="0"/>
          <w:numId w:val="11"/>
        </w:numPr>
      </w:pPr>
      <w: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C33D84" w:rsidRDefault="007039F4" w:rsidP="007039F4">
      <w:pPr>
        <w:numPr>
          <w:ilvl w:val="0"/>
          <w:numId w:val="11"/>
        </w:numPr>
      </w:pPr>
      <w:r>
        <w:t>Grunty o różnych właściwościach należy wbudowywać w oddzielnych warstwach, o jednakowej grubości na całej szerokości nasypu. Grunty spoiste należy wbudowywać w dolne, a grunty niespoiste w górne warstwy nasypu.</w:t>
      </w:r>
    </w:p>
    <w:p w:rsidR="00C33D84" w:rsidRDefault="007039F4" w:rsidP="007039F4">
      <w:pPr>
        <w:numPr>
          <w:ilvl w:val="0"/>
          <w:numId w:val="11"/>
        </w:numPr>
      </w:pPr>
      <w:r>
        <w:t>Warstwy gruntu przepuszczalnego należy wbudowywać poziomo, a warstwy gruntu mało przepuszczalnego (o współczynniku K</w:t>
      </w:r>
      <w:r>
        <w:rPr>
          <w:vertAlign w:val="subscript"/>
        </w:rPr>
        <w:t>10</w:t>
      </w:r>
      <w:r w:rsidRPr="00C33D84">
        <w:rPr>
          <w:position w:val="-4"/>
        </w:rPr>
        <w:object w:dxaOrig="180" w:dyaOrig="220">
          <v:shape id="_x0000_i1028" type="#_x0000_t75" style="width:9pt;height:11.25pt" o:ole="">
            <v:imagedata r:id="rId15" o:title=""/>
          </v:shape>
          <o:OLEObject Type="Embed" ProgID="Equation.3" ShapeID="_x0000_i1028" DrawAspect="Content" ObjectID="_1547535841" r:id="rId16"/>
        </w:object>
      </w:r>
      <w:r>
        <w:t>10</w:t>
      </w:r>
      <w:r>
        <w:rPr>
          <w:vertAlign w:val="superscript"/>
        </w:rPr>
        <w:t>-5</w:t>
      </w:r>
      <w:r>
        <w:t xml:space="preserve"> m/s) ze spadkiem górnej powierzchni około 4% </w:t>
      </w:r>
      <w:r>
        <w:sym w:font="Symbol" w:char="F0B1"/>
      </w:r>
      <w: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C33D84" w:rsidRDefault="007039F4" w:rsidP="007039F4">
      <w:pPr>
        <w:numPr>
          <w:ilvl w:val="0"/>
          <w:numId w:val="11"/>
        </w:numPr>
      </w:pPr>
      <w: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C33D84" w:rsidRDefault="007039F4" w:rsidP="007039F4">
      <w:pPr>
        <w:numPr>
          <w:ilvl w:val="0"/>
          <w:numId w:val="11"/>
        </w:numPr>
      </w:pPr>
      <w:r>
        <w:t>Górną warstwę nasypu, o grubości co najmniej 0,5 m należy wykonać z gruntów niewysadzinowych, o wskaźniku wodoprzepuszczalności K</w:t>
      </w:r>
      <w:r>
        <w:rPr>
          <w:vertAlign w:val="subscript"/>
        </w:rPr>
        <w:t xml:space="preserve">10 </w:t>
      </w:r>
      <w:r>
        <w:sym w:font="Symbol" w:char="F0B3"/>
      </w:r>
      <w:r>
        <w:t xml:space="preserve"> 6 </w:t>
      </w:r>
      <w:r w:rsidRPr="00C33D84">
        <w:rPr>
          <w:position w:val="-4"/>
        </w:rPr>
        <w:object w:dxaOrig="180" w:dyaOrig="180">
          <v:shape id="_x0000_i1029" type="#_x0000_t75" style="width:9pt;height:9pt" o:ole="">
            <v:imagedata r:id="rId17" o:title=""/>
          </v:shape>
          <o:OLEObject Type="Embed" ProgID="Equation.3" ShapeID="_x0000_i1029" DrawAspect="Content" ObjectID="_1547535842" r:id="rId18"/>
        </w:object>
      </w:r>
      <w:r>
        <w:t xml:space="preserve">10 </w:t>
      </w:r>
      <w:r>
        <w:rPr>
          <w:vertAlign w:val="superscript"/>
        </w:rPr>
        <w:t xml:space="preserve">–5 </w:t>
      </w:r>
      <w:r>
        <w:t xml:space="preserve">m/s i wskaźniku różnoziarnistości U </w:t>
      </w:r>
      <w:r>
        <w:sym w:font="Symbol" w:char="F0B3"/>
      </w:r>
      <w:r>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C33D84" w:rsidRDefault="007039F4" w:rsidP="007039F4">
      <w:pPr>
        <w:numPr>
          <w:ilvl w:val="0"/>
          <w:numId w:val="11"/>
        </w:numPr>
      </w:pPr>
      <w:r>
        <w:t>Na terenach o wysokim stanie wód gruntowych oraz na terenach zalewowych dolne warstwy nasypu, o grubości co najmniej 0,5 m powyżej najwyższego poziomu wody, należy wykonać z gruntu przepuszczalnego.</w:t>
      </w:r>
    </w:p>
    <w:p w:rsidR="00C33D84" w:rsidRDefault="007039F4" w:rsidP="007039F4">
      <w:pPr>
        <w:numPr>
          <w:ilvl w:val="0"/>
          <w:numId w:val="11"/>
        </w:numPr>
      </w:pPr>
      <w:r>
        <w:t xml:space="preserve">Przy wykonywaniu nasypów z popiołów lotnych, warstwę pod popiołami, grubości 0,3 do 0,5 m, należy wykonać z gruntu lub materiałów o dużej przepuszczalności. Górnej powierzchni warstwy popiołu należy nadać spadki poprzeczne 4% </w:t>
      </w:r>
      <w:r>
        <w:sym w:font="Symbol" w:char="F0B1"/>
      </w:r>
      <w:r>
        <w:t>1% według poz. d).</w:t>
      </w:r>
    </w:p>
    <w:p w:rsidR="00C33D84" w:rsidRDefault="007039F4" w:rsidP="007039F4">
      <w:pPr>
        <w:numPr>
          <w:ilvl w:val="0"/>
          <w:numId w:val="11"/>
        </w:numPr>
      </w:pPr>
      <w:r>
        <w:lastRenderedPageBreak/>
        <w:t>Grunt przewieziony w miejsce wbudowania powinien być bezzwłocznie wbudowany w nasyp. Inżynier może dopuścić czasowe składowanie gruntu, pod warunkiem jego zabezpieczenia przed nadmiernym zawilgoceniem.</w:t>
      </w:r>
    </w:p>
    <w:p w:rsidR="00C33D84" w:rsidRDefault="007039F4">
      <w:pPr>
        <w:spacing w:before="120" w:after="120"/>
        <w:ind w:left="709" w:hanging="709"/>
      </w:pPr>
      <w:r>
        <w:rPr>
          <w:b/>
        </w:rPr>
        <w:t xml:space="preserve">5.3.3.2. </w:t>
      </w:r>
      <w:r>
        <w:t>Wykonywanie nasypów z gruntów kamienistych lub gruboziarnistych odpadów przemysłowych</w:t>
      </w:r>
    </w:p>
    <w:p w:rsidR="00C33D84" w:rsidRDefault="007039F4">
      <w:r>
        <w:tab/>
        <w:t>Wykonywanie nasypów z gruntów kamienistych lub gruboziarnistych odpadów przemysłowych powinno odbywać się według jednej z niżej podanych metod, jeśli nie zostało określone inaczej w dokumentacji projektowej, SST lub przez Inżyniera:</w:t>
      </w:r>
    </w:p>
    <w:p w:rsidR="00C33D84" w:rsidRDefault="007039F4" w:rsidP="007039F4">
      <w:pPr>
        <w:numPr>
          <w:ilvl w:val="0"/>
          <w:numId w:val="12"/>
        </w:numPr>
      </w:pPr>
      <w:r>
        <w:t>Wykonywanie nasypów z gruntów kamienistych lub gruboziarnistych odpadów przemysłowych z wypełnieniem wolnych przestrzeni</w:t>
      </w:r>
    </w:p>
    <w:p w:rsidR="00C33D84" w:rsidRDefault="007039F4">
      <w:r>
        <w:tab/>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C33D84" w:rsidRDefault="007039F4" w:rsidP="007039F4">
      <w:pPr>
        <w:numPr>
          <w:ilvl w:val="0"/>
          <w:numId w:val="13"/>
        </w:numPr>
      </w:pPr>
      <w:r>
        <w:t>Wykonywanie nasypów z gruntów kamienistych lub gruboziarnistych odpadów przemysłowych bez wypełnienia wolnych przestrzeni</w:t>
      </w:r>
    </w:p>
    <w:p w:rsidR="00C33D84" w:rsidRDefault="007039F4">
      <w:r>
        <w:tab/>
        <w:t>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ziarn mniejszych od 2 mm i spełniających warunek:</w:t>
      </w:r>
    </w:p>
    <w:p w:rsidR="00C33D84" w:rsidRDefault="007039F4">
      <w:pPr>
        <w:jc w:val="center"/>
        <w:rPr>
          <w:vertAlign w:val="subscript"/>
        </w:rPr>
      </w:pPr>
      <w:r>
        <w:t>4 d</w:t>
      </w:r>
      <w:r>
        <w:rPr>
          <w:vertAlign w:val="subscript"/>
        </w:rPr>
        <w:t>85</w:t>
      </w:r>
      <w:r>
        <w:t xml:space="preserve"> </w:t>
      </w:r>
      <w:r>
        <w:sym w:font="Symbol" w:char="F0B3"/>
      </w:r>
      <w:r>
        <w:t xml:space="preserve"> D</w:t>
      </w:r>
      <w:r>
        <w:rPr>
          <w:vertAlign w:val="subscript"/>
        </w:rPr>
        <w:t>15</w:t>
      </w:r>
      <w:r>
        <w:t xml:space="preserve"> </w:t>
      </w:r>
      <w:r>
        <w:sym w:font="Symbol" w:char="F0B3"/>
      </w:r>
      <w:r>
        <w:t xml:space="preserve"> 4 d</w:t>
      </w:r>
      <w:r>
        <w:rPr>
          <w:vertAlign w:val="subscript"/>
        </w:rPr>
        <w:t>15</w:t>
      </w:r>
    </w:p>
    <w:p w:rsidR="00C33D84" w:rsidRDefault="007039F4">
      <w:r>
        <w:t>gdzie:</w:t>
      </w:r>
    </w:p>
    <w:p w:rsidR="00C33D84" w:rsidRDefault="007039F4">
      <w:pPr>
        <w:tabs>
          <w:tab w:val="left" w:pos="709"/>
        </w:tabs>
        <w:ind w:left="851" w:hanging="851"/>
      </w:pPr>
      <w:r>
        <w:t>d</w:t>
      </w:r>
      <w:r>
        <w:rPr>
          <w:vertAlign w:val="subscript"/>
        </w:rPr>
        <w:t>85</w:t>
      </w:r>
      <w:r>
        <w:t xml:space="preserve"> i d</w:t>
      </w:r>
      <w:r>
        <w:rPr>
          <w:vertAlign w:val="subscript"/>
        </w:rPr>
        <w:t>15</w:t>
      </w:r>
      <w:r>
        <w:tab/>
        <w:t>- średnica oczek sita, przez które przechodzi 85% i 15% gruntu podłoża lub gruntu górnej warstwy nasypu (mm),</w:t>
      </w:r>
    </w:p>
    <w:p w:rsidR="00C33D84" w:rsidRDefault="007039F4">
      <w:pPr>
        <w:tabs>
          <w:tab w:val="left" w:pos="709"/>
        </w:tabs>
        <w:ind w:left="851" w:hanging="851"/>
      </w:pPr>
      <w:r>
        <w:t>D</w:t>
      </w:r>
      <w:r>
        <w:rPr>
          <w:vertAlign w:val="subscript"/>
        </w:rPr>
        <w:t>15</w:t>
      </w:r>
      <w:r>
        <w:tab/>
        <w:t>- średnica oczek sita, przez które przechodzi 15% materiału gruboziarnistego (mm).</w:t>
      </w:r>
    </w:p>
    <w:p w:rsidR="00C33D84" w:rsidRDefault="007039F4">
      <w:r>
        <w:tab/>
        <w:t>Części nasypów wykonywane tą metodą nie mogą sięgać wyżej niż 1,2 m od projektowanej niwelety nasypu.</w:t>
      </w:r>
    </w:p>
    <w:p w:rsidR="00C33D84" w:rsidRDefault="007039F4" w:rsidP="007039F4">
      <w:pPr>
        <w:numPr>
          <w:ilvl w:val="0"/>
          <w:numId w:val="14"/>
        </w:numPr>
      </w:pPr>
      <w:r>
        <w:t>Warstwa oddzielająca z geotekstyliów przy wykonywaniu nasypów z gruntów kamienistych</w:t>
      </w:r>
    </w:p>
    <w:p w:rsidR="00C33D84" w:rsidRDefault="007039F4">
      <w:r>
        <w:tab/>
        <w:t>Rolę warstw oddzielających mogą również pełnić warstwy geotekstyliów. Geotekstylia przewidziane do użycia w tym celu powinny posiadać aprobatę techniczną, wydaną przez uprawnioną jednostkę. W szczególności wymagana jest odpowiednia wytrzymałość mechaniczna geotekstyliów, uniemożliwiająca ich przebicie przez ziarna materiału gruboziarnistego oraz odpowiednie właściwości filtracyjne, dostosowane do uziarniania przyległych warstw.</w:t>
      </w:r>
    </w:p>
    <w:p w:rsidR="00C33D84" w:rsidRDefault="007039F4">
      <w:pPr>
        <w:keepNext/>
        <w:spacing w:before="120" w:after="120"/>
      </w:pPr>
      <w:r>
        <w:rPr>
          <w:b/>
        </w:rPr>
        <w:t xml:space="preserve">5.3.3.3. </w:t>
      </w:r>
      <w:r>
        <w:t>Wykonywanie nasypów na dojazdach do obiektów mostowych</w:t>
      </w:r>
    </w:p>
    <w:p w:rsidR="00C33D84" w:rsidRDefault="007039F4">
      <w:r>
        <w:tab/>
        <w:t>Do wykonywania nasypów na dojazdach do obiektów mostowych, na długości równej długości klina odłamu, zaleca się stosowanie gruntów stabilizowanych cementem.</w:t>
      </w:r>
    </w:p>
    <w:p w:rsidR="00C33D84" w:rsidRDefault="007039F4">
      <w:r>
        <w:lastRenderedPageBreak/>
        <w:tab/>
        <w:t>Do wykonania nasypów na dojazdach do mostów i wiaduktów, bez ulepszania gruntów spoiwem, mogą być stosowane żwiry, pospółki, piaski średnioziarniste i gruboziarniste, owskaźniku różnoziarnistości U</w:t>
      </w:r>
      <w:r>
        <w:sym w:font="Symbol" w:char="F0B3"/>
      </w:r>
      <w:r>
        <w:t>5 i współczynniku wodoprzepuszczalności k</w:t>
      </w:r>
      <w:r>
        <w:rPr>
          <w:vertAlign w:val="subscript"/>
        </w:rPr>
        <w:t>10</w:t>
      </w:r>
      <w:r>
        <w:t xml:space="preserve"> </w:t>
      </w:r>
      <w:r>
        <w:sym w:font="Symbol" w:char="F03E"/>
      </w:r>
      <w:r>
        <w:t xml:space="preserve"> 10</w:t>
      </w:r>
      <w:r>
        <w:rPr>
          <w:vertAlign w:val="superscript"/>
        </w:rPr>
        <w:t xml:space="preserve"> -5</w:t>
      </w:r>
      <w:r>
        <w:t xml:space="preserve"> m/s.</w:t>
      </w:r>
    </w:p>
    <w:p w:rsidR="00C33D84" w:rsidRDefault="007039F4">
      <w:r>
        <w:tab/>
        <w:t>W czasie wykonywania nasypu na dojazdach należy spełnić wymagania ogólne, sformułowane w pkcie 5.3.3.1. Wskaźnik zagęszczenia gruntu I</w:t>
      </w:r>
      <w:r>
        <w:rPr>
          <w:vertAlign w:val="subscript"/>
        </w:rPr>
        <w:t>s</w:t>
      </w:r>
      <w:r>
        <w:t xml:space="preserve"> powinien być nie mniejszy niż 1,00 na całej wysokości nasypu (dla autostrad i dróg ekspresowych górne 0,2 m nasypu - 1,03 tablica 4).</w:t>
      </w:r>
    </w:p>
    <w:p w:rsidR="00C33D84" w:rsidRDefault="007039F4">
      <w:pPr>
        <w:spacing w:before="120" w:after="120"/>
      </w:pPr>
      <w:r>
        <w:rPr>
          <w:b/>
        </w:rPr>
        <w:t>5.3.3.4.</w:t>
      </w:r>
      <w:r>
        <w:t xml:space="preserve"> Wykonanie nasypów nad przepustami</w:t>
      </w:r>
    </w:p>
    <w:p w:rsidR="00C33D84" w:rsidRDefault="007039F4">
      <w:r>
        <w:tab/>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pkcie 5.3.3.6.</w:t>
      </w:r>
    </w:p>
    <w:p w:rsidR="00C33D84" w:rsidRDefault="007039F4">
      <w:pPr>
        <w:spacing w:before="120" w:after="120"/>
      </w:pPr>
      <w:r>
        <w:rPr>
          <w:b/>
        </w:rPr>
        <w:t xml:space="preserve">5.3.3.5. </w:t>
      </w:r>
      <w:r>
        <w:t>Wykonywanie nasypów na zboczach</w:t>
      </w:r>
    </w:p>
    <w:p w:rsidR="00C33D84" w:rsidRDefault="007039F4">
      <w:r>
        <w:tab/>
        <w:t>Przy budowie nasypu na zboczu o pochyłości od 1:5 do 1:2 należy zabezpieczyć nasyp przed zsuwaniem się przez:</w:t>
      </w:r>
    </w:p>
    <w:p w:rsidR="00C33D84" w:rsidRDefault="007039F4" w:rsidP="007039F4">
      <w:pPr>
        <w:numPr>
          <w:ilvl w:val="0"/>
          <w:numId w:val="15"/>
        </w:numPr>
      </w:pPr>
      <w:r>
        <w:t>wycięcie w zboczu stopni wg pktu 5.3.1.1,</w:t>
      </w:r>
    </w:p>
    <w:p w:rsidR="00C33D84" w:rsidRDefault="007039F4" w:rsidP="007039F4">
      <w:pPr>
        <w:numPr>
          <w:ilvl w:val="0"/>
          <w:numId w:val="15"/>
        </w:numPr>
      </w:pPr>
      <w:r>
        <w:t>wykonanie rowu stokowego powyżej nasypu.</w:t>
      </w:r>
    </w:p>
    <w:p w:rsidR="00C33D84" w:rsidRDefault="007039F4">
      <w:r>
        <w:tab/>
        <w:t>Przy pochyłościach zbocza większych niż 1:2 wskazane jest zabezpieczenie stateczności nasypu przez podparcie go murem oporowym.</w:t>
      </w:r>
    </w:p>
    <w:p w:rsidR="00C33D84" w:rsidRDefault="007039F4">
      <w:pPr>
        <w:keepNext/>
        <w:spacing w:before="120" w:after="120"/>
      </w:pPr>
      <w:r>
        <w:rPr>
          <w:b/>
        </w:rPr>
        <w:t xml:space="preserve">5.3.3.6. </w:t>
      </w:r>
      <w:r>
        <w:t>Poszerzenie nasypu</w:t>
      </w:r>
    </w:p>
    <w:p w:rsidR="00C33D84" w:rsidRDefault="007039F4">
      <w:r>
        <w:tab/>
        <w:t xml:space="preserve">Przy poszerzeniu istniejącego nasypu należy wykonywać w jego skarpie stopnie o szerokości do 1,0 m. Spadek górnej powierzchni stopni powinien wynosić 4% </w:t>
      </w:r>
      <w:r>
        <w:sym w:font="Symbol" w:char="F0B1"/>
      </w:r>
      <w:r>
        <w:t>1% w kierunku zgodnym z pochyleniem skarpy.</w:t>
      </w:r>
    </w:p>
    <w:p w:rsidR="00C33D84" w:rsidRDefault="007039F4">
      <w:r>
        <w:tab/>
        <w:t>Wycięcie stopni obowiązuje zawsze przy wykonywaniu styku dwóch przyległych części nasypu, wykonanych z gruntów o różnych właściwościach lub w różnym czasie.</w:t>
      </w:r>
    </w:p>
    <w:p w:rsidR="00C33D84" w:rsidRDefault="007039F4">
      <w:pPr>
        <w:keepNext/>
        <w:spacing w:before="120" w:after="120"/>
      </w:pPr>
      <w:r>
        <w:rPr>
          <w:b/>
        </w:rPr>
        <w:t xml:space="preserve">5.3.3.7. </w:t>
      </w:r>
      <w:r>
        <w:t>Wykonywanie nasypów na bagnach</w:t>
      </w:r>
    </w:p>
    <w:p w:rsidR="00C33D84" w:rsidRDefault="007039F4">
      <w:r>
        <w:tab/>
        <w:t>Nasypy na bagnach powinny być wykonane według oddzielnych wymagań, opartych na:</w:t>
      </w:r>
    </w:p>
    <w:p w:rsidR="00C33D84" w:rsidRDefault="007039F4" w:rsidP="007039F4">
      <w:pPr>
        <w:numPr>
          <w:ilvl w:val="0"/>
          <w:numId w:val="16"/>
        </w:numPr>
      </w:pPr>
      <w:r>
        <w:t>wynikach badań głębokości, typu i warunków hydrologicznych bagna,</w:t>
      </w:r>
    </w:p>
    <w:p w:rsidR="00C33D84" w:rsidRDefault="007039F4" w:rsidP="007039F4">
      <w:pPr>
        <w:numPr>
          <w:ilvl w:val="0"/>
          <w:numId w:val="16"/>
        </w:numPr>
      </w:pPr>
      <w:r>
        <w:t>wynikach badań próbek gruntu bagiennego z uwzględnieniem określenia rodzaju gruntu wypełniającego bagno, współczynników filtracji, badań edometrycznych, wilgotności itp.,</w:t>
      </w:r>
    </w:p>
    <w:p w:rsidR="00C33D84" w:rsidRDefault="007039F4" w:rsidP="007039F4">
      <w:pPr>
        <w:numPr>
          <w:ilvl w:val="0"/>
          <w:numId w:val="16"/>
        </w:numPr>
      </w:pPr>
      <w:r>
        <w:t>obliczeniach stateczności nasypu,</w:t>
      </w:r>
    </w:p>
    <w:p w:rsidR="00C33D84" w:rsidRDefault="007039F4" w:rsidP="007039F4">
      <w:pPr>
        <w:numPr>
          <w:ilvl w:val="0"/>
          <w:numId w:val="16"/>
        </w:numPr>
      </w:pPr>
      <w:r>
        <w:t>obliczeniach wielkości i czasu osiadania,</w:t>
      </w:r>
    </w:p>
    <w:p w:rsidR="00C33D84" w:rsidRDefault="007039F4" w:rsidP="007039F4">
      <w:pPr>
        <w:numPr>
          <w:ilvl w:val="0"/>
          <w:numId w:val="16"/>
        </w:numPr>
      </w:pPr>
      <w:r>
        <w:t>uzasadnieniu ekonomicznym obranej metody budowy nasypu.</w:t>
      </w:r>
    </w:p>
    <w:p w:rsidR="00C33D84" w:rsidRDefault="007039F4">
      <w:r>
        <w:tab/>
        <w:t>W czasie wznoszenia korpusu metodą warstwową obowiązują ogólne zasady określone w pkcie 5.3.3.1.</w:t>
      </w:r>
    </w:p>
    <w:p w:rsidR="00C33D84" w:rsidRDefault="007039F4">
      <w:pPr>
        <w:spacing w:before="120" w:after="120"/>
      </w:pPr>
      <w:r>
        <w:rPr>
          <w:b/>
        </w:rPr>
        <w:t xml:space="preserve">5.3.3.8. </w:t>
      </w:r>
      <w:r>
        <w:t>Wykonywanie nasypów w okresie deszczów</w:t>
      </w:r>
    </w:p>
    <w:p w:rsidR="00C33D84" w:rsidRDefault="007039F4">
      <w:r>
        <w:lastRenderedPageBreak/>
        <w:tab/>
        <w:t>Wykonywanie nasypów należy przerwać, jeżeli wilgotność gruntu przekracza wartość dopuszczalną, to znaczy jest większa od wilgotności optymalnej o więcej niż 10% jej wartości.</w:t>
      </w:r>
    </w:p>
    <w:p w:rsidR="00C33D84" w:rsidRDefault="007039F4">
      <w:r>
        <w:tab/>
        <w:t>Na warstwie gruntu nadmiernie zawilgoconego nie wolno układać następnej warstwy gruntu.</w:t>
      </w:r>
    </w:p>
    <w:p w:rsidR="00C33D84" w:rsidRDefault="007039F4">
      <w:r>
        <w:tab/>
        <w:t>Osuszenie można przeprowadzić w sposób mechaniczny lub chemiczny, poprzez wymieszanie z wapnem palonym albo hydratyzowanym.</w:t>
      </w:r>
    </w:p>
    <w:p w:rsidR="00C33D84" w:rsidRDefault="007039F4">
      <w:r>
        <w:tab/>
        <w:t>W celu zabezpieczenia nasypu przed nadmiernym zawilgoceniem, poszczególne jego warstwy oraz korona nasypu po zakończeniu robót ziemnych powinny być równe i mieć spadki potrzebne do prawidłowego odwodnienia, według pktu 5.3.3.1, poz. d).</w:t>
      </w:r>
    </w:p>
    <w:p w:rsidR="00C33D84" w:rsidRDefault="007039F4">
      <w:r>
        <w:tab/>
        <w:t>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C33D84" w:rsidRDefault="007039F4">
      <w:pPr>
        <w:spacing w:before="120" w:after="120"/>
      </w:pPr>
      <w:r>
        <w:rPr>
          <w:b/>
        </w:rPr>
        <w:t>5.3.3.9.</w:t>
      </w:r>
      <w:r>
        <w:t xml:space="preserve"> Wykonywanie nasypów w okresie mrozów</w:t>
      </w:r>
    </w:p>
    <w:p w:rsidR="00C33D84" w:rsidRDefault="007039F4">
      <w:r>
        <w:tab/>
        <w:t>Niedopuszczalne jest wykonywanie nasypów w temperaturze przy której nie jest możliwe osiągnięcie w nasypie wymaganego wskaźnika zagęszczenia gruntów.</w:t>
      </w:r>
    </w:p>
    <w:p w:rsidR="00C33D84" w:rsidRDefault="007039F4">
      <w:r>
        <w:tab/>
        <w:t>Nie dopuszcza się wbudowania w nasyp gruntów zamarzniętych lub gruntów przemieszanych ze śniegiem lub lodem.</w:t>
      </w:r>
    </w:p>
    <w:p w:rsidR="00C33D84" w:rsidRDefault="007039F4">
      <w:r>
        <w:tab/>
        <w:t>W czasie dużych opadów śniegu wykonywanie nasypów powinno być przerwane. Przed wznowieniem prac należy usunąć śnieg  z powierzchni wznoszonego nasypu.</w:t>
      </w:r>
    </w:p>
    <w:p w:rsidR="00C33D84" w:rsidRDefault="007039F4">
      <w:r>
        <w:tab/>
        <w:t>Jeżeli warstwa niezagęszczonego gruntu zamarzła, to nie należy jej przed rozmarznięciem zagęszczać ani układać na niej następnych warstw.</w:t>
      </w:r>
    </w:p>
    <w:p w:rsidR="00C33D84" w:rsidRDefault="007039F4">
      <w:pPr>
        <w:keepNext/>
        <w:spacing w:before="120" w:after="120"/>
      </w:pPr>
      <w:r>
        <w:rPr>
          <w:b/>
        </w:rPr>
        <w:t xml:space="preserve">5.3.4. </w:t>
      </w:r>
      <w:r>
        <w:t>Zagęszczenie gruntu</w:t>
      </w:r>
    </w:p>
    <w:p w:rsidR="00C33D84" w:rsidRDefault="007039F4">
      <w:pPr>
        <w:spacing w:after="120"/>
      </w:pPr>
      <w:r>
        <w:rPr>
          <w:b/>
        </w:rPr>
        <w:t xml:space="preserve">5.3.4.1. </w:t>
      </w:r>
      <w:r>
        <w:t>Ogólne zasady zagęszczania gruntu</w:t>
      </w:r>
    </w:p>
    <w:p w:rsidR="00C33D84" w:rsidRDefault="007039F4">
      <w:r>
        <w:tab/>
        <w:t>Każda warstwa gruntu jak najszybciej po jej rozłożeniu, powinna być zagęszczona z zastosowaniem sprzętu odpowiedniego dla danego rodzaju gruntu oraz występujących warunków.</w:t>
      </w:r>
    </w:p>
    <w:p w:rsidR="00C33D84" w:rsidRDefault="007039F4">
      <w:r>
        <w:tab/>
        <w:t>Rozłożone warstwy gruntu należy zagęszczać od krawędzi nasypu w kierunku jego osi.</w:t>
      </w:r>
    </w:p>
    <w:p w:rsidR="00C33D84" w:rsidRDefault="007039F4">
      <w:pPr>
        <w:spacing w:before="120" w:after="120"/>
      </w:pPr>
      <w:r>
        <w:rPr>
          <w:b/>
        </w:rPr>
        <w:t xml:space="preserve">5.3.4.2. </w:t>
      </w:r>
      <w:r>
        <w:t>Grubość warstwy</w:t>
      </w:r>
    </w:p>
    <w:p w:rsidR="00C33D84" w:rsidRDefault="007039F4">
      <w:r>
        <w:tab/>
        <w:t>Grubość warstwy zagęszczonego gruntu oraz liczbę przejść maszyny zagęszczającej zaleca się określić doświadczalnie dla każdego rodzaju gruntu i typu maszyny, zgodnie z zasadami podanymi w pkcie 5.3.4.5.</w:t>
      </w:r>
    </w:p>
    <w:p w:rsidR="00C33D84" w:rsidRDefault="007039F4">
      <w:r>
        <w:tab/>
        <w:t>Orientacyjne wartości, dotyczące grubości warstw różnych gruntów oraz liczby przejazdów różnych maszyn do zagęszczania podano w pkcie 3.</w:t>
      </w:r>
    </w:p>
    <w:p w:rsidR="00C33D84" w:rsidRDefault="007039F4">
      <w:pPr>
        <w:spacing w:before="120" w:after="120"/>
      </w:pPr>
      <w:r>
        <w:rPr>
          <w:b/>
        </w:rPr>
        <w:t xml:space="preserve">5.3.4.3. </w:t>
      </w:r>
      <w:r>
        <w:t>Wilgotność gruntu</w:t>
      </w:r>
    </w:p>
    <w:p w:rsidR="00C33D84" w:rsidRDefault="007039F4">
      <w:r>
        <w:tab/>
        <w:t>Wilgotność gruntu w czasie zagęszczania powinna być równa wilgotności optymalnej, z tolerancją:</w:t>
      </w:r>
    </w:p>
    <w:p w:rsidR="00C33D84" w:rsidRDefault="007039F4" w:rsidP="007039F4">
      <w:pPr>
        <w:numPr>
          <w:ilvl w:val="0"/>
          <w:numId w:val="17"/>
        </w:numPr>
        <w:tabs>
          <w:tab w:val="left" w:pos="720"/>
        </w:tabs>
        <w:ind w:left="720"/>
      </w:pPr>
      <w:r>
        <w:t>w gruntach niespoistych</w:t>
      </w:r>
      <w:r>
        <w:tab/>
      </w:r>
      <w:r>
        <w:tab/>
      </w:r>
      <w:r>
        <w:tab/>
      </w:r>
      <w:r>
        <w:sym w:font="Symbol" w:char="F0B1"/>
      </w:r>
      <w:r>
        <w:t>2 %</w:t>
      </w:r>
    </w:p>
    <w:p w:rsidR="00C33D84" w:rsidRDefault="007039F4" w:rsidP="007039F4">
      <w:pPr>
        <w:numPr>
          <w:ilvl w:val="0"/>
          <w:numId w:val="17"/>
        </w:numPr>
        <w:tabs>
          <w:tab w:val="left" w:pos="720"/>
        </w:tabs>
        <w:ind w:left="720"/>
      </w:pPr>
      <w:r>
        <w:t>w gruntach mało i średnio spoistych</w:t>
      </w:r>
      <w:r>
        <w:tab/>
        <w:t xml:space="preserve">+0 %,  </w:t>
      </w:r>
      <w:r>
        <w:sym w:font="Symbol" w:char="F02D"/>
      </w:r>
      <w:r>
        <w:t>2 %</w:t>
      </w:r>
    </w:p>
    <w:p w:rsidR="00C33D84" w:rsidRDefault="007039F4" w:rsidP="007039F4">
      <w:pPr>
        <w:numPr>
          <w:ilvl w:val="0"/>
          <w:numId w:val="17"/>
        </w:numPr>
        <w:tabs>
          <w:tab w:val="left" w:pos="720"/>
        </w:tabs>
        <w:ind w:left="720"/>
      </w:pPr>
      <w:r>
        <w:lastRenderedPageBreak/>
        <w:t>w mieszaninach popiołowo-żużlowych</w:t>
      </w:r>
      <w:r>
        <w:tab/>
        <w:t xml:space="preserve">+2%,  </w:t>
      </w:r>
      <w:r>
        <w:sym w:font="Symbol" w:char="F02D"/>
      </w:r>
      <w:r>
        <w:t>4 %</w:t>
      </w:r>
    </w:p>
    <w:p w:rsidR="00C33D84" w:rsidRDefault="007039F4">
      <w:r>
        <w:tab/>
        <w:t>Sprawdzenie wilgotności gruntu należy przeprowadzać laboratoryjnie, z częstotliwością określoną w pktach 6.3.2 i 6.3.3.</w:t>
      </w:r>
    </w:p>
    <w:p w:rsidR="00C33D84" w:rsidRDefault="007039F4">
      <w:pPr>
        <w:keepNext/>
        <w:spacing w:before="120" w:after="120"/>
      </w:pPr>
      <w:r>
        <w:rPr>
          <w:b/>
        </w:rPr>
        <w:t xml:space="preserve">5.3.4.4. </w:t>
      </w:r>
      <w:r>
        <w:t>Wymagania dotyczące zagęszczania</w:t>
      </w:r>
    </w:p>
    <w:p w:rsidR="00C33D84" w:rsidRDefault="007039F4">
      <w:r>
        <w:tab/>
        <w:t>W zależności od uziarnienia stosowanych materiałów, zagęszczenie warstwy należy określać za pomocą oznaczenia wskaźnika zagęszczenia lub porównania pierwotnego i wtórnego modułu odkształcenia.</w:t>
      </w:r>
    </w:p>
    <w:p w:rsidR="00C33D84" w:rsidRDefault="007039F4">
      <w:r>
        <w:tab/>
        <w:t>Kontrolę zagęszczenia na podstawie porównania pierwotnego i wtórnego modułu odkształcenia, określonych zgodnie z normą PN-S-02205:1998 [4], należy stosować tylko dla gruntów gruboziarnistych, dla których nie jest możliwe określenie wskaźnika zagęszczenia I</w:t>
      </w:r>
      <w:r>
        <w:rPr>
          <w:vertAlign w:val="subscript"/>
        </w:rPr>
        <w:t>s</w:t>
      </w:r>
      <w:r>
        <w:t>, według BN-77/8931-12 [9].</w:t>
      </w:r>
    </w:p>
    <w:p w:rsidR="00C33D84" w:rsidRDefault="007039F4">
      <w:r>
        <w:tab/>
        <w:t>Wskaźnik zagęszczenia gruntów w nasypach, określony według normy BN-77/8931-12 [9], powinien na całej szerokości korpusu spełniać wymagania podane w        tablicy 4.</w:t>
      </w:r>
    </w:p>
    <w:p w:rsidR="00C33D84" w:rsidRDefault="007039F4">
      <w:pPr>
        <w:spacing w:before="120" w:after="120"/>
      </w:pPr>
      <w:r>
        <w:t>Tablica 4. Minimalne wartości wskaźnika zagęszczenia gruntu w nasypach</w:t>
      </w:r>
    </w:p>
    <w:tbl>
      <w:tblPr>
        <w:tblW w:w="0" w:type="auto"/>
        <w:tblLayout w:type="fixed"/>
        <w:tblCellMar>
          <w:left w:w="70" w:type="dxa"/>
          <w:right w:w="70" w:type="dxa"/>
        </w:tblCellMar>
        <w:tblLook w:val="0000"/>
      </w:tblPr>
      <w:tblGrid>
        <w:gridCol w:w="3756"/>
        <w:gridCol w:w="1276"/>
        <w:gridCol w:w="1237"/>
        <w:gridCol w:w="1242"/>
      </w:tblGrid>
      <w:tr w:rsidR="00C33D84">
        <w:tc>
          <w:tcPr>
            <w:tcW w:w="3756" w:type="dxa"/>
            <w:tcBorders>
              <w:top w:val="single" w:sz="6" w:space="0" w:color="auto"/>
              <w:left w:val="single" w:sz="6" w:space="0" w:color="auto"/>
            </w:tcBorders>
          </w:tcPr>
          <w:p w:rsidR="00C33D84" w:rsidRDefault="00C33D84">
            <w:pPr>
              <w:rPr>
                <w:b/>
              </w:rPr>
            </w:pPr>
          </w:p>
        </w:tc>
        <w:tc>
          <w:tcPr>
            <w:tcW w:w="3755" w:type="dxa"/>
            <w:gridSpan w:val="3"/>
            <w:tcBorders>
              <w:top w:val="single" w:sz="6" w:space="0" w:color="auto"/>
              <w:left w:val="single" w:sz="6" w:space="0" w:color="auto"/>
              <w:right w:val="single" w:sz="6" w:space="0" w:color="auto"/>
            </w:tcBorders>
          </w:tcPr>
          <w:p w:rsidR="00C33D84" w:rsidRDefault="007039F4">
            <w:pPr>
              <w:spacing w:before="60"/>
              <w:jc w:val="center"/>
              <w:rPr>
                <w:b/>
              </w:rPr>
            </w:pPr>
            <w:r>
              <w:t>Minimalna wartość I</w:t>
            </w:r>
            <w:r>
              <w:rPr>
                <w:vertAlign w:val="subscript"/>
              </w:rPr>
              <w:t>s</w:t>
            </w:r>
            <w:r>
              <w:t xml:space="preserve"> dla:</w:t>
            </w:r>
          </w:p>
        </w:tc>
      </w:tr>
      <w:tr w:rsidR="00C33D84">
        <w:tc>
          <w:tcPr>
            <w:tcW w:w="3756" w:type="dxa"/>
            <w:tcBorders>
              <w:left w:val="single" w:sz="6" w:space="0" w:color="auto"/>
            </w:tcBorders>
          </w:tcPr>
          <w:p w:rsidR="00C33D84" w:rsidRDefault="007039F4">
            <w:pPr>
              <w:jc w:val="center"/>
            </w:pPr>
            <w:r>
              <w:t>Strefa</w:t>
            </w:r>
          </w:p>
        </w:tc>
        <w:tc>
          <w:tcPr>
            <w:tcW w:w="1276" w:type="dxa"/>
            <w:tcBorders>
              <w:top w:val="single" w:sz="6" w:space="0" w:color="auto"/>
              <w:left w:val="single" w:sz="6" w:space="0" w:color="auto"/>
            </w:tcBorders>
          </w:tcPr>
          <w:p w:rsidR="00C33D84" w:rsidRDefault="007039F4">
            <w:pPr>
              <w:jc w:val="center"/>
            </w:pPr>
            <w:r>
              <w:t>autostrad</w:t>
            </w:r>
          </w:p>
        </w:tc>
        <w:tc>
          <w:tcPr>
            <w:tcW w:w="2479" w:type="dxa"/>
            <w:gridSpan w:val="2"/>
            <w:tcBorders>
              <w:top w:val="single" w:sz="6" w:space="0" w:color="auto"/>
              <w:left w:val="single" w:sz="6" w:space="0" w:color="auto"/>
              <w:bottom w:val="single" w:sz="6" w:space="0" w:color="auto"/>
              <w:right w:val="single" w:sz="6" w:space="0" w:color="auto"/>
            </w:tcBorders>
          </w:tcPr>
          <w:p w:rsidR="00C33D84" w:rsidRDefault="007039F4">
            <w:pPr>
              <w:jc w:val="center"/>
            </w:pPr>
            <w:r>
              <w:t>innych dróg</w:t>
            </w:r>
          </w:p>
        </w:tc>
      </w:tr>
      <w:tr w:rsidR="00C33D84">
        <w:tc>
          <w:tcPr>
            <w:tcW w:w="3756" w:type="dxa"/>
            <w:tcBorders>
              <w:left w:val="single" w:sz="6" w:space="0" w:color="auto"/>
              <w:bottom w:val="double" w:sz="6" w:space="0" w:color="auto"/>
            </w:tcBorders>
          </w:tcPr>
          <w:p w:rsidR="00C33D84" w:rsidRDefault="007039F4">
            <w:pPr>
              <w:jc w:val="center"/>
            </w:pPr>
            <w:r>
              <w:t>nasypu</w:t>
            </w:r>
          </w:p>
        </w:tc>
        <w:tc>
          <w:tcPr>
            <w:tcW w:w="1276" w:type="dxa"/>
            <w:tcBorders>
              <w:left w:val="single" w:sz="6" w:space="0" w:color="auto"/>
              <w:bottom w:val="double" w:sz="6" w:space="0" w:color="auto"/>
            </w:tcBorders>
          </w:tcPr>
          <w:p w:rsidR="00C33D84" w:rsidRDefault="007039F4">
            <w:pPr>
              <w:jc w:val="center"/>
            </w:pPr>
            <w:r>
              <w:t>i dróg</w:t>
            </w:r>
          </w:p>
          <w:p w:rsidR="00C33D84" w:rsidRDefault="007039F4">
            <w:pPr>
              <w:jc w:val="center"/>
            </w:pPr>
            <w:r>
              <w:t>ekspresowych</w:t>
            </w:r>
          </w:p>
        </w:tc>
        <w:tc>
          <w:tcPr>
            <w:tcW w:w="1237" w:type="dxa"/>
            <w:tcBorders>
              <w:top w:val="single" w:sz="6" w:space="0" w:color="auto"/>
              <w:left w:val="single" w:sz="6" w:space="0" w:color="auto"/>
              <w:bottom w:val="double" w:sz="6" w:space="0" w:color="auto"/>
              <w:right w:val="single" w:sz="6" w:space="0" w:color="auto"/>
            </w:tcBorders>
          </w:tcPr>
          <w:p w:rsidR="00C33D84" w:rsidRDefault="007039F4">
            <w:pPr>
              <w:jc w:val="center"/>
            </w:pPr>
            <w:r>
              <w:t xml:space="preserve">kategoria ruchu    </w:t>
            </w:r>
          </w:p>
          <w:p w:rsidR="00C33D84" w:rsidRDefault="007039F4">
            <w:pPr>
              <w:jc w:val="center"/>
            </w:pPr>
            <w:r>
              <w:t>KR3-KR6</w:t>
            </w:r>
          </w:p>
        </w:tc>
        <w:tc>
          <w:tcPr>
            <w:tcW w:w="1237" w:type="dxa"/>
            <w:tcBorders>
              <w:top w:val="single" w:sz="6" w:space="0" w:color="auto"/>
              <w:left w:val="single" w:sz="6" w:space="0" w:color="auto"/>
              <w:bottom w:val="double" w:sz="6" w:space="0" w:color="auto"/>
              <w:right w:val="single" w:sz="6" w:space="0" w:color="auto"/>
            </w:tcBorders>
          </w:tcPr>
          <w:p w:rsidR="00C33D84" w:rsidRDefault="007039F4">
            <w:pPr>
              <w:jc w:val="center"/>
            </w:pPr>
            <w:r>
              <w:t>kategoria ruchu</w:t>
            </w:r>
          </w:p>
          <w:p w:rsidR="00C33D84" w:rsidRDefault="007039F4">
            <w:pPr>
              <w:jc w:val="center"/>
            </w:pPr>
            <w:r>
              <w:t>KR1-KR2</w:t>
            </w:r>
          </w:p>
        </w:tc>
      </w:tr>
      <w:tr w:rsidR="00C33D84">
        <w:tc>
          <w:tcPr>
            <w:tcW w:w="3756" w:type="dxa"/>
            <w:tcBorders>
              <w:left w:val="single" w:sz="6" w:space="0" w:color="auto"/>
              <w:bottom w:val="single" w:sz="6" w:space="0" w:color="auto"/>
              <w:right w:val="single" w:sz="6" w:space="0" w:color="auto"/>
            </w:tcBorders>
          </w:tcPr>
          <w:p w:rsidR="00C33D84" w:rsidRDefault="007039F4">
            <w:pPr>
              <w:spacing w:before="120" w:after="120"/>
            </w:pPr>
            <w:r>
              <w:t>Górna warstwa o grubości 20 cm</w:t>
            </w:r>
          </w:p>
        </w:tc>
        <w:tc>
          <w:tcPr>
            <w:tcW w:w="1276" w:type="dxa"/>
            <w:tcBorders>
              <w:left w:val="single" w:sz="6" w:space="0" w:color="auto"/>
              <w:bottom w:val="single" w:sz="6" w:space="0" w:color="auto"/>
              <w:right w:val="single" w:sz="6" w:space="0" w:color="auto"/>
            </w:tcBorders>
          </w:tcPr>
          <w:p w:rsidR="00C33D84" w:rsidRDefault="007039F4">
            <w:pPr>
              <w:spacing w:before="120" w:after="120"/>
              <w:jc w:val="center"/>
            </w:pPr>
            <w:r>
              <w:t>1,03</w:t>
            </w:r>
          </w:p>
        </w:tc>
        <w:tc>
          <w:tcPr>
            <w:tcW w:w="1237" w:type="dxa"/>
            <w:tcBorders>
              <w:left w:val="single" w:sz="6" w:space="0" w:color="auto"/>
              <w:bottom w:val="single" w:sz="6" w:space="0" w:color="auto"/>
              <w:right w:val="single" w:sz="6" w:space="0" w:color="auto"/>
            </w:tcBorders>
          </w:tcPr>
          <w:p w:rsidR="00C33D84" w:rsidRDefault="007039F4">
            <w:pPr>
              <w:spacing w:before="120" w:after="120"/>
              <w:jc w:val="center"/>
            </w:pPr>
            <w:r>
              <w:t>1,00</w:t>
            </w:r>
          </w:p>
        </w:tc>
        <w:tc>
          <w:tcPr>
            <w:tcW w:w="1237" w:type="dxa"/>
            <w:tcBorders>
              <w:left w:val="single" w:sz="6" w:space="0" w:color="auto"/>
              <w:bottom w:val="single" w:sz="6" w:space="0" w:color="auto"/>
              <w:right w:val="single" w:sz="6" w:space="0" w:color="auto"/>
            </w:tcBorders>
          </w:tcPr>
          <w:p w:rsidR="00C33D84" w:rsidRDefault="007039F4">
            <w:pPr>
              <w:spacing w:before="120" w:after="120"/>
              <w:jc w:val="center"/>
            </w:pPr>
            <w:r>
              <w:t>1,00</w:t>
            </w:r>
          </w:p>
        </w:tc>
      </w:tr>
      <w:tr w:rsidR="00C33D84">
        <w:tc>
          <w:tcPr>
            <w:tcW w:w="3756" w:type="dxa"/>
            <w:tcBorders>
              <w:top w:val="single" w:sz="6" w:space="0" w:color="auto"/>
              <w:left w:val="single" w:sz="6" w:space="0" w:color="auto"/>
              <w:bottom w:val="single" w:sz="6" w:space="0" w:color="auto"/>
              <w:right w:val="single" w:sz="6" w:space="0" w:color="auto"/>
            </w:tcBorders>
          </w:tcPr>
          <w:p w:rsidR="00C33D84" w:rsidRDefault="007039F4">
            <w:pPr>
              <w:pStyle w:val="Stopka"/>
              <w:tabs>
                <w:tab w:val="clear" w:pos="4536"/>
                <w:tab w:val="clear" w:pos="9072"/>
              </w:tabs>
              <w:spacing w:before="120"/>
            </w:pPr>
            <w:r>
              <w:t>Niżej leżące warstwy nasypu do głębokości</w:t>
            </w:r>
          </w:p>
          <w:p w:rsidR="00C33D84" w:rsidRDefault="007039F4">
            <w:r>
              <w:t>od powierzchni robót ziemnych:</w:t>
            </w:r>
          </w:p>
          <w:p w:rsidR="00C33D84" w:rsidRDefault="007039F4">
            <w:r>
              <w:t>- 0,2 do 2,0 m (autostrady)</w:t>
            </w:r>
          </w:p>
          <w:p w:rsidR="00C33D84" w:rsidRDefault="007039F4">
            <w:pPr>
              <w:pStyle w:val="Stopka"/>
              <w:tabs>
                <w:tab w:val="clear" w:pos="4536"/>
                <w:tab w:val="clear" w:pos="9072"/>
              </w:tabs>
              <w:spacing w:after="120"/>
            </w:pPr>
            <w:r>
              <w:t>- 0,2 do 1,2 m (inne drogi)</w:t>
            </w:r>
          </w:p>
        </w:tc>
        <w:tc>
          <w:tcPr>
            <w:tcW w:w="1276" w:type="dxa"/>
            <w:tcBorders>
              <w:top w:val="single" w:sz="6" w:space="0" w:color="auto"/>
              <w:left w:val="single" w:sz="6" w:space="0" w:color="auto"/>
              <w:bottom w:val="single" w:sz="6" w:space="0" w:color="auto"/>
              <w:right w:val="single" w:sz="6" w:space="0" w:color="auto"/>
            </w:tcBorders>
          </w:tcPr>
          <w:p w:rsidR="00C33D84" w:rsidRDefault="00C33D84">
            <w:pPr>
              <w:spacing w:before="120"/>
              <w:jc w:val="center"/>
            </w:pPr>
          </w:p>
          <w:p w:rsidR="00C33D84" w:rsidRDefault="00C33D84">
            <w:pPr>
              <w:jc w:val="center"/>
            </w:pPr>
          </w:p>
          <w:p w:rsidR="00C33D84" w:rsidRDefault="007039F4">
            <w:pPr>
              <w:jc w:val="center"/>
            </w:pPr>
            <w:r>
              <w:t>1,00</w:t>
            </w:r>
          </w:p>
          <w:p w:rsidR="00C33D84" w:rsidRDefault="007039F4">
            <w:pPr>
              <w:jc w:val="center"/>
            </w:pPr>
            <w:r>
              <w:t>-</w:t>
            </w:r>
          </w:p>
        </w:tc>
        <w:tc>
          <w:tcPr>
            <w:tcW w:w="1237" w:type="dxa"/>
            <w:tcBorders>
              <w:top w:val="single" w:sz="6" w:space="0" w:color="auto"/>
              <w:left w:val="single" w:sz="6" w:space="0" w:color="auto"/>
              <w:bottom w:val="single" w:sz="6" w:space="0" w:color="auto"/>
              <w:right w:val="single" w:sz="6" w:space="0" w:color="auto"/>
            </w:tcBorders>
          </w:tcPr>
          <w:p w:rsidR="00C33D84" w:rsidRDefault="00C33D84">
            <w:pPr>
              <w:spacing w:before="120"/>
              <w:jc w:val="center"/>
            </w:pPr>
          </w:p>
          <w:p w:rsidR="00C33D84" w:rsidRDefault="00C33D84">
            <w:pPr>
              <w:jc w:val="center"/>
            </w:pPr>
          </w:p>
          <w:p w:rsidR="00C33D84" w:rsidRDefault="007039F4">
            <w:pPr>
              <w:jc w:val="center"/>
            </w:pPr>
            <w:r>
              <w:t>-</w:t>
            </w:r>
          </w:p>
          <w:p w:rsidR="00C33D84" w:rsidRDefault="007039F4">
            <w:pPr>
              <w:jc w:val="center"/>
            </w:pPr>
            <w:r>
              <w:t>1,00</w:t>
            </w:r>
          </w:p>
        </w:tc>
        <w:tc>
          <w:tcPr>
            <w:tcW w:w="1237" w:type="dxa"/>
            <w:tcBorders>
              <w:top w:val="single" w:sz="6" w:space="0" w:color="auto"/>
              <w:left w:val="single" w:sz="6" w:space="0" w:color="auto"/>
              <w:bottom w:val="single" w:sz="6" w:space="0" w:color="auto"/>
              <w:right w:val="single" w:sz="6" w:space="0" w:color="auto"/>
            </w:tcBorders>
          </w:tcPr>
          <w:p w:rsidR="00C33D84" w:rsidRDefault="00C33D84">
            <w:pPr>
              <w:spacing w:before="120"/>
              <w:jc w:val="center"/>
            </w:pPr>
          </w:p>
          <w:p w:rsidR="00C33D84" w:rsidRDefault="00C33D84">
            <w:pPr>
              <w:jc w:val="center"/>
            </w:pPr>
          </w:p>
          <w:p w:rsidR="00C33D84" w:rsidRDefault="007039F4">
            <w:pPr>
              <w:jc w:val="center"/>
            </w:pPr>
            <w:r>
              <w:t>-</w:t>
            </w:r>
          </w:p>
          <w:p w:rsidR="00C33D84" w:rsidRDefault="007039F4">
            <w:pPr>
              <w:jc w:val="center"/>
            </w:pPr>
            <w:r>
              <w:t>0,97</w:t>
            </w:r>
          </w:p>
        </w:tc>
      </w:tr>
      <w:tr w:rsidR="00C33D84">
        <w:tc>
          <w:tcPr>
            <w:tcW w:w="3756" w:type="dxa"/>
            <w:tcBorders>
              <w:top w:val="single" w:sz="6" w:space="0" w:color="auto"/>
              <w:left w:val="single" w:sz="6" w:space="0" w:color="auto"/>
              <w:bottom w:val="single" w:sz="6" w:space="0" w:color="auto"/>
              <w:right w:val="single" w:sz="6" w:space="0" w:color="auto"/>
            </w:tcBorders>
          </w:tcPr>
          <w:p w:rsidR="00C33D84" w:rsidRDefault="007039F4">
            <w:pPr>
              <w:pStyle w:val="Stopka"/>
              <w:tabs>
                <w:tab w:val="clear" w:pos="4536"/>
                <w:tab w:val="clear" w:pos="9072"/>
              </w:tabs>
              <w:spacing w:before="120"/>
            </w:pPr>
            <w:r>
              <w:t>Warstwy nasypu na głębokości od powierz-</w:t>
            </w:r>
          </w:p>
          <w:p w:rsidR="00C33D84" w:rsidRDefault="007039F4">
            <w:r>
              <w:t>chni robót ziemnych poniżej:</w:t>
            </w:r>
          </w:p>
          <w:p w:rsidR="00C33D84" w:rsidRDefault="007039F4">
            <w:r>
              <w:t>- 2,0 m (autostrady)</w:t>
            </w:r>
          </w:p>
          <w:p w:rsidR="00C33D84" w:rsidRDefault="007039F4">
            <w:pPr>
              <w:pStyle w:val="Stopka"/>
              <w:tabs>
                <w:tab w:val="clear" w:pos="4536"/>
                <w:tab w:val="clear" w:pos="9072"/>
              </w:tabs>
              <w:spacing w:after="120"/>
            </w:pPr>
            <w:r>
              <w:t>- 1,2 m (inne drogi)</w:t>
            </w:r>
          </w:p>
        </w:tc>
        <w:tc>
          <w:tcPr>
            <w:tcW w:w="1276" w:type="dxa"/>
            <w:tcBorders>
              <w:top w:val="single" w:sz="6" w:space="0" w:color="auto"/>
              <w:left w:val="single" w:sz="6" w:space="0" w:color="auto"/>
              <w:bottom w:val="single" w:sz="6" w:space="0" w:color="auto"/>
              <w:right w:val="single" w:sz="6" w:space="0" w:color="auto"/>
            </w:tcBorders>
          </w:tcPr>
          <w:p w:rsidR="00C33D84" w:rsidRDefault="00C33D84">
            <w:pPr>
              <w:spacing w:before="120"/>
              <w:jc w:val="center"/>
            </w:pPr>
          </w:p>
          <w:p w:rsidR="00C33D84" w:rsidRDefault="00C33D84">
            <w:pPr>
              <w:jc w:val="center"/>
            </w:pPr>
          </w:p>
          <w:p w:rsidR="00C33D84" w:rsidRDefault="007039F4">
            <w:pPr>
              <w:jc w:val="center"/>
            </w:pPr>
            <w:r>
              <w:t>0,97</w:t>
            </w:r>
          </w:p>
          <w:p w:rsidR="00C33D84" w:rsidRDefault="007039F4">
            <w:pPr>
              <w:jc w:val="center"/>
            </w:pPr>
            <w:r>
              <w:t>-</w:t>
            </w:r>
          </w:p>
        </w:tc>
        <w:tc>
          <w:tcPr>
            <w:tcW w:w="1237" w:type="dxa"/>
            <w:tcBorders>
              <w:top w:val="single" w:sz="6" w:space="0" w:color="auto"/>
              <w:left w:val="single" w:sz="6" w:space="0" w:color="auto"/>
              <w:bottom w:val="single" w:sz="6" w:space="0" w:color="auto"/>
              <w:right w:val="single" w:sz="6" w:space="0" w:color="auto"/>
            </w:tcBorders>
          </w:tcPr>
          <w:p w:rsidR="00C33D84" w:rsidRDefault="00C33D84">
            <w:pPr>
              <w:spacing w:before="120"/>
              <w:jc w:val="center"/>
            </w:pPr>
          </w:p>
          <w:p w:rsidR="00C33D84" w:rsidRDefault="00C33D84">
            <w:pPr>
              <w:jc w:val="center"/>
            </w:pPr>
          </w:p>
          <w:p w:rsidR="00C33D84" w:rsidRDefault="007039F4">
            <w:pPr>
              <w:jc w:val="center"/>
            </w:pPr>
            <w:r>
              <w:t>-</w:t>
            </w:r>
          </w:p>
          <w:p w:rsidR="00C33D84" w:rsidRDefault="007039F4">
            <w:pPr>
              <w:jc w:val="center"/>
            </w:pPr>
            <w:r>
              <w:t>0,97</w:t>
            </w:r>
          </w:p>
        </w:tc>
        <w:tc>
          <w:tcPr>
            <w:tcW w:w="1237" w:type="dxa"/>
            <w:tcBorders>
              <w:top w:val="single" w:sz="6" w:space="0" w:color="auto"/>
              <w:left w:val="single" w:sz="6" w:space="0" w:color="auto"/>
              <w:bottom w:val="single" w:sz="6" w:space="0" w:color="auto"/>
              <w:right w:val="single" w:sz="6" w:space="0" w:color="auto"/>
            </w:tcBorders>
          </w:tcPr>
          <w:p w:rsidR="00C33D84" w:rsidRDefault="00C33D84">
            <w:pPr>
              <w:spacing w:before="120"/>
              <w:jc w:val="center"/>
            </w:pPr>
          </w:p>
          <w:p w:rsidR="00C33D84" w:rsidRDefault="00C33D84">
            <w:pPr>
              <w:jc w:val="center"/>
            </w:pPr>
          </w:p>
          <w:p w:rsidR="00C33D84" w:rsidRDefault="007039F4">
            <w:pPr>
              <w:jc w:val="center"/>
            </w:pPr>
            <w:r>
              <w:t>-</w:t>
            </w:r>
          </w:p>
          <w:p w:rsidR="00C33D84" w:rsidRDefault="007039F4">
            <w:pPr>
              <w:jc w:val="center"/>
            </w:pPr>
            <w:r>
              <w:t>0,95</w:t>
            </w:r>
          </w:p>
        </w:tc>
      </w:tr>
    </w:tbl>
    <w:p w:rsidR="00C33D84" w:rsidRDefault="00C33D84"/>
    <w:p w:rsidR="00C33D84" w:rsidRDefault="007039F4">
      <w:r>
        <w:tab/>
        <w:t>Jako zastępcze kryterium oceny wymaganego zagęszczenia gruntów dla których trudne jest pomierzenie wskaźnika zagęszczenia, przyjmuje się wartość wskaźnika odkształcenia I</w:t>
      </w:r>
      <w:r>
        <w:rPr>
          <w:vertAlign w:val="subscript"/>
        </w:rPr>
        <w:t>0</w:t>
      </w:r>
      <w:r>
        <w:t xml:space="preserve"> określonego zgodnie z normą PN-S-02205:1998 [4].</w:t>
      </w:r>
    </w:p>
    <w:p w:rsidR="00C33D84" w:rsidRDefault="007039F4">
      <w:r>
        <w:t>Wskaźnik odkształcenia nie powinien być większy niż:</w:t>
      </w:r>
    </w:p>
    <w:p w:rsidR="00C33D84" w:rsidRDefault="007039F4" w:rsidP="007039F4">
      <w:pPr>
        <w:numPr>
          <w:ilvl w:val="0"/>
          <w:numId w:val="18"/>
        </w:numPr>
        <w:tabs>
          <w:tab w:val="left" w:pos="720"/>
        </w:tabs>
        <w:ind w:left="720"/>
      </w:pPr>
      <w:r>
        <w:t>dla żwirów, pospółek i piasków</w:t>
      </w:r>
    </w:p>
    <w:p w:rsidR="00C33D84" w:rsidRDefault="007039F4" w:rsidP="007039F4">
      <w:pPr>
        <w:numPr>
          <w:ilvl w:val="0"/>
          <w:numId w:val="18"/>
        </w:numPr>
        <w:tabs>
          <w:tab w:val="left" w:pos="720"/>
        </w:tabs>
        <w:ind w:left="720"/>
      </w:pPr>
      <w:r>
        <w:t>2,2 przy wymaganej wartości I</w:t>
      </w:r>
      <w:r>
        <w:rPr>
          <w:vertAlign w:val="subscript"/>
        </w:rPr>
        <w:t xml:space="preserve">s </w:t>
      </w:r>
      <w:r>
        <w:sym w:font="Symbol" w:char="F0B3"/>
      </w:r>
      <w:r>
        <w:t>1,0,</w:t>
      </w:r>
    </w:p>
    <w:p w:rsidR="00C33D84" w:rsidRDefault="007039F4" w:rsidP="007039F4">
      <w:pPr>
        <w:numPr>
          <w:ilvl w:val="0"/>
          <w:numId w:val="18"/>
        </w:numPr>
        <w:tabs>
          <w:tab w:val="left" w:pos="720"/>
        </w:tabs>
        <w:ind w:left="720"/>
      </w:pPr>
      <w:r>
        <w:t>2,5 przy wymaganej wartości I</w:t>
      </w:r>
      <w:r>
        <w:rPr>
          <w:vertAlign w:val="subscript"/>
        </w:rPr>
        <w:t xml:space="preserve">s </w:t>
      </w:r>
      <w:r>
        <w:sym w:font="Symbol" w:char="F03C"/>
      </w:r>
      <w:r>
        <w:t>1,0,</w:t>
      </w:r>
    </w:p>
    <w:p w:rsidR="00C33D84" w:rsidRDefault="007039F4" w:rsidP="007039F4">
      <w:pPr>
        <w:pStyle w:val="Tekstpodstawowy21"/>
        <w:numPr>
          <w:ilvl w:val="0"/>
          <w:numId w:val="18"/>
        </w:numPr>
        <w:tabs>
          <w:tab w:val="left" w:pos="720"/>
        </w:tabs>
        <w:ind w:left="720"/>
      </w:pPr>
      <w:r>
        <w:t>dla gruntów drobnoziarnistych o równomiernym uziarnieniu (pyłów, glin pylastych, glin zwięzłych, iłów – 2,0,</w:t>
      </w:r>
    </w:p>
    <w:p w:rsidR="00C33D84" w:rsidRDefault="007039F4" w:rsidP="007039F4">
      <w:pPr>
        <w:numPr>
          <w:ilvl w:val="0"/>
          <w:numId w:val="18"/>
        </w:numPr>
        <w:tabs>
          <w:tab w:val="left" w:pos="720"/>
        </w:tabs>
        <w:ind w:left="720"/>
      </w:pPr>
      <w:r>
        <w:lastRenderedPageBreak/>
        <w:t>dla gruntów różnoziarnistych (żwirów gliniastych, pospółek gliniastych, pyłów piaszczystych, piasków gliniastych, glin piaszczystych, glin piaszczystych zwięzłych) – 3,0,</w:t>
      </w:r>
    </w:p>
    <w:p w:rsidR="00C33D84" w:rsidRDefault="007039F4" w:rsidP="007039F4">
      <w:pPr>
        <w:numPr>
          <w:ilvl w:val="0"/>
          <w:numId w:val="18"/>
        </w:numPr>
        <w:tabs>
          <w:tab w:val="left" w:pos="720"/>
        </w:tabs>
        <w:ind w:left="720"/>
      </w:pPr>
      <w:r>
        <w:t>dla narzutów kamiennych, rumoszy – 4,</w:t>
      </w:r>
    </w:p>
    <w:p w:rsidR="00C33D84" w:rsidRDefault="007039F4" w:rsidP="007039F4">
      <w:pPr>
        <w:numPr>
          <w:ilvl w:val="0"/>
          <w:numId w:val="18"/>
        </w:numPr>
        <w:tabs>
          <w:tab w:val="left" w:pos="720"/>
        </w:tabs>
        <w:ind w:left="720"/>
      </w:pPr>
      <w:r>
        <w:t>dla gruntów antropogenicznych – na podstawie badań poligonowych.</w:t>
      </w:r>
    </w:p>
    <w:p w:rsidR="00C33D84" w:rsidRDefault="007039F4">
      <w: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C33D84" w:rsidRDefault="007039F4">
      <w:pPr>
        <w:spacing w:before="120" w:after="120"/>
      </w:pPr>
      <w:r>
        <w:rPr>
          <w:b/>
        </w:rPr>
        <w:t xml:space="preserve">5.3.4.5. </w:t>
      </w:r>
      <w:r>
        <w:t>Próbne zagęszczenie</w:t>
      </w:r>
    </w:p>
    <w:p w:rsidR="00C33D84" w:rsidRDefault="007039F4">
      <w:r>
        <w:tab/>
        <w:t>Odcinek doświadczalny dla próbnego zagęszczenia gruntu o minimalnej powierzchni 300 m</w:t>
      </w:r>
      <w:r>
        <w:rPr>
          <w:vertAlign w:val="superscript"/>
        </w:rPr>
        <w:t>2</w:t>
      </w:r>
      <w:r>
        <w:t>, powinien być wykonane na terenie oczyszczonym z gleby, na którym układa się grunt czterema pasmami o szerokości od 3,5</w:t>
      </w:r>
      <w:r>
        <w:rPr>
          <w:b/>
        </w:rPr>
        <w:t xml:space="preserve"> </w:t>
      </w:r>
      <w:r>
        <w:t>do</w:t>
      </w:r>
      <w:r>
        <w:rPr>
          <w:b/>
        </w:rPr>
        <w:t xml:space="preserve"> </w:t>
      </w:r>
      <w:r>
        <w:t>4,5 m każde. Poszczególne  warstwy układanego gruntu powinny mieć w każdym pasie inną grubość z tym, że wszystkie muszą mieścić się w granicach właściwych dla danego sprzętu zagęszczającego. Wilgotność gruntu powinna być równa optymalnej z tolerancją podaną w pkcie 5.3.4.3. Grunt ułożony na poletku według podanej wyżej zasady powinien być następnie zagęszczony, a po każdej serii przejść maszyny należy określić wskaźniki zagęszczenia,  dopuszczając stosowanie innych, szybkich metod pomiaru (sonda izotopowa, ugięciomierz udarowy po ich skalibrowaniu w warunkach terenowych).</w:t>
      </w:r>
    </w:p>
    <w:p w:rsidR="00C33D84" w:rsidRDefault="007039F4">
      <w:r>
        <w:tab/>
        <w:t>Oznaczenie wskaźnika zagęszczenia należy wykonać co najmniej w 4 punktach, z których co najmniej 2 powinny umożliwić ustalenie wskaźnika zagęszczenia w dolnej części warstwy. Na podstawie porównania uzyskanych wyników zagęszczenia z wymaganiami podanymi w pkcie 5.3.4.4 dokonuje się wyboru sprzętu i ustala się potrzebną liczbę przejść oraz grubość warstwy rozkładanego gruntu.</w:t>
      </w:r>
    </w:p>
    <w:p w:rsidR="00C33D84" w:rsidRDefault="007039F4">
      <w:pPr>
        <w:pStyle w:val="Nagwek2"/>
      </w:pPr>
      <w:bookmarkStart w:id="355" w:name="_Toc406295865"/>
      <w:bookmarkStart w:id="356" w:name="_Toc407161285"/>
      <w:r>
        <w:t>5.4. Odkłady</w:t>
      </w:r>
      <w:bookmarkEnd w:id="355"/>
      <w:bookmarkEnd w:id="356"/>
    </w:p>
    <w:p w:rsidR="00C33D84" w:rsidRDefault="007039F4">
      <w:pPr>
        <w:spacing w:after="120"/>
      </w:pPr>
      <w:r>
        <w:rPr>
          <w:b/>
        </w:rPr>
        <w:t xml:space="preserve">5.4.1. </w:t>
      </w:r>
      <w:r>
        <w:t>Warunki ogólne wykonania odkładów</w:t>
      </w:r>
    </w:p>
    <w:p w:rsidR="00C33D84" w:rsidRDefault="007039F4">
      <w:r>
        <w:tab/>
        <w:t>Roboty omówione w tym punkcie dotyczą postępowania z gruntami lub innymi materiałami, które zostały pozyskane w czasie wykonywania wykopów, a które nie będą wykorzystane do budowy nasypów oraz innych prac związanych z trasą drogową.</w:t>
      </w:r>
    </w:p>
    <w:p w:rsidR="00C33D84" w:rsidRDefault="007039F4">
      <w:r>
        <w:tab/>
        <w:t>Grunty lub inne materiały powinny być przewiezione na odkład, jeżeli:</w:t>
      </w:r>
    </w:p>
    <w:p w:rsidR="00C33D84" w:rsidRDefault="007039F4" w:rsidP="007039F4">
      <w:pPr>
        <w:numPr>
          <w:ilvl w:val="0"/>
          <w:numId w:val="19"/>
        </w:numPr>
      </w:pPr>
      <w:r>
        <w:t>stanowią nadmiar objętości w stosunku do objętości gruntów przewidzianych do wbudowania,</w:t>
      </w:r>
    </w:p>
    <w:p w:rsidR="00C33D84" w:rsidRDefault="007039F4" w:rsidP="007039F4">
      <w:pPr>
        <w:numPr>
          <w:ilvl w:val="0"/>
          <w:numId w:val="19"/>
        </w:numPr>
      </w:pPr>
      <w:r>
        <w:t>są nieprzydatne do budowy nasypów oraz wykorzystania w innych pracach, związanych z budową trasy drogowej,</w:t>
      </w:r>
    </w:p>
    <w:p w:rsidR="00C33D84" w:rsidRDefault="007039F4" w:rsidP="007039F4">
      <w:pPr>
        <w:numPr>
          <w:ilvl w:val="0"/>
          <w:numId w:val="19"/>
        </w:numPr>
      </w:pPr>
      <w:r>
        <w:t>ze względu na harmonogram robót nie jest ekonomicznie uzasadnione oczekiwanie na wbudowanie materiałów pozyskiwanych z wykopu.</w:t>
      </w:r>
    </w:p>
    <w:p w:rsidR="00C33D84" w:rsidRDefault="007039F4">
      <w:r>
        <w:tab/>
        <w:t>Wykonawca może przyjąć, że zachodzi jeden z podanych wyżej przypadków tylko wówczas, gdy zostało to jednoznacznie określone w dokumentacji projektowej, harmonogramie robót lub przez Inżyniera.</w:t>
      </w:r>
    </w:p>
    <w:p w:rsidR="00C33D84" w:rsidRDefault="007039F4">
      <w:pPr>
        <w:spacing w:before="120" w:after="120"/>
      </w:pPr>
      <w:r>
        <w:rPr>
          <w:b/>
        </w:rPr>
        <w:lastRenderedPageBreak/>
        <w:t xml:space="preserve">5.4.2. </w:t>
      </w:r>
      <w:r>
        <w:t>Lokalizacja odkładu</w:t>
      </w:r>
    </w:p>
    <w:p w:rsidR="00C33D84" w:rsidRDefault="007039F4">
      <w: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C33D84" w:rsidRDefault="007039F4">
      <w:r>
        <w:tab/>
        <w:t>Jeżeli nie przewidziano zagospodarowania nadmiaru objętości w sposób określony powyżej, materiały te należy przewieźć na odkład.</w:t>
      </w:r>
    </w:p>
    <w:p w:rsidR="00C33D84" w:rsidRDefault="007039F4">
      <w: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C33D84" w:rsidRDefault="007039F4">
      <w:r>
        <w:tab/>
        <w:t>Jeżeli odkłady są zlokalizowane wzdłuż odcinka trasy przebiegającego w wykopie, to:</w:t>
      </w:r>
    </w:p>
    <w:p w:rsidR="00C33D84" w:rsidRDefault="007039F4" w:rsidP="007039F4">
      <w:pPr>
        <w:numPr>
          <w:ilvl w:val="0"/>
          <w:numId w:val="20"/>
        </w:numPr>
      </w:pPr>
      <w:r>
        <w:t>odkłady można wykonać z obu stron wykopu, jeżeli pochylenie poprzeczne terenu jest niewielkie, przy czym odległość podnóża skarpy odkładu od górnej krawędzi wykopu powinna wynosić:</w:t>
      </w:r>
    </w:p>
    <w:p w:rsidR="00C33D84" w:rsidRDefault="007039F4" w:rsidP="007039F4">
      <w:pPr>
        <w:numPr>
          <w:ilvl w:val="0"/>
          <w:numId w:val="5"/>
        </w:numPr>
        <w:ind w:left="992"/>
      </w:pPr>
      <w:r>
        <w:t>nie mniej niż 3 m w gruntach przepuszczalnych,</w:t>
      </w:r>
    </w:p>
    <w:p w:rsidR="00C33D84" w:rsidRDefault="007039F4" w:rsidP="007039F4">
      <w:pPr>
        <w:numPr>
          <w:ilvl w:val="0"/>
          <w:numId w:val="5"/>
        </w:numPr>
        <w:ind w:left="992"/>
      </w:pPr>
      <w:r>
        <w:t>nie mniej niż 5 m w gruntach nieprzepuszczalnych,</w:t>
      </w:r>
    </w:p>
    <w:p w:rsidR="00C33D84" w:rsidRDefault="007039F4" w:rsidP="007039F4">
      <w:pPr>
        <w:numPr>
          <w:ilvl w:val="0"/>
          <w:numId w:val="21"/>
        </w:numPr>
      </w:pPr>
      <w:r>
        <w:t>przy znacznym pochyleniu poprzecznym terenu, jednak mniejszym od 20%, odkład należy wykonać tylko od górnej strony wykopu, dla ochrony od wody stokowej,</w:t>
      </w:r>
    </w:p>
    <w:p w:rsidR="00C33D84" w:rsidRDefault="007039F4" w:rsidP="007039F4">
      <w:pPr>
        <w:numPr>
          <w:ilvl w:val="0"/>
          <w:numId w:val="21"/>
        </w:numPr>
      </w:pPr>
      <w:r>
        <w:t>przy pochyleniu poprzecznym terenu wynoszącym ponad 20%, odkład należy zlokalizować poniżej wykopu,</w:t>
      </w:r>
    </w:p>
    <w:p w:rsidR="00C33D84" w:rsidRDefault="007039F4" w:rsidP="007039F4">
      <w:pPr>
        <w:numPr>
          <w:ilvl w:val="0"/>
          <w:numId w:val="21"/>
        </w:numPr>
      </w:pPr>
      <w:r>
        <w:t>na odcinkach zagrożonych przez zasypywanie drogi śniegiem, odkład należy wykonać od strony najczęściej wiejących wiatrów, w odległości ponad 20 m od krawędzi wykopu.</w:t>
      </w:r>
    </w:p>
    <w:p w:rsidR="00C33D84" w:rsidRDefault="007039F4">
      <w:pPr>
        <w:tabs>
          <w:tab w:val="left" w:pos="0"/>
        </w:tabs>
      </w:pPr>
      <w:r>
        <w:tab/>
        <w:t>Jeśli odkład zostanie wykonany w nie uzgodnionym miejscu lub niezgodnie z wymaganiami, to zostanie on usunięty przez Wykonawcę na jego koszt, według wskazań Inżyniera.</w:t>
      </w:r>
    </w:p>
    <w:p w:rsidR="00C33D84" w:rsidRDefault="007039F4">
      <w:r>
        <w:tab/>
        <w:t>Konsekwencje finansowe i prawne, wynikające z ewentualnych uszkodzeń środowiska naturalnego wskutek prowadzenia prac w nie uzgodnionym do tego miejscu, obciążają Wykonawcę.</w:t>
      </w:r>
    </w:p>
    <w:p w:rsidR="00C33D84" w:rsidRDefault="007039F4">
      <w:pPr>
        <w:spacing w:before="120" w:after="120"/>
      </w:pPr>
      <w:r>
        <w:rPr>
          <w:b/>
        </w:rPr>
        <w:t xml:space="preserve">5.4.3. </w:t>
      </w:r>
      <w:r>
        <w:t>Zasady wykonania odkładów</w:t>
      </w:r>
    </w:p>
    <w:p w:rsidR="00C33D84" w:rsidRDefault="007039F4">
      <w:r>
        <w:tab/>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rsidR="00C33D84" w:rsidRDefault="007039F4">
      <w:r>
        <w:tab/>
        <w:t>Odkłady powinny być tak ukształtowane, aby harmonizowały z otaczającym terenem. Powierzchnie odkładów powinny być obsiane trawą, obsadzone krzewami lub drzewami albo przeznaczone na użytki rolne lub leśne, zgodnie z dokumentacją projektową.</w:t>
      </w:r>
    </w:p>
    <w:p w:rsidR="00C33D84" w:rsidRDefault="007039F4">
      <w:r>
        <w:lastRenderedPageBreak/>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rsidR="00C33D84" w:rsidRDefault="007039F4">
      <w:pPr>
        <w:spacing w:after="120"/>
      </w:pPr>
      <w:r>
        <w:tab/>
        <w:t>Przed przewiezieniem gruntu na odkład Wykonawca powinien upewnić się, że spełnione są warunki określone w pkcie 5.4.1. Jeżeli wskutek pochopnego przewiezienia gruntu na odkład przez Wykonawcę, zajdzie konieczność dowiezienia gruntu do wykonania nasypów z ukopu, to koszt tych czynności w całości obciąża Wykonawcę.</w:t>
      </w:r>
    </w:p>
    <w:p w:rsidR="00C33D84" w:rsidRDefault="007039F4">
      <w:pPr>
        <w:pStyle w:val="Nagwek1"/>
      </w:pPr>
      <w:bookmarkStart w:id="357" w:name="_Toc406295866"/>
      <w:bookmarkStart w:id="358" w:name="_Toc407161286"/>
      <w:bookmarkStart w:id="359" w:name="_Toc418994950"/>
      <w:bookmarkStart w:id="360" w:name="_Toc418996357"/>
      <w:bookmarkStart w:id="361" w:name="_Toc418996726"/>
      <w:bookmarkStart w:id="362" w:name="_Toc418997113"/>
      <w:bookmarkStart w:id="363" w:name="_Toc418998523"/>
      <w:bookmarkStart w:id="364" w:name="_Toc418998879"/>
      <w:bookmarkStart w:id="365" w:name="_Toc419000124"/>
      <w:r>
        <w:t>6. kontrola jakości robót</w:t>
      </w:r>
      <w:bookmarkEnd w:id="357"/>
      <w:bookmarkEnd w:id="358"/>
      <w:bookmarkEnd w:id="359"/>
      <w:bookmarkEnd w:id="360"/>
      <w:bookmarkEnd w:id="361"/>
      <w:bookmarkEnd w:id="362"/>
      <w:bookmarkEnd w:id="363"/>
      <w:bookmarkEnd w:id="364"/>
      <w:bookmarkEnd w:id="365"/>
    </w:p>
    <w:p w:rsidR="00C33D84" w:rsidRDefault="007039F4">
      <w:pPr>
        <w:pStyle w:val="Nagwek2"/>
      </w:pPr>
      <w:bookmarkStart w:id="366" w:name="_Toc406295867"/>
      <w:bookmarkStart w:id="367" w:name="_Toc407161287"/>
      <w:r>
        <w:t>6.1. Ogólne zasady kontroli jakości robót</w:t>
      </w:r>
      <w:bookmarkEnd w:id="366"/>
      <w:bookmarkEnd w:id="367"/>
    </w:p>
    <w:p w:rsidR="00C33D84" w:rsidRDefault="007039F4">
      <w:r>
        <w:tab/>
        <w:t>Ogólne zasady kontroli jakości robót podano w OST D-02.00.01 pkt 6.</w:t>
      </w:r>
    </w:p>
    <w:p w:rsidR="00C33D84" w:rsidRDefault="007039F4">
      <w:pPr>
        <w:pStyle w:val="Nagwek2"/>
      </w:pPr>
      <w:bookmarkStart w:id="368" w:name="_Toc406295868"/>
      <w:bookmarkStart w:id="369" w:name="_Toc407161288"/>
      <w:r>
        <w:t>6.2. Sprawdzenie wykonania ukopu i dokopu</w:t>
      </w:r>
      <w:bookmarkEnd w:id="368"/>
      <w:bookmarkEnd w:id="369"/>
    </w:p>
    <w:p w:rsidR="00C33D84" w:rsidRDefault="007039F4">
      <w:r>
        <w:tab/>
        <w:t>Sprawdzenie wykonania ukopu i dokopu polega na kontrolowaniu zgodności z wymaganiami określonymi w pkcie 5.2 niniejszej specyfikacji oraz w dokumentacji projektowej i SST. W czasie kontroli należy zwrócić szczególną uwagę na sprawdzenie:</w:t>
      </w:r>
    </w:p>
    <w:p w:rsidR="00C33D84" w:rsidRDefault="007039F4" w:rsidP="007039F4">
      <w:pPr>
        <w:numPr>
          <w:ilvl w:val="0"/>
          <w:numId w:val="22"/>
        </w:numPr>
      </w:pPr>
      <w:r>
        <w:t>zgodności rodzaju gruntu z określonym w dokumentacji projektowej i SST,</w:t>
      </w:r>
    </w:p>
    <w:p w:rsidR="00C33D84" w:rsidRDefault="007039F4" w:rsidP="007039F4">
      <w:pPr>
        <w:numPr>
          <w:ilvl w:val="0"/>
          <w:numId w:val="22"/>
        </w:numPr>
      </w:pPr>
      <w:r>
        <w:t>zachowania kształtu zboczy, zapewniającego ich stateczność,</w:t>
      </w:r>
    </w:p>
    <w:p w:rsidR="00C33D84" w:rsidRDefault="007039F4" w:rsidP="007039F4">
      <w:pPr>
        <w:numPr>
          <w:ilvl w:val="0"/>
          <w:numId w:val="22"/>
        </w:numPr>
      </w:pPr>
      <w:r>
        <w:t>odwodnienia,</w:t>
      </w:r>
    </w:p>
    <w:p w:rsidR="00C33D84" w:rsidRDefault="007039F4" w:rsidP="007039F4">
      <w:pPr>
        <w:numPr>
          <w:ilvl w:val="0"/>
          <w:numId w:val="22"/>
        </w:numPr>
      </w:pPr>
      <w:r>
        <w:t>zagospodarowania (rekultywacji) terenu po zakończeniu eksploatacji ukopu.</w:t>
      </w:r>
    </w:p>
    <w:p w:rsidR="00C33D84" w:rsidRDefault="007039F4">
      <w:pPr>
        <w:pStyle w:val="Nagwek2"/>
      </w:pPr>
      <w:bookmarkStart w:id="370" w:name="_Toc406295869"/>
      <w:bookmarkStart w:id="371" w:name="_Toc407161289"/>
      <w:r>
        <w:t>6.3. Sprawdzenie jakości wykonania nasypów</w:t>
      </w:r>
      <w:bookmarkEnd w:id="370"/>
      <w:bookmarkEnd w:id="371"/>
    </w:p>
    <w:p w:rsidR="00C33D84" w:rsidRDefault="007039F4">
      <w:pPr>
        <w:spacing w:after="120"/>
      </w:pPr>
      <w:r>
        <w:rPr>
          <w:b/>
        </w:rPr>
        <w:t xml:space="preserve">6.3.1. </w:t>
      </w:r>
      <w:r>
        <w:t>Rodzaje badań i pomiarów</w:t>
      </w:r>
    </w:p>
    <w:p w:rsidR="00C33D84" w:rsidRDefault="007039F4">
      <w:r>
        <w:tab/>
        <w:t>Sprawdzenie jakości wykonania nasypów polega na kontrolowaniu zgodności z wymaganiami określonymi w pktach 2,3 oraz 5.3 niniejszej specyfikacji, w dokumentacji projektowej i SST.</w:t>
      </w:r>
    </w:p>
    <w:p w:rsidR="00C33D84" w:rsidRDefault="007039F4">
      <w:r>
        <w:tab/>
        <w:t>Szczególną uwagę należy zwrócić na:</w:t>
      </w:r>
    </w:p>
    <w:p w:rsidR="00C33D84" w:rsidRDefault="007039F4" w:rsidP="007039F4">
      <w:pPr>
        <w:numPr>
          <w:ilvl w:val="0"/>
          <w:numId w:val="23"/>
        </w:numPr>
      </w:pPr>
      <w:r>
        <w:t>badania przydatności gruntów do budowy nasypów,</w:t>
      </w:r>
    </w:p>
    <w:p w:rsidR="00C33D84" w:rsidRDefault="007039F4" w:rsidP="007039F4">
      <w:pPr>
        <w:numPr>
          <w:ilvl w:val="0"/>
          <w:numId w:val="23"/>
        </w:numPr>
      </w:pPr>
      <w:r>
        <w:t>badania prawidłowości wykonania poszczególnych warstw nasypu,</w:t>
      </w:r>
    </w:p>
    <w:p w:rsidR="00C33D84" w:rsidRDefault="007039F4" w:rsidP="007039F4">
      <w:pPr>
        <w:numPr>
          <w:ilvl w:val="0"/>
          <w:numId w:val="23"/>
        </w:numPr>
      </w:pPr>
      <w:r>
        <w:t>badania zagęszczenia nasypu,</w:t>
      </w:r>
    </w:p>
    <w:p w:rsidR="00C33D84" w:rsidRDefault="007039F4" w:rsidP="007039F4">
      <w:pPr>
        <w:numPr>
          <w:ilvl w:val="0"/>
          <w:numId w:val="23"/>
        </w:numPr>
      </w:pPr>
      <w:r>
        <w:t>pomiary kształtu nasypu.</w:t>
      </w:r>
    </w:p>
    <w:p w:rsidR="00C33D84" w:rsidRDefault="007039F4" w:rsidP="007039F4">
      <w:pPr>
        <w:numPr>
          <w:ilvl w:val="0"/>
          <w:numId w:val="23"/>
        </w:numPr>
      </w:pPr>
      <w:r>
        <w:t>odwodnienie nasypu</w:t>
      </w:r>
    </w:p>
    <w:p w:rsidR="00C33D84" w:rsidRDefault="007039F4">
      <w:pPr>
        <w:spacing w:before="120" w:after="120"/>
      </w:pPr>
      <w:r>
        <w:rPr>
          <w:b/>
        </w:rPr>
        <w:t xml:space="preserve">6.3.2. </w:t>
      </w:r>
      <w:r>
        <w:t>Badania przydatności gruntów do budowy nasypów</w:t>
      </w:r>
    </w:p>
    <w:p w:rsidR="00C33D84" w:rsidRDefault="007039F4">
      <w:r>
        <w:tab/>
        <w:t>Badania przydatności gruntów do budowy nasypu powinny być przeprowadzone na próbkach pobranych z każdej partii przeznaczonej do wbudowania w korpus ziemny, pochodzącej z nowego źródła, jednak nie rzadziej niż jeden raz na 3000 m</w:t>
      </w:r>
      <w:r>
        <w:rPr>
          <w:vertAlign w:val="superscript"/>
        </w:rPr>
        <w:t>3</w:t>
      </w:r>
      <w:r>
        <w:t>. W każdym badaniu należy określić następujące właściwości:</w:t>
      </w:r>
    </w:p>
    <w:p w:rsidR="00C33D84" w:rsidRDefault="007039F4" w:rsidP="007039F4">
      <w:pPr>
        <w:numPr>
          <w:ilvl w:val="0"/>
          <w:numId w:val="5"/>
        </w:numPr>
      </w:pPr>
      <w:r>
        <w:t>skład granulometryczny, wg PN-B-04481 :1988 [1],</w:t>
      </w:r>
    </w:p>
    <w:p w:rsidR="00C33D84" w:rsidRDefault="007039F4" w:rsidP="007039F4">
      <w:pPr>
        <w:numPr>
          <w:ilvl w:val="0"/>
          <w:numId w:val="5"/>
        </w:numPr>
      </w:pPr>
      <w:r>
        <w:t>zawartość części organicznych, wg PN-B-04481:1988 [1],</w:t>
      </w:r>
    </w:p>
    <w:p w:rsidR="00C33D84" w:rsidRDefault="007039F4" w:rsidP="007039F4">
      <w:pPr>
        <w:numPr>
          <w:ilvl w:val="0"/>
          <w:numId w:val="5"/>
        </w:numPr>
      </w:pPr>
      <w:r>
        <w:t>wilgotność naturalną, wg PN-B-04481:1988 [1],</w:t>
      </w:r>
    </w:p>
    <w:p w:rsidR="00C33D84" w:rsidRDefault="007039F4" w:rsidP="007039F4">
      <w:pPr>
        <w:numPr>
          <w:ilvl w:val="0"/>
          <w:numId w:val="5"/>
        </w:numPr>
      </w:pPr>
      <w:r>
        <w:t>wilgotność optymalną i maksymalną gęstość objętościową szkieletu gruntowego, wg PN-B-04481:1988 [1],</w:t>
      </w:r>
    </w:p>
    <w:p w:rsidR="00C33D84" w:rsidRDefault="007039F4" w:rsidP="007039F4">
      <w:pPr>
        <w:numPr>
          <w:ilvl w:val="0"/>
          <w:numId w:val="5"/>
        </w:numPr>
      </w:pPr>
      <w:r>
        <w:lastRenderedPageBreak/>
        <w:t>granicę płynności, wg PN-B-04481:1988 [1],</w:t>
      </w:r>
    </w:p>
    <w:p w:rsidR="00C33D84" w:rsidRDefault="007039F4" w:rsidP="007039F4">
      <w:pPr>
        <w:numPr>
          <w:ilvl w:val="0"/>
          <w:numId w:val="5"/>
        </w:numPr>
      </w:pPr>
      <w:r>
        <w:t>kapilarność bierną, wg PN-B-04493:1960 [3],</w:t>
      </w:r>
    </w:p>
    <w:p w:rsidR="00C33D84" w:rsidRDefault="007039F4" w:rsidP="007039F4">
      <w:pPr>
        <w:numPr>
          <w:ilvl w:val="0"/>
          <w:numId w:val="5"/>
        </w:numPr>
      </w:pPr>
      <w:r>
        <w:t>wskaźnik piaskowy, wg BN-64/8931-01 [7].</w:t>
      </w:r>
    </w:p>
    <w:p w:rsidR="00C33D84" w:rsidRDefault="007039F4">
      <w:pPr>
        <w:spacing w:before="120" w:after="120"/>
      </w:pPr>
      <w:r>
        <w:rPr>
          <w:b/>
        </w:rPr>
        <w:t xml:space="preserve">6.3.3. </w:t>
      </w:r>
      <w:r>
        <w:t>Badania kontrolne prawidłowości wykonania poszczególnych warstw nasypu</w:t>
      </w:r>
    </w:p>
    <w:p w:rsidR="00C33D84" w:rsidRDefault="007039F4">
      <w:r>
        <w:tab/>
        <w:t>Badania kontrolne prawidłowości wykonania poszczególnych warstw nasypu polegają na sprawdzeniu:</w:t>
      </w:r>
    </w:p>
    <w:p w:rsidR="00C33D84" w:rsidRDefault="007039F4" w:rsidP="007039F4">
      <w:pPr>
        <w:numPr>
          <w:ilvl w:val="0"/>
          <w:numId w:val="24"/>
        </w:numPr>
      </w:pPr>
      <w:r>
        <w:t>prawidłowości rozmieszczenia gruntów o różnych właściwościach w nasypie,</w:t>
      </w:r>
    </w:p>
    <w:p w:rsidR="00C33D84" w:rsidRDefault="007039F4" w:rsidP="007039F4">
      <w:pPr>
        <w:numPr>
          <w:ilvl w:val="0"/>
          <w:numId w:val="24"/>
        </w:numPr>
      </w:pPr>
      <w:r>
        <w:t>odwodnienia każdej warstwy,</w:t>
      </w:r>
    </w:p>
    <w:p w:rsidR="00C33D84" w:rsidRDefault="007039F4" w:rsidP="007039F4">
      <w:pPr>
        <w:numPr>
          <w:ilvl w:val="0"/>
          <w:numId w:val="24"/>
        </w:numPr>
      </w:pPr>
      <w:r>
        <w:t>grubości każdej warstwy i jej wilgotności przy zagęszczaniu; badania należy przeprowadzić nie rzadziej niż jeden raz na 500 m</w:t>
      </w:r>
      <w:r>
        <w:rPr>
          <w:vertAlign w:val="superscript"/>
        </w:rPr>
        <w:t>2</w:t>
      </w:r>
      <w:r>
        <w:t xml:space="preserve"> warstwy,</w:t>
      </w:r>
    </w:p>
    <w:p w:rsidR="00C33D84" w:rsidRDefault="007039F4" w:rsidP="007039F4">
      <w:pPr>
        <w:numPr>
          <w:ilvl w:val="0"/>
          <w:numId w:val="24"/>
        </w:numPr>
      </w:pPr>
      <w:r>
        <w:t>nadania spadków warstwom z gruntów spoistych według pktu 5.3.3.1 poz. d),</w:t>
      </w:r>
    </w:p>
    <w:p w:rsidR="00C33D84" w:rsidRDefault="007039F4" w:rsidP="007039F4">
      <w:pPr>
        <w:numPr>
          <w:ilvl w:val="0"/>
          <w:numId w:val="24"/>
        </w:numPr>
      </w:pPr>
      <w:r>
        <w:t>przestrzegania ograniczeń określonych w pktach 5.3.3.8 i 5.3.3.9, dotyczących wbudowania gruntów w okresie deszczów i mrozów.</w:t>
      </w:r>
    </w:p>
    <w:p w:rsidR="00C33D84" w:rsidRDefault="007039F4">
      <w:pPr>
        <w:spacing w:before="120" w:after="120"/>
      </w:pPr>
      <w:r>
        <w:rPr>
          <w:b/>
        </w:rPr>
        <w:t xml:space="preserve">6.3.4. </w:t>
      </w:r>
      <w:r>
        <w:t>Sprawdzenie zagęszczenia nasypu oraz podłoża nasypu</w:t>
      </w:r>
    </w:p>
    <w:p w:rsidR="00C33D84" w:rsidRDefault="007039F4">
      <w:r>
        <w:tab/>
        <w:t>Sprawdzenie zagęszczenia nasypu oraz podłoża nasypu polega na skontrolowaniu zgodności wartości wskaźnika zagęszczenia I</w:t>
      </w:r>
      <w:r>
        <w:rPr>
          <w:vertAlign w:val="subscript"/>
        </w:rPr>
        <w:t>s</w:t>
      </w:r>
      <w:r>
        <w:t xml:space="preserve"> lub stosunku modułów odkształcenia z wartościami określonymi w pktach 5.3.1.2 i 5.3.4.4. Do bieżącej kontroli zagęszczenia dopuszcza się aparaty izotopowe.</w:t>
      </w:r>
    </w:p>
    <w:p w:rsidR="00C33D84" w:rsidRDefault="007039F4">
      <w:r>
        <w:tab/>
        <w:t>Oznaczenie wskaźnika zagęszczenia I</w:t>
      </w:r>
      <w:r>
        <w:rPr>
          <w:vertAlign w:val="subscript"/>
        </w:rPr>
        <w:t>s</w:t>
      </w:r>
      <w:r>
        <w:t xml:space="preserve"> powinno być przeprowadzone według normy BN-77/8931-12 [9], oznaczenie modułów odkształcenia według normy PN-S-02205:1998 [4].</w:t>
      </w:r>
    </w:p>
    <w:p w:rsidR="00C33D84" w:rsidRDefault="007039F4">
      <w:r>
        <w:tab/>
        <w:t>Zagęszczenie każdej warstwy należy kontrolować nie rzadziej niż:</w:t>
      </w:r>
    </w:p>
    <w:p w:rsidR="00C33D84" w:rsidRDefault="007039F4" w:rsidP="007039F4">
      <w:pPr>
        <w:numPr>
          <w:ilvl w:val="0"/>
          <w:numId w:val="5"/>
        </w:numPr>
      </w:pPr>
      <w:r>
        <w:t>jeden raz w trzech punktach na 1000 m</w:t>
      </w:r>
      <w:r>
        <w:rPr>
          <w:vertAlign w:val="superscript"/>
        </w:rPr>
        <w:t>2</w:t>
      </w:r>
      <w:r>
        <w:t xml:space="preserve"> warstwy, w przypadku określenia wartości I</w:t>
      </w:r>
      <w:r>
        <w:rPr>
          <w:vertAlign w:val="subscript"/>
        </w:rPr>
        <w:t>s</w:t>
      </w:r>
      <w:r>
        <w:t>,</w:t>
      </w:r>
    </w:p>
    <w:p w:rsidR="00C33D84" w:rsidRDefault="007039F4" w:rsidP="007039F4">
      <w:pPr>
        <w:numPr>
          <w:ilvl w:val="0"/>
          <w:numId w:val="5"/>
        </w:numPr>
      </w:pPr>
      <w:r>
        <w:t>jeden raz w trzech punktach na 2000 m</w:t>
      </w:r>
      <w:r>
        <w:rPr>
          <w:vertAlign w:val="superscript"/>
        </w:rPr>
        <w:t>2</w:t>
      </w:r>
      <w:r>
        <w:t xml:space="preserve"> warstwy w przypadku określenia pierwotnego            i wtórnego modułu odkształcenia.</w:t>
      </w:r>
    </w:p>
    <w:p w:rsidR="00C33D84" w:rsidRDefault="007039F4" w:rsidP="007039F4">
      <w:pPr>
        <w:numPr>
          <w:ilvl w:val="12"/>
          <w:numId w:val="0"/>
        </w:numPr>
      </w:pPr>
      <w:r>
        <w:tab/>
        <w:t>Wyniki kontroli zagęszczenia robót Wykonawca powinien wpisywać do dokumentów laboratoryjnych. Prawidłowość zagęszczenia konkretnej warstwy nasypu lub podłoża pod nasypem powinna być potwierdzona przez Inżyniera wpisem w dzienniku budowy.</w:t>
      </w:r>
    </w:p>
    <w:p w:rsidR="00C33D84" w:rsidRDefault="007039F4" w:rsidP="007039F4">
      <w:pPr>
        <w:numPr>
          <w:ilvl w:val="12"/>
          <w:numId w:val="0"/>
        </w:numPr>
        <w:spacing w:before="120" w:after="120"/>
      </w:pPr>
      <w:r>
        <w:rPr>
          <w:b/>
        </w:rPr>
        <w:t xml:space="preserve">6.3.5. </w:t>
      </w:r>
      <w:r>
        <w:t>Pomiary kształtu nasypu</w:t>
      </w:r>
    </w:p>
    <w:p w:rsidR="00C33D84" w:rsidRDefault="007039F4" w:rsidP="007039F4">
      <w:pPr>
        <w:numPr>
          <w:ilvl w:val="12"/>
          <w:numId w:val="0"/>
        </w:numPr>
      </w:pPr>
      <w:r>
        <w:tab/>
        <w:t>Pomiary kształtu nasypu obejmują kontrolę:</w:t>
      </w:r>
    </w:p>
    <w:p w:rsidR="00C33D84" w:rsidRDefault="007039F4" w:rsidP="007039F4">
      <w:pPr>
        <w:numPr>
          <w:ilvl w:val="0"/>
          <w:numId w:val="5"/>
        </w:numPr>
      </w:pPr>
      <w:r>
        <w:t>prawidłowości wykonania skarp,</w:t>
      </w:r>
    </w:p>
    <w:p w:rsidR="00C33D84" w:rsidRDefault="007039F4" w:rsidP="007039F4">
      <w:pPr>
        <w:numPr>
          <w:ilvl w:val="0"/>
          <w:numId w:val="5"/>
        </w:numPr>
      </w:pPr>
      <w:r>
        <w:t>szerokości korony korpusu.</w:t>
      </w:r>
    </w:p>
    <w:p w:rsidR="00C33D84" w:rsidRDefault="007039F4">
      <w:r>
        <w:tab/>
        <w:t>Sprawdzenie prawidłowości wykonania skarp polega na skontrolowaniu zgodności z wymaganiami dotyczącymi pochyleń i dokładności wykonania skarp, określonymi w dokumentacji projektowej, SST oraz w pkcie 5.3.5 niniejszej specyfikacji.</w:t>
      </w:r>
    </w:p>
    <w:p w:rsidR="00C33D84" w:rsidRDefault="007039F4">
      <w:r>
        <w:tab/>
        <w:t>Sprawdzenie szerokości korony korpusu polega na porównaniu szerokości korony korpusu na poziomie wykonywanej warstwy nasypu z szerokością wynikającą z wymiarów geometrycznych korpusu, określonych w dokumentacji projektowej.</w:t>
      </w:r>
    </w:p>
    <w:p w:rsidR="00C33D84" w:rsidRDefault="007039F4">
      <w:pPr>
        <w:pStyle w:val="Nagwek2"/>
      </w:pPr>
      <w:bookmarkStart w:id="372" w:name="_Toc406295870"/>
      <w:bookmarkStart w:id="373" w:name="_Toc407161290"/>
      <w:r>
        <w:lastRenderedPageBreak/>
        <w:t>6.4. Sprawdzenie jakości wykonania odkładu</w:t>
      </w:r>
      <w:bookmarkEnd w:id="372"/>
      <w:bookmarkEnd w:id="373"/>
    </w:p>
    <w:p w:rsidR="00C33D84" w:rsidRDefault="007039F4">
      <w:r>
        <w:tab/>
        <w:t>Sprawdzenie wykonania odkładu polega na sprawdzeniu zgodności z wymaganiami określonymi w pktach 2 oraz 5.4 niniejszej specyfikacji, w dokumentacji projektowej i SST.</w:t>
      </w:r>
    </w:p>
    <w:p w:rsidR="00C33D84" w:rsidRDefault="007039F4">
      <w:r>
        <w:tab/>
        <w:t>Szczególną uwagę należy zwrócić na:</w:t>
      </w:r>
    </w:p>
    <w:p w:rsidR="00C33D84" w:rsidRDefault="007039F4" w:rsidP="007039F4">
      <w:pPr>
        <w:numPr>
          <w:ilvl w:val="0"/>
          <w:numId w:val="25"/>
        </w:numPr>
      </w:pPr>
      <w:r>
        <w:t>prawidłowość usytuowania i kształt geometryczny odkładu,</w:t>
      </w:r>
    </w:p>
    <w:p w:rsidR="00C33D84" w:rsidRDefault="007039F4" w:rsidP="007039F4">
      <w:pPr>
        <w:numPr>
          <w:ilvl w:val="0"/>
          <w:numId w:val="25"/>
        </w:numPr>
      </w:pPr>
      <w:r>
        <w:t>odpowiednie wbudowanie gruntu,</w:t>
      </w:r>
    </w:p>
    <w:p w:rsidR="00C33D84" w:rsidRDefault="007039F4" w:rsidP="007039F4">
      <w:pPr>
        <w:numPr>
          <w:ilvl w:val="0"/>
          <w:numId w:val="25"/>
        </w:numPr>
        <w:spacing w:after="120"/>
        <w:ind w:left="284" w:hanging="284"/>
      </w:pPr>
      <w:r>
        <w:t>właściwe zagospodarowanie (rekultywację) odkładu.</w:t>
      </w:r>
    </w:p>
    <w:p w:rsidR="00C33D84" w:rsidRDefault="007039F4">
      <w:pPr>
        <w:pStyle w:val="Nagwek1"/>
      </w:pPr>
      <w:bookmarkStart w:id="374" w:name="_Toc406295871"/>
      <w:bookmarkStart w:id="375" w:name="_Toc407161291"/>
      <w:bookmarkStart w:id="376" w:name="_Toc418994951"/>
      <w:bookmarkStart w:id="377" w:name="_Toc418996358"/>
      <w:bookmarkStart w:id="378" w:name="_Toc418996727"/>
      <w:bookmarkStart w:id="379" w:name="_Toc418997114"/>
      <w:bookmarkStart w:id="380" w:name="_Toc418998524"/>
      <w:bookmarkStart w:id="381" w:name="_Toc418998880"/>
      <w:bookmarkStart w:id="382" w:name="_Toc419000125"/>
      <w:r>
        <w:t>7. obmiar robót</w:t>
      </w:r>
      <w:bookmarkEnd w:id="374"/>
      <w:bookmarkEnd w:id="375"/>
      <w:bookmarkEnd w:id="376"/>
      <w:bookmarkEnd w:id="377"/>
      <w:bookmarkEnd w:id="378"/>
      <w:bookmarkEnd w:id="379"/>
      <w:bookmarkEnd w:id="380"/>
      <w:bookmarkEnd w:id="381"/>
      <w:bookmarkEnd w:id="382"/>
    </w:p>
    <w:p w:rsidR="00C33D84" w:rsidRDefault="007039F4">
      <w:pPr>
        <w:pStyle w:val="Nagwek2"/>
      </w:pPr>
      <w:bookmarkStart w:id="383" w:name="_Toc406295872"/>
      <w:bookmarkStart w:id="384" w:name="_Toc407161292"/>
      <w:r>
        <w:t>7.1. Ogólne zasady obmiaru robót</w:t>
      </w:r>
      <w:bookmarkEnd w:id="383"/>
      <w:bookmarkEnd w:id="384"/>
    </w:p>
    <w:p w:rsidR="00C33D84" w:rsidRDefault="007039F4">
      <w:r>
        <w:tab/>
        <w:t>Ogólne zasady obmiaru robót podano w OST D-02.00.01 pkt 7.</w:t>
      </w:r>
    </w:p>
    <w:p w:rsidR="00C33D84" w:rsidRDefault="007039F4">
      <w:pPr>
        <w:pStyle w:val="Nagwek2"/>
      </w:pPr>
      <w:bookmarkStart w:id="385" w:name="_Toc406295873"/>
      <w:bookmarkStart w:id="386" w:name="_Toc407161293"/>
      <w:r>
        <w:t>7.2. Jednostka obmiarowa</w:t>
      </w:r>
      <w:bookmarkEnd w:id="385"/>
      <w:bookmarkEnd w:id="386"/>
    </w:p>
    <w:p w:rsidR="00C33D84" w:rsidRDefault="007039F4">
      <w:r>
        <w:tab/>
        <w:t>Jednostką obmiarową jest m</w:t>
      </w:r>
      <w:r>
        <w:rPr>
          <w:vertAlign w:val="superscript"/>
        </w:rPr>
        <w:t>3</w:t>
      </w:r>
      <w:r>
        <w:t xml:space="preserve"> (metr sześcienny).</w:t>
      </w:r>
    </w:p>
    <w:p w:rsidR="00C33D84" w:rsidRDefault="007039F4">
      <w:r>
        <w:tab/>
        <w:t>Objętość ukopu i dokopu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C33D84" w:rsidRDefault="007039F4">
      <w:r>
        <w:tab/>
        <w:t>Objętość nasypów będzie ustalona w metrach sześciennych na podstawie obliczeń z przekrojów poprzecznych, w oparciu o poziom gruntu rodzimego lub poziom gruntu po usunięciu warstw gruntów nieprzydatnych.</w:t>
      </w:r>
    </w:p>
    <w:p w:rsidR="00C33D84" w:rsidRDefault="007039F4">
      <w:pPr>
        <w:spacing w:after="120"/>
      </w:pPr>
      <w:r>
        <w:tab/>
        <w:t>Objętość odkładu będzie określona w metrach sześciennych na podstawie obmiaru jako różnica objętości wykopów,  powiększonej o objętość ukopów i objętości nasypów, z uwzględnieniem spulchnienia gruntu i zastrzeżeń sformułowanych w pkcie 5.4.</w:t>
      </w:r>
    </w:p>
    <w:p w:rsidR="00C33D84" w:rsidRDefault="007039F4">
      <w:pPr>
        <w:pStyle w:val="Nagwek1"/>
      </w:pPr>
      <w:bookmarkStart w:id="387" w:name="_Toc406295874"/>
      <w:bookmarkStart w:id="388" w:name="_Toc407161294"/>
      <w:bookmarkStart w:id="389" w:name="_Toc418994952"/>
      <w:bookmarkStart w:id="390" w:name="_Toc418996359"/>
      <w:bookmarkStart w:id="391" w:name="_Toc418996728"/>
      <w:bookmarkStart w:id="392" w:name="_Toc418997115"/>
      <w:bookmarkStart w:id="393" w:name="_Toc418998525"/>
      <w:bookmarkStart w:id="394" w:name="_Toc418998881"/>
      <w:bookmarkStart w:id="395" w:name="_Toc419000126"/>
      <w:r>
        <w:t>8. odbiór robót</w:t>
      </w:r>
      <w:bookmarkEnd w:id="387"/>
      <w:bookmarkEnd w:id="388"/>
      <w:bookmarkEnd w:id="389"/>
      <w:bookmarkEnd w:id="390"/>
      <w:bookmarkEnd w:id="391"/>
      <w:bookmarkEnd w:id="392"/>
      <w:bookmarkEnd w:id="393"/>
      <w:bookmarkEnd w:id="394"/>
      <w:bookmarkEnd w:id="395"/>
    </w:p>
    <w:p w:rsidR="00C33D84" w:rsidRDefault="007039F4">
      <w:pPr>
        <w:spacing w:after="120"/>
      </w:pPr>
      <w:r>
        <w:tab/>
        <w:t>Ogólne zasady odbioru podano w OST D-02.00.01 pkt 8.</w:t>
      </w:r>
    </w:p>
    <w:p w:rsidR="00C33D84" w:rsidRDefault="007039F4">
      <w:pPr>
        <w:pStyle w:val="Nagwek1"/>
      </w:pPr>
      <w:bookmarkStart w:id="396" w:name="_Toc406295875"/>
      <w:bookmarkStart w:id="397" w:name="_Toc407161295"/>
      <w:bookmarkStart w:id="398" w:name="_Toc418994953"/>
      <w:bookmarkStart w:id="399" w:name="_Toc418996360"/>
      <w:bookmarkStart w:id="400" w:name="_Toc418996729"/>
      <w:bookmarkStart w:id="401" w:name="_Toc418997116"/>
      <w:bookmarkStart w:id="402" w:name="_Toc418998526"/>
      <w:bookmarkStart w:id="403" w:name="_Toc418998882"/>
      <w:bookmarkStart w:id="404" w:name="_Toc419000127"/>
      <w:r>
        <w:t>9. podstawa płatności</w:t>
      </w:r>
      <w:bookmarkEnd w:id="396"/>
      <w:bookmarkEnd w:id="397"/>
      <w:bookmarkEnd w:id="398"/>
      <w:bookmarkEnd w:id="399"/>
      <w:bookmarkEnd w:id="400"/>
      <w:bookmarkEnd w:id="401"/>
      <w:bookmarkEnd w:id="402"/>
      <w:bookmarkEnd w:id="403"/>
      <w:bookmarkEnd w:id="404"/>
    </w:p>
    <w:p w:rsidR="00C33D84" w:rsidRDefault="007039F4">
      <w:pPr>
        <w:pStyle w:val="Nagwek2"/>
      </w:pPr>
      <w:bookmarkStart w:id="405" w:name="_Toc406295876"/>
      <w:bookmarkStart w:id="406" w:name="_Toc407161296"/>
      <w:r>
        <w:t>9.1. Ogólne ustalenia dotyczące podstawy płatności</w:t>
      </w:r>
      <w:bookmarkEnd w:id="405"/>
      <w:bookmarkEnd w:id="406"/>
    </w:p>
    <w:p w:rsidR="00C33D84" w:rsidRDefault="007039F4">
      <w:r>
        <w:tab/>
        <w:t>Ogólne ustalenia dotyczące podstawy płatności podano w OST D-02.00.01 pkt 9.</w:t>
      </w:r>
    </w:p>
    <w:p w:rsidR="00C33D84" w:rsidRDefault="007039F4">
      <w:pPr>
        <w:pStyle w:val="Nagwek2"/>
      </w:pPr>
      <w:bookmarkStart w:id="407" w:name="_Toc406295877"/>
      <w:bookmarkStart w:id="408" w:name="_Toc407161297"/>
      <w:r>
        <w:t>9.2. Cena jednostki obmiarowej</w:t>
      </w:r>
      <w:bookmarkEnd w:id="407"/>
      <w:bookmarkEnd w:id="408"/>
    </w:p>
    <w:p w:rsidR="00C33D84" w:rsidRDefault="007039F4">
      <w:r>
        <w:tab/>
        <w:t>Cena wykonania 1 m</w:t>
      </w:r>
      <w:r>
        <w:rPr>
          <w:vertAlign w:val="superscript"/>
        </w:rPr>
        <w:t>3</w:t>
      </w:r>
      <w:r>
        <w:t xml:space="preserve"> nasypów obejmuje:</w:t>
      </w:r>
    </w:p>
    <w:p w:rsidR="00C33D84" w:rsidRDefault="007039F4" w:rsidP="007039F4">
      <w:pPr>
        <w:numPr>
          <w:ilvl w:val="0"/>
          <w:numId w:val="5"/>
        </w:numPr>
      </w:pPr>
      <w:r>
        <w:t>prace pomiarowe,</w:t>
      </w:r>
    </w:p>
    <w:p w:rsidR="00C33D84" w:rsidRDefault="007039F4" w:rsidP="007039F4">
      <w:pPr>
        <w:numPr>
          <w:ilvl w:val="0"/>
          <w:numId w:val="5"/>
        </w:numPr>
      </w:pPr>
      <w:r>
        <w:t>oznakowanie robót,</w:t>
      </w:r>
    </w:p>
    <w:p w:rsidR="00C33D84" w:rsidRDefault="007039F4" w:rsidP="007039F4">
      <w:pPr>
        <w:numPr>
          <w:ilvl w:val="0"/>
          <w:numId w:val="5"/>
        </w:numPr>
      </w:pPr>
      <w:r>
        <w:t>pozyskanie gruntu z ukopu lub/i dokopu, jego odspojenie i załadunek na środki transportowe,</w:t>
      </w:r>
    </w:p>
    <w:p w:rsidR="00C33D84" w:rsidRDefault="007039F4" w:rsidP="007039F4">
      <w:pPr>
        <w:numPr>
          <w:ilvl w:val="0"/>
          <w:numId w:val="5"/>
        </w:numPr>
      </w:pPr>
      <w:r>
        <w:t>transport urobku z ukopu lub/i dokopu na miejsce wbudowania,</w:t>
      </w:r>
    </w:p>
    <w:p w:rsidR="00C33D84" w:rsidRDefault="007039F4" w:rsidP="007039F4">
      <w:pPr>
        <w:numPr>
          <w:ilvl w:val="0"/>
          <w:numId w:val="5"/>
        </w:numPr>
      </w:pPr>
      <w:r>
        <w:t>wbudowanie dostarczonego gruntu w nasyp,</w:t>
      </w:r>
    </w:p>
    <w:p w:rsidR="00C33D84" w:rsidRDefault="007039F4" w:rsidP="007039F4">
      <w:pPr>
        <w:numPr>
          <w:ilvl w:val="0"/>
          <w:numId w:val="5"/>
        </w:numPr>
      </w:pPr>
      <w:r>
        <w:t>zagęszczenie gruntu,</w:t>
      </w:r>
    </w:p>
    <w:p w:rsidR="00C33D84" w:rsidRDefault="007039F4" w:rsidP="007039F4">
      <w:pPr>
        <w:numPr>
          <w:ilvl w:val="0"/>
          <w:numId w:val="5"/>
        </w:numPr>
      </w:pPr>
      <w:r>
        <w:t>profilowanie powierzchni nasypu, rowów i skarp,</w:t>
      </w:r>
    </w:p>
    <w:p w:rsidR="00C33D84" w:rsidRDefault="007039F4" w:rsidP="007039F4">
      <w:pPr>
        <w:numPr>
          <w:ilvl w:val="0"/>
          <w:numId w:val="5"/>
        </w:numPr>
      </w:pPr>
      <w:r>
        <w:lastRenderedPageBreak/>
        <w:t>wyprofilowanie skarp ukopu i dokopu,</w:t>
      </w:r>
    </w:p>
    <w:p w:rsidR="00C33D84" w:rsidRDefault="007039F4" w:rsidP="007039F4">
      <w:pPr>
        <w:numPr>
          <w:ilvl w:val="0"/>
          <w:numId w:val="5"/>
        </w:numPr>
      </w:pPr>
      <w:r>
        <w:t>rekultywację dokopu i terenu przyległego do drogi,</w:t>
      </w:r>
    </w:p>
    <w:p w:rsidR="00C33D84" w:rsidRDefault="007039F4" w:rsidP="007039F4">
      <w:pPr>
        <w:numPr>
          <w:ilvl w:val="0"/>
          <w:numId w:val="5"/>
        </w:numPr>
      </w:pPr>
      <w:r>
        <w:t>odwodnienie terenu robót,</w:t>
      </w:r>
    </w:p>
    <w:p w:rsidR="00C33D84" w:rsidRDefault="007039F4" w:rsidP="007039F4">
      <w:pPr>
        <w:numPr>
          <w:ilvl w:val="0"/>
          <w:numId w:val="5"/>
        </w:numPr>
      </w:pPr>
      <w:r>
        <w:t>wykonanie dróg dojazdowych na czas budowy, a następnie ich rozebranie,</w:t>
      </w:r>
    </w:p>
    <w:p w:rsidR="00C33D84" w:rsidRDefault="007039F4" w:rsidP="007039F4">
      <w:pPr>
        <w:numPr>
          <w:ilvl w:val="0"/>
          <w:numId w:val="5"/>
        </w:numPr>
      </w:pPr>
      <w:r>
        <w:t>przeprowadzenie pomiarów i badań laboratoryjnych wymaganych w specyfikacji technicznej.</w:t>
      </w:r>
      <w:r>
        <w:tab/>
      </w:r>
    </w:p>
    <w:p w:rsidR="00C33D84" w:rsidRDefault="007039F4">
      <w:pPr>
        <w:pStyle w:val="Nagwek1"/>
      </w:pPr>
      <w:bookmarkStart w:id="409" w:name="_Toc406295878"/>
      <w:bookmarkStart w:id="410" w:name="_Toc407161298"/>
      <w:bookmarkStart w:id="411" w:name="_Toc418994954"/>
      <w:bookmarkStart w:id="412" w:name="_Toc418996361"/>
      <w:bookmarkStart w:id="413" w:name="_Toc418996730"/>
      <w:bookmarkStart w:id="414" w:name="_Toc418997117"/>
      <w:bookmarkStart w:id="415" w:name="_Toc418998527"/>
      <w:bookmarkStart w:id="416" w:name="_Toc418998883"/>
      <w:bookmarkStart w:id="417" w:name="_Toc419000128"/>
      <w:r>
        <w:t>10. przepisy związane</w:t>
      </w:r>
      <w:bookmarkEnd w:id="409"/>
      <w:bookmarkEnd w:id="410"/>
      <w:bookmarkEnd w:id="411"/>
      <w:bookmarkEnd w:id="412"/>
      <w:bookmarkEnd w:id="413"/>
      <w:bookmarkEnd w:id="414"/>
      <w:bookmarkEnd w:id="415"/>
      <w:bookmarkEnd w:id="416"/>
      <w:bookmarkEnd w:id="417"/>
    </w:p>
    <w:p w:rsidR="00C33D84" w:rsidRDefault="007039F4">
      <w:r>
        <w:tab/>
        <w:t>Spis przepisów związanych podano w OST D-02.00.01 pkt 10.</w:t>
      </w:r>
    </w:p>
    <w:p w:rsidR="00C33D84" w:rsidRDefault="00C33D84"/>
    <w:sectPr w:rsidR="00C33D84" w:rsidSect="00C33D84">
      <w:headerReference w:type="even" r:id="rId19"/>
      <w:pgSz w:w="11907" w:h="16840" w:code="9"/>
      <w:pgMar w:top="3119" w:right="2268" w:bottom="3119" w:left="226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C71" w:rsidRDefault="003C4C71">
      <w:r>
        <w:separator/>
      </w:r>
    </w:p>
  </w:endnote>
  <w:endnote w:type="continuationSeparator" w:id="1">
    <w:p w:rsidR="003C4C71" w:rsidRDefault="003C4C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45195"/>
      <w:docPartObj>
        <w:docPartGallery w:val="Page Numbers (Bottom of Page)"/>
        <w:docPartUnique/>
      </w:docPartObj>
    </w:sdtPr>
    <w:sdtContent>
      <w:p w:rsidR="008A3BAD" w:rsidRDefault="008A3BAD">
        <w:pPr>
          <w:pStyle w:val="Stopka"/>
          <w:jc w:val="center"/>
        </w:pPr>
        <w:fldSimple w:instr=" PAGE   \* MERGEFORMAT ">
          <w:r>
            <w:rPr>
              <w:noProof/>
            </w:rPr>
            <w:t>235</w:t>
          </w:r>
        </w:fldSimple>
      </w:p>
    </w:sdtContent>
  </w:sdt>
  <w:p w:rsidR="008A3BAD" w:rsidRDefault="008A3BA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C71" w:rsidRDefault="003C4C71">
      <w:r>
        <w:separator/>
      </w:r>
    </w:p>
  </w:footnote>
  <w:footnote w:type="continuationSeparator" w:id="1">
    <w:p w:rsidR="003C4C71" w:rsidRDefault="003C4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BAD" w:rsidRDefault="008A3BAD">
    <w:pPr>
      <w:rPr>
        <w:sz w:val="19"/>
      </w:rPr>
    </w:pPr>
  </w:p>
  <w:tbl>
    <w:tblPr>
      <w:tblW w:w="0" w:type="auto"/>
      <w:tblBorders>
        <w:bottom w:val="single" w:sz="6" w:space="0" w:color="auto"/>
      </w:tblBorders>
      <w:tblLayout w:type="fixed"/>
      <w:tblCellMar>
        <w:left w:w="70" w:type="dxa"/>
        <w:right w:w="70" w:type="dxa"/>
      </w:tblCellMar>
      <w:tblLook w:val="0000"/>
    </w:tblPr>
    <w:tblGrid>
      <w:gridCol w:w="1771"/>
      <w:gridCol w:w="4820"/>
      <w:gridCol w:w="918"/>
    </w:tblGrid>
    <w:tr w:rsidR="008A3BAD">
      <w:tc>
        <w:tcPr>
          <w:tcW w:w="1771" w:type="dxa"/>
        </w:tcPr>
        <w:p w:rsidR="008A3BAD" w:rsidRDefault="008A3BAD">
          <w:pPr>
            <w:pStyle w:val="Nagwek"/>
            <w:spacing w:after="120"/>
            <w:rPr>
              <w:sz w:val="23"/>
            </w:rPr>
          </w:pPr>
          <w:r>
            <w:rPr>
              <w:rFonts w:ascii="Times New Roman" w:hAnsi="Times New Roman"/>
              <w:i/>
              <w:sz w:val="19"/>
            </w:rPr>
            <w:t>D-02.00.00</w:t>
          </w:r>
        </w:p>
      </w:tc>
      <w:tc>
        <w:tcPr>
          <w:tcW w:w="4820" w:type="dxa"/>
        </w:tcPr>
        <w:p w:rsidR="008A3BAD" w:rsidRDefault="008A3BAD">
          <w:pPr>
            <w:pStyle w:val="Nagwek"/>
            <w:rPr>
              <w:sz w:val="23"/>
            </w:rPr>
          </w:pPr>
          <w:r>
            <w:rPr>
              <w:rFonts w:ascii="Times New Roman" w:hAnsi="Times New Roman"/>
              <w:i/>
              <w:sz w:val="19"/>
            </w:rPr>
            <w:t>Roboty  ziemne</w:t>
          </w:r>
        </w:p>
      </w:tc>
      <w:tc>
        <w:tcPr>
          <w:tcW w:w="918" w:type="dxa"/>
        </w:tcPr>
        <w:p w:rsidR="008A3BAD" w:rsidRDefault="008A3BAD">
          <w:pPr>
            <w:pStyle w:val="Nagwek"/>
            <w:jc w:val="right"/>
            <w:rPr>
              <w:sz w:val="23"/>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5D0964">
            <w:rPr>
              <w:rStyle w:val="Numerstrony"/>
              <w:rFonts w:ascii="Times New Roman" w:hAnsi="Times New Roman"/>
              <w:noProof/>
              <w:sz w:val="19"/>
            </w:rPr>
            <w:t>273</w:t>
          </w:r>
          <w:r>
            <w:rPr>
              <w:rStyle w:val="Numerstrony"/>
              <w:rFonts w:ascii="Times New Roman" w:hAnsi="Times New Roman"/>
              <w:sz w:val="19"/>
            </w:rPr>
            <w:fldChar w:fldCharType="end"/>
          </w:r>
        </w:p>
      </w:tc>
    </w:tr>
  </w:tbl>
  <w:p w:rsidR="008A3BAD" w:rsidRDefault="008A3BAD">
    <w:pPr>
      <w:pStyle w:val="Nagwek"/>
      <w:rPr>
        <w:sz w:val="23"/>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BAD" w:rsidRDefault="008A3BAD">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8A3BAD">
      <w:tc>
        <w:tcPr>
          <w:tcW w:w="921" w:type="dxa"/>
        </w:tcPr>
        <w:p w:rsidR="008A3BAD" w:rsidRDefault="008A3BAD">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Pr>
              <w:rStyle w:val="Numerstrony"/>
              <w:rFonts w:ascii="Times New Roman" w:hAnsi="Times New Roman"/>
              <w:noProof/>
              <w:sz w:val="19"/>
            </w:rPr>
            <w:t>272</w:t>
          </w:r>
          <w:r>
            <w:rPr>
              <w:rStyle w:val="Numerstrony"/>
              <w:rFonts w:ascii="Times New Roman" w:hAnsi="Times New Roman"/>
              <w:sz w:val="19"/>
            </w:rPr>
            <w:fldChar w:fldCharType="end"/>
          </w:r>
        </w:p>
      </w:tc>
      <w:tc>
        <w:tcPr>
          <w:tcW w:w="4819" w:type="dxa"/>
        </w:tcPr>
        <w:p w:rsidR="008A3BAD" w:rsidRDefault="008A3BAD">
          <w:pPr>
            <w:pStyle w:val="Nagwek"/>
            <w:jc w:val="right"/>
            <w:rPr>
              <w:rFonts w:ascii="Times New Roman" w:hAnsi="Times New Roman"/>
              <w:sz w:val="19"/>
            </w:rPr>
          </w:pPr>
          <w:r>
            <w:rPr>
              <w:rFonts w:ascii="Times New Roman" w:hAnsi="Times New Roman"/>
              <w:i/>
              <w:sz w:val="19"/>
            </w:rPr>
            <w:t>Roboty  ziemne</w:t>
          </w:r>
        </w:p>
      </w:tc>
      <w:tc>
        <w:tcPr>
          <w:tcW w:w="1769" w:type="dxa"/>
        </w:tcPr>
        <w:p w:rsidR="008A3BAD" w:rsidRDefault="008A3BAD">
          <w:pPr>
            <w:pStyle w:val="Nagwek"/>
            <w:jc w:val="right"/>
            <w:rPr>
              <w:rFonts w:ascii="Times New Roman" w:hAnsi="Times New Roman"/>
              <w:sz w:val="19"/>
            </w:rPr>
          </w:pPr>
          <w:r>
            <w:rPr>
              <w:rFonts w:ascii="Times New Roman" w:hAnsi="Times New Roman"/>
              <w:i/>
              <w:sz w:val="19"/>
            </w:rPr>
            <w:t>D-02.00.00</w:t>
          </w:r>
        </w:p>
      </w:tc>
    </w:tr>
  </w:tbl>
  <w:p w:rsidR="008A3BAD" w:rsidRDefault="008A3BAD">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EA64E6"/>
    <w:lvl w:ilvl="0">
      <w:numFmt w:val="bullet"/>
      <w:lvlText w:val="*"/>
      <w:lvlJc w:val="left"/>
    </w:lvl>
  </w:abstractNum>
  <w:abstractNum w:abstractNumId="1">
    <w:nsid w:val="08C04D22"/>
    <w:multiLevelType w:val="singleLevel"/>
    <w:tmpl w:val="AFFCF976"/>
    <w:lvl w:ilvl="0">
      <w:start w:val="1"/>
      <w:numFmt w:val="lowerLetter"/>
      <w:lvlText w:val="%1)"/>
      <w:legacy w:legacy="1" w:legacySpace="0" w:legacyIndent="283"/>
      <w:lvlJc w:val="left"/>
      <w:pPr>
        <w:ind w:left="283" w:hanging="283"/>
      </w:pPr>
    </w:lvl>
  </w:abstractNum>
  <w:abstractNum w:abstractNumId="2">
    <w:nsid w:val="10D7495C"/>
    <w:multiLevelType w:val="singleLevel"/>
    <w:tmpl w:val="3F700366"/>
    <w:lvl w:ilvl="0">
      <w:start w:val="10"/>
      <w:numFmt w:val="decimal"/>
      <w:lvlText w:val="%1."/>
      <w:legacy w:legacy="1" w:legacySpace="0" w:legacyIndent="397"/>
      <w:lvlJc w:val="left"/>
      <w:pPr>
        <w:ind w:left="397" w:hanging="397"/>
      </w:pPr>
    </w:lvl>
  </w:abstractNum>
  <w:abstractNum w:abstractNumId="3">
    <w:nsid w:val="1A427D23"/>
    <w:multiLevelType w:val="singleLevel"/>
    <w:tmpl w:val="AFFCF976"/>
    <w:lvl w:ilvl="0">
      <w:start w:val="1"/>
      <w:numFmt w:val="lowerLetter"/>
      <w:lvlText w:val="%1)"/>
      <w:legacy w:legacy="1" w:legacySpace="0" w:legacyIndent="283"/>
      <w:lvlJc w:val="left"/>
      <w:pPr>
        <w:ind w:left="283" w:hanging="283"/>
      </w:pPr>
    </w:lvl>
  </w:abstractNum>
  <w:abstractNum w:abstractNumId="4">
    <w:nsid w:val="1C3E284C"/>
    <w:multiLevelType w:val="singleLevel"/>
    <w:tmpl w:val="AFFCF976"/>
    <w:lvl w:ilvl="0">
      <w:start w:val="1"/>
      <w:numFmt w:val="lowerLetter"/>
      <w:lvlText w:val="%1)"/>
      <w:legacy w:legacy="1" w:legacySpace="0" w:legacyIndent="283"/>
      <w:lvlJc w:val="left"/>
      <w:pPr>
        <w:ind w:left="283" w:hanging="283"/>
      </w:pPr>
    </w:lvl>
  </w:abstractNum>
  <w:abstractNum w:abstractNumId="5">
    <w:nsid w:val="2177161C"/>
    <w:multiLevelType w:val="singleLevel"/>
    <w:tmpl w:val="AFFCF976"/>
    <w:lvl w:ilvl="0">
      <w:start w:val="1"/>
      <w:numFmt w:val="lowerLetter"/>
      <w:lvlText w:val="%1)"/>
      <w:legacy w:legacy="1" w:legacySpace="0" w:legacyIndent="283"/>
      <w:lvlJc w:val="left"/>
      <w:pPr>
        <w:ind w:left="283" w:hanging="283"/>
      </w:pPr>
    </w:lvl>
  </w:abstractNum>
  <w:abstractNum w:abstractNumId="6">
    <w:nsid w:val="238D1D03"/>
    <w:multiLevelType w:val="singleLevel"/>
    <w:tmpl w:val="AFFCF976"/>
    <w:lvl w:ilvl="0">
      <w:start w:val="1"/>
      <w:numFmt w:val="lowerLetter"/>
      <w:lvlText w:val="%1)"/>
      <w:legacy w:legacy="1" w:legacySpace="0" w:legacyIndent="283"/>
      <w:lvlJc w:val="left"/>
      <w:pPr>
        <w:ind w:left="283" w:hanging="283"/>
      </w:pPr>
    </w:lvl>
  </w:abstractNum>
  <w:abstractNum w:abstractNumId="7">
    <w:nsid w:val="2A7F002F"/>
    <w:multiLevelType w:val="singleLevel"/>
    <w:tmpl w:val="AFFCF976"/>
    <w:lvl w:ilvl="0">
      <w:start w:val="1"/>
      <w:numFmt w:val="lowerLetter"/>
      <w:lvlText w:val="%1)"/>
      <w:legacy w:legacy="1" w:legacySpace="0" w:legacyIndent="283"/>
      <w:lvlJc w:val="left"/>
      <w:pPr>
        <w:ind w:left="283" w:hanging="283"/>
      </w:pPr>
    </w:lvl>
  </w:abstractNum>
  <w:abstractNum w:abstractNumId="8">
    <w:nsid w:val="303F0D73"/>
    <w:multiLevelType w:val="singleLevel"/>
    <w:tmpl w:val="AFFCF976"/>
    <w:lvl w:ilvl="0">
      <w:start w:val="1"/>
      <w:numFmt w:val="lowerLetter"/>
      <w:lvlText w:val="%1)"/>
      <w:legacy w:legacy="1" w:legacySpace="0" w:legacyIndent="283"/>
      <w:lvlJc w:val="left"/>
      <w:pPr>
        <w:ind w:left="283" w:hanging="283"/>
      </w:pPr>
    </w:lvl>
  </w:abstractNum>
  <w:abstractNum w:abstractNumId="9">
    <w:nsid w:val="3053160A"/>
    <w:multiLevelType w:val="singleLevel"/>
    <w:tmpl w:val="AFFCF976"/>
    <w:lvl w:ilvl="0">
      <w:start w:val="1"/>
      <w:numFmt w:val="lowerLetter"/>
      <w:lvlText w:val="%1)"/>
      <w:legacy w:legacy="1" w:legacySpace="0" w:legacyIndent="283"/>
      <w:lvlJc w:val="left"/>
      <w:pPr>
        <w:ind w:left="283" w:hanging="283"/>
      </w:pPr>
    </w:lvl>
  </w:abstractNum>
  <w:abstractNum w:abstractNumId="10">
    <w:nsid w:val="35A831A9"/>
    <w:multiLevelType w:val="singleLevel"/>
    <w:tmpl w:val="A920B104"/>
    <w:lvl w:ilvl="0">
      <w:start w:val="3"/>
      <w:numFmt w:val="lowerLetter"/>
      <w:lvlText w:val="%1)"/>
      <w:legacy w:legacy="1" w:legacySpace="0" w:legacyIndent="283"/>
      <w:lvlJc w:val="left"/>
      <w:pPr>
        <w:ind w:left="283" w:hanging="283"/>
      </w:pPr>
    </w:lvl>
  </w:abstractNum>
  <w:abstractNum w:abstractNumId="11">
    <w:nsid w:val="363C64E6"/>
    <w:multiLevelType w:val="singleLevel"/>
    <w:tmpl w:val="AFFCF976"/>
    <w:lvl w:ilvl="0">
      <w:start w:val="1"/>
      <w:numFmt w:val="lowerLetter"/>
      <w:lvlText w:val="%1)"/>
      <w:legacy w:legacy="1" w:legacySpace="0" w:legacyIndent="283"/>
      <w:lvlJc w:val="left"/>
      <w:pPr>
        <w:ind w:left="283" w:hanging="283"/>
      </w:pPr>
    </w:lvl>
  </w:abstractNum>
  <w:abstractNum w:abstractNumId="12">
    <w:nsid w:val="3EB1598A"/>
    <w:multiLevelType w:val="multilevel"/>
    <w:tmpl w:val="AFC4617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464758A6"/>
    <w:multiLevelType w:val="singleLevel"/>
    <w:tmpl w:val="AFFCF976"/>
    <w:lvl w:ilvl="0">
      <w:start w:val="1"/>
      <w:numFmt w:val="lowerLetter"/>
      <w:lvlText w:val="%1)"/>
      <w:legacy w:legacy="1" w:legacySpace="0" w:legacyIndent="283"/>
      <w:lvlJc w:val="left"/>
      <w:pPr>
        <w:ind w:left="283" w:hanging="283"/>
      </w:pPr>
    </w:lvl>
  </w:abstractNum>
  <w:abstractNum w:abstractNumId="14">
    <w:nsid w:val="48BC0D19"/>
    <w:multiLevelType w:val="singleLevel"/>
    <w:tmpl w:val="AFFCF976"/>
    <w:lvl w:ilvl="0">
      <w:start w:val="1"/>
      <w:numFmt w:val="lowerLetter"/>
      <w:lvlText w:val="%1)"/>
      <w:legacy w:legacy="1" w:legacySpace="0" w:legacyIndent="283"/>
      <w:lvlJc w:val="left"/>
      <w:pPr>
        <w:ind w:left="283" w:hanging="283"/>
      </w:pPr>
    </w:lvl>
  </w:abstractNum>
  <w:abstractNum w:abstractNumId="15">
    <w:nsid w:val="4DCE1882"/>
    <w:multiLevelType w:val="multilevel"/>
    <w:tmpl w:val="AFC4617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4E544084"/>
    <w:multiLevelType w:val="singleLevel"/>
    <w:tmpl w:val="AFFCF976"/>
    <w:lvl w:ilvl="0">
      <w:start w:val="1"/>
      <w:numFmt w:val="lowerLetter"/>
      <w:lvlText w:val="%1)"/>
      <w:legacy w:legacy="1" w:legacySpace="0" w:legacyIndent="283"/>
      <w:lvlJc w:val="left"/>
      <w:pPr>
        <w:ind w:left="283" w:hanging="283"/>
      </w:pPr>
    </w:lvl>
  </w:abstractNum>
  <w:abstractNum w:abstractNumId="17">
    <w:nsid w:val="58A7454E"/>
    <w:multiLevelType w:val="singleLevel"/>
    <w:tmpl w:val="1220B79C"/>
    <w:lvl w:ilvl="0">
      <w:start w:val="2"/>
      <w:numFmt w:val="lowerLetter"/>
      <w:lvlText w:val="%1)"/>
      <w:legacy w:legacy="1" w:legacySpace="0" w:legacyIndent="283"/>
      <w:lvlJc w:val="left"/>
      <w:pPr>
        <w:ind w:left="283" w:hanging="283"/>
      </w:pPr>
    </w:lvl>
  </w:abstractNum>
  <w:abstractNum w:abstractNumId="18">
    <w:nsid w:val="5D642217"/>
    <w:multiLevelType w:val="singleLevel"/>
    <w:tmpl w:val="AFFCF976"/>
    <w:lvl w:ilvl="0">
      <w:start w:val="1"/>
      <w:numFmt w:val="lowerLetter"/>
      <w:lvlText w:val="%1)"/>
      <w:legacy w:legacy="1" w:legacySpace="0" w:legacyIndent="283"/>
      <w:lvlJc w:val="left"/>
      <w:pPr>
        <w:ind w:left="283" w:hanging="283"/>
      </w:pPr>
    </w:lvl>
  </w:abstractNum>
  <w:abstractNum w:abstractNumId="19">
    <w:nsid w:val="62342D3B"/>
    <w:multiLevelType w:val="singleLevel"/>
    <w:tmpl w:val="B2FE405E"/>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20">
    <w:nsid w:val="75896767"/>
    <w:multiLevelType w:val="singleLevel"/>
    <w:tmpl w:val="AFFCF976"/>
    <w:lvl w:ilvl="0">
      <w:start w:val="1"/>
      <w:numFmt w:val="lowerLetter"/>
      <w:lvlText w:val="%1)"/>
      <w:legacy w:legacy="1" w:legacySpace="0" w:legacyIndent="283"/>
      <w:lvlJc w:val="left"/>
      <w:pPr>
        <w:ind w:left="283" w:hanging="283"/>
      </w:pPr>
    </w:lvl>
  </w:abstractNum>
  <w:num w:numId="1">
    <w:abstractNumId w:val="1"/>
  </w:num>
  <w:num w:numId="2">
    <w:abstractNumId w:val="19"/>
  </w:num>
  <w:num w:numId="3">
    <w:abstractNumId w:val="19"/>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2"/>
  </w:num>
  <w:num w:numId="7">
    <w:abstractNumId w:val="2"/>
    <w:lvlOverride w:ilvl="0">
      <w:lvl w:ilvl="0">
        <w:start w:val="11"/>
        <w:numFmt w:val="decimal"/>
        <w:lvlText w:val="%1."/>
        <w:legacy w:legacy="1" w:legacySpace="0" w:legacyIndent="397"/>
        <w:lvlJc w:val="left"/>
        <w:pPr>
          <w:ind w:left="397" w:hanging="397"/>
        </w:pPr>
      </w:lvl>
    </w:lvlOverride>
  </w:num>
  <w:num w:numId="8">
    <w:abstractNumId w:val="16"/>
  </w:num>
  <w:num w:numId="9">
    <w:abstractNumId w:val="6"/>
  </w:num>
  <w:num w:numId="10">
    <w:abstractNumId w:val="9"/>
  </w:num>
  <w:num w:numId="11">
    <w:abstractNumId w:val="8"/>
  </w:num>
  <w:num w:numId="12">
    <w:abstractNumId w:val="14"/>
  </w:num>
  <w:num w:numId="13">
    <w:abstractNumId w:val="17"/>
  </w:num>
  <w:num w:numId="14">
    <w:abstractNumId w:val="10"/>
  </w:num>
  <w:num w:numId="15">
    <w:abstractNumId w:val="11"/>
  </w:num>
  <w:num w:numId="16">
    <w:abstractNumId w:val="4"/>
  </w:num>
  <w:num w:numId="17">
    <w:abstractNumId w:val="15"/>
  </w:num>
  <w:num w:numId="18">
    <w:abstractNumId w:val="12"/>
  </w:num>
  <w:num w:numId="19">
    <w:abstractNumId w:val="3"/>
  </w:num>
  <w:num w:numId="20">
    <w:abstractNumId w:val="13"/>
  </w:num>
  <w:num w:numId="21">
    <w:abstractNumId w:val="13"/>
    <w:lvlOverride w:ilvl="0">
      <w:lvl w:ilvl="0">
        <w:start w:val="2"/>
        <w:numFmt w:val="lowerLetter"/>
        <w:lvlText w:val="%1)"/>
        <w:legacy w:legacy="1" w:legacySpace="0" w:legacyIndent="283"/>
        <w:lvlJc w:val="left"/>
        <w:pPr>
          <w:ind w:left="283" w:hanging="283"/>
        </w:pPr>
      </w:lvl>
    </w:lvlOverride>
  </w:num>
  <w:num w:numId="22">
    <w:abstractNumId w:val="5"/>
  </w:num>
  <w:num w:numId="23">
    <w:abstractNumId w:val="18"/>
  </w:num>
  <w:num w:numId="24">
    <w:abstractNumId w:val="20"/>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attachedTemplate r:id="rId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0"/>
    <w:footnote w:id="1"/>
  </w:footnotePr>
  <w:endnotePr>
    <w:endnote w:id="0"/>
    <w:endnote w:id="1"/>
  </w:endnotePr>
  <w:compat/>
  <w:rsids>
    <w:rsidRoot w:val="007039F4"/>
    <w:rsid w:val="003310DC"/>
    <w:rsid w:val="003C4C71"/>
    <w:rsid w:val="00572703"/>
    <w:rsid w:val="005D0964"/>
    <w:rsid w:val="005E5E7A"/>
    <w:rsid w:val="006A58F1"/>
    <w:rsid w:val="006F0AAD"/>
    <w:rsid w:val="007039F4"/>
    <w:rsid w:val="00781542"/>
    <w:rsid w:val="008A3BAD"/>
    <w:rsid w:val="008B74A3"/>
    <w:rsid w:val="00A74CE9"/>
    <w:rsid w:val="00BC0E9C"/>
    <w:rsid w:val="00C33D84"/>
    <w:rsid w:val="00C40627"/>
    <w:rsid w:val="00C55316"/>
    <w:rsid w:val="00CB1DB1"/>
    <w:rsid w:val="00E80101"/>
    <w:rsid w:val="00E879B0"/>
    <w:rsid w:val="00F40417"/>
    <w:rsid w:val="00FE23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33D84"/>
    <w:pPr>
      <w:overflowPunct w:val="0"/>
      <w:autoSpaceDE w:val="0"/>
      <w:autoSpaceDN w:val="0"/>
      <w:adjustRightInd w:val="0"/>
      <w:jc w:val="both"/>
      <w:textAlignment w:val="baseline"/>
    </w:pPr>
  </w:style>
  <w:style w:type="paragraph" w:styleId="Nagwek1">
    <w:name w:val="heading 1"/>
    <w:basedOn w:val="Normalny"/>
    <w:next w:val="Normalny"/>
    <w:qFormat/>
    <w:rsid w:val="00C33D84"/>
    <w:pPr>
      <w:keepNext/>
      <w:keepLines/>
      <w:suppressAutoHyphens/>
      <w:spacing w:before="120" w:after="120"/>
      <w:outlineLvl w:val="0"/>
    </w:pPr>
    <w:rPr>
      <w:b/>
      <w:caps/>
      <w:kern w:val="28"/>
    </w:rPr>
  </w:style>
  <w:style w:type="paragraph" w:styleId="Nagwek2">
    <w:name w:val="heading 2"/>
    <w:basedOn w:val="Normalny"/>
    <w:next w:val="Normalny"/>
    <w:qFormat/>
    <w:rsid w:val="00C33D84"/>
    <w:pPr>
      <w:keepNext/>
      <w:spacing w:before="120" w:after="120"/>
      <w:outlineLvl w:val="1"/>
    </w:pPr>
    <w:rPr>
      <w:b/>
    </w:rPr>
  </w:style>
  <w:style w:type="paragraph" w:styleId="Nagwek3">
    <w:name w:val="heading 3"/>
    <w:basedOn w:val="Normalny"/>
    <w:next w:val="Normalny"/>
    <w:qFormat/>
    <w:rsid w:val="00C33D84"/>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C33D84"/>
    <w:pPr>
      <w:tabs>
        <w:tab w:val="right" w:leader="dot" w:pos="7371"/>
      </w:tabs>
      <w:spacing w:before="120" w:after="120"/>
      <w:jc w:val="left"/>
    </w:pPr>
    <w:rPr>
      <w:b/>
      <w:caps/>
    </w:rPr>
  </w:style>
  <w:style w:type="paragraph" w:styleId="Spistreci2">
    <w:name w:val="toc 2"/>
    <w:basedOn w:val="Normalny"/>
    <w:next w:val="Normalny"/>
    <w:semiHidden/>
    <w:rsid w:val="00C33D84"/>
    <w:pPr>
      <w:tabs>
        <w:tab w:val="right" w:leader="dot" w:pos="7371"/>
      </w:tabs>
      <w:ind w:left="200"/>
      <w:jc w:val="left"/>
    </w:pPr>
  </w:style>
  <w:style w:type="paragraph" w:styleId="Spistreci3">
    <w:name w:val="toc 3"/>
    <w:basedOn w:val="Normalny"/>
    <w:next w:val="Normalny"/>
    <w:semiHidden/>
    <w:rsid w:val="00C33D84"/>
    <w:pPr>
      <w:tabs>
        <w:tab w:val="right" w:leader="dot" w:pos="7371"/>
      </w:tabs>
      <w:ind w:left="400"/>
      <w:jc w:val="left"/>
    </w:pPr>
  </w:style>
  <w:style w:type="paragraph" w:styleId="Spistreci4">
    <w:name w:val="toc 4"/>
    <w:basedOn w:val="Normalny"/>
    <w:next w:val="Normalny"/>
    <w:semiHidden/>
    <w:rsid w:val="00C33D84"/>
    <w:pPr>
      <w:tabs>
        <w:tab w:val="right" w:leader="dot" w:pos="7371"/>
      </w:tabs>
      <w:ind w:left="600"/>
      <w:jc w:val="left"/>
    </w:pPr>
    <w:rPr>
      <w:sz w:val="18"/>
    </w:rPr>
  </w:style>
  <w:style w:type="paragraph" w:styleId="Spistreci5">
    <w:name w:val="toc 5"/>
    <w:basedOn w:val="Normalny"/>
    <w:next w:val="Normalny"/>
    <w:semiHidden/>
    <w:rsid w:val="00C33D84"/>
    <w:pPr>
      <w:tabs>
        <w:tab w:val="right" w:leader="dot" w:pos="7371"/>
      </w:tabs>
      <w:ind w:left="800"/>
      <w:jc w:val="left"/>
    </w:pPr>
    <w:rPr>
      <w:sz w:val="18"/>
    </w:rPr>
  </w:style>
  <w:style w:type="paragraph" w:styleId="Spistreci6">
    <w:name w:val="toc 6"/>
    <w:basedOn w:val="Normalny"/>
    <w:next w:val="Normalny"/>
    <w:semiHidden/>
    <w:rsid w:val="00C33D84"/>
    <w:pPr>
      <w:tabs>
        <w:tab w:val="right" w:leader="dot" w:pos="7371"/>
      </w:tabs>
      <w:ind w:left="1000"/>
      <w:jc w:val="left"/>
    </w:pPr>
    <w:rPr>
      <w:sz w:val="18"/>
    </w:rPr>
  </w:style>
  <w:style w:type="paragraph" w:styleId="Spistreci7">
    <w:name w:val="toc 7"/>
    <w:basedOn w:val="Normalny"/>
    <w:next w:val="Normalny"/>
    <w:semiHidden/>
    <w:rsid w:val="00C33D84"/>
    <w:pPr>
      <w:tabs>
        <w:tab w:val="right" w:leader="dot" w:pos="7371"/>
      </w:tabs>
      <w:ind w:left="1200"/>
      <w:jc w:val="left"/>
    </w:pPr>
    <w:rPr>
      <w:sz w:val="18"/>
    </w:rPr>
  </w:style>
  <w:style w:type="paragraph" w:styleId="Spistreci8">
    <w:name w:val="toc 8"/>
    <w:basedOn w:val="Normalny"/>
    <w:next w:val="Normalny"/>
    <w:semiHidden/>
    <w:rsid w:val="00C33D84"/>
    <w:pPr>
      <w:tabs>
        <w:tab w:val="right" w:leader="dot" w:pos="7371"/>
      </w:tabs>
      <w:ind w:left="1400"/>
      <w:jc w:val="left"/>
    </w:pPr>
    <w:rPr>
      <w:sz w:val="18"/>
    </w:rPr>
  </w:style>
  <w:style w:type="paragraph" w:styleId="Spistreci9">
    <w:name w:val="toc 9"/>
    <w:basedOn w:val="Normalny"/>
    <w:next w:val="Normalny"/>
    <w:semiHidden/>
    <w:rsid w:val="00C33D84"/>
    <w:pPr>
      <w:tabs>
        <w:tab w:val="right" w:leader="dot" w:pos="7371"/>
      </w:tabs>
      <w:ind w:left="1600"/>
      <w:jc w:val="left"/>
    </w:pPr>
    <w:rPr>
      <w:sz w:val="18"/>
    </w:rPr>
  </w:style>
  <w:style w:type="character" w:styleId="Numerstrony">
    <w:name w:val="page number"/>
    <w:basedOn w:val="Domylnaczcionkaakapitu"/>
    <w:semiHidden/>
    <w:rsid w:val="00C33D84"/>
  </w:style>
  <w:style w:type="paragraph" w:customStyle="1" w:styleId="StylIwony">
    <w:name w:val="Styl Iwony"/>
    <w:basedOn w:val="Normalny"/>
    <w:rsid w:val="00C33D84"/>
    <w:pPr>
      <w:spacing w:before="120" w:after="120"/>
    </w:pPr>
    <w:rPr>
      <w:rFonts w:ascii="Bookman Old Style" w:hAnsi="Bookman Old Style"/>
      <w:sz w:val="24"/>
    </w:rPr>
  </w:style>
  <w:style w:type="paragraph" w:styleId="Nagwek">
    <w:name w:val="header"/>
    <w:basedOn w:val="Normalny"/>
    <w:semiHidden/>
    <w:rsid w:val="00C33D84"/>
    <w:pPr>
      <w:tabs>
        <w:tab w:val="center" w:pos="4536"/>
        <w:tab w:val="right" w:pos="9072"/>
      </w:tabs>
      <w:jc w:val="left"/>
    </w:pPr>
    <w:rPr>
      <w:rFonts w:ascii="Century Gothic" w:hAnsi="Century Gothic"/>
      <w:sz w:val="24"/>
    </w:rPr>
  </w:style>
  <w:style w:type="paragraph" w:styleId="Stopka">
    <w:name w:val="footer"/>
    <w:basedOn w:val="Normalny"/>
    <w:link w:val="StopkaZnak"/>
    <w:uiPriority w:val="99"/>
    <w:rsid w:val="00C33D84"/>
    <w:pPr>
      <w:tabs>
        <w:tab w:val="center" w:pos="4536"/>
        <w:tab w:val="right" w:pos="9072"/>
      </w:tabs>
    </w:pPr>
  </w:style>
  <w:style w:type="paragraph" w:styleId="Tekstprzypisudolnego">
    <w:name w:val="footnote text"/>
    <w:basedOn w:val="Normalny"/>
    <w:semiHidden/>
    <w:rsid w:val="00C33D84"/>
  </w:style>
  <w:style w:type="paragraph" w:customStyle="1" w:styleId="tekstost">
    <w:name w:val="tekst ost"/>
    <w:basedOn w:val="Normalny"/>
    <w:rsid w:val="00C33D84"/>
  </w:style>
  <w:style w:type="character" w:styleId="Odwoanieprzypisudolnego">
    <w:name w:val="footnote reference"/>
    <w:basedOn w:val="Domylnaczcionkaakapitu"/>
    <w:semiHidden/>
    <w:rsid w:val="00C33D84"/>
    <w:rPr>
      <w:vertAlign w:val="superscript"/>
    </w:rPr>
  </w:style>
  <w:style w:type="paragraph" w:customStyle="1" w:styleId="Standardowytekst">
    <w:name w:val="Standardowy.tekst"/>
    <w:rsid w:val="00C33D84"/>
    <w:pPr>
      <w:overflowPunct w:val="0"/>
      <w:autoSpaceDE w:val="0"/>
      <w:autoSpaceDN w:val="0"/>
      <w:adjustRightInd w:val="0"/>
      <w:jc w:val="both"/>
      <w:textAlignment w:val="baseline"/>
    </w:pPr>
  </w:style>
  <w:style w:type="paragraph" w:customStyle="1" w:styleId="Tekstpodstawowy21">
    <w:name w:val="Tekst podstawowy 21"/>
    <w:basedOn w:val="Normalny"/>
    <w:rsid w:val="00C33D84"/>
    <w:pPr>
      <w:ind w:left="360"/>
    </w:pPr>
  </w:style>
  <w:style w:type="paragraph" w:styleId="Tekstpodstawowy">
    <w:name w:val="Body Text"/>
    <w:basedOn w:val="Normalny"/>
    <w:semiHidden/>
    <w:rsid w:val="00C33D84"/>
    <w:pPr>
      <w:spacing w:line="180" w:lineRule="exact"/>
      <w:jc w:val="left"/>
    </w:pPr>
    <w:rPr>
      <w:sz w:val="16"/>
    </w:rPr>
  </w:style>
  <w:style w:type="paragraph" w:customStyle="1" w:styleId="Tekstpodstawowy22">
    <w:name w:val="Tekst podstawowy 22"/>
    <w:basedOn w:val="Normalny"/>
    <w:rsid w:val="00C33D84"/>
    <w:pPr>
      <w:pBdr>
        <w:top w:val="single" w:sz="6" w:space="1" w:color="auto"/>
        <w:bottom w:val="single" w:sz="6" w:space="1" w:color="auto"/>
      </w:pBdr>
      <w:spacing w:line="180" w:lineRule="exact"/>
      <w:jc w:val="left"/>
    </w:pPr>
    <w:rPr>
      <w:sz w:val="16"/>
    </w:rPr>
  </w:style>
  <w:style w:type="character" w:customStyle="1" w:styleId="StopkaZnak">
    <w:name w:val="Stopka Znak"/>
    <w:basedOn w:val="Domylnaczcionkaakapitu"/>
    <w:link w:val="Stopka"/>
    <w:uiPriority w:val="99"/>
    <w:rsid w:val="00FE233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Maryla\d020000bi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d020000bis</Template>
  <TotalTime>14</TotalTime>
  <Pages>39</Pages>
  <Words>9475</Words>
  <Characters>56851</Characters>
  <Application>Microsoft Office Word</Application>
  <DocSecurity>0</DocSecurity>
  <Lines>473</Lines>
  <Paragraphs>132</Paragraphs>
  <ScaleCrop>false</ScaleCrop>
  <HeadingPairs>
    <vt:vector size="4" baseType="variant">
      <vt:variant>
        <vt:lpstr>Tytuł</vt:lpstr>
      </vt:variant>
      <vt:variant>
        <vt:i4>1</vt:i4>
      </vt:variant>
      <vt:variant>
        <vt:lpstr>D-02.00.00</vt:lpstr>
      </vt:variant>
      <vt:variant>
        <vt:i4>0</vt:i4>
      </vt:variant>
    </vt:vector>
  </HeadingPairs>
  <TitlesOfParts>
    <vt:vector size="1" baseType="lpstr">
      <vt:lpstr>D-02.00.00</vt:lpstr>
    </vt:vector>
  </TitlesOfParts>
  <Company>Warszawa      Skaryszewska 19</Company>
  <LinksUpToDate>false</LinksUpToDate>
  <CharactersWithSpaces>66194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Leszek Cupryjak</dc:creator>
  <cp:keywords>specyfikacje, drogi, drogownictwo, ost</cp:keywords>
  <dc:description>Roboty ziemne</dc:description>
  <cp:lastModifiedBy>Wojtek</cp:lastModifiedBy>
  <cp:revision>7</cp:revision>
  <cp:lastPrinted>2017-02-02T08:33:00Z</cp:lastPrinted>
  <dcterms:created xsi:type="dcterms:W3CDTF">2013-07-02T09:38:00Z</dcterms:created>
  <dcterms:modified xsi:type="dcterms:W3CDTF">2017-02-02T09:17:00Z</dcterms:modified>
</cp:coreProperties>
</file>