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913B85" w14:textId="1CA552CE" w:rsidR="006822BA" w:rsidRDefault="006822BA" w:rsidP="00B42AAB">
      <w:pPr>
        <w:widowControl/>
        <w:jc w:val="both"/>
        <w:rPr>
          <w:rFonts w:ascii="Arial" w:eastAsiaTheme="minorHAnsi" w:hAnsi="Arial" w:cs="Arial"/>
          <w:i/>
          <w:iCs/>
          <w:noProof w:val="0"/>
          <w:lang w:eastAsia="en-US"/>
        </w:rPr>
      </w:pPr>
    </w:p>
    <w:p w14:paraId="2F9C04F0" w14:textId="77777777" w:rsidR="006822BA" w:rsidRPr="006144A4" w:rsidRDefault="006822BA" w:rsidP="006822BA">
      <w:pPr>
        <w:ind w:left="7368" w:firstLine="420"/>
        <w:jc w:val="center"/>
        <w:rPr>
          <w:rFonts w:ascii="Arial" w:hAnsi="Arial" w:cs="Arial"/>
          <w:b/>
          <w:bCs/>
          <w:noProof w:val="0"/>
          <w:sz w:val="24"/>
          <w:szCs w:val="24"/>
        </w:rPr>
      </w:pPr>
      <w:r w:rsidRPr="006144A4">
        <w:rPr>
          <w:rFonts w:ascii="Arial" w:hAnsi="Arial" w:cs="Arial"/>
          <w:b/>
          <w:bCs/>
          <w:noProof w:val="0"/>
          <w:sz w:val="24"/>
          <w:szCs w:val="24"/>
        </w:rPr>
        <w:t>Załącznik Nr 1</w:t>
      </w:r>
    </w:p>
    <w:p w14:paraId="0F762A35" w14:textId="77777777" w:rsidR="006822BA" w:rsidRPr="00A22DCF" w:rsidRDefault="006822BA" w:rsidP="006822BA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33DDD83" w14:textId="77777777" w:rsidR="006822BA" w:rsidRPr="00A22DCF" w:rsidRDefault="006822BA" w:rsidP="006822BA">
      <w:pPr>
        <w:ind w:right="5658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…………………………………………………………..</w:t>
      </w:r>
    </w:p>
    <w:p w14:paraId="3767D583" w14:textId="77777777" w:rsidR="006822BA" w:rsidRDefault="006822BA" w:rsidP="006822BA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>NIP/PESEL, KRS/CEiDG)</w:t>
      </w:r>
    </w:p>
    <w:p w14:paraId="47F6A81E" w14:textId="77777777" w:rsidR="00674C9D" w:rsidRDefault="00674C9D" w:rsidP="006822BA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</w:p>
    <w:p w14:paraId="7B4B6FFA" w14:textId="6383879E" w:rsidR="006822BA" w:rsidRDefault="006822BA" w:rsidP="006822BA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  <w:r w:rsidRPr="005F353C">
        <w:rPr>
          <w:rFonts w:ascii="Arial" w:hAnsi="Arial" w:cs="Arial"/>
          <w:sz w:val="21"/>
          <w:szCs w:val="21"/>
        </w:rPr>
        <w:t>Adres poczty elektronicznej: ...........................................</w:t>
      </w:r>
    </w:p>
    <w:p w14:paraId="74C801FC" w14:textId="1D57A55F" w:rsidR="00EC3607" w:rsidRPr="004E58C6" w:rsidRDefault="00EC3607" w:rsidP="006822BA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Nr telefonu ……………………………………….</w:t>
      </w:r>
    </w:p>
    <w:p w14:paraId="45EF504C" w14:textId="6A415277" w:rsidR="00E30FB6" w:rsidRDefault="00E30FB6" w:rsidP="00E30FB6">
      <w:pPr>
        <w:ind w:right="-24"/>
        <w:rPr>
          <w:rFonts w:ascii="Arial" w:hAnsi="Arial" w:cs="Arial"/>
          <w:b/>
          <w:bCs/>
          <w:noProof w:val="0"/>
          <w:sz w:val="32"/>
          <w:szCs w:val="32"/>
        </w:rPr>
      </w:pPr>
    </w:p>
    <w:p w14:paraId="41416193" w14:textId="08E84D28" w:rsidR="00790F82" w:rsidRDefault="006822BA" w:rsidP="004E58C6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  <w:r w:rsidRPr="001D0A96">
        <w:rPr>
          <w:rFonts w:ascii="Arial" w:hAnsi="Arial" w:cs="Arial"/>
          <w:b/>
          <w:bCs/>
          <w:noProof w:val="0"/>
          <w:sz w:val="32"/>
          <w:szCs w:val="32"/>
        </w:rPr>
        <w:t>O F E R T A</w:t>
      </w:r>
      <w:r>
        <w:rPr>
          <w:rFonts w:ascii="Arial" w:hAnsi="Arial" w:cs="Arial"/>
          <w:b/>
          <w:bCs/>
          <w:noProof w:val="0"/>
          <w:sz w:val="32"/>
          <w:szCs w:val="32"/>
        </w:rPr>
        <w:t xml:space="preserve">  </w:t>
      </w:r>
    </w:p>
    <w:p w14:paraId="71BC9B78" w14:textId="77777777" w:rsidR="002A32EC" w:rsidRPr="004E58C6" w:rsidRDefault="002A32EC" w:rsidP="004E58C6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</w:p>
    <w:p w14:paraId="084DA8CB" w14:textId="77777777" w:rsidR="006822BA" w:rsidRPr="00B24444" w:rsidRDefault="006822BA" w:rsidP="00790F82">
      <w:pPr>
        <w:ind w:right="-24"/>
        <w:rPr>
          <w:rFonts w:ascii="Arial" w:hAnsi="Arial" w:cs="Arial"/>
          <w:b/>
          <w:bCs/>
          <w:noProof w:val="0"/>
          <w:sz w:val="10"/>
          <w:szCs w:val="10"/>
        </w:rPr>
      </w:pPr>
    </w:p>
    <w:p w14:paraId="265117B7" w14:textId="50C6B28D" w:rsidR="006822BA" w:rsidRPr="002A32EC" w:rsidRDefault="00790F82" w:rsidP="002A32EC">
      <w:pPr>
        <w:jc w:val="both"/>
        <w:rPr>
          <w:rStyle w:val="Domylnaczcionkaakapitu1"/>
          <w:noProof w:val="0"/>
        </w:rPr>
      </w:pPr>
      <w:r w:rsidRPr="00750A4F">
        <w:rPr>
          <w:rFonts w:ascii="Arial" w:hAnsi="Arial" w:cs="Arial"/>
          <w:sz w:val="24"/>
          <w:szCs w:val="24"/>
        </w:rPr>
        <w:t xml:space="preserve">Przystępując do </w:t>
      </w:r>
      <w:r w:rsidRPr="00D542AF">
        <w:rPr>
          <w:rFonts w:ascii="Arial" w:hAnsi="Arial" w:cs="Arial"/>
          <w:sz w:val="24"/>
          <w:szCs w:val="24"/>
        </w:rPr>
        <w:t>udziału w postępowaniu o udzielenie zamówienia publicznego pn.</w:t>
      </w:r>
      <w:r w:rsidRPr="007C2F0D">
        <w:rPr>
          <w:rFonts w:ascii="Arial" w:hAnsi="Arial" w:cs="Arial"/>
          <w:sz w:val="24"/>
          <w:szCs w:val="24"/>
        </w:rPr>
        <w:t>:</w:t>
      </w:r>
      <w:r w:rsidRPr="007C2F0D">
        <w:rPr>
          <w:rFonts w:ascii="Arial" w:hAnsi="Arial" w:cs="Arial"/>
          <w:noProof w:val="0"/>
          <w:sz w:val="24"/>
          <w:szCs w:val="24"/>
        </w:rPr>
        <w:t xml:space="preserve"> </w:t>
      </w:r>
      <w:r w:rsidR="008B7725" w:rsidRPr="008B7725">
        <w:rPr>
          <w:rStyle w:val="Domylnaczcionkaakapitu1"/>
          <w:rFonts w:ascii="Arial" w:hAnsi="Arial" w:cs="Arial"/>
          <w:b/>
          <w:sz w:val="24"/>
          <w:szCs w:val="24"/>
        </w:rPr>
        <w:t>„</w:t>
      </w:r>
      <w:r w:rsidR="008B7725" w:rsidRPr="008B7725">
        <w:rPr>
          <w:rFonts w:ascii="Arial" w:hAnsi="Arial" w:cs="Arial"/>
          <w:b/>
          <w:sz w:val="24"/>
          <w:szCs w:val="24"/>
        </w:rPr>
        <w:t>Dostawa paliw płynnych dla potrzeb Gminy Męcinka”</w:t>
      </w:r>
    </w:p>
    <w:p w14:paraId="4DDC7656" w14:textId="77777777" w:rsidR="00A629D6" w:rsidRPr="00A629D6" w:rsidRDefault="00A629D6" w:rsidP="00E24FEB">
      <w:pPr>
        <w:jc w:val="both"/>
        <w:rPr>
          <w:rStyle w:val="Domylnaczcionkaakapitu1"/>
          <w:rFonts w:ascii="Arial" w:hAnsi="Arial" w:cs="Arial"/>
          <w:b/>
          <w:sz w:val="10"/>
          <w:szCs w:val="10"/>
        </w:rPr>
      </w:pPr>
    </w:p>
    <w:p w14:paraId="10078227" w14:textId="77777777" w:rsidR="006822BA" w:rsidRPr="00750A4F" w:rsidRDefault="006822BA" w:rsidP="006822BA">
      <w:pPr>
        <w:jc w:val="center"/>
        <w:rPr>
          <w:rFonts w:ascii="Arial" w:hAnsi="Arial" w:cs="Arial"/>
          <w:b/>
          <w:bCs/>
          <w:sz w:val="8"/>
          <w:szCs w:val="8"/>
        </w:rPr>
      </w:pPr>
    </w:p>
    <w:p w14:paraId="0EEF1DDB" w14:textId="77777777" w:rsidR="006822BA" w:rsidRDefault="006822BA" w:rsidP="006822BA">
      <w:pPr>
        <w:ind w:left="2720" w:firstLine="68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noProof w:val="0"/>
          <w:sz w:val="24"/>
          <w:szCs w:val="24"/>
        </w:rPr>
        <w:t>składam(y) następującą ofertę:</w:t>
      </w:r>
    </w:p>
    <w:p w14:paraId="43832535" w14:textId="77777777" w:rsidR="008E08A9" w:rsidRPr="001D0A96" w:rsidRDefault="008E08A9" w:rsidP="006822BA">
      <w:pPr>
        <w:ind w:left="2720" w:firstLine="680"/>
        <w:jc w:val="both"/>
        <w:rPr>
          <w:rFonts w:ascii="Arial" w:hAnsi="Arial" w:cs="Arial"/>
          <w:noProof w:val="0"/>
          <w:sz w:val="24"/>
          <w:szCs w:val="24"/>
        </w:rPr>
      </w:pPr>
    </w:p>
    <w:p w14:paraId="06590725" w14:textId="77777777" w:rsidR="006822BA" w:rsidRDefault="006822BA" w:rsidP="006822BA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2073CCD7" w14:textId="77777777" w:rsidR="006822BA" w:rsidRPr="001D0A96" w:rsidRDefault="006822BA" w:rsidP="006822BA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49AA37E0" w14:textId="68B61D6F" w:rsidR="00580D85" w:rsidRPr="00BB4EAF" w:rsidRDefault="006822BA" w:rsidP="00BB4EAF">
      <w:pPr>
        <w:numPr>
          <w:ilvl w:val="0"/>
          <w:numId w:val="22"/>
        </w:numPr>
        <w:spacing w:after="120"/>
        <w:jc w:val="both"/>
        <w:rPr>
          <w:rFonts w:ascii="Arial" w:hAnsi="Arial" w:cs="Arial"/>
          <w:noProof w:val="0"/>
          <w:sz w:val="24"/>
          <w:szCs w:val="24"/>
        </w:rPr>
      </w:pPr>
      <w:r w:rsidRPr="00877849">
        <w:rPr>
          <w:rFonts w:ascii="Arial" w:hAnsi="Arial" w:cs="Arial"/>
          <w:noProof w:val="0"/>
          <w:sz w:val="24"/>
          <w:szCs w:val="24"/>
        </w:rPr>
        <w:t xml:space="preserve">Oferuję/oferujemy* wykonanie przedmiotu zamówienia </w:t>
      </w:r>
      <w:r>
        <w:rPr>
          <w:rFonts w:ascii="Arial" w:hAnsi="Arial" w:cs="Arial"/>
          <w:noProof w:val="0"/>
          <w:sz w:val="24"/>
          <w:szCs w:val="24"/>
        </w:rPr>
        <w:t>w cenie ryczałtowej wynoszącej</w:t>
      </w:r>
      <w:r w:rsidRPr="00877849">
        <w:rPr>
          <w:rFonts w:ascii="Arial" w:hAnsi="Arial" w:cs="Arial"/>
          <w:noProof w:val="0"/>
          <w:sz w:val="24"/>
          <w:szCs w:val="24"/>
        </w:rPr>
        <w:t>:</w:t>
      </w:r>
    </w:p>
    <w:p w14:paraId="52A1F6CA" w14:textId="6A7269A5" w:rsidR="00674C9D" w:rsidRPr="001E5AFD" w:rsidRDefault="00674C9D" w:rsidP="00674C9D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 xml:space="preserve">brutto: </w:t>
      </w:r>
      <w:r w:rsidRPr="001E5AFD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…….……..</w:t>
      </w:r>
      <w:r w:rsidRPr="001E5AFD">
        <w:rPr>
          <w:rFonts w:ascii="Arial" w:hAnsi="Arial" w:cs="Arial"/>
        </w:rPr>
        <w:t xml:space="preserve">zł  </w:t>
      </w:r>
      <w:r w:rsidR="00BB4EAF">
        <w:rPr>
          <w:rFonts w:ascii="Arial" w:hAnsi="Arial" w:cs="Arial"/>
        </w:rPr>
        <w:t>( słownie: ……………………………………………… )</w:t>
      </w:r>
    </w:p>
    <w:p w14:paraId="3D39EFAB" w14:textId="5971078D" w:rsidR="00401842" w:rsidRDefault="00674C9D" w:rsidP="00674C9D">
      <w:pPr>
        <w:pStyle w:val="Akapitzlist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tym podatek VAT w wysokości</w:t>
      </w:r>
      <w:r w:rsidRPr="001E5AFD">
        <w:rPr>
          <w:rFonts w:ascii="Arial" w:hAnsi="Arial" w:cs="Arial"/>
        </w:rPr>
        <w:t xml:space="preserve"> </w:t>
      </w:r>
      <w:r w:rsidR="00EC3607">
        <w:rPr>
          <w:rFonts w:ascii="Arial" w:hAnsi="Arial" w:cs="Arial"/>
          <w:b/>
        </w:rPr>
        <w:t>………</w:t>
      </w:r>
      <w:r w:rsidR="00BB4EAF">
        <w:rPr>
          <w:rFonts w:ascii="Arial" w:hAnsi="Arial" w:cs="Arial"/>
          <w:b/>
        </w:rPr>
        <w:t xml:space="preserve"> % </w:t>
      </w:r>
      <w:r w:rsidR="00BB4EAF" w:rsidRPr="00BB4EAF">
        <w:rPr>
          <w:rFonts w:ascii="Arial" w:hAnsi="Arial" w:cs="Arial"/>
        </w:rPr>
        <w:t xml:space="preserve">w kwocie ………………. </w:t>
      </w:r>
      <w:r w:rsidR="009B58A2">
        <w:rPr>
          <w:rFonts w:ascii="Arial" w:hAnsi="Arial" w:cs="Arial"/>
        </w:rPr>
        <w:t>z</w:t>
      </w:r>
      <w:r w:rsidR="00BB4EAF" w:rsidRPr="00BB4EAF">
        <w:rPr>
          <w:rFonts w:ascii="Arial" w:hAnsi="Arial" w:cs="Arial"/>
        </w:rPr>
        <w:t>ł</w:t>
      </w:r>
      <w:r w:rsidR="0004205F">
        <w:rPr>
          <w:rFonts w:ascii="Arial" w:hAnsi="Arial" w:cs="Arial"/>
        </w:rPr>
        <w:t>, to jest</w:t>
      </w:r>
    </w:p>
    <w:p w14:paraId="5C6CBEE6" w14:textId="4C72135E" w:rsidR="00FE4321" w:rsidRDefault="0004205F" w:rsidP="00FE4321">
      <w:pPr>
        <w:pStyle w:val="Akapitzlist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……………………………………. </w:t>
      </w:r>
      <w:r w:rsidR="009B58A2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ł netto </w:t>
      </w:r>
      <w:r w:rsidR="008B7725">
        <w:rPr>
          <w:rFonts w:ascii="Arial" w:hAnsi="Arial" w:cs="Arial"/>
        </w:rPr>
        <w:t xml:space="preserve">, co wynika z średniej cen obowiązujących klientów detalicznych na stacji paliw w dniach 02-04.01.2024r. </w:t>
      </w:r>
      <w:r w:rsidR="002A32EC">
        <w:rPr>
          <w:rFonts w:ascii="Arial" w:hAnsi="Arial" w:cs="Arial"/>
        </w:rPr>
        <w:t>o godz. 12:00, to jest :</w:t>
      </w:r>
    </w:p>
    <w:p w14:paraId="4F5DEC31" w14:textId="7D0400C7" w:rsidR="002A32EC" w:rsidRPr="008E08A9" w:rsidRDefault="002A32EC" w:rsidP="008E08A9">
      <w:pPr>
        <w:pStyle w:val="Akapitzlist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Cena 1 litra oleju</w:t>
      </w:r>
      <w:r w:rsidR="008E08A9">
        <w:rPr>
          <w:rFonts w:ascii="Arial" w:hAnsi="Arial" w:cs="Arial"/>
        </w:rPr>
        <w:t xml:space="preserve"> napędowego : ………………… zł brutto</w:t>
      </w:r>
      <w:r w:rsidR="008E08A9" w:rsidRPr="008E08A9">
        <w:rPr>
          <w:rFonts w:ascii="Arial" w:hAnsi="Arial" w:cs="Arial"/>
        </w:rPr>
        <w:t xml:space="preserve"> </w:t>
      </w:r>
      <w:r w:rsidR="008E08A9">
        <w:rPr>
          <w:rFonts w:ascii="Arial" w:hAnsi="Arial" w:cs="Arial"/>
        </w:rPr>
        <w:t>oraz rabat</w:t>
      </w:r>
      <w:r w:rsidR="00DE1B9B">
        <w:rPr>
          <w:rFonts w:ascii="Arial" w:hAnsi="Arial" w:cs="Arial"/>
        </w:rPr>
        <w:t>(stały) ………… zł za 1 litr,</w:t>
      </w:r>
      <w:bookmarkStart w:id="0" w:name="_GoBack"/>
      <w:bookmarkEnd w:id="0"/>
    </w:p>
    <w:p w14:paraId="327F0F24" w14:textId="0EE4FCAE" w:rsidR="002A32EC" w:rsidRPr="008E08A9" w:rsidRDefault="002A32EC" w:rsidP="008E08A9">
      <w:pPr>
        <w:pStyle w:val="Akapitzlist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Cena 1 litra benzyny PB 95 :      ………………... zł brutto</w:t>
      </w:r>
      <w:r w:rsidR="008E08A9">
        <w:rPr>
          <w:rFonts w:ascii="Arial" w:hAnsi="Arial" w:cs="Arial"/>
        </w:rPr>
        <w:t xml:space="preserve"> </w:t>
      </w:r>
      <w:r w:rsidRPr="008E08A9">
        <w:rPr>
          <w:rFonts w:ascii="Arial" w:hAnsi="Arial" w:cs="Arial"/>
        </w:rPr>
        <w:t>oraz rabat</w:t>
      </w:r>
      <w:r w:rsidR="00DE1B9B">
        <w:rPr>
          <w:rFonts w:ascii="Arial" w:hAnsi="Arial" w:cs="Arial"/>
        </w:rPr>
        <w:t>(stały)</w:t>
      </w:r>
      <w:r w:rsidRPr="008E08A9">
        <w:rPr>
          <w:rFonts w:ascii="Arial" w:hAnsi="Arial" w:cs="Arial"/>
        </w:rPr>
        <w:t xml:space="preserve"> ………… zł za 1 litr</w:t>
      </w:r>
      <w:r w:rsidR="00506421" w:rsidRPr="008E08A9">
        <w:rPr>
          <w:rFonts w:ascii="Arial" w:hAnsi="Arial" w:cs="Arial"/>
        </w:rPr>
        <w:t>.</w:t>
      </w:r>
    </w:p>
    <w:p w14:paraId="33FF886D" w14:textId="7C6980E8" w:rsidR="00401842" w:rsidRPr="008B7725" w:rsidRDefault="008B7725" w:rsidP="008B7725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b/>
          <w:sz w:val="8"/>
          <w:szCs w:val="8"/>
          <w:u w:val="single"/>
        </w:rPr>
      </w:pPr>
      <w:r>
        <w:rPr>
          <w:rFonts w:ascii="Arial" w:hAnsi="Arial" w:cs="Arial"/>
        </w:rPr>
        <w:t>Termin płatności faktury wynosi : do .....................dni .</w:t>
      </w:r>
    </w:p>
    <w:p w14:paraId="5E75D516" w14:textId="1718264B" w:rsidR="006822BA" w:rsidRPr="00586D9A" w:rsidRDefault="006822BA" w:rsidP="006822BA">
      <w:pPr>
        <w:pStyle w:val="Default"/>
        <w:numPr>
          <w:ilvl w:val="0"/>
          <w:numId w:val="22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586D9A">
        <w:rPr>
          <w:rFonts w:ascii="Arial" w:hAnsi="Arial" w:cs="Arial"/>
        </w:rPr>
        <w:t>Oświadczam</w:t>
      </w:r>
      <w:r w:rsidR="00EC3607">
        <w:rPr>
          <w:rFonts w:ascii="Arial" w:hAnsi="Arial" w:cs="Arial"/>
        </w:rPr>
        <w:t>y</w:t>
      </w:r>
      <w:r w:rsidRPr="00586D9A">
        <w:rPr>
          <w:rFonts w:ascii="Arial" w:hAnsi="Arial" w:cs="Arial"/>
        </w:rPr>
        <w:t xml:space="preserve">, że w </w:t>
      </w:r>
      <w:r>
        <w:rPr>
          <w:rFonts w:ascii="Arial" w:hAnsi="Arial" w:cs="Arial"/>
        </w:rPr>
        <w:t xml:space="preserve">zaoferowanej </w:t>
      </w:r>
      <w:r w:rsidRPr="00586D9A">
        <w:rPr>
          <w:rFonts w:ascii="Arial" w:hAnsi="Arial" w:cs="Arial"/>
        </w:rPr>
        <w:t>cenie zostały uwzględnione wszystkie koszty wykonania zamówienia</w:t>
      </w:r>
      <w:r w:rsidR="006F3A54">
        <w:rPr>
          <w:rFonts w:ascii="Arial" w:hAnsi="Arial" w:cs="Arial"/>
        </w:rPr>
        <w:t>, uwzględniając najszerszy możliwy zakres zamówienia wynikający z dokumentów opisujących przedmiot zamówienia.</w:t>
      </w:r>
    </w:p>
    <w:p w14:paraId="697C8C00" w14:textId="2A81C8B5" w:rsidR="006822BA" w:rsidRPr="00BD43F9" w:rsidRDefault="006822BA" w:rsidP="006822BA">
      <w:pPr>
        <w:pStyle w:val="Default"/>
        <w:numPr>
          <w:ilvl w:val="0"/>
          <w:numId w:val="22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795052">
        <w:rPr>
          <w:rFonts w:ascii="Arial" w:hAnsi="Arial" w:cs="Arial"/>
          <w:color w:val="auto"/>
        </w:rPr>
        <w:t xml:space="preserve">Oferujemy wykonanie przedmiotu zamówienia w terminie </w:t>
      </w:r>
      <w:r w:rsidR="008B7725">
        <w:rPr>
          <w:rFonts w:ascii="Arial" w:hAnsi="Arial" w:cs="Arial"/>
          <w:bCs/>
          <w:color w:val="auto"/>
        </w:rPr>
        <w:t>wskazanym w SWZ.</w:t>
      </w:r>
    </w:p>
    <w:p w14:paraId="130B3592" w14:textId="77777777" w:rsidR="006822BA" w:rsidRPr="00DA453F" w:rsidRDefault="006822BA" w:rsidP="006822BA">
      <w:pPr>
        <w:pStyle w:val="Tekstpodstawowy2"/>
        <w:tabs>
          <w:tab w:val="clear" w:pos="0"/>
          <w:tab w:val="clear" w:pos="8953"/>
        </w:tabs>
        <w:rPr>
          <w:rFonts w:ascii="Arial" w:hAnsi="Arial" w:cs="Arial"/>
          <w:b/>
          <w:bCs/>
          <w:sz w:val="8"/>
          <w:szCs w:val="8"/>
        </w:rPr>
      </w:pPr>
    </w:p>
    <w:p w14:paraId="3012E3C1" w14:textId="4FE80E0C" w:rsidR="006822BA" w:rsidRPr="001D1454" w:rsidRDefault="006822BA" w:rsidP="006822BA">
      <w:pPr>
        <w:pStyle w:val="Tekstpodstawowy2"/>
        <w:numPr>
          <w:ilvl w:val="0"/>
          <w:numId w:val="22"/>
        </w:numPr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r w:rsidRPr="001D1454">
        <w:rPr>
          <w:rFonts w:ascii="Arial" w:hAnsi="Arial" w:cs="Arial"/>
          <w:sz w:val="24"/>
          <w:szCs w:val="24"/>
        </w:rPr>
        <w:t>Oświadczam/y, że zapoznałem/liśmy się z wymaganiami Zamawiającego, dotyczącymi przedmiotu zamówienia zamieszczonymi w „Specyfikacj</w:t>
      </w:r>
      <w:r>
        <w:rPr>
          <w:rFonts w:ascii="Arial" w:hAnsi="Arial" w:cs="Arial"/>
          <w:sz w:val="24"/>
          <w:szCs w:val="24"/>
        </w:rPr>
        <w:t>i</w:t>
      </w:r>
      <w:r w:rsidRPr="001D1454">
        <w:rPr>
          <w:rFonts w:ascii="Arial" w:hAnsi="Arial" w:cs="Arial"/>
          <w:sz w:val="24"/>
          <w:szCs w:val="24"/>
        </w:rPr>
        <w:t xml:space="preserve"> Wa</w:t>
      </w:r>
      <w:r w:rsidR="008B7725">
        <w:rPr>
          <w:rFonts w:ascii="Arial" w:hAnsi="Arial" w:cs="Arial"/>
          <w:sz w:val="24"/>
          <w:szCs w:val="24"/>
        </w:rPr>
        <w:t xml:space="preserve">runków Zamówienia” </w:t>
      </w:r>
      <w:r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i nie wnoszę/wnosimy* do niej zastrzeżeń</w:t>
      </w:r>
      <w:r>
        <w:rPr>
          <w:rFonts w:ascii="Arial" w:hAnsi="Arial" w:cs="Arial"/>
          <w:sz w:val="24"/>
          <w:szCs w:val="24"/>
        </w:rPr>
        <w:t>.</w:t>
      </w:r>
    </w:p>
    <w:p w14:paraId="5FB8220D" w14:textId="77777777" w:rsidR="006822BA" w:rsidRPr="005D1E0C" w:rsidRDefault="006822BA" w:rsidP="006822BA">
      <w:pPr>
        <w:shd w:val="clear" w:color="auto" w:fill="FFFFFF"/>
        <w:tabs>
          <w:tab w:val="left" w:pos="386"/>
        </w:tabs>
        <w:jc w:val="both"/>
        <w:rPr>
          <w:rFonts w:ascii="Arial" w:hAnsi="Arial" w:cs="Arial"/>
          <w:b/>
          <w:sz w:val="8"/>
          <w:szCs w:val="8"/>
        </w:rPr>
      </w:pPr>
    </w:p>
    <w:p w14:paraId="35FF3CBE" w14:textId="7F90DC20" w:rsidR="006822BA" w:rsidRDefault="006822BA" w:rsidP="006822BA">
      <w:pPr>
        <w:numPr>
          <w:ilvl w:val="0"/>
          <w:numId w:val="22"/>
        </w:numPr>
        <w:jc w:val="both"/>
        <w:rPr>
          <w:rFonts w:ascii="Arial" w:hAnsi="Arial" w:cs="Arial"/>
          <w:noProof w:val="0"/>
          <w:sz w:val="24"/>
          <w:szCs w:val="24"/>
        </w:rPr>
      </w:pPr>
      <w:r w:rsidRPr="00A30034">
        <w:rPr>
          <w:rFonts w:ascii="Arial" w:hAnsi="Arial" w:cs="Arial"/>
          <w:noProof w:val="0"/>
          <w:sz w:val="24"/>
          <w:szCs w:val="24"/>
        </w:rPr>
        <w:t>Uważam/uważamy* się za związanych niniejszą ofertą przez okres wskazany w „Specyfikacji Warunków Zamówienia”.</w:t>
      </w:r>
    </w:p>
    <w:p w14:paraId="1BCA0DB5" w14:textId="77777777" w:rsidR="006822BA" w:rsidRPr="005D1E0C" w:rsidRDefault="006822BA" w:rsidP="006822BA">
      <w:pPr>
        <w:jc w:val="both"/>
        <w:rPr>
          <w:rFonts w:ascii="Arial" w:hAnsi="Arial" w:cs="Arial"/>
          <w:sz w:val="8"/>
          <w:szCs w:val="8"/>
        </w:rPr>
      </w:pPr>
    </w:p>
    <w:p w14:paraId="317C9393" w14:textId="136D8131" w:rsidR="006822BA" w:rsidRPr="001D1454" w:rsidRDefault="006822BA" w:rsidP="006822BA">
      <w:pPr>
        <w:numPr>
          <w:ilvl w:val="0"/>
          <w:numId w:val="22"/>
        </w:num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akceptujemy projekt</w:t>
      </w:r>
      <w:r w:rsidRPr="00A30034">
        <w:rPr>
          <w:rFonts w:ascii="Arial" w:hAnsi="Arial" w:cs="Arial"/>
          <w:sz w:val="24"/>
          <w:szCs w:val="24"/>
        </w:rPr>
        <w:t xml:space="preserve"> umowy, stanowiący </w:t>
      </w:r>
      <w:r w:rsidRPr="00270736">
        <w:rPr>
          <w:rFonts w:ascii="Arial" w:hAnsi="Arial" w:cs="Arial"/>
          <w:sz w:val="24"/>
          <w:szCs w:val="24"/>
        </w:rPr>
        <w:t xml:space="preserve">zał. Nr </w:t>
      </w:r>
      <w:r w:rsidR="00EC3607">
        <w:rPr>
          <w:rFonts w:ascii="Arial" w:hAnsi="Arial" w:cs="Arial"/>
          <w:sz w:val="24"/>
          <w:szCs w:val="24"/>
        </w:rPr>
        <w:t>3</w:t>
      </w:r>
      <w:r w:rsidRPr="00270736"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do „Specyfikacji Warunków Zamówienia”</w:t>
      </w:r>
      <w:r>
        <w:rPr>
          <w:rFonts w:ascii="Arial" w:hAnsi="Arial" w:cs="Arial"/>
          <w:sz w:val="24"/>
          <w:szCs w:val="24"/>
        </w:rPr>
        <w:t xml:space="preserve"> i w</w:t>
      </w:r>
      <w:r w:rsidRPr="00A30034">
        <w:rPr>
          <w:rFonts w:ascii="Arial" w:hAnsi="Arial" w:cs="Arial"/>
          <w:sz w:val="24"/>
          <w:szCs w:val="24"/>
        </w:rPr>
        <w:t xml:space="preserve"> przypadku wyboru mojej/naszej* oferty zobowiązuję/zobowiązujemy* się do podpisania umowy na warunkach określonych w</w:t>
      </w:r>
      <w:r w:rsidR="002059C8">
        <w:rPr>
          <w:rFonts w:ascii="Arial" w:hAnsi="Arial" w:cs="Arial"/>
          <w:sz w:val="24"/>
          <w:szCs w:val="24"/>
        </w:rPr>
        <w:t xml:space="preserve"> tym wzorze</w:t>
      </w:r>
      <w:r w:rsidRPr="00A30034">
        <w:rPr>
          <w:rFonts w:ascii="Arial" w:hAnsi="Arial" w:cs="Arial"/>
          <w:sz w:val="24"/>
          <w:szCs w:val="24"/>
        </w:rPr>
        <w:t xml:space="preserve"> umowy</w:t>
      </w:r>
      <w:r w:rsidR="00DD7E10">
        <w:rPr>
          <w:rFonts w:ascii="Arial" w:hAnsi="Arial" w:cs="Arial"/>
          <w:iCs/>
          <w:sz w:val="24"/>
          <w:szCs w:val="24"/>
        </w:rPr>
        <w:t>.</w:t>
      </w:r>
    </w:p>
    <w:p w14:paraId="1336386F" w14:textId="039F90C4" w:rsidR="006822BA" w:rsidRPr="00A30034" w:rsidRDefault="006822BA" w:rsidP="006822BA">
      <w:pPr>
        <w:numPr>
          <w:ilvl w:val="0"/>
          <w:numId w:val="22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>Do koordynacji prac</w:t>
      </w:r>
      <w:r w:rsidR="008B7725">
        <w:rPr>
          <w:rFonts w:ascii="Arial" w:hAnsi="Arial" w:cs="Arial"/>
          <w:sz w:val="24"/>
          <w:szCs w:val="24"/>
        </w:rPr>
        <w:t xml:space="preserve"> związanych z realizacją zamówienia</w:t>
      </w:r>
      <w:r w:rsidRPr="00A30034">
        <w:rPr>
          <w:rFonts w:ascii="Arial" w:hAnsi="Arial" w:cs="Arial"/>
          <w:sz w:val="24"/>
          <w:szCs w:val="24"/>
        </w:rPr>
        <w:t xml:space="preserve"> wyznaczam(y) następujące osoby: </w:t>
      </w:r>
    </w:p>
    <w:p w14:paraId="7FB9AE70" w14:textId="03A1E1E6" w:rsidR="003E51F4" w:rsidRPr="00D055AD" w:rsidRDefault="006822BA" w:rsidP="006822BA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    </w:t>
      </w:r>
      <w:r w:rsidR="000918A9">
        <w:rPr>
          <w:rFonts w:ascii="Arial" w:hAnsi="Arial" w:cs="Arial"/>
          <w:sz w:val="24"/>
          <w:szCs w:val="24"/>
        </w:rPr>
        <w:t xml:space="preserve">        ……………………………………… - nr telefonu……………………………….</w:t>
      </w:r>
    </w:p>
    <w:p w14:paraId="3701C4A0" w14:textId="4DF59BE8" w:rsidR="006822BA" w:rsidRDefault="006822BA" w:rsidP="006822BA">
      <w:pPr>
        <w:pStyle w:val="Akapitzlist"/>
        <w:numPr>
          <w:ilvl w:val="0"/>
          <w:numId w:val="22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r w:rsidRPr="001435D5">
        <w:rPr>
          <w:rFonts w:ascii="Arial" w:hAnsi="Arial" w:cs="Arial"/>
          <w:iCs/>
        </w:rPr>
        <w:t>Oświadczam</w:t>
      </w:r>
      <w:r w:rsidR="008B7725">
        <w:rPr>
          <w:rFonts w:ascii="Arial" w:hAnsi="Arial" w:cs="Arial"/>
          <w:iCs/>
        </w:rPr>
        <w:t>(</w:t>
      </w:r>
      <w:r w:rsidRPr="001435D5">
        <w:rPr>
          <w:rFonts w:ascii="Arial" w:hAnsi="Arial" w:cs="Arial"/>
          <w:iCs/>
        </w:rPr>
        <w:t>y</w:t>
      </w:r>
      <w:r w:rsidR="008B7725">
        <w:rPr>
          <w:rFonts w:ascii="Arial" w:hAnsi="Arial" w:cs="Arial"/>
          <w:iCs/>
        </w:rPr>
        <w:t>)</w:t>
      </w:r>
      <w:r w:rsidRPr="001435D5">
        <w:rPr>
          <w:rFonts w:ascii="Arial" w:hAnsi="Arial" w:cs="Arial"/>
          <w:iCs/>
        </w:rPr>
        <w:t xml:space="preserve"> na podstawie art. </w:t>
      </w:r>
      <w:r>
        <w:rPr>
          <w:rFonts w:ascii="Arial" w:hAnsi="Arial" w:cs="Arial"/>
          <w:iCs/>
        </w:rPr>
        <w:t>1</w:t>
      </w:r>
      <w:r w:rsidRPr="001435D5">
        <w:rPr>
          <w:rFonts w:ascii="Arial" w:hAnsi="Arial" w:cs="Arial"/>
          <w:iCs/>
        </w:rPr>
        <w:t>8 ust</w:t>
      </w:r>
      <w:r>
        <w:rPr>
          <w:rFonts w:ascii="Arial" w:hAnsi="Arial" w:cs="Arial"/>
          <w:iCs/>
        </w:rPr>
        <w:t>.</w:t>
      </w:r>
      <w:r w:rsidRPr="001435D5">
        <w:rPr>
          <w:rFonts w:ascii="Arial" w:hAnsi="Arial" w:cs="Arial"/>
          <w:iCs/>
        </w:rPr>
        <w:t xml:space="preserve"> 3 ustawy </w:t>
      </w:r>
      <w:r>
        <w:rPr>
          <w:rFonts w:ascii="Arial" w:hAnsi="Arial" w:cs="Arial"/>
          <w:iCs/>
        </w:rPr>
        <w:t xml:space="preserve">- </w:t>
      </w:r>
      <w:r w:rsidRPr="001435D5">
        <w:rPr>
          <w:rFonts w:ascii="Arial" w:hAnsi="Arial" w:cs="Arial"/>
          <w:iCs/>
        </w:rPr>
        <w:t>Prawo zamówień publicznych</w:t>
      </w:r>
      <w:r>
        <w:rPr>
          <w:rFonts w:ascii="Arial" w:hAnsi="Arial" w:cs="Arial"/>
          <w:iCs/>
        </w:rPr>
        <w:t>, że:</w:t>
      </w:r>
    </w:p>
    <w:p w14:paraId="6BA53909" w14:textId="77777777" w:rsidR="002A32EC" w:rsidRPr="002A32EC" w:rsidRDefault="002A32EC" w:rsidP="002A32EC">
      <w:pPr>
        <w:tabs>
          <w:tab w:val="left" w:pos="426"/>
        </w:tabs>
        <w:spacing w:line="360" w:lineRule="auto"/>
        <w:ind w:left="360"/>
        <w:jc w:val="both"/>
        <w:rPr>
          <w:rFonts w:ascii="Arial" w:hAnsi="Arial" w:cs="Arial"/>
          <w:iCs/>
        </w:rPr>
      </w:pPr>
    </w:p>
    <w:p w14:paraId="59E0FA07" w14:textId="77777777" w:rsidR="006822BA" w:rsidRDefault="006822BA" w:rsidP="006822BA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1435D5">
        <w:rPr>
          <w:rFonts w:ascii="Arial" w:hAnsi="Arial" w:cs="Arial"/>
          <w:b/>
          <w:iCs/>
        </w:rPr>
        <w:t>żadna z informacji</w:t>
      </w:r>
      <w:r>
        <w:rPr>
          <w:rFonts w:ascii="Arial" w:hAnsi="Arial" w:cs="Arial"/>
          <w:iCs/>
        </w:rPr>
        <w:t xml:space="preserve"> zawartych w ofercie </w:t>
      </w:r>
      <w:r w:rsidRPr="009C4CCF">
        <w:rPr>
          <w:rFonts w:ascii="Arial" w:hAnsi="Arial" w:cs="Arial"/>
          <w:iCs/>
        </w:rPr>
        <w:t>nie stanowi tajemnicy przedsiębiorstwa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br/>
        <w:t>w rozumieniu przepisów o zwalczaniu nieuczciwej konkurencji*,</w:t>
      </w:r>
    </w:p>
    <w:p w14:paraId="26E4B875" w14:textId="27E02F57" w:rsidR="006822BA" w:rsidRDefault="006822BA" w:rsidP="006822BA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722D02">
        <w:rPr>
          <w:rFonts w:ascii="Arial" w:hAnsi="Arial" w:cs="Arial"/>
          <w:b/>
          <w:iCs/>
        </w:rPr>
        <w:t>wskazane poniżej informacje</w:t>
      </w:r>
      <w:r w:rsidR="00EC3607">
        <w:rPr>
          <w:rFonts w:ascii="Arial" w:hAnsi="Arial" w:cs="Arial"/>
          <w:iCs/>
        </w:rPr>
        <w:t xml:space="preserve"> zawarte w załączniku do oferty ( plik o nazwie:……………………………… )</w:t>
      </w:r>
      <w:r>
        <w:rPr>
          <w:rFonts w:ascii="Arial" w:hAnsi="Arial" w:cs="Arial"/>
          <w:iCs/>
        </w:rPr>
        <w:t xml:space="preserve"> </w:t>
      </w:r>
      <w:r w:rsidR="00BB4EAF" w:rsidRPr="009C4CCF">
        <w:rPr>
          <w:rFonts w:ascii="Arial" w:hAnsi="Arial" w:cs="Arial"/>
          <w:iCs/>
        </w:rPr>
        <w:t>stanowią tajemnicę</w:t>
      </w:r>
      <w:r w:rsidRPr="009C4CCF">
        <w:rPr>
          <w:rFonts w:ascii="Arial" w:hAnsi="Arial" w:cs="Arial"/>
          <w:iCs/>
        </w:rPr>
        <w:t xml:space="preserve"> przedsiębiorstwa</w:t>
      </w:r>
      <w:r>
        <w:rPr>
          <w:rFonts w:ascii="Arial" w:hAnsi="Arial" w:cs="Arial"/>
          <w:iCs/>
        </w:rPr>
        <w:t xml:space="preserve"> w rozumieniu przepisów o zwalczaniu nieuczciwej konkurencji i w związku z tym nie mogą być udostępniane, w szczególności innym uczestnikom postepowania*:</w:t>
      </w:r>
    </w:p>
    <w:p w14:paraId="2F853925" w14:textId="77777777" w:rsidR="006822BA" w:rsidRDefault="006822BA" w:rsidP="006822BA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845"/>
        <w:gridCol w:w="6095"/>
        <w:gridCol w:w="1134"/>
        <w:gridCol w:w="1389"/>
      </w:tblGrid>
      <w:tr w:rsidR="006822BA" w14:paraId="5384E2A3" w14:textId="77777777" w:rsidTr="009B58A2">
        <w:tc>
          <w:tcPr>
            <w:tcW w:w="845" w:type="dxa"/>
            <w:vMerge w:val="restart"/>
          </w:tcPr>
          <w:p w14:paraId="24EE15B6" w14:textId="77777777" w:rsidR="006822BA" w:rsidRDefault="006822BA" w:rsidP="009B58A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lastRenderedPageBreak/>
              <w:t>Lp.</w:t>
            </w:r>
          </w:p>
        </w:tc>
        <w:tc>
          <w:tcPr>
            <w:tcW w:w="6095" w:type="dxa"/>
            <w:vMerge w:val="restart"/>
          </w:tcPr>
          <w:p w14:paraId="5CC3B5B7" w14:textId="77777777" w:rsidR="006822BA" w:rsidRDefault="006822BA" w:rsidP="009B58A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Oznaczenie rodzaju (nazwy) informacji</w:t>
            </w:r>
          </w:p>
        </w:tc>
        <w:tc>
          <w:tcPr>
            <w:tcW w:w="2523" w:type="dxa"/>
            <w:gridSpan w:val="2"/>
          </w:tcPr>
          <w:p w14:paraId="5B1F1C13" w14:textId="77777777" w:rsidR="006822BA" w:rsidRPr="00722D02" w:rsidRDefault="006822BA" w:rsidP="009B58A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D02">
              <w:rPr>
                <w:rFonts w:ascii="Arial" w:hAnsi="Arial" w:cs="Arial"/>
                <w:iCs/>
                <w:sz w:val="22"/>
                <w:szCs w:val="22"/>
              </w:rPr>
              <w:t>Numery stron w ofercie</w:t>
            </w:r>
          </w:p>
        </w:tc>
      </w:tr>
      <w:tr w:rsidR="006822BA" w14:paraId="1ADB4A1E" w14:textId="77777777" w:rsidTr="009B58A2">
        <w:tc>
          <w:tcPr>
            <w:tcW w:w="845" w:type="dxa"/>
            <w:vMerge/>
          </w:tcPr>
          <w:p w14:paraId="2BF769F9" w14:textId="77777777" w:rsidR="006822BA" w:rsidRDefault="006822BA" w:rsidP="009B58A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  <w:vMerge/>
          </w:tcPr>
          <w:p w14:paraId="4DA9385E" w14:textId="77777777" w:rsidR="006822BA" w:rsidRDefault="006822BA" w:rsidP="009B58A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6FE44FDA" w14:textId="77777777" w:rsidR="006822BA" w:rsidRDefault="006822BA" w:rsidP="009B58A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od</w:t>
            </w:r>
          </w:p>
        </w:tc>
        <w:tc>
          <w:tcPr>
            <w:tcW w:w="1389" w:type="dxa"/>
          </w:tcPr>
          <w:p w14:paraId="24D85901" w14:textId="77777777" w:rsidR="006822BA" w:rsidRDefault="006822BA" w:rsidP="009B58A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do</w:t>
            </w:r>
          </w:p>
        </w:tc>
      </w:tr>
      <w:tr w:rsidR="006822BA" w14:paraId="0F355812" w14:textId="77777777" w:rsidTr="009B58A2">
        <w:tc>
          <w:tcPr>
            <w:tcW w:w="845" w:type="dxa"/>
          </w:tcPr>
          <w:p w14:paraId="69B710B3" w14:textId="77777777" w:rsidR="006822BA" w:rsidRDefault="006822BA" w:rsidP="009B58A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2F089EE3" w14:textId="77777777" w:rsidR="006822BA" w:rsidRDefault="006822BA" w:rsidP="009B58A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78C4279A" w14:textId="77777777" w:rsidR="006822BA" w:rsidRDefault="006822BA" w:rsidP="009B58A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1830478B" w14:textId="77777777" w:rsidR="006822BA" w:rsidRDefault="006822BA" w:rsidP="009B58A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  <w:tr w:rsidR="006822BA" w14:paraId="74106729" w14:textId="77777777" w:rsidTr="009B58A2">
        <w:tc>
          <w:tcPr>
            <w:tcW w:w="845" w:type="dxa"/>
          </w:tcPr>
          <w:p w14:paraId="0C806357" w14:textId="77777777" w:rsidR="006822BA" w:rsidRDefault="006822BA" w:rsidP="009B58A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346FA7F2" w14:textId="77777777" w:rsidR="006822BA" w:rsidRDefault="006822BA" w:rsidP="009B58A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3A8AB041" w14:textId="77777777" w:rsidR="006822BA" w:rsidRDefault="006822BA" w:rsidP="009B58A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75987012" w14:textId="77777777" w:rsidR="006822BA" w:rsidRDefault="006822BA" w:rsidP="009B58A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</w:tbl>
    <w:p w14:paraId="34527D37" w14:textId="77777777" w:rsidR="006822BA" w:rsidRDefault="006822BA" w:rsidP="006822BA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5163C8ED" w14:textId="2B87A4DF" w:rsidR="006822BA" w:rsidRDefault="006822BA" w:rsidP="00401842">
      <w:pPr>
        <w:tabs>
          <w:tab w:val="left" w:pos="426"/>
        </w:tabs>
        <w:ind w:left="709"/>
        <w:jc w:val="both"/>
        <w:rPr>
          <w:rFonts w:ascii="Cambria" w:hAnsi="Cambria" w:cs="Arial"/>
          <w:i/>
          <w:sz w:val="18"/>
          <w:szCs w:val="18"/>
        </w:rPr>
      </w:pPr>
      <w:r w:rsidRPr="002815C6">
        <w:rPr>
          <w:rFonts w:ascii="Cambria" w:hAnsi="Cambria" w:cs="Arial"/>
          <w:i/>
          <w:sz w:val="18"/>
          <w:szCs w:val="18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0DCCC3CD" w14:textId="26C01B29" w:rsidR="00AB30A3" w:rsidRDefault="00AB30A3" w:rsidP="00401842">
      <w:pPr>
        <w:tabs>
          <w:tab w:val="left" w:pos="426"/>
        </w:tabs>
        <w:ind w:left="709"/>
        <w:jc w:val="both"/>
        <w:rPr>
          <w:rFonts w:ascii="Arial" w:hAnsi="Arial" w:cs="Arial"/>
          <w:iCs/>
          <w:sz w:val="18"/>
          <w:szCs w:val="18"/>
        </w:rPr>
      </w:pPr>
    </w:p>
    <w:p w14:paraId="32DEC232" w14:textId="77777777" w:rsidR="004E42A3" w:rsidRPr="00401842" w:rsidRDefault="004E42A3" w:rsidP="00401842">
      <w:pPr>
        <w:tabs>
          <w:tab w:val="left" w:pos="426"/>
        </w:tabs>
        <w:ind w:left="709"/>
        <w:jc w:val="both"/>
        <w:rPr>
          <w:rFonts w:ascii="Arial" w:hAnsi="Arial" w:cs="Arial"/>
          <w:iCs/>
          <w:sz w:val="18"/>
          <w:szCs w:val="18"/>
        </w:rPr>
      </w:pPr>
    </w:p>
    <w:p w14:paraId="7C200AE1" w14:textId="77777777" w:rsidR="006822BA" w:rsidRPr="002815C6" w:rsidRDefault="006822BA" w:rsidP="006822BA">
      <w:pPr>
        <w:pStyle w:val="Akapitzlist"/>
        <w:numPr>
          <w:ilvl w:val="0"/>
          <w:numId w:val="22"/>
        </w:numPr>
        <w:tabs>
          <w:tab w:val="left" w:pos="426"/>
        </w:tabs>
        <w:spacing w:line="360" w:lineRule="auto"/>
        <w:ind w:hanging="436"/>
        <w:jc w:val="both"/>
        <w:rPr>
          <w:rFonts w:ascii="Arial" w:hAnsi="Arial" w:cs="Arial"/>
          <w:iCs/>
        </w:rPr>
      </w:pPr>
      <w:r w:rsidRPr="002815C6">
        <w:rPr>
          <w:rFonts w:ascii="Arial" w:hAnsi="Arial" w:cs="Arial"/>
          <w:iCs/>
        </w:rPr>
        <w:t xml:space="preserve">Składając niniejszą ofertę, zgodnie z art. 225 ust. 1 ustawy </w:t>
      </w:r>
      <w:proofErr w:type="spellStart"/>
      <w:r w:rsidRPr="002815C6">
        <w:rPr>
          <w:rFonts w:ascii="Arial" w:hAnsi="Arial" w:cs="Arial"/>
          <w:iCs/>
        </w:rPr>
        <w:t>Pzp</w:t>
      </w:r>
      <w:proofErr w:type="spellEnd"/>
      <w:r w:rsidRPr="002815C6">
        <w:rPr>
          <w:rFonts w:ascii="Arial" w:hAnsi="Arial" w:cs="Arial"/>
          <w:iCs/>
        </w:rPr>
        <w:t xml:space="preserve"> informuję, że wybór oferty:</w:t>
      </w:r>
    </w:p>
    <w:p w14:paraId="744E5152" w14:textId="77777777" w:rsidR="006822BA" w:rsidRPr="002815C6" w:rsidRDefault="006822BA" w:rsidP="006822BA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DE1B9B">
        <w:rPr>
          <w:rFonts w:ascii="Cambria" w:hAnsi="Cambria" w:cs="Arial"/>
          <w:b/>
          <w:bCs/>
          <w:sz w:val="22"/>
          <w:szCs w:val="22"/>
        </w:rPr>
      </w:r>
      <w:r w:rsidR="00DE1B9B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nie 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7B92B317" w14:textId="77777777" w:rsidR="006822BA" w:rsidRPr="002815C6" w:rsidRDefault="006822BA" w:rsidP="006822BA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8"/>
          <w:szCs w:val="8"/>
        </w:rPr>
      </w:pPr>
    </w:p>
    <w:p w14:paraId="45ED86BF" w14:textId="77777777" w:rsidR="006822BA" w:rsidRPr="002815C6" w:rsidRDefault="006822BA" w:rsidP="006822BA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2815C6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15C6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DE1B9B">
        <w:rPr>
          <w:rFonts w:ascii="Arial" w:hAnsi="Arial" w:cs="Arial"/>
          <w:b/>
          <w:bCs/>
          <w:sz w:val="24"/>
          <w:szCs w:val="24"/>
        </w:rPr>
      </w:r>
      <w:r w:rsidR="00DE1B9B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815C6">
        <w:rPr>
          <w:rFonts w:ascii="Arial" w:hAnsi="Arial" w:cs="Arial"/>
          <w:b/>
          <w:bCs/>
          <w:sz w:val="24"/>
          <w:szCs w:val="24"/>
        </w:rPr>
        <w:fldChar w:fldCharType="end"/>
      </w:r>
      <w:r w:rsidRPr="002815C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44571DEF" w14:textId="77777777" w:rsidR="006822BA" w:rsidRDefault="006822BA" w:rsidP="006822BA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5D243DC7" w14:textId="77777777" w:rsidR="006822BA" w:rsidRPr="005A3693" w:rsidRDefault="006822BA" w:rsidP="006822BA">
      <w:pPr>
        <w:ind w:left="743"/>
        <w:contextualSpacing/>
        <w:jc w:val="both"/>
        <w:rPr>
          <w:rFonts w:asciiTheme="majorHAnsi" w:hAnsiTheme="majorHAnsi" w:cs="Tahoma"/>
          <w:bCs/>
          <w:sz w:val="22"/>
          <w:szCs w:val="22"/>
        </w:rPr>
      </w:pPr>
      <w:r w:rsidRPr="005A3693">
        <w:rPr>
          <w:rFonts w:asciiTheme="majorHAnsi" w:hAnsiTheme="majorHAnsi" w:cs="Tahoma"/>
          <w:bCs/>
          <w:sz w:val="22"/>
          <w:szCs w:val="22"/>
        </w:rPr>
        <w:t>…………………………………………………………… - …………………………………………………………..     zł netto</w:t>
      </w:r>
    </w:p>
    <w:p w14:paraId="5262E0F8" w14:textId="77777777" w:rsidR="006822BA" w:rsidRPr="005A3693" w:rsidRDefault="006822BA" w:rsidP="006822BA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</w:t>
      </w: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 xml:space="preserve">Nazwa towaru/usług                                             </w:t>
      </w:r>
      <w:r>
        <w:rPr>
          <w:rFonts w:asciiTheme="majorHAnsi" w:hAnsiTheme="majorHAnsi" w:cs="Tahoma"/>
          <w:bCs/>
          <w:i/>
          <w:iCs/>
          <w:sz w:val="18"/>
          <w:szCs w:val="18"/>
        </w:rPr>
        <w:t xml:space="preserve">            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>wartość bez kwoty podatku VAT</w:t>
      </w:r>
    </w:p>
    <w:p w14:paraId="657BA311" w14:textId="03803936" w:rsidR="006822BA" w:rsidRDefault="006822BA" w:rsidP="00401842">
      <w:pPr>
        <w:pStyle w:val="Akapitzlist"/>
        <w:tabs>
          <w:tab w:val="left" w:pos="426"/>
        </w:tabs>
        <w:jc w:val="both"/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</w:pP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*Zgodnie z art. 225 ust. 2 </w:t>
      </w:r>
      <w:r>
        <w:rPr>
          <w:rFonts w:ascii="Cambria" w:hAnsi="Cambria" w:cs="Arial"/>
          <w:i/>
          <w:sz w:val="22"/>
          <w:szCs w:val="22"/>
          <w:lang w:eastAsia="ar-SA"/>
        </w:rPr>
        <w:t xml:space="preserve">ustawy </w:t>
      </w:r>
      <w:proofErr w:type="spellStart"/>
      <w:r w:rsidRPr="005A3693">
        <w:rPr>
          <w:rFonts w:ascii="Cambria" w:hAnsi="Cambria" w:cs="Arial"/>
          <w:i/>
          <w:sz w:val="22"/>
          <w:szCs w:val="22"/>
          <w:lang w:eastAsia="ar-SA"/>
        </w:rPr>
        <w:t>Pzp</w:t>
      </w:r>
      <w:proofErr w:type="spellEnd"/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, Wykonawca, składając ofertę, informuje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amawiającego, czy wybór oferty będzie prowadzić do powstania u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Pr="005A3693">
        <w:rPr>
          <w:rFonts w:ascii="Cambria" w:hAnsi="Cambria" w:cs="Arial"/>
          <w:i/>
          <w:color w:val="000000"/>
          <w:sz w:val="22"/>
          <w:szCs w:val="22"/>
        </w:rPr>
        <w:t xml:space="preserve"> 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Należy zaznaczyć właściwe. Brak zaznaczenia będzie oznaczał,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ż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e wybór oferty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W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ykonawcy, nie będzie prowadził do powstania u Zamawiającego obowiązku podatkowego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.</w:t>
      </w:r>
    </w:p>
    <w:p w14:paraId="691F86C2" w14:textId="77777777" w:rsidR="00AB30A3" w:rsidRPr="00401842" w:rsidRDefault="00AB30A3" w:rsidP="00401842">
      <w:pPr>
        <w:pStyle w:val="Akapitzlist"/>
        <w:tabs>
          <w:tab w:val="left" w:pos="426"/>
        </w:tabs>
        <w:jc w:val="both"/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</w:pPr>
    </w:p>
    <w:p w14:paraId="532BA0C3" w14:textId="77777777" w:rsidR="006822BA" w:rsidRPr="00476283" w:rsidRDefault="006822BA" w:rsidP="006822BA">
      <w:pPr>
        <w:widowControl/>
        <w:numPr>
          <w:ilvl w:val="0"/>
          <w:numId w:val="22"/>
        </w:numPr>
        <w:tabs>
          <w:tab w:val="num" w:pos="567"/>
        </w:tabs>
        <w:suppressAutoHyphens/>
        <w:autoSpaceDE/>
        <w:autoSpaceDN/>
        <w:adjustRightInd/>
        <w:ind w:left="851" w:hanging="568"/>
        <w:rPr>
          <w:rFonts w:ascii="Arial" w:hAnsi="Arial" w:cs="Arial"/>
          <w:sz w:val="24"/>
          <w:szCs w:val="24"/>
        </w:rPr>
      </w:pPr>
      <w:r w:rsidRPr="00476283">
        <w:rPr>
          <w:rFonts w:ascii="Arial" w:hAnsi="Arial" w:cs="Arial"/>
          <w:color w:val="000000"/>
          <w:sz w:val="24"/>
          <w:szCs w:val="24"/>
        </w:rPr>
        <w:t>Oświadczam/y, iż jestem/śmy (</w:t>
      </w:r>
      <w:r w:rsidRPr="00476283">
        <w:rPr>
          <w:rFonts w:ascii="Arial" w:hAnsi="Arial" w:cs="Arial"/>
          <w:sz w:val="24"/>
          <w:szCs w:val="24"/>
        </w:rPr>
        <w:t>właściwe zaznaczyć):</w:t>
      </w:r>
    </w:p>
    <w:p w14:paraId="4BC32DA9" w14:textId="77777777" w:rsidR="006822BA" w:rsidRPr="00405C6E" w:rsidRDefault="006822BA" w:rsidP="006822BA">
      <w:pPr>
        <w:ind w:left="720"/>
        <w:rPr>
          <w:sz w:val="10"/>
          <w:szCs w:val="10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2"/>
        <w:gridCol w:w="2303"/>
        <w:gridCol w:w="2303"/>
      </w:tblGrid>
      <w:tr w:rsidR="006822BA" w:rsidRPr="00F25E39" w14:paraId="47E616D1" w14:textId="77777777" w:rsidTr="009B58A2">
        <w:tc>
          <w:tcPr>
            <w:tcW w:w="9210" w:type="dxa"/>
            <w:gridSpan w:val="4"/>
            <w:shd w:val="clear" w:color="auto" w:fill="E0E0E0"/>
          </w:tcPr>
          <w:p w14:paraId="19BB778D" w14:textId="77777777" w:rsidR="006822BA" w:rsidRPr="00887C48" w:rsidRDefault="006822BA" w:rsidP="009B58A2">
            <w:pPr>
              <w:spacing w:line="360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7C48">
              <w:rPr>
                <w:rFonts w:ascii="Arial" w:hAnsi="Arial" w:cs="Arial"/>
                <w:szCs w:val="22"/>
              </w:rPr>
              <w:t>Wielkość przedsiębiorstwa</w:t>
            </w:r>
          </w:p>
        </w:tc>
      </w:tr>
      <w:tr w:rsidR="006822BA" w:rsidRPr="00F25E39" w14:paraId="02947873" w14:textId="77777777" w:rsidTr="009B58A2">
        <w:trPr>
          <w:trHeight w:val="178"/>
        </w:trPr>
        <w:tc>
          <w:tcPr>
            <w:tcW w:w="2302" w:type="dxa"/>
            <w:vAlign w:val="center"/>
          </w:tcPr>
          <w:p w14:paraId="61062B69" w14:textId="77777777" w:rsidR="006822BA" w:rsidRDefault="006822BA" w:rsidP="009B58A2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44BC5308" w14:textId="77777777" w:rsidR="006822BA" w:rsidRPr="00887C48" w:rsidRDefault="006822BA" w:rsidP="009B58A2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mikro</w:t>
            </w:r>
          </w:p>
        </w:tc>
        <w:tc>
          <w:tcPr>
            <w:tcW w:w="2302" w:type="dxa"/>
            <w:vAlign w:val="center"/>
          </w:tcPr>
          <w:p w14:paraId="07CA255D" w14:textId="77777777" w:rsidR="006822BA" w:rsidRDefault="006822BA" w:rsidP="009B58A2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710810E3" w14:textId="77777777" w:rsidR="006822BA" w:rsidRPr="00887C48" w:rsidRDefault="006822BA" w:rsidP="009B58A2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małe</w:t>
            </w:r>
          </w:p>
        </w:tc>
        <w:tc>
          <w:tcPr>
            <w:tcW w:w="2303" w:type="dxa"/>
            <w:vAlign w:val="center"/>
          </w:tcPr>
          <w:p w14:paraId="5D7CC5D4" w14:textId="77777777" w:rsidR="006822BA" w:rsidRDefault="006822BA" w:rsidP="009B58A2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16BE4F7A" w14:textId="77777777" w:rsidR="006822BA" w:rsidRPr="00887C48" w:rsidRDefault="006822BA" w:rsidP="009B58A2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średnie</w:t>
            </w:r>
          </w:p>
        </w:tc>
        <w:tc>
          <w:tcPr>
            <w:tcW w:w="2303" w:type="dxa"/>
            <w:vAlign w:val="center"/>
          </w:tcPr>
          <w:p w14:paraId="1DFBBFA8" w14:textId="77777777" w:rsidR="006822BA" w:rsidRDefault="006822BA" w:rsidP="009B58A2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5DF45CAE" w14:textId="77777777" w:rsidR="006822BA" w:rsidRPr="00887C48" w:rsidRDefault="006822BA" w:rsidP="009B58A2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duże</w:t>
            </w:r>
          </w:p>
        </w:tc>
      </w:tr>
    </w:tbl>
    <w:p w14:paraId="14DD8336" w14:textId="77777777" w:rsidR="006822BA" w:rsidRDefault="006822BA" w:rsidP="006822BA">
      <w:pPr>
        <w:ind w:left="567"/>
        <w:rPr>
          <w:rFonts w:ascii="Arial" w:hAnsi="Arial" w:cs="Arial"/>
          <w:sz w:val="16"/>
          <w:szCs w:val="16"/>
        </w:rPr>
      </w:pPr>
    </w:p>
    <w:p w14:paraId="4ACB97F1" w14:textId="7F26C4E3" w:rsidR="00790F82" w:rsidRDefault="00790F82" w:rsidP="006822BA">
      <w:pPr>
        <w:pStyle w:val="Tekstpodstawowy"/>
        <w:ind w:left="567"/>
        <w:jc w:val="both"/>
        <w:rPr>
          <w:rFonts w:ascii="Arial" w:hAnsi="Arial" w:cs="Arial"/>
          <w:sz w:val="20"/>
        </w:rPr>
      </w:pPr>
    </w:p>
    <w:p w14:paraId="701F0910" w14:textId="3E536EE9" w:rsidR="006822BA" w:rsidRPr="006822BA" w:rsidRDefault="006822BA" w:rsidP="007D08FE">
      <w:pPr>
        <w:pStyle w:val="Akapitzlist"/>
        <w:numPr>
          <w:ilvl w:val="0"/>
          <w:numId w:val="22"/>
        </w:numPr>
        <w:spacing w:line="276" w:lineRule="auto"/>
        <w:ind w:hanging="436"/>
        <w:jc w:val="both"/>
        <w:rPr>
          <w:rFonts w:ascii="Arial" w:hAnsi="Arial" w:cs="Arial"/>
          <w:iCs/>
          <w:sz w:val="22"/>
          <w:szCs w:val="22"/>
        </w:rPr>
      </w:pPr>
      <w:r w:rsidRPr="006822BA">
        <w:rPr>
          <w:rFonts w:ascii="Arial" w:hAnsi="Arial" w:cs="Arial"/>
          <w:color w:val="000000"/>
          <w:sz w:val="22"/>
          <w:szCs w:val="22"/>
        </w:rPr>
        <w:t>Oświadczam/y, że wypełniłem/liśmy obowiązki informacyjne przewidziane w art. 13 lub art. 14 RODO</w:t>
      </w:r>
      <w:r w:rsidRPr="006822B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6822BA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6822BA">
        <w:rPr>
          <w:rFonts w:ascii="Arial" w:hAnsi="Arial" w:cs="Arial"/>
          <w:sz w:val="22"/>
          <w:szCs w:val="22"/>
        </w:rPr>
        <w:t>od których dane osobowe bezpośrednio lub pośrednio pozyskałem/liśmy</w:t>
      </w:r>
      <w:r w:rsidRPr="006822BA">
        <w:rPr>
          <w:rFonts w:ascii="Arial" w:hAnsi="Arial" w:cs="Arial"/>
          <w:color w:val="000000"/>
          <w:sz w:val="22"/>
          <w:szCs w:val="22"/>
        </w:rPr>
        <w:t xml:space="preserve"> </w:t>
      </w:r>
      <w:r w:rsidRPr="006822BA">
        <w:rPr>
          <w:rFonts w:ascii="Arial" w:hAnsi="Arial" w:cs="Arial"/>
          <w:color w:val="000000"/>
          <w:sz w:val="22"/>
          <w:szCs w:val="22"/>
        </w:rPr>
        <w:br/>
        <w:t>w celu ubiegania się o udzielenie zamówienia publicznego w niniejszym postępowaniu</w:t>
      </w:r>
      <w:r w:rsidRPr="006822BA">
        <w:rPr>
          <w:rFonts w:ascii="Arial" w:hAnsi="Arial" w:cs="Arial"/>
          <w:sz w:val="22"/>
          <w:szCs w:val="22"/>
        </w:rPr>
        <w:t>.</w:t>
      </w:r>
      <w:r w:rsidRPr="006822BA">
        <w:rPr>
          <w:rFonts w:ascii="Arial" w:hAnsi="Arial" w:cs="Arial"/>
          <w:sz w:val="22"/>
          <w:szCs w:val="22"/>
          <w:vertAlign w:val="superscript"/>
        </w:rPr>
        <w:t>2)</w:t>
      </w:r>
    </w:p>
    <w:p w14:paraId="71ABA53E" w14:textId="77777777" w:rsidR="006822BA" w:rsidRPr="00476283" w:rsidRDefault="006822BA" w:rsidP="006822BA">
      <w:pPr>
        <w:pStyle w:val="Akapitzlist"/>
        <w:spacing w:line="276" w:lineRule="auto"/>
        <w:jc w:val="both"/>
        <w:rPr>
          <w:rFonts w:ascii="Arial" w:hAnsi="Arial" w:cs="Arial"/>
          <w:iCs/>
          <w:sz w:val="8"/>
          <w:szCs w:val="8"/>
        </w:rPr>
      </w:pPr>
    </w:p>
    <w:p w14:paraId="60EF343B" w14:textId="77777777" w:rsidR="006822BA" w:rsidRDefault="006822BA" w:rsidP="006822BA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</w:t>
      </w:r>
      <w:r>
        <w:rPr>
          <w:rFonts w:ascii="Arial" w:hAnsi="Arial" w:cs="Arial"/>
          <w:sz w:val="16"/>
          <w:szCs w:val="16"/>
        </w:rPr>
        <w:br/>
      </w:r>
      <w:r w:rsidRPr="003A3206">
        <w:rPr>
          <w:rFonts w:ascii="Arial" w:hAnsi="Arial" w:cs="Arial"/>
          <w:sz w:val="16"/>
          <w:szCs w:val="16"/>
        </w:rPr>
        <w:t>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529C7D43" w14:textId="278D13E7" w:rsidR="00E30FB6" w:rsidRPr="00E30FB6" w:rsidRDefault="006822BA" w:rsidP="00E30FB6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807ABB">
        <w:rPr>
          <w:rFonts w:ascii="Arial" w:hAnsi="Arial" w:cs="Arial"/>
          <w:color w:val="000000"/>
          <w:sz w:val="16"/>
          <w:szCs w:val="16"/>
          <w:vertAlign w:val="superscript"/>
        </w:rPr>
        <w:t>2)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030730FF" w14:textId="77777777" w:rsidR="00E30FB6" w:rsidRDefault="00E30FB6" w:rsidP="00EC3607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F8D1D1A" w14:textId="57484166" w:rsidR="0004205F" w:rsidRDefault="00026C9E" w:rsidP="0004205F">
      <w:pPr>
        <w:pStyle w:val="Tekstpodstawowy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026C9E">
        <w:rPr>
          <w:rFonts w:ascii="Arial" w:hAnsi="Arial" w:cs="Arial"/>
          <w:sz w:val="24"/>
          <w:szCs w:val="24"/>
        </w:rPr>
        <w:t xml:space="preserve">Przedmiot zmówienia wykonam/wykonamy*  samodzielnie* z udziałem </w:t>
      </w:r>
      <w:r w:rsidR="0004205F">
        <w:rPr>
          <w:rFonts w:ascii="Arial" w:hAnsi="Arial" w:cs="Arial"/>
          <w:sz w:val="24"/>
          <w:szCs w:val="24"/>
        </w:rPr>
        <w:t xml:space="preserve">   </w:t>
      </w:r>
    </w:p>
    <w:p w14:paraId="1B73DF2E" w14:textId="13A25FF7" w:rsidR="00EC3607" w:rsidRPr="00026C9E" w:rsidRDefault="00026C9E" w:rsidP="0004205F">
      <w:pPr>
        <w:pStyle w:val="Tekstpodstawowy"/>
        <w:ind w:left="720"/>
        <w:jc w:val="both"/>
        <w:rPr>
          <w:rFonts w:ascii="Arial" w:hAnsi="Arial" w:cs="Arial"/>
          <w:sz w:val="24"/>
          <w:szCs w:val="24"/>
        </w:rPr>
      </w:pPr>
      <w:r w:rsidRPr="00026C9E">
        <w:rPr>
          <w:rFonts w:ascii="Arial" w:hAnsi="Arial" w:cs="Arial"/>
          <w:sz w:val="24"/>
          <w:szCs w:val="24"/>
        </w:rPr>
        <w:t>podwykonawcy/podwykonawców* …………………………………………………………………. .</w:t>
      </w:r>
    </w:p>
    <w:p w14:paraId="2C3291A2" w14:textId="2B09C0E1" w:rsidR="00FC424D" w:rsidRPr="00026C9E" w:rsidRDefault="00FC424D" w:rsidP="006822BA">
      <w:pPr>
        <w:pStyle w:val="Tekstpodstawowy"/>
        <w:jc w:val="both"/>
        <w:rPr>
          <w:rFonts w:ascii="Arial" w:hAnsi="Arial" w:cs="Arial"/>
          <w:i/>
          <w:sz w:val="20"/>
          <w:szCs w:val="20"/>
        </w:rPr>
      </w:pPr>
    </w:p>
    <w:p w14:paraId="3AA08D05" w14:textId="77777777" w:rsidR="00E30FB6" w:rsidRPr="00026C9E" w:rsidRDefault="00E30FB6" w:rsidP="00E30FB6">
      <w:pPr>
        <w:pStyle w:val="Standard"/>
        <w:tabs>
          <w:tab w:val="left" w:pos="567"/>
        </w:tabs>
        <w:rPr>
          <w:color w:val="000000"/>
          <w:sz w:val="22"/>
          <w:szCs w:val="22"/>
        </w:rPr>
      </w:pPr>
    </w:p>
    <w:p w14:paraId="6FA5867C" w14:textId="77777777" w:rsidR="00FC424D" w:rsidRDefault="00FC424D" w:rsidP="006822BA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3026C71C" w14:textId="5AB13C1C" w:rsidR="00585CEA" w:rsidRDefault="00585CEA" w:rsidP="006822BA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C5BEE30" w14:textId="77777777" w:rsidR="00585CEA" w:rsidRDefault="00585CEA" w:rsidP="006822BA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1E4B070" w14:textId="424BD4A7" w:rsidR="006822BA" w:rsidRPr="003E51F4" w:rsidRDefault="006822BA" w:rsidP="003E51F4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>*  - niepotrzebne skreślić</w:t>
      </w:r>
      <w:r w:rsidRPr="00476283">
        <w:rPr>
          <w:rFonts w:ascii="Arial" w:hAnsi="Arial" w:cs="Arial"/>
          <w:i/>
          <w:iCs/>
        </w:rPr>
        <w:t xml:space="preserve">        </w:t>
      </w:r>
      <w:r>
        <w:rPr>
          <w:rFonts w:ascii="Arial" w:hAnsi="Arial" w:cs="Arial"/>
          <w:i/>
          <w:iCs/>
        </w:rPr>
        <w:tab/>
      </w:r>
      <w:r w:rsidRPr="00476283">
        <w:rPr>
          <w:rFonts w:ascii="Arial" w:hAnsi="Arial" w:cs="Arial"/>
          <w:i/>
          <w:iCs/>
        </w:rPr>
        <w:t xml:space="preserve">                                  </w:t>
      </w:r>
      <w:r>
        <w:rPr>
          <w:rFonts w:ascii="Arial" w:hAnsi="Arial" w:cs="Arial"/>
          <w:i/>
          <w:iCs/>
        </w:rPr>
        <w:t xml:space="preserve">      </w:t>
      </w:r>
    </w:p>
    <w:p w14:paraId="7D518E1A" w14:textId="77777777" w:rsidR="006822BA" w:rsidRDefault="006822BA" w:rsidP="006822BA">
      <w:pPr>
        <w:ind w:left="4956" w:firstLine="708"/>
        <w:rPr>
          <w:rFonts w:ascii="Arial" w:hAnsi="Arial" w:cs="Arial"/>
          <w:i/>
          <w:iCs/>
        </w:rPr>
      </w:pPr>
    </w:p>
    <w:p w14:paraId="6B01F636" w14:textId="77777777" w:rsidR="002059C8" w:rsidRDefault="002059C8" w:rsidP="006822BA">
      <w:pPr>
        <w:ind w:left="4956" w:firstLine="708"/>
        <w:rPr>
          <w:rFonts w:ascii="Arial" w:hAnsi="Arial" w:cs="Arial"/>
          <w:i/>
          <w:iCs/>
        </w:rPr>
      </w:pPr>
    </w:p>
    <w:p w14:paraId="606C51EE" w14:textId="77777777" w:rsidR="00FE4321" w:rsidRDefault="00FE4321" w:rsidP="005654C5">
      <w:pPr>
        <w:rPr>
          <w:rFonts w:ascii="Arial" w:hAnsi="Arial" w:cs="Arial"/>
          <w:i/>
          <w:iCs/>
        </w:rPr>
      </w:pPr>
    </w:p>
    <w:p w14:paraId="368FF366" w14:textId="77777777" w:rsidR="00FE4321" w:rsidRDefault="00FE4321" w:rsidP="005654C5">
      <w:pPr>
        <w:rPr>
          <w:rFonts w:ascii="Arial" w:hAnsi="Arial" w:cs="Arial"/>
          <w:i/>
          <w:iCs/>
        </w:rPr>
      </w:pPr>
    </w:p>
    <w:p w14:paraId="68CB740A" w14:textId="77777777" w:rsidR="00FE4321" w:rsidRDefault="00FE4321" w:rsidP="005654C5">
      <w:pPr>
        <w:rPr>
          <w:rFonts w:ascii="Arial" w:hAnsi="Arial" w:cs="Arial"/>
          <w:i/>
          <w:iCs/>
        </w:rPr>
      </w:pPr>
    </w:p>
    <w:p w14:paraId="1CF677C6" w14:textId="77777777" w:rsidR="002059C8" w:rsidRDefault="002059C8" w:rsidP="002A32EC">
      <w:pPr>
        <w:rPr>
          <w:rFonts w:ascii="Arial" w:hAnsi="Arial" w:cs="Arial"/>
          <w:i/>
          <w:iCs/>
        </w:rPr>
      </w:pPr>
    </w:p>
    <w:p w14:paraId="365DA01A" w14:textId="77777777" w:rsidR="002059C8" w:rsidRDefault="002059C8" w:rsidP="006822BA">
      <w:pPr>
        <w:ind w:left="4956" w:firstLine="708"/>
        <w:rPr>
          <w:rFonts w:ascii="Arial" w:hAnsi="Arial" w:cs="Arial"/>
          <w:i/>
          <w:iCs/>
        </w:rPr>
      </w:pPr>
    </w:p>
    <w:p w14:paraId="40D3CFA0" w14:textId="77777777" w:rsidR="002059C8" w:rsidRDefault="002059C8" w:rsidP="006822BA">
      <w:pPr>
        <w:ind w:left="4956" w:firstLine="708"/>
        <w:rPr>
          <w:rFonts w:ascii="Arial" w:hAnsi="Arial" w:cs="Arial"/>
          <w:i/>
          <w:iCs/>
        </w:rPr>
      </w:pPr>
    </w:p>
    <w:p w14:paraId="3CC57E58" w14:textId="77777777" w:rsidR="006822BA" w:rsidRPr="00C6199D" w:rsidRDefault="006822BA" w:rsidP="006822BA">
      <w:pPr>
        <w:ind w:left="4956" w:firstLine="708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Podpisano elektronicznie**</w:t>
      </w:r>
    </w:p>
    <w:p w14:paraId="7F8CDC64" w14:textId="77777777" w:rsidR="006822BA" w:rsidRPr="00B42AAB" w:rsidRDefault="006822BA" w:rsidP="006822BA">
      <w:pPr>
        <w:widowControl/>
        <w:jc w:val="both"/>
        <w:rPr>
          <w:rFonts w:ascii="Arial" w:eastAsiaTheme="minorHAnsi" w:hAnsi="Arial" w:cs="Arial"/>
          <w:b/>
          <w:bCs/>
          <w:i/>
          <w:iCs/>
          <w:noProof w:val="0"/>
          <w:lang w:eastAsia="en-US"/>
        </w:rPr>
      </w:pPr>
    </w:p>
    <w:p w14:paraId="0D667B7C" w14:textId="5B71899D" w:rsidR="006822BA" w:rsidRDefault="006822BA" w:rsidP="006822BA">
      <w:pPr>
        <w:widowControl/>
        <w:jc w:val="both"/>
        <w:rPr>
          <w:rFonts w:ascii="Arial" w:eastAsiaTheme="minorHAnsi" w:hAnsi="Arial" w:cs="Arial"/>
          <w:i/>
          <w:iCs/>
          <w:noProof w:val="0"/>
          <w:lang w:eastAsia="en-US"/>
        </w:rPr>
      </w:pPr>
      <w:r>
        <w:rPr>
          <w:rFonts w:ascii="Arial" w:eastAsiaTheme="minorHAnsi" w:hAnsi="Arial" w:cs="Arial"/>
          <w:i/>
          <w:iCs/>
          <w:noProof w:val="0"/>
          <w:lang w:eastAsia="en-US"/>
        </w:rPr>
        <w:t>**</w:t>
      </w:r>
      <w:r w:rsidRPr="00B42AAB">
        <w:rPr>
          <w:rFonts w:ascii="Arial" w:eastAsiaTheme="minorHAnsi" w:hAnsi="Arial" w:cs="Arial"/>
          <w:i/>
          <w:iCs/>
          <w:noProof w:val="0"/>
          <w:lang w:eastAsia="en-US"/>
        </w:rPr>
        <w:t xml:space="preserve">Formularz oferty musi być opatrzony przez osobę lub osoby uprawnione do reprezentowania </w:t>
      </w:r>
      <w:r>
        <w:rPr>
          <w:rFonts w:ascii="Arial" w:eastAsiaTheme="minorHAnsi" w:hAnsi="Arial" w:cs="Arial"/>
          <w:i/>
          <w:iCs/>
          <w:noProof w:val="0"/>
          <w:lang w:eastAsia="en-US"/>
        </w:rPr>
        <w:t>Wykonawcy</w:t>
      </w:r>
      <w:r w:rsidRPr="00B42AAB">
        <w:rPr>
          <w:rFonts w:ascii="Arial" w:eastAsiaTheme="minorHAnsi" w:hAnsi="Arial" w:cs="Arial"/>
          <w:i/>
          <w:iCs/>
          <w:noProof w:val="0"/>
          <w:lang w:eastAsia="en-US"/>
        </w:rPr>
        <w:t xml:space="preserve"> kwalifikowanym podpisem</w:t>
      </w:r>
      <w:r>
        <w:rPr>
          <w:rFonts w:ascii="Arial" w:eastAsiaTheme="minorHAnsi" w:hAnsi="Arial" w:cs="Arial"/>
          <w:i/>
          <w:iCs/>
          <w:noProof w:val="0"/>
          <w:lang w:eastAsia="en-US"/>
        </w:rPr>
        <w:t xml:space="preserve"> </w:t>
      </w:r>
      <w:r w:rsidRPr="00B42AAB">
        <w:rPr>
          <w:rFonts w:ascii="Arial" w:eastAsiaTheme="minorHAnsi" w:hAnsi="Arial" w:cs="Arial"/>
          <w:i/>
          <w:iCs/>
          <w:noProof w:val="0"/>
          <w:lang w:eastAsia="en-US"/>
        </w:rPr>
        <w:t>elektronicznym lub podpisem zaufanym lub podpisem osobistym</w:t>
      </w:r>
    </w:p>
    <w:p w14:paraId="24C39398" w14:textId="7E020428" w:rsidR="00A629D6" w:rsidRDefault="00A629D6" w:rsidP="006822BA">
      <w:pPr>
        <w:widowControl/>
        <w:jc w:val="both"/>
        <w:rPr>
          <w:rFonts w:ascii="Arial" w:eastAsiaTheme="minorHAnsi" w:hAnsi="Arial" w:cs="Arial"/>
          <w:i/>
          <w:iCs/>
          <w:noProof w:val="0"/>
          <w:lang w:eastAsia="en-US"/>
        </w:rPr>
      </w:pPr>
    </w:p>
    <w:sectPr w:rsidR="00A629D6" w:rsidSect="00A270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566" w:bottom="142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48CA4E" w14:textId="77777777" w:rsidR="002A32EC" w:rsidRDefault="002A32EC" w:rsidP="00D6518C">
      <w:r>
        <w:separator/>
      </w:r>
    </w:p>
  </w:endnote>
  <w:endnote w:type="continuationSeparator" w:id="0">
    <w:p w14:paraId="3D3E11F8" w14:textId="77777777" w:rsidR="002A32EC" w:rsidRDefault="002A32EC" w:rsidP="00D6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784B67" w14:textId="77777777" w:rsidR="002A32EC" w:rsidRDefault="002A32E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1039146"/>
      <w:docPartObj>
        <w:docPartGallery w:val="Page Numbers (Bottom of Page)"/>
        <w:docPartUnique/>
      </w:docPartObj>
    </w:sdtPr>
    <w:sdtEndPr/>
    <w:sdtContent>
      <w:p w14:paraId="794A0865" w14:textId="7CD2010E" w:rsidR="002A32EC" w:rsidRDefault="002A32E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B9B">
          <w:t>2</w:t>
        </w:r>
        <w:r>
          <w:fldChar w:fldCharType="end"/>
        </w:r>
      </w:p>
    </w:sdtContent>
  </w:sdt>
  <w:p w14:paraId="2DF5B93D" w14:textId="77777777" w:rsidR="002A32EC" w:rsidRDefault="002A32E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33D39D" w14:textId="77777777" w:rsidR="002A32EC" w:rsidRDefault="002A32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B7FF4A" w14:textId="77777777" w:rsidR="002A32EC" w:rsidRDefault="002A32EC" w:rsidP="00D6518C">
      <w:r>
        <w:separator/>
      </w:r>
    </w:p>
  </w:footnote>
  <w:footnote w:type="continuationSeparator" w:id="0">
    <w:p w14:paraId="3521AC56" w14:textId="77777777" w:rsidR="002A32EC" w:rsidRDefault="002A32EC" w:rsidP="00D651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401BD" w14:textId="77777777" w:rsidR="002A32EC" w:rsidRDefault="002A32E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BD79B9" w14:textId="77777777" w:rsidR="002A32EC" w:rsidRDefault="002A32E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03027" w14:textId="77777777" w:rsidR="002A32EC" w:rsidRDefault="002A32E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4C16"/>
    <w:multiLevelType w:val="multilevel"/>
    <w:tmpl w:val="E5E8A02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4614" w:hanging="36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54" w:hanging="1800"/>
      </w:pPr>
      <w:rPr>
        <w:rFonts w:hint="default"/>
      </w:rPr>
    </w:lvl>
  </w:abstractNum>
  <w:abstractNum w:abstractNumId="1" w15:restartNumberingAfterBreak="0">
    <w:nsid w:val="13696444"/>
    <w:multiLevelType w:val="hybridMultilevel"/>
    <w:tmpl w:val="730CFB7A"/>
    <w:lvl w:ilvl="0" w:tplc="0D0CCFC2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E40AE"/>
    <w:multiLevelType w:val="hybridMultilevel"/>
    <w:tmpl w:val="42204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B315C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00768"/>
    <w:multiLevelType w:val="hybridMultilevel"/>
    <w:tmpl w:val="34EC936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E6C81"/>
    <w:multiLevelType w:val="hybridMultilevel"/>
    <w:tmpl w:val="E71CA650"/>
    <w:lvl w:ilvl="0" w:tplc="CD802D8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0628A"/>
    <w:multiLevelType w:val="hybridMultilevel"/>
    <w:tmpl w:val="DF8EE6F0"/>
    <w:lvl w:ilvl="0" w:tplc="04150011">
      <w:start w:val="1"/>
      <w:numFmt w:val="decimal"/>
      <w:lvlText w:val="%1)"/>
      <w:lvlJc w:val="left"/>
      <w:pPr>
        <w:tabs>
          <w:tab w:val="num" w:pos="1049"/>
        </w:tabs>
        <w:ind w:left="1049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 w15:restartNumberingAfterBreak="0">
    <w:nsid w:val="3C0A09BE"/>
    <w:multiLevelType w:val="hybridMultilevel"/>
    <w:tmpl w:val="356827D4"/>
    <w:lvl w:ilvl="0" w:tplc="8FBCA5C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0A0500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01F33CA"/>
    <w:multiLevelType w:val="hybridMultilevel"/>
    <w:tmpl w:val="1748A7A0"/>
    <w:lvl w:ilvl="0" w:tplc="2482D7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70D45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64C6949"/>
    <w:multiLevelType w:val="hybridMultilevel"/>
    <w:tmpl w:val="7046CC54"/>
    <w:lvl w:ilvl="0" w:tplc="388CDA8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6ED1329"/>
    <w:multiLevelType w:val="hybridMultilevel"/>
    <w:tmpl w:val="6B7CD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1D42FD"/>
    <w:multiLevelType w:val="hybridMultilevel"/>
    <w:tmpl w:val="9C9A3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D70A06"/>
    <w:multiLevelType w:val="hybridMultilevel"/>
    <w:tmpl w:val="0518B7E4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D8203B0"/>
    <w:multiLevelType w:val="hybridMultilevel"/>
    <w:tmpl w:val="590A5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035DEE"/>
    <w:multiLevelType w:val="hybridMultilevel"/>
    <w:tmpl w:val="12443E46"/>
    <w:lvl w:ilvl="0" w:tplc="0DD4D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18C1209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665E6B70"/>
    <w:multiLevelType w:val="hybridMultilevel"/>
    <w:tmpl w:val="E918E80E"/>
    <w:lvl w:ilvl="0" w:tplc="0EFC3A9A">
      <w:start w:val="1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5F32BA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FD631F6"/>
    <w:multiLevelType w:val="hybridMultilevel"/>
    <w:tmpl w:val="9EC6A7E0"/>
    <w:lvl w:ilvl="0" w:tplc="D78A486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3" w15:restartNumberingAfterBreak="0">
    <w:nsid w:val="7BC63307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14"/>
  </w:num>
  <w:num w:numId="3">
    <w:abstractNumId w:val="7"/>
  </w:num>
  <w:num w:numId="4">
    <w:abstractNumId w:val="3"/>
  </w:num>
  <w:num w:numId="5">
    <w:abstractNumId w:val="6"/>
  </w:num>
  <w:num w:numId="6">
    <w:abstractNumId w:val="18"/>
  </w:num>
  <w:num w:numId="7">
    <w:abstractNumId w:val="13"/>
  </w:num>
  <w:num w:numId="8">
    <w:abstractNumId w:val="15"/>
  </w:num>
  <w:num w:numId="9">
    <w:abstractNumId w:val="22"/>
  </w:num>
  <w:num w:numId="10">
    <w:abstractNumId w:val="10"/>
  </w:num>
  <w:num w:numId="11">
    <w:abstractNumId w:val="12"/>
  </w:num>
  <w:num w:numId="12">
    <w:abstractNumId w:val="5"/>
  </w:num>
  <w:num w:numId="13">
    <w:abstractNumId w:val="4"/>
  </w:num>
  <w:num w:numId="14">
    <w:abstractNumId w:val="1"/>
  </w:num>
  <w:num w:numId="15">
    <w:abstractNumId w:val="16"/>
  </w:num>
  <w:num w:numId="16">
    <w:abstractNumId w:val="2"/>
  </w:num>
  <w:num w:numId="17">
    <w:abstractNumId w:val="17"/>
  </w:num>
  <w:num w:numId="18">
    <w:abstractNumId w:val="9"/>
  </w:num>
  <w:num w:numId="19">
    <w:abstractNumId w:val="20"/>
  </w:num>
  <w:num w:numId="20">
    <w:abstractNumId w:val="8"/>
  </w:num>
  <w:num w:numId="21">
    <w:abstractNumId w:val="19"/>
  </w:num>
  <w:num w:numId="22">
    <w:abstractNumId w:val="21"/>
  </w:num>
  <w:num w:numId="23">
    <w:abstractNumId w:val="11"/>
  </w:num>
  <w:num w:numId="24">
    <w:abstractNumId w:val="0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458"/>
    <w:rsid w:val="000045DA"/>
    <w:rsid w:val="00011BC4"/>
    <w:rsid w:val="00012976"/>
    <w:rsid w:val="000129A6"/>
    <w:rsid w:val="000205AF"/>
    <w:rsid w:val="00024B06"/>
    <w:rsid w:val="00026C9E"/>
    <w:rsid w:val="0004205F"/>
    <w:rsid w:val="000479D5"/>
    <w:rsid w:val="0005005B"/>
    <w:rsid w:val="0005686D"/>
    <w:rsid w:val="00062EEE"/>
    <w:rsid w:val="000918A9"/>
    <w:rsid w:val="00095F92"/>
    <w:rsid w:val="000A13A3"/>
    <w:rsid w:val="000B41CD"/>
    <w:rsid w:val="000B7B7E"/>
    <w:rsid w:val="000C186E"/>
    <w:rsid w:val="000C6B47"/>
    <w:rsid w:val="000F22E0"/>
    <w:rsid w:val="000F2A8E"/>
    <w:rsid w:val="0010665F"/>
    <w:rsid w:val="00107028"/>
    <w:rsid w:val="00112546"/>
    <w:rsid w:val="001146CB"/>
    <w:rsid w:val="001178FA"/>
    <w:rsid w:val="001276C4"/>
    <w:rsid w:val="001435D5"/>
    <w:rsid w:val="00150729"/>
    <w:rsid w:val="001529F9"/>
    <w:rsid w:val="0015376F"/>
    <w:rsid w:val="001701C0"/>
    <w:rsid w:val="001A3C5B"/>
    <w:rsid w:val="001A43D3"/>
    <w:rsid w:val="001A59C6"/>
    <w:rsid w:val="001B411C"/>
    <w:rsid w:val="001D1454"/>
    <w:rsid w:val="001D2457"/>
    <w:rsid w:val="001D5FD1"/>
    <w:rsid w:val="001D6878"/>
    <w:rsid w:val="001E5AFD"/>
    <w:rsid w:val="001F1D6F"/>
    <w:rsid w:val="001F29E5"/>
    <w:rsid w:val="00200454"/>
    <w:rsid w:val="00200BED"/>
    <w:rsid w:val="002059C8"/>
    <w:rsid w:val="00216F5B"/>
    <w:rsid w:val="00226829"/>
    <w:rsid w:val="00230A26"/>
    <w:rsid w:val="002318F5"/>
    <w:rsid w:val="002358C7"/>
    <w:rsid w:val="0024304D"/>
    <w:rsid w:val="00246793"/>
    <w:rsid w:val="0025359E"/>
    <w:rsid w:val="00260CB0"/>
    <w:rsid w:val="00264867"/>
    <w:rsid w:val="00270736"/>
    <w:rsid w:val="00277C9D"/>
    <w:rsid w:val="002815C6"/>
    <w:rsid w:val="002854D2"/>
    <w:rsid w:val="00286BFF"/>
    <w:rsid w:val="00286CB1"/>
    <w:rsid w:val="002872C0"/>
    <w:rsid w:val="00297729"/>
    <w:rsid w:val="002A32EC"/>
    <w:rsid w:val="002A7A97"/>
    <w:rsid w:val="002B1B4D"/>
    <w:rsid w:val="002B20CE"/>
    <w:rsid w:val="002B304F"/>
    <w:rsid w:val="002D3534"/>
    <w:rsid w:val="002D5BD1"/>
    <w:rsid w:val="002E07CD"/>
    <w:rsid w:val="002F0655"/>
    <w:rsid w:val="002F3BBA"/>
    <w:rsid w:val="002F453B"/>
    <w:rsid w:val="00304377"/>
    <w:rsid w:val="00304669"/>
    <w:rsid w:val="00315167"/>
    <w:rsid w:val="00326F57"/>
    <w:rsid w:val="00333D43"/>
    <w:rsid w:val="00344B87"/>
    <w:rsid w:val="00352D83"/>
    <w:rsid w:val="00356B41"/>
    <w:rsid w:val="00362599"/>
    <w:rsid w:val="00364C14"/>
    <w:rsid w:val="00370570"/>
    <w:rsid w:val="00371315"/>
    <w:rsid w:val="0037314B"/>
    <w:rsid w:val="00384893"/>
    <w:rsid w:val="0039398D"/>
    <w:rsid w:val="003A50B1"/>
    <w:rsid w:val="003D4993"/>
    <w:rsid w:val="003D75E1"/>
    <w:rsid w:val="003E290D"/>
    <w:rsid w:val="003E51F4"/>
    <w:rsid w:val="00401842"/>
    <w:rsid w:val="00411A77"/>
    <w:rsid w:val="0041590E"/>
    <w:rsid w:val="00421DDF"/>
    <w:rsid w:val="00432FB4"/>
    <w:rsid w:val="00454ED4"/>
    <w:rsid w:val="00466897"/>
    <w:rsid w:val="00476283"/>
    <w:rsid w:val="00483683"/>
    <w:rsid w:val="00487E19"/>
    <w:rsid w:val="004B0838"/>
    <w:rsid w:val="004C3DDA"/>
    <w:rsid w:val="004E18A8"/>
    <w:rsid w:val="004E42A3"/>
    <w:rsid w:val="004E58C6"/>
    <w:rsid w:val="00506421"/>
    <w:rsid w:val="00511FF8"/>
    <w:rsid w:val="00516D85"/>
    <w:rsid w:val="00517BD9"/>
    <w:rsid w:val="00524D9E"/>
    <w:rsid w:val="00541237"/>
    <w:rsid w:val="005654C5"/>
    <w:rsid w:val="00580D85"/>
    <w:rsid w:val="00585CEA"/>
    <w:rsid w:val="00586D9A"/>
    <w:rsid w:val="00597671"/>
    <w:rsid w:val="005A613D"/>
    <w:rsid w:val="005C4737"/>
    <w:rsid w:val="005D111B"/>
    <w:rsid w:val="005D1E0C"/>
    <w:rsid w:val="005E4F9E"/>
    <w:rsid w:val="00604B18"/>
    <w:rsid w:val="00605422"/>
    <w:rsid w:val="00605B83"/>
    <w:rsid w:val="0061136A"/>
    <w:rsid w:val="006144A4"/>
    <w:rsid w:val="0061634B"/>
    <w:rsid w:val="00621752"/>
    <w:rsid w:val="006519C1"/>
    <w:rsid w:val="0066171B"/>
    <w:rsid w:val="006623DC"/>
    <w:rsid w:val="00674C9D"/>
    <w:rsid w:val="006822BA"/>
    <w:rsid w:val="0068234D"/>
    <w:rsid w:val="00682912"/>
    <w:rsid w:val="00682A69"/>
    <w:rsid w:val="006905EF"/>
    <w:rsid w:val="006A3CC4"/>
    <w:rsid w:val="006A5C4C"/>
    <w:rsid w:val="006B1F75"/>
    <w:rsid w:val="006B4C21"/>
    <w:rsid w:val="006C14A0"/>
    <w:rsid w:val="006C315D"/>
    <w:rsid w:val="006D7257"/>
    <w:rsid w:val="006E28D1"/>
    <w:rsid w:val="006F1A47"/>
    <w:rsid w:val="006F3A54"/>
    <w:rsid w:val="006F6458"/>
    <w:rsid w:val="007036AF"/>
    <w:rsid w:val="007047C1"/>
    <w:rsid w:val="00704F9B"/>
    <w:rsid w:val="00710453"/>
    <w:rsid w:val="00713302"/>
    <w:rsid w:val="00722D02"/>
    <w:rsid w:val="00724E31"/>
    <w:rsid w:val="00742930"/>
    <w:rsid w:val="007503A6"/>
    <w:rsid w:val="00750522"/>
    <w:rsid w:val="007508A8"/>
    <w:rsid w:val="00750A4F"/>
    <w:rsid w:val="007641BF"/>
    <w:rsid w:val="007878AB"/>
    <w:rsid w:val="00790F82"/>
    <w:rsid w:val="00795052"/>
    <w:rsid w:val="007B6FFC"/>
    <w:rsid w:val="007C2F0D"/>
    <w:rsid w:val="007D08FE"/>
    <w:rsid w:val="007E2187"/>
    <w:rsid w:val="007E6513"/>
    <w:rsid w:val="007F0B5A"/>
    <w:rsid w:val="00801B9F"/>
    <w:rsid w:val="0080507D"/>
    <w:rsid w:val="00807880"/>
    <w:rsid w:val="00807ABB"/>
    <w:rsid w:val="008705F9"/>
    <w:rsid w:val="008711B6"/>
    <w:rsid w:val="008717E0"/>
    <w:rsid w:val="00882F6C"/>
    <w:rsid w:val="00896E63"/>
    <w:rsid w:val="008A6561"/>
    <w:rsid w:val="008B7725"/>
    <w:rsid w:val="008E0832"/>
    <w:rsid w:val="008E08A9"/>
    <w:rsid w:val="008F248F"/>
    <w:rsid w:val="00900750"/>
    <w:rsid w:val="00910C55"/>
    <w:rsid w:val="009115C7"/>
    <w:rsid w:val="00912146"/>
    <w:rsid w:val="00912F93"/>
    <w:rsid w:val="00932D57"/>
    <w:rsid w:val="00937793"/>
    <w:rsid w:val="00957BF8"/>
    <w:rsid w:val="00963611"/>
    <w:rsid w:val="0096556A"/>
    <w:rsid w:val="00992997"/>
    <w:rsid w:val="00996B51"/>
    <w:rsid w:val="009B1A16"/>
    <w:rsid w:val="009B58A2"/>
    <w:rsid w:val="009C431C"/>
    <w:rsid w:val="009C4CCF"/>
    <w:rsid w:val="009C6297"/>
    <w:rsid w:val="009E122D"/>
    <w:rsid w:val="009E54F1"/>
    <w:rsid w:val="009E5C22"/>
    <w:rsid w:val="009F5F8D"/>
    <w:rsid w:val="009F760B"/>
    <w:rsid w:val="00A03F07"/>
    <w:rsid w:val="00A270FC"/>
    <w:rsid w:val="00A56065"/>
    <w:rsid w:val="00A56584"/>
    <w:rsid w:val="00A629D6"/>
    <w:rsid w:val="00A62CA3"/>
    <w:rsid w:val="00A81B02"/>
    <w:rsid w:val="00A85164"/>
    <w:rsid w:val="00A949EF"/>
    <w:rsid w:val="00AA18B5"/>
    <w:rsid w:val="00AA3BE6"/>
    <w:rsid w:val="00AB2BB6"/>
    <w:rsid w:val="00AB30A3"/>
    <w:rsid w:val="00AB5110"/>
    <w:rsid w:val="00AC67B5"/>
    <w:rsid w:val="00AE50AA"/>
    <w:rsid w:val="00AE6A84"/>
    <w:rsid w:val="00AF4208"/>
    <w:rsid w:val="00AF5075"/>
    <w:rsid w:val="00AF5223"/>
    <w:rsid w:val="00B03F16"/>
    <w:rsid w:val="00B24444"/>
    <w:rsid w:val="00B274EC"/>
    <w:rsid w:val="00B34EDA"/>
    <w:rsid w:val="00B40109"/>
    <w:rsid w:val="00B41ECE"/>
    <w:rsid w:val="00B42AAB"/>
    <w:rsid w:val="00B719E6"/>
    <w:rsid w:val="00B75ABB"/>
    <w:rsid w:val="00B76797"/>
    <w:rsid w:val="00B80F86"/>
    <w:rsid w:val="00B97154"/>
    <w:rsid w:val="00BB1933"/>
    <w:rsid w:val="00BB226C"/>
    <w:rsid w:val="00BB4EAF"/>
    <w:rsid w:val="00BB7E81"/>
    <w:rsid w:val="00BC161D"/>
    <w:rsid w:val="00BD059B"/>
    <w:rsid w:val="00BD43F9"/>
    <w:rsid w:val="00BE2CAC"/>
    <w:rsid w:val="00BE658B"/>
    <w:rsid w:val="00BE6CCD"/>
    <w:rsid w:val="00C242F6"/>
    <w:rsid w:val="00C25A53"/>
    <w:rsid w:val="00C40E6B"/>
    <w:rsid w:val="00C6199D"/>
    <w:rsid w:val="00C76B83"/>
    <w:rsid w:val="00C81F7A"/>
    <w:rsid w:val="00CA724B"/>
    <w:rsid w:val="00CB42D4"/>
    <w:rsid w:val="00CC5194"/>
    <w:rsid w:val="00CD34E4"/>
    <w:rsid w:val="00CE0242"/>
    <w:rsid w:val="00CE5B3E"/>
    <w:rsid w:val="00CF1224"/>
    <w:rsid w:val="00CF77C0"/>
    <w:rsid w:val="00D02EB2"/>
    <w:rsid w:val="00D055AD"/>
    <w:rsid w:val="00D154BF"/>
    <w:rsid w:val="00D205CA"/>
    <w:rsid w:val="00D23F02"/>
    <w:rsid w:val="00D26724"/>
    <w:rsid w:val="00D37AC6"/>
    <w:rsid w:val="00D542AF"/>
    <w:rsid w:val="00D616C3"/>
    <w:rsid w:val="00D641D2"/>
    <w:rsid w:val="00D6518C"/>
    <w:rsid w:val="00D96C50"/>
    <w:rsid w:val="00DA2D1D"/>
    <w:rsid w:val="00DA453F"/>
    <w:rsid w:val="00DB1024"/>
    <w:rsid w:val="00DB7574"/>
    <w:rsid w:val="00DD15B0"/>
    <w:rsid w:val="00DD7E10"/>
    <w:rsid w:val="00DE1B9B"/>
    <w:rsid w:val="00E0571A"/>
    <w:rsid w:val="00E10F7B"/>
    <w:rsid w:val="00E21515"/>
    <w:rsid w:val="00E2226C"/>
    <w:rsid w:val="00E24FEB"/>
    <w:rsid w:val="00E27806"/>
    <w:rsid w:val="00E30FB6"/>
    <w:rsid w:val="00E41A71"/>
    <w:rsid w:val="00E43D50"/>
    <w:rsid w:val="00E711AE"/>
    <w:rsid w:val="00E80177"/>
    <w:rsid w:val="00E81F90"/>
    <w:rsid w:val="00EB0928"/>
    <w:rsid w:val="00EC3607"/>
    <w:rsid w:val="00EC6883"/>
    <w:rsid w:val="00ED7388"/>
    <w:rsid w:val="00F1477D"/>
    <w:rsid w:val="00F43BC2"/>
    <w:rsid w:val="00F451CD"/>
    <w:rsid w:val="00F64074"/>
    <w:rsid w:val="00FA05BA"/>
    <w:rsid w:val="00FA0661"/>
    <w:rsid w:val="00FB3A4F"/>
    <w:rsid w:val="00FB4116"/>
    <w:rsid w:val="00FC424D"/>
    <w:rsid w:val="00FD2028"/>
    <w:rsid w:val="00FD36AB"/>
    <w:rsid w:val="00FD3C89"/>
    <w:rsid w:val="00FD487D"/>
    <w:rsid w:val="00FD7472"/>
    <w:rsid w:val="00FE4321"/>
    <w:rsid w:val="00F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5B063"/>
  <w15:docId w15:val="{0EE723C6-6C37-4FB0-9791-FC683493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64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6458"/>
    <w:pPr>
      <w:tabs>
        <w:tab w:val="left" w:pos="0"/>
        <w:tab w:val="right" w:pos="8953"/>
      </w:tabs>
    </w:pPr>
    <w:rPr>
      <w:noProof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F6458"/>
    <w:pPr>
      <w:tabs>
        <w:tab w:val="left" w:pos="0"/>
        <w:tab w:val="right" w:pos="8953"/>
      </w:tabs>
      <w:jc w:val="both"/>
    </w:pPr>
    <w:rPr>
      <w:noProof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F6458"/>
    <w:pPr>
      <w:tabs>
        <w:tab w:val="left" w:pos="0"/>
        <w:tab w:val="left" w:pos="388"/>
        <w:tab w:val="right" w:pos="8661"/>
      </w:tabs>
      <w:ind w:left="388" w:hanging="369"/>
      <w:jc w:val="both"/>
    </w:pPr>
    <w:rPr>
      <w:noProof w:val="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6F6458"/>
    <w:pPr>
      <w:widowControl/>
      <w:autoSpaceDE/>
      <w:autoSpaceDN/>
      <w:adjustRightInd/>
      <w:ind w:left="720"/>
      <w:contextualSpacing/>
    </w:pPr>
    <w:rPr>
      <w:noProof w:val="0"/>
      <w:sz w:val="24"/>
      <w:szCs w:val="24"/>
    </w:rPr>
  </w:style>
  <w:style w:type="character" w:customStyle="1" w:styleId="FontStyle92">
    <w:name w:val="Font Style92"/>
    <w:rsid w:val="006C14A0"/>
    <w:rPr>
      <w:rFonts w:ascii="Arial" w:hAnsi="Arial" w:cs="Arial"/>
      <w:b/>
      <w:bCs/>
      <w:sz w:val="20"/>
      <w:szCs w:val="20"/>
    </w:rPr>
  </w:style>
  <w:style w:type="character" w:customStyle="1" w:styleId="FontStyle91">
    <w:name w:val="Font Style91"/>
    <w:rsid w:val="006C14A0"/>
    <w:rPr>
      <w:rFonts w:ascii="Arial" w:hAnsi="Arial" w:cs="Arial"/>
      <w:sz w:val="20"/>
      <w:szCs w:val="20"/>
    </w:rPr>
  </w:style>
  <w:style w:type="paragraph" w:customStyle="1" w:styleId="Style66">
    <w:name w:val="Style66"/>
    <w:basedOn w:val="Normalny"/>
    <w:rsid w:val="006C14A0"/>
    <w:rPr>
      <w:rFonts w:ascii="Arial" w:hAnsi="Arial" w:cs="Arial"/>
      <w:noProof w:val="0"/>
      <w:sz w:val="24"/>
      <w:szCs w:val="24"/>
    </w:rPr>
  </w:style>
  <w:style w:type="paragraph" w:customStyle="1" w:styleId="Style72">
    <w:name w:val="Style72"/>
    <w:basedOn w:val="Normalny"/>
    <w:rsid w:val="006C14A0"/>
    <w:pPr>
      <w:spacing w:line="262" w:lineRule="exact"/>
      <w:jc w:val="center"/>
    </w:pPr>
    <w:rPr>
      <w:rFonts w:ascii="Arial" w:hAnsi="Arial" w:cs="Arial"/>
      <w:noProof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FB4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table" w:styleId="Tabela-Siatka">
    <w:name w:val="Table Grid"/>
    <w:basedOn w:val="Standardowy"/>
    <w:rsid w:val="001D5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658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E658B"/>
    <w:rPr>
      <w:rFonts w:ascii="Times New Roman" w:eastAsia="Times New Roman" w:hAnsi="Times New Roman" w:cs="Times New Roman"/>
      <w:noProof/>
      <w:sz w:val="16"/>
      <w:szCs w:val="16"/>
      <w:lang w:eastAsia="pl-PL"/>
    </w:rPr>
  </w:style>
  <w:style w:type="paragraph" w:customStyle="1" w:styleId="Default">
    <w:name w:val="Default"/>
    <w:rsid w:val="006144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42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42F6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07ABB"/>
    <w:pPr>
      <w:widowControl/>
      <w:autoSpaceDE/>
      <w:autoSpaceDN/>
      <w:adjustRightInd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7ABB"/>
    <w:rPr>
      <w:sz w:val="20"/>
      <w:szCs w:val="20"/>
    </w:rPr>
  </w:style>
  <w:style w:type="paragraph" w:styleId="NormalnyWeb">
    <w:name w:val="Normal (Web)"/>
    <w:basedOn w:val="Normalny"/>
    <w:semiHidden/>
    <w:rsid w:val="00605422"/>
    <w:pPr>
      <w:widowControl/>
      <w:autoSpaceDE/>
      <w:autoSpaceDN/>
      <w:adjustRightInd/>
      <w:spacing w:before="100" w:beforeAutospacing="1" w:after="100" w:afterAutospacing="1"/>
    </w:pPr>
    <w:rPr>
      <w:noProof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2815C6"/>
    <w:pPr>
      <w:widowControl/>
      <w:autoSpaceDE/>
      <w:autoSpaceDN/>
      <w:adjustRightInd/>
    </w:pPr>
    <w:rPr>
      <w:rFonts w:ascii="Calibri" w:eastAsia="Calibri" w:hAnsi="Calibri"/>
      <w:noProof w:val="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2815C6"/>
    <w:rPr>
      <w:rFonts w:cs="Times New Roman"/>
      <w:vertAlign w:val="superscript"/>
    </w:rPr>
  </w:style>
  <w:style w:type="character" w:customStyle="1" w:styleId="Domylnaczcionkaakapitu1">
    <w:name w:val="Domyślna czcionka akapitu1"/>
    <w:rsid w:val="00750A4F"/>
  </w:style>
  <w:style w:type="paragraph" w:customStyle="1" w:styleId="Standard">
    <w:name w:val="Standard"/>
    <w:rsid w:val="00EC3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5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5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CF199-C4AB-4617-B104-95F078062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7BF54131</Template>
  <TotalTime>553</TotalTime>
  <Pages>2</Pages>
  <Words>786</Words>
  <Characters>4720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Słubice</Company>
  <LinksUpToDate>false</LinksUpToDate>
  <CharactersWithSpaces>5496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PAWELKOW</dc:creator>
  <cp:keywords/>
  <dc:description/>
  <cp:lastModifiedBy>Zelent Joanna</cp:lastModifiedBy>
  <cp:revision>133</cp:revision>
  <cp:lastPrinted>2023-06-30T09:52:00Z</cp:lastPrinted>
  <dcterms:created xsi:type="dcterms:W3CDTF">2016-08-23T09:11:00Z</dcterms:created>
  <dcterms:modified xsi:type="dcterms:W3CDTF">2024-01-08T09:52:00Z</dcterms:modified>
</cp:coreProperties>
</file>