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ED" w:rsidRPr="00DB72EF" w:rsidRDefault="00DF5DED" w:rsidP="00DB72EF">
      <w:pPr>
        <w:autoSpaceDE/>
        <w:ind w:left="6372"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Załącznik nr 4 do SWZ</w:t>
      </w:r>
    </w:p>
    <w:p w:rsidR="00DF5DED" w:rsidRPr="00DB72EF" w:rsidRDefault="00DF5DED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DF5DED" w:rsidRPr="00DB72EF" w:rsidRDefault="00DF5DED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DF5DED" w:rsidRPr="00DB72EF" w:rsidRDefault="00DF5DED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DF5DED" w:rsidRPr="00DB72EF" w:rsidRDefault="00DF5DED">
      <w:pPr>
        <w:autoSpaceDE/>
        <w:ind w:right="5954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(pełna nazwa, adres)</w:t>
      </w:r>
    </w:p>
    <w:p w:rsidR="00DF5DED" w:rsidRPr="00DB72EF" w:rsidRDefault="00DF5DED">
      <w:pPr>
        <w:autoSpaceDE/>
        <w:ind w:right="5954"/>
        <w:rPr>
          <w:i/>
          <w:color w:val="auto"/>
          <w:lang w:eastAsia="ar-SA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60"/>
      </w:tblGrid>
      <w:tr w:rsidR="00DF5DED" w:rsidTr="00D46125">
        <w:trPr>
          <w:trHeight w:val="1260"/>
        </w:trPr>
        <w:tc>
          <w:tcPr>
            <w:tcW w:w="9360" w:type="dxa"/>
            <w:shd w:val="clear" w:color="auto" w:fill="D9D9D9"/>
          </w:tcPr>
          <w:p w:rsidR="00DF5DED" w:rsidRPr="00DB72EF" w:rsidRDefault="00DF5DED" w:rsidP="00D46125">
            <w:pPr>
              <w:autoSpaceDE/>
              <w:spacing w:before="120"/>
              <w:jc w:val="center"/>
              <w:rPr>
                <w:b/>
                <w:color w:val="auto"/>
                <w:lang w:eastAsia="ar-SA"/>
              </w:rPr>
            </w:pPr>
            <w:r w:rsidRPr="00DB72EF">
              <w:rPr>
                <w:b/>
                <w:color w:val="auto"/>
                <w:lang w:eastAsia="ar-SA"/>
              </w:rPr>
              <w:t xml:space="preserve">ZOBOWIĄZANIE PODMIOTU/ÓW UDOSTĘPNIAJĄCEGO ZASOBY </w:t>
            </w:r>
          </w:p>
          <w:p w:rsidR="00DF5DED" w:rsidRDefault="00DF5DED" w:rsidP="00D46125">
            <w:pPr>
              <w:autoSpaceDE/>
              <w:jc w:val="center"/>
              <w:rPr>
                <w:b/>
                <w:color w:val="auto"/>
                <w:lang w:eastAsia="ar-SA"/>
              </w:rPr>
            </w:pPr>
            <w:r w:rsidRPr="00D46125">
              <w:rPr>
                <w:b/>
                <w:lang w:eastAsia="ar-SA"/>
              </w:rPr>
              <w:t>Zobowiązanie podmiotu udostępniającego zasoby, potwierdza, że stosunek łączący wykonawcę z podmiotami udostępniającymi zasoby gwarantuje rzeczywisty dostęp do tych zasobów</w:t>
            </w:r>
          </w:p>
        </w:tc>
      </w:tr>
    </w:tbl>
    <w:p w:rsidR="00DF5DED" w:rsidRPr="00DB72EF" w:rsidRDefault="00DF5DED" w:rsidP="00DB72EF">
      <w:pPr>
        <w:autoSpaceDE/>
        <w:rPr>
          <w:i/>
          <w:color w:val="auto"/>
          <w:lang w:eastAsia="ar-SA"/>
        </w:rPr>
      </w:pPr>
      <w:bookmarkStart w:id="0" w:name="_GoBack"/>
      <w:bookmarkEnd w:id="0"/>
    </w:p>
    <w:p w:rsidR="00DF5DED" w:rsidRPr="00DB72EF" w:rsidRDefault="00DF5DED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…………………………..………………………..……………………………………………………………………………………………………………………..…………………………</w:t>
      </w:r>
    </w:p>
    <w:p w:rsidR="00DF5DED" w:rsidRPr="00DB72EF" w:rsidRDefault="00DF5DED" w:rsidP="00DB72EF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podmiotu udostępniającego zasoby, NIP/PESEL)</w:t>
      </w:r>
    </w:p>
    <w:p w:rsidR="00DF5DED" w:rsidRPr="00DB72EF" w:rsidRDefault="00DF5DED">
      <w:pPr>
        <w:autoSpaceDE/>
        <w:jc w:val="both"/>
        <w:rPr>
          <w:b/>
          <w:i/>
          <w:color w:val="auto"/>
          <w:lang w:eastAsia="ar-SA"/>
        </w:rPr>
      </w:pPr>
    </w:p>
    <w:p w:rsidR="00DF5DED" w:rsidRDefault="00DF5DED">
      <w:pPr>
        <w:autoSpaceDE/>
        <w:jc w:val="both"/>
        <w:rPr>
          <w:b/>
          <w:color w:val="auto"/>
          <w:lang w:eastAsia="ar-SA"/>
        </w:rPr>
      </w:pPr>
      <w:r w:rsidRPr="00DB72EF">
        <w:rPr>
          <w:b/>
          <w:color w:val="auto"/>
          <w:lang w:eastAsia="ar-SA"/>
        </w:rPr>
        <w:t>zobowiązuję się do oddania do dyspozycji niezbędnych zasobów na rzecz:</w:t>
      </w:r>
    </w:p>
    <w:p w:rsidR="00DF5DED" w:rsidRPr="00DB72EF" w:rsidRDefault="00DF5DED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F5DED" w:rsidRPr="00DB72EF" w:rsidRDefault="00DF5DED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Wykonawcy/Wykonawców składającego/ych Ofertę)</w:t>
      </w:r>
    </w:p>
    <w:p w:rsidR="00DF5DED" w:rsidRPr="00DB72EF" w:rsidRDefault="00DF5DED" w:rsidP="00E266AA">
      <w:pPr>
        <w:autoSpaceDE/>
        <w:rPr>
          <w:i/>
          <w:color w:val="auto"/>
          <w:lang w:eastAsia="ar-SA"/>
        </w:rPr>
      </w:pPr>
    </w:p>
    <w:p w:rsidR="00DF5DED" w:rsidRPr="00D129FC" w:rsidRDefault="00DF5DED" w:rsidP="00DB72EF">
      <w:pPr>
        <w:pStyle w:val="Normalny1"/>
        <w:tabs>
          <w:tab w:val="left" w:pos="2267"/>
          <w:tab w:val="center" w:pos="4536"/>
        </w:tabs>
        <w:jc w:val="center"/>
        <w:rPr>
          <w:b/>
          <w:color w:val="auto"/>
        </w:rPr>
      </w:pPr>
      <w:bookmarkStart w:id="1" w:name="_heading=h.gjdgxs" w:colFirst="0" w:colLast="0"/>
      <w:bookmarkEnd w:id="1"/>
      <w:r w:rsidRPr="00DB72EF">
        <w:t xml:space="preserve">przy wykonaniu zamówienia publicznego </w:t>
      </w:r>
      <w:r w:rsidRPr="00D129FC">
        <w:rPr>
          <w:color w:val="auto"/>
        </w:rPr>
        <w:t xml:space="preserve">prowadzonego w trybie podstawowym </w:t>
      </w:r>
      <w:r>
        <w:rPr>
          <w:color w:val="auto"/>
        </w:rPr>
        <w:br/>
      </w:r>
      <w:r w:rsidRPr="00D129FC">
        <w:rPr>
          <w:color w:val="auto"/>
        </w:rPr>
        <w:t>z możliwością negocjacji pn.</w:t>
      </w:r>
      <w:r w:rsidRPr="00D129FC">
        <w:rPr>
          <w:b/>
          <w:color w:val="auto"/>
        </w:rPr>
        <w:t xml:space="preserve"> </w:t>
      </w:r>
      <w:bookmarkStart w:id="2" w:name="_heading=h.qidqwzmaipg8" w:colFirst="0" w:colLast="0"/>
      <w:bookmarkEnd w:id="2"/>
    </w:p>
    <w:p w:rsidR="00DF5DED" w:rsidRPr="00E31CE9" w:rsidRDefault="00DF5DED" w:rsidP="00DB72EF">
      <w:pPr>
        <w:pStyle w:val="Normalny1"/>
        <w:tabs>
          <w:tab w:val="left" w:pos="2267"/>
          <w:tab w:val="center" w:pos="4536"/>
        </w:tabs>
        <w:jc w:val="center"/>
        <w:rPr>
          <w:b/>
          <w:color w:val="auto"/>
        </w:rPr>
      </w:pPr>
    </w:p>
    <w:p w:rsidR="00DF5DED" w:rsidRPr="00E31CE9" w:rsidRDefault="00DF5DED" w:rsidP="00105DA1">
      <w:pPr>
        <w:suppressAutoHyphens w:val="0"/>
        <w:autoSpaceDN w:val="0"/>
        <w:adjustRightInd w:val="0"/>
        <w:jc w:val="center"/>
        <w:rPr>
          <w:b/>
          <w:color w:val="auto"/>
          <w:sz w:val="28"/>
          <w:szCs w:val="28"/>
          <w:lang w:eastAsia="pl-PL"/>
        </w:rPr>
      </w:pPr>
      <w:r w:rsidRPr="00E31CE9">
        <w:rPr>
          <w:b/>
          <w:color w:val="auto"/>
          <w:sz w:val="28"/>
          <w:szCs w:val="28"/>
          <w:lang w:eastAsia="ar-SA"/>
        </w:rPr>
        <w:t>„</w:t>
      </w:r>
      <w:r>
        <w:rPr>
          <w:b/>
          <w:sz w:val="32"/>
          <w:szCs w:val="32"/>
        </w:rPr>
        <w:t>Dostawa oleju opałowego</w:t>
      </w:r>
      <w:r w:rsidRPr="00E31CE9">
        <w:rPr>
          <w:b/>
          <w:color w:val="auto"/>
          <w:sz w:val="28"/>
          <w:szCs w:val="28"/>
          <w:lang w:eastAsia="ar-SA"/>
        </w:rPr>
        <w:t>”</w:t>
      </w:r>
    </w:p>
    <w:p w:rsidR="00DF5DED" w:rsidRPr="00E23FD0" w:rsidRDefault="00DF5DED">
      <w:pPr>
        <w:autoSpaceDE/>
        <w:jc w:val="both"/>
        <w:rPr>
          <w:color w:val="auto"/>
          <w:lang w:eastAsia="ar-SA"/>
        </w:rPr>
      </w:pPr>
    </w:p>
    <w:p w:rsidR="00DF5DED" w:rsidRPr="00DB72EF" w:rsidRDefault="00DF5DED">
      <w:pPr>
        <w:numPr>
          <w:ilvl w:val="3"/>
          <w:numId w:val="1"/>
        </w:numPr>
        <w:autoSpaceDE/>
        <w:spacing w:line="360" w:lineRule="auto"/>
        <w:ind w:left="283" w:hanging="283"/>
        <w:rPr>
          <w:color w:val="auto"/>
          <w:lang w:eastAsia="ar-SA"/>
        </w:rPr>
      </w:pPr>
      <w:r w:rsidRPr="00DB72EF">
        <w:rPr>
          <w:color w:val="auto"/>
          <w:lang w:eastAsia="ar-SA"/>
        </w:rPr>
        <w:t>Zakres dostępnych wykonawcy zasobów podmiotu udostępniającego zasoby:</w:t>
      </w:r>
    </w:p>
    <w:p w:rsidR="00DF5DED" w:rsidRPr="00DB72EF" w:rsidRDefault="00DF5DED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DF5DED" w:rsidRPr="00DB72EF" w:rsidRDefault="00DF5DED">
      <w:pPr>
        <w:autoSpaceDE/>
        <w:jc w:val="both"/>
        <w:rPr>
          <w:lang w:eastAsia="ar-SA"/>
        </w:rPr>
      </w:pPr>
    </w:p>
    <w:p w:rsidR="00DF5DED" w:rsidRPr="00DB72EF" w:rsidRDefault="00DF5DED">
      <w:pPr>
        <w:numPr>
          <w:ilvl w:val="3"/>
          <w:numId w:val="1"/>
        </w:numPr>
        <w:autoSpaceDE/>
        <w:spacing w:line="276" w:lineRule="auto"/>
        <w:ind w:left="426" w:hanging="426"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Sposób i okres udostępnienia wykonawcy i wykorzystania przez niego zasobów podmiotu udostępniającego te zasoby przy wykonywaniu zamówienia:</w:t>
      </w:r>
    </w:p>
    <w:p w:rsidR="00DF5DED" w:rsidRPr="00FF406D" w:rsidRDefault="00DF5DED" w:rsidP="00FF406D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………………………………………………………………………………………………………………………………………………………………………….……………………</w:t>
      </w:r>
    </w:p>
    <w:p w:rsidR="00DF5DED" w:rsidRPr="00DB72EF" w:rsidRDefault="00DF5DED">
      <w:pPr>
        <w:numPr>
          <w:ilvl w:val="3"/>
          <w:numId w:val="1"/>
        </w:numPr>
        <w:autoSpaceDE/>
        <w:spacing w:line="276" w:lineRule="auto"/>
        <w:ind w:left="426" w:hanging="426"/>
        <w:rPr>
          <w:color w:val="auto"/>
          <w:lang w:eastAsia="ar-SA"/>
        </w:rPr>
      </w:pPr>
      <w:r w:rsidRPr="00DB72EF">
        <w:rPr>
          <w:color w:val="auto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DF5DED" w:rsidRPr="002A3B44" w:rsidRDefault="00DF5DED" w:rsidP="002A3B44">
      <w:pPr>
        <w:autoSpaceDE/>
        <w:ind w:left="426"/>
        <w:jc w:val="both"/>
        <w:rPr>
          <w:lang w:eastAsia="ar-SA"/>
        </w:rPr>
      </w:pPr>
      <w:r w:rsidRPr="00DB72EF">
        <w:rPr>
          <w:lang w:eastAsia="ar-SA"/>
        </w:rPr>
        <w:t>………………………………………………………………………………………………………………………………………………………………………….…………………</w:t>
      </w:r>
    </w:p>
    <w:p w:rsidR="00DF5DED" w:rsidRDefault="00DF5DED" w:rsidP="002A3B44">
      <w:pPr>
        <w:autoSpaceDE/>
        <w:jc w:val="both"/>
        <w:rPr>
          <w:i/>
          <w:iCs/>
          <w:color w:val="auto"/>
          <w:lang w:eastAsia="ar-SA"/>
        </w:rPr>
      </w:pPr>
      <w:r w:rsidRPr="00D46125">
        <w:rPr>
          <w:b/>
          <w:i/>
          <w:color w:val="auto"/>
          <w:lang w:eastAsia="ar-SA"/>
        </w:rPr>
        <w:t xml:space="preserve">     </w:t>
      </w:r>
    </w:p>
    <w:p w:rsidR="00DF5DED" w:rsidRPr="00134442" w:rsidRDefault="00DF5DED" w:rsidP="002A3B44">
      <w:pPr>
        <w:autoSpaceDE/>
        <w:ind w:left="4248"/>
        <w:jc w:val="both"/>
        <w:rPr>
          <w:i/>
          <w:iCs/>
          <w:color w:val="auto"/>
          <w:lang w:eastAsia="ar-SA"/>
        </w:rPr>
      </w:pPr>
      <w:r>
        <w:rPr>
          <w:i/>
          <w:iCs/>
          <w:color w:val="auto"/>
          <w:lang w:eastAsia="ar-SA"/>
        </w:rPr>
        <w:t xml:space="preserve">                 </w:t>
      </w:r>
      <w:r w:rsidRPr="00134442">
        <w:rPr>
          <w:i/>
          <w:iCs/>
          <w:color w:val="auto"/>
          <w:sz w:val="22"/>
          <w:szCs w:val="22"/>
          <w:lang w:eastAsia="ar-SA"/>
        </w:rPr>
        <w:t>Podpisano:</w:t>
      </w:r>
      <w:r>
        <w:rPr>
          <w:i/>
          <w:iCs/>
          <w:color w:val="auto"/>
          <w:lang w:eastAsia="ar-SA"/>
        </w:rPr>
        <w:t xml:space="preserve">   </w:t>
      </w:r>
      <w:r w:rsidRPr="005B0CC2">
        <w:rPr>
          <w:i/>
          <w:iCs/>
          <w:color w:val="auto"/>
          <w:sz w:val="16"/>
          <w:szCs w:val="16"/>
          <w:lang w:eastAsia="ar-SA"/>
        </w:rPr>
        <w:t>........................................................</w:t>
      </w:r>
    </w:p>
    <w:p w:rsidR="00DF5DED" w:rsidRPr="00A64A42" w:rsidRDefault="00DF5DED" w:rsidP="002A3B44">
      <w:pPr>
        <w:tabs>
          <w:tab w:val="left" w:pos="5670"/>
        </w:tabs>
        <w:autoSpaceDE/>
        <w:ind w:left="5670" w:hanging="2"/>
        <w:jc w:val="center"/>
        <w:rPr>
          <w:i/>
          <w:iCs/>
          <w:color w:val="auto"/>
          <w:sz w:val="16"/>
          <w:szCs w:val="16"/>
          <w:lang w:eastAsia="ar-SA"/>
        </w:rPr>
      </w:pPr>
      <w:r>
        <w:rPr>
          <w:i/>
          <w:iCs/>
          <w:color w:val="auto"/>
          <w:sz w:val="16"/>
          <w:szCs w:val="16"/>
          <w:lang w:eastAsia="ar-SA"/>
        </w:rPr>
        <w:t xml:space="preserve">           </w:t>
      </w:r>
      <w:r w:rsidRPr="00A64A42">
        <w:rPr>
          <w:i/>
          <w:iCs/>
          <w:color w:val="auto"/>
          <w:sz w:val="16"/>
          <w:szCs w:val="16"/>
          <w:lang w:eastAsia="ar-SA"/>
        </w:rPr>
        <w:t xml:space="preserve">(podpis osób/y uprawnionych </w:t>
      </w:r>
      <w:r w:rsidRPr="00A64A42">
        <w:rPr>
          <w:i/>
          <w:iCs/>
          <w:color w:val="auto"/>
          <w:sz w:val="16"/>
          <w:szCs w:val="16"/>
          <w:lang w:eastAsia="ar-SA"/>
        </w:rPr>
        <w:br/>
      </w:r>
      <w:r>
        <w:rPr>
          <w:i/>
          <w:iCs/>
          <w:color w:val="auto"/>
          <w:sz w:val="16"/>
          <w:szCs w:val="16"/>
          <w:lang w:eastAsia="ar-SA"/>
        </w:rPr>
        <w:t xml:space="preserve">            </w:t>
      </w:r>
      <w:r w:rsidRPr="00A64A42">
        <w:rPr>
          <w:i/>
          <w:iCs/>
          <w:color w:val="auto"/>
          <w:sz w:val="16"/>
          <w:szCs w:val="16"/>
          <w:lang w:eastAsia="ar-SA"/>
        </w:rPr>
        <w:t>do składania oświadczeń woli)</w:t>
      </w:r>
    </w:p>
    <w:p w:rsidR="00DF5DED" w:rsidRPr="00A64A42" w:rsidRDefault="00DF5DED" w:rsidP="002A3B44">
      <w:pPr>
        <w:tabs>
          <w:tab w:val="left" w:pos="5670"/>
        </w:tabs>
        <w:autoSpaceDE/>
        <w:ind w:left="5670" w:hanging="2"/>
        <w:jc w:val="center"/>
        <w:rPr>
          <w:i/>
          <w:iCs/>
          <w:color w:val="auto"/>
          <w:sz w:val="16"/>
          <w:szCs w:val="16"/>
          <w:lang w:eastAsia="ar-SA"/>
        </w:rPr>
      </w:pPr>
    </w:p>
    <w:p w:rsidR="00DF5DED" w:rsidRDefault="00DF5DED" w:rsidP="002A3B44">
      <w:pPr>
        <w:tabs>
          <w:tab w:val="left" w:pos="0"/>
        </w:tabs>
        <w:autoSpaceDE/>
        <w:rPr>
          <w:i/>
          <w:iCs/>
          <w:color w:val="auto"/>
          <w:sz w:val="22"/>
          <w:szCs w:val="22"/>
          <w:lang w:eastAsia="ar-SA"/>
        </w:rPr>
      </w:pPr>
      <w:r>
        <w:rPr>
          <w:i/>
          <w:iCs/>
          <w:color w:val="auto"/>
          <w:sz w:val="22"/>
          <w:szCs w:val="22"/>
          <w:lang w:eastAsia="ar-SA"/>
        </w:rPr>
        <w:t>…………………………, dnia ………………………….</w:t>
      </w:r>
      <w:r w:rsidRPr="005B0CC2">
        <w:rPr>
          <w:i/>
          <w:iCs/>
          <w:color w:val="auto"/>
          <w:sz w:val="22"/>
          <w:szCs w:val="22"/>
          <w:lang w:eastAsia="ar-SA"/>
        </w:rPr>
        <w:t>roku</w:t>
      </w:r>
    </w:p>
    <w:p w:rsidR="00DF5DED" w:rsidRDefault="00DF5DED" w:rsidP="002A3B44">
      <w:pPr>
        <w:tabs>
          <w:tab w:val="left" w:pos="0"/>
        </w:tabs>
        <w:autoSpaceDE/>
        <w:rPr>
          <w:i/>
          <w:iCs/>
          <w:color w:val="auto"/>
          <w:sz w:val="22"/>
          <w:szCs w:val="22"/>
          <w:lang w:eastAsia="ar-SA"/>
        </w:rPr>
      </w:pPr>
    </w:p>
    <w:p w:rsidR="00DF5DED" w:rsidRDefault="00DF5DED" w:rsidP="002A3B44">
      <w:pPr>
        <w:tabs>
          <w:tab w:val="left" w:pos="0"/>
        </w:tabs>
        <w:autoSpaceDE/>
        <w:rPr>
          <w:i/>
          <w:iCs/>
          <w:color w:val="auto"/>
          <w:sz w:val="22"/>
          <w:szCs w:val="22"/>
          <w:lang w:eastAsia="ar-SA"/>
        </w:rPr>
      </w:pPr>
    </w:p>
    <w:p w:rsidR="00DF5DED" w:rsidRDefault="00DF5DED" w:rsidP="002A3B44">
      <w:pPr>
        <w:tabs>
          <w:tab w:val="left" w:pos="0"/>
        </w:tabs>
        <w:autoSpaceDE/>
        <w:rPr>
          <w:i/>
          <w:iCs/>
          <w:color w:val="auto"/>
          <w:sz w:val="22"/>
          <w:szCs w:val="22"/>
          <w:lang w:eastAsia="ar-SA"/>
        </w:rPr>
      </w:pPr>
    </w:p>
    <w:p w:rsidR="00DF5DED" w:rsidRPr="00D46125" w:rsidRDefault="00DF5DED" w:rsidP="002A3B44">
      <w:pPr>
        <w:tabs>
          <w:tab w:val="left" w:pos="0"/>
        </w:tabs>
        <w:autoSpaceDE/>
        <w:rPr>
          <w:i/>
          <w:color w:val="auto"/>
          <w:lang w:eastAsia="ar-SA"/>
        </w:rPr>
      </w:pPr>
      <w:r w:rsidRPr="00A64BC0">
        <w:rPr>
          <w:i/>
          <w:iCs/>
          <w:color w:val="auto"/>
          <w:sz w:val="20"/>
          <w:szCs w:val="20"/>
          <w:lang w:eastAsia="ar-SA"/>
        </w:rPr>
        <w:t>* - niepotrzebne skreślić</w:t>
      </w:r>
    </w:p>
    <w:sectPr w:rsidR="00DF5DED" w:rsidRPr="00D46125" w:rsidSect="00FB1D7C">
      <w:headerReference w:type="default" r:id="rId7"/>
      <w:pgSz w:w="11906" w:h="16838"/>
      <w:pgMar w:top="1079" w:right="1417" w:bottom="719" w:left="1417" w:header="708" w:footer="708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DED" w:rsidRDefault="00DF5DED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endnote>
  <w:endnote w:type="continuationSeparator" w:id="0">
    <w:p w:rsidR="00DF5DED" w:rsidRDefault="00DF5DED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DED" w:rsidRDefault="00DF5DED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footnote>
  <w:footnote w:type="continuationSeparator" w:id="0">
    <w:p w:rsidR="00DF5DED" w:rsidRDefault="00DF5DED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ED" w:rsidRDefault="00DF5DED">
    <w:pPr>
      <w:tabs>
        <w:tab w:val="center" w:pos="4536"/>
        <w:tab w:val="right" w:pos="9072"/>
      </w:tabs>
      <w:autoSpaceDE/>
      <w:rPr>
        <w:lang w:eastAsia="ar-SA"/>
      </w:rPr>
    </w:pPr>
    <w:r>
      <w:rPr>
        <w:lang w:eastAsia="ar-SA"/>
      </w:rPr>
      <w:t>Znak sprawy: FS.271.18.2023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cs="Times New Roman"/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rFonts w:cs="Times New Roman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cs="Times New Roman"/>
      </w:r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Times New Roman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48E"/>
    <w:rsid w:val="0000459E"/>
    <w:rsid w:val="00020E1A"/>
    <w:rsid w:val="000264EE"/>
    <w:rsid w:val="0005171B"/>
    <w:rsid w:val="000519E6"/>
    <w:rsid w:val="00094E1B"/>
    <w:rsid w:val="000B19FF"/>
    <w:rsid w:val="000B2F36"/>
    <w:rsid w:val="000C391C"/>
    <w:rsid w:val="000F41A6"/>
    <w:rsid w:val="000F44AD"/>
    <w:rsid w:val="00105DA1"/>
    <w:rsid w:val="00111837"/>
    <w:rsid w:val="00114648"/>
    <w:rsid w:val="00134442"/>
    <w:rsid w:val="0014606D"/>
    <w:rsid w:val="001632BC"/>
    <w:rsid w:val="001874C7"/>
    <w:rsid w:val="00194C7F"/>
    <w:rsid w:val="001B10EE"/>
    <w:rsid w:val="001D4984"/>
    <w:rsid w:val="001E100B"/>
    <w:rsid w:val="001E6FE0"/>
    <w:rsid w:val="0021519A"/>
    <w:rsid w:val="0025432C"/>
    <w:rsid w:val="002641C7"/>
    <w:rsid w:val="00266115"/>
    <w:rsid w:val="00276155"/>
    <w:rsid w:val="00297F94"/>
    <w:rsid w:val="002A3B44"/>
    <w:rsid w:val="002B3EDD"/>
    <w:rsid w:val="00322BE8"/>
    <w:rsid w:val="00363CE9"/>
    <w:rsid w:val="00383B03"/>
    <w:rsid w:val="003844DC"/>
    <w:rsid w:val="00393F26"/>
    <w:rsid w:val="003B2878"/>
    <w:rsid w:val="003C4ADC"/>
    <w:rsid w:val="003D1D8F"/>
    <w:rsid w:val="003E0FF8"/>
    <w:rsid w:val="003E5C74"/>
    <w:rsid w:val="004045BB"/>
    <w:rsid w:val="00445EEE"/>
    <w:rsid w:val="00464864"/>
    <w:rsid w:val="00480D31"/>
    <w:rsid w:val="00485EBE"/>
    <w:rsid w:val="004901B3"/>
    <w:rsid w:val="004A4E7D"/>
    <w:rsid w:val="004A6002"/>
    <w:rsid w:val="004B18F2"/>
    <w:rsid w:val="004C2900"/>
    <w:rsid w:val="00500BE5"/>
    <w:rsid w:val="00500E2C"/>
    <w:rsid w:val="00501057"/>
    <w:rsid w:val="005055E4"/>
    <w:rsid w:val="00523C16"/>
    <w:rsid w:val="00544E5B"/>
    <w:rsid w:val="00552C2E"/>
    <w:rsid w:val="00555F27"/>
    <w:rsid w:val="00572248"/>
    <w:rsid w:val="0058748E"/>
    <w:rsid w:val="00593052"/>
    <w:rsid w:val="005B0CC2"/>
    <w:rsid w:val="005D0B41"/>
    <w:rsid w:val="005D5D0E"/>
    <w:rsid w:val="00621874"/>
    <w:rsid w:val="0062259D"/>
    <w:rsid w:val="00680191"/>
    <w:rsid w:val="006A6782"/>
    <w:rsid w:val="006B199B"/>
    <w:rsid w:val="006D04DD"/>
    <w:rsid w:val="006F12DC"/>
    <w:rsid w:val="00705505"/>
    <w:rsid w:val="00722D07"/>
    <w:rsid w:val="0074453E"/>
    <w:rsid w:val="0075635A"/>
    <w:rsid w:val="00764BC2"/>
    <w:rsid w:val="007D56B4"/>
    <w:rsid w:val="007D6E3F"/>
    <w:rsid w:val="007F6F4E"/>
    <w:rsid w:val="00822757"/>
    <w:rsid w:val="00843A82"/>
    <w:rsid w:val="00853AC1"/>
    <w:rsid w:val="0086579C"/>
    <w:rsid w:val="00873F25"/>
    <w:rsid w:val="0088210E"/>
    <w:rsid w:val="0089143F"/>
    <w:rsid w:val="008E6EF9"/>
    <w:rsid w:val="008F16FD"/>
    <w:rsid w:val="00917FE5"/>
    <w:rsid w:val="00937004"/>
    <w:rsid w:val="00963D1B"/>
    <w:rsid w:val="00984210"/>
    <w:rsid w:val="00993D75"/>
    <w:rsid w:val="009A1877"/>
    <w:rsid w:val="009C3757"/>
    <w:rsid w:val="009C61D1"/>
    <w:rsid w:val="009F6F64"/>
    <w:rsid w:val="00A01736"/>
    <w:rsid w:val="00A155C7"/>
    <w:rsid w:val="00A2693D"/>
    <w:rsid w:val="00A26E2C"/>
    <w:rsid w:val="00A31C2F"/>
    <w:rsid w:val="00A43DAF"/>
    <w:rsid w:val="00A61515"/>
    <w:rsid w:val="00A64A42"/>
    <w:rsid w:val="00A64BC0"/>
    <w:rsid w:val="00A66860"/>
    <w:rsid w:val="00A709C9"/>
    <w:rsid w:val="00A95791"/>
    <w:rsid w:val="00A97FAB"/>
    <w:rsid w:val="00AD699D"/>
    <w:rsid w:val="00AD7340"/>
    <w:rsid w:val="00B02ACC"/>
    <w:rsid w:val="00B10CCF"/>
    <w:rsid w:val="00B3342F"/>
    <w:rsid w:val="00B41A3F"/>
    <w:rsid w:val="00B54C73"/>
    <w:rsid w:val="00B8343F"/>
    <w:rsid w:val="00B925A5"/>
    <w:rsid w:val="00B965EB"/>
    <w:rsid w:val="00BA5C89"/>
    <w:rsid w:val="00BB1D12"/>
    <w:rsid w:val="00BD7B3E"/>
    <w:rsid w:val="00BE52E8"/>
    <w:rsid w:val="00C157D1"/>
    <w:rsid w:val="00C17033"/>
    <w:rsid w:val="00C228B8"/>
    <w:rsid w:val="00C33106"/>
    <w:rsid w:val="00C53A18"/>
    <w:rsid w:val="00C8224E"/>
    <w:rsid w:val="00C94C68"/>
    <w:rsid w:val="00D129FC"/>
    <w:rsid w:val="00D2180E"/>
    <w:rsid w:val="00D27D2C"/>
    <w:rsid w:val="00D45740"/>
    <w:rsid w:val="00D46125"/>
    <w:rsid w:val="00D62B20"/>
    <w:rsid w:val="00D656E8"/>
    <w:rsid w:val="00DA639B"/>
    <w:rsid w:val="00DB72EF"/>
    <w:rsid w:val="00DE7818"/>
    <w:rsid w:val="00DF5DED"/>
    <w:rsid w:val="00E00087"/>
    <w:rsid w:val="00E04DB3"/>
    <w:rsid w:val="00E17601"/>
    <w:rsid w:val="00E23FD0"/>
    <w:rsid w:val="00E266AA"/>
    <w:rsid w:val="00E31CE9"/>
    <w:rsid w:val="00E43244"/>
    <w:rsid w:val="00E73CF3"/>
    <w:rsid w:val="00EF4D15"/>
    <w:rsid w:val="00F06230"/>
    <w:rsid w:val="00F12B0F"/>
    <w:rsid w:val="00F203A3"/>
    <w:rsid w:val="00F35B10"/>
    <w:rsid w:val="00F35E94"/>
    <w:rsid w:val="00F45E14"/>
    <w:rsid w:val="00F53668"/>
    <w:rsid w:val="00F7205D"/>
    <w:rsid w:val="00F95361"/>
    <w:rsid w:val="00FA2F76"/>
    <w:rsid w:val="00FA475B"/>
    <w:rsid w:val="00FB1D7C"/>
    <w:rsid w:val="00FE55DF"/>
    <w:rsid w:val="00FF3291"/>
    <w:rsid w:val="00FF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6AA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99B"/>
    <w:pPr>
      <w:keepNext/>
      <w:keepLines/>
      <w:autoSpaceDE/>
      <w:spacing w:before="480" w:after="120"/>
      <w:outlineLvl w:val="0"/>
    </w:pPr>
    <w:rPr>
      <w:b/>
      <w:color w:val="auto"/>
      <w:sz w:val="48"/>
      <w:szCs w:val="48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6E3F"/>
    <w:pPr>
      <w:keepNext/>
      <w:autoSpaceDE/>
      <w:spacing w:before="240" w:after="60"/>
      <w:outlineLvl w:val="1"/>
    </w:pPr>
    <w:rPr>
      <w:rFonts w:ascii="Calibri Light" w:hAnsi="Calibri Light"/>
      <w:b/>
      <w:bCs/>
      <w:i/>
      <w:iCs/>
      <w:color w:val="auto"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99B"/>
    <w:pPr>
      <w:keepNext/>
      <w:keepLines/>
      <w:autoSpaceDE/>
      <w:spacing w:before="280" w:after="80"/>
      <w:outlineLvl w:val="2"/>
    </w:pPr>
    <w:rPr>
      <w:b/>
      <w:color w:val="auto"/>
      <w:sz w:val="28"/>
      <w:szCs w:val="28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199B"/>
    <w:pPr>
      <w:keepNext/>
      <w:keepLines/>
      <w:autoSpaceDE/>
      <w:spacing w:before="240" w:after="40"/>
      <w:outlineLvl w:val="3"/>
    </w:pPr>
    <w:rPr>
      <w:b/>
      <w:color w:val="auto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199B"/>
    <w:pPr>
      <w:keepNext/>
      <w:keepLines/>
      <w:autoSpaceDE/>
      <w:spacing w:before="220" w:after="40"/>
      <w:outlineLvl w:val="4"/>
    </w:pPr>
    <w:rPr>
      <w:b/>
      <w:color w:val="auto"/>
      <w:sz w:val="22"/>
      <w:szCs w:val="22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99B"/>
    <w:pPr>
      <w:keepNext/>
      <w:keepLines/>
      <w:autoSpaceDE/>
      <w:spacing w:before="200" w:after="40"/>
      <w:outlineLvl w:val="5"/>
    </w:pPr>
    <w:rPr>
      <w:b/>
      <w:color w:val="auto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574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6E3F"/>
    <w:rPr>
      <w:rFonts w:ascii="Calibri Light" w:hAnsi="Calibri Light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4574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4574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4574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5740"/>
    <w:rPr>
      <w:rFonts w:ascii="Calibri" w:hAnsi="Calibri" w:cs="Times New Roman"/>
      <w:b/>
      <w:bCs/>
      <w:lang w:eastAsia="ar-SA" w:bidi="ar-SA"/>
    </w:rPr>
  </w:style>
  <w:style w:type="table" w:customStyle="1" w:styleId="TableNormal1">
    <w:name w:val="Table Normal1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6B199B"/>
    <w:pPr>
      <w:keepNext/>
      <w:keepLines/>
      <w:autoSpaceDE/>
      <w:spacing w:before="480" w:after="120"/>
    </w:pPr>
    <w:rPr>
      <w:b/>
      <w:color w:val="auto"/>
      <w:sz w:val="72"/>
      <w:szCs w:val="7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D45740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table" w:customStyle="1" w:styleId="TableNormal2">
    <w:name w:val="Table Normal2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D6E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D6E3F"/>
    <w:pPr>
      <w:autoSpaceDE/>
      <w:ind w:left="720"/>
      <w:contextualSpacing/>
    </w:pPr>
    <w:rPr>
      <w:color w:val="auto"/>
      <w:lang w:eastAsia="ar-SA"/>
    </w:rPr>
  </w:style>
  <w:style w:type="paragraph" w:styleId="Header">
    <w:name w:val="header"/>
    <w:basedOn w:val="Normal"/>
    <w:link w:val="HeaderChar"/>
    <w:uiPriority w:val="99"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semiHidden/>
    <w:rsid w:val="007D6E3F"/>
    <w:pPr>
      <w:suppressAutoHyphens w:val="0"/>
      <w:autoSpaceDE/>
      <w:spacing w:before="100" w:beforeAutospacing="1" w:after="100" w:afterAutospacing="1"/>
    </w:pPr>
    <w:rPr>
      <w:color w:val="auto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7D6E3F"/>
    <w:pPr>
      <w:autoSpaceDE/>
    </w:pPr>
    <w:rPr>
      <w:rFonts w:ascii="Tahoma" w:hAnsi="Tahoma" w:cs="Tahoma"/>
      <w:color w:val="auto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E3F"/>
    <w:rPr>
      <w:rFonts w:ascii="Tahoma" w:hAnsi="Tahoma" w:cs="Tahoma"/>
      <w:sz w:val="16"/>
      <w:szCs w:val="16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199B"/>
    <w:pPr>
      <w:keepNext/>
      <w:keepLines/>
      <w:autoSpaceDE/>
      <w:spacing w:before="360" w:after="80"/>
    </w:pPr>
    <w:rPr>
      <w:rFonts w:ascii="Georgia" w:hAnsi="Georgia" w:cs="Georgia"/>
      <w:i/>
      <w:color w:val="666666"/>
      <w:sz w:val="48"/>
      <w:szCs w:val="4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45740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Normalny1">
    <w:name w:val="Normalny1"/>
    <w:uiPriority w:val="99"/>
    <w:rsid w:val="005D5D0E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13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246</Words>
  <Characters>1479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Przemek</dc:creator>
  <cp:keywords/>
  <dc:description/>
  <cp:lastModifiedBy>ksam</cp:lastModifiedBy>
  <cp:revision>33</cp:revision>
  <dcterms:created xsi:type="dcterms:W3CDTF">2021-04-20T12:35:00Z</dcterms:created>
  <dcterms:modified xsi:type="dcterms:W3CDTF">2023-12-20T10:16:00Z</dcterms:modified>
</cp:coreProperties>
</file>