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07F462" w:rsidR="009102CB" w:rsidRPr="00EB0FE6" w:rsidRDefault="009102CB" w:rsidP="00021577">
      <w:pPr>
        <w:jc w:val="center"/>
        <w:rPr>
          <w:rFonts w:asciiTheme="majorHAnsi" w:hAnsiTheme="majorHAnsi"/>
          <w:b/>
          <w:bCs/>
        </w:rPr>
      </w:pPr>
      <w:r w:rsidRPr="00EB0FE6">
        <w:rPr>
          <w:rFonts w:asciiTheme="majorHAnsi" w:hAnsiTheme="majorHAnsi"/>
          <w:b/>
          <w:bCs/>
        </w:rPr>
        <w:t xml:space="preserve">Załącznik </w:t>
      </w:r>
      <w:r w:rsidR="00FE77A5">
        <w:rPr>
          <w:rFonts w:asciiTheme="majorHAnsi" w:hAnsiTheme="majorHAnsi"/>
          <w:b/>
          <w:bCs/>
        </w:rPr>
        <w:t>n</w:t>
      </w:r>
      <w:r w:rsidRPr="00EB0FE6">
        <w:rPr>
          <w:rFonts w:asciiTheme="majorHAnsi" w:hAnsiTheme="majorHAnsi"/>
          <w:b/>
          <w:bCs/>
        </w:rPr>
        <w:t xml:space="preserve">r </w:t>
      </w:r>
      <w:r w:rsidR="00794B82">
        <w:rPr>
          <w:rFonts w:asciiTheme="majorHAnsi" w:hAnsiTheme="majorHAnsi"/>
          <w:b/>
          <w:bCs/>
        </w:rPr>
        <w:t>4</w:t>
      </w:r>
      <w:r w:rsidRPr="00EB0FE6">
        <w:rPr>
          <w:rFonts w:asciiTheme="majorHAnsi" w:hAnsiTheme="majorHAnsi"/>
          <w:b/>
          <w:bCs/>
        </w:rPr>
        <w:t xml:space="preserve"> do SWZ</w:t>
      </w:r>
    </w:p>
    <w:p w14:paraId="36EA0CCF" w14:textId="77777777" w:rsidR="009102CB" w:rsidRPr="00EB0FE6" w:rsidRDefault="009102CB" w:rsidP="00021577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Theme="majorHAnsi" w:hAnsiTheme="majorHAnsi"/>
          <w:b w:val="0"/>
          <w:bCs w:val="0"/>
          <w:color w:val="000000" w:themeColor="text1"/>
          <w:sz w:val="24"/>
          <w:szCs w:val="24"/>
        </w:rPr>
      </w:pPr>
      <w:r w:rsidRPr="00EB0FE6">
        <w:rPr>
          <w:rFonts w:asciiTheme="majorHAnsi" w:hAnsiTheme="majorHAnsi" w:cs="Times New Roman"/>
          <w:color w:val="000000" w:themeColor="text1"/>
          <w:sz w:val="24"/>
          <w:szCs w:val="24"/>
        </w:rPr>
        <w:t>Wzór formularza ofertowego</w:t>
      </w:r>
    </w:p>
    <w:p w14:paraId="5B9467C5" w14:textId="33768939" w:rsidR="001A3C77" w:rsidRPr="00EB0FE6" w:rsidRDefault="001A3C77" w:rsidP="00021577">
      <w:pPr>
        <w:tabs>
          <w:tab w:val="left" w:pos="567"/>
        </w:tabs>
        <w:contextualSpacing/>
        <w:jc w:val="center"/>
        <w:rPr>
          <w:rFonts w:asciiTheme="majorHAnsi" w:hAnsiTheme="majorHAnsi"/>
          <w:bCs/>
        </w:rPr>
      </w:pPr>
      <w:r w:rsidRPr="00EB0FE6">
        <w:rPr>
          <w:rFonts w:asciiTheme="majorHAnsi" w:hAnsiTheme="majorHAnsi"/>
          <w:bCs/>
        </w:rPr>
        <w:t>(Znak postępowania:</w:t>
      </w:r>
      <w:r w:rsidRPr="00EB0FE6">
        <w:rPr>
          <w:rFonts w:asciiTheme="majorHAnsi" w:hAnsiTheme="majorHAnsi"/>
          <w:b/>
        </w:rPr>
        <w:t xml:space="preserve"> </w:t>
      </w:r>
      <w:r w:rsidR="00D21255" w:rsidRPr="00EB0FE6">
        <w:rPr>
          <w:rFonts w:asciiTheme="majorHAnsi" w:hAnsiTheme="majorHAnsi"/>
          <w:b/>
        </w:rPr>
        <w:t>IF.271.</w:t>
      </w:r>
      <w:r w:rsidR="004254BE">
        <w:rPr>
          <w:rFonts w:asciiTheme="majorHAnsi" w:hAnsiTheme="majorHAnsi"/>
          <w:b/>
        </w:rPr>
        <w:t>2</w:t>
      </w:r>
      <w:r w:rsidR="0019639F">
        <w:rPr>
          <w:rFonts w:asciiTheme="majorHAnsi" w:hAnsiTheme="majorHAnsi"/>
          <w:b/>
        </w:rPr>
        <w:t>6</w:t>
      </w:r>
      <w:r w:rsidR="00D21255" w:rsidRPr="00EB0FE6">
        <w:rPr>
          <w:rFonts w:asciiTheme="majorHAnsi" w:hAnsiTheme="majorHAnsi"/>
          <w:b/>
        </w:rPr>
        <w:t>.</w:t>
      </w:r>
      <w:r w:rsidR="00D569EF" w:rsidRPr="00EB0FE6">
        <w:rPr>
          <w:rFonts w:asciiTheme="majorHAnsi" w:hAnsiTheme="majorHAnsi"/>
          <w:b/>
        </w:rPr>
        <w:t>2023</w:t>
      </w:r>
      <w:r w:rsidRPr="00EB0FE6">
        <w:rPr>
          <w:rFonts w:asciiTheme="majorHAnsi" w:hAnsiTheme="majorHAnsi"/>
          <w:bCs/>
        </w:rPr>
        <w:t>)</w:t>
      </w:r>
    </w:p>
    <w:p w14:paraId="79B867D1" w14:textId="77777777" w:rsidR="00D21255" w:rsidRPr="00EB0FE6" w:rsidRDefault="00D21255" w:rsidP="00021577">
      <w:pPr>
        <w:pStyle w:val="Akapitzlist"/>
        <w:numPr>
          <w:ilvl w:val="3"/>
          <w:numId w:val="1"/>
        </w:numPr>
        <w:tabs>
          <w:tab w:val="left" w:pos="142"/>
        </w:tabs>
        <w:ind w:left="284" w:hanging="426"/>
        <w:jc w:val="both"/>
        <w:rPr>
          <w:rFonts w:asciiTheme="majorHAnsi" w:hAnsiTheme="majorHAnsi" w:cs="Tahoma"/>
          <w:b/>
          <w:bCs/>
          <w:color w:val="000000" w:themeColor="text1"/>
        </w:rPr>
      </w:pPr>
      <w:r w:rsidRPr="00EB0FE6">
        <w:rPr>
          <w:rFonts w:asciiTheme="majorHAnsi" w:hAnsiTheme="majorHAnsi" w:cs="Tahoma"/>
          <w:b/>
          <w:bCs/>
          <w:color w:val="000000" w:themeColor="text1"/>
        </w:rPr>
        <w:t>DANE DOTYCZĄCE ZAMAWIAJĄCEGO:</w:t>
      </w:r>
    </w:p>
    <w:p w14:paraId="3273A7DA" w14:textId="77777777" w:rsidR="00D21255" w:rsidRPr="00EB0FE6" w:rsidRDefault="00D21255" w:rsidP="00021577">
      <w:pPr>
        <w:pStyle w:val="Akapitzlist"/>
        <w:ind w:left="0" w:right="5"/>
        <w:rPr>
          <w:rFonts w:asciiTheme="majorHAnsi" w:hAnsiTheme="majorHAnsi"/>
        </w:rPr>
      </w:pPr>
      <w:bookmarkStart w:id="0" w:name="_Hlk70941827"/>
      <w:r w:rsidRPr="00EB0FE6">
        <w:rPr>
          <w:rFonts w:asciiTheme="majorHAnsi" w:hAnsiTheme="majorHAnsi"/>
          <w:b/>
        </w:rPr>
        <w:t>Gmina Puławy</w:t>
      </w:r>
      <w:r w:rsidRPr="00EB0FE6">
        <w:rPr>
          <w:rFonts w:asciiTheme="majorHAnsi" w:hAnsiTheme="majorHAnsi"/>
        </w:rPr>
        <w:t xml:space="preserve"> zwana dalej </w:t>
      </w:r>
      <w:r w:rsidRPr="00EB0FE6">
        <w:rPr>
          <w:rFonts w:asciiTheme="majorHAnsi" w:hAnsiTheme="majorHAnsi"/>
          <w:b/>
          <w:bCs/>
        </w:rPr>
        <w:t>„Zamawiającym”</w:t>
      </w:r>
      <w:r w:rsidRPr="00EB0FE6">
        <w:rPr>
          <w:rFonts w:asciiTheme="majorHAnsi" w:hAnsiTheme="majorHAnsi"/>
        </w:rPr>
        <w:t xml:space="preserve"> </w:t>
      </w:r>
    </w:p>
    <w:p w14:paraId="19FB1177" w14:textId="77777777" w:rsidR="00D21255" w:rsidRPr="00EB0FE6" w:rsidRDefault="00D21255" w:rsidP="00021577">
      <w:pPr>
        <w:pStyle w:val="Akapitzlist"/>
        <w:ind w:left="0" w:right="6"/>
        <w:rPr>
          <w:rFonts w:asciiTheme="majorHAnsi" w:hAnsiTheme="majorHAnsi"/>
          <w:b/>
          <w:bCs/>
        </w:rPr>
      </w:pPr>
      <w:r w:rsidRPr="00EB0FE6">
        <w:rPr>
          <w:rFonts w:asciiTheme="majorHAnsi" w:hAnsiTheme="majorHAnsi"/>
          <w:b/>
          <w:bCs/>
        </w:rPr>
        <w:t>ul. Dęblińska 4, 24 - 100 Puławy, woj. lubelskie</w:t>
      </w:r>
    </w:p>
    <w:p w14:paraId="4FD9CFB5" w14:textId="753E97FD" w:rsidR="00D21255" w:rsidRPr="00EB0FE6" w:rsidRDefault="00D21255" w:rsidP="00021577">
      <w:pPr>
        <w:pStyle w:val="Akapitzlist"/>
        <w:ind w:left="0" w:right="6"/>
        <w:rPr>
          <w:rFonts w:asciiTheme="majorHAnsi" w:hAnsiTheme="majorHAnsi"/>
        </w:rPr>
      </w:pPr>
      <w:r w:rsidRPr="00EB0FE6">
        <w:rPr>
          <w:rFonts w:asciiTheme="majorHAnsi" w:hAnsiTheme="majorHAnsi"/>
        </w:rPr>
        <w:t>tel. +48 (81) 887 41 21</w:t>
      </w:r>
    </w:p>
    <w:p w14:paraId="0B7BE60C" w14:textId="2B3523B7" w:rsidR="00805559" w:rsidRPr="00EB0FE6" w:rsidRDefault="00805559" w:rsidP="00021577">
      <w:pPr>
        <w:pStyle w:val="Akapitzlist"/>
        <w:ind w:left="0" w:right="6"/>
        <w:rPr>
          <w:rFonts w:asciiTheme="majorHAnsi" w:hAnsiTheme="majorHAnsi"/>
        </w:rPr>
      </w:pPr>
      <w:r w:rsidRPr="00EB0FE6">
        <w:rPr>
          <w:rFonts w:asciiTheme="majorHAnsi" w:hAnsiTheme="majorHAnsi"/>
        </w:rPr>
        <w:t xml:space="preserve">Elektroniczna Skrzynka Podawcza: </w:t>
      </w:r>
      <w:r w:rsidRPr="00EB0FE6">
        <w:rPr>
          <w:rFonts w:asciiTheme="majorHAnsi" w:hAnsiTheme="majorHAnsi"/>
          <w:b/>
        </w:rPr>
        <w:t>/</w:t>
      </w:r>
      <w:proofErr w:type="spellStart"/>
      <w:r w:rsidRPr="00EB0FE6">
        <w:rPr>
          <w:rFonts w:asciiTheme="majorHAnsi" w:hAnsiTheme="majorHAnsi"/>
          <w:b/>
        </w:rPr>
        <w:t>UGPulawy</w:t>
      </w:r>
      <w:proofErr w:type="spellEnd"/>
      <w:r w:rsidRPr="00EB0FE6">
        <w:rPr>
          <w:rFonts w:asciiTheme="majorHAnsi" w:hAnsiTheme="majorHAnsi"/>
          <w:b/>
        </w:rPr>
        <w:t>/</w:t>
      </w:r>
      <w:proofErr w:type="spellStart"/>
      <w:r w:rsidRPr="00EB0FE6">
        <w:rPr>
          <w:rFonts w:asciiTheme="majorHAnsi" w:hAnsiTheme="majorHAnsi"/>
          <w:b/>
        </w:rPr>
        <w:t>SkrytkaESP</w:t>
      </w:r>
      <w:proofErr w:type="spellEnd"/>
      <w:r w:rsidRPr="00EB0FE6">
        <w:rPr>
          <w:rFonts w:asciiTheme="majorHAnsi" w:hAnsiTheme="majorHAnsi"/>
          <w:b/>
        </w:rPr>
        <w:t xml:space="preserve"> </w:t>
      </w:r>
      <w:r w:rsidRPr="00EB0FE6">
        <w:rPr>
          <w:rFonts w:asciiTheme="majorHAnsi" w:hAnsiTheme="majorHAnsi"/>
          <w:b/>
        </w:rPr>
        <w:br/>
      </w:r>
      <w:r w:rsidRPr="00EB0FE6">
        <w:rPr>
          <w:rFonts w:asciiTheme="majorHAnsi" w:hAnsiTheme="majorHAnsi"/>
        </w:rPr>
        <w:t xml:space="preserve">znajdująca się na platformie </w:t>
      </w:r>
      <w:proofErr w:type="spellStart"/>
      <w:r w:rsidRPr="00EB0FE6">
        <w:rPr>
          <w:rFonts w:asciiTheme="majorHAnsi" w:hAnsiTheme="majorHAnsi"/>
        </w:rPr>
        <w:t>ePUAP</w:t>
      </w:r>
      <w:proofErr w:type="spellEnd"/>
      <w:r w:rsidRPr="00EB0FE6">
        <w:rPr>
          <w:rFonts w:asciiTheme="majorHAnsi" w:hAnsiTheme="majorHAnsi"/>
        </w:rPr>
        <w:t xml:space="preserve"> pod adresem </w:t>
      </w:r>
      <w:hyperlink r:id="rId8" w:history="1">
        <w:r w:rsidRPr="00EB0FE6">
          <w:rPr>
            <w:rStyle w:val="Hipercze"/>
            <w:rFonts w:asciiTheme="majorHAnsi" w:hAnsiTheme="majorHAnsi"/>
            <w:color w:val="0070C0"/>
          </w:rPr>
          <w:t>https://epuap.gov.pl/wps/portal</w:t>
        </w:r>
      </w:hyperlink>
    </w:p>
    <w:p w14:paraId="5767610C" w14:textId="77777777" w:rsidR="00D21255" w:rsidRPr="00EB0FE6" w:rsidRDefault="00D21255" w:rsidP="00021577">
      <w:pPr>
        <w:pStyle w:val="Akapitzlist"/>
        <w:ind w:left="0" w:right="6"/>
        <w:rPr>
          <w:rFonts w:asciiTheme="majorHAnsi" w:hAnsiTheme="majorHAnsi"/>
        </w:rPr>
      </w:pPr>
      <w:r w:rsidRPr="00EB0FE6">
        <w:rPr>
          <w:rFonts w:asciiTheme="majorHAnsi" w:hAnsiTheme="majorHAnsi"/>
        </w:rPr>
        <w:t xml:space="preserve">Adres poczty elektronicznej: </w:t>
      </w:r>
      <w:hyperlink r:id="rId9" w:history="1">
        <w:r w:rsidRPr="00EB0FE6">
          <w:rPr>
            <w:rStyle w:val="Hipercze"/>
            <w:rFonts w:asciiTheme="majorHAnsi" w:eastAsiaTheme="minorEastAsia" w:hAnsiTheme="majorHAnsi"/>
            <w:color w:val="0070C0"/>
          </w:rPr>
          <w:t>sekretariat@pulawy.gmina.pl</w:t>
        </w:r>
      </w:hyperlink>
      <w:r w:rsidRPr="00EB0FE6">
        <w:rPr>
          <w:rFonts w:asciiTheme="majorHAnsi" w:eastAsiaTheme="minorEastAsia" w:hAnsiTheme="majorHAnsi"/>
          <w:u w:val="single"/>
        </w:rPr>
        <w:t xml:space="preserve"> </w:t>
      </w:r>
    </w:p>
    <w:p w14:paraId="3402E67F" w14:textId="77777777" w:rsidR="00D21255" w:rsidRPr="00EB0FE6" w:rsidRDefault="00D21255" w:rsidP="00021577">
      <w:pPr>
        <w:pStyle w:val="Akapitzlist"/>
        <w:ind w:left="0" w:right="5"/>
        <w:rPr>
          <w:rFonts w:asciiTheme="majorHAnsi" w:hAnsiTheme="majorHAnsi"/>
        </w:rPr>
      </w:pPr>
      <w:r w:rsidRPr="00EB0FE6">
        <w:rPr>
          <w:rFonts w:asciiTheme="majorHAnsi" w:hAnsiTheme="majorHAnsi"/>
        </w:rPr>
        <w:t xml:space="preserve">Adres strony internetowej: </w:t>
      </w:r>
      <w:hyperlink r:id="rId10" w:history="1">
        <w:r w:rsidRPr="00EB0FE6">
          <w:rPr>
            <w:rStyle w:val="Hipercze"/>
            <w:rFonts w:asciiTheme="majorHAnsi" w:hAnsiTheme="majorHAnsi"/>
            <w:color w:val="0070C0"/>
          </w:rPr>
          <w:t>www.ugpulawy.bip.lubelskie.pl</w:t>
        </w:r>
      </w:hyperlink>
      <w:hyperlink r:id="rId11">
        <w:r w:rsidRPr="00EB0FE6">
          <w:rPr>
            <w:rFonts w:asciiTheme="majorHAnsi" w:hAnsiTheme="majorHAnsi"/>
          </w:rPr>
          <w:t xml:space="preserve"> </w:t>
        </w:r>
      </w:hyperlink>
    </w:p>
    <w:p w14:paraId="752C4A6D" w14:textId="77777777" w:rsidR="00A43C7A" w:rsidRPr="00EB0FE6" w:rsidRDefault="00D21255" w:rsidP="00021577">
      <w:pPr>
        <w:jc w:val="both"/>
        <w:rPr>
          <w:rFonts w:asciiTheme="majorHAnsi" w:hAnsiTheme="majorHAnsi"/>
        </w:rPr>
      </w:pPr>
      <w:r w:rsidRPr="00EB0FE6">
        <w:rPr>
          <w:rFonts w:asciiTheme="majorHAnsi" w:hAnsiTheme="majorHAnsi"/>
        </w:rPr>
        <w:t xml:space="preserve">Strona internetowa prowadzonego postępowania, na której udostępniane będą zmiany </w:t>
      </w:r>
      <w:r w:rsidRPr="00EB0FE6">
        <w:rPr>
          <w:rFonts w:asciiTheme="majorHAnsi" w:hAnsiTheme="majorHAnsi"/>
        </w:rPr>
        <w:br/>
        <w:t xml:space="preserve">i wyjaśnienia treści SWZ oraz inne dokumenty zamówienia bezpośrednio związane </w:t>
      </w:r>
      <w:r w:rsidRPr="00EB0FE6">
        <w:rPr>
          <w:rFonts w:asciiTheme="majorHAnsi" w:hAnsiTheme="majorHAnsi"/>
        </w:rPr>
        <w:br/>
        <w:t>z postępo</w:t>
      </w:r>
      <w:r w:rsidR="00A43C7A" w:rsidRPr="00EB0FE6">
        <w:rPr>
          <w:rFonts w:asciiTheme="majorHAnsi" w:hAnsiTheme="majorHAnsi"/>
        </w:rPr>
        <w:t>waniem o udzielenie zamówienia:</w:t>
      </w:r>
    </w:p>
    <w:bookmarkEnd w:id="0"/>
    <w:p w14:paraId="2347C6C5" w14:textId="77777777" w:rsidR="00BB23B5" w:rsidRPr="00BB23B5" w:rsidRDefault="00BB23B5" w:rsidP="00BB23B5">
      <w:pPr>
        <w:ind w:right="5"/>
        <w:rPr>
          <w:rFonts w:ascii="Cambria" w:hAnsi="Cambria" w:cs="Arial"/>
          <w:color w:val="0070C0"/>
          <w:szCs w:val="22"/>
          <w:shd w:val="clear" w:color="auto" w:fill="FFFFFF"/>
          <w:lang w:eastAsia="pl-PL"/>
        </w:rPr>
      </w:pPr>
      <w:r w:rsidRPr="00BB23B5">
        <w:rPr>
          <w:rFonts w:ascii="Cambria" w:hAnsi="Cambria" w:cs="Arial"/>
          <w:color w:val="0070C0"/>
          <w:shd w:val="clear" w:color="auto" w:fill="FFFFFF"/>
        </w:rPr>
        <w:fldChar w:fldCharType="begin"/>
      </w:r>
      <w:r w:rsidRPr="00BB23B5">
        <w:rPr>
          <w:rFonts w:ascii="Cambria" w:hAnsi="Cambria" w:cs="Arial"/>
          <w:color w:val="0070C0"/>
          <w:shd w:val="clear" w:color="auto" w:fill="FFFFFF"/>
        </w:rPr>
        <w:instrText xml:space="preserve"> HYPERLINK "https://ezamowienia.gov.pl/mp-client/search/list/ocds-148610-7d415333-60ee-11ee-a60c-9ec5599dddc1" </w:instrText>
      </w:r>
      <w:r w:rsidRPr="00BB23B5">
        <w:rPr>
          <w:rFonts w:ascii="Cambria" w:hAnsi="Cambria" w:cs="Arial"/>
          <w:color w:val="0070C0"/>
          <w:shd w:val="clear" w:color="auto" w:fill="FFFFFF"/>
        </w:rPr>
        <w:fldChar w:fldCharType="separate"/>
      </w:r>
      <w:r w:rsidRPr="00BB23B5">
        <w:rPr>
          <w:rStyle w:val="Hipercze"/>
          <w:rFonts w:ascii="Cambria" w:hAnsi="Cambria" w:cs="Arial"/>
          <w:color w:val="0070C0"/>
          <w:shd w:val="clear" w:color="auto" w:fill="FFFFFF"/>
        </w:rPr>
        <w:t>https://ezamowienia.gov.pl/mp-client/search/list/ocds-148610-7d415333-60ee-11ee-a60c-9ec5599dddc1</w:t>
      </w:r>
      <w:r w:rsidRPr="00BB23B5">
        <w:rPr>
          <w:rFonts w:ascii="Cambria" w:hAnsi="Cambria" w:cs="Arial"/>
          <w:color w:val="0070C0"/>
          <w:shd w:val="clear" w:color="auto" w:fill="FFFFFF"/>
        </w:rPr>
        <w:fldChar w:fldCharType="end"/>
      </w:r>
    </w:p>
    <w:p w14:paraId="43FCCA1B" w14:textId="77777777" w:rsidR="00D21255" w:rsidRPr="00EB0FE6" w:rsidRDefault="00D21255" w:rsidP="00021577">
      <w:pPr>
        <w:widowControl w:val="0"/>
        <w:jc w:val="both"/>
        <w:outlineLvl w:val="3"/>
        <w:rPr>
          <w:rFonts w:asciiTheme="majorHAnsi" w:hAnsiTheme="majorHAnsi"/>
          <w:b/>
        </w:rPr>
      </w:pPr>
    </w:p>
    <w:tbl>
      <w:tblPr>
        <w:tblW w:w="11026" w:type="dxa"/>
        <w:jc w:val="center"/>
        <w:tblLook w:val="00A0" w:firstRow="1" w:lastRow="0" w:firstColumn="1" w:lastColumn="0" w:noHBand="0" w:noVBand="0"/>
      </w:tblPr>
      <w:tblGrid>
        <w:gridCol w:w="228"/>
        <w:gridCol w:w="10395"/>
        <w:gridCol w:w="403"/>
      </w:tblGrid>
      <w:tr w:rsidR="00D21255" w:rsidRPr="00EB0FE6" w14:paraId="44B67E72" w14:textId="77777777" w:rsidTr="0019639F">
        <w:trPr>
          <w:gridBefore w:val="1"/>
          <w:wBefore w:w="228" w:type="dxa"/>
          <w:trHeight w:val="235"/>
          <w:jc w:val="center"/>
        </w:trPr>
        <w:tc>
          <w:tcPr>
            <w:tcW w:w="10798" w:type="dxa"/>
            <w:gridSpan w:val="2"/>
          </w:tcPr>
          <w:p w14:paraId="53E24C98" w14:textId="77777777" w:rsidR="00D21255" w:rsidRPr="00EB0FE6" w:rsidRDefault="00D21255" w:rsidP="00021577">
            <w:pPr>
              <w:ind w:left="243"/>
              <w:rPr>
                <w:rFonts w:asciiTheme="majorHAnsi" w:hAnsiTheme="majorHAnsi" w:cs="Arial"/>
                <w:b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t>B. DANE WYKONAWCY/WYKONAWCÓW.</w:t>
            </w:r>
            <w:bookmarkStart w:id="1" w:name="_GoBack"/>
            <w:bookmarkEnd w:id="1"/>
          </w:p>
          <w:p w14:paraId="2BA13471" w14:textId="77777777" w:rsidR="00D21255" w:rsidRPr="00EB0FE6" w:rsidRDefault="00D21255" w:rsidP="00021577">
            <w:pPr>
              <w:pStyle w:val="Tekstpodstawowy"/>
              <w:spacing w:line="240" w:lineRule="auto"/>
              <w:ind w:left="243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</w:p>
          <w:p w14:paraId="6265A8FE" w14:textId="77777777" w:rsidR="00D21255" w:rsidRDefault="00D21255" w:rsidP="00C554F8">
            <w:pPr>
              <w:pStyle w:val="Tekstpodstawowy"/>
              <w:numPr>
                <w:ilvl w:val="0"/>
                <w:numId w:val="8"/>
              </w:numPr>
              <w:spacing w:line="240" w:lineRule="auto"/>
              <w:ind w:left="243" w:firstLine="0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EB0FE6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97FB53F" w14:textId="77777777" w:rsidR="00021577" w:rsidRPr="00EB0FE6" w:rsidRDefault="00021577" w:rsidP="00021577">
            <w:pPr>
              <w:pStyle w:val="Tekstpodstawowy"/>
              <w:spacing w:line="240" w:lineRule="auto"/>
              <w:ind w:left="243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</w:p>
          <w:p w14:paraId="7110FF39" w14:textId="77777777" w:rsidR="00D21255" w:rsidRDefault="00D21255" w:rsidP="00021577">
            <w:pPr>
              <w:pStyle w:val="Akapitzlist"/>
              <w:tabs>
                <w:tab w:val="left" w:pos="32"/>
              </w:tabs>
              <w:ind w:left="243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0EFC24D3" w14:textId="77777777" w:rsidR="00021577" w:rsidRPr="00EB0FE6" w:rsidRDefault="00021577" w:rsidP="00021577">
            <w:pPr>
              <w:pStyle w:val="Akapitzlist"/>
              <w:tabs>
                <w:tab w:val="left" w:pos="32"/>
              </w:tabs>
              <w:ind w:left="243"/>
              <w:rPr>
                <w:rFonts w:asciiTheme="majorHAnsi" w:hAnsiTheme="majorHAnsi" w:cs="Arial"/>
                <w:iCs/>
              </w:rPr>
            </w:pPr>
          </w:p>
          <w:p w14:paraId="341C1D93" w14:textId="77777777" w:rsidR="00D21255" w:rsidRDefault="00D21255" w:rsidP="00C554F8">
            <w:pPr>
              <w:pStyle w:val="Tekstpodstawowy"/>
              <w:numPr>
                <w:ilvl w:val="0"/>
                <w:numId w:val="8"/>
              </w:numPr>
              <w:spacing w:line="240" w:lineRule="auto"/>
              <w:ind w:left="243" w:firstLine="0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EB0FE6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EB0FE6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EB0FE6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EB0FE6">
              <w:rPr>
                <w:rStyle w:val="Odwoanieprzypisudolnego"/>
                <w:rFonts w:asciiTheme="majorHAnsi" w:eastAsia="Times New Roman" w:hAnsiTheme="majorHAnsi"/>
                <w:iCs/>
                <w:sz w:val="24"/>
                <w:szCs w:val="24"/>
              </w:rPr>
              <w:footnoteReference w:id="1"/>
            </w:r>
            <w:r w:rsidRPr="00EB0FE6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14:paraId="5C629660" w14:textId="77777777" w:rsidR="00021577" w:rsidRPr="00EB0FE6" w:rsidRDefault="00021577" w:rsidP="00021577">
            <w:pPr>
              <w:pStyle w:val="Tekstpodstawowy"/>
              <w:spacing w:line="240" w:lineRule="auto"/>
              <w:ind w:left="243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</w:p>
          <w:p w14:paraId="35A77196" w14:textId="77777777" w:rsidR="00D21255" w:rsidRDefault="00D21255" w:rsidP="00021577">
            <w:pPr>
              <w:pStyle w:val="Akapitzlist"/>
              <w:tabs>
                <w:tab w:val="left" w:pos="32"/>
              </w:tabs>
              <w:ind w:left="243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E006EC9" w14:textId="77777777" w:rsidR="00021577" w:rsidRPr="00EB0FE6" w:rsidRDefault="00021577" w:rsidP="00021577">
            <w:pPr>
              <w:pStyle w:val="Akapitzlist"/>
              <w:tabs>
                <w:tab w:val="left" w:pos="32"/>
              </w:tabs>
              <w:ind w:left="243"/>
              <w:rPr>
                <w:rFonts w:asciiTheme="majorHAnsi" w:hAnsiTheme="majorHAnsi" w:cs="Arial"/>
                <w:iCs/>
              </w:rPr>
            </w:pPr>
          </w:p>
          <w:p w14:paraId="73BD5185" w14:textId="77777777" w:rsidR="00D21255" w:rsidRDefault="00D21255" w:rsidP="00021577">
            <w:pPr>
              <w:pStyle w:val="Akapitzlist"/>
              <w:tabs>
                <w:tab w:val="left" w:pos="32"/>
              </w:tabs>
              <w:ind w:left="243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52623AEB" w14:textId="77777777" w:rsidR="00C554F8" w:rsidRPr="00EB0FE6" w:rsidRDefault="00C554F8" w:rsidP="00021577">
            <w:pPr>
              <w:pStyle w:val="Akapitzlist"/>
              <w:tabs>
                <w:tab w:val="left" w:pos="32"/>
              </w:tabs>
              <w:ind w:left="243"/>
              <w:rPr>
                <w:rFonts w:asciiTheme="majorHAnsi" w:hAnsiTheme="majorHAnsi" w:cs="Arial"/>
                <w:iCs/>
              </w:rPr>
            </w:pPr>
          </w:p>
          <w:p w14:paraId="40ED46D7" w14:textId="77777777" w:rsidR="00D21255" w:rsidRDefault="00D21255" w:rsidP="00021577">
            <w:pPr>
              <w:pStyle w:val="Akapitzlist"/>
              <w:ind w:left="243"/>
              <w:rPr>
                <w:rFonts w:asciiTheme="majorHAnsi" w:hAnsiTheme="majorHAnsi" w:cs="Arial"/>
              </w:rPr>
            </w:pPr>
            <w:r w:rsidRPr="00EB0FE6">
              <w:rPr>
                <w:rFonts w:asciiTheme="majorHAnsi" w:hAnsiTheme="majorHAnsi" w:cs="Arial"/>
              </w:rPr>
              <w:t>Siedziba albo miejsce zamieszkania i adres Wykonawcy:</w:t>
            </w:r>
          </w:p>
          <w:p w14:paraId="6DB8AD7C" w14:textId="77777777" w:rsidR="00021577" w:rsidRPr="00EB0FE6" w:rsidRDefault="00021577" w:rsidP="00021577">
            <w:pPr>
              <w:pStyle w:val="Akapitzlist"/>
              <w:ind w:left="243"/>
              <w:rPr>
                <w:rFonts w:asciiTheme="majorHAnsi" w:hAnsiTheme="majorHAnsi" w:cs="Arial"/>
              </w:rPr>
            </w:pPr>
          </w:p>
          <w:p w14:paraId="69C372C1" w14:textId="77777777" w:rsidR="00D21255" w:rsidRPr="00EB0FE6" w:rsidRDefault="00D21255" w:rsidP="00021577">
            <w:pPr>
              <w:pStyle w:val="Akapitzlist"/>
              <w:ind w:left="243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61BA25C" w14:textId="77777777" w:rsidR="00021577" w:rsidRDefault="00021577" w:rsidP="00021577">
            <w:pPr>
              <w:ind w:left="243" w:hanging="141"/>
              <w:rPr>
                <w:rFonts w:asciiTheme="majorHAnsi" w:hAnsiTheme="majorHAnsi" w:cs="Arial"/>
                <w:b/>
                <w:iCs/>
              </w:rPr>
            </w:pPr>
          </w:p>
          <w:p w14:paraId="0A164F5A" w14:textId="60E46C4D" w:rsidR="00D21255" w:rsidRPr="00EB0FE6" w:rsidRDefault="00D21255" w:rsidP="00C554F8">
            <w:pPr>
              <w:ind w:left="243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t>NIP</w:t>
            </w:r>
            <w:r w:rsidRPr="00EB0FE6">
              <w:rPr>
                <w:rFonts w:asciiTheme="majorHAnsi" w:hAnsiTheme="majorHAnsi" w:cs="Arial"/>
                <w:iCs/>
              </w:rPr>
              <w:t xml:space="preserve"> …………………………………..……..………,</w:t>
            </w:r>
          </w:p>
          <w:p w14:paraId="280BA778" w14:textId="77777777" w:rsidR="00021577" w:rsidRDefault="00021577" w:rsidP="00021577">
            <w:pPr>
              <w:ind w:left="243" w:hanging="141"/>
              <w:rPr>
                <w:rFonts w:asciiTheme="majorHAnsi" w:hAnsiTheme="majorHAnsi" w:cs="Arial"/>
                <w:b/>
                <w:iCs/>
              </w:rPr>
            </w:pPr>
          </w:p>
          <w:p w14:paraId="14EEDF21" w14:textId="5D307BD6" w:rsidR="00D21255" w:rsidRDefault="00D21255" w:rsidP="00C554F8">
            <w:pPr>
              <w:ind w:left="243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t>REGON</w:t>
            </w:r>
            <w:r w:rsidRPr="00EB0FE6">
              <w:rPr>
                <w:rFonts w:asciiTheme="majorHAnsi" w:hAnsiTheme="majorHAnsi" w:cs="Arial"/>
                <w:iCs/>
              </w:rPr>
              <w:t>...............................................</w:t>
            </w:r>
          </w:p>
          <w:p w14:paraId="3FE84B5D" w14:textId="77777777" w:rsidR="00021577" w:rsidRPr="00EB0FE6" w:rsidRDefault="00021577" w:rsidP="00021577">
            <w:pPr>
              <w:ind w:left="243" w:hanging="141"/>
              <w:rPr>
                <w:rFonts w:asciiTheme="majorHAnsi" w:hAnsiTheme="majorHAnsi" w:cs="Arial"/>
                <w:iCs/>
              </w:rPr>
            </w:pPr>
          </w:p>
          <w:p w14:paraId="2AF2A7A4" w14:textId="3C14A8EA" w:rsidR="00D21255" w:rsidRPr="00EB0FE6" w:rsidRDefault="00D21255" w:rsidP="00C554F8">
            <w:pPr>
              <w:pStyle w:val="Akapitzlist"/>
              <w:numPr>
                <w:ilvl w:val="0"/>
                <w:numId w:val="8"/>
              </w:numPr>
              <w:ind w:left="243" w:firstLine="0"/>
              <w:jc w:val="both"/>
              <w:rPr>
                <w:rFonts w:asciiTheme="majorHAnsi" w:hAnsiTheme="majorHAnsi" w:cs="Arial"/>
                <w:b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t xml:space="preserve">Dane teleadresowe, na które należy przekazywać korespondencję związaną </w:t>
            </w:r>
            <w:r w:rsidRPr="00EB0FE6">
              <w:rPr>
                <w:rFonts w:asciiTheme="majorHAnsi" w:hAnsiTheme="majorHAnsi" w:cs="Arial"/>
                <w:b/>
                <w:iCs/>
              </w:rPr>
              <w:br/>
              <w:t xml:space="preserve">z niniejszym postępowaniem: </w:t>
            </w:r>
          </w:p>
          <w:p w14:paraId="3A161053" w14:textId="77777777" w:rsidR="00D21255" w:rsidRPr="00EB0FE6" w:rsidRDefault="00D21255" w:rsidP="00021577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7B7D2082" w14:textId="77777777" w:rsidR="00D21255" w:rsidRPr="00EB0FE6" w:rsidRDefault="00D21255" w:rsidP="00021577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/>
              <w:jc w:val="both"/>
              <w:rPr>
                <w:rFonts w:asciiTheme="majorHAnsi" w:hAnsiTheme="majorHAnsi"/>
                <w:b/>
                <w:bCs/>
              </w:rPr>
            </w:pPr>
            <w:r w:rsidRPr="00EB0FE6">
              <w:rPr>
                <w:rFonts w:asciiTheme="majorHAnsi" w:hAnsiTheme="majorHAnsi"/>
                <w:b/>
              </w:rPr>
              <w:t xml:space="preserve">e-mail: </w:t>
            </w:r>
            <w:r w:rsidRPr="00EB0FE6">
              <w:rPr>
                <w:rFonts w:asciiTheme="majorHAnsi" w:hAnsiTheme="majorHAnsi"/>
                <w:bCs/>
              </w:rPr>
              <w:t>…….………………………….…..………………….………………………………..………………………………….</w:t>
            </w:r>
          </w:p>
          <w:p w14:paraId="0A550BB3" w14:textId="77777777" w:rsidR="00D21255" w:rsidRPr="00EB0FE6" w:rsidRDefault="00D21255" w:rsidP="00021577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EB0FE6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7BAE77DD" w14:textId="296CC41F" w:rsidR="00D21255" w:rsidRDefault="00D21255" w:rsidP="00021577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EB0FE6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</w:t>
            </w:r>
            <w:r w:rsidR="00037EA8" w:rsidRPr="00EB0FE6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elektronicznej wskazany </w:t>
            </w:r>
            <w:r w:rsidRPr="00EB0FE6">
              <w:rPr>
                <w:rFonts w:asciiTheme="majorHAnsi" w:hAnsiTheme="majorHAnsi"/>
                <w:i/>
                <w:iCs/>
                <w:sz w:val="20"/>
                <w:szCs w:val="20"/>
              </w:rPr>
              <w:t>w formularzu ofertowym zostały doręczone skutecznie a wykonawca zapoznał się z ich treścią.</w:t>
            </w:r>
          </w:p>
          <w:p w14:paraId="43C90D94" w14:textId="77777777" w:rsidR="000A5C1E" w:rsidRPr="00EB0FE6" w:rsidRDefault="000A5C1E" w:rsidP="00021577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</w:p>
          <w:p w14:paraId="6F394F12" w14:textId="77777777" w:rsidR="00D21255" w:rsidRPr="00EB0FE6" w:rsidRDefault="00D21255" w:rsidP="00021577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/>
              <w:jc w:val="both"/>
              <w:rPr>
                <w:rFonts w:asciiTheme="majorHAnsi" w:hAnsiTheme="majorHAnsi"/>
                <w:b/>
                <w:bCs/>
              </w:rPr>
            </w:pPr>
            <w:r w:rsidRPr="00EB0FE6">
              <w:rPr>
                <w:rFonts w:asciiTheme="majorHAnsi" w:hAnsiTheme="majorHAnsi"/>
                <w:b/>
                <w:bCs/>
              </w:rPr>
              <w:t xml:space="preserve">adres </w:t>
            </w:r>
            <w:r w:rsidRPr="00EB0FE6">
              <w:rPr>
                <w:rFonts w:asciiTheme="majorHAnsi" w:hAnsiTheme="majorHAnsi"/>
                <w:b/>
              </w:rPr>
              <w:t xml:space="preserve">Elektronicznej Skrzynki Podawczej Wykonawcy </w:t>
            </w:r>
            <w:r w:rsidRPr="00EB0FE6">
              <w:rPr>
                <w:rFonts w:asciiTheme="majorHAnsi" w:hAnsiTheme="majorHAnsi"/>
              </w:rPr>
              <w:t xml:space="preserve">znajdującej się na platformie </w:t>
            </w:r>
            <w:proofErr w:type="spellStart"/>
            <w:r w:rsidRPr="00EB0FE6">
              <w:rPr>
                <w:rFonts w:asciiTheme="majorHAnsi" w:hAnsiTheme="majorHAnsi"/>
                <w:b/>
              </w:rPr>
              <w:t>ePUAP</w:t>
            </w:r>
            <w:proofErr w:type="spellEnd"/>
            <w:r w:rsidRPr="00EB0FE6">
              <w:rPr>
                <w:rFonts w:asciiTheme="majorHAnsi" w:hAnsiTheme="majorHAnsi"/>
                <w:b/>
              </w:rPr>
              <w:t>:  ….</w:t>
            </w:r>
            <w:r w:rsidRPr="00EB0FE6">
              <w:rPr>
                <w:rFonts w:asciiTheme="majorHAnsi" w:hAnsiTheme="majorHAnsi"/>
                <w:b/>
                <w:bCs/>
              </w:rPr>
              <w:t>………………………………………………………………………….………….……………</w:t>
            </w:r>
          </w:p>
          <w:p w14:paraId="049B5410" w14:textId="77777777" w:rsidR="00D21255" w:rsidRPr="00EB0FE6" w:rsidRDefault="00D21255" w:rsidP="00021577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Theme="majorHAnsi" w:hAnsiTheme="majorHAnsi"/>
                <w:b/>
                <w:bCs/>
              </w:rPr>
            </w:pPr>
          </w:p>
          <w:p w14:paraId="55F49A4A" w14:textId="601D85D6" w:rsidR="00D21255" w:rsidRPr="00EB0FE6" w:rsidRDefault="00D21255" w:rsidP="00C554F8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ind w:firstLine="25"/>
              <w:rPr>
                <w:rFonts w:asciiTheme="majorHAnsi" w:hAnsiTheme="majorHAnsi" w:cs="Arial"/>
                <w:b/>
                <w:bCs/>
                <w:iCs/>
              </w:rPr>
            </w:pPr>
            <w:r w:rsidRPr="00EB0FE6">
              <w:rPr>
                <w:rFonts w:asciiTheme="majorHAnsi" w:hAnsiTheme="majorHAnsi" w:cs="Arial"/>
                <w:b/>
                <w:bCs/>
                <w:iCs/>
              </w:rPr>
              <w:lastRenderedPageBreak/>
              <w:t xml:space="preserve">Adres do korespondencji pisemnej, w sprawach, w których może ona być tej formie prowadzona </w:t>
            </w:r>
            <w:r w:rsidRPr="00EB0FE6">
              <w:rPr>
                <w:rFonts w:asciiTheme="majorHAnsi" w:hAnsiTheme="majorHAnsi" w:cs="Arial"/>
                <w:b/>
                <w:bCs/>
                <w:i/>
              </w:rPr>
              <w:t>(jeżeli inny niż adres siedziby):</w:t>
            </w:r>
          </w:p>
          <w:p w14:paraId="23CFF6BB" w14:textId="77777777" w:rsidR="00D21255" w:rsidRPr="00EB0FE6" w:rsidRDefault="00D21255" w:rsidP="00021577">
            <w:pPr>
              <w:pStyle w:val="Akapitzlist"/>
              <w:tabs>
                <w:tab w:val="left" w:pos="32"/>
              </w:tabs>
              <w:ind w:left="316"/>
              <w:rPr>
                <w:rFonts w:asciiTheme="majorHAnsi" w:hAnsiTheme="majorHAnsi" w:cs="Arial"/>
                <w:iCs/>
              </w:rPr>
            </w:pPr>
          </w:p>
          <w:p w14:paraId="7C392258" w14:textId="77777777" w:rsidR="00D21255" w:rsidRDefault="00D21255" w:rsidP="00021577">
            <w:pPr>
              <w:pStyle w:val="Akapitzlist"/>
              <w:tabs>
                <w:tab w:val="left" w:pos="32"/>
              </w:tabs>
              <w:ind w:left="316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2D8B120F" w14:textId="77777777" w:rsidR="00021577" w:rsidRPr="00EB0FE6" w:rsidRDefault="00021577" w:rsidP="00021577">
            <w:pPr>
              <w:pStyle w:val="Akapitzlist"/>
              <w:tabs>
                <w:tab w:val="left" w:pos="32"/>
              </w:tabs>
              <w:ind w:left="316"/>
              <w:rPr>
                <w:rFonts w:asciiTheme="majorHAnsi" w:hAnsiTheme="majorHAnsi" w:cs="Arial"/>
                <w:iCs/>
              </w:rPr>
            </w:pPr>
          </w:p>
          <w:p w14:paraId="36E795F0" w14:textId="193F95FF" w:rsidR="00D21255" w:rsidRDefault="00D21255" w:rsidP="00C554F8">
            <w:pPr>
              <w:pStyle w:val="Tekstpodstawowy"/>
              <w:numPr>
                <w:ilvl w:val="0"/>
                <w:numId w:val="8"/>
              </w:numPr>
              <w:spacing w:line="240" w:lineRule="auto"/>
              <w:ind w:firstLine="25"/>
              <w:rPr>
                <w:rFonts w:asciiTheme="majorHAnsi" w:eastAsia="Times New Roman" w:hAnsiTheme="majorHAnsi"/>
                <w:bCs w:val="0"/>
                <w:sz w:val="24"/>
                <w:szCs w:val="24"/>
              </w:rPr>
            </w:pPr>
            <w:r w:rsidRPr="00EB0FE6">
              <w:rPr>
                <w:rFonts w:asciiTheme="majorHAnsi" w:eastAsia="Times New Roman" w:hAnsiTheme="majorHAnsi"/>
                <w:bCs w:val="0"/>
                <w:sz w:val="24"/>
                <w:szCs w:val="24"/>
              </w:rPr>
              <w:t>Osoba odpowiedzialna za kontakty z Zamawiającym:</w:t>
            </w:r>
          </w:p>
          <w:p w14:paraId="063028D0" w14:textId="77777777" w:rsidR="00021577" w:rsidRPr="00EB0FE6" w:rsidRDefault="00021577" w:rsidP="00021577">
            <w:pPr>
              <w:pStyle w:val="Tekstpodstawowy"/>
              <w:spacing w:line="240" w:lineRule="auto"/>
              <w:ind w:left="360"/>
              <w:rPr>
                <w:rFonts w:asciiTheme="majorHAnsi" w:eastAsia="Times New Roman" w:hAnsiTheme="majorHAnsi"/>
                <w:bCs w:val="0"/>
                <w:sz w:val="24"/>
                <w:szCs w:val="24"/>
              </w:rPr>
            </w:pPr>
          </w:p>
          <w:p w14:paraId="6D6FD759" w14:textId="77777777" w:rsidR="00D21255" w:rsidRPr="00EB0FE6" w:rsidRDefault="00D21255" w:rsidP="00021577">
            <w:pPr>
              <w:tabs>
                <w:tab w:val="left" w:pos="337"/>
              </w:tabs>
              <w:ind w:firstLine="337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76A57640" w14:textId="77777777" w:rsidR="00D21255" w:rsidRPr="00EB0FE6" w:rsidRDefault="00D21255" w:rsidP="00021577">
            <w:pPr>
              <w:tabs>
                <w:tab w:val="left" w:pos="337"/>
              </w:tabs>
              <w:ind w:firstLine="337"/>
              <w:rPr>
                <w:rFonts w:asciiTheme="majorHAnsi" w:hAnsiTheme="majorHAnsi" w:cs="Arial"/>
                <w:i/>
                <w:iCs/>
              </w:rPr>
            </w:pPr>
          </w:p>
        </w:tc>
      </w:tr>
      <w:tr w:rsidR="00D21255" w:rsidRPr="00EB0FE6" w14:paraId="5F4D0339" w14:textId="77777777" w:rsidTr="0019639F">
        <w:trPr>
          <w:gridAfter w:val="1"/>
          <w:wAfter w:w="403" w:type="dxa"/>
          <w:trHeight w:val="151"/>
          <w:jc w:val="center"/>
        </w:trPr>
        <w:tc>
          <w:tcPr>
            <w:tcW w:w="10623" w:type="dxa"/>
            <w:gridSpan w:val="2"/>
          </w:tcPr>
          <w:p w14:paraId="281DA55F" w14:textId="649F20B8" w:rsidR="00D21255" w:rsidRPr="00EB0FE6" w:rsidRDefault="00D21255" w:rsidP="00C554F8">
            <w:pPr>
              <w:ind w:left="601"/>
              <w:rPr>
                <w:rFonts w:asciiTheme="majorHAnsi" w:hAnsiTheme="majorHAnsi" w:cs="Arial"/>
                <w:b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lastRenderedPageBreak/>
              <w:t>C. OFEROWANY PRZEDMIOT ZAMÓWIENIA:</w:t>
            </w:r>
          </w:p>
          <w:p w14:paraId="145DEBB5" w14:textId="2DD62302" w:rsidR="00D21255" w:rsidRPr="00EB0FE6" w:rsidRDefault="00D21255" w:rsidP="00C554F8">
            <w:pPr>
              <w:ind w:left="601"/>
              <w:jc w:val="both"/>
              <w:rPr>
                <w:rFonts w:asciiTheme="majorHAnsi" w:hAnsiTheme="majorHAnsi" w:cs="Arial"/>
                <w:b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 xml:space="preserve">W związku z ogłoszeniem postępowania o udzielenie zamówienia publicznego prowadzonego </w:t>
            </w:r>
            <w:r w:rsidRPr="00EB0FE6">
              <w:rPr>
                <w:rFonts w:asciiTheme="majorHAnsi" w:hAnsiTheme="majorHAnsi" w:cs="Arial"/>
                <w:iCs/>
              </w:rPr>
              <w:br/>
              <w:t xml:space="preserve">w </w:t>
            </w:r>
            <w:r w:rsidRPr="00EB0FE6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Pr="00EB0FE6">
              <w:rPr>
                <w:rFonts w:asciiTheme="majorHAnsi" w:hAnsiTheme="majorHAnsi" w:cs="Arial"/>
                <w:iCs/>
              </w:rPr>
              <w:t xml:space="preserve"> na zadanie pn.</w:t>
            </w:r>
            <w:r w:rsidR="00F92E5B">
              <w:rPr>
                <w:rFonts w:asciiTheme="majorHAnsi" w:hAnsiTheme="majorHAnsi" w:cs="Arial"/>
                <w:iCs/>
              </w:rPr>
              <w:t>:</w:t>
            </w:r>
            <w:r w:rsidRPr="00EB0FE6">
              <w:rPr>
                <w:rFonts w:asciiTheme="majorHAnsi" w:hAnsiTheme="majorHAnsi" w:cs="Arial"/>
                <w:iCs/>
              </w:rPr>
              <w:t xml:space="preserve"> </w:t>
            </w:r>
            <w:r w:rsidRPr="00EB0FE6">
              <w:rPr>
                <w:rFonts w:asciiTheme="majorHAnsi" w:hAnsiTheme="majorHAnsi" w:cs="Arial"/>
                <w:b/>
                <w:iCs/>
              </w:rPr>
              <w:t>„</w:t>
            </w:r>
            <w:r w:rsidR="0019639F">
              <w:rPr>
                <w:rFonts w:asciiTheme="majorHAnsi" w:hAnsiTheme="majorHAnsi"/>
                <w:b/>
              </w:rPr>
              <w:t>Modernizacja rurociągu tłocznego pod rzeką Wisłą</w:t>
            </w:r>
            <w:r w:rsidRPr="00EB0FE6">
              <w:rPr>
                <w:rFonts w:asciiTheme="majorHAnsi" w:hAnsiTheme="majorHAnsi"/>
                <w:b/>
              </w:rPr>
              <w:t>”</w:t>
            </w:r>
          </w:p>
          <w:p w14:paraId="5AEDAF57" w14:textId="77777777" w:rsidR="00430732" w:rsidRPr="00EB0FE6" w:rsidRDefault="00430732" w:rsidP="00C554F8">
            <w:pPr>
              <w:ind w:left="601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09BD22E3" w14:textId="323318DF" w:rsidR="00D21255" w:rsidRDefault="00D21255" w:rsidP="00C554F8">
            <w:pPr>
              <w:ind w:left="601"/>
              <w:jc w:val="both"/>
              <w:rPr>
                <w:rFonts w:asciiTheme="majorHAnsi" w:hAnsiTheme="majorHAnsi" w:cs="Arial"/>
                <w:bCs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EB0FE6">
              <w:rPr>
                <w:rFonts w:asciiTheme="majorHAnsi" w:hAnsiTheme="majorHAnsi" w:cs="Arial"/>
                <w:iCs/>
              </w:rPr>
              <w:t xml:space="preserve"> wykonanie </w:t>
            </w:r>
            <w:r w:rsidRPr="00EB0FE6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EB0FE6">
              <w:rPr>
                <w:rFonts w:asciiTheme="majorHAnsi" w:hAnsiTheme="majorHAnsi" w:cs="Arial"/>
                <w:iCs/>
              </w:rPr>
              <w:t xml:space="preserve">zgodnie z </w:t>
            </w:r>
            <w:r w:rsidRPr="00EB0FE6">
              <w:rPr>
                <w:rFonts w:asciiTheme="majorHAnsi" w:hAnsiTheme="majorHAnsi" w:cs="Arial"/>
                <w:bCs/>
                <w:iCs/>
              </w:rPr>
              <w:t>zakresem zamieszczony</w:t>
            </w:r>
            <w:r w:rsidR="0019639F">
              <w:rPr>
                <w:rFonts w:asciiTheme="majorHAnsi" w:hAnsiTheme="majorHAnsi" w:cs="Arial"/>
                <w:bCs/>
                <w:iCs/>
              </w:rPr>
              <w:t xml:space="preserve">m </w:t>
            </w:r>
            <w:r w:rsidRPr="00EB0FE6">
              <w:rPr>
                <w:rFonts w:asciiTheme="majorHAnsi" w:hAnsiTheme="majorHAnsi" w:cs="Arial"/>
                <w:bCs/>
                <w:iCs/>
              </w:rPr>
              <w:t>w opisie przedmiotu zamówienia zawartym w SW</w:t>
            </w:r>
            <w:r w:rsidR="00EB0FE6" w:rsidRPr="00EB0FE6">
              <w:rPr>
                <w:rFonts w:asciiTheme="majorHAnsi" w:hAnsiTheme="majorHAnsi" w:cs="Arial"/>
                <w:bCs/>
                <w:iCs/>
              </w:rPr>
              <w:t>Z</w:t>
            </w:r>
            <w:r w:rsidR="007E49FD">
              <w:rPr>
                <w:rFonts w:asciiTheme="majorHAnsi" w:hAnsiTheme="majorHAnsi" w:cs="Arial"/>
                <w:bCs/>
                <w:iCs/>
              </w:rPr>
              <w:t>,</w:t>
            </w:r>
          </w:p>
          <w:p w14:paraId="6D4E0192" w14:textId="77777777" w:rsidR="007E49FD" w:rsidRDefault="007E49FD" w:rsidP="00C554F8">
            <w:pPr>
              <w:ind w:left="601"/>
              <w:jc w:val="both"/>
              <w:rPr>
                <w:rFonts w:asciiTheme="majorHAnsi" w:hAnsiTheme="majorHAnsi" w:cs="Arial"/>
                <w:bCs/>
                <w:iCs/>
              </w:rPr>
            </w:pPr>
          </w:p>
          <w:p w14:paraId="747E53A5" w14:textId="745E3EDB" w:rsidR="007E49FD" w:rsidRPr="00B90824" w:rsidRDefault="004611A6" w:rsidP="007E49FD">
            <w:pPr>
              <w:spacing w:line="276" w:lineRule="auto"/>
              <w:ind w:left="885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7E49FD" w:rsidRPr="00B90824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405BD3F" w14:textId="77777777" w:rsidR="00430732" w:rsidRPr="00EB0FE6" w:rsidRDefault="00430732" w:rsidP="00021577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12B01638" w14:textId="77777777" w:rsidR="00855D20" w:rsidRDefault="00855D20" w:rsidP="00021577">
            <w:pPr>
              <w:pStyle w:val="Akapitzlist"/>
              <w:ind w:hanging="12"/>
              <w:jc w:val="both"/>
              <w:rPr>
                <w:rFonts w:asciiTheme="majorHAnsi" w:hAnsiTheme="majorHAnsi" w:cs="Arial"/>
                <w:iCs/>
                <w:color w:val="000000" w:themeColor="text1"/>
              </w:rPr>
            </w:pPr>
            <w:r w:rsidRPr="00EB0FE6">
              <w:rPr>
                <w:rFonts w:asciiTheme="majorHAnsi" w:hAnsiTheme="majorHAnsi" w:cs="Arial"/>
                <w:iCs/>
                <w:color w:val="000000" w:themeColor="text1"/>
              </w:rPr>
              <w:t xml:space="preserve">netto ........................................................... zł </w:t>
            </w:r>
          </w:p>
          <w:p w14:paraId="0A92AB5B" w14:textId="77777777" w:rsidR="00021577" w:rsidRPr="00EB0FE6" w:rsidRDefault="00021577" w:rsidP="00021577">
            <w:pPr>
              <w:pStyle w:val="Akapitzlist"/>
              <w:ind w:hanging="12"/>
              <w:jc w:val="both"/>
              <w:rPr>
                <w:rFonts w:asciiTheme="majorHAnsi" w:hAnsiTheme="majorHAnsi" w:cs="Arial"/>
                <w:iCs/>
                <w:color w:val="000000" w:themeColor="text1"/>
              </w:rPr>
            </w:pPr>
          </w:p>
          <w:p w14:paraId="085126E8" w14:textId="77777777" w:rsidR="00855D20" w:rsidRDefault="00855D20" w:rsidP="00021577">
            <w:pPr>
              <w:pStyle w:val="Akapitzlist"/>
              <w:ind w:hanging="12"/>
              <w:jc w:val="both"/>
              <w:rPr>
                <w:rFonts w:asciiTheme="majorHAnsi" w:hAnsiTheme="majorHAnsi" w:cs="Arial"/>
                <w:iCs/>
                <w:color w:val="000000" w:themeColor="text1"/>
              </w:rPr>
            </w:pPr>
            <w:r w:rsidRPr="00EB0FE6">
              <w:rPr>
                <w:rFonts w:asciiTheme="majorHAnsi" w:hAnsiTheme="majorHAnsi" w:cs="Arial"/>
                <w:iCs/>
                <w:color w:val="000000" w:themeColor="text1"/>
              </w:rPr>
              <w:t xml:space="preserve">podatek VAT ……… %, .......................................................... zł </w:t>
            </w:r>
          </w:p>
          <w:p w14:paraId="0517AEE1" w14:textId="77777777" w:rsidR="00021577" w:rsidRPr="00EB0FE6" w:rsidRDefault="00021577" w:rsidP="00021577">
            <w:pPr>
              <w:pStyle w:val="Akapitzlist"/>
              <w:ind w:hanging="12"/>
              <w:jc w:val="both"/>
              <w:rPr>
                <w:rFonts w:asciiTheme="majorHAnsi" w:hAnsiTheme="majorHAnsi" w:cs="Arial"/>
                <w:iCs/>
                <w:color w:val="000000" w:themeColor="text1"/>
              </w:rPr>
            </w:pPr>
          </w:p>
          <w:p w14:paraId="2C4E4D7A" w14:textId="77777777" w:rsidR="00855D20" w:rsidRDefault="00855D20" w:rsidP="00021577">
            <w:pPr>
              <w:pStyle w:val="Akapitzlist"/>
              <w:ind w:hanging="12"/>
              <w:jc w:val="both"/>
              <w:rPr>
                <w:rFonts w:asciiTheme="majorHAnsi" w:hAnsiTheme="majorHAnsi" w:cs="Arial"/>
                <w:iCs/>
                <w:color w:val="000000" w:themeColor="text1"/>
              </w:rPr>
            </w:pPr>
            <w:r w:rsidRPr="00EB0FE6">
              <w:rPr>
                <w:rFonts w:asciiTheme="majorHAnsi" w:hAnsiTheme="majorHAnsi" w:cs="Arial"/>
                <w:iCs/>
                <w:color w:val="000000" w:themeColor="text1"/>
              </w:rPr>
              <w:t>brutto ........................................................... zł</w:t>
            </w:r>
          </w:p>
          <w:p w14:paraId="2BA80F3E" w14:textId="77777777" w:rsidR="00021577" w:rsidRPr="00EB0FE6" w:rsidRDefault="00021577" w:rsidP="00021577">
            <w:pPr>
              <w:pStyle w:val="Akapitzlist"/>
              <w:ind w:hanging="12"/>
              <w:jc w:val="both"/>
              <w:rPr>
                <w:rFonts w:asciiTheme="majorHAnsi" w:hAnsiTheme="majorHAnsi" w:cs="Arial"/>
                <w:iCs/>
                <w:color w:val="000000" w:themeColor="text1"/>
              </w:rPr>
            </w:pPr>
          </w:p>
          <w:p w14:paraId="52FF07D4" w14:textId="598869EB" w:rsidR="00855D20" w:rsidRDefault="00855D20" w:rsidP="00021577">
            <w:pPr>
              <w:pStyle w:val="Akapitzlist"/>
              <w:ind w:hanging="12"/>
              <w:jc w:val="both"/>
              <w:rPr>
                <w:rFonts w:asciiTheme="majorHAnsi" w:hAnsiTheme="majorHAnsi" w:cs="Arial"/>
                <w:i/>
                <w:iCs/>
                <w:color w:val="000000" w:themeColor="text1"/>
              </w:rPr>
            </w:pPr>
            <w:r w:rsidRPr="00EB0FE6">
              <w:rPr>
                <w:rFonts w:asciiTheme="majorHAnsi" w:hAnsiTheme="majorHAnsi" w:cs="Arial"/>
                <w:i/>
                <w:iCs/>
                <w:color w:val="000000" w:themeColor="text1"/>
              </w:rPr>
              <w:t>(słownie: ………….........................................................................................</w:t>
            </w:r>
            <w:r w:rsidR="00D36F11">
              <w:rPr>
                <w:rFonts w:asciiTheme="majorHAnsi" w:hAnsiTheme="majorHAnsi" w:cs="Arial"/>
                <w:i/>
                <w:iCs/>
                <w:color w:val="000000" w:themeColor="text1"/>
              </w:rPr>
              <w:t>............................zł)</w:t>
            </w:r>
          </w:p>
          <w:p w14:paraId="4193D55C" w14:textId="77777777" w:rsidR="00021577" w:rsidRPr="00EB0FE6" w:rsidRDefault="00021577" w:rsidP="00021577">
            <w:pPr>
              <w:pStyle w:val="Akapitzlist"/>
              <w:ind w:hanging="12"/>
              <w:jc w:val="both"/>
              <w:rPr>
                <w:rFonts w:asciiTheme="majorHAnsi" w:hAnsiTheme="majorHAnsi" w:cs="Arial"/>
                <w:i/>
                <w:iCs/>
                <w:color w:val="000000" w:themeColor="text1"/>
              </w:rPr>
            </w:pPr>
          </w:p>
          <w:p w14:paraId="041CC8B9" w14:textId="77777777" w:rsidR="00D21255" w:rsidRPr="00EB0FE6" w:rsidRDefault="00D21255" w:rsidP="0019639F">
            <w:pPr>
              <w:pStyle w:val="Akapitzlist"/>
              <w:ind w:left="743"/>
              <w:jc w:val="both"/>
              <w:rPr>
                <w:rFonts w:asciiTheme="majorHAnsi" w:hAnsiTheme="majorHAnsi"/>
              </w:rPr>
            </w:pPr>
          </w:p>
        </w:tc>
      </w:tr>
      <w:tr w:rsidR="00D21255" w:rsidRPr="00EB0FE6" w14:paraId="4CE1ABD4" w14:textId="77777777" w:rsidTr="0019639F">
        <w:trPr>
          <w:gridAfter w:val="1"/>
          <w:wAfter w:w="403" w:type="dxa"/>
          <w:trHeight w:val="73"/>
          <w:jc w:val="center"/>
        </w:trPr>
        <w:tc>
          <w:tcPr>
            <w:tcW w:w="10623" w:type="dxa"/>
            <w:gridSpan w:val="2"/>
          </w:tcPr>
          <w:p w14:paraId="0D199CC1" w14:textId="74F0A60E" w:rsidR="00D21255" w:rsidRPr="00EB0FE6" w:rsidRDefault="00D21255" w:rsidP="00C554F8">
            <w:pPr>
              <w:ind w:firstLine="743"/>
              <w:jc w:val="both"/>
              <w:rPr>
                <w:rFonts w:asciiTheme="majorHAnsi" w:hAnsiTheme="majorHAnsi" w:cs="Arial"/>
                <w:b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t>D. OŚWIADCZENIE DOTYCZĄCE POSTANOWIEŃ TREŚCI SWZ.</w:t>
            </w:r>
          </w:p>
          <w:p w14:paraId="0316D15C" w14:textId="77777777" w:rsidR="00C554F8" w:rsidRDefault="00C554F8" w:rsidP="00C554F8">
            <w:pPr>
              <w:pStyle w:val="Akapitzlist"/>
              <w:ind w:left="743"/>
              <w:jc w:val="both"/>
              <w:rPr>
                <w:rFonts w:asciiTheme="majorHAnsi" w:hAnsiTheme="majorHAnsi" w:cs="Arial"/>
                <w:iCs/>
              </w:rPr>
            </w:pPr>
            <w:r w:rsidRPr="007C660B">
              <w:rPr>
                <w:rFonts w:asciiTheme="majorHAnsi" w:hAnsiTheme="majorHAnsi" w:cs="Arial"/>
                <w:b/>
                <w:bCs/>
                <w:iCs/>
              </w:rPr>
              <w:t>1.</w:t>
            </w:r>
            <w:r>
              <w:rPr>
                <w:rFonts w:asciiTheme="majorHAnsi" w:hAnsiTheme="majorHAnsi" w:cs="Arial"/>
                <w:iCs/>
              </w:rPr>
              <w:t xml:space="preserve"> </w:t>
            </w:r>
            <w:r w:rsidR="00D21255" w:rsidRPr="00C554F8">
              <w:rPr>
                <w:rFonts w:asciiTheme="majorHAnsi" w:hAnsiTheme="majorHAnsi" w:cs="Arial"/>
                <w:iCs/>
              </w:rPr>
              <w:t>Oświadczam/y, że powyższ</w:t>
            </w:r>
            <w:r w:rsidR="00AF1DA5" w:rsidRPr="00C554F8">
              <w:rPr>
                <w:rFonts w:asciiTheme="majorHAnsi" w:hAnsiTheme="majorHAnsi" w:cs="Arial"/>
                <w:iCs/>
              </w:rPr>
              <w:t>a</w:t>
            </w:r>
            <w:r w:rsidR="00D21255" w:rsidRPr="00C554F8">
              <w:rPr>
                <w:rFonts w:asciiTheme="majorHAnsi" w:hAnsiTheme="majorHAnsi" w:cs="Arial"/>
                <w:iCs/>
              </w:rPr>
              <w:t xml:space="preserve"> cen</w:t>
            </w:r>
            <w:r w:rsidR="00AF1DA5" w:rsidRPr="00C554F8">
              <w:rPr>
                <w:rFonts w:asciiTheme="majorHAnsi" w:hAnsiTheme="majorHAnsi" w:cs="Arial"/>
                <w:iCs/>
              </w:rPr>
              <w:t>a</w:t>
            </w:r>
            <w:r w:rsidR="00D4602F" w:rsidRPr="00C554F8">
              <w:rPr>
                <w:rFonts w:asciiTheme="majorHAnsi" w:hAnsiTheme="majorHAnsi" w:cs="Arial"/>
                <w:iCs/>
              </w:rPr>
              <w:t xml:space="preserve"> zawiera</w:t>
            </w:r>
            <w:r w:rsidR="00D21255" w:rsidRPr="00C554F8">
              <w:rPr>
                <w:rFonts w:asciiTheme="majorHAnsi" w:hAnsiTheme="majorHAnsi" w:cs="Arial"/>
                <w:iCs/>
              </w:rPr>
              <w:t xml:space="preserve"> wszystkie koszty, jakie ponosi Zamawiający </w:t>
            </w:r>
            <w:r w:rsidR="00D21255" w:rsidRPr="00C554F8">
              <w:rPr>
                <w:rFonts w:asciiTheme="majorHAnsi" w:hAnsiTheme="majorHAnsi" w:cs="Arial"/>
                <w:iCs/>
              </w:rPr>
              <w:br/>
              <w:t>w przypadku wyboru niniejszej oferty na zasadach wynikających z umowy.</w:t>
            </w:r>
          </w:p>
          <w:p w14:paraId="5EE94FA8" w14:textId="77777777" w:rsidR="00C554F8" w:rsidRDefault="00C554F8" w:rsidP="00C554F8">
            <w:pPr>
              <w:pStyle w:val="Akapitzlist"/>
              <w:ind w:left="743"/>
              <w:jc w:val="both"/>
              <w:rPr>
                <w:rFonts w:asciiTheme="majorHAnsi" w:hAnsiTheme="majorHAnsi" w:cs="Arial"/>
              </w:rPr>
            </w:pPr>
            <w:r w:rsidRPr="007C660B">
              <w:rPr>
                <w:rFonts w:asciiTheme="majorHAnsi" w:hAnsiTheme="majorHAnsi" w:cs="Arial"/>
                <w:b/>
                <w:bCs/>
              </w:rPr>
              <w:t>2.</w:t>
            </w:r>
            <w:r>
              <w:rPr>
                <w:rFonts w:asciiTheme="majorHAnsi" w:hAnsiTheme="majorHAnsi" w:cs="Arial"/>
              </w:rPr>
              <w:t xml:space="preserve"> </w:t>
            </w:r>
            <w:r w:rsidR="00D21255" w:rsidRPr="00C554F8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0B1FABA" w14:textId="77777777" w:rsidR="00C554F8" w:rsidRDefault="00C554F8" w:rsidP="00C554F8">
            <w:pPr>
              <w:pStyle w:val="Akapitzlist"/>
              <w:ind w:left="743"/>
              <w:jc w:val="both"/>
              <w:rPr>
                <w:rFonts w:asciiTheme="majorHAnsi" w:hAnsiTheme="majorHAnsi" w:cs="Arial"/>
              </w:rPr>
            </w:pPr>
            <w:r w:rsidRPr="007C660B">
              <w:rPr>
                <w:rFonts w:asciiTheme="majorHAnsi" w:hAnsiTheme="majorHAnsi" w:cs="Arial"/>
                <w:b/>
                <w:bCs/>
              </w:rPr>
              <w:t>3.</w:t>
            </w:r>
            <w:r>
              <w:rPr>
                <w:rFonts w:asciiTheme="majorHAnsi" w:hAnsiTheme="majorHAnsi" w:cs="Arial"/>
              </w:rPr>
              <w:t xml:space="preserve"> </w:t>
            </w:r>
            <w:r w:rsidR="00D21255" w:rsidRPr="00C554F8">
              <w:rPr>
                <w:rFonts w:asciiTheme="majorHAnsi" w:hAnsiTheme="majorHAnsi" w:cs="Arial"/>
              </w:rPr>
              <w:t>Oświadczam/y, że uważam/y się za związanych niniejszą ofer</w:t>
            </w:r>
            <w:r w:rsidR="005D7ACF" w:rsidRPr="00C554F8">
              <w:rPr>
                <w:rFonts w:asciiTheme="majorHAnsi" w:hAnsiTheme="majorHAnsi" w:cs="Arial"/>
              </w:rPr>
              <w:t>tą przez okres wskazany</w:t>
            </w:r>
            <w:r w:rsidR="005D7ACF" w:rsidRPr="00C554F8">
              <w:rPr>
                <w:rFonts w:asciiTheme="majorHAnsi" w:hAnsiTheme="majorHAnsi" w:cs="Arial"/>
              </w:rPr>
              <w:br/>
            </w:r>
            <w:r w:rsidR="00D21255" w:rsidRPr="00C554F8">
              <w:rPr>
                <w:rFonts w:asciiTheme="majorHAnsi" w:hAnsiTheme="majorHAnsi" w:cs="Arial"/>
              </w:rPr>
              <w:t xml:space="preserve">w SWZ. </w:t>
            </w:r>
          </w:p>
          <w:p w14:paraId="38B545C0" w14:textId="77777777" w:rsidR="00C554F8" w:rsidRDefault="00C554F8" w:rsidP="00C554F8">
            <w:pPr>
              <w:pStyle w:val="Akapitzlist"/>
              <w:ind w:left="743"/>
              <w:jc w:val="both"/>
              <w:rPr>
                <w:rFonts w:asciiTheme="majorHAnsi" w:hAnsiTheme="majorHAnsi" w:cs="Arial"/>
              </w:rPr>
            </w:pPr>
            <w:r w:rsidRPr="007C660B">
              <w:rPr>
                <w:rFonts w:asciiTheme="majorHAnsi" w:hAnsiTheme="majorHAnsi" w:cs="Arial"/>
                <w:b/>
                <w:bCs/>
              </w:rPr>
              <w:t>4.</w:t>
            </w:r>
            <w:r>
              <w:rPr>
                <w:rFonts w:asciiTheme="majorHAnsi" w:hAnsiTheme="majorHAnsi" w:cs="Arial"/>
              </w:rPr>
              <w:t xml:space="preserve"> </w:t>
            </w:r>
            <w:r w:rsidR="00D21255" w:rsidRPr="00EB0FE6">
              <w:rPr>
                <w:rFonts w:asciiTheme="majorHAnsi" w:hAnsiTheme="majorHAnsi" w:cs="Arial"/>
              </w:rPr>
              <w:t>Oświadczam/y, że zrealizuję/</w:t>
            </w:r>
            <w:proofErr w:type="spellStart"/>
            <w:r w:rsidR="00D21255" w:rsidRPr="00EB0FE6">
              <w:rPr>
                <w:rFonts w:asciiTheme="majorHAnsi" w:hAnsiTheme="majorHAnsi" w:cs="Arial"/>
              </w:rPr>
              <w:t>emy</w:t>
            </w:r>
            <w:proofErr w:type="spellEnd"/>
            <w:r w:rsidR="00D21255" w:rsidRPr="00EB0FE6">
              <w:rPr>
                <w:rFonts w:asciiTheme="majorHAnsi" w:hAnsiTheme="majorHAnsi" w:cs="Arial"/>
              </w:rPr>
              <w:t xml:space="preserve"> zamówienie zgodnie z SWZ i Projektem umowy.</w:t>
            </w:r>
          </w:p>
          <w:p w14:paraId="34188174" w14:textId="77777777" w:rsidR="007C660B" w:rsidRDefault="00C554F8" w:rsidP="007C660B">
            <w:pPr>
              <w:pStyle w:val="Akapitzlist"/>
              <w:ind w:left="743"/>
              <w:jc w:val="both"/>
              <w:rPr>
                <w:rFonts w:asciiTheme="majorHAnsi" w:eastAsia="Cambria" w:hAnsiTheme="majorHAnsi" w:cs="Cambria"/>
                <w:b/>
              </w:rPr>
            </w:pPr>
            <w:r>
              <w:rPr>
                <w:rFonts w:asciiTheme="majorHAnsi" w:eastAsia="Cambria" w:hAnsiTheme="majorHAnsi" w:cs="Cambria"/>
                <w:b/>
              </w:rPr>
              <w:t xml:space="preserve">5. </w:t>
            </w:r>
            <w:r w:rsidR="00612619" w:rsidRPr="00EB0FE6">
              <w:rPr>
                <w:rFonts w:asciiTheme="majorHAnsi" w:eastAsia="Cambria" w:hAnsiTheme="majorHAnsi" w:cs="Cambria"/>
                <w:b/>
              </w:rPr>
              <w:t>Oświadczam/y, że akceptuję/</w:t>
            </w:r>
            <w:proofErr w:type="spellStart"/>
            <w:r w:rsidR="00612619" w:rsidRPr="00EB0FE6">
              <w:rPr>
                <w:rFonts w:asciiTheme="majorHAnsi" w:eastAsia="Cambria" w:hAnsiTheme="majorHAnsi" w:cs="Cambria"/>
                <w:b/>
              </w:rPr>
              <w:t>emy</w:t>
            </w:r>
            <w:proofErr w:type="spellEnd"/>
            <w:r w:rsidR="00612619" w:rsidRPr="00EB0FE6">
              <w:rPr>
                <w:rFonts w:asciiTheme="majorHAnsi" w:eastAsia="Cambria" w:hAnsiTheme="majorHAnsi" w:cs="Cambria"/>
                <w:b/>
              </w:rPr>
              <w:t xml:space="preserve"> instrukcję użytkowania </w:t>
            </w:r>
            <w:proofErr w:type="spellStart"/>
            <w:r w:rsidR="00612619" w:rsidRPr="00EB0FE6">
              <w:rPr>
                <w:rFonts w:asciiTheme="majorHAnsi" w:eastAsia="Cambria" w:hAnsiTheme="majorHAnsi" w:cs="Cambria"/>
                <w:b/>
              </w:rPr>
              <w:t>ezamówienia</w:t>
            </w:r>
            <w:proofErr w:type="spellEnd"/>
            <w:r w:rsidR="00612619" w:rsidRPr="00EB0FE6">
              <w:rPr>
                <w:rFonts w:asciiTheme="majorHAnsi" w:eastAsia="Cambria" w:hAnsiTheme="majorHAnsi" w:cs="Cambria"/>
                <w:b/>
              </w:rPr>
              <w:t xml:space="preserve">  </w:t>
            </w:r>
            <w:r w:rsidR="00612619" w:rsidRPr="00EB0FE6">
              <w:rPr>
                <w:rStyle w:val="Hipercze"/>
                <w:rFonts w:asciiTheme="majorHAnsi" w:hAnsiTheme="majorHAnsi"/>
                <w:color w:val="0070C0"/>
              </w:rPr>
              <w:t>https://ezamowienia.gov.pl/pl/instrukcje-interaktywn_category/dla-wykonawcy/</w:t>
            </w:r>
            <w:r w:rsidR="00612619" w:rsidRPr="00EB0FE6">
              <w:rPr>
                <w:rFonts w:asciiTheme="majorHAnsi" w:hAnsiTheme="majorHAnsi"/>
                <w:color w:val="0070C0"/>
                <w:u w:color="000000"/>
              </w:rPr>
              <w:t xml:space="preserve"> </w:t>
            </w:r>
            <w:r w:rsidR="00612619" w:rsidRPr="00EB0FE6">
              <w:rPr>
                <w:rFonts w:asciiTheme="majorHAnsi" w:eastAsia="Cambria" w:hAnsiTheme="majorHAnsi" w:cs="Cambria"/>
                <w:b/>
              </w:rPr>
              <w:t xml:space="preserve">zawierająca wiążące Wykonawcę informacje związane z korzystaniem z </w:t>
            </w:r>
            <w:proofErr w:type="spellStart"/>
            <w:r w:rsidR="00612619" w:rsidRPr="00EB0FE6">
              <w:rPr>
                <w:rFonts w:asciiTheme="majorHAnsi" w:eastAsia="Cambria" w:hAnsiTheme="majorHAnsi" w:cs="Cambria"/>
                <w:b/>
              </w:rPr>
              <w:t>ezamówienia</w:t>
            </w:r>
            <w:proofErr w:type="spellEnd"/>
            <w:r w:rsidR="00612619" w:rsidRPr="00EB0FE6">
              <w:rPr>
                <w:rFonts w:asciiTheme="majorHAnsi" w:eastAsia="Cambria" w:hAnsiTheme="majorHAnsi" w:cs="Cambria"/>
                <w:b/>
              </w:rPr>
              <w:br/>
              <w:t>w szczególności opis sposobu składania/zmiany/wycofania oferty w niniejszym postępowaniu.</w:t>
            </w:r>
          </w:p>
          <w:p w14:paraId="1C424797" w14:textId="54AF1A9B" w:rsidR="00D21255" w:rsidRPr="00C554F8" w:rsidRDefault="006F419D" w:rsidP="00C554F8">
            <w:pPr>
              <w:pStyle w:val="Akapitzlist"/>
              <w:ind w:left="743"/>
              <w:jc w:val="both"/>
              <w:rPr>
                <w:rFonts w:asciiTheme="majorHAnsi" w:hAnsiTheme="majorHAnsi" w:cs="Arial"/>
                <w:iCs/>
              </w:rPr>
            </w:pPr>
            <w:r>
              <w:rPr>
                <w:rFonts w:asciiTheme="majorHAnsi" w:eastAsia="Cambria" w:hAnsiTheme="majorHAnsi" w:cs="Cambria"/>
                <w:b/>
              </w:rPr>
              <w:t>6</w:t>
            </w:r>
            <w:r w:rsidR="00C554F8">
              <w:rPr>
                <w:rFonts w:asciiTheme="majorHAnsi" w:eastAsia="Cambria" w:hAnsiTheme="majorHAnsi" w:cs="Cambria"/>
                <w:b/>
              </w:rPr>
              <w:t xml:space="preserve">. </w:t>
            </w:r>
            <w:r w:rsidR="00D21255" w:rsidRPr="00021577">
              <w:rPr>
                <w:rFonts w:asciiTheme="majorHAnsi" w:hAnsiTheme="majorHAnsi" w:cs="Arial"/>
              </w:rPr>
              <w:t>Oświadczam/y, że informacje i dokument</w:t>
            </w:r>
            <w:r w:rsidR="005D7ACF" w:rsidRPr="00021577">
              <w:rPr>
                <w:rFonts w:asciiTheme="majorHAnsi" w:hAnsiTheme="majorHAnsi" w:cs="Arial"/>
              </w:rPr>
              <w:t>y zawarte w Ofercie na stronach</w:t>
            </w:r>
            <w:r w:rsidR="005D7ACF" w:rsidRPr="00021577">
              <w:rPr>
                <w:rFonts w:asciiTheme="majorHAnsi" w:hAnsiTheme="majorHAnsi" w:cs="Arial"/>
              </w:rPr>
              <w:br/>
            </w:r>
            <w:r w:rsidR="00D21255" w:rsidRPr="00021577">
              <w:rPr>
                <w:rFonts w:asciiTheme="majorHAnsi" w:hAnsiTheme="majorHAnsi" w:cs="Arial"/>
              </w:rPr>
              <w:t>od nr ........................do nr ......................... stanowią tajemnicę przedsiębiorstwa w rozumieniu przepisów o zwalczaniu nieuczciwej konkurencji i zastrzegamy, że nie mogą b</w:t>
            </w:r>
            <w:r w:rsidR="00612619" w:rsidRPr="00021577">
              <w:rPr>
                <w:rFonts w:asciiTheme="majorHAnsi" w:hAnsiTheme="majorHAnsi" w:cs="Arial"/>
              </w:rPr>
              <w:t xml:space="preserve">yć one udostępniane. Informacje </w:t>
            </w:r>
            <w:r w:rsidR="00D21255" w:rsidRPr="00021577">
              <w:rPr>
                <w:rFonts w:asciiTheme="majorHAnsi" w:hAnsiTheme="majorHAnsi" w:cs="Arial"/>
              </w:rPr>
              <w:t>i dokumenty zawarte na pozostałych stronach Oferty są jawne.</w:t>
            </w:r>
          </w:p>
          <w:p w14:paraId="000A2191" w14:textId="77777777" w:rsidR="00C554F8" w:rsidRDefault="00D21255" w:rsidP="00C554F8">
            <w:pPr>
              <w:ind w:left="743" w:firstLine="23"/>
              <w:jc w:val="both"/>
              <w:rPr>
                <w:rFonts w:asciiTheme="majorHAnsi" w:hAnsiTheme="majorHAnsi" w:cs="Arial"/>
                <w:i/>
              </w:rPr>
            </w:pPr>
            <w:r w:rsidRPr="00EB0FE6">
              <w:rPr>
                <w:rFonts w:asciiTheme="majorHAnsi" w:hAnsiTheme="majorHAnsi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10EF82F" w14:textId="7C462C4D" w:rsidR="00D21255" w:rsidRPr="00C554F8" w:rsidRDefault="006F419D" w:rsidP="00C554F8">
            <w:pPr>
              <w:ind w:left="743" w:firstLine="23"/>
              <w:jc w:val="both"/>
              <w:rPr>
                <w:rFonts w:asciiTheme="majorHAnsi" w:hAnsiTheme="majorHAnsi" w:cs="Arial"/>
                <w:i/>
              </w:rPr>
            </w:pPr>
            <w:r>
              <w:rPr>
                <w:rFonts w:asciiTheme="majorHAnsi" w:hAnsiTheme="majorHAnsi"/>
                <w:b/>
              </w:rPr>
              <w:t>7</w:t>
            </w:r>
            <w:r w:rsidR="00C554F8">
              <w:rPr>
                <w:rFonts w:asciiTheme="majorHAnsi" w:hAnsiTheme="majorHAnsi"/>
                <w:b/>
              </w:rPr>
              <w:t xml:space="preserve">. </w:t>
            </w:r>
            <w:r w:rsidR="00D21255" w:rsidRPr="00EB0FE6">
              <w:rPr>
                <w:rFonts w:asciiTheme="majorHAnsi" w:hAnsiTheme="majorHAnsi"/>
                <w:b/>
              </w:rPr>
              <w:t>Zobowiązujemy się dotrzymać wskazanego terminu realizacji zamówienia.</w:t>
            </w:r>
          </w:p>
          <w:p w14:paraId="46541304" w14:textId="4B481287" w:rsidR="00D21255" w:rsidRPr="00EB0FE6" w:rsidRDefault="006F419D" w:rsidP="007C660B">
            <w:pPr>
              <w:pStyle w:val="Bezodstpw"/>
              <w:ind w:left="885" w:hanging="142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8</w:t>
            </w:r>
            <w:r w:rsidR="007C660B">
              <w:rPr>
                <w:rFonts w:asciiTheme="majorHAnsi" w:hAnsiTheme="majorHAnsi"/>
                <w:b/>
                <w:sz w:val="24"/>
                <w:szCs w:val="24"/>
              </w:rPr>
              <w:t xml:space="preserve">. </w:t>
            </w:r>
            <w:r w:rsidR="00D21255" w:rsidRPr="00EB0FE6">
              <w:rPr>
                <w:rFonts w:asciiTheme="majorHAnsi" w:hAnsiTheme="majorHAnsi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26A6888" w14:textId="198BC056" w:rsidR="00D21255" w:rsidRPr="007C660B" w:rsidRDefault="00D21255" w:rsidP="006F419D">
            <w:pPr>
              <w:pStyle w:val="Akapitzlist"/>
              <w:numPr>
                <w:ilvl w:val="0"/>
                <w:numId w:val="37"/>
              </w:numPr>
              <w:suppressAutoHyphens/>
              <w:jc w:val="both"/>
              <w:rPr>
                <w:rFonts w:asciiTheme="majorHAnsi" w:hAnsiTheme="majorHAnsi" w:cs="Arial"/>
                <w:iCs/>
              </w:rPr>
            </w:pPr>
            <w:r w:rsidRPr="007C660B">
              <w:rPr>
                <w:rFonts w:asciiTheme="majorHAnsi" w:hAnsiTheme="majorHAnsi" w:cs="Arial"/>
                <w:iCs/>
              </w:rPr>
              <w:lastRenderedPageBreak/>
              <w:t xml:space="preserve">Składając niniejszą ofertę, zgodnie z art. 225 ust. 1 ustawy </w:t>
            </w:r>
            <w:proofErr w:type="spellStart"/>
            <w:r w:rsidRPr="007C660B">
              <w:rPr>
                <w:rFonts w:asciiTheme="majorHAnsi" w:hAnsiTheme="majorHAnsi" w:cs="Arial"/>
                <w:iCs/>
              </w:rPr>
              <w:t>Pzp</w:t>
            </w:r>
            <w:proofErr w:type="spellEnd"/>
            <w:r w:rsidRPr="007C660B">
              <w:rPr>
                <w:rFonts w:asciiTheme="majorHAnsi" w:hAnsiTheme="majorHAnsi" w:cs="Arial"/>
                <w:iCs/>
              </w:rPr>
              <w:t xml:space="preserve"> informuję, że wybór oferty</w:t>
            </w:r>
            <w:r w:rsidR="00021577" w:rsidRPr="007C660B">
              <w:rPr>
                <w:rFonts w:asciiTheme="majorHAnsi" w:hAnsiTheme="majorHAnsi" w:cs="Arial"/>
                <w:iCs/>
              </w:rPr>
              <w:t>*</w:t>
            </w:r>
            <w:r w:rsidRPr="007C660B">
              <w:rPr>
                <w:rFonts w:asciiTheme="majorHAnsi" w:hAnsiTheme="majorHAnsi" w:cs="Arial"/>
                <w:iCs/>
              </w:rPr>
              <w:t>:</w:t>
            </w:r>
          </w:p>
          <w:p w14:paraId="6738E858" w14:textId="1588C7E3" w:rsidR="00D21255" w:rsidRPr="007C660B" w:rsidRDefault="00D21255" w:rsidP="007C660B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uppressAutoHyphens/>
              <w:jc w:val="both"/>
              <w:rPr>
                <w:rFonts w:asciiTheme="majorHAnsi" w:hAnsiTheme="majorHAnsi" w:cs="Arial"/>
                <w:iCs/>
              </w:rPr>
            </w:pPr>
            <w:r w:rsidRPr="007C660B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660B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="00BB23B5">
              <w:rPr>
                <w:rFonts w:asciiTheme="majorHAnsi" w:hAnsiTheme="majorHAnsi" w:cs="Arial"/>
                <w:b/>
                <w:bCs/>
              </w:rPr>
            </w:r>
            <w:r w:rsidR="00BB23B5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C660B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C660B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C660B">
              <w:rPr>
                <w:rFonts w:asciiTheme="majorHAnsi" w:hAnsiTheme="majorHAnsi" w:cs="Arial"/>
                <w:b/>
                <w:iCs/>
              </w:rPr>
              <w:t xml:space="preserve">nie będzie </w:t>
            </w:r>
            <w:r w:rsidRPr="007C660B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C660B">
              <w:rPr>
                <w:rFonts w:asciiTheme="majorHAnsi" w:hAnsiTheme="majorHAnsi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D3667FD" w14:textId="3BF2A4B2" w:rsidR="00D21255" w:rsidRPr="007C660B" w:rsidRDefault="00D21255" w:rsidP="007C660B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suppressAutoHyphens/>
              <w:jc w:val="both"/>
              <w:rPr>
                <w:rFonts w:asciiTheme="majorHAnsi" w:hAnsiTheme="majorHAnsi" w:cs="Arial"/>
                <w:iCs/>
              </w:rPr>
            </w:pPr>
            <w:r w:rsidRPr="007C660B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660B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="00BB23B5">
              <w:rPr>
                <w:rFonts w:asciiTheme="majorHAnsi" w:hAnsiTheme="majorHAnsi" w:cs="Arial"/>
                <w:b/>
                <w:bCs/>
              </w:rPr>
            </w:r>
            <w:r w:rsidR="00BB23B5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C660B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C660B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C660B">
              <w:rPr>
                <w:rFonts w:asciiTheme="majorHAnsi" w:hAnsiTheme="majorHAnsi" w:cs="Arial"/>
                <w:b/>
                <w:iCs/>
              </w:rPr>
              <w:t xml:space="preserve">będzie </w:t>
            </w:r>
            <w:r w:rsidRPr="007C660B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C660B">
              <w:rPr>
                <w:rFonts w:asciiTheme="majorHAnsi" w:hAnsiTheme="majorHAnsi" w:cs="Arial"/>
                <w:iCs/>
              </w:rPr>
              <w:t xml:space="preserve"> do prowadzić do powstania u Zamawiającego obowiązku podatkowego następujących towarów/usług:</w:t>
            </w:r>
          </w:p>
          <w:p w14:paraId="7D25D137" w14:textId="77777777" w:rsidR="000A5C1E" w:rsidRPr="00EB0FE6" w:rsidRDefault="000A5C1E" w:rsidP="00C554F8">
            <w:pPr>
              <w:tabs>
                <w:tab w:val="left" w:pos="360"/>
              </w:tabs>
              <w:suppressAutoHyphens/>
              <w:ind w:left="720" w:firstLine="23"/>
              <w:jc w:val="both"/>
              <w:rPr>
                <w:rFonts w:asciiTheme="majorHAnsi" w:hAnsiTheme="majorHAnsi" w:cs="Arial"/>
                <w:iCs/>
              </w:rPr>
            </w:pPr>
          </w:p>
          <w:p w14:paraId="7B401D96" w14:textId="5968A470" w:rsidR="00D21255" w:rsidRPr="00EB0FE6" w:rsidRDefault="00D21255" w:rsidP="000215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EB0FE6">
              <w:rPr>
                <w:rFonts w:asciiTheme="majorHAnsi" w:eastAsia="Times New Roman" w:hAnsiTheme="majorHAnsi" w:cs="Tahoma"/>
                <w:bCs/>
                <w:lang w:eastAsia="pl-PL"/>
              </w:rPr>
              <w:t>………………………………………………</w:t>
            </w:r>
            <w:r w:rsidR="006F79CC" w:rsidRPr="00EB0FE6">
              <w:rPr>
                <w:rFonts w:asciiTheme="majorHAnsi" w:eastAsia="Times New Roman" w:hAnsiTheme="majorHAnsi" w:cs="Tahoma"/>
                <w:bCs/>
                <w:lang w:eastAsia="pl-PL"/>
              </w:rPr>
              <w:t>…………… - ………………………………………………………….</w:t>
            </w:r>
            <w:r w:rsidRPr="00EB0FE6">
              <w:rPr>
                <w:rFonts w:asciiTheme="majorHAnsi" w:eastAsia="Times New Roman" w:hAnsiTheme="majorHAnsi" w:cs="Tahoma"/>
                <w:bCs/>
                <w:lang w:eastAsia="pl-PL"/>
              </w:rPr>
              <w:t xml:space="preserve">     zł netto</w:t>
            </w:r>
          </w:p>
          <w:p w14:paraId="65BC0B09" w14:textId="0E9DBE95" w:rsidR="00D21255" w:rsidRPr="00EB0FE6" w:rsidRDefault="006F79CC" w:rsidP="000215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</w:pPr>
            <w:r w:rsidRPr="00EB0FE6"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  <w:t xml:space="preserve">                        </w:t>
            </w:r>
            <w:r w:rsidR="00D21255" w:rsidRPr="00EB0FE6"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  <w:t xml:space="preserve">   Nazwa towaru/usług                            </w:t>
            </w:r>
            <w:r w:rsidRPr="00EB0FE6"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  <w:t xml:space="preserve"> </w:t>
            </w:r>
            <w:r w:rsidR="00D21255" w:rsidRPr="00EB0FE6"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  <w:t>wartość bez kwoty podatku VAT</w:t>
            </w:r>
          </w:p>
          <w:p w14:paraId="7A0048BC" w14:textId="77777777" w:rsidR="00D21255" w:rsidRPr="00EB0FE6" w:rsidRDefault="00D21255" w:rsidP="000215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</w:pPr>
          </w:p>
          <w:p w14:paraId="4AEF7BD7" w14:textId="5FC1588C" w:rsidR="00D21255" w:rsidRPr="007C660B" w:rsidRDefault="00D21255" w:rsidP="007C660B">
            <w:pPr>
              <w:tabs>
                <w:tab w:val="num" w:pos="743"/>
              </w:tabs>
              <w:ind w:left="885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EB0FE6">
              <w:rPr>
                <w:rFonts w:asciiTheme="majorHAnsi" w:eastAsia="Times New Roman" w:hAnsiTheme="majorHAnsi" w:cs="Arial"/>
                <w:i/>
                <w:lang w:eastAsia="ar-SA"/>
              </w:rPr>
              <w:t xml:space="preserve">*Zgodnie z art. 225 ust. 2 ustawy </w:t>
            </w:r>
            <w:proofErr w:type="spellStart"/>
            <w:r w:rsidRPr="00EB0FE6">
              <w:rPr>
                <w:rFonts w:asciiTheme="majorHAnsi" w:eastAsia="Times New Roman" w:hAnsiTheme="majorHAnsi" w:cs="Arial"/>
                <w:i/>
                <w:lang w:eastAsia="ar-SA"/>
              </w:rPr>
              <w:t>Pzp</w:t>
            </w:r>
            <w:proofErr w:type="spellEnd"/>
            <w:r w:rsidRPr="00EB0FE6">
              <w:rPr>
                <w:rFonts w:asciiTheme="majorHAnsi" w:eastAsia="Times New Roman" w:hAnsiTheme="majorHAnsi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EB0FE6">
              <w:rPr>
                <w:rFonts w:asciiTheme="majorHAnsi" w:eastAsia="Times New Roman" w:hAnsiTheme="majorHAnsi" w:cs="Arial"/>
                <w:i/>
                <w:color w:val="000000"/>
                <w:lang w:eastAsia="pl-PL"/>
              </w:rPr>
              <w:t xml:space="preserve"> </w:t>
            </w:r>
            <w:r w:rsidRPr="00EB0FE6"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606EB375" w14:textId="2BAB4F9C" w:rsidR="00D21255" w:rsidRPr="00C554F8" w:rsidRDefault="00D21255" w:rsidP="006F419D">
            <w:pPr>
              <w:pStyle w:val="Bezodstpw"/>
              <w:numPr>
                <w:ilvl w:val="0"/>
                <w:numId w:val="37"/>
              </w:numPr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B0FE6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Oświadczam, że wypełniłem obowiązki informac</w:t>
            </w:r>
            <w:r w:rsidR="0028517F" w:rsidRPr="00EB0FE6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yjne przewidziane w art. 13 lub</w:t>
            </w:r>
            <w:r w:rsidR="0028517F" w:rsidRPr="00EB0FE6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br/>
            </w:r>
            <w:r w:rsidRPr="00EB0FE6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art. 14 RODO</w:t>
            </w:r>
            <w:r w:rsidRPr="00EB0FE6">
              <w:rPr>
                <w:rStyle w:val="Odwoanieprzypisudolnego"/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footnoteReference w:id="2"/>
            </w:r>
            <w:r w:rsidRPr="00EB0FE6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</w:t>
            </w:r>
            <w:r w:rsidR="00612619" w:rsidRPr="00EB0FE6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zielenie zamówienia publicznego</w:t>
            </w:r>
            <w:r w:rsidR="00612619" w:rsidRPr="00EB0FE6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br/>
            </w:r>
            <w:r w:rsidRPr="00EB0FE6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w niniejszym postępowaniu*</w:t>
            </w:r>
          </w:p>
          <w:p w14:paraId="11E76CDE" w14:textId="77777777" w:rsidR="00D21255" w:rsidRPr="00EB0FE6" w:rsidRDefault="00D21255" w:rsidP="007C660B">
            <w:pPr>
              <w:pStyle w:val="NormalnyWeb"/>
              <w:ind w:left="743"/>
              <w:jc w:val="both"/>
              <w:rPr>
                <w:rFonts w:asciiTheme="majorHAnsi" w:hAnsiTheme="majorHAnsi" w:cs="Arial"/>
                <w:i/>
                <w:color w:val="000000" w:themeColor="text1"/>
              </w:rPr>
            </w:pPr>
            <w:r w:rsidRPr="00EB0FE6">
              <w:rPr>
                <w:rFonts w:asciiTheme="majorHAnsi" w:hAnsiTheme="majorHAnsi" w:cs="Arial"/>
                <w:b/>
                <w:i/>
                <w:color w:val="000000" w:themeColor="text1"/>
              </w:rPr>
              <w:t>*</w:t>
            </w:r>
            <w:r w:rsidRPr="00EB0FE6">
              <w:rPr>
                <w:rFonts w:asciiTheme="majorHAnsi" w:hAnsiTheme="majorHAnsi" w:cs="Arial"/>
                <w:i/>
                <w:color w:val="000000" w:themeColor="text1"/>
              </w:rPr>
              <w:t xml:space="preserve">W przypadku, gdy Wykonawca </w:t>
            </w:r>
            <w:r w:rsidRPr="00EB0FE6">
              <w:rPr>
                <w:rFonts w:asciiTheme="majorHAnsi" w:hAnsiTheme="majorHAnsi" w:cs="Arial"/>
                <w:i/>
                <w:color w:val="000000" w:themeColor="text1"/>
                <w:u w:val="single"/>
              </w:rPr>
              <w:t>nie przekazuje danych osobowych</w:t>
            </w:r>
            <w:r w:rsidRPr="00EB0FE6">
              <w:rPr>
                <w:rFonts w:asciiTheme="majorHAnsi" w:hAnsiTheme="majorHAnsi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648408F" w14:textId="77777777" w:rsidR="00D21255" w:rsidRPr="00EB0FE6" w:rsidRDefault="00D21255" w:rsidP="00021577">
            <w:pPr>
              <w:pStyle w:val="NormalnyWeb"/>
              <w:jc w:val="both"/>
              <w:rPr>
                <w:rFonts w:asciiTheme="majorHAnsi" w:hAnsiTheme="majorHAnsi" w:cs="Arial"/>
                <w:i/>
                <w:iCs/>
                <w:color w:val="000000" w:themeColor="text1"/>
              </w:rPr>
            </w:pPr>
          </w:p>
        </w:tc>
      </w:tr>
      <w:tr w:rsidR="00D21255" w:rsidRPr="00EB0FE6" w14:paraId="797FED78" w14:textId="77777777" w:rsidTr="0019639F">
        <w:trPr>
          <w:gridAfter w:val="1"/>
          <w:wAfter w:w="403" w:type="dxa"/>
          <w:trHeight w:val="315"/>
          <w:jc w:val="center"/>
        </w:trPr>
        <w:tc>
          <w:tcPr>
            <w:tcW w:w="10623" w:type="dxa"/>
            <w:gridSpan w:val="2"/>
          </w:tcPr>
          <w:p w14:paraId="0A38B440" w14:textId="77777777" w:rsidR="00021577" w:rsidRDefault="00D21255" w:rsidP="007C660B">
            <w:pPr>
              <w:ind w:firstLine="743"/>
              <w:jc w:val="both"/>
              <w:rPr>
                <w:rFonts w:asciiTheme="majorHAnsi" w:hAnsiTheme="majorHAnsi" w:cs="Arial"/>
                <w:b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lastRenderedPageBreak/>
              <w:t>E. ZOBOWIĄZANIE W PRZYPADKU PRZYZNANIA ZAMÓWIENIA.</w:t>
            </w:r>
          </w:p>
          <w:p w14:paraId="774A15A4" w14:textId="77777777" w:rsidR="00021577" w:rsidRDefault="00021577" w:rsidP="00021577">
            <w:pPr>
              <w:ind w:left="743"/>
              <w:jc w:val="both"/>
              <w:rPr>
                <w:rFonts w:asciiTheme="majorHAnsi" w:hAnsiTheme="majorHAnsi" w:cs="Arial"/>
                <w:iCs/>
              </w:rPr>
            </w:pPr>
            <w:r>
              <w:rPr>
                <w:rFonts w:asciiTheme="majorHAnsi" w:hAnsiTheme="majorHAnsi" w:cs="Arial"/>
                <w:iCs/>
              </w:rPr>
              <w:t xml:space="preserve">1) </w:t>
            </w:r>
            <w:r w:rsidR="00D21255" w:rsidRPr="00EB0FE6">
              <w:rPr>
                <w:rFonts w:asciiTheme="majorHAnsi" w:hAnsiTheme="majorHAnsi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E9E6274" w14:textId="497425EE" w:rsidR="00021577" w:rsidRDefault="0019639F" w:rsidP="00021577">
            <w:pPr>
              <w:ind w:left="743"/>
              <w:jc w:val="both"/>
              <w:rPr>
                <w:rFonts w:asciiTheme="majorHAnsi" w:hAnsiTheme="majorHAnsi" w:cs="Arial"/>
                <w:iCs/>
              </w:rPr>
            </w:pPr>
            <w:r>
              <w:rPr>
                <w:rFonts w:asciiTheme="majorHAnsi" w:hAnsiTheme="majorHAnsi" w:cs="Arial"/>
                <w:iCs/>
              </w:rPr>
              <w:t>2</w:t>
            </w:r>
            <w:r w:rsidR="00021577">
              <w:rPr>
                <w:rFonts w:asciiTheme="majorHAnsi" w:hAnsiTheme="majorHAnsi" w:cs="Arial"/>
                <w:iCs/>
              </w:rPr>
              <w:t xml:space="preserve">) </w:t>
            </w:r>
            <w:r w:rsidR="00D21255" w:rsidRPr="00EB0FE6">
              <w:rPr>
                <w:rFonts w:asciiTheme="majorHAnsi" w:hAnsiTheme="majorHAnsi" w:cs="Arial"/>
                <w:iCs/>
              </w:rPr>
              <w:t>Osobami uprawnionymi do merytorycznej współpracy i koordynacji w wykonywaniu zadania ze strony Wykonawcy są:</w:t>
            </w:r>
          </w:p>
          <w:p w14:paraId="327CA42C" w14:textId="77777777" w:rsidR="000A5C1E" w:rsidRDefault="000A5C1E" w:rsidP="00021577">
            <w:pPr>
              <w:ind w:left="743"/>
              <w:jc w:val="both"/>
              <w:rPr>
                <w:rFonts w:asciiTheme="majorHAnsi" w:hAnsiTheme="majorHAnsi" w:cs="Arial"/>
                <w:iCs/>
              </w:rPr>
            </w:pPr>
          </w:p>
          <w:p w14:paraId="648B1919" w14:textId="0E755EF8" w:rsidR="00D21255" w:rsidRDefault="00D21255" w:rsidP="00021577">
            <w:pPr>
              <w:ind w:left="743"/>
              <w:jc w:val="both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…………………………………………………………………………………………..…………………</w:t>
            </w:r>
            <w:r w:rsidR="003F57D7" w:rsidRPr="00EB0FE6">
              <w:rPr>
                <w:rFonts w:asciiTheme="majorHAnsi" w:hAnsiTheme="majorHAnsi" w:cs="Arial"/>
                <w:iCs/>
              </w:rPr>
              <w:t>……………</w:t>
            </w:r>
            <w:r w:rsidR="000A5C1E">
              <w:rPr>
                <w:rFonts w:asciiTheme="majorHAnsi" w:hAnsiTheme="majorHAnsi" w:cs="Arial"/>
                <w:iCs/>
              </w:rPr>
              <w:t>…………………</w:t>
            </w:r>
          </w:p>
          <w:p w14:paraId="066F8025" w14:textId="77777777" w:rsidR="000A5C1E" w:rsidRPr="00021577" w:rsidRDefault="000A5C1E" w:rsidP="00021577">
            <w:pPr>
              <w:ind w:left="743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474EB903" w14:textId="1EE127CB" w:rsidR="00D21255" w:rsidRDefault="00D21255" w:rsidP="00021577">
            <w:pPr>
              <w:suppressAutoHyphens/>
              <w:ind w:left="743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nr tele</w:t>
            </w:r>
            <w:r w:rsidR="006F79CC" w:rsidRPr="00EB0FE6">
              <w:rPr>
                <w:rFonts w:asciiTheme="majorHAnsi" w:hAnsiTheme="majorHAnsi" w:cs="Arial"/>
                <w:iCs/>
              </w:rPr>
              <w:t>fonu ………………….………………,    e-mail: ………………………………..……………………………………….</w:t>
            </w:r>
          </w:p>
          <w:p w14:paraId="24C160DE" w14:textId="77777777" w:rsidR="000A5C1E" w:rsidRPr="00EB0FE6" w:rsidRDefault="000A5C1E" w:rsidP="00021577">
            <w:pPr>
              <w:suppressAutoHyphens/>
              <w:rPr>
                <w:rFonts w:asciiTheme="majorHAnsi" w:hAnsiTheme="majorHAnsi" w:cs="Arial"/>
                <w:iCs/>
              </w:rPr>
            </w:pPr>
          </w:p>
          <w:p w14:paraId="321C7544" w14:textId="77777777" w:rsidR="00D21255" w:rsidRPr="00EB0FE6" w:rsidRDefault="00D21255" w:rsidP="007C660B">
            <w:pPr>
              <w:ind w:firstLine="743"/>
              <w:rPr>
                <w:rFonts w:asciiTheme="majorHAnsi" w:hAnsiTheme="majorHAnsi" w:cs="Arial"/>
                <w:b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t>F. PODWYKONAWCY:</w:t>
            </w:r>
          </w:p>
          <w:p w14:paraId="08CB8EFE" w14:textId="77777777" w:rsidR="00D21255" w:rsidRPr="00EB0FE6" w:rsidRDefault="00D21255" w:rsidP="007C660B">
            <w:pPr>
              <w:ind w:firstLine="743"/>
              <w:jc w:val="both"/>
              <w:rPr>
                <w:rFonts w:asciiTheme="majorHAnsi" w:hAnsiTheme="majorHAnsi" w:cs="Arial"/>
                <w:color w:val="000000"/>
              </w:rPr>
            </w:pPr>
            <w:r w:rsidRPr="00EB0FE6">
              <w:rPr>
                <w:rFonts w:asciiTheme="majorHAnsi" w:hAnsiTheme="majorHAnsi" w:cs="Arial"/>
                <w:iCs/>
              </w:rPr>
              <w:t xml:space="preserve">Oświadczam/y, że zamierzam/y </w:t>
            </w:r>
            <w:r w:rsidRPr="00EB0FE6">
              <w:rPr>
                <w:rFonts w:asciiTheme="majorHAnsi" w:hAnsiTheme="majorHAnsi" w:cs="Arial"/>
                <w:color w:val="000000"/>
              </w:rPr>
              <w:t>powierzyć podwykonawcom następujące części zamówienia</w:t>
            </w:r>
            <w:r w:rsidRPr="00EB0FE6">
              <w:rPr>
                <w:rStyle w:val="Odwoanieprzypisudolnego"/>
                <w:rFonts w:asciiTheme="majorHAnsi" w:hAnsiTheme="majorHAnsi"/>
                <w:b/>
                <w:color w:val="000000"/>
              </w:rPr>
              <w:footnoteReference w:id="3"/>
            </w:r>
            <w:r w:rsidRPr="00EB0FE6">
              <w:rPr>
                <w:rFonts w:asciiTheme="majorHAnsi" w:hAnsiTheme="majorHAnsi" w:cs="Arial"/>
                <w:color w:val="000000"/>
              </w:rPr>
              <w:t>:</w:t>
            </w:r>
          </w:p>
          <w:p w14:paraId="04395F39" w14:textId="77777777" w:rsidR="00D21255" w:rsidRPr="00EB0FE6" w:rsidRDefault="00D21255" w:rsidP="00021577">
            <w:pPr>
              <w:jc w:val="both"/>
              <w:rPr>
                <w:rFonts w:asciiTheme="majorHAnsi" w:hAnsiTheme="majorHAnsi" w:cs="Arial"/>
                <w:color w:val="000000"/>
              </w:rPr>
            </w:pPr>
          </w:p>
          <w:tbl>
            <w:tblPr>
              <w:tblW w:w="0" w:type="auto"/>
              <w:tblInd w:w="7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2"/>
              <w:gridCol w:w="3511"/>
              <w:gridCol w:w="4252"/>
            </w:tblGrid>
            <w:tr w:rsidR="00D21255" w:rsidRPr="00EB0FE6" w14:paraId="22203E63" w14:textId="77777777" w:rsidTr="007C660B">
              <w:trPr>
                <w:trHeight w:val="593"/>
              </w:trPr>
              <w:tc>
                <w:tcPr>
                  <w:tcW w:w="742" w:type="dxa"/>
                  <w:vAlign w:val="center"/>
                  <w:hideMark/>
                </w:tcPr>
                <w:p w14:paraId="2806C2FC" w14:textId="77777777" w:rsidR="00D21255" w:rsidRPr="00EB0FE6" w:rsidRDefault="00D21255" w:rsidP="00021577">
                  <w:pPr>
                    <w:ind w:right="28"/>
                    <w:jc w:val="center"/>
                    <w:rPr>
                      <w:rFonts w:asciiTheme="majorHAnsi" w:hAnsiTheme="majorHAnsi" w:cs="Arial"/>
                      <w:b/>
                    </w:rPr>
                  </w:pPr>
                  <w:r w:rsidRPr="00EB0FE6">
                    <w:rPr>
                      <w:rFonts w:asciiTheme="majorHAnsi" w:hAnsiTheme="majorHAnsi" w:cs="Arial"/>
                      <w:b/>
                    </w:rPr>
                    <w:t>Lp.</w:t>
                  </w:r>
                </w:p>
              </w:tc>
              <w:tc>
                <w:tcPr>
                  <w:tcW w:w="3511" w:type="dxa"/>
                  <w:vAlign w:val="center"/>
                  <w:hideMark/>
                </w:tcPr>
                <w:p w14:paraId="2672F6A5" w14:textId="77777777" w:rsidR="00D21255" w:rsidRPr="00EB0FE6" w:rsidRDefault="00D21255" w:rsidP="00021577">
                  <w:pPr>
                    <w:ind w:right="28"/>
                    <w:jc w:val="center"/>
                    <w:rPr>
                      <w:rFonts w:asciiTheme="majorHAnsi" w:hAnsiTheme="majorHAnsi" w:cs="Arial"/>
                    </w:rPr>
                  </w:pPr>
                  <w:r w:rsidRPr="00EB0FE6">
                    <w:rPr>
                      <w:rFonts w:asciiTheme="majorHAnsi" w:hAnsiTheme="majorHAnsi" w:cs="Arial"/>
                    </w:rPr>
                    <w:t xml:space="preserve">Część/zakres zamówienia                                                 </w:t>
                  </w:r>
                </w:p>
              </w:tc>
              <w:tc>
                <w:tcPr>
                  <w:tcW w:w="4252" w:type="dxa"/>
                  <w:vAlign w:val="center"/>
                  <w:hideMark/>
                </w:tcPr>
                <w:p w14:paraId="236CDB27" w14:textId="77777777" w:rsidR="00D21255" w:rsidRPr="00EB0FE6" w:rsidRDefault="00D21255" w:rsidP="00021577">
                  <w:pPr>
                    <w:ind w:right="28"/>
                    <w:jc w:val="center"/>
                    <w:rPr>
                      <w:rFonts w:asciiTheme="majorHAnsi" w:hAnsiTheme="majorHAnsi" w:cs="Arial"/>
                      <w:vertAlign w:val="superscript"/>
                    </w:rPr>
                  </w:pPr>
                  <w:r w:rsidRPr="00EB0FE6">
                    <w:rPr>
                      <w:rFonts w:asciiTheme="majorHAnsi" w:hAnsiTheme="majorHAnsi" w:cs="Arial"/>
                    </w:rPr>
                    <w:t xml:space="preserve">Nazwa (firma) podwykonawcy </w:t>
                  </w:r>
                  <w:r w:rsidRPr="00EB0FE6">
                    <w:rPr>
                      <w:rFonts w:asciiTheme="majorHAnsi" w:hAnsiTheme="majorHAnsi" w:cs="Arial"/>
                    </w:rPr>
                    <w:br/>
                    <w:t>(o ile są znane)</w:t>
                  </w:r>
                  <w:r w:rsidRPr="00EB0FE6">
                    <w:rPr>
                      <w:rFonts w:asciiTheme="majorHAnsi" w:hAnsiTheme="majorHAnsi" w:cs="Arial"/>
                      <w:vertAlign w:val="superscript"/>
                    </w:rPr>
                    <w:t xml:space="preserve">  </w:t>
                  </w:r>
                </w:p>
              </w:tc>
            </w:tr>
            <w:tr w:rsidR="00D21255" w:rsidRPr="00EB0FE6" w14:paraId="6013BD6A" w14:textId="77777777" w:rsidTr="007C660B">
              <w:trPr>
                <w:trHeight w:val="381"/>
              </w:trPr>
              <w:tc>
                <w:tcPr>
                  <w:tcW w:w="742" w:type="dxa"/>
                  <w:vAlign w:val="center"/>
                  <w:hideMark/>
                </w:tcPr>
                <w:p w14:paraId="4A061FED" w14:textId="77777777" w:rsidR="00D21255" w:rsidRPr="00EB0FE6" w:rsidRDefault="00D21255" w:rsidP="00021577">
                  <w:pPr>
                    <w:ind w:right="28"/>
                    <w:jc w:val="center"/>
                    <w:rPr>
                      <w:rFonts w:asciiTheme="majorHAnsi" w:hAnsiTheme="majorHAnsi" w:cs="Arial"/>
                    </w:rPr>
                  </w:pPr>
                  <w:r w:rsidRPr="00EB0FE6">
                    <w:rPr>
                      <w:rFonts w:asciiTheme="majorHAnsi" w:hAnsiTheme="majorHAnsi" w:cs="Arial"/>
                    </w:rPr>
                    <w:t>1.</w:t>
                  </w:r>
                </w:p>
              </w:tc>
              <w:tc>
                <w:tcPr>
                  <w:tcW w:w="3511" w:type="dxa"/>
                </w:tcPr>
                <w:p w14:paraId="68039745" w14:textId="77777777" w:rsidR="00D21255" w:rsidRPr="00EB0FE6" w:rsidRDefault="00D21255" w:rsidP="00021577">
                  <w:pPr>
                    <w:ind w:right="28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4252" w:type="dxa"/>
                </w:tcPr>
                <w:p w14:paraId="6CCF198A" w14:textId="77777777" w:rsidR="00D21255" w:rsidRPr="00EB0FE6" w:rsidRDefault="00D21255" w:rsidP="00021577">
                  <w:pPr>
                    <w:ind w:right="28"/>
                    <w:rPr>
                      <w:rFonts w:asciiTheme="majorHAnsi" w:hAnsiTheme="majorHAnsi" w:cs="Arial"/>
                    </w:rPr>
                  </w:pPr>
                </w:p>
              </w:tc>
            </w:tr>
            <w:tr w:rsidR="00D21255" w:rsidRPr="00EB0FE6" w14:paraId="1E31AB80" w14:textId="77777777" w:rsidTr="007C660B">
              <w:trPr>
                <w:trHeight w:val="415"/>
              </w:trPr>
              <w:tc>
                <w:tcPr>
                  <w:tcW w:w="742" w:type="dxa"/>
                  <w:vAlign w:val="center"/>
                  <w:hideMark/>
                </w:tcPr>
                <w:p w14:paraId="70567621" w14:textId="77777777" w:rsidR="00D21255" w:rsidRPr="00EB0FE6" w:rsidRDefault="00D21255" w:rsidP="00021577">
                  <w:pPr>
                    <w:ind w:right="28"/>
                    <w:jc w:val="center"/>
                    <w:rPr>
                      <w:rFonts w:asciiTheme="majorHAnsi" w:hAnsiTheme="majorHAnsi" w:cs="Arial"/>
                    </w:rPr>
                  </w:pPr>
                  <w:r w:rsidRPr="00EB0FE6">
                    <w:rPr>
                      <w:rFonts w:asciiTheme="majorHAnsi" w:hAnsiTheme="majorHAnsi" w:cs="Arial"/>
                    </w:rPr>
                    <w:t>2.</w:t>
                  </w:r>
                </w:p>
              </w:tc>
              <w:tc>
                <w:tcPr>
                  <w:tcW w:w="3511" w:type="dxa"/>
                </w:tcPr>
                <w:p w14:paraId="3FFEBC09" w14:textId="77777777" w:rsidR="00D21255" w:rsidRPr="00EB0FE6" w:rsidRDefault="00D21255" w:rsidP="00021577">
                  <w:pPr>
                    <w:ind w:right="28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4252" w:type="dxa"/>
                </w:tcPr>
                <w:p w14:paraId="2A807C6A" w14:textId="77777777" w:rsidR="00D21255" w:rsidRPr="00EB0FE6" w:rsidRDefault="00D21255" w:rsidP="00021577">
                  <w:pPr>
                    <w:ind w:right="28"/>
                    <w:rPr>
                      <w:rFonts w:asciiTheme="majorHAnsi" w:hAnsiTheme="majorHAnsi" w:cs="Arial"/>
                    </w:rPr>
                  </w:pPr>
                </w:p>
              </w:tc>
            </w:tr>
            <w:tr w:rsidR="00D21255" w:rsidRPr="00EB0FE6" w14:paraId="6650C94B" w14:textId="77777777" w:rsidTr="007C660B">
              <w:trPr>
                <w:trHeight w:val="415"/>
              </w:trPr>
              <w:tc>
                <w:tcPr>
                  <w:tcW w:w="742" w:type="dxa"/>
                  <w:vAlign w:val="center"/>
                  <w:hideMark/>
                </w:tcPr>
                <w:p w14:paraId="728D21CB" w14:textId="77777777" w:rsidR="00D21255" w:rsidRPr="00EB0FE6" w:rsidRDefault="00D21255" w:rsidP="00021577">
                  <w:pPr>
                    <w:ind w:right="28"/>
                    <w:jc w:val="center"/>
                    <w:rPr>
                      <w:rFonts w:asciiTheme="majorHAnsi" w:hAnsiTheme="majorHAnsi" w:cs="Arial"/>
                    </w:rPr>
                  </w:pPr>
                  <w:r w:rsidRPr="00EB0FE6">
                    <w:rPr>
                      <w:rFonts w:asciiTheme="majorHAnsi" w:hAnsiTheme="majorHAnsi" w:cs="Arial"/>
                    </w:rPr>
                    <w:t>3.</w:t>
                  </w:r>
                </w:p>
              </w:tc>
              <w:tc>
                <w:tcPr>
                  <w:tcW w:w="3511" w:type="dxa"/>
                </w:tcPr>
                <w:p w14:paraId="2B564FD9" w14:textId="77777777" w:rsidR="00D21255" w:rsidRPr="00EB0FE6" w:rsidRDefault="00D21255" w:rsidP="00021577">
                  <w:pPr>
                    <w:ind w:right="28"/>
                    <w:rPr>
                      <w:rFonts w:asciiTheme="majorHAnsi" w:hAnsiTheme="majorHAnsi" w:cs="Arial"/>
                    </w:rPr>
                  </w:pPr>
                </w:p>
              </w:tc>
              <w:tc>
                <w:tcPr>
                  <w:tcW w:w="4252" w:type="dxa"/>
                </w:tcPr>
                <w:p w14:paraId="29420F46" w14:textId="77777777" w:rsidR="00D21255" w:rsidRPr="00EB0FE6" w:rsidRDefault="00D21255" w:rsidP="00021577">
                  <w:pPr>
                    <w:ind w:right="28"/>
                    <w:rPr>
                      <w:rFonts w:asciiTheme="majorHAnsi" w:hAnsiTheme="majorHAnsi" w:cs="Arial"/>
                    </w:rPr>
                  </w:pPr>
                </w:p>
              </w:tc>
            </w:tr>
          </w:tbl>
          <w:p w14:paraId="44472C6B" w14:textId="77777777" w:rsidR="00D21255" w:rsidRPr="00EB0FE6" w:rsidRDefault="00D21255" w:rsidP="00021577">
            <w:pPr>
              <w:pStyle w:val="Bezodstpw"/>
              <w:ind w:left="318" w:firstLine="0"/>
              <w:rPr>
                <w:rFonts w:asciiTheme="majorHAnsi" w:hAnsiTheme="majorHAnsi" w:cs="Arial"/>
                <w:iCs/>
                <w:sz w:val="24"/>
                <w:szCs w:val="24"/>
              </w:rPr>
            </w:pPr>
          </w:p>
        </w:tc>
      </w:tr>
      <w:tr w:rsidR="000A5C1E" w:rsidRPr="00EB0FE6" w14:paraId="719E3859" w14:textId="77777777" w:rsidTr="0019639F">
        <w:trPr>
          <w:gridAfter w:val="1"/>
          <w:wAfter w:w="403" w:type="dxa"/>
          <w:trHeight w:val="315"/>
          <w:jc w:val="center"/>
        </w:trPr>
        <w:tc>
          <w:tcPr>
            <w:tcW w:w="10623" w:type="dxa"/>
            <w:gridSpan w:val="2"/>
          </w:tcPr>
          <w:p w14:paraId="05498C76" w14:textId="77777777" w:rsidR="000A5C1E" w:rsidRPr="00EB0FE6" w:rsidRDefault="000A5C1E" w:rsidP="00021577">
            <w:pPr>
              <w:ind w:firstLine="458"/>
              <w:jc w:val="both"/>
              <w:rPr>
                <w:rFonts w:asciiTheme="majorHAnsi" w:hAnsiTheme="majorHAnsi" w:cs="Arial"/>
                <w:b/>
                <w:iCs/>
              </w:rPr>
            </w:pPr>
          </w:p>
        </w:tc>
      </w:tr>
      <w:tr w:rsidR="00D21255" w:rsidRPr="00EB0FE6" w14:paraId="077AC5B6" w14:textId="77777777" w:rsidTr="0019639F">
        <w:trPr>
          <w:gridAfter w:val="1"/>
          <w:wAfter w:w="403" w:type="dxa"/>
          <w:trHeight w:val="1838"/>
          <w:jc w:val="center"/>
        </w:trPr>
        <w:tc>
          <w:tcPr>
            <w:tcW w:w="10623" w:type="dxa"/>
            <w:gridSpan w:val="2"/>
          </w:tcPr>
          <w:p w14:paraId="36A0444F" w14:textId="77777777" w:rsidR="00D21255" w:rsidRPr="00EB0FE6" w:rsidRDefault="00D21255" w:rsidP="007C660B">
            <w:pPr>
              <w:ind w:left="743"/>
              <w:rPr>
                <w:rFonts w:asciiTheme="majorHAnsi" w:hAnsiTheme="majorHAnsi" w:cs="Arial"/>
                <w:b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lastRenderedPageBreak/>
              <w:t>G. RODZAJ WYKONAWCY</w:t>
            </w:r>
            <w:r w:rsidRPr="00EB0FE6">
              <w:rPr>
                <w:rFonts w:asciiTheme="majorHAnsi" w:hAnsiTheme="majorHAnsi" w:cs="Arial"/>
                <w:b/>
                <w:iCs/>
                <w:vertAlign w:val="superscript"/>
              </w:rPr>
              <w:t>*</w:t>
            </w:r>
            <w:r w:rsidRPr="00EB0FE6">
              <w:rPr>
                <w:rFonts w:asciiTheme="majorHAnsi" w:hAnsiTheme="majorHAnsi" w:cs="Arial"/>
                <w:b/>
                <w:iCs/>
              </w:rPr>
              <w:t>:</w:t>
            </w:r>
          </w:p>
          <w:p w14:paraId="3D695CF9" w14:textId="77777777" w:rsidR="00D21255" w:rsidRPr="00EB0FE6" w:rsidRDefault="00D21255" w:rsidP="007C660B">
            <w:pPr>
              <w:ind w:left="708" w:firstLine="35"/>
              <w:rPr>
                <w:rFonts w:asciiTheme="majorHAnsi" w:hAnsiTheme="majorHAnsi" w:cs="Arial"/>
                <w:bCs/>
                <w:iCs/>
              </w:rPr>
            </w:pPr>
            <w:r w:rsidRPr="00EB0FE6">
              <w:rPr>
                <w:rFonts w:asciiTheme="majorHAnsi" w:hAnsiTheme="majorHAnsi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0FE6">
              <w:rPr>
                <w:rFonts w:asciiTheme="majorHAnsi" w:hAnsiTheme="majorHAnsi" w:cs="Arial"/>
                <w:bCs/>
                <w:iCs/>
              </w:rPr>
              <w:instrText xml:space="preserve"> FORMCHECKBOX </w:instrText>
            </w:r>
            <w:r w:rsidR="00BB23B5">
              <w:rPr>
                <w:rFonts w:asciiTheme="majorHAnsi" w:hAnsiTheme="majorHAnsi" w:cs="Arial"/>
                <w:bCs/>
                <w:iCs/>
              </w:rPr>
            </w:r>
            <w:r w:rsidR="00BB23B5">
              <w:rPr>
                <w:rFonts w:asciiTheme="majorHAnsi" w:hAnsiTheme="majorHAnsi" w:cs="Arial"/>
                <w:bCs/>
                <w:iCs/>
              </w:rPr>
              <w:fldChar w:fldCharType="separate"/>
            </w:r>
            <w:r w:rsidRPr="00EB0FE6">
              <w:rPr>
                <w:rFonts w:asciiTheme="majorHAnsi" w:hAnsiTheme="majorHAnsi" w:cs="Arial"/>
                <w:bCs/>
                <w:iCs/>
              </w:rPr>
              <w:fldChar w:fldCharType="end"/>
            </w:r>
            <w:r w:rsidRPr="00EB0FE6">
              <w:rPr>
                <w:rFonts w:asciiTheme="majorHAnsi" w:hAnsiTheme="majorHAnsi" w:cs="Arial"/>
                <w:bCs/>
                <w:iCs/>
              </w:rPr>
              <w:t xml:space="preserve"> mikroprzedsiębiorstwo</w:t>
            </w:r>
          </w:p>
          <w:p w14:paraId="0E2080DF" w14:textId="602919A4" w:rsidR="00D21255" w:rsidRPr="00EB0FE6" w:rsidRDefault="00D21255" w:rsidP="007C660B">
            <w:pPr>
              <w:ind w:left="708" w:firstLine="35"/>
              <w:rPr>
                <w:rFonts w:asciiTheme="majorHAnsi" w:hAnsiTheme="majorHAnsi" w:cs="Arial"/>
                <w:bCs/>
                <w:iCs/>
              </w:rPr>
            </w:pPr>
            <w:r w:rsidRPr="00EB0FE6">
              <w:rPr>
                <w:rFonts w:asciiTheme="majorHAnsi" w:hAnsiTheme="majorHAnsi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0FE6">
              <w:rPr>
                <w:rFonts w:asciiTheme="majorHAnsi" w:hAnsiTheme="majorHAnsi" w:cs="Arial"/>
                <w:bCs/>
                <w:iCs/>
              </w:rPr>
              <w:instrText xml:space="preserve"> FORMCHECKBOX </w:instrText>
            </w:r>
            <w:r w:rsidR="00BB23B5">
              <w:rPr>
                <w:rFonts w:asciiTheme="majorHAnsi" w:hAnsiTheme="majorHAnsi" w:cs="Arial"/>
                <w:bCs/>
                <w:iCs/>
              </w:rPr>
            </w:r>
            <w:r w:rsidR="00BB23B5">
              <w:rPr>
                <w:rFonts w:asciiTheme="majorHAnsi" w:hAnsiTheme="majorHAnsi" w:cs="Arial"/>
                <w:bCs/>
                <w:iCs/>
              </w:rPr>
              <w:fldChar w:fldCharType="separate"/>
            </w:r>
            <w:r w:rsidRPr="00EB0FE6">
              <w:rPr>
                <w:rFonts w:asciiTheme="majorHAnsi" w:hAnsiTheme="majorHAnsi" w:cs="Arial"/>
                <w:bCs/>
                <w:iCs/>
              </w:rPr>
              <w:fldChar w:fldCharType="end"/>
            </w:r>
            <w:r w:rsidR="00E66F76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EB0FE6">
              <w:rPr>
                <w:rFonts w:asciiTheme="majorHAnsi" w:hAnsiTheme="majorHAnsi" w:cs="Arial"/>
                <w:bCs/>
                <w:iCs/>
              </w:rPr>
              <w:t>małe przedsiębiorstwo</w:t>
            </w:r>
          </w:p>
          <w:p w14:paraId="0FFC9846" w14:textId="098AFBC6" w:rsidR="00D21255" w:rsidRPr="00EB0FE6" w:rsidRDefault="00D21255" w:rsidP="007C660B">
            <w:pPr>
              <w:ind w:left="708" w:firstLine="35"/>
              <w:rPr>
                <w:rFonts w:asciiTheme="majorHAnsi" w:hAnsiTheme="majorHAnsi" w:cs="Arial"/>
                <w:bCs/>
                <w:iCs/>
              </w:rPr>
            </w:pPr>
            <w:r w:rsidRPr="00EB0FE6">
              <w:rPr>
                <w:rFonts w:asciiTheme="majorHAnsi" w:hAnsiTheme="majorHAnsi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0FE6">
              <w:rPr>
                <w:rFonts w:asciiTheme="majorHAnsi" w:hAnsiTheme="majorHAnsi" w:cs="Arial"/>
                <w:bCs/>
                <w:iCs/>
              </w:rPr>
              <w:instrText xml:space="preserve"> FORMCHECKBOX </w:instrText>
            </w:r>
            <w:r w:rsidR="00BB23B5">
              <w:rPr>
                <w:rFonts w:asciiTheme="majorHAnsi" w:hAnsiTheme="majorHAnsi" w:cs="Arial"/>
                <w:bCs/>
                <w:iCs/>
              </w:rPr>
            </w:r>
            <w:r w:rsidR="00BB23B5">
              <w:rPr>
                <w:rFonts w:asciiTheme="majorHAnsi" w:hAnsiTheme="majorHAnsi" w:cs="Arial"/>
                <w:bCs/>
                <w:iCs/>
              </w:rPr>
              <w:fldChar w:fldCharType="separate"/>
            </w:r>
            <w:r w:rsidRPr="00EB0FE6">
              <w:rPr>
                <w:rFonts w:asciiTheme="majorHAnsi" w:hAnsiTheme="majorHAnsi" w:cs="Arial"/>
                <w:bCs/>
                <w:iCs/>
              </w:rPr>
              <w:fldChar w:fldCharType="end"/>
            </w:r>
            <w:r w:rsidR="00E66F76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EB0FE6">
              <w:rPr>
                <w:rFonts w:asciiTheme="majorHAnsi" w:hAnsiTheme="majorHAnsi" w:cs="Arial"/>
                <w:bCs/>
                <w:iCs/>
              </w:rPr>
              <w:t>średnie przedsiębiorstwo</w:t>
            </w:r>
          </w:p>
          <w:p w14:paraId="686A5DD0" w14:textId="210EE8B5" w:rsidR="00D21255" w:rsidRPr="00EB0FE6" w:rsidRDefault="00D21255" w:rsidP="007C660B">
            <w:pPr>
              <w:ind w:left="708" w:firstLine="35"/>
              <w:rPr>
                <w:rFonts w:asciiTheme="majorHAnsi" w:hAnsiTheme="majorHAnsi" w:cs="Arial"/>
                <w:bCs/>
                <w:iCs/>
              </w:rPr>
            </w:pPr>
            <w:r w:rsidRPr="00EB0FE6">
              <w:rPr>
                <w:rFonts w:asciiTheme="majorHAnsi" w:hAnsiTheme="majorHAnsi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0FE6">
              <w:rPr>
                <w:rFonts w:asciiTheme="majorHAnsi" w:hAnsiTheme="majorHAnsi" w:cs="Arial"/>
                <w:bCs/>
                <w:iCs/>
              </w:rPr>
              <w:instrText xml:space="preserve"> FORMCHECKBOX </w:instrText>
            </w:r>
            <w:r w:rsidR="00BB23B5">
              <w:rPr>
                <w:rFonts w:asciiTheme="majorHAnsi" w:hAnsiTheme="majorHAnsi" w:cs="Arial"/>
                <w:bCs/>
                <w:iCs/>
              </w:rPr>
            </w:r>
            <w:r w:rsidR="00BB23B5">
              <w:rPr>
                <w:rFonts w:asciiTheme="majorHAnsi" w:hAnsiTheme="majorHAnsi" w:cs="Arial"/>
                <w:bCs/>
                <w:iCs/>
              </w:rPr>
              <w:fldChar w:fldCharType="separate"/>
            </w:r>
            <w:r w:rsidRPr="00EB0FE6">
              <w:rPr>
                <w:rFonts w:asciiTheme="majorHAnsi" w:hAnsiTheme="majorHAnsi" w:cs="Arial"/>
                <w:bCs/>
                <w:iCs/>
              </w:rPr>
              <w:fldChar w:fldCharType="end"/>
            </w:r>
            <w:r w:rsidR="00E66F76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EB0FE6">
              <w:rPr>
                <w:rFonts w:asciiTheme="majorHAnsi" w:hAnsiTheme="majorHAnsi" w:cs="Arial"/>
                <w:bCs/>
                <w:iCs/>
              </w:rPr>
              <w:t>jednoosobowa działalność gospodarcza</w:t>
            </w:r>
          </w:p>
          <w:p w14:paraId="539DF118" w14:textId="71C701FD" w:rsidR="00D21255" w:rsidRPr="00EB0FE6" w:rsidRDefault="00D21255" w:rsidP="007C660B">
            <w:pPr>
              <w:ind w:left="708" w:firstLine="35"/>
              <w:rPr>
                <w:rFonts w:asciiTheme="majorHAnsi" w:hAnsiTheme="majorHAnsi" w:cs="Arial"/>
                <w:bCs/>
                <w:iCs/>
              </w:rPr>
            </w:pPr>
            <w:r w:rsidRPr="00EB0FE6">
              <w:rPr>
                <w:rFonts w:asciiTheme="majorHAnsi" w:hAnsiTheme="majorHAnsi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0FE6">
              <w:rPr>
                <w:rFonts w:asciiTheme="majorHAnsi" w:hAnsiTheme="majorHAnsi" w:cs="Arial"/>
                <w:bCs/>
                <w:iCs/>
              </w:rPr>
              <w:instrText xml:space="preserve"> FORMCHECKBOX </w:instrText>
            </w:r>
            <w:r w:rsidR="00BB23B5">
              <w:rPr>
                <w:rFonts w:asciiTheme="majorHAnsi" w:hAnsiTheme="majorHAnsi" w:cs="Arial"/>
                <w:bCs/>
                <w:iCs/>
              </w:rPr>
            </w:r>
            <w:r w:rsidR="00BB23B5">
              <w:rPr>
                <w:rFonts w:asciiTheme="majorHAnsi" w:hAnsiTheme="majorHAnsi" w:cs="Arial"/>
                <w:bCs/>
                <w:iCs/>
              </w:rPr>
              <w:fldChar w:fldCharType="separate"/>
            </w:r>
            <w:r w:rsidRPr="00EB0FE6">
              <w:rPr>
                <w:rFonts w:asciiTheme="majorHAnsi" w:hAnsiTheme="majorHAnsi" w:cs="Arial"/>
                <w:bCs/>
                <w:iCs/>
              </w:rPr>
              <w:fldChar w:fldCharType="end"/>
            </w:r>
            <w:r w:rsidR="00E66F76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EB0FE6">
              <w:rPr>
                <w:rFonts w:asciiTheme="majorHAnsi" w:hAnsiTheme="majorHAnsi" w:cs="Arial"/>
                <w:bCs/>
                <w:iCs/>
              </w:rPr>
              <w:t>osoba fizyczna nieprowadząca działalności gospodarczej</w:t>
            </w:r>
          </w:p>
          <w:p w14:paraId="6D36FB36" w14:textId="77777777" w:rsidR="00D21255" w:rsidRPr="00EB0FE6" w:rsidRDefault="00D21255" w:rsidP="007C660B">
            <w:pPr>
              <w:ind w:left="708" w:firstLine="35"/>
              <w:rPr>
                <w:rFonts w:asciiTheme="majorHAnsi" w:hAnsiTheme="majorHAnsi" w:cs="Arial"/>
                <w:bCs/>
                <w:iCs/>
              </w:rPr>
            </w:pPr>
            <w:r w:rsidRPr="00EB0FE6">
              <w:rPr>
                <w:rFonts w:asciiTheme="majorHAnsi" w:hAnsiTheme="majorHAnsi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0FE6">
              <w:rPr>
                <w:rFonts w:asciiTheme="majorHAnsi" w:hAnsiTheme="majorHAnsi" w:cs="Arial"/>
                <w:bCs/>
                <w:iCs/>
              </w:rPr>
              <w:instrText xml:space="preserve"> FORMCHECKBOX </w:instrText>
            </w:r>
            <w:r w:rsidR="00BB23B5">
              <w:rPr>
                <w:rFonts w:asciiTheme="majorHAnsi" w:hAnsiTheme="majorHAnsi" w:cs="Arial"/>
                <w:bCs/>
                <w:iCs/>
              </w:rPr>
            </w:r>
            <w:r w:rsidR="00BB23B5">
              <w:rPr>
                <w:rFonts w:asciiTheme="majorHAnsi" w:hAnsiTheme="majorHAnsi" w:cs="Arial"/>
                <w:bCs/>
                <w:iCs/>
              </w:rPr>
              <w:fldChar w:fldCharType="separate"/>
            </w:r>
            <w:r w:rsidRPr="00EB0FE6">
              <w:rPr>
                <w:rFonts w:asciiTheme="majorHAnsi" w:hAnsiTheme="majorHAnsi" w:cs="Arial"/>
                <w:bCs/>
                <w:iCs/>
              </w:rPr>
              <w:fldChar w:fldCharType="end"/>
            </w:r>
            <w:r w:rsidRPr="00EB0FE6">
              <w:rPr>
                <w:rFonts w:asciiTheme="majorHAnsi" w:hAnsiTheme="majorHAnsi" w:cs="Arial"/>
                <w:bCs/>
                <w:iCs/>
              </w:rPr>
              <w:t xml:space="preserve"> inny rodzaj</w:t>
            </w:r>
          </w:p>
          <w:p w14:paraId="0EE422CE" w14:textId="77777777" w:rsidR="001317D6" w:rsidRDefault="00D21255" w:rsidP="007C660B">
            <w:pPr>
              <w:ind w:left="708" w:firstLine="35"/>
              <w:rPr>
                <w:rFonts w:asciiTheme="majorHAnsi" w:hAnsiTheme="majorHAnsi" w:cs="Arial"/>
                <w:bCs/>
                <w:i/>
                <w:iCs/>
              </w:rPr>
            </w:pPr>
            <w:r w:rsidRPr="00EB0FE6">
              <w:rPr>
                <w:rFonts w:asciiTheme="majorHAnsi" w:hAnsiTheme="majorHAnsi" w:cs="Arial"/>
                <w:bCs/>
                <w:i/>
                <w:iCs/>
              </w:rPr>
              <w:t>(*zaznaczyć właściwe)</w:t>
            </w:r>
          </w:p>
          <w:p w14:paraId="2B6CC97F" w14:textId="2529FD96" w:rsidR="000A5C1E" w:rsidRPr="00EB0FE6" w:rsidRDefault="000A5C1E" w:rsidP="00021577">
            <w:pPr>
              <w:ind w:left="708" w:hanging="402"/>
              <w:rPr>
                <w:rFonts w:asciiTheme="majorHAnsi" w:hAnsiTheme="majorHAnsi" w:cs="Arial"/>
                <w:bCs/>
                <w:i/>
                <w:iCs/>
              </w:rPr>
            </w:pPr>
          </w:p>
        </w:tc>
      </w:tr>
      <w:tr w:rsidR="00D21255" w:rsidRPr="00EB0FE6" w14:paraId="1C40E250" w14:textId="77777777" w:rsidTr="0019639F">
        <w:trPr>
          <w:gridAfter w:val="1"/>
          <w:wAfter w:w="403" w:type="dxa"/>
          <w:trHeight w:val="2830"/>
          <w:jc w:val="center"/>
        </w:trPr>
        <w:tc>
          <w:tcPr>
            <w:tcW w:w="10623" w:type="dxa"/>
            <w:gridSpan w:val="2"/>
          </w:tcPr>
          <w:p w14:paraId="0BFF8FEB" w14:textId="77777777" w:rsidR="00D21255" w:rsidRPr="00EB0FE6" w:rsidRDefault="00D21255" w:rsidP="007C660B">
            <w:pPr>
              <w:ind w:left="885"/>
              <w:jc w:val="both"/>
              <w:rPr>
                <w:rFonts w:asciiTheme="majorHAnsi" w:hAnsiTheme="majorHAnsi" w:cs="Arial"/>
                <w:b/>
                <w:iCs/>
              </w:rPr>
            </w:pPr>
            <w:r w:rsidRPr="00EB0FE6">
              <w:rPr>
                <w:rFonts w:asciiTheme="majorHAnsi" w:hAnsiTheme="majorHAnsi" w:cs="Arial"/>
                <w:b/>
                <w:iCs/>
              </w:rPr>
              <w:t>H. SPIS TREŚCI.</w:t>
            </w:r>
          </w:p>
          <w:p w14:paraId="6640D1B5" w14:textId="77777777" w:rsidR="00D21255" w:rsidRDefault="00D21255" w:rsidP="007C660B">
            <w:pPr>
              <w:ind w:left="885"/>
              <w:jc w:val="both"/>
              <w:rPr>
                <w:rFonts w:asciiTheme="majorHAnsi" w:hAnsiTheme="majorHAnsi" w:cs="Arial"/>
                <w:iCs/>
                <w:u w:val="single"/>
              </w:rPr>
            </w:pPr>
            <w:r w:rsidRPr="00EB0FE6">
              <w:rPr>
                <w:rFonts w:asciiTheme="majorHAnsi" w:hAnsiTheme="majorHAnsi" w:cs="Arial"/>
                <w:iCs/>
                <w:u w:val="single"/>
              </w:rPr>
              <w:t>Integralną część oferty stanowią następujące dokumenty:</w:t>
            </w:r>
          </w:p>
          <w:p w14:paraId="716C4138" w14:textId="77777777" w:rsidR="000A5C1E" w:rsidRPr="00EB0FE6" w:rsidRDefault="000A5C1E" w:rsidP="007C660B">
            <w:pPr>
              <w:ind w:left="885"/>
              <w:jc w:val="both"/>
              <w:rPr>
                <w:rFonts w:asciiTheme="majorHAnsi" w:hAnsiTheme="majorHAnsi" w:cs="Arial"/>
                <w:iCs/>
                <w:u w:val="single"/>
              </w:rPr>
            </w:pPr>
          </w:p>
          <w:p w14:paraId="7BE3EEF6" w14:textId="77777777" w:rsidR="00D21255" w:rsidRDefault="00D21255" w:rsidP="007C660B">
            <w:pPr>
              <w:numPr>
                <w:ilvl w:val="0"/>
                <w:numId w:val="6"/>
              </w:numPr>
              <w:ind w:left="885" w:firstLine="0"/>
              <w:jc w:val="both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725357FD" w14:textId="77777777" w:rsidR="00D21255" w:rsidRDefault="00D21255" w:rsidP="007C660B">
            <w:pPr>
              <w:numPr>
                <w:ilvl w:val="0"/>
                <w:numId w:val="6"/>
              </w:numPr>
              <w:ind w:left="885" w:firstLine="0"/>
              <w:jc w:val="both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0263723C" w14:textId="77777777" w:rsidR="00D21255" w:rsidRDefault="00D21255" w:rsidP="007C660B">
            <w:pPr>
              <w:numPr>
                <w:ilvl w:val="0"/>
                <w:numId w:val="6"/>
              </w:numPr>
              <w:ind w:left="885" w:firstLine="0"/>
              <w:jc w:val="both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3C221BDF" w14:textId="77777777" w:rsidR="00D21255" w:rsidRDefault="00D21255" w:rsidP="007C660B">
            <w:pPr>
              <w:numPr>
                <w:ilvl w:val="0"/>
                <w:numId w:val="6"/>
              </w:numPr>
              <w:ind w:left="885" w:firstLine="0"/>
              <w:jc w:val="both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03941D13" w14:textId="77777777" w:rsidR="00D21255" w:rsidRDefault="00D21255" w:rsidP="007C660B">
            <w:pPr>
              <w:numPr>
                <w:ilvl w:val="0"/>
                <w:numId w:val="6"/>
              </w:numPr>
              <w:ind w:left="885" w:firstLine="0"/>
              <w:jc w:val="both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642C0AF6" w14:textId="77777777" w:rsidR="00D21255" w:rsidRDefault="00D21255" w:rsidP="007C660B">
            <w:pPr>
              <w:numPr>
                <w:ilvl w:val="0"/>
                <w:numId w:val="6"/>
              </w:numPr>
              <w:ind w:left="885" w:firstLine="0"/>
              <w:jc w:val="both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005D743C" w14:textId="43E7D8EF" w:rsidR="00D21255" w:rsidRPr="00EB0FE6" w:rsidRDefault="00D21255" w:rsidP="007C660B">
            <w:pPr>
              <w:numPr>
                <w:ilvl w:val="0"/>
                <w:numId w:val="6"/>
              </w:numPr>
              <w:ind w:left="885" w:firstLine="0"/>
              <w:jc w:val="both"/>
              <w:rPr>
                <w:rFonts w:asciiTheme="majorHAnsi" w:hAnsiTheme="majorHAnsi" w:cs="Arial"/>
                <w:iCs/>
              </w:rPr>
            </w:pPr>
            <w:r w:rsidRPr="00EB0FE6">
              <w:rPr>
                <w:rFonts w:asciiTheme="majorHAnsi" w:hAnsiTheme="majorHAnsi" w:cs="Arial"/>
                <w:iCs/>
              </w:rPr>
              <w:t>...................................................................................................................................</w:t>
            </w:r>
            <w:r w:rsidR="003C1854" w:rsidRPr="00EB0FE6">
              <w:rPr>
                <w:rFonts w:asciiTheme="majorHAnsi" w:hAnsiTheme="majorHAnsi" w:cs="Arial"/>
                <w:iCs/>
              </w:rPr>
              <w:t>....................</w:t>
            </w:r>
          </w:p>
        </w:tc>
      </w:tr>
    </w:tbl>
    <w:p w14:paraId="2E087C78" w14:textId="5D2FFF24" w:rsidR="00A30EAD" w:rsidRDefault="00A30EAD" w:rsidP="00021577">
      <w:pPr>
        <w:tabs>
          <w:tab w:val="left" w:pos="8145"/>
        </w:tabs>
        <w:rPr>
          <w:rFonts w:asciiTheme="majorHAnsi" w:hAnsiTheme="majorHAnsi"/>
        </w:rPr>
      </w:pPr>
    </w:p>
    <w:p w14:paraId="155BEEA8" w14:textId="02DF7010" w:rsidR="00A30EAD" w:rsidRDefault="00A30EAD" w:rsidP="00A30EAD">
      <w:pPr>
        <w:rPr>
          <w:rFonts w:asciiTheme="majorHAnsi" w:hAnsiTheme="majorHAnsi"/>
        </w:rPr>
      </w:pPr>
    </w:p>
    <w:p w14:paraId="50DABECC" w14:textId="72D67FA9" w:rsidR="00D21255" w:rsidRPr="00A30EAD" w:rsidRDefault="00A30EAD" w:rsidP="00A30EAD">
      <w:pPr>
        <w:tabs>
          <w:tab w:val="left" w:pos="2070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sectPr w:rsidR="00D21255" w:rsidRPr="00A30EAD" w:rsidSect="000A5C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709" w:right="1418" w:bottom="244" w:left="1276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A21F0" w14:textId="77777777" w:rsidR="006C0494" w:rsidRDefault="006C0494" w:rsidP="001F1344">
      <w:r>
        <w:separator/>
      </w:r>
    </w:p>
  </w:endnote>
  <w:endnote w:type="continuationSeparator" w:id="0">
    <w:p w14:paraId="60D13F3F" w14:textId="77777777" w:rsidR="006C0494" w:rsidRDefault="006C049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9A36F" w14:textId="77777777" w:rsidR="00DA1DEB" w:rsidRDefault="00DA1D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5E9AC320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DA1DEB">
      <w:rPr>
        <w:rFonts w:ascii="Cambria" w:hAnsi="Cambria"/>
        <w:bdr w:val="single" w:sz="4" w:space="0" w:color="auto"/>
      </w:rPr>
      <w:t xml:space="preserve">Załącznik </w:t>
    </w:r>
    <w:r w:rsidR="0085483A">
      <w:rPr>
        <w:rFonts w:ascii="Cambria" w:hAnsi="Cambria"/>
        <w:bdr w:val="single" w:sz="4" w:space="0" w:color="auto"/>
      </w:rPr>
      <w:t>n</w:t>
    </w:r>
    <w:r w:rsidR="005151D3">
      <w:rPr>
        <w:rFonts w:ascii="Cambria" w:hAnsi="Cambria"/>
        <w:bdr w:val="single" w:sz="4" w:space="0" w:color="auto"/>
      </w:rPr>
      <w:t>r 4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B23B5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02A5C">
      <w:rPr>
        <w:rFonts w:ascii="Cambria" w:hAnsi="Cambria"/>
        <w:b/>
        <w:bdr w:val="single" w:sz="4" w:space="0" w:color="auto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E7677" w14:textId="77777777" w:rsidR="00DA1DEB" w:rsidRDefault="00DA1D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70F50" w14:textId="77777777" w:rsidR="006C0494" w:rsidRDefault="006C0494" w:rsidP="001F1344">
      <w:r>
        <w:separator/>
      </w:r>
    </w:p>
  </w:footnote>
  <w:footnote w:type="continuationSeparator" w:id="0">
    <w:p w14:paraId="7148F6A8" w14:textId="77777777" w:rsidR="006C0494" w:rsidRDefault="006C0494" w:rsidP="001F1344">
      <w:r>
        <w:continuationSeparator/>
      </w:r>
    </w:p>
  </w:footnote>
  <w:footnote w:id="1">
    <w:p w14:paraId="065A48D1" w14:textId="77777777" w:rsidR="00D21255" w:rsidRDefault="00D21255" w:rsidP="00D21255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  <w:p w14:paraId="50A823BC" w14:textId="77777777" w:rsidR="00D21255" w:rsidRDefault="00D21255" w:rsidP="00D21255">
      <w:pPr>
        <w:pStyle w:val="Tekstprzypisudolnego"/>
      </w:pPr>
    </w:p>
  </w:footnote>
  <w:footnote w:id="2">
    <w:p w14:paraId="11DFEA6F" w14:textId="77777777" w:rsidR="00D21255" w:rsidRPr="003F7A6B" w:rsidRDefault="00D21255" w:rsidP="00D21255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6315361" w14:textId="77777777" w:rsidR="00D21255" w:rsidRDefault="00D21255" w:rsidP="00D21255">
      <w:pPr>
        <w:pStyle w:val="Tekstprzypisudolnego"/>
        <w:ind w:left="-284" w:hanging="141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F8DF9" w14:textId="77777777" w:rsidR="00DA1DEB" w:rsidRDefault="00DA1D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9952" w14:textId="13A739B4" w:rsidR="006E1ACE" w:rsidRPr="005D3B6D" w:rsidRDefault="006E1ACE" w:rsidP="005D3B6D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B57AA" w14:textId="77777777" w:rsidR="00DA1DEB" w:rsidRDefault="00DA1D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58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03" w:hanging="360"/>
      </w:pPr>
    </w:lvl>
    <w:lvl w:ilvl="2" w:tplc="0415001B" w:tentative="1">
      <w:start w:val="1"/>
      <w:numFmt w:val="lowerRoman"/>
      <w:lvlText w:val="%3."/>
      <w:lvlJc w:val="right"/>
      <w:pPr>
        <w:ind w:left="3023" w:hanging="180"/>
      </w:pPr>
    </w:lvl>
    <w:lvl w:ilvl="3" w:tplc="0415000F" w:tentative="1">
      <w:start w:val="1"/>
      <w:numFmt w:val="decimal"/>
      <w:lvlText w:val="%4."/>
      <w:lvlJc w:val="left"/>
      <w:pPr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ind w:left="5183" w:hanging="180"/>
      </w:pPr>
    </w:lvl>
    <w:lvl w:ilvl="6" w:tplc="0415000F" w:tentative="1">
      <w:start w:val="1"/>
      <w:numFmt w:val="decimal"/>
      <w:lvlText w:val="%7."/>
      <w:lvlJc w:val="left"/>
      <w:pPr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ind w:left="734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B41C0"/>
    <w:multiLevelType w:val="hybridMultilevel"/>
    <w:tmpl w:val="4FA27A26"/>
    <w:lvl w:ilvl="0" w:tplc="38C65480">
      <w:start w:val="9"/>
      <w:numFmt w:val="decimal"/>
      <w:lvlText w:val="%1."/>
      <w:lvlJc w:val="left"/>
      <w:pPr>
        <w:ind w:left="110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3D6F8F"/>
    <w:multiLevelType w:val="hybridMultilevel"/>
    <w:tmpl w:val="40F8BFE8"/>
    <w:lvl w:ilvl="0" w:tplc="3D76411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A2F7CDF"/>
    <w:multiLevelType w:val="hybridMultilevel"/>
    <w:tmpl w:val="CD389858"/>
    <w:lvl w:ilvl="0" w:tplc="2EDE65C0">
      <w:start w:val="1"/>
      <w:numFmt w:val="lowerLetter"/>
      <w:lvlText w:val="%1)"/>
      <w:lvlJc w:val="left"/>
      <w:pPr>
        <w:ind w:left="14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06" w:hanging="360"/>
      </w:pPr>
    </w:lvl>
    <w:lvl w:ilvl="2" w:tplc="0415001B" w:tentative="1">
      <w:start w:val="1"/>
      <w:numFmt w:val="lowerRoman"/>
      <w:lvlText w:val="%3."/>
      <w:lvlJc w:val="right"/>
      <w:pPr>
        <w:ind w:left="2926" w:hanging="180"/>
      </w:pPr>
    </w:lvl>
    <w:lvl w:ilvl="3" w:tplc="0415000F" w:tentative="1">
      <w:start w:val="1"/>
      <w:numFmt w:val="decimal"/>
      <w:lvlText w:val="%4."/>
      <w:lvlJc w:val="left"/>
      <w:pPr>
        <w:ind w:left="3646" w:hanging="360"/>
      </w:pPr>
    </w:lvl>
    <w:lvl w:ilvl="4" w:tplc="04150019" w:tentative="1">
      <w:start w:val="1"/>
      <w:numFmt w:val="lowerLetter"/>
      <w:lvlText w:val="%5."/>
      <w:lvlJc w:val="left"/>
      <w:pPr>
        <w:ind w:left="4366" w:hanging="360"/>
      </w:pPr>
    </w:lvl>
    <w:lvl w:ilvl="5" w:tplc="0415001B" w:tentative="1">
      <w:start w:val="1"/>
      <w:numFmt w:val="lowerRoman"/>
      <w:lvlText w:val="%6."/>
      <w:lvlJc w:val="right"/>
      <w:pPr>
        <w:ind w:left="5086" w:hanging="180"/>
      </w:pPr>
    </w:lvl>
    <w:lvl w:ilvl="6" w:tplc="0415000F" w:tentative="1">
      <w:start w:val="1"/>
      <w:numFmt w:val="decimal"/>
      <w:lvlText w:val="%7."/>
      <w:lvlJc w:val="left"/>
      <w:pPr>
        <w:ind w:left="5806" w:hanging="360"/>
      </w:pPr>
    </w:lvl>
    <w:lvl w:ilvl="7" w:tplc="04150019" w:tentative="1">
      <w:start w:val="1"/>
      <w:numFmt w:val="lowerLetter"/>
      <w:lvlText w:val="%8."/>
      <w:lvlJc w:val="left"/>
      <w:pPr>
        <w:ind w:left="6526" w:hanging="360"/>
      </w:pPr>
    </w:lvl>
    <w:lvl w:ilvl="8" w:tplc="0415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4" w15:restartNumberingAfterBreak="0">
    <w:nsid w:val="2BAB781D"/>
    <w:multiLevelType w:val="hybridMultilevel"/>
    <w:tmpl w:val="022A619A"/>
    <w:lvl w:ilvl="0" w:tplc="E60031F6">
      <w:start w:val="1"/>
      <w:numFmt w:val="decimal"/>
      <w:lvlText w:val="%1)"/>
      <w:lvlJc w:val="left"/>
      <w:pPr>
        <w:ind w:left="11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BC55CA"/>
    <w:multiLevelType w:val="hybridMultilevel"/>
    <w:tmpl w:val="C252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F06F5E"/>
    <w:multiLevelType w:val="hybridMultilevel"/>
    <w:tmpl w:val="961AFE7A"/>
    <w:lvl w:ilvl="0" w:tplc="4A3080CA">
      <w:start w:val="10"/>
      <w:numFmt w:val="decimal"/>
      <w:lvlText w:val="%1."/>
      <w:lvlJc w:val="left"/>
      <w:pPr>
        <w:ind w:left="110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7" w15:restartNumberingAfterBreak="0">
    <w:nsid w:val="634E6706"/>
    <w:multiLevelType w:val="hybridMultilevel"/>
    <w:tmpl w:val="64520010"/>
    <w:lvl w:ilvl="0" w:tplc="A75E36BE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="Arial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9BB72A9"/>
    <w:multiLevelType w:val="hybridMultilevel"/>
    <w:tmpl w:val="1A5CB596"/>
    <w:lvl w:ilvl="0" w:tplc="B5B68D0A">
      <w:start w:val="8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F2AD5"/>
    <w:multiLevelType w:val="multilevel"/>
    <w:tmpl w:val="B0F05AA0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2DD65D7"/>
    <w:multiLevelType w:val="hybridMultilevel"/>
    <w:tmpl w:val="9202C22A"/>
    <w:lvl w:ilvl="0" w:tplc="EB0A6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6F7C62"/>
    <w:multiLevelType w:val="hybridMultilevel"/>
    <w:tmpl w:val="F758847C"/>
    <w:lvl w:ilvl="0" w:tplc="9C04BA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2"/>
  </w:num>
  <w:num w:numId="3">
    <w:abstractNumId w:val="19"/>
  </w:num>
  <w:num w:numId="4">
    <w:abstractNumId w:val="27"/>
  </w:num>
  <w:num w:numId="5">
    <w:abstractNumId w:val="1"/>
  </w:num>
  <w:num w:numId="6">
    <w:abstractNumId w:val="15"/>
  </w:num>
  <w:num w:numId="7">
    <w:abstractNumId w:val="2"/>
  </w:num>
  <w:num w:numId="8">
    <w:abstractNumId w:val="34"/>
  </w:num>
  <w:num w:numId="9">
    <w:abstractNumId w:val="9"/>
  </w:num>
  <w:num w:numId="10">
    <w:abstractNumId w:val="23"/>
  </w:num>
  <w:num w:numId="11">
    <w:abstractNumId w:val="18"/>
  </w:num>
  <w:num w:numId="12">
    <w:abstractNumId w:val="16"/>
  </w:num>
  <w:num w:numId="13">
    <w:abstractNumId w:val="0"/>
  </w:num>
  <w:num w:numId="14">
    <w:abstractNumId w:val="17"/>
  </w:num>
  <w:num w:numId="15">
    <w:abstractNumId w:val="29"/>
  </w:num>
  <w:num w:numId="16">
    <w:abstractNumId w:val="22"/>
  </w:num>
  <w:num w:numId="17">
    <w:abstractNumId w:val="20"/>
  </w:num>
  <w:num w:numId="18">
    <w:abstractNumId w:val="3"/>
  </w:num>
  <w:num w:numId="19">
    <w:abstractNumId w:val="5"/>
  </w:num>
  <w:num w:numId="20">
    <w:abstractNumId w:val="7"/>
  </w:num>
  <w:num w:numId="21">
    <w:abstractNumId w:val="25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36"/>
  </w:num>
  <w:num w:numId="27">
    <w:abstractNumId w:val="30"/>
  </w:num>
  <w:num w:numId="28">
    <w:abstractNumId w:val="33"/>
  </w:num>
  <w:num w:numId="29">
    <w:abstractNumId w:val="35"/>
  </w:num>
  <w:num w:numId="30">
    <w:abstractNumId w:val="24"/>
  </w:num>
  <w:num w:numId="31">
    <w:abstractNumId w:val="8"/>
  </w:num>
  <w:num w:numId="32">
    <w:abstractNumId w:val="31"/>
  </w:num>
  <w:num w:numId="33">
    <w:abstractNumId w:val="14"/>
  </w:num>
  <w:num w:numId="34">
    <w:abstractNumId w:val="28"/>
  </w:num>
  <w:num w:numId="35">
    <w:abstractNumId w:val="26"/>
  </w:num>
  <w:num w:numId="36">
    <w:abstractNumId w:val="13"/>
  </w:num>
  <w:num w:numId="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1577"/>
    <w:rsid w:val="00022574"/>
    <w:rsid w:val="00023AC9"/>
    <w:rsid w:val="00032F82"/>
    <w:rsid w:val="0003503E"/>
    <w:rsid w:val="00037EA8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6359"/>
    <w:rsid w:val="00081B73"/>
    <w:rsid w:val="00083A17"/>
    <w:rsid w:val="00094AD3"/>
    <w:rsid w:val="000973DE"/>
    <w:rsid w:val="00097E29"/>
    <w:rsid w:val="000A2C42"/>
    <w:rsid w:val="000A5C1E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0A5"/>
    <w:rsid w:val="000E773F"/>
    <w:rsid w:val="000F2DFA"/>
    <w:rsid w:val="000F3ADA"/>
    <w:rsid w:val="000F407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17D6"/>
    <w:rsid w:val="00132A3E"/>
    <w:rsid w:val="00132E41"/>
    <w:rsid w:val="001347C8"/>
    <w:rsid w:val="00134EDB"/>
    <w:rsid w:val="001361D9"/>
    <w:rsid w:val="001402B1"/>
    <w:rsid w:val="00140C2A"/>
    <w:rsid w:val="00140E4C"/>
    <w:rsid w:val="00144DF3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39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2ED1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7033"/>
    <w:rsid w:val="00262CC6"/>
    <w:rsid w:val="00263B21"/>
    <w:rsid w:val="00265AB0"/>
    <w:rsid w:val="002819C0"/>
    <w:rsid w:val="00281D7C"/>
    <w:rsid w:val="0028517F"/>
    <w:rsid w:val="00292B0B"/>
    <w:rsid w:val="00295F1A"/>
    <w:rsid w:val="002965D5"/>
    <w:rsid w:val="002A2B22"/>
    <w:rsid w:val="002A6857"/>
    <w:rsid w:val="002A6C2A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9DA"/>
    <w:rsid w:val="00331E93"/>
    <w:rsid w:val="00337154"/>
    <w:rsid w:val="003430BD"/>
    <w:rsid w:val="00343FCF"/>
    <w:rsid w:val="00347FBB"/>
    <w:rsid w:val="00354906"/>
    <w:rsid w:val="00355218"/>
    <w:rsid w:val="00360ECD"/>
    <w:rsid w:val="0036532E"/>
    <w:rsid w:val="00365D7C"/>
    <w:rsid w:val="00385C9B"/>
    <w:rsid w:val="003A72D3"/>
    <w:rsid w:val="003A7A7C"/>
    <w:rsid w:val="003B26AC"/>
    <w:rsid w:val="003C07AB"/>
    <w:rsid w:val="003C1854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7D7"/>
    <w:rsid w:val="003F7144"/>
    <w:rsid w:val="004001FA"/>
    <w:rsid w:val="00400768"/>
    <w:rsid w:val="00401643"/>
    <w:rsid w:val="00405044"/>
    <w:rsid w:val="0041516B"/>
    <w:rsid w:val="004238E0"/>
    <w:rsid w:val="004254BE"/>
    <w:rsid w:val="00430732"/>
    <w:rsid w:val="0043600C"/>
    <w:rsid w:val="004365DF"/>
    <w:rsid w:val="004407D4"/>
    <w:rsid w:val="00441107"/>
    <w:rsid w:val="00443371"/>
    <w:rsid w:val="00443C04"/>
    <w:rsid w:val="00443FA1"/>
    <w:rsid w:val="00456848"/>
    <w:rsid w:val="00457BA9"/>
    <w:rsid w:val="004611A6"/>
    <w:rsid w:val="00462A20"/>
    <w:rsid w:val="00462C88"/>
    <w:rsid w:val="00464303"/>
    <w:rsid w:val="00465067"/>
    <w:rsid w:val="00471588"/>
    <w:rsid w:val="00472945"/>
    <w:rsid w:val="004759AD"/>
    <w:rsid w:val="00485A7D"/>
    <w:rsid w:val="0049323D"/>
    <w:rsid w:val="00497FCB"/>
    <w:rsid w:val="004A3A59"/>
    <w:rsid w:val="004A52E5"/>
    <w:rsid w:val="004A5FEB"/>
    <w:rsid w:val="004B08B8"/>
    <w:rsid w:val="004B18D4"/>
    <w:rsid w:val="004C1320"/>
    <w:rsid w:val="004C273A"/>
    <w:rsid w:val="004C60C5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1D3"/>
    <w:rsid w:val="00515BAC"/>
    <w:rsid w:val="00520B28"/>
    <w:rsid w:val="0053067B"/>
    <w:rsid w:val="0053296C"/>
    <w:rsid w:val="005422C5"/>
    <w:rsid w:val="00550613"/>
    <w:rsid w:val="00557147"/>
    <w:rsid w:val="00561407"/>
    <w:rsid w:val="005622B1"/>
    <w:rsid w:val="00566B75"/>
    <w:rsid w:val="00570917"/>
    <w:rsid w:val="00572298"/>
    <w:rsid w:val="00581E14"/>
    <w:rsid w:val="00582026"/>
    <w:rsid w:val="00583CD2"/>
    <w:rsid w:val="00590867"/>
    <w:rsid w:val="00595143"/>
    <w:rsid w:val="00595BFF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2E30"/>
    <w:rsid w:val="005C3BA4"/>
    <w:rsid w:val="005C42CD"/>
    <w:rsid w:val="005C4B84"/>
    <w:rsid w:val="005D2326"/>
    <w:rsid w:val="005D3B6D"/>
    <w:rsid w:val="005D7ACF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2619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1993"/>
    <w:rsid w:val="00692EF2"/>
    <w:rsid w:val="006966C9"/>
    <w:rsid w:val="006974A0"/>
    <w:rsid w:val="00697C2B"/>
    <w:rsid w:val="006A6A86"/>
    <w:rsid w:val="006B5A1F"/>
    <w:rsid w:val="006B7573"/>
    <w:rsid w:val="006C0494"/>
    <w:rsid w:val="006C45F5"/>
    <w:rsid w:val="006D38CC"/>
    <w:rsid w:val="006D571A"/>
    <w:rsid w:val="006E1ACE"/>
    <w:rsid w:val="006E20B4"/>
    <w:rsid w:val="006F419D"/>
    <w:rsid w:val="006F471B"/>
    <w:rsid w:val="006F6DA2"/>
    <w:rsid w:val="006F79CC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3F4"/>
    <w:rsid w:val="007620FB"/>
    <w:rsid w:val="0076471D"/>
    <w:rsid w:val="0076650A"/>
    <w:rsid w:val="0076661D"/>
    <w:rsid w:val="00772028"/>
    <w:rsid w:val="00773FF7"/>
    <w:rsid w:val="00776FB2"/>
    <w:rsid w:val="007807EF"/>
    <w:rsid w:val="0078202E"/>
    <w:rsid w:val="00785BD8"/>
    <w:rsid w:val="00786FC0"/>
    <w:rsid w:val="007925C9"/>
    <w:rsid w:val="00794324"/>
    <w:rsid w:val="00794B82"/>
    <w:rsid w:val="007A0D03"/>
    <w:rsid w:val="007A6113"/>
    <w:rsid w:val="007B0A56"/>
    <w:rsid w:val="007B0CA7"/>
    <w:rsid w:val="007B6477"/>
    <w:rsid w:val="007C0772"/>
    <w:rsid w:val="007C0A0E"/>
    <w:rsid w:val="007C4D41"/>
    <w:rsid w:val="007C660B"/>
    <w:rsid w:val="007C687C"/>
    <w:rsid w:val="007D081D"/>
    <w:rsid w:val="007D17B2"/>
    <w:rsid w:val="007D2343"/>
    <w:rsid w:val="007D3F23"/>
    <w:rsid w:val="007D4676"/>
    <w:rsid w:val="007D7104"/>
    <w:rsid w:val="007D7EB1"/>
    <w:rsid w:val="007E44F0"/>
    <w:rsid w:val="007E4823"/>
    <w:rsid w:val="007E49FD"/>
    <w:rsid w:val="007E52CF"/>
    <w:rsid w:val="007E70F1"/>
    <w:rsid w:val="007E7A72"/>
    <w:rsid w:val="007F08AD"/>
    <w:rsid w:val="00800C00"/>
    <w:rsid w:val="00805559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1224"/>
    <w:rsid w:val="0085483A"/>
    <w:rsid w:val="00855D20"/>
    <w:rsid w:val="00856D81"/>
    <w:rsid w:val="008634EA"/>
    <w:rsid w:val="008654F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32C4"/>
    <w:rsid w:val="008B4196"/>
    <w:rsid w:val="008B5443"/>
    <w:rsid w:val="008B71A5"/>
    <w:rsid w:val="008E1DF7"/>
    <w:rsid w:val="008E2509"/>
    <w:rsid w:val="008E30E2"/>
    <w:rsid w:val="008F064F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2955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8CA"/>
    <w:rsid w:val="00A22DD6"/>
    <w:rsid w:val="00A252A9"/>
    <w:rsid w:val="00A2768B"/>
    <w:rsid w:val="00A30EAD"/>
    <w:rsid w:val="00A368DA"/>
    <w:rsid w:val="00A370B1"/>
    <w:rsid w:val="00A3739C"/>
    <w:rsid w:val="00A40989"/>
    <w:rsid w:val="00A4172B"/>
    <w:rsid w:val="00A43AB9"/>
    <w:rsid w:val="00A43C7A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6573"/>
    <w:rsid w:val="00AF01F5"/>
    <w:rsid w:val="00AF09DA"/>
    <w:rsid w:val="00AF102E"/>
    <w:rsid w:val="00AF1DA5"/>
    <w:rsid w:val="00AF2DD9"/>
    <w:rsid w:val="00AF710F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23B5"/>
    <w:rsid w:val="00BB39CD"/>
    <w:rsid w:val="00BB68C2"/>
    <w:rsid w:val="00BB6DAB"/>
    <w:rsid w:val="00BC0B6A"/>
    <w:rsid w:val="00BD7905"/>
    <w:rsid w:val="00BE001F"/>
    <w:rsid w:val="00BE0F00"/>
    <w:rsid w:val="00BE336A"/>
    <w:rsid w:val="00BE394E"/>
    <w:rsid w:val="00BE5089"/>
    <w:rsid w:val="00BE7D56"/>
    <w:rsid w:val="00BF04B9"/>
    <w:rsid w:val="00BF239A"/>
    <w:rsid w:val="00BF5399"/>
    <w:rsid w:val="00BF7194"/>
    <w:rsid w:val="00BF73C3"/>
    <w:rsid w:val="00C01ED7"/>
    <w:rsid w:val="00C02A5C"/>
    <w:rsid w:val="00C0386C"/>
    <w:rsid w:val="00C049E9"/>
    <w:rsid w:val="00C06176"/>
    <w:rsid w:val="00C06189"/>
    <w:rsid w:val="00C06C61"/>
    <w:rsid w:val="00C07467"/>
    <w:rsid w:val="00C11DC0"/>
    <w:rsid w:val="00C15801"/>
    <w:rsid w:val="00C15E7A"/>
    <w:rsid w:val="00C177B0"/>
    <w:rsid w:val="00C22696"/>
    <w:rsid w:val="00C241FA"/>
    <w:rsid w:val="00C244BB"/>
    <w:rsid w:val="00C365C9"/>
    <w:rsid w:val="00C435C3"/>
    <w:rsid w:val="00C445C2"/>
    <w:rsid w:val="00C46218"/>
    <w:rsid w:val="00C530C9"/>
    <w:rsid w:val="00C554F8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1FD1"/>
    <w:rsid w:val="00CA7030"/>
    <w:rsid w:val="00CB4DA9"/>
    <w:rsid w:val="00CB5531"/>
    <w:rsid w:val="00CC2966"/>
    <w:rsid w:val="00CC39AE"/>
    <w:rsid w:val="00CC5082"/>
    <w:rsid w:val="00CD2623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1255"/>
    <w:rsid w:val="00D24275"/>
    <w:rsid w:val="00D24DF2"/>
    <w:rsid w:val="00D3390C"/>
    <w:rsid w:val="00D339C4"/>
    <w:rsid w:val="00D36F11"/>
    <w:rsid w:val="00D370A9"/>
    <w:rsid w:val="00D427C3"/>
    <w:rsid w:val="00D42807"/>
    <w:rsid w:val="00D42BA5"/>
    <w:rsid w:val="00D44121"/>
    <w:rsid w:val="00D4602F"/>
    <w:rsid w:val="00D47B2B"/>
    <w:rsid w:val="00D5524C"/>
    <w:rsid w:val="00D569EF"/>
    <w:rsid w:val="00D57B0D"/>
    <w:rsid w:val="00D605B3"/>
    <w:rsid w:val="00D6594D"/>
    <w:rsid w:val="00D65BF5"/>
    <w:rsid w:val="00D7213C"/>
    <w:rsid w:val="00D723F7"/>
    <w:rsid w:val="00D766F9"/>
    <w:rsid w:val="00D801FD"/>
    <w:rsid w:val="00D8184B"/>
    <w:rsid w:val="00D9030C"/>
    <w:rsid w:val="00D92EE0"/>
    <w:rsid w:val="00D9370C"/>
    <w:rsid w:val="00D94D23"/>
    <w:rsid w:val="00DA1A0B"/>
    <w:rsid w:val="00DA1DEB"/>
    <w:rsid w:val="00DA2162"/>
    <w:rsid w:val="00DA29E6"/>
    <w:rsid w:val="00DA7AEA"/>
    <w:rsid w:val="00DB3F09"/>
    <w:rsid w:val="00DB4472"/>
    <w:rsid w:val="00DB6477"/>
    <w:rsid w:val="00DC572A"/>
    <w:rsid w:val="00DC575B"/>
    <w:rsid w:val="00DD566A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5AB3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66F76"/>
    <w:rsid w:val="00E72C06"/>
    <w:rsid w:val="00E9003C"/>
    <w:rsid w:val="00E95FEE"/>
    <w:rsid w:val="00E97750"/>
    <w:rsid w:val="00EA477D"/>
    <w:rsid w:val="00EA57D1"/>
    <w:rsid w:val="00EB0FE6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4D76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1993"/>
    <w:rsid w:val="00F82F0A"/>
    <w:rsid w:val="00F82FD3"/>
    <w:rsid w:val="00F91E37"/>
    <w:rsid w:val="00F92E5B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E77A5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gpulawy.bip.lubels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0C75DBB-95CB-4224-8BCC-67751FB7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3E1B4F8F</Template>
  <TotalTime>90</TotalTime>
  <Pages>4</Pages>
  <Words>862</Words>
  <Characters>8389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Zarychta</cp:lastModifiedBy>
  <cp:revision>63</cp:revision>
  <cp:lastPrinted>2023-02-21T12:19:00Z</cp:lastPrinted>
  <dcterms:created xsi:type="dcterms:W3CDTF">2022-04-13T05:13:00Z</dcterms:created>
  <dcterms:modified xsi:type="dcterms:W3CDTF">2023-10-02T06:54:00Z</dcterms:modified>
</cp:coreProperties>
</file>