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3012D2DE" w:rsidR="00F2225B" w:rsidRPr="002B71FA" w:rsidRDefault="00F2225B" w:rsidP="00487A56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>Załącznik</w:t>
      </w:r>
      <w:r w:rsidRPr="00523505">
        <w:rPr>
          <w:rFonts w:ascii="Cambria" w:hAnsi="Cambria"/>
          <w:b/>
          <w:bCs/>
          <w:color w:val="000000" w:themeColor="text1"/>
        </w:rPr>
        <w:t xml:space="preserve"> </w:t>
      </w:r>
      <w:r w:rsidR="007D7FC4" w:rsidRPr="00523505">
        <w:rPr>
          <w:rFonts w:ascii="Cambria" w:hAnsi="Cambria"/>
          <w:b/>
          <w:bCs/>
          <w:color w:val="000000" w:themeColor="text1"/>
        </w:rPr>
        <w:t>Nr</w:t>
      </w:r>
      <w:r w:rsidRPr="00523505">
        <w:rPr>
          <w:rFonts w:ascii="Cambria" w:hAnsi="Cambria"/>
          <w:b/>
          <w:bCs/>
          <w:color w:val="000000" w:themeColor="text1"/>
        </w:rPr>
        <w:t xml:space="preserve">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2743977" w14:textId="712288D3" w:rsidR="006E577D" w:rsidRPr="008448BD" w:rsidRDefault="006E577D" w:rsidP="006E57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892E7C">
        <w:rPr>
          <w:rFonts w:ascii="Cambria" w:hAnsi="Cambria"/>
          <w:b/>
        </w:rPr>
        <w:t>IF.271.</w:t>
      </w:r>
      <w:r w:rsidR="000C30C5">
        <w:rPr>
          <w:rFonts w:ascii="Cambria" w:hAnsi="Cambria"/>
          <w:b/>
        </w:rPr>
        <w:t>9</w:t>
      </w:r>
      <w:r w:rsidR="00892E7C">
        <w:rPr>
          <w:rFonts w:ascii="Cambria" w:hAnsi="Cambria"/>
          <w:b/>
        </w:rPr>
        <w:t>.</w:t>
      </w:r>
      <w:r w:rsidR="00DF1600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0FCD32B2" w14:textId="77777777" w:rsidR="006E577D" w:rsidRPr="009408EF" w:rsidRDefault="006E577D" w:rsidP="006E577D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p w14:paraId="5630C27E" w14:textId="77777777" w:rsidR="00892E7C" w:rsidRPr="00B830BE" w:rsidRDefault="00892E7C" w:rsidP="00892E7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830BE">
        <w:rPr>
          <w:rFonts w:ascii="Cambria" w:hAnsi="Cambria"/>
          <w:b/>
          <w:szCs w:val="24"/>
          <w:u w:val="single"/>
        </w:rPr>
        <w:t>ZAMAWIAJĄCY:</w:t>
      </w:r>
    </w:p>
    <w:p w14:paraId="27A24BA5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  <w:b/>
        </w:rPr>
        <w:t>Gmina Puławy</w:t>
      </w:r>
      <w:r w:rsidRPr="00B830BE">
        <w:rPr>
          <w:rFonts w:ascii="Cambria" w:hAnsi="Cambria"/>
        </w:rPr>
        <w:t xml:space="preserve"> zwana dalej </w:t>
      </w:r>
      <w:r w:rsidRPr="00B830BE">
        <w:rPr>
          <w:rFonts w:ascii="Cambria" w:hAnsi="Cambria"/>
          <w:b/>
          <w:bCs/>
        </w:rPr>
        <w:t>„Zamawiającym”</w:t>
      </w:r>
      <w:r w:rsidRPr="00B830BE">
        <w:rPr>
          <w:rFonts w:ascii="Cambria" w:hAnsi="Cambria"/>
        </w:rPr>
        <w:t xml:space="preserve"> </w:t>
      </w:r>
    </w:p>
    <w:p w14:paraId="183CB3B0" w14:textId="77777777" w:rsidR="00892E7C" w:rsidRPr="00B830BE" w:rsidRDefault="00892E7C" w:rsidP="00892E7C">
      <w:pPr>
        <w:pStyle w:val="Akapitzlist"/>
        <w:ind w:left="0" w:right="6"/>
        <w:rPr>
          <w:rFonts w:ascii="Cambria" w:hAnsi="Cambria"/>
          <w:b/>
          <w:bCs/>
        </w:rPr>
      </w:pPr>
      <w:r w:rsidRPr="00B830BE">
        <w:rPr>
          <w:rFonts w:ascii="Cambria" w:hAnsi="Cambria"/>
          <w:b/>
          <w:bCs/>
        </w:rPr>
        <w:t>ul. Dęblińska 4, 24 - 100 Puławy, woj. lubelskie</w:t>
      </w:r>
    </w:p>
    <w:p w14:paraId="6BC629FF" w14:textId="6BEC6015" w:rsidR="00892E7C" w:rsidRPr="00B830BE" w:rsidRDefault="00011866" w:rsidP="00892E7C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2C460B48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</w:rPr>
        <w:t>Elektroniczna Skrzynka Podawcza:</w:t>
      </w:r>
      <w:r w:rsidRPr="00F8719E">
        <w:rPr>
          <w:rFonts w:ascii="Cambria" w:hAnsi="Cambria"/>
        </w:rPr>
        <w:t xml:space="preserve"> </w:t>
      </w:r>
      <w:r w:rsidRPr="00F8719E">
        <w:rPr>
          <w:rFonts w:ascii="Cambria" w:hAnsi="Cambria"/>
          <w:color w:val="0070C0"/>
        </w:rPr>
        <w:t>/</w:t>
      </w:r>
      <w:proofErr w:type="spellStart"/>
      <w:r w:rsidRPr="00F8719E">
        <w:rPr>
          <w:rFonts w:ascii="Cambria" w:hAnsi="Cambria"/>
          <w:color w:val="0070C0"/>
        </w:rPr>
        <w:t>UGPulawy</w:t>
      </w:r>
      <w:proofErr w:type="spellEnd"/>
      <w:r w:rsidRPr="00F8719E">
        <w:rPr>
          <w:rFonts w:ascii="Cambria" w:hAnsi="Cambria"/>
          <w:color w:val="0070C0"/>
        </w:rPr>
        <w:t>/</w:t>
      </w:r>
      <w:proofErr w:type="spellStart"/>
      <w:r w:rsidRPr="00F8719E">
        <w:rPr>
          <w:rFonts w:ascii="Cambria" w:hAnsi="Cambria"/>
          <w:color w:val="0070C0"/>
        </w:rPr>
        <w:t>SkrytkaESP</w:t>
      </w:r>
      <w:proofErr w:type="spellEnd"/>
      <w:r w:rsidRPr="00B830BE">
        <w:rPr>
          <w:rFonts w:ascii="Cambria" w:hAnsi="Cambria"/>
          <w:b/>
          <w:color w:val="0070C0"/>
        </w:rPr>
        <w:t xml:space="preserve"> </w:t>
      </w:r>
      <w:r w:rsidRPr="00B830BE">
        <w:rPr>
          <w:rFonts w:ascii="Cambria" w:hAnsi="Cambria"/>
          <w:b/>
        </w:rPr>
        <w:br/>
      </w:r>
      <w:r w:rsidRPr="00B830BE">
        <w:rPr>
          <w:rFonts w:ascii="Cambria" w:hAnsi="Cambria"/>
        </w:rPr>
        <w:t xml:space="preserve">znajdująca się na platformie </w:t>
      </w:r>
      <w:proofErr w:type="spellStart"/>
      <w:r w:rsidRPr="00B830BE">
        <w:rPr>
          <w:rFonts w:ascii="Cambria" w:hAnsi="Cambria"/>
        </w:rPr>
        <w:t>ePUAP</w:t>
      </w:r>
      <w:proofErr w:type="spellEnd"/>
      <w:r w:rsidRPr="00B830BE">
        <w:rPr>
          <w:rFonts w:ascii="Cambria" w:hAnsi="Cambria"/>
        </w:rPr>
        <w:t xml:space="preserve"> pod adresem </w:t>
      </w:r>
      <w:hyperlink r:id="rId8" w:history="1">
        <w:r w:rsidRPr="00B830BE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B830BE">
        <w:rPr>
          <w:rFonts w:ascii="Cambria" w:hAnsi="Cambria"/>
          <w:color w:val="0070C0"/>
        </w:rPr>
        <w:t xml:space="preserve"> </w:t>
      </w:r>
    </w:p>
    <w:p w14:paraId="162B9583" w14:textId="77777777" w:rsidR="00892E7C" w:rsidRPr="00B830BE" w:rsidRDefault="00892E7C" w:rsidP="00892E7C">
      <w:pPr>
        <w:pStyle w:val="Akapitzlist"/>
        <w:ind w:left="0" w:right="6"/>
        <w:rPr>
          <w:rFonts w:ascii="Cambria" w:hAnsi="Cambria"/>
        </w:rPr>
      </w:pPr>
      <w:r w:rsidRPr="00B830BE">
        <w:rPr>
          <w:rFonts w:ascii="Cambria" w:hAnsi="Cambria"/>
        </w:rPr>
        <w:t xml:space="preserve">Adres poczty elektronicznej: </w:t>
      </w:r>
      <w:hyperlink r:id="rId9" w:history="1">
        <w:r w:rsidRPr="00B830BE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B830BE">
        <w:rPr>
          <w:rFonts w:ascii="Cambria" w:eastAsiaTheme="minorEastAsia" w:hAnsi="Cambria"/>
          <w:u w:val="single"/>
        </w:rPr>
        <w:t xml:space="preserve"> </w:t>
      </w:r>
    </w:p>
    <w:p w14:paraId="21137997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</w:rPr>
        <w:t xml:space="preserve">Adres strony internetowej: </w:t>
      </w:r>
      <w:hyperlink r:id="rId10" w:history="1">
        <w:r w:rsidRPr="00B830BE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B830BE">
          <w:rPr>
            <w:rFonts w:ascii="Cambria" w:hAnsi="Cambria"/>
          </w:rPr>
          <w:t xml:space="preserve"> </w:t>
        </w:r>
      </w:hyperlink>
    </w:p>
    <w:p w14:paraId="43E6F41D" w14:textId="77777777" w:rsidR="00011866" w:rsidRDefault="00892E7C" w:rsidP="00011866">
      <w:pPr>
        <w:jc w:val="both"/>
        <w:rPr>
          <w:rFonts w:ascii="Cambria" w:hAnsi="Cambria"/>
        </w:rPr>
      </w:pPr>
      <w:r w:rsidRPr="00B830BE">
        <w:rPr>
          <w:rFonts w:ascii="Cambria" w:hAnsi="Cambria"/>
        </w:rPr>
        <w:t xml:space="preserve">Strona internetowa prowadzonego postępowania, na której udostępniane będą zmiany </w:t>
      </w:r>
      <w:r w:rsidRPr="00B830BE">
        <w:rPr>
          <w:rFonts w:ascii="Cambria" w:hAnsi="Cambria"/>
        </w:rPr>
        <w:br/>
        <w:t xml:space="preserve">i wyjaśnienia treści SWZ oraz inne dokumenty zamówienia bezpośrednio związane </w:t>
      </w:r>
      <w:r w:rsidRPr="00B830BE">
        <w:rPr>
          <w:rFonts w:ascii="Cambria" w:hAnsi="Cambria"/>
        </w:rPr>
        <w:br/>
        <w:t xml:space="preserve">z postępowaniem o udzielenie zamówienia: </w:t>
      </w:r>
    </w:p>
    <w:bookmarkStart w:id="0" w:name="_GoBack"/>
    <w:p w14:paraId="56E33E15" w14:textId="64421E27" w:rsidR="00892E7C" w:rsidRPr="000C30C5" w:rsidRDefault="000C30C5" w:rsidP="000C30C5">
      <w:pPr>
        <w:spacing w:line="360" w:lineRule="auto"/>
        <w:ind w:right="5"/>
        <w:rPr>
          <w:rFonts w:ascii="Cambria" w:hAnsi="Cambria" w:cs="Arial"/>
          <w:b/>
          <w:color w:val="0070C0"/>
          <w:sz w:val="28"/>
          <w:u w:val="single"/>
        </w:rPr>
      </w:pPr>
      <w:r w:rsidRPr="000C30C5">
        <w:rPr>
          <w:rFonts w:ascii="Cambria" w:hAnsi="Cambria" w:cs="Arial"/>
          <w:b/>
          <w:color w:val="0070C0"/>
          <w:shd w:val="clear" w:color="auto" w:fill="FFFFFF"/>
        </w:rPr>
        <w:fldChar w:fldCharType="begin"/>
      </w:r>
      <w:r w:rsidRPr="000C30C5">
        <w:rPr>
          <w:rFonts w:ascii="Cambria" w:hAnsi="Cambria" w:cs="Arial"/>
          <w:b/>
          <w:color w:val="0070C0"/>
          <w:shd w:val="clear" w:color="auto" w:fill="FFFFFF"/>
        </w:rPr>
        <w:instrText xml:space="preserve"> HYPERLINK "https://ezamowienia.gov.pl/mp-client/search/list/ocds-148610-c389deb2-e4d6-11ed-9355-06954b8c6cb9" </w:instrText>
      </w:r>
      <w:r w:rsidRPr="000C30C5">
        <w:rPr>
          <w:rFonts w:ascii="Cambria" w:hAnsi="Cambria" w:cs="Arial"/>
          <w:b/>
          <w:color w:val="0070C0"/>
          <w:shd w:val="clear" w:color="auto" w:fill="FFFFFF"/>
        </w:rPr>
        <w:fldChar w:fldCharType="separate"/>
      </w:r>
      <w:r w:rsidRPr="000C30C5">
        <w:rPr>
          <w:rStyle w:val="Hipercze"/>
          <w:rFonts w:ascii="Cambria" w:hAnsi="Cambria" w:cs="Arial"/>
          <w:b/>
          <w:color w:val="0070C0"/>
          <w:shd w:val="clear" w:color="auto" w:fill="FFFFFF"/>
        </w:rPr>
        <w:t>https://ezamowienia.gov.pl/mp-client/search/list/ocds-148610-c389deb2-e4d6-11ed-9355-06954b8c6cb9</w:t>
      </w:r>
      <w:r w:rsidRPr="000C30C5">
        <w:rPr>
          <w:rFonts w:ascii="Cambria" w:hAnsi="Cambria" w:cs="Arial"/>
          <w:b/>
          <w:color w:val="0070C0"/>
          <w:shd w:val="clear" w:color="auto" w:fill="FFFFFF"/>
        </w:rPr>
        <w:fldChar w:fldCharType="end"/>
      </w:r>
    </w:p>
    <w:bookmarkEnd w:id="0"/>
    <w:p w14:paraId="7604AA56" w14:textId="77777777" w:rsidR="00DB0571" w:rsidRPr="00B830BE" w:rsidRDefault="00DB0571" w:rsidP="00DB0571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Arial"/>
          <w:bCs/>
          <w:color w:val="000000"/>
        </w:rPr>
      </w:pPr>
    </w:p>
    <w:p w14:paraId="66D18B76" w14:textId="77777777" w:rsidR="00892E7C" w:rsidRPr="00B830BE" w:rsidRDefault="00892E7C" w:rsidP="00892E7C">
      <w:pPr>
        <w:spacing w:line="276" w:lineRule="auto"/>
        <w:rPr>
          <w:rFonts w:ascii="Cambria" w:hAnsi="Cambria"/>
          <w:b/>
          <w:u w:val="single"/>
        </w:rPr>
      </w:pPr>
      <w:r w:rsidRPr="00B830BE">
        <w:rPr>
          <w:rFonts w:ascii="Cambria" w:hAnsi="Cambria"/>
          <w:b/>
          <w:u w:val="single"/>
        </w:rPr>
        <w:t>PODMIOTY W IMIENIU KTÓRYCH SKŁADANE JEST OŚWIADCZENIE:</w:t>
      </w:r>
    </w:p>
    <w:p w14:paraId="0FE02AE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25DB7FA5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0BCA399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FDD0970" w14:textId="77777777" w:rsidR="00892E7C" w:rsidRPr="00B830BE" w:rsidRDefault="00892E7C" w:rsidP="00892E7C">
      <w:pPr>
        <w:tabs>
          <w:tab w:val="left" w:pos="4253"/>
        </w:tabs>
        <w:spacing w:line="276" w:lineRule="auto"/>
        <w:ind w:right="4528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(pełna nazwa/firma, adres, w zależności od podmiotu: NIP/PESEL, KRS/CEIDG)</w:t>
      </w:r>
    </w:p>
    <w:p w14:paraId="2DBFD40C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3369957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0A5754C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691C484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12CE8F9" w14:textId="77777777" w:rsidR="00892E7C" w:rsidRPr="00B830BE" w:rsidRDefault="00892E7C" w:rsidP="00892E7C">
      <w:pPr>
        <w:spacing w:line="276" w:lineRule="auto"/>
        <w:ind w:right="4528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(pełna nazwa/firma, adres, w zależności od podmiotu: NIP/PESEL, KRS/CEIDG)</w:t>
      </w:r>
    </w:p>
    <w:p w14:paraId="42F27D63" w14:textId="77777777" w:rsidR="00892E7C" w:rsidRPr="00B830BE" w:rsidRDefault="00892E7C" w:rsidP="00892E7C">
      <w:pPr>
        <w:spacing w:line="276" w:lineRule="auto"/>
        <w:ind w:right="4813"/>
        <w:jc w:val="center"/>
        <w:rPr>
          <w:rFonts w:ascii="Cambria" w:hAnsi="Cambria"/>
          <w:i/>
        </w:rPr>
      </w:pPr>
    </w:p>
    <w:p w14:paraId="6BC10C23" w14:textId="77777777" w:rsidR="00892E7C" w:rsidRPr="00B830BE" w:rsidRDefault="00892E7C" w:rsidP="00892E7C">
      <w:pPr>
        <w:spacing w:line="276" w:lineRule="auto"/>
        <w:rPr>
          <w:rFonts w:ascii="Cambria" w:hAnsi="Cambria"/>
          <w:u w:val="single"/>
        </w:rPr>
      </w:pPr>
      <w:r w:rsidRPr="00B830BE">
        <w:rPr>
          <w:rFonts w:ascii="Cambria" w:hAnsi="Cambria"/>
          <w:u w:val="single"/>
        </w:rPr>
        <w:t>reprezentowane przez:</w:t>
      </w:r>
    </w:p>
    <w:p w14:paraId="67FB9E5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3AF7352B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38BF953A" w14:textId="77777777" w:rsidR="00892E7C" w:rsidRPr="00B830BE" w:rsidRDefault="00892E7C" w:rsidP="00892E7C">
      <w:pPr>
        <w:spacing w:line="276" w:lineRule="auto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pPr w:leftFromText="141" w:rightFromText="141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92E7C" w:rsidRPr="00B830BE" w14:paraId="4F2558BB" w14:textId="77777777" w:rsidTr="00FC593A">
        <w:tc>
          <w:tcPr>
            <w:tcW w:w="9093" w:type="dxa"/>
            <w:shd w:val="clear" w:color="auto" w:fill="F2F2F2" w:themeFill="background1" w:themeFillShade="F2"/>
          </w:tcPr>
          <w:p w14:paraId="28CCAD69" w14:textId="26F12EDA" w:rsidR="00892E7C" w:rsidRPr="00B830BE" w:rsidRDefault="00892E7C" w:rsidP="007D2AA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830BE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B830BE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B830BE">
              <w:rPr>
                <w:rFonts w:ascii="Cambria" w:hAnsi="Cambria"/>
                <w:b/>
              </w:rPr>
              <w:br/>
              <w:t>(tekst jedn.: Dz. U. z 202</w:t>
            </w:r>
            <w:r w:rsidR="007D2AAD">
              <w:rPr>
                <w:rFonts w:ascii="Cambria" w:hAnsi="Cambria"/>
                <w:b/>
              </w:rPr>
              <w:t>2</w:t>
            </w:r>
            <w:r w:rsidRPr="00B830BE">
              <w:rPr>
                <w:rFonts w:ascii="Cambria" w:hAnsi="Cambria"/>
                <w:b/>
              </w:rPr>
              <w:t xml:space="preserve"> r., poz. 1</w:t>
            </w:r>
            <w:r w:rsidR="007D2AAD">
              <w:rPr>
                <w:rFonts w:ascii="Cambria" w:hAnsi="Cambria"/>
                <w:b/>
              </w:rPr>
              <w:t>710</w:t>
            </w:r>
            <w:r w:rsidRPr="00B830BE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B830BE">
              <w:rPr>
                <w:rFonts w:ascii="Cambria" w:hAnsi="Cambria"/>
                <w:b/>
              </w:rPr>
              <w:t>późn</w:t>
            </w:r>
            <w:proofErr w:type="spellEnd"/>
            <w:r w:rsidRPr="00B830BE">
              <w:rPr>
                <w:rFonts w:ascii="Cambria" w:hAnsi="Cambria"/>
                <w:b/>
              </w:rPr>
              <w:t xml:space="preserve">. zm.) </w:t>
            </w:r>
            <w:r w:rsidRPr="00B830BE"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 w:rsidRPr="00B830BE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6C9D1A0" w14:textId="77777777" w:rsidR="00892E7C" w:rsidRPr="00B830BE" w:rsidRDefault="00892E7C" w:rsidP="00892E7C">
      <w:pPr>
        <w:spacing w:line="276" w:lineRule="auto"/>
        <w:rPr>
          <w:rFonts w:ascii="Cambria" w:hAnsi="Cambria"/>
          <w:b/>
        </w:rPr>
      </w:pPr>
    </w:p>
    <w:p w14:paraId="677BE334" w14:textId="6A478D1B" w:rsidR="00892E7C" w:rsidRPr="00B830BE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B830BE">
        <w:rPr>
          <w:rFonts w:ascii="Cambria" w:hAnsi="Cambria"/>
        </w:rPr>
        <w:lastRenderedPageBreak/>
        <w:t>Na potrzeby postępowania o udzielenie zamówienia publicznego którego przedmiotem jest robota budowlana na zadaniu inwestycyjnym pn.</w:t>
      </w:r>
      <w:r w:rsidRPr="00B830BE">
        <w:rPr>
          <w:rFonts w:ascii="Cambria" w:hAnsi="Cambria"/>
          <w:b/>
        </w:rPr>
        <w:t xml:space="preserve"> </w:t>
      </w:r>
      <w:r w:rsidRPr="00B830BE">
        <w:rPr>
          <w:rFonts w:ascii="Cambria" w:hAnsi="Cambria" w:cs="Arial"/>
          <w:b/>
          <w:iCs/>
        </w:rPr>
        <w:t>„</w:t>
      </w:r>
      <w:r w:rsidR="00C103FE">
        <w:rPr>
          <w:rFonts w:ascii="Cambria" w:hAnsi="Cambria"/>
          <w:b/>
        </w:rPr>
        <w:t>Przebudowa dróg gminnych</w:t>
      </w:r>
      <w:r w:rsidR="00C103FE">
        <w:rPr>
          <w:rFonts w:ascii="Cambria" w:hAnsi="Cambria"/>
          <w:b/>
        </w:rPr>
        <w:br/>
        <w:t xml:space="preserve">w </w:t>
      </w:r>
      <w:r w:rsidR="00FE28B8">
        <w:rPr>
          <w:rFonts w:ascii="Cambria" w:hAnsi="Cambria"/>
          <w:b/>
        </w:rPr>
        <w:t>miejscowości</w:t>
      </w:r>
      <w:r w:rsidR="00C103FE">
        <w:rPr>
          <w:rFonts w:ascii="Cambria" w:hAnsi="Cambria"/>
          <w:b/>
        </w:rPr>
        <w:t xml:space="preserve"> Matygi</w:t>
      </w:r>
      <w:r w:rsidR="00266D68">
        <w:rPr>
          <w:rFonts w:ascii="Cambria" w:hAnsi="Cambria"/>
          <w:b/>
        </w:rPr>
        <w:t xml:space="preserve"> (obręb Gołąb)</w:t>
      </w:r>
      <w:r w:rsidRPr="00B830BE">
        <w:rPr>
          <w:rFonts w:ascii="Cambria" w:hAnsi="Cambria"/>
          <w:b/>
        </w:rPr>
        <w:t>”</w:t>
      </w:r>
      <w:r w:rsidRPr="00B830BE">
        <w:rPr>
          <w:rFonts w:ascii="Cambria" w:hAnsi="Cambria"/>
          <w:i/>
        </w:rPr>
        <w:t>,</w:t>
      </w:r>
      <w:r w:rsidRPr="00B830BE">
        <w:rPr>
          <w:rFonts w:ascii="Cambria" w:hAnsi="Cambria"/>
        </w:rPr>
        <w:t xml:space="preserve"> </w:t>
      </w:r>
      <w:r w:rsidRPr="00B830BE">
        <w:rPr>
          <w:rFonts w:ascii="Cambria" w:hAnsi="Cambria"/>
          <w:snapToGrid w:val="0"/>
        </w:rPr>
        <w:t>p</w:t>
      </w:r>
      <w:r w:rsidRPr="00B830BE">
        <w:rPr>
          <w:rFonts w:ascii="Cambria" w:hAnsi="Cambria"/>
        </w:rPr>
        <w:t xml:space="preserve">rowadzonego przez </w:t>
      </w:r>
      <w:r w:rsidRPr="00B830BE">
        <w:rPr>
          <w:rFonts w:ascii="Cambria" w:hAnsi="Cambria"/>
          <w:b/>
        </w:rPr>
        <w:t xml:space="preserve">Gminę Puławy, działając jako pełnomocnik podmiotów, w imieniu których składane jest oświadczenie </w:t>
      </w:r>
      <w:r w:rsidRPr="00B830BE">
        <w:rPr>
          <w:rFonts w:ascii="Cambria" w:hAnsi="Cambria"/>
          <w:b/>
          <w:u w:val="single"/>
        </w:rPr>
        <w:t>oświadczam, że:</w:t>
      </w:r>
    </w:p>
    <w:p w14:paraId="16C83A4E" w14:textId="77777777" w:rsidR="00892E7C" w:rsidRPr="00B830BE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7171D8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  <w:b/>
          <w:bCs/>
        </w:rPr>
      </w:pPr>
      <w:r w:rsidRPr="00B830BE">
        <w:rPr>
          <w:rFonts w:ascii="Cambria" w:hAnsi="Cambria"/>
          <w:b/>
          <w:bCs/>
        </w:rPr>
        <w:t>Wykonawca:</w:t>
      </w:r>
    </w:p>
    <w:p w14:paraId="0D292518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E80B0FA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A126DEB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Wykona następujący zakres świadczenia wynikającego z umowy o zamówienie publiczne:</w:t>
      </w:r>
    </w:p>
    <w:p w14:paraId="200F9708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121CC66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8AB2B43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 xml:space="preserve"> </w:t>
      </w:r>
    </w:p>
    <w:p w14:paraId="39A78ABF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B830BE">
        <w:rPr>
          <w:rFonts w:ascii="Cambria" w:hAnsi="Cambria"/>
          <w:b/>
          <w:bCs/>
          <w:iCs/>
        </w:rPr>
        <w:t>Wykonawca:</w:t>
      </w:r>
    </w:p>
    <w:p w14:paraId="6B82A052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D4D48F4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F46020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Wykona następujący zakres świadczenia wynikającego z umowy o zamówienie publiczne:</w:t>
      </w:r>
    </w:p>
    <w:p w14:paraId="0218A144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5EF67E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4C72A7BF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659A2124" w14:textId="77777777" w:rsidR="00892E7C" w:rsidRPr="00B830BE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F66008" w14:textId="77777777" w:rsidR="00892E7C" w:rsidRPr="00B830BE" w:rsidRDefault="00892E7C" w:rsidP="00892E7C">
      <w:pPr>
        <w:spacing w:line="276" w:lineRule="auto"/>
        <w:jc w:val="both"/>
        <w:rPr>
          <w:rFonts w:ascii="Cambria" w:hAnsi="Cambria"/>
        </w:rPr>
      </w:pPr>
      <w:r w:rsidRPr="00B830BE">
        <w:rPr>
          <w:rFonts w:ascii="Cambria" w:hAnsi="Cambria"/>
        </w:rPr>
        <w:t xml:space="preserve">Oświadczam, że wszystkie informacje podane w powyższych oświadczeniach </w:t>
      </w:r>
      <w:r w:rsidRPr="00B830BE">
        <w:rPr>
          <w:rFonts w:ascii="Cambria" w:hAnsi="Cambria"/>
        </w:rPr>
        <w:br/>
        <w:t>są aktualne i zgodne z prawdą.</w:t>
      </w:r>
    </w:p>
    <w:p w14:paraId="5ACEF9B5" w14:textId="77777777" w:rsidR="00892E7C" w:rsidRPr="00B830BE" w:rsidRDefault="00892E7C" w:rsidP="00892E7C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B830BE" w:rsidRDefault="000C30C5" w:rsidP="00892E7C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sectPr w:rsidR="00AD1300" w:rsidRPr="00B830BE" w:rsidSect="00AD027B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5B5AB" w14:textId="77777777" w:rsidR="004304EA" w:rsidRDefault="004304EA" w:rsidP="00AF0EDA">
      <w:r>
        <w:separator/>
      </w:r>
    </w:p>
  </w:endnote>
  <w:endnote w:type="continuationSeparator" w:id="0">
    <w:p w14:paraId="2EBAD09E" w14:textId="77777777" w:rsidR="004304EA" w:rsidRDefault="004304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F4D8F" w14:textId="3C5BA4F0" w:rsidR="00E35647" w:rsidRPr="00AD027B" w:rsidRDefault="00E35647" w:rsidP="00E35647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Pr="004751D8">
      <w:rPr>
        <w:rFonts w:ascii="Cambria" w:hAnsi="Cambria"/>
        <w:sz w:val="18"/>
        <w:szCs w:val="18"/>
        <w:bdr w:val="single" w:sz="4" w:space="0" w:color="auto"/>
      </w:rPr>
      <w:t>Strona</w:t>
    </w:r>
    <w:r w:rsidR="00AD027B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AD027B" w:rsidRPr="00AD027B">
      <w:rPr>
        <w:rFonts w:ascii="Cambria" w:hAnsi="Cambria"/>
        <w:b/>
        <w:sz w:val="18"/>
        <w:szCs w:val="18"/>
        <w:bdr w:val="single" w:sz="4" w:space="0" w:color="auto"/>
      </w:rPr>
      <w:t>2</w:t>
    </w:r>
    <w:r w:rsidRPr="00AD027B">
      <w:rPr>
        <w:rFonts w:ascii="Cambria" w:hAnsi="Cambria"/>
        <w:b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64479" w14:textId="77777777" w:rsidR="00AD027B" w:rsidRPr="00AD027B" w:rsidRDefault="00AD027B" w:rsidP="00AD027B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Strona</w:t>
    </w:r>
    <w:r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AD027B">
      <w:rPr>
        <w:rFonts w:ascii="Cambria" w:hAnsi="Cambria"/>
        <w:b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  <w:p w14:paraId="1870E011" w14:textId="77777777" w:rsidR="00AD027B" w:rsidRDefault="00AD02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F32F2" w14:textId="77777777" w:rsidR="004304EA" w:rsidRDefault="004304EA" w:rsidP="00AF0EDA">
      <w:r>
        <w:separator/>
      </w:r>
    </w:p>
  </w:footnote>
  <w:footnote w:type="continuationSeparator" w:id="0">
    <w:p w14:paraId="0E2F4032" w14:textId="77777777" w:rsidR="004304EA" w:rsidRDefault="004304E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EF2B3" w14:textId="22C87F63" w:rsidR="006165AE" w:rsidRDefault="00EF7B39" w:rsidP="006165AE">
    <w:pPr>
      <w:pStyle w:val="Nagwek"/>
      <w:tabs>
        <w:tab w:val="clear" w:pos="4536"/>
        <w:tab w:val="center" w:pos="5103"/>
      </w:tabs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F1F29B5" wp14:editId="705DCF5C">
          <wp:simplePos x="0" y="0"/>
          <wp:positionH relativeFrom="column">
            <wp:posOffset>4714875</wp:posOffset>
          </wp:positionH>
          <wp:positionV relativeFrom="paragraph">
            <wp:posOffset>10160</wp:posOffset>
          </wp:positionV>
          <wp:extent cx="1425575" cy="539750"/>
          <wp:effectExtent l="0" t="0" r="3175" b="0"/>
          <wp:wrapThrough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hrough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1" t="41067" r="41315" b="38667"/>
                  <a:stretch/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B22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6DCCF59" wp14:editId="34B271EC">
          <wp:simplePos x="0" y="0"/>
          <wp:positionH relativeFrom="column">
            <wp:posOffset>3219450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7" name="Obraz 17" descr="\\serwergp.gp.pl\user_fr$\GP-081\Desktop\large_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wergp.gp.pl\user_fr$\GP-081\Desktop\large_BGK_Logo_RGB-JPG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86EF73" wp14:editId="3E6ED90B">
          <wp:simplePos x="0" y="0"/>
          <wp:positionH relativeFrom="margin">
            <wp:posOffset>2014220</wp:posOffset>
          </wp:positionH>
          <wp:positionV relativeFrom="paragraph">
            <wp:posOffset>13335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246AAE8" wp14:editId="00CBD08F">
          <wp:simplePos x="0" y="0"/>
          <wp:positionH relativeFrom="column">
            <wp:posOffset>152400</wp:posOffset>
          </wp:positionH>
          <wp:positionV relativeFrom="paragraph">
            <wp:posOffset>19685</wp:posOffset>
          </wp:positionV>
          <wp:extent cx="864000" cy="540000"/>
          <wp:effectExtent l="19050" t="19050" r="12700" b="1270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54000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Text" lastClr="000000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65AE">
      <w:t xml:space="preserve">        </w:t>
    </w:r>
    <w:r w:rsidR="006165AE">
      <w:rPr>
        <w:noProof/>
      </w:rPr>
      <w:t xml:space="preserve">            </w:t>
    </w:r>
  </w:p>
  <w:p w14:paraId="08F177B3" w14:textId="77777777" w:rsidR="006165AE" w:rsidRDefault="006165AE" w:rsidP="006165AE">
    <w:pPr>
      <w:pStyle w:val="Nagwek"/>
    </w:pPr>
  </w:p>
  <w:p w14:paraId="3289CA1F" w14:textId="77777777" w:rsidR="006165AE" w:rsidRDefault="006165AE" w:rsidP="006165AE">
    <w:pPr>
      <w:pStyle w:val="Nagwek"/>
      <w:tabs>
        <w:tab w:val="clear" w:pos="4536"/>
        <w:tab w:val="clear" w:pos="9072"/>
        <w:tab w:val="center" w:pos="5103"/>
        <w:tab w:val="left" w:pos="8340"/>
      </w:tabs>
      <w:rPr>
        <w:noProof/>
      </w:rPr>
    </w:pPr>
    <w:r>
      <w:t xml:space="preserve"> </w:t>
    </w:r>
    <w:r>
      <w:rPr>
        <w:noProof/>
      </w:rPr>
      <w:t xml:space="preserve">             </w:t>
    </w:r>
    <w:r>
      <w:rPr>
        <w:noProof/>
      </w:rPr>
      <w:tab/>
    </w:r>
  </w:p>
  <w:p w14:paraId="15E9E2D8" w14:textId="0D328EE2" w:rsidR="006335A9" w:rsidRDefault="006335A9" w:rsidP="006335A9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</w:p>
  <w:p w14:paraId="48B03AEE" w14:textId="45B77362" w:rsidR="006335A9" w:rsidRDefault="006335A9" w:rsidP="006335A9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C103FE">
      <w:rPr>
        <w:sz w:val="16"/>
        <w:szCs w:val="16"/>
      </w:rPr>
      <w:t xml:space="preserve">Przebudowa dróg gminnych w </w:t>
    </w:r>
    <w:r w:rsidR="002B5244">
      <w:rPr>
        <w:sz w:val="16"/>
        <w:szCs w:val="16"/>
      </w:rPr>
      <w:t>miejscowości</w:t>
    </w:r>
    <w:r w:rsidR="00C103FE">
      <w:rPr>
        <w:sz w:val="16"/>
        <w:szCs w:val="16"/>
      </w:rPr>
      <w:t xml:space="preserve"> Matygi</w:t>
    </w:r>
    <w:r w:rsidR="002B5244">
      <w:rPr>
        <w:sz w:val="16"/>
        <w:szCs w:val="16"/>
      </w:rPr>
      <w:t xml:space="preserve"> (obręb Gołąb)</w:t>
    </w:r>
    <w:r w:rsidR="00C103FE">
      <w:rPr>
        <w:sz w:val="16"/>
        <w:szCs w:val="16"/>
      </w:rPr>
      <w:t>”</w:t>
    </w:r>
    <w:r>
      <w:rPr>
        <w:sz w:val="16"/>
        <w:szCs w:val="16"/>
      </w:rPr>
      <w:t xml:space="preserve"> Puławy związana z planowaną przebudową drogi ekspresowej S12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441E66E6" w14:textId="5D5E6A42" w:rsidR="00964C52" w:rsidRPr="000E0CDA" w:rsidRDefault="00964C52" w:rsidP="000E0CDA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A1F449D" wp14:editId="6C97FE52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3BD407" id="Łącznik prosty 6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19BB08A9" w14:textId="77777777" w:rsidR="00E57AEB" w:rsidRPr="002A2EB4" w:rsidRDefault="00E57AEB" w:rsidP="00E57AEB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0CD0B" w14:textId="13CF202E" w:rsidR="00B55735" w:rsidRDefault="00B55735" w:rsidP="00B55735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3600" behindDoc="0" locked="0" layoutInCell="1" allowOverlap="1" wp14:anchorId="2EF60F3D" wp14:editId="31909C76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4624" behindDoc="1" locked="0" layoutInCell="1" allowOverlap="1" wp14:anchorId="30B3714D" wp14:editId="211BA38C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0" name="Obraz 10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5648" behindDoc="0" locked="0" layoutInCell="1" allowOverlap="1" wp14:anchorId="6F0E5E27" wp14:editId="66F49020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6672" behindDoc="0" locked="0" layoutInCell="1" allowOverlap="1" wp14:anchorId="153EED70" wp14:editId="204F725A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18570786" w14:textId="4C247002" w:rsidR="00B55735" w:rsidRDefault="00B55735" w:rsidP="00B55735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C103FE">
      <w:rPr>
        <w:sz w:val="16"/>
        <w:szCs w:val="16"/>
      </w:rPr>
      <w:t xml:space="preserve">Przebudowa dróg gminnych w </w:t>
    </w:r>
    <w:r w:rsidR="002B5244">
      <w:rPr>
        <w:sz w:val="16"/>
        <w:szCs w:val="16"/>
      </w:rPr>
      <w:t>miejscowości</w:t>
    </w:r>
    <w:r w:rsidR="00C103FE">
      <w:rPr>
        <w:sz w:val="16"/>
        <w:szCs w:val="16"/>
      </w:rPr>
      <w:t xml:space="preserve"> Matygi</w:t>
    </w:r>
    <w:r w:rsidR="002B5244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4DAC0F87" w14:textId="5CDC972A" w:rsidR="002B7775" w:rsidRPr="001B43C4" w:rsidRDefault="002B7775" w:rsidP="001B43C4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A02065" wp14:editId="3B07790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7F0E7E" id="Łącznik prosty 5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866"/>
    <w:rsid w:val="000501F9"/>
    <w:rsid w:val="000506E6"/>
    <w:rsid w:val="0007434C"/>
    <w:rsid w:val="00092EF0"/>
    <w:rsid w:val="000A6B7B"/>
    <w:rsid w:val="000C30C5"/>
    <w:rsid w:val="000C3958"/>
    <w:rsid w:val="000E05CC"/>
    <w:rsid w:val="000E0CDA"/>
    <w:rsid w:val="000E4219"/>
    <w:rsid w:val="000F4D9B"/>
    <w:rsid w:val="000F6E20"/>
    <w:rsid w:val="00141C70"/>
    <w:rsid w:val="0015269A"/>
    <w:rsid w:val="00156FCB"/>
    <w:rsid w:val="001617FD"/>
    <w:rsid w:val="00163C9A"/>
    <w:rsid w:val="00170387"/>
    <w:rsid w:val="00176A9F"/>
    <w:rsid w:val="001829A7"/>
    <w:rsid w:val="001978AC"/>
    <w:rsid w:val="001A276E"/>
    <w:rsid w:val="001B39BC"/>
    <w:rsid w:val="001B43C4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0D0C"/>
    <w:rsid w:val="00233AF4"/>
    <w:rsid w:val="0023534F"/>
    <w:rsid w:val="00240163"/>
    <w:rsid w:val="0025544E"/>
    <w:rsid w:val="00264423"/>
    <w:rsid w:val="00266547"/>
    <w:rsid w:val="00266D68"/>
    <w:rsid w:val="002755AF"/>
    <w:rsid w:val="00275DC0"/>
    <w:rsid w:val="0028661B"/>
    <w:rsid w:val="002B5244"/>
    <w:rsid w:val="002B5645"/>
    <w:rsid w:val="002B71FA"/>
    <w:rsid w:val="002B7775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57510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04EA"/>
    <w:rsid w:val="00433255"/>
    <w:rsid w:val="00450E4E"/>
    <w:rsid w:val="004751D8"/>
    <w:rsid w:val="00483BF3"/>
    <w:rsid w:val="00487A56"/>
    <w:rsid w:val="004B44EC"/>
    <w:rsid w:val="004C7DA9"/>
    <w:rsid w:val="004E2A60"/>
    <w:rsid w:val="004F2E8E"/>
    <w:rsid w:val="004F478A"/>
    <w:rsid w:val="00517451"/>
    <w:rsid w:val="005232BE"/>
    <w:rsid w:val="00523505"/>
    <w:rsid w:val="00524554"/>
    <w:rsid w:val="005407BB"/>
    <w:rsid w:val="00543B28"/>
    <w:rsid w:val="00546B01"/>
    <w:rsid w:val="00570566"/>
    <w:rsid w:val="005744C0"/>
    <w:rsid w:val="0058510D"/>
    <w:rsid w:val="005A04FC"/>
    <w:rsid w:val="005A365D"/>
    <w:rsid w:val="005B1C97"/>
    <w:rsid w:val="005D287F"/>
    <w:rsid w:val="005F2346"/>
    <w:rsid w:val="005F6FB9"/>
    <w:rsid w:val="006165AE"/>
    <w:rsid w:val="00617E86"/>
    <w:rsid w:val="0062335A"/>
    <w:rsid w:val="006335A9"/>
    <w:rsid w:val="0064145F"/>
    <w:rsid w:val="00662DA6"/>
    <w:rsid w:val="006779DB"/>
    <w:rsid w:val="006A5D80"/>
    <w:rsid w:val="006B1F52"/>
    <w:rsid w:val="006C5FE5"/>
    <w:rsid w:val="006E361B"/>
    <w:rsid w:val="006E4CD5"/>
    <w:rsid w:val="006E577D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2AAD"/>
    <w:rsid w:val="007D3E39"/>
    <w:rsid w:val="007D4530"/>
    <w:rsid w:val="007D701B"/>
    <w:rsid w:val="007D7FC4"/>
    <w:rsid w:val="007F1BA9"/>
    <w:rsid w:val="00801D66"/>
    <w:rsid w:val="00803DC3"/>
    <w:rsid w:val="0083019E"/>
    <w:rsid w:val="0084025A"/>
    <w:rsid w:val="00861F70"/>
    <w:rsid w:val="00867C79"/>
    <w:rsid w:val="00892B2A"/>
    <w:rsid w:val="00892E7C"/>
    <w:rsid w:val="008A0BC8"/>
    <w:rsid w:val="008A2BBE"/>
    <w:rsid w:val="008A3B1B"/>
    <w:rsid w:val="008D7360"/>
    <w:rsid w:val="008F7CA9"/>
    <w:rsid w:val="00920A58"/>
    <w:rsid w:val="0093136B"/>
    <w:rsid w:val="0093520C"/>
    <w:rsid w:val="00941BCA"/>
    <w:rsid w:val="00944665"/>
    <w:rsid w:val="009470FF"/>
    <w:rsid w:val="00961D6B"/>
    <w:rsid w:val="00964C52"/>
    <w:rsid w:val="00967ADA"/>
    <w:rsid w:val="00997576"/>
    <w:rsid w:val="009A2354"/>
    <w:rsid w:val="009A3C3B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57FC"/>
    <w:rsid w:val="00A5611D"/>
    <w:rsid w:val="00A61EA6"/>
    <w:rsid w:val="00A714C8"/>
    <w:rsid w:val="00A8020B"/>
    <w:rsid w:val="00A95795"/>
    <w:rsid w:val="00A97D4A"/>
    <w:rsid w:val="00AA134D"/>
    <w:rsid w:val="00AC7BB0"/>
    <w:rsid w:val="00AD027B"/>
    <w:rsid w:val="00AE654B"/>
    <w:rsid w:val="00AF0EDA"/>
    <w:rsid w:val="00B02580"/>
    <w:rsid w:val="00B16C0C"/>
    <w:rsid w:val="00B25E74"/>
    <w:rsid w:val="00B32577"/>
    <w:rsid w:val="00B408C5"/>
    <w:rsid w:val="00B55735"/>
    <w:rsid w:val="00B815E1"/>
    <w:rsid w:val="00B830BE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103FE"/>
    <w:rsid w:val="00C2237C"/>
    <w:rsid w:val="00C22A7E"/>
    <w:rsid w:val="00C34BC0"/>
    <w:rsid w:val="00C600FE"/>
    <w:rsid w:val="00C65124"/>
    <w:rsid w:val="00C735E2"/>
    <w:rsid w:val="00C92969"/>
    <w:rsid w:val="00CA1188"/>
    <w:rsid w:val="00CB1E85"/>
    <w:rsid w:val="00CB4D57"/>
    <w:rsid w:val="00CC2F43"/>
    <w:rsid w:val="00CD66DC"/>
    <w:rsid w:val="00D11169"/>
    <w:rsid w:val="00D15988"/>
    <w:rsid w:val="00D310AF"/>
    <w:rsid w:val="00D34E81"/>
    <w:rsid w:val="00D50D6D"/>
    <w:rsid w:val="00DA23A4"/>
    <w:rsid w:val="00DB0571"/>
    <w:rsid w:val="00DB1A58"/>
    <w:rsid w:val="00DB7B4B"/>
    <w:rsid w:val="00DD5240"/>
    <w:rsid w:val="00DE016F"/>
    <w:rsid w:val="00DF1600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57AEB"/>
    <w:rsid w:val="00E631D1"/>
    <w:rsid w:val="00E735B4"/>
    <w:rsid w:val="00E97DAF"/>
    <w:rsid w:val="00EA0EA4"/>
    <w:rsid w:val="00EA2520"/>
    <w:rsid w:val="00EA7D82"/>
    <w:rsid w:val="00EB4177"/>
    <w:rsid w:val="00EC42CD"/>
    <w:rsid w:val="00ED263F"/>
    <w:rsid w:val="00ED4D01"/>
    <w:rsid w:val="00ED59C0"/>
    <w:rsid w:val="00EF5BD7"/>
    <w:rsid w:val="00EF7B39"/>
    <w:rsid w:val="00F013DE"/>
    <w:rsid w:val="00F114E4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8719E"/>
    <w:rsid w:val="00F93E6D"/>
    <w:rsid w:val="00FC2A92"/>
    <w:rsid w:val="00FC76A4"/>
    <w:rsid w:val="00FD0F07"/>
    <w:rsid w:val="00FE28B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5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4F58E-034A-4B7C-989E-51D90CA6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434DFFCD</Template>
  <TotalTime>4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23</cp:revision>
  <dcterms:created xsi:type="dcterms:W3CDTF">2022-04-13T05:14:00Z</dcterms:created>
  <dcterms:modified xsi:type="dcterms:W3CDTF">2023-04-27T10:12:00Z</dcterms:modified>
</cp:coreProperties>
</file>