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A228C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B9467C5" w14:textId="59A3DAA0" w:rsidR="001A3C77" w:rsidRDefault="001A3C77" w:rsidP="001A3C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D21255">
        <w:rPr>
          <w:rFonts w:ascii="Cambria" w:hAnsi="Cambria"/>
          <w:b/>
        </w:rPr>
        <w:t>IF.271.</w:t>
      </w:r>
      <w:r w:rsidR="00676950">
        <w:rPr>
          <w:rFonts w:ascii="Cambria" w:hAnsi="Cambria"/>
          <w:b/>
        </w:rPr>
        <w:t>8</w:t>
      </w:r>
      <w:r w:rsidR="00D21255">
        <w:rPr>
          <w:rFonts w:ascii="Cambria" w:hAnsi="Cambria"/>
          <w:b/>
        </w:rPr>
        <w:t>.</w:t>
      </w:r>
      <w:r w:rsidR="00D569EF">
        <w:rPr>
          <w:rFonts w:ascii="Cambria" w:hAnsi="Cambria"/>
          <w:b/>
        </w:rPr>
        <w:t>2023</w:t>
      </w:r>
      <w:r w:rsidRPr="009408EF">
        <w:rPr>
          <w:rFonts w:ascii="Cambria" w:hAnsi="Cambria"/>
          <w:bCs/>
        </w:rPr>
        <w:t>)</w:t>
      </w:r>
    </w:p>
    <w:p w14:paraId="79B867D1" w14:textId="77777777" w:rsidR="00D21255" w:rsidRPr="006F79CC" w:rsidRDefault="00D21255" w:rsidP="00D21255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 w:cs="Tahoma"/>
          <w:b/>
          <w:bCs/>
          <w:color w:val="000000" w:themeColor="text1"/>
        </w:rPr>
      </w:pPr>
      <w:r w:rsidRPr="006F79CC">
        <w:rPr>
          <w:rFonts w:ascii="Cambria" w:hAnsi="Cambria" w:cs="Tahoma"/>
          <w:b/>
          <w:bCs/>
          <w:color w:val="000000" w:themeColor="text1"/>
        </w:rPr>
        <w:t>DANE DOTYCZĄCE ZAMAWIAJĄCEGO:</w:t>
      </w:r>
    </w:p>
    <w:p w14:paraId="3273A7DA" w14:textId="77777777" w:rsidR="00D21255" w:rsidRPr="00805559" w:rsidRDefault="00D21255" w:rsidP="00D21255">
      <w:pPr>
        <w:pStyle w:val="Akapitzlist"/>
        <w:ind w:left="0" w:right="5"/>
        <w:rPr>
          <w:rFonts w:ascii="Cambria" w:hAnsi="Cambria"/>
        </w:rPr>
      </w:pPr>
      <w:bookmarkStart w:id="0" w:name="_Hlk70941827"/>
      <w:r w:rsidRPr="00805559">
        <w:rPr>
          <w:rFonts w:ascii="Cambria" w:hAnsi="Cambria"/>
          <w:b/>
        </w:rPr>
        <w:t>Gmina Puławy</w:t>
      </w:r>
      <w:r w:rsidRPr="00805559">
        <w:rPr>
          <w:rFonts w:ascii="Cambria" w:hAnsi="Cambria"/>
        </w:rPr>
        <w:t xml:space="preserve"> zwana dalej </w:t>
      </w:r>
      <w:r w:rsidRPr="00805559">
        <w:rPr>
          <w:rFonts w:ascii="Cambria" w:hAnsi="Cambria"/>
          <w:b/>
          <w:bCs/>
        </w:rPr>
        <w:t>„Zamawiającym”</w:t>
      </w:r>
      <w:r w:rsidRPr="00805559">
        <w:rPr>
          <w:rFonts w:ascii="Cambria" w:hAnsi="Cambria"/>
        </w:rPr>
        <w:t xml:space="preserve"> </w:t>
      </w:r>
    </w:p>
    <w:p w14:paraId="19FB1177" w14:textId="77777777" w:rsidR="00D21255" w:rsidRPr="00805559" w:rsidRDefault="00D21255" w:rsidP="00D21255">
      <w:pPr>
        <w:pStyle w:val="Akapitzlist"/>
        <w:ind w:left="0" w:right="6"/>
        <w:rPr>
          <w:rFonts w:ascii="Cambria" w:hAnsi="Cambria"/>
          <w:b/>
          <w:bCs/>
        </w:rPr>
      </w:pPr>
      <w:r w:rsidRPr="00805559">
        <w:rPr>
          <w:rFonts w:ascii="Cambria" w:hAnsi="Cambria"/>
          <w:b/>
          <w:bCs/>
        </w:rPr>
        <w:t>ul. Dęblińska 4, 24 - 100 Puławy, woj. lubelskie</w:t>
      </w:r>
    </w:p>
    <w:p w14:paraId="4FD9CFB5" w14:textId="753E97FD" w:rsidR="00D21255" w:rsidRPr="00805559" w:rsidRDefault="00D21255" w:rsidP="00D21255">
      <w:pPr>
        <w:pStyle w:val="Akapitzlist"/>
        <w:spacing w:after="10"/>
        <w:ind w:left="0" w:right="6"/>
        <w:rPr>
          <w:rFonts w:ascii="Cambria" w:hAnsi="Cambria"/>
        </w:rPr>
      </w:pPr>
      <w:r w:rsidRPr="00805559">
        <w:rPr>
          <w:rFonts w:ascii="Cambria" w:hAnsi="Cambria"/>
        </w:rPr>
        <w:t>tel. +48 (81) 887 41 21</w:t>
      </w:r>
    </w:p>
    <w:p w14:paraId="0B7BE60C" w14:textId="2B3523B7" w:rsidR="00805559" w:rsidRPr="00805559" w:rsidRDefault="00805559" w:rsidP="00D21255">
      <w:pPr>
        <w:pStyle w:val="Akapitzlist"/>
        <w:spacing w:after="10"/>
        <w:ind w:left="0" w:right="6"/>
        <w:rPr>
          <w:rFonts w:ascii="Cambria" w:hAnsi="Cambria"/>
        </w:rPr>
      </w:pPr>
      <w:r w:rsidRPr="00805559">
        <w:rPr>
          <w:rFonts w:ascii="Cambria" w:hAnsi="Cambria"/>
        </w:rPr>
        <w:t xml:space="preserve">Elektroniczna Skrzynka Podawcza: </w:t>
      </w:r>
      <w:bookmarkStart w:id="1" w:name="_GoBack"/>
      <w:r w:rsidRPr="00DB4EE5">
        <w:rPr>
          <w:rFonts w:ascii="Cambria" w:hAnsi="Cambria"/>
          <w:color w:val="0070C0"/>
        </w:rPr>
        <w:t>/UGPulawy/SkrytkaESP</w:t>
      </w:r>
      <w:r w:rsidRPr="00DB4EE5">
        <w:rPr>
          <w:rFonts w:ascii="Cambria" w:hAnsi="Cambria"/>
          <w:b/>
          <w:color w:val="0070C0"/>
        </w:rPr>
        <w:t xml:space="preserve"> </w:t>
      </w:r>
      <w:bookmarkEnd w:id="1"/>
      <w:r w:rsidRPr="00805559">
        <w:rPr>
          <w:rFonts w:ascii="Cambria" w:hAnsi="Cambria"/>
          <w:b/>
        </w:rPr>
        <w:br/>
      </w:r>
      <w:r w:rsidRPr="00805559">
        <w:rPr>
          <w:rFonts w:ascii="Cambria" w:hAnsi="Cambria"/>
        </w:rPr>
        <w:t xml:space="preserve">znajdująca się na platformie ePUAP pod adresem </w:t>
      </w:r>
      <w:hyperlink r:id="rId8" w:history="1">
        <w:r w:rsidRPr="00805559">
          <w:rPr>
            <w:rStyle w:val="Hipercze"/>
            <w:rFonts w:ascii="Cambria" w:hAnsi="Cambria"/>
            <w:color w:val="0070C0"/>
          </w:rPr>
          <w:t>https://epuap.gov.pl/wps/portal</w:t>
        </w:r>
      </w:hyperlink>
    </w:p>
    <w:p w14:paraId="5767610C" w14:textId="77777777" w:rsidR="00D21255" w:rsidRPr="00805559" w:rsidRDefault="00D21255" w:rsidP="00D21255">
      <w:pPr>
        <w:pStyle w:val="Akapitzlist"/>
        <w:ind w:left="0" w:right="6"/>
        <w:rPr>
          <w:rFonts w:ascii="Cambria" w:hAnsi="Cambria"/>
        </w:rPr>
      </w:pPr>
      <w:r w:rsidRPr="00805559">
        <w:rPr>
          <w:rFonts w:ascii="Cambria" w:hAnsi="Cambria"/>
        </w:rPr>
        <w:t xml:space="preserve">Adres poczty elektronicznej: </w:t>
      </w:r>
      <w:hyperlink r:id="rId9" w:history="1">
        <w:r w:rsidRPr="00805559">
          <w:rPr>
            <w:rStyle w:val="Hipercze"/>
            <w:rFonts w:ascii="Cambria" w:eastAsiaTheme="minorEastAsia" w:hAnsi="Cambria"/>
            <w:color w:val="0070C0"/>
          </w:rPr>
          <w:t>sekretariat@pulawy.gmina.pl</w:t>
        </w:r>
      </w:hyperlink>
      <w:r w:rsidRPr="00805559">
        <w:rPr>
          <w:rFonts w:ascii="Cambria" w:eastAsiaTheme="minorEastAsia" w:hAnsi="Cambria"/>
          <w:u w:val="single"/>
        </w:rPr>
        <w:t xml:space="preserve"> </w:t>
      </w:r>
    </w:p>
    <w:p w14:paraId="3402E67F" w14:textId="77777777" w:rsidR="00D21255" w:rsidRPr="00805559" w:rsidRDefault="00D21255" w:rsidP="00D21255">
      <w:pPr>
        <w:pStyle w:val="Akapitzlist"/>
        <w:ind w:left="0" w:right="5"/>
        <w:rPr>
          <w:rFonts w:ascii="Cambria" w:hAnsi="Cambria"/>
        </w:rPr>
      </w:pPr>
      <w:r w:rsidRPr="00805559">
        <w:rPr>
          <w:rFonts w:ascii="Cambria" w:hAnsi="Cambria"/>
        </w:rPr>
        <w:t xml:space="preserve">Adres strony internetowej: </w:t>
      </w:r>
      <w:hyperlink r:id="rId10" w:history="1">
        <w:r w:rsidRPr="00805559">
          <w:rPr>
            <w:rStyle w:val="Hipercze"/>
            <w:rFonts w:ascii="Cambria" w:hAnsi="Cambria"/>
            <w:color w:val="0070C0"/>
          </w:rPr>
          <w:t>www.ugpulawy.bip.lubelskie.pl</w:t>
        </w:r>
      </w:hyperlink>
      <w:hyperlink r:id="rId11">
        <w:r w:rsidRPr="00805559">
          <w:rPr>
            <w:rFonts w:ascii="Cambria" w:hAnsi="Cambria"/>
          </w:rPr>
          <w:t xml:space="preserve"> </w:t>
        </w:r>
      </w:hyperlink>
    </w:p>
    <w:p w14:paraId="752C4A6D" w14:textId="77777777" w:rsidR="00A43C7A" w:rsidRDefault="00D21255" w:rsidP="00A43C7A">
      <w:pPr>
        <w:jc w:val="both"/>
        <w:rPr>
          <w:rFonts w:ascii="Cambria" w:hAnsi="Cambria"/>
        </w:rPr>
      </w:pPr>
      <w:r w:rsidRPr="00805559">
        <w:rPr>
          <w:rFonts w:ascii="Cambria" w:hAnsi="Cambria"/>
        </w:rPr>
        <w:t xml:space="preserve">Strona internetowa prowadzonego postępowania, na której udostępniane będą zmiany </w:t>
      </w:r>
      <w:r w:rsidRPr="00805559">
        <w:rPr>
          <w:rFonts w:ascii="Cambria" w:hAnsi="Cambria"/>
        </w:rPr>
        <w:br/>
        <w:t xml:space="preserve">i wyjaśnienia treści SWZ oraz inne dokumenty zamówienia bezpośrednio związane </w:t>
      </w:r>
      <w:r w:rsidRPr="00805559">
        <w:rPr>
          <w:rFonts w:ascii="Cambria" w:hAnsi="Cambria"/>
        </w:rPr>
        <w:br/>
        <w:t>z postępo</w:t>
      </w:r>
      <w:r w:rsidR="00A43C7A">
        <w:rPr>
          <w:rFonts w:ascii="Cambria" w:hAnsi="Cambria"/>
        </w:rPr>
        <w:t>waniem o udzielenie zamówienia:</w:t>
      </w:r>
    </w:p>
    <w:p w14:paraId="6E516782" w14:textId="07888D2F" w:rsidR="00D21255" w:rsidRPr="00011536" w:rsidRDefault="00011536" w:rsidP="00011536">
      <w:pPr>
        <w:jc w:val="both"/>
        <w:rPr>
          <w:rFonts w:asciiTheme="majorHAnsi" w:hAnsiTheme="majorHAnsi"/>
          <w:color w:val="0070C0"/>
          <w:lang w:eastAsia="pl-PL"/>
        </w:rPr>
      </w:pPr>
      <w:hyperlink r:id="rId12" w:history="1">
        <w:r w:rsidRPr="00011536">
          <w:rPr>
            <w:rStyle w:val="Hipercze"/>
            <w:rFonts w:asciiTheme="majorHAnsi" w:hAnsiTheme="majorHAnsi"/>
            <w:color w:val="0070C0"/>
            <w:shd w:val="clear" w:color="auto" w:fill="FFFFFF"/>
          </w:rPr>
          <w:t>https://ezamowienia.gov.pl/mp-client/search/list/ocds-148610-29d480bb-d2d6-11ed-9355-06954b8c6cb9</w:t>
        </w:r>
      </w:hyperlink>
      <w:r w:rsidRPr="00011536">
        <w:rPr>
          <w:rFonts w:asciiTheme="majorHAnsi" w:hAnsiTheme="majorHAnsi"/>
          <w:color w:val="0070C0"/>
          <w:lang w:eastAsia="pl-PL"/>
        </w:rPr>
        <w:t xml:space="preserve">  </w:t>
      </w:r>
    </w:p>
    <w:bookmarkEnd w:id="0"/>
    <w:p w14:paraId="43FCCA1B" w14:textId="77777777" w:rsidR="00D21255" w:rsidRPr="006F79CC" w:rsidRDefault="00D21255" w:rsidP="00D21255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</w:rPr>
      </w:pPr>
    </w:p>
    <w:tbl>
      <w:tblPr>
        <w:tblW w:w="9660" w:type="dxa"/>
        <w:jc w:val="center"/>
        <w:tblLook w:val="00A0" w:firstRow="1" w:lastRow="0" w:firstColumn="1" w:lastColumn="0" w:noHBand="0" w:noVBand="0"/>
      </w:tblPr>
      <w:tblGrid>
        <w:gridCol w:w="10273"/>
      </w:tblGrid>
      <w:tr w:rsidR="00D21255" w:rsidRPr="006F79CC" w14:paraId="44B67E72" w14:textId="77777777" w:rsidTr="00FC593A">
        <w:trPr>
          <w:trHeight w:val="235"/>
          <w:jc w:val="center"/>
        </w:trPr>
        <w:tc>
          <w:tcPr>
            <w:tcW w:w="9660" w:type="dxa"/>
          </w:tcPr>
          <w:p w14:paraId="53E24C98" w14:textId="77777777" w:rsidR="00D21255" w:rsidRPr="006F79CC" w:rsidRDefault="00D21255" w:rsidP="00FC593A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B. DANE WYKONAWCY/WYKONAWCÓW.</w:t>
            </w:r>
          </w:p>
          <w:p w14:paraId="2BA13471" w14:textId="77777777" w:rsidR="00D21255" w:rsidRPr="006F79CC" w:rsidRDefault="00D21255" w:rsidP="00FC593A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6265A8FE" w14:textId="77777777" w:rsidR="00D21255" w:rsidRPr="006F79CC" w:rsidRDefault="00D21255" w:rsidP="00FC593A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F79CC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110FF39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C1D93" w14:textId="77777777" w:rsidR="00D21255" w:rsidRPr="006F79CC" w:rsidRDefault="00D21255" w:rsidP="00FC593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6F79CC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6F79CC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6F79CC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6F79CC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6F79CC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5A77196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73BD5185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ED46D7" w14:textId="77777777" w:rsidR="00D21255" w:rsidRPr="006F79CC" w:rsidRDefault="00D21255" w:rsidP="00FC593A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6F79CC">
              <w:rPr>
                <w:rFonts w:ascii="Cambria" w:hAnsi="Cambria" w:cs="Arial"/>
              </w:rPr>
              <w:t>Siedziba albo miejsce zamieszkania i adres Wykonawcy:</w:t>
            </w:r>
          </w:p>
          <w:p w14:paraId="69C372C1" w14:textId="77777777" w:rsidR="00D21255" w:rsidRPr="006F79CC" w:rsidRDefault="00D21255" w:rsidP="00FC593A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0A164F5A" w14:textId="77777777" w:rsidR="00D21255" w:rsidRPr="006F79CC" w:rsidRDefault="00D21255" w:rsidP="00FC593A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NIP</w:t>
            </w:r>
            <w:r w:rsidRPr="006F79CC">
              <w:rPr>
                <w:rFonts w:ascii="Cambria" w:hAnsi="Cambria" w:cs="Arial"/>
                <w:iCs/>
              </w:rPr>
              <w:t xml:space="preserve"> …………………………………..……..………,</w:t>
            </w:r>
          </w:p>
          <w:p w14:paraId="14EEDF21" w14:textId="77777777" w:rsidR="00D21255" w:rsidRPr="006F79CC" w:rsidRDefault="00D21255" w:rsidP="00FC593A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REGON</w:t>
            </w:r>
            <w:r w:rsidRPr="006F79CC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2AF2A7A4" w14:textId="77777777" w:rsidR="00D21255" w:rsidRPr="006F79CC" w:rsidRDefault="00D21255" w:rsidP="00FC593A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6F79CC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3A161053" w14:textId="77777777" w:rsidR="00D21255" w:rsidRPr="006F79CC" w:rsidRDefault="00D21255" w:rsidP="00FC593A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7B7D2082" w14:textId="77777777" w:rsidR="00D21255" w:rsidRPr="006F79CC" w:rsidRDefault="00D21255" w:rsidP="00FC593A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6F79CC">
              <w:rPr>
                <w:rFonts w:ascii="Cambria" w:hAnsi="Cambria"/>
                <w:b/>
              </w:rPr>
              <w:t xml:space="preserve">e-mail: </w:t>
            </w:r>
            <w:r w:rsidRPr="006F79CC">
              <w:rPr>
                <w:rFonts w:ascii="Cambria" w:hAnsi="Cambria"/>
                <w:bCs/>
              </w:rPr>
              <w:t>…….………………………….…..………………….………………………………..………………………………….</w:t>
            </w:r>
          </w:p>
          <w:p w14:paraId="0A550BB3" w14:textId="77777777" w:rsidR="00D21255" w:rsidRPr="004C273A" w:rsidRDefault="00D21255" w:rsidP="00FC593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</w:rPr>
            </w:pPr>
            <w:r w:rsidRPr="004C273A">
              <w:rPr>
                <w:rFonts w:ascii="Cambria" w:hAnsi="Cambria"/>
                <w:i/>
                <w:iCs/>
                <w:sz w:val="20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7BAE77DD" w14:textId="49278235" w:rsidR="00D21255" w:rsidRPr="004C273A" w:rsidRDefault="00D21255" w:rsidP="00FC593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</w:rPr>
            </w:pPr>
            <w:r w:rsidRPr="004C273A">
              <w:rPr>
                <w:rFonts w:ascii="Cambria" w:hAnsi="Cambria"/>
                <w:i/>
                <w:iCs/>
                <w:sz w:val="20"/>
              </w:rPr>
              <w:t>Wykonawca niniejszym zobowiązuje się do utrzymania jego funkcjonalności przez czas trwania postępowania.</w:t>
            </w:r>
            <w:r w:rsidR="004C273A">
              <w:rPr>
                <w:rFonts w:ascii="Cambria" w:hAnsi="Cambria"/>
                <w:i/>
                <w:iCs/>
                <w:sz w:val="20"/>
              </w:rPr>
              <w:br/>
            </w:r>
            <w:r w:rsidRPr="004C273A">
              <w:rPr>
                <w:rFonts w:ascii="Cambria" w:hAnsi="Cambria"/>
                <w:i/>
                <w:iCs/>
                <w:sz w:val="20"/>
              </w:rPr>
              <w:t xml:space="preserve">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</w:t>
            </w:r>
            <w:r w:rsidR="00037EA8" w:rsidRPr="004C273A">
              <w:rPr>
                <w:rFonts w:ascii="Cambria" w:hAnsi="Cambria"/>
                <w:i/>
                <w:iCs/>
                <w:sz w:val="20"/>
              </w:rPr>
              <w:lastRenderedPageBreak/>
              <w:t xml:space="preserve">elektronicznej wskazany </w:t>
            </w:r>
            <w:r w:rsidRPr="004C273A">
              <w:rPr>
                <w:rFonts w:ascii="Cambria" w:hAnsi="Cambria"/>
                <w:i/>
                <w:iCs/>
                <w:sz w:val="20"/>
              </w:rPr>
              <w:t>w formularzu ofertowym zostały doręczone skutecznie a wykonawca zapoznał się z ich treścią.</w:t>
            </w:r>
          </w:p>
          <w:p w14:paraId="6F394F12" w14:textId="77777777" w:rsidR="00D21255" w:rsidRPr="006F79CC" w:rsidRDefault="00D21255" w:rsidP="00FC593A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6F79CC">
              <w:rPr>
                <w:rFonts w:ascii="Cambria" w:hAnsi="Cambria"/>
                <w:b/>
                <w:bCs/>
              </w:rPr>
              <w:t xml:space="preserve">adres </w:t>
            </w:r>
            <w:r w:rsidRPr="006F79CC">
              <w:rPr>
                <w:rFonts w:ascii="Cambria" w:hAnsi="Cambria"/>
                <w:b/>
              </w:rPr>
              <w:t xml:space="preserve">Elektronicznej Skrzynki Podawczej Wykonawcy </w:t>
            </w:r>
            <w:r w:rsidRPr="006F79CC">
              <w:rPr>
                <w:rFonts w:ascii="Cambria" w:hAnsi="Cambria"/>
              </w:rPr>
              <w:t xml:space="preserve">znajdującej się na platformie </w:t>
            </w:r>
            <w:r w:rsidRPr="006F79CC">
              <w:rPr>
                <w:rFonts w:ascii="Cambria" w:hAnsi="Cambria"/>
                <w:b/>
              </w:rPr>
              <w:t>ePUAP:  ….</w:t>
            </w:r>
            <w:r w:rsidRPr="006F79CC">
              <w:rPr>
                <w:rFonts w:ascii="Cambria" w:hAnsi="Cambria"/>
                <w:b/>
                <w:bCs/>
              </w:rPr>
              <w:t>………………………………………………………………………….………….……………</w:t>
            </w:r>
          </w:p>
          <w:p w14:paraId="049B5410" w14:textId="77777777" w:rsidR="00D21255" w:rsidRPr="006F79CC" w:rsidRDefault="00D21255" w:rsidP="00FC593A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</w:p>
          <w:p w14:paraId="55F49A4A" w14:textId="77777777" w:rsidR="00D21255" w:rsidRPr="006F79CC" w:rsidRDefault="00D21255" w:rsidP="00FC593A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6F79CC">
              <w:rPr>
                <w:rFonts w:ascii="Cambria" w:hAnsi="Cambria" w:cs="Arial"/>
                <w:i/>
              </w:rPr>
              <w:t>(jeżeli inny niż adres siedziby):</w:t>
            </w:r>
          </w:p>
          <w:p w14:paraId="23CFF6BB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C392258" w14:textId="77777777" w:rsidR="00D21255" w:rsidRPr="006F79CC" w:rsidRDefault="00D21255" w:rsidP="00FC593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36E795F0" w14:textId="77777777" w:rsidR="00D21255" w:rsidRPr="006F79CC" w:rsidRDefault="00D21255" w:rsidP="00FC593A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6F79CC">
              <w:rPr>
                <w:rFonts w:ascii="Cambria" w:eastAsia="Times New Roman" w:hAnsi="Cambria"/>
                <w:b w:val="0"/>
                <w:sz w:val="24"/>
                <w:szCs w:val="24"/>
              </w:rPr>
              <w:t>Osoba odpowiedzialna za kontakty z Zamawiającym:</w:t>
            </w:r>
          </w:p>
          <w:p w14:paraId="6D6FD759" w14:textId="77777777" w:rsidR="00D21255" w:rsidRPr="006F79CC" w:rsidRDefault="00D21255" w:rsidP="00FC593A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…………………………………………..……………………………………………………………………………………………........</w:t>
            </w:r>
          </w:p>
          <w:p w14:paraId="76A57640" w14:textId="77777777" w:rsidR="00D21255" w:rsidRPr="006F79CC" w:rsidRDefault="00D21255" w:rsidP="00FC593A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</w:rPr>
            </w:pPr>
          </w:p>
        </w:tc>
      </w:tr>
      <w:tr w:rsidR="00D21255" w:rsidRPr="006F79CC" w14:paraId="5F4D0339" w14:textId="77777777" w:rsidTr="00FC593A">
        <w:trPr>
          <w:trHeight w:val="151"/>
          <w:jc w:val="center"/>
        </w:trPr>
        <w:tc>
          <w:tcPr>
            <w:tcW w:w="9660" w:type="dxa"/>
          </w:tcPr>
          <w:p w14:paraId="281DA55F" w14:textId="77777777" w:rsidR="00D21255" w:rsidRPr="006F79CC" w:rsidRDefault="00D21255" w:rsidP="00FC593A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lastRenderedPageBreak/>
              <w:t>C. OFEROWANY PRZEDMIOT ZAMÓWIENIA:</w:t>
            </w:r>
          </w:p>
          <w:p w14:paraId="145DEBB5" w14:textId="4B4DE022" w:rsidR="00D21255" w:rsidRPr="006F79CC" w:rsidRDefault="00D21255" w:rsidP="00FC593A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</w:t>
            </w:r>
            <w:r w:rsidRPr="006F79CC">
              <w:rPr>
                <w:rFonts w:ascii="Cambria" w:hAnsi="Cambria" w:cs="Arial"/>
                <w:iCs/>
              </w:rPr>
              <w:br/>
              <w:t xml:space="preserve">w </w:t>
            </w:r>
            <w:r w:rsidRPr="006F79CC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6F79CC">
              <w:rPr>
                <w:rFonts w:ascii="Cambria" w:hAnsi="Cambria" w:cs="Arial"/>
                <w:iCs/>
              </w:rPr>
              <w:t xml:space="preserve"> na zadanie pn. </w:t>
            </w:r>
            <w:r w:rsidRPr="006F79CC">
              <w:rPr>
                <w:rFonts w:ascii="Cambria" w:hAnsi="Cambria" w:cs="Arial"/>
                <w:b/>
                <w:iCs/>
              </w:rPr>
              <w:t>„</w:t>
            </w:r>
            <w:r w:rsidR="00970499">
              <w:rPr>
                <w:rFonts w:ascii="Cambria" w:hAnsi="Cambria"/>
                <w:b/>
              </w:rPr>
              <w:t>Przebudowa dróg gminnych w miejscowości</w:t>
            </w:r>
            <w:r w:rsidR="00F13031">
              <w:rPr>
                <w:rFonts w:ascii="Cambria" w:hAnsi="Cambria"/>
                <w:b/>
              </w:rPr>
              <w:t xml:space="preserve"> Matygi</w:t>
            </w:r>
            <w:r w:rsidR="00B160ED">
              <w:rPr>
                <w:rFonts w:ascii="Cambria" w:hAnsi="Cambria"/>
                <w:b/>
              </w:rPr>
              <w:t xml:space="preserve"> (obręb Gołąb)</w:t>
            </w:r>
            <w:r w:rsidRPr="006F79CC">
              <w:rPr>
                <w:rFonts w:ascii="Cambria" w:hAnsi="Cambria"/>
                <w:b/>
              </w:rPr>
              <w:t>”</w:t>
            </w:r>
          </w:p>
          <w:p w14:paraId="5AEDAF57" w14:textId="77777777" w:rsidR="00430732" w:rsidRDefault="00430732" w:rsidP="00FC593A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09BD22E3" w14:textId="6E800B3F" w:rsidR="00D21255" w:rsidRDefault="00D21255" w:rsidP="00FC593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Oferuję/oferujemy*</w:t>
            </w:r>
            <w:r w:rsidRPr="006F79CC">
              <w:rPr>
                <w:rFonts w:ascii="Cambria" w:hAnsi="Cambria" w:cs="Arial"/>
                <w:iCs/>
              </w:rPr>
              <w:t xml:space="preserve"> wykonanie </w:t>
            </w:r>
            <w:r w:rsidRPr="006F79C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6F79CC">
              <w:rPr>
                <w:rFonts w:ascii="Cambria" w:hAnsi="Cambria" w:cs="Arial"/>
                <w:iCs/>
              </w:rPr>
              <w:t xml:space="preserve">zgodnie z </w:t>
            </w:r>
            <w:r w:rsidRPr="006F79CC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6F79CC">
              <w:rPr>
                <w:rFonts w:ascii="Cambria" w:hAnsi="Cambria" w:cs="Arial"/>
                <w:bCs/>
                <w:iCs/>
              </w:rPr>
              <w:br/>
              <w:t>w opisie przedmiotu zamówienia zawartym w SW</w:t>
            </w:r>
            <w:r w:rsidR="00430732">
              <w:rPr>
                <w:rFonts w:ascii="Cambria" w:hAnsi="Cambria" w:cs="Arial"/>
                <w:bCs/>
                <w:iCs/>
              </w:rPr>
              <w:t>Z oraz dokumentacji projektowej:</w:t>
            </w:r>
          </w:p>
          <w:p w14:paraId="3405BD3F" w14:textId="77777777" w:rsidR="00430732" w:rsidRPr="006F79CC" w:rsidRDefault="00430732" w:rsidP="00FC593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17550A93" w14:textId="49D2156E" w:rsidR="00B160ED" w:rsidRPr="0043182F" w:rsidRDefault="00855D20" w:rsidP="00855D20">
            <w:pPr>
              <w:pStyle w:val="Akapitzlist"/>
              <w:numPr>
                <w:ilvl w:val="1"/>
                <w:numId w:val="27"/>
              </w:numPr>
              <w:spacing w:line="360" w:lineRule="auto"/>
              <w:ind w:hanging="294"/>
              <w:jc w:val="both"/>
              <w:rPr>
                <w:rFonts w:ascii="Cambria" w:hAnsi="Cambria"/>
                <w:color w:val="000000" w:themeColor="text1"/>
              </w:rPr>
            </w:pPr>
            <w:r w:rsidRPr="0043182F">
              <w:rPr>
                <w:rFonts w:ascii="Cambria" w:hAnsi="Cambria" w:cs="Calibri"/>
                <w:b/>
                <w:color w:val="000000" w:themeColor="text1"/>
              </w:rPr>
              <w:t xml:space="preserve">Część I: </w:t>
            </w:r>
            <w:r w:rsidR="0043182F" w:rsidRPr="0043182F">
              <w:rPr>
                <w:rFonts w:ascii="Cambria" w:hAnsi="Cambria"/>
                <w:b/>
                <w:bCs/>
                <w:color w:val="000000" w:themeColor="text1"/>
              </w:rPr>
              <w:t xml:space="preserve">„Budowa drogi gminnej nr 107477L </w:t>
            </w:r>
            <w:r w:rsidR="00987EF6">
              <w:rPr>
                <w:rFonts w:ascii="Cambria" w:hAnsi="Cambria"/>
                <w:b/>
                <w:bCs/>
                <w:color w:val="000000" w:themeColor="text1"/>
              </w:rPr>
              <w:t xml:space="preserve">w </w:t>
            </w:r>
            <w:r w:rsidR="00970499">
              <w:rPr>
                <w:rFonts w:ascii="Cambria" w:hAnsi="Cambria"/>
                <w:b/>
                <w:bCs/>
                <w:color w:val="000000" w:themeColor="text1"/>
              </w:rPr>
              <w:t>miejscowości</w:t>
            </w:r>
            <w:r w:rsidR="00987EF6">
              <w:rPr>
                <w:rFonts w:ascii="Cambria" w:hAnsi="Cambria"/>
                <w:b/>
                <w:bCs/>
                <w:color w:val="000000" w:themeColor="text1"/>
              </w:rPr>
              <w:t xml:space="preserve"> Matygi (obręb Gołąb)</w:t>
            </w:r>
            <w:r w:rsidR="00987EF6">
              <w:rPr>
                <w:rFonts w:ascii="Cambria" w:hAnsi="Cambria"/>
                <w:b/>
                <w:bCs/>
                <w:color w:val="000000" w:themeColor="text1"/>
              </w:rPr>
              <w:br/>
            </w:r>
            <w:r w:rsidR="001642FA">
              <w:rPr>
                <w:rFonts w:ascii="Cambria" w:hAnsi="Cambria"/>
                <w:b/>
                <w:bCs/>
                <w:color w:val="000000" w:themeColor="text1"/>
              </w:rPr>
              <w:t>od km 0+000,00 do km 0+995,0</w:t>
            </w:r>
            <w:r w:rsidR="0043182F" w:rsidRPr="0043182F">
              <w:rPr>
                <w:rFonts w:ascii="Cambria" w:hAnsi="Cambria"/>
                <w:b/>
                <w:bCs/>
                <w:color w:val="000000" w:themeColor="text1"/>
              </w:rPr>
              <w:t>0”</w:t>
            </w:r>
            <w:r w:rsidRPr="0043182F">
              <w:rPr>
                <w:rFonts w:ascii="Cambria" w:hAnsi="Cambria"/>
                <w:bCs/>
                <w:color w:val="000000" w:themeColor="text1"/>
              </w:rPr>
              <w:t xml:space="preserve"> </w:t>
            </w:r>
          </w:p>
          <w:p w14:paraId="64EDD277" w14:textId="34836246" w:rsidR="00855D20" w:rsidRPr="0043182F" w:rsidRDefault="00855D20" w:rsidP="00B160ED">
            <w:pPr>
              <w:pStyle w:val="Akapitzlist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43182F">
              <w:rPr>
                <w:rFonts w:ascii="Cambria" w:hAnsi="Cambria"/>
                <w:color w:val="000000" w:themeColor="text1"/>
              </w:rPr>
              <w:t>w kwocie:</w:t>
            </w:r>
          </w:p>
          <w:p w14:paraId="12B01638" w14:textId="77777777" w:rsidR="00855D20" w:rsidRPr="0043182F" w:rsidRDefault="00855D20" w:rsidP="00855D20">
            <w:pPr>
              <w:pStyle w:val="Akapitzlist"/>
              <w:spacing w:line="360" w:lineRule="auto"/>
              <w:ind w:hanging="12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Cs/>
                <w:color w:val="000000" w:themeColor="text1"/>
              </w:rPr>
              <w:t xml:space="preserve">netto ........................................................... zł </w:t>
            </w:r>
          </w:p>
          <w:p w14:paraId="085126E8" w14:textId="77777777" w:rsidR="00855D20" w:rsidRPr="0043182F" w:rsidRDefault="00855D20" w:rsidP="00855D20">
            <w:pPr>
              <w:pStyle w:val="Akapitzlist"/>
              <w:spacing w:line="360" w:lineRule="auto"/>
              <w:ind w:hanging="12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 </w:t>
            </w:r>
          </w:p>
          <w:p w14:paraId="2C4E4D7A" w14:textId="77777777" w:rsidR="00855D20" w:rsidRPr="0043182F" w:rsidRDefault="00855D20" w:rsidP="00855D20">
            <w:pPr>
              <w:pStyle w:val="Akapitzlist"/>
              <w:spacing w:line="360" w:lineRule="auto"/>
              <w:ind w:hanging="12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Cs/>
                <w:color w:val="000000" w:themeColor="text1"/>
              </w:rPr>
              <w:t>brutto ........................................................... zł</w:t>
            </w:r>
          </w:p>
          <w:p w14:paraId="52FF07D4" w14:textId="77777777" w:rsidR="00855D20" w:rsidRPr="0043182F" w:rsidRDefault="00855D20" w:rsidP="00855D20">
            <w:pPr>
              <w:pStyle w:val="Akapitzlist"/>
              <w:spacing w:line="360" w:lineRule="auto"/>
              <w:ind w:hanging="12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/>
                <w:iCs/>
                <w:color w:val="000000" w:themeColor="text1"/>
              </w:rPr>
              <w:t>(słownie: ………….....................................................................................................................zł),</w:t>
            </w:r>
          </w:p>
          <w:p w14:paraId="487A8BA3" w14:textId="77777777" w:rsidR="00772028" w:rsidRPr="0043182F" w:rsidRDefault="00772028" w:rsidP="00772028">
            <w:pPr>
              <w:spacing w:line="276" w:lineRule="auto"/>
              <w:ind w:left="459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1D35A942" w14:textId="2FAEB88C" w:rsidR="00CC39AE" w:rsidRDefault="00772028" w:rsidP="00AD68AB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bCs/>
                <w:iCs/>
                <w:color w:val="000000" w:themeColor="text1"/>
              </w:rPr>
              <w:t xml:space="preserve">Długość okresu gwarancji na wykonane roboty budowlane </w:t>
            </w:r>
            <w:r w:rsidRPr="0043182F">
              <w:rPr>
                <w:rFonts w:ascii="Cambria" w:hAnsi="Cambria" w:cs="Arial"/>
                <w:i/>
                <w:color w:val="000000" w:themeColor="text1"/>
              </w:rPr>
              <w:t>………………</w:t>
            </w:r>
            <w:r w:rsidRPr="0043182F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lat od dnia podpisania protokołu odbioru końcowego</w:t>
            </w:r>
            <w:r w:rsidRPr="0043182F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2"/>
            </w:r>
            <w:r w:rsidRPr="0043182F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21C8213A" w14:textId="77777777" w:rsidR="00DD39D7" w:rsidRPr="00AD68AB" w:rsidRDefault="00DD39D7" w:rsidP="00AD68AB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</w:p>
          <w:p w14:paraId="5144B2BC" w14:textId="58FD32C7" w:rsidR="00987EF6" w:rsidRPr="00987EF6" w:rsidRDefault="00855D20" w:rsidP="00987EF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43182F">
              <w:rPr>
                <w:rFonts w:ascii="Cambria" w:hAnsi="Cambria" w:cs="Calibri"/>
                <w:b/>
                <w:color w:val="000000" w:themeColor="text1"/>
              </w:rPr>
              <w:t xml:space="preserve">Część II: </w:t>
            </w:r>
            <w:r w:rsidR="0043182F" w:rsidRPr="0043182F">
              <w:rPr>
                <w:rFonts w:ascii="Cambria" w:hAnsi="Cambria"/>
                <w:b/>
                <w:bCs/>
                <w:color w:val="000000" w:themeColor="text1"/>
              </w:rPr>
              <w:t>„Budowa drogi gminnej nr 1074</w:t>
            </w:r>
            <w:r w:rsidR="00987EF6">
              <w:rPr>
                <w:rFonts w:ascii="Cambria" w:hAnsi="Cambria"/>
                <w:b/>
                <w:bCs/>
                <w:color w:val="000000" w:themeColor="text1"/>
              </w:rPr>
              <w:t xml:space="preserve">76L w </w:t>
            </w:r>
            <w:r w:rsidR="00970499">
              <w:rPr>
                <w:rFonts w:ascii="Cambria" w:hAnsi="Cambria"/>
                <w:b/>
                <w:bCs/>
                <w:color w:val="000000" w:themeColor="text1"/>
              </w:rPr>
              <w:t>miejscowości</w:t>
            </w:r>
            <w:r w:rsidR="00987EF6">
              <w:rPr>
                <w:rFonts w:ascii="Cambria" w:hAnsi="Cambria"/>
                <w:b/>
                <w:bCs/>
                <w:color w:val="000000" w:themeColor="text1"/>
              </w:rPr>
              <w:t xml:space="preserve"> Matygi (obręb Gołąb)</w:t>
            </w:r>
            <w:r w:rsidR="00987EF6">
              <w:rPr>
                <w:rFonts w:ascii="Cambria" w:hAnsi="Cambria"/>
                <w:b/>
                <w:bCs/>
                <w:color w:val="000000" w:themeColor="text1"/>
              </w:rPr>
              <w:br/>
            </w:r>
            <w:r w:rsidR="0043182F" w:rsidRPr="0043182F">
              <w:rPr>
                <w:rFonts w:ascii="Cambria" w:hAnsi="Cambria"/>
                <w:b/>
                <w:bCs/>
                <w:color w:val="000000" w:themeColor="text1"/>
              </w:rPr>
              <w:t>od km 0+004,00 do km 0+372,40”</w:t>
            </w:r>
          </w:p>
          <w:p w14:paraId="1CDC26EF" w14:textId="667E8622" w:rsidR="00855D20" w:rsidRPr="00987EF6" w:rsidRDefault="00855D20" w:rsidP="00987EF6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987EF6">
              <w:rPr>
                <w:rFonts w:ascii="Cambria" w:hAnsi="Cambria"/>
                <w:color w:val="000000" w:themeColor="text1"/>
              </w:rPr>
              <w:lastRenderedPageBreak/>
              <w:t>w kwocie:</w:t>
            </w:r>
          </w:p>
          <w:p w14:paraId="44CE6D46" w14:textId="77777777" w:rsidR="00855D20" w:rsidRPr="0043182F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Cs/>
                <w:color w:val="000000" w:themeColor="text1"/>
              </w:rPr>
              <w:t xml:space="preserve">netto ........................................................... zł </w:t>
            </w:r>
          </w:p>
          <w:p w14:paraId="3E42F716" w14:textId="77777777" w:rsidR="00855D20" w:rsidRPr="0043182F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Cs/>
                <w:color w:val="000000" w:themeColor="text1"/>
              </w:rPr>
              <w:t>podatek VAT ……… %, .......................................................... zł</w:t>
            </w:r>
          </w:p>
          <w:p w14:paraId="2A0DECF9" w14:textId="77777777" w:rsidR="00855D20" w:rsidRPr="0043182F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Cs/>
                <w:color w:val="000000" w:themeColor="text1"/>
              </w:rPr>
              <w:t>brutto ........................................................... zł</w:t>
            </w:r>
          </w:p>
          <w:p w14:paraId="7348C819" w14:textId="77777777" w:rsidR="00855D20" w:rsidRPr="0043182F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/>
                <w:iCs/>
                <w:color w:val="000000" w:themeColor="text1"/>
              </w:rPr>
              <w:t>(słownie: ………….....................................................................................................................zł),</w:t>
            </w:r>
          </w:p>
          <w:p w14:paraId="5C2BF51E" w14:textId="77777777" w:rsidR="00772028" w:rsidRPr="0043182F" w:rsidRDefault="00772028" w:rsidP="00772028">
            <w:pPr>
              <w:spacing w:line="276" w:lineRule="auto"/>
              <w:ind w:left="459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7E6DFA65" w14:textId="706DE571" w:rsidR="00772028" w:rsidRPr="0043182F" w:rsidRDefault="00772028" w:rsidP="0077202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bCs/>
                <w:iCs/>
                <w:color w:val="000000" w:themeColor="text1"/>
              </w:rPr>
              <w:t xml:space="preserve">Długość okresu gwarancji na wykonane roboty budowlane </w:t>
            </w:r>
            <w:r w:rsidRPr="0043182F">
              <w:rPr>
                <w:rFonts w:ascii="Cambria" w:hAnsi="Cambria" w:cs="Arial"/>
                <w:i/>
                <w:color w:val="000000" w:themeColor="text1"/>
              </w:rPr>
              <w:t>………………</w:t>
            </w:r>
            <w:r w:rsidRPr="0043182F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lat od dnia podpisania protokołu odbioru końcowego</w:t>
            </w:r>
            <w:r w:rsidRPr="0043182F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3"/>
            </w:r>
            <w:r w:rsidRPr="0043182F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1ACBF2FE" w14:textId="77777777" w:rsidR="00CC39AE" w:rsidRPr="00F13031" w:rsidRDefault="00CC39AE" w:rsidP="00772028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FF0000"/>
              </w:rPr>
            </w:pPr>
          </w:p>
          <w:p w14:paraId="1C3909DF" w14:textId="77777777" w:rsidR="00970499" w:rsidRPr="00970499" w:rsidRDefault="0043182F" w:rsidP="0097049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43182F">
              <w:rPr>
                <w:rFonts w:ascii="Cambria" w:hAnsi="Cambria" w:cs="Calibri"/>
                <w:b/>
                <w:color w:val="000000" w:themeColor="text1"/>
              </w:rPr>
              <w:t xml:space="preserve">Część III: </w:t>
            </w:r>
            <w:r w:rsidRPr="0043182F">
              <w:rPr>
                <w:rFonts w:ascii="Cambria" w:hAnsi="Cambria"/>
                <w:b/>
                <w:bCs/>
                <w:color w:val="000000" w:themeColor="text1"/>
              </w:rPr>
              <w:t>„Budowa drogi gminnej Nr 1074</w:t>
            </w:r>
            <w:r w:rsidR="00987EF6">
              <w:rPr>
                <w:rFonts w:ascii="Cambria" w:hAnsi="Cambria"/>
                <w:b/>
                <w:bCs/>
                <w:color w:val="000000" w:themeColor="text1"/>
              </w:rPr>
              <w:t xml:space="preserve">76L w </w:t>
            </w:r>
            <w:r w:rsidR="00970499">
              <w:rPr>
                <w:rFonts w:ascii="Cambria" w:hAnsi="Cambria"/>
                <w:b/>
                <w:bCs/>
                <w:color w:val="000000" w:themeColor="text1"/>
              </w:rPr>
              <w:t>miejscowości</w:t>
            </w:r>
            <w:r w:rsidR="00987EF6">
              <w:rPr>
                <w:rFonts w:ascii="Cambria" w:hAnsi="Cambria"/>
                <w:b/>
                <w:bCs/>
                <w:color w:val="000000" w:themeColor="text1"/>
              </w:rPr>
              <w:t xml:space="preserve"> Matygi (obręb Gołąb)</w:t>
            </w:r>
            <w:r w:rsidR="00987EF6">
              <w:rPr>
                <w:rFonts w:ascii="Cambria" w:hAnsi="Cambria"/>
                <w:b/>
                <w:bCs/>
                <w:color w:val="000000" w:themeColor="text1"/>
              </w:rPr>
              <w:br/>
            </w:r>
            <w:r w:rsidRPr="0043182F">
              <w:rPr>
                <w:rFonts w:ascii="Cambria" w:hAnsi="Cambria"/>
                <w:b/>
                <w:bCs/>
                <w:color w:val="000000" w:themeColor="text1"/>
              </w:rPr>
              <w:t>od km 0+394,50 do km 0+833,45</w:t>
            </w:r>
            <w:r w:rsidR="00855D20" w:rsidRPr="0043182F">
              <w:rPr>
                <w:rFonts w:ascii="Cambria" w:hAnsi="Cambria" w:cs="Calibri"/>
                <w:b/>
                <w:color w:val="000000" w:themeColor="text1"/>
              </w:rPr>
              <w:t>”</w:t>
            </w:r>
          </w:p>
          <w:p w14:paraId="4A315766" w14:textId="5305D2F0" w:rsidR="00855D20" w:rsidRPr="0043182F" w:rsidRDefault="00855D20" w:rsidP="00970499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 w:themeColor="text1"/>
              </w:rPr>
            </w:pPr>
            <w:r w:rsidRPr="0043182F">
              <w:rPr>
                <w:rFonts w:ascii="Cambria" w:hAnsi="Cambria"/>
                <w:color w:val="000000" w:themeColor="text1"/>
              </w:rPr>
              <w:t>w kwocie:</w:t>
            </w:r>
          </w:p>
          <w:p w14:paraId="61F2C8AE" w14:textId="77777777" w:rsidR="00855D20" w:rsidRPr="0043182F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Cs/>
                <w:color w:val="000000" w:themeColor="text1"/>
              </w:rPr>
              <w:t xml:space="preserve">netto ........................................................... zł </w:t>
            </w:r>
          </w:p>
          <w:p w14:paraId="3A09B93E" w14:textId="77777777" w:rsidR="00855D20" w:rsidRPr="0043182F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Cs/>
                <w:color w:val="000000" w:themeColor="text1"/>
              </w:rPr>
              <w:t>podatek VAT ……… %, .......................................................... zł</w:t>
            </w:r>
          </w:p>
          <w:p w14:paraId="221446EF" w14:textId="77777777" w:rsidR="00855D20" w:rsidRPr="0043182F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Cs/>
                <w:color w:val="000000" w:themeColor="text1"/>
              </w:rPr>
              <w:t>brutto ........................................................... zł</w:t>
            </w:r>
          </w:p>
          <w:p w14:paraId="7EF1F645" w14:textId="77777777" w:rsidR="00855D20" w:rsidRPr="0043182F" w:rsidRDefault="00855D20" w:rsidP="00855D20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i/>
                <w:iCs/>
                <w:color w:val="000000" w:themeColor="text1"/>
              </w:rPr>
              <w:t>(słownie: ………….....................................................................................................................zł),</w:t>
            </w:r>
          </w:p>
          <w:p w14:paraId="63EA0194" w14:textId="77777777" w:rsidR="002A6C2A" w:rsidRPr="0043182F" w:rsidRDefault="002A6C2A" w:rsidP="002A6C2A">
            <w:pPr>
              <w:spacing w:line="276" w:lineRule="auto"/>
              <w:ind w:left="459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08FCC3A3" w14:textId="321DCCDB" w:rsidR="002A6C2A" w:rsidRPr="0043182F" w:rsidRDefault="002A6C2A" w:rsidP="002A6C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43182F">
              <w:rPr>
                <w:rFonts w:ascii="Cambria" w:hAnsi="Cambria" w:cs="Arial"/>
                <w:bCs/>
                <w:iCs/>
                <w:color w:val="000000" w:themeColor="text1"/>
              </w:rPr>
              <w:t xml:space="preserve">Długość okresu gwarancji na wykonane roboty budowlane </w:t>
            </w:r>
            <w:r w:rsidRPr="0043182F">
              <w:rPr>
                <w:rFonts w:ascii="Cambria" w:hAnsi="Cambria" w:cs="Arial"/>
                <w:i/>
                <w:color w:val="000000" w:themeColor="text1"/>
              </w:rPr>
              <w:t>………………</w:t>
            </w:r>
            <w:r w:rsidRPr="0043182F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lat od dnia podpisania protokołu odbioru końcowego</w:t>
            </w:r>
            <w:r w:rsidRPr="0043182F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4"/>
            </w:r>
            <w:r w:rsidRPr="0043182F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041CC8B9" w14:textId="77777777" w:rsidR="00D21255" w:rsidRPr="00E51FCF" w:rsidRDefault="00D21255" w:rsidP="00E51FC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D21255" w:rsidRPr="006F79CC" w14:paraId="4CE1ABD4" w14:textId="77777777" w:rsidTr="00FC593A">
        <w:trPr>
          <w:trHeight w:val="73"/>
          <w:jc w:val="center"/>
        </w:trPr>
        <w:tc>
          <w:tcPr>
            <w:tcW w:w="9660" w:type="dxa"/>
          </w:tcPr>
          <w:p w14:paraId="0D199CC1" w14:textId="74F0A60E" w:rsidR="00D21255" w:rsidRPr="006F79CC" w:rsidRDefault="00D21255" w:rsidP="00FC593A">
            <w:pPr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lastRenderedPageBreak/>
              <w:t>D. OŚWIADCZENIE DOTYCZĄCE POSTANOWIEŃ TREŚCI SWZ.</w:t>
            </w:r>
          </w:p>
          <w:p w14:paraId="2A9F5BC6" w14:textId="55E97261" w:rsidR="00D21255" w:rsidRPr="006F79CC" w:rsidRDefault="00D21255" w:rsidP="00612619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Oświadczam/y, że powyższ</w:t>
            </w:r>
            <w:r w:rsidR="00AF1DA5">
              <w:rPr>
                <w:rFonts w:ascii="Cambria" w:hAnsi="Cambria" w:cs="Arial"/>
                <w:iCs/>
              </w:rPr>
              <w:t>a</w:t>
            </w:r>
            <w:r w:rsidRPr="006F79CC">
              <w:rPr>
                <w:rFonts w:ascii="Cambria" w:hAnsi="Cambria" w:cs="Arial"/>
                <w:iCs/>
              </w:rPr>
              <w:t xml:space="preserve"> cen</w:t>
            </w:r>
            <w:r w:rsidR="00AF1DA5">
              <w:rPr>
                <w:rFonts w:ascii="Cambria" w:hAnsi="Cambria" w:cs="Arial"/>
                <w:iCs/>
              </w:rPr>
              <w:t>a</w:t>
            </w:r>
            <w:r w:rsidR="00D4602F">
              <w:rPr>
                <w:rFonts w:ascii="Cambria" w:hAnsi="Cambria" w:cs="Arial"/>
                <w:iCs/>
              </w:rPr>
              <w:t xml:space="preserve"> zawiera</w:t>
            </w:r>
            <w:r w:rsidRPr="006F79CC">
              <w:rPr>
                <w:rFonts w:ascii="Cambria" w:hAnsi="Cambria" w:cs="Arial"/>
                <w:iCs/>
              </w:rPr>
              <w:t xml:space="preserve"> wszystkie koszty, jakie ponosi Zamawiający </w:t>
            </w:r>
            <w:r w:rsidRPr="006F79CC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E909598" w14:textId="77777777" w:rsidR="00D21255" w:rsidRPr="006F79CC" w:rsidRDefault="00D21255" w:rsidP="00612619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BC7B9D1" w14:textId="3527AF4F" w:rsidR="00D21255" w:rsidRPr="006F79CC" w:rsidRDefault="00D21255" w:rsidP="00612619">
            <w:pPr>
              <w:pStyle w:val="Akapitzlist"/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</w:rPr>
              <w:t>Oświadczam/y, że uważam/y się za związanych niniejszą ofer</w:t>
            </w:r>
            <w:r w:rsidR="005D7ACF">
              <w:rPr>
                <w:rFonts w:ascii="Cambria" w:hAnsi="Cambria" w:cs="Arial"/>
              </w:rPr>
              <w:t>tą przez okres wskazany</w:t>
            </w:r>
            <w:r w:rsidR="005D7ACF">
              <w:rPr>
                <w:rFonts w:ascii="Cambria" w:hAnsi="Cambria" w:cs="Arial"/>
              </w:rPr>
              <w:br/>
            </w:r>
            <w:r w:rsidRPr="006F79CC">
              <w:rPr>
                <w:rFonts w:ascii="Cambria" w:hAnsi="Cambria" w:cs="Arial"/>
              </w:rPr>
              <w:t xml:space="preserve">w SWZ. </w:t>
            </w:r>
          </w:p>
          <w:p w14:paraId="48305959" w14:textId="77777777" w:rsidR="00D21255" w:rsidRPr="006F79CC" w:rsidRDefault="00D21255" w:rsidP="00612619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6F79CC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5C0E22DD" w14:textId="77777777" w:rsidR="00612619" w:rsidRPr="007361EB" w:rsidRDefault="00612619" w:rsidP="00612619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Cambria" w:eastAsia="Cambria" w:hAnsi="Cambria" w:cs="Cambria"/>
              </w:rPr>
            </w:pPr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>Oświadczam/y, że akceptuję/emy instrukcję użytkowania e</w:t>
            </w:r>
            <w:r>
              <w:rPr>
                <w:rFonts w:asciiTheme="majorHAnsi" w:eastAsia="Cambria" w:hAnsiTheme="majorHAnsi" w:cs="Cambria"/>
                <w:b/>
                <w:sz w:val="22"/>
                <w:szCs w:val="22"/>
              </w:rPr>
              <w:t>z</w:t>
            </w:r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 xml:space="preserve">amówienia  </w:t>
            </w:r>
            <w:r w:rsidRPr="00FE2ED7">
              <w:rPr>
                <w:rStyle w:val="Hipercze"/>
                <w:rFonts w:asciiTheme="majorHAnsi" w:hAnsiTheme="majorHAnsi"/>
                <w:color w:val="0070C0"/>
              </w:rPr>
              <w:t>https://ezamowienia.gov.pl/pl/instrukcje-interaktywn_category/dla-wykonawcy/</w:t>
            </w:r>
            <w:r w:rsidRPr="00FE2ED7">
              <w:rPr>
                <w:rFonts w:asciiTheme="majorHAnsi" w:hAnsiTheme="majorHAnsi"/>
                <w:color w:val="0070C0"/>
                <w:u w:color="000000"/>
              </w:rPr>
              <w:t xml:space="preserve"> </w:t>
            </w:r>
            <w:r w:rsidRPr="00FE2ED7">
              <w:rPr>
                <w:rFonts w:asciiTheme="majorHAnsi" w:eastAsia="Cambria" w:hAnsiTheme="majorHAnsi" w:cs="Cambria"/>
                <w:b/>
                <w:sz w:val="22"/>
                <w:szCs w:val="22"/>
              </w:rPr>
              <w:t>zawierająca</w:t>
            </w:r>
            <w:r w:rsidRPr="007361EB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wiążące Wykonawcę informacje związane z korzystaniem z e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z</w:t>
            </w:r>
            <w:r w:rsidRPr="007361EB">
              <w:rPr>
                <w:rFonts w:ascii="Cambria" w:eastAsia="Cambria" w:hAnsi="Cambria" w:cs="Cambria"/>
                <w:b/>
                <w:sz w:val="22"/>
                <w:szCs w:val="22"/>
              </w:rPr>
              <w:t>amówienia</w:t>
            </w:r>
            <w:r>
              <w:rPr>
                <w:rFonts w:ascii="Cambria" w:eastAsia="Cambria" w:hAnsi="Cambria" w:cs="Cambria"/>
                <w:b/>
                <w:sz w:val="22"/>
                <w:szCs w:val="22"/>
              </w:rPr>
              <w:br/>
            </w:r>
            <w:r w:rsidRPr="007361EB">
              <w:rPr>
                <w:rFonts w:ascii="Cambria" w:eastAsia="Cambria" w:hAnsi="Cambria" w:cs="Cambria"/>
                <w:b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1C424797" w14:textId="338F9998" w:rsidR="00D21255" w:rsidRPr="006F79CC" w:rsidRDefault="00D21255" w:rsidP="00612619">
            <w:pPr>
              <w:numPr>
                <w:ilvl w:val="0"/>
                <w:numId w:val="4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6F79CC">
              <w:rPr>
                <w:rFonts w:ascii="Cambria" w:hAnsi="Cambria" w:cs="Arial"/>
              </w:rPr>
              <w:lastRenderedPageBreak/>
              <w:t>Oświadczam/y, że informacje i dokument</w:t>
            </w:r>
            <w:r w:rsidR="005D7ACF">
              <w:rPr>
                <w:rFonts w:ascii="Cambria" w:hAnsi="Cambria" w:cs="Arial"/>
              </w:rPr>
              <w:t>y zawarte w Ofercie na stronach</w:t>
            </w:r>
            <w:r w:rsidR="005D7ACF">
              <w:rPr>
                <w:rFonts w:ascii="Cambria" w:hAnsi="Cambria" w:cs="Arial"/>
              </w:rPr>
              <w:br/>
            </w:r>
            <w:r w:rsidRPr="006F79CC">
              <w:rPr>
                <w:rFonts w:ascii="Cambria" w:hAnsi="Cambria" w:cs="Arial"/>
              </w:rPr>
              <w:t>od nr ........................do nr ......................... stanowią tajemnicę przedsiębiorstwa w rozumieniu przepisów o zwalczaniu nieuczciwej konkurencji i zastrzegamy, że nie mogą b</w:t>
            </w:r>
            <w:r w:rsidR="00612619">
              <w:rPr>
                <w:rFonts w:ascii="Cambria" w:hAnsi="Cambria" w:cs="Arial"/>
              </w:rPr>
              <w:t xml:space="preserve">yć one udostępniane. Informacje </w:t>
            </w:r>
            <w:r w:rsidRPr="006F79CC">
              <w:rPr>
                <w:rFonts w:ascii="Cambria" w:hAnsi="Cambria" w:cs="Arial"/>
              </w:rPr>
              <w:t>i dokumenty zawarte na pozostałych stronach Oferty są jawne.</w:t>
            </w:r>
          </w:p>
          <w:p w14:paraId="35C13B5C" w14:textId="77777777" w:rsidR="00D21255" w:rsidRPr="004C273A" w:rsidRDefault="00D21255" w:rsidP="00FC593A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0"/>
              </w:rPr>
            </w:pPr>
            <w:r w:rsidRPr="004C273A">
              <w:rPr>
                <w:rFonts w:ascii="Cambria" w:hAnsi="Cambria" w:cs="Arial"/>
                <w:i/>
                <w:sz w:val="20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10EF82F" w14:textId="77777777" w:rsidR="00D21255" w:rsidRPr="006F79CC" w:rsidRDefault="00D21255" w:rsidP="00612619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6F79CC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6541304" w14:textId="4E227CC7" w:rsidR="00D21255" w:rsidRPr="006F79CC" w:rsidRDefault="00D21255" w:rsidP="00612619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6F79CC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26A6888" w14:textId="77777777" w:rsidR="00D21255" w:rsidRPr="006F79CC" w:rsidRDefault="00D21255" w:rsidP="00612619">
            <w:pPr>
              <w:numPr>
                <w:ilvl w:val="0"/>
                <w:numId w:val="4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6F79CC">
              <w:rPr>
                <w:rStyle w:val="Odwoanieprzypisudolnego"/>
                <w:rFonts w:ascii="Cambria" w:hAnsi="Cambria" w:cs="Arial"/>
                <w:iCs/>
              </w:rPr>
              <w:footnoteReference w:id="5"/>
            </w:r>
            <w:r w:rsidRPr="006F79CC">
              <w:rPr>
                <w:rFonts w:ascii="Cambria" w:hAnsi="Cambria" w:cs="Arial"/>
                <w:iCs/>
              </w:rPr>
              <w:t>:</w:t>
            </w:r>
          </w:p>
          <w:p w14:paraId="6738E858" w14:textId="77777777" w:rsidR="00D21255" w:rsidRPr="006F79CC" w:rsidRDefault="00D21255" w:rsidP="0061261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B4EE5">
              <w:rPr>
                <w:rFonts w:ascii="Cambria" w:hAnsi="Cambria" w:cs="Arial"/>
                <w:b/>
                <w:bCs/>
              </w:rPr>
            </w:r>
            <w:r w:rsidR="00DB4EE5">
              <w:rPr>
                <w:rFonts w:ascii="Cambria" w:hAnsi="Cambria" w:cs="Arial"/>
                <w:b/>
                <w:bCs/>
              </w:rPr>
              <w:fldChar w:fldCharType="separate"/>
            </w:r>
            <w:r w:rsidRPr="006F79CC">
              <w:rPr>
                <w:rFonts w:ascii="Cambria" w:hAnsi="Cambria" w:cs="Arial"/>
                <w:b/>
                <w:bCs/>
              </w:rPr>
              <w:fldChar w:fldCharType="end"/>
            </w:r>
            <w:r w:rsidRPr="006F79CC">
              <w:rPr>
                <w:rFonts w:ascii="Cambria" w:hAnsi="Cambria" w:cs="Arial"/>
                <w:b/>
                <w:bCs/>
              </w:rPr>
              <w:t xml:space="preserve"> </w:t>
            </w:r>
            <w:r w:rsidRPr="006F79CC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6F79CC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F79CC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D3667FD" w14:textId="77777777" w:rsidR="00D21255" w:rsidRPr="006F79CC" w:rsidRDefault="00D21255" w:rsidP="0061261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B4EE5">
              <w:rPr>
                <w:rFonts w:ascii="Cambria" w:hAnsi="Cambria" w:cs="Arial"/>
                <w:b/>
                <w:bCs/>
              </w:rPr>
            </w:r>
            <w:r w:rsidR="00DB4EE5">
              <w:rPr>
                <w:rFonts w:ascii="Cambria" w:hAnsi="Cambria" w:cs="Arial"/>
                <w:b/>
                <w:bCs/>
              </w:rPr>
              <w:fldChar w:fldCharType="separate"/>
            </w:r>
            <w:r w:rsidRPr="006F79CC">
              <w:rPr>
                <w:rFonts w:ascii="Cambria" w:hAnsi="Cambria" w:cs="Arial"/>
                <w:b/>
                <w:bCs/>
              </w:rPr>
              <w:fldChar w:fldCharType="end"/>
            </w:r>
            <w:r w:rsidRPr="006F79CC">
              <w:rPr>
                <w:rFonts w:ascii="Cambria" w:hAnsi="Cambria" w:cs="Arial"/>
                <w:b/>
                <w:bCs/>
              </w:rPr>
              <w:t xml:space="preserve"> </w:t>
            </w:r>
            <w:r w:rsidRPr="006F79CC">
              <w:rPr>
                <w:rFonts w:ascii="Cambria" w:hAnsi="Cambria" w:cs="Arial"/>
                <w:b/>
                <w:iCs/>
              </w:rPr>
              <w:t xml:space="preserve">będzie </w:t>
            </w:r>
            <w:r w:rsidRPr="006F79CC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F79CC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B401D96" w14:textId="5968A470" w:rsidR="00D21255" w:rsidRPr="006F79CC" w:rsidRDefault="00D21255" w:rsidP="00FC593A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6F79CC"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</w:t>
            </w:r>
            <w:r w:rsidR="006F79CC">
              <w:rPr>
                <w:rFonts w:ascii="Cambria" w:eastAsia="Times New Roman" w:hAnsi="Cambria" w:cs="Tahoma"/>
                <w:bCs/>
                <w:lang w:eastAsia="pl-PL"/>
              </w:rPr>
              <w:t>…………… - ………………………………………………………….</w:t>
            </w:r>
            <w:r w:rsidRPr="006F79CC">
              <w:rPr>
                <w:rFonts w:ascii="Cambria" w:eastAsia="Times New Roman" w:hAnsi="Cambria" w:cs="Tahoma"/>
                <w:bCs/>
                <w:lang w:eastAsia="pl-PL"/>
              </w:rPr>
              <w:t xml:space="preserve">     zł netto</w:t>
            </w:r>
          </w:p>
          <w:p w14:paraId="65BC0B09" w14:textId="0E9DBE95" w:rsidR="00D21255" w:rsidRPr="006F79CC" w:rsidRDefault="006F79CC" w:rsidP="00FC593A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       </w:t>
            </w:r>
            <w:r w:rsidR="00D21255" w:rsidRPr="006F79CC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Nazwa towaru/usług                            </w:t>
            </w:r>
            <w:r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</w:t>
            </w:r>
            <w:r w:rsidR="00D21255" w:rsidRPr="006F79CC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>wartość bez kwoty podatku VAT</w:t>
            </w:r>
          </w:p>
          <w:p w14:paraId="7A0048BC" w14:textId="77777777" w:rsidR="00D21255" w:rsidRPr="006F79CC" w:rsidRDefault="00D21255" w:rsidP="00FC593A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</w:p>
          <w:p w14:paraId="77F346C9" w14:textId="3EC06905" w:rsidR="00D21255" w:rsidRPr="004C273A" w:rsidRDefault="00D21255" w:rsidP="00FC593A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u w:val="single"/>
                <w:lang w:eastAsia="pl-PL"/>
              </w:rPr>
            </w:pPr>
            <w:r w:rsidRPr="004C273A">
              <w:rPr>
                <w:rFonts w:ascii="Cambria" w:eastAsia="Times New Roman" w:hAnsi="Cambria" w:cs="Arial"/>
                <w:i/>
                <w:sz w:val="20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4C273A">
              <w:rPr>
                <w:rFonts w:ascii="Cambria" w:eastAsia="Times New Roman" w:hAnsi="Cambria" w:cs="Arial"/>
                <w:i/>
                <w:color w:val="000000"/>
                <w:sz w:val="20"/>
                <w:lang w:eastAsia="pl-PL"/>
              </w:rPr>
              <w:t xml:space="preserve"> </w:t>
            </w:r>
            <w:r w:rsidRPr="004C273A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AEF7BD7" w14:textId="77777777" w:rsidR="00D21255" w:rsidRPr="006F79CC" w:rsidRDefault="00D21255" w:rsidP="00FC593A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606EB375" w14:textId="53516D41" w:rsidR="00D21255" w:rsidRPr="006F79CC" w:rsidRDefault="00D21255" w:rsidP="00612619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6F79C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</w:t>
            </w:r>
            <w:r w:rsidR="0028517F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yjne przewidziane w art. 13 lub</w:t>
            </w:r>
            <w:r w:rsidR="0028517F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br/>
            </w:r>
            <w:r w:rsidRPr="006F79C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art. 14 RODO</w:t>
            </w:r>
            <w:r w:rsidRPr="006F79CC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6"/>
            </w:r>
            <w:r w:rsidRPr="006F79C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</w:t>
            </w:r>
            <w:r w:rsidR="0061261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zielenie zamówienia publicznego</w:t>
            </w:r>
            <w:r w:rsidR="0061261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br/>
            </w:r>
            <w:r w:rsidRPr="006F79CC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w niniejszym postępowaniu*</w:t>
            </w:r>
          </w:p>
          <w:p w14:paraId="11E76CDE" w14:textId="77777777" w:rsidR="00D21255" w:rsidRPr="004C273A" w:rsidRDefault="00D21255" w:rsidP="00FC593A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0"/>
              </w:rPr>
            </w:pPr>
            <w:r w:rsidRPr="004C273A">
              <w:rPr>
                <w:rFonts w:ascii="Cambria" w:hAnsi="Cambria" w:cs="Arial"/>
                <w:b/>
                <w:i/>
                <w:color w:val="000000" w:themeColor="text1"/>
                <w:sz w:val="20"/>
              </w:rPr>
              <w:t>*</w:t>
            </w:r>
            <w:r w:rsidRPr="004C273A">
              <w:rPr>
                <w:rFonts w:ascii="Cambria" w:hAnsi="Cambria" w:cs="Arial"/>
                <w:i/>
                <w:color w:val="000000" w:themeColor="text1"/>
                <w:sz w:val="20"/>
              </w:rPr>
              <w:t xml:space="preserve">W przypadku, gdy Wykonawca </w:t>
            </w:r>
            <w:r w:rsidRPr="004C273A">
              <w:rPr>
                <w:rFonts w:ascii="Cambria" w:hAnsi="Cambria" w:cs="Arial"/>
                <w:i/>
                <w:color w:val="000000" w:themeColor="text1"/>
                <w:sz w:val="20"/>
                <w:u w:val="single"/>
              </w:rPr>
              <w:t>nie przekazuje danych osobowych</w:t>
            </w:r>
            <w:r w:rsidRPr="004C273A">
              <w:rPr>
                <w:rFonts w:ascii="Cambria" w:hAnsi="Cambria" w:cs="Arial"/>
                <w:i/>
                <w:color w:val="000000" w:themeColor="text1"/>
                <w:sz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648408F" w14:textId="77777777" w:rsidR="00D21255" w:rsidRPr="006F79CC" w:rsidRDefault="00D21255" w:rsidP="00FC593A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</w:tc>
      </w:tr>
      <w:tr w:rsidR="00D21255" w:rsidRPr="006F79CC" w14:paraId="797FED78" w14:textId="77777777" w:rsidTr="00FC593A">
        <w:trPr>
          <w:trHeight w:val="315"/>
          <w:jc w:val="center"/>
        </w:trPr>
        <w:tc>
          <w:tcPr>
            <w:tcW w:w="9660" w:type="dxa"/>
          </w:tcPr>
          <w:p w14:paraId="0889C3DA" w14:textId="77777777" w:rsidR="00D21255" w:rsidRPr="006F79CC" w:rsidRDefault="00D21255" w:rsidP="00FC593A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lastRenderedPageBreak/>
              <w:t>E. ZOBOWIĄZANIE W PRZYPADKU PRZYZNANIA ZAMÓWIENIA.</w:t>
            </w:r>
          </w:p>
          <w:p w14:paraId="282B41E3" w14:textId="77777777" w:rsidR="00D21255" w:rsidRPr="006F79CC" w:rsidRDefault="00D21255" w:rsidP="00FC593A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 xml:space="preserve">Akceptuję proponowany przez Zamawiającego Projekt umowy, który zobowiązuję się podpisać </w:t>
            </w:r>
            <w:r w:rsidRPr="006F79CC">
              <w:rPr>
                <w:rFonts w:ascii="Cambria" w:hAnsi="Cambria" w:cs="Arial"/>
                <w:iCs/>
              </w:rPr>
              <w:br/>
              <w:t>w miejscu i terminie wskazanym przez Zamawiającego.</w:t>
            </w:r>
          </w:p>
          <w:p w14:paraId="1E8B6414" w14:textId="77777777" w:rsidR="00D21255" w:rsidRPr="006F79CC" w:rsidRDefault="00D21255" w:rsidP="00FC593A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6F79CC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14:paraId="648B1919" w14:textId="74B3728D" w:rsidR="00D21255" w:rsidRPr="006F79CC" w:rsidRDefault="00D21255" w:rsidP="006F79C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…………………………………………………………………………………………..…………………</w:t>
            </w:r>
            <w:r w:rsidR="003F57D7">
              <w:rPr>
                <w:rFonts w:ascii="Cambria" w:hAnsi="Cambria" w:cs="Arial"/>
                <w:iCs/>
              </w:rPr>
              <w:t>………………………………</w:t>
            </w:r>
          </w:p>
          <w:p w14:paraId="474EB903" w14:textId="1EE127CB" w:rsidR="00D21255" w:rsidRPr="006F79CC" w:rsidRDefault="00D21255" w:rsidP="006F79CC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nr tele</w:t>
            </w:r>
            <w:r w:rsidR="006F79CC">
              <w:rPr>
                <w:rFonts w:ascii="Cambria" w:hAnsi="Cambria" w:cs="Arial"/>
                <w:iCs/>
              </w:rPr>
              <w:t>fonu ………………….………………,    e-mail: ………………………………..……………………………………….</w:t>
            </w:r>
          </w:p>
          <w:p w14:paraId="321C7544" w14:textId="77777777" w:rsidR="00D21255" w:rsidRPr="006F79CC" w:rsidRDefault="00D21255" w:rsidP="00FC593A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F. PODWYKONAWCY:</w:t>
            </w:r>
          </w:p>
          <w:p w14:paraId="08CB8EFE" w14:textId="77777777" w:rsidR="00D21255" w:rsidRPr="006F79CC" w:rsidRDefault="00D21255" w:rsidP="00FC593A">
            <w:pPr>
              <w:jc w:val="both"/>
              <w:rPr>
                <w:rFonts w:ascii="Cambria" w:hAnsi="Cambria" w:cs="Arial"/>
                <w:color w:val="000000"/>
              </w:rPr>
            </w:pPr>
            <w:r w:rsidRPr="006F79CC">
              <w:rPr>
                <w:rFonts w:ascii="Cambria" w:hAnsi="Cambria" w:cs="Arial"/>
                <w:iCs/>
              </w:rPr>
              <w:t xml:space="preserve">Oświadczam/y, że zamierzam/y </w:t>
            </w:r>
            <w:r w:rsidRPr="006F79C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6F79CC">
              <w:rPr>
                <w:rStyle w:val="Odwoanieprzypisudolnego"/>
                <w:rFonts w:ascii="Cambria" w:hAnsi="Cambria"/>
                <w:b/>
                <w:color w:val="000000"/>
              </w:rPr>
              <w:footnoteReference w:id="7"/>
            </w:r>
            <w:r w:rsidRPr="006F79CC">
              <w:rPr>
                <w:rFonts w:ascii="Cambria" w:hAnsi="Cambria" w:cs="Arial"/>
                <w:color w:val="000000"/>
              </w:rPr>
              <w:t>:</w:t>
            </w:r>
          </w:p>
          <w:p w14:paraId="04395F39" w14:textId="77777777" w:rsidR="00D21255" w:rsidRPr="006F79CC" w:rsidRDefault="00D21255" w:rsidP="00FC593A">
            <w:pPr>
              <w:jc w:val="both"/>
              <w:rPr>
                <w:rFonts w:ascii="Cambria" w:hAnsi="Cambria" w:cs="Arial"/>
                <w:color w:val="000000"/>
              </w:rPr>
            </w:pPr>
          </w:p>
          <w:tbl>
            <w:tblPr>
              <w:tblW w:w="0" w:type="auto"/>
              <w:tblInd w:w="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2"/>
              <w:gridCol w:w="3511"/>
              <w:gridCol w:w="4252"/>
            </w:tblGrid>
            <w:tr w:rsidR="00D21255" w:rsidRPr="006F79CC" w14:paraId="22203E63" w14:textId="77777777" w:rsidTr="00FC593A">
              <w:trPr>
                <w:trHeight w:val="593"/>
              </w:trPr>
              <w:tc>
                <w:tcPr>
                  <w:tcW w:w="742" w:type="dxa"/>
                  <w:vAlign w:val="center"/>
                  <w:hideMark/>
                </w:tcPr>
                <w:p w14:paraId="2806C2FC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  <w:b/>
                    </w:rPr>
                  </w:pPr>
                  <w:r w:rsidRPr="006F79CC">
                    <w:rPr>
                      <w:rFonts w:ascii="Cambria" w:hAnsi="Cambria" w:cs="Arial"/>
                      <w:b/>
                    </w:rPr>
                    <w:t>Lp.</w:t>
                  </w:r>
                </w:p>
              </w:tc>
              <w:tc>
                <w:tcPr>
                  <w:tcW w:w="3511" w:type="dxa"/>
                  <w:vAlign w:val="center"/>
                  <w:hideMark/>
                </w:tcPr>
                <w:p w14:paraId="2672F6A5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</w:rPr>
                  </w:pPr>
                  <w:r w:rsidRPr="006F79CC">
                    <w:rPr>
                      <w:rFonts w:ascii="Cambria" w:hAnsi="Cambria" w:cs="Arial"/>
                    </w:rPr>
                    <w:t xml:space="preserve">Część/zakres zamówienia                                                 </w:t>
                  </w:r>
                </w:p>
              </w:tc>
              <w:tc>
                <w:tcPr>
                  <w:tcW w:w="4252" w:type="dxa"/>
                  <w:vAlign w:val="center"/>
                  <w:hideMark/>
                </w:tcPr>
                <w:p w14:paraId="236CDB27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  <w:vertAlign w:val="superscript"/>
                    </w:rPr>
                  </w:pPr>
                  <w:r w:rsidRPr="006F79CC">
                    <w:rPr>
                      <w:rFonts w:ascii="Cambria" w:hAnsi="Cambria" w:cs="Arial"/>
                    </w:rPr>
                    <w:t xml:space="preserve">Nazwa (firma) podwykonawcy </w:t>
                  </w:r>
                  <w:r w:rsidRPr="006F79CC">
                    <w:rPr>
                      <w:rFonts w:ascii="Cambria" w:hAnsi="Cambria" w:cs="Arial"/>
                    </w:rPr>
                    <w:br/>
                    <w:t>(o ile są znane)</w:t>
                  </w:r>
                  <w:r w:rsidRPr="006F79CC">
                    <w:rPr>
                      <w:rFonts w:ascii="Cambria" w:hAnsi="Cambria" w:cs="Arial"/>
                      <w:vertAlign w:val="superscript"/>
                    </w:rPr>
                    <w:t xml:space="preserve">  </w:t>
                  </w:r>
                </w:p>
              </w:tc>
            </w:tr>
            <w:tr w:rsidR="00D21255" w:rsidRPr="006F79CC" w14:paraId="6013BD6A" w14:textId="77777777" w:rsidTr="00FC593A">
              <w:trPr>
                <w:trHeight w:val="381"/>
              </w:trPr>
              <w:tc>
                <w:tcPr>
                  <w:tcW w:w="742" w:type="dxa"/>
                  <w:vAlign w:val="center"/>
                  <w:hideMark/>
                </w:tcPr>
                <w:p w14:paraId="4A061FED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</w:rPr>
                  </w:pPr>
                  <w:r w:rsidRPr="006F79CC">
                    <w:rPr>
                      <w:rFonts w:ascii="Cambria" w:hAnsi="Cambria" w:cs="Arial"/>
                    </w:rPr>
                    <w:t>1.</w:t>
                  </w:r>
                </w:p>
              </w:tc>
              <w:tc>
                <w:tcPr>
                  <w:tcW w:w="3511" w:type="dxa"/>
                </w:tcPr>
                <w:p w14:paraId="68039745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4252" w:type="dxa"/>
                </w:tcPr>
                <w:p w14:paraId="6CCF198A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</w:tr>
            <w:tr w:rsidR="00D21255" w:rsidRPr="006F79CC" w14:paraId="1E31AB80" w14:textId="77777777" w:rsidTr="00FC593A">
              <w:trPr>
                <w:trHeight w:val="415"/>
              </w:trPr>
              <w:tc>
                <w:tcPr>
                  <w:tcW w:w="742" w:type="dxa"/>
                  <w:vAlign w:val="center"/>
                  <w:hideMark/>
                </w:tcPr>
                <w:p w14:paraId="70567621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</w:rPr>
                  </w:pPr>
                  <w:r w:rsidRPr="006F79CC">
                    <w:rPr>
                      <w:rFonts w:ascii="Cambria" w:hAnsi="Cambria" w:cs="Arial"/>
                    </w:rPr>
                    <w:t>2.</w:t>
                  </w:r>
                </w:p>
              </w:tc>
              <w:tc>
                <w:tcPr>
                  <w:tcW w:w="3511" w:type="dxa"/>
                </w:tcPr>
                <w:p w14:paraId="3FFEBC09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4252" w:type="dxa"/>
                </w:tcPr>
                <w:p w14:paraId="2A807C6A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</w:tr>
            <w:tr w:rsidR="00D21255" w:rsidRPr="006F79CC" w14:paraId="6650C94B" w14:textId="77777777" w:rsidTr="00FC593A">
              <w:trPr>
                <w:trHeight w:val="415"/>
              </w:trPr>
              <w:tc>
                <w:tcPr>
                  <w:tcW w:w="742" w:type="dxa"/>
                  <w:vAlign w:val="center"/>
                  <w:hideMark/>
                </w:tcPr>
                <w:p w14:paraId="728D21CB" w14:textId="77777777" w:rsidR="00D21255" w:rsidRPr="006F79CC" w:rsidRDefault="00D21255" w:rsidP="00FC593A">
                  <w:pPr>
                    <w:ind w:right="28"/>
                    <w:jc w:val="center"/>
                    <w:rPr>
                      <w:rFonts w:ascii="Cambria" w:hAnsi="Cambria" w:cs="Arial"/>
                    </w:rPr>
                  </w:pPr>
                  <w:r w:rsidRPr="006F79CC">
                    <w:rPr>
                      <w:rFonts w:ascii="Cambria" w:hAnsi="Cambria" w:cs="Arial"/>
                    </w:rPr>
                    <w:t>3.</w:t>
                  </w:r>
                </w:p>
              </w:tc>
              <w:tc>
                <w:tcPr>
                  <w:tcW w:w="3511" w:type="dxa"/>
                </w:tcPr>
                <w:p w14:paraId="2B564FD9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4252" w:type="dxa"/>
                </w:tcPr>
                <w:p w14:paraId="29420F46" w14:textId="77777777" w:rsidR="00D21255" w:rsidRPr="006F79CC" w:rsidRDefault="00D21255" w:rsidP="00FC593A">
                  <w:pPr>
                    <w:ind w:right="28"/>
                    <w:rPr>
                      <w:rFonts w:ascii="Cambria" w:hAnsi="Cambria" w:cs="Arial"/>
                    </w:rPr>
                  </w:pPr>
                </w:p>
              </w:tc>
            </w:tr>
          </w:tbl>
          <w:p w14:paraId="44472C6B" w14:textId="77777777" w:rsidR="00D21255" w:rsidRPr="006F79CC" w:rsidRDefault="00D21255" w:rsidP="00FC593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24"/>
                <w:szCs w:val="24"/>
              </w:rPr>
            </w:pPr>
          </w:p>
        </w:tc>
      </w:tr>
      <w:tr w:rsidR="00D21255" w:rsidRPr="006F79CC" w14:paraId="077AC5B6" w14:textId="77777777" w:rsidTr="00FC593A">
        <w:trPr>
          <w:trHeight w:val="1838"/>
          <w:jc w:val="center"/>
        </w:trPr>
        <w:tc>
          <w:tcPr>
            <w:tcW w:w="9660" w:type="dxa"/>
          </w:tcPr>
          <w:p w14:paraId="36A0444F" w14:textId="77777777" w:rsidR="00D21255" w:rsidRPr="006F79CC" w:rsidRDefault="00D21255" w:rsidP="00FC593A">
            <w:pPr>
              <w:spacing w:before="120" w:line="300" w:lineRule="auto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lastRenderedPageBreak/>
              <w:t>G. RODZAJ WYKONAWCY</w:t>
            </w:r>
            <w:r w:rsidRPr="006F79CC">
              <w:rPr>
                <w:rFonts w:ascii="Cambria" w:hAnsi="Cambria" w:cs="Arial"/>
                <w:b/>
                <w:iCs/>
                <w:vertAlign w:val="superscript"/>
              </w:rPr>
              <w:t>*</w:t>
            </w:r>
            <w:r w:rsidRPr="006F79CC">
              <w:rPr>
                <w:rFonts w:ascii="Cambria" w:hAnsi="Cambria" w:cs="Arial"/>
                <w:b/>
                <w:iCs/>
              </w:rPr>
              <w:t>:</w:t>
            </w:r>
          </w:p>
          <w:p w14:paraId="3D695CF9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B4EE5">
              <w:rPr>
                <w:rFonts w:ascii="Cambria" w:hAnsi="Cambria" w:cs="Arial"/>
                <w:bCs/>
                <w:iCs/>
              </w:rPr>
            </w:r>
            <w:r w:rsidR="00DB4EE5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0E2080DF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B4EE5">
              <w:rPr>
                <w:rFonts w:ascii="Cambria" w:hAnsi="Cambria" w:cs="Arial"/>
                <w:bCs/>
                <w:iCs/>
              </w:rPr>
            </w:r>
            <w:r w:rsidR="00DB4EE5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0FFC9846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B4EE5">
              <w:rPr>
                <w:rFonts w:ascii="Cambria" w:hAnsi="Cambria" w:cs="Arial"/>
                <w:bCs/>
                <w:iCs/>
              </w:rPr>
            </w:r>
            <w:r w:rsidR="00DB4EE5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686A5DD0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B4EE5">
              <w:rPr>
                <w:rFonts w:ascii="Cambria" w:hAnsi="Cambria" w:cs="Arial"/>
                <w:bCs/>
                <w:iCs/>
              </w:rPr>
            </w:r>
            <w:r w:rsidR="00DB4EE5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539DF118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B4EE5">
              <w:rPr>
                <w:rFonts w:ascii="Cambria" w:hAnsi="Cambria" w:cs="Arial"/>
                <w:bCs/>
                <w:iCs/>
              </w:rPr>
            </w:r>
            <w:r w:rsidR="00DB4EE5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6D36FB36" w14:textId="77777777" w:rsidR="00D21255" w:rsidRPr="006F79CC" w:rsidRDefault="00D21255" w:rsidP="00691993">
            <w:pPr>
              <w:spacing w:before="120" w:line="276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 w:rsidRPr="006F79CC"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CC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DB4EE5">
              <w:rPr>
                <w:rFonts w:ascii="Cambria" w:hAnsi="Cambria" w:cs="Arial"/>
                <w:bCs/>
                <w:iCs/>
              </w:rPr>
            </w:r>
            <w:r w:rsidR="00DB4EE5">
              <w:rPr>
                <w:rFonts w:ascii="Cambria" w:hAnsi="Cambria" w:cs="Arial"/>
                <w:bCs/>
                <w:iCs/>
              </w:rPr>
              <w:fldChar w:fldCharType="separate"/>
            </w:r>
            <w:r w:rsidRPr="006F79CC">
              <w:rPr>
                <w:rFonts w:ascii="Cambria" w:hAnsi="Cambria" w:cs="Arial"/>
                <w:bCs/>
                <w:iCs/>
              </w:rPr>
              <w:fldChar w:fldCharType="end"/>
            </w:r>
            <w:r w:rsidRPr="006F79CC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7FE8759C" w14:textId="77777777" w:rsidR="00C177B0" w:rsidRDefault="00D21255" w:rsidP="001317D6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/>
                <w:iCs/>
                <w:sz w:val="20"/>
              </w:rPr>
            </w:pPr>
            <w:r w:rsidRPr="004C273A">
              <w:rPr>
                <w:rFonts w:ascii="Cambria" w:hAnsi="Cambria" w:cs="Arial"/>
                <w:bCs/>
                <w:i/>
                <w:iCs/>
                <w:sz w:val="20"/>
              </w:rPr>
              <w:t>(*zaznaczyć właściwe)</w:t>
            </w:r>
          </w:p>
          <w:p w14:paraId="2B6CC97F" w14:textId="0C5DA751" w:rsidR="001317D6" w:rsidRPr="001317D6" w:rsidRDefault="001317D6" w:rsidP="001317D6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/>
                <w:iCs/>
                <w:sz w:val="20"/>
              </w:rPr>
            </w:pPr>
          </w:p>
        </w:tc>
      </w:tr>
      <w:tr w:rsidR="00D21255" w:rsidRPr="006F79CC" w14:paraId="1C40E250" w14:textId="77777777" w:rsidTr="00FC593A">
        <w:trPr>
          <w:trHeight w:val="2830"/>
          <w:jc w:val="center"/>
        </w:trPr>
        <w:tc>
          <w:tcPr>
            <w:tcW w:w="9660" w:type="dxa"/>
          </w:tcPr>
          <w:p w14:paraId="0BFF8FEB" w14:textId="77777777" w:rsidR="00D21255" w:rsidRPr="006F79CC" w:rsidRDefault="00D21255" w:rsidP="00C177B0">
            <w:pPr>
              <w:spacing w:before="120"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6F79CC">
              <w:rPr>
                <w:rFonts w:ascii="Cambria" w:hAnsi="Cambria" w:cs="Arial"/>
                <w:b/>
                <w:iCs/>
              </w:rPr>
              <w:t>H. SPIS TREŚCI.</w:t>
            </w:r>
          </w:p>
          <w:p w14:paraId="6640D1B5" w14:textId="77777777" w:rsidR="00D21255" w:rsidRPr="006F79CC" w:rsidRDefault="00D21255" w:rsidP="00C177B0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F79CC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FB9F474" w14:textId="77777777" w:rsidR="00D21255" w:rsidRPr="006F79CC" w:rsidRDefault="00D21255" w:rsidP="00C177B0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</w:p>
          <w:p w14:paraId="7BE3EEF6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725357FD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0263723C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3C221BDF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03941D13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642C0AF6" w14:textId="77777777" w:rsidR="00D21255" w:rsidRPr="006F79CC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</w:t>
            </w:r>
          </w:p>
          <w:p w14:paraId="005D743C" w14:textId="43E7D8EF" w:rsidR="00D21255" w:rsidRPr="00E15AB3" w:rsidRDefault="00D21255" w:rsidP="00C177B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6F79CC"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</w:t>
            </w:r>
            <w:r w:rsidR="003C1854">
              <w:rPr>
                <w:rFonts w:ascii="Cambria" w:hAnsi="Cambria" w:cs="Arial"/>
                <w:iCs/>
              </w:rPr>
              <w:t>....................</w:t>
            </w:r>
          </w:p>
        </w:tc>
      </w:tr>
    </w:tbl>
    <w:p w14:paraId="2E087C78" w14:textId="3687F0F2" w:rsidR="00D21255" w:rsidRPr="0053296C" w:rsidRDefault="00D21255" w:rsidP="00691993">
      <w:pPr>
        <w:tabs>
          <w:tab w:val="left" w:pos="8145"/>
        </w:tabs>
        <w:rPr>
          <w:rFonts w:ascii="Cambria" w:hAnsi="Cambria"/>
        </w:rPr>
      </w:pPr>
    </w:p>
    <w:sectPr w:rsidR="00D21255" w:rsidRPr="0053296C" w:rsidSect="00AA1B94">
      <w:headerReference w:type="default" r:id="rId13"/>
      <w:footerReference w:type="default" r:id="rId14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A21F0" w14:textId="77777777" w:rsidR="006C0494" w:rsidRDefault="006C0494" w:rsidP="001F1344">
      <w:r>
        <w:separator/>
      </w:r>
    </w:p>
  </w:endnote>
  <w:endnote w:type="continuationSeparator" w:id="0">
    <w:p w14:paraId="60D13F3F" w14:textId="77777777" w:rsidR="006C0494" w:rsidRDefault="006C049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2">
    <w:altName w:val="MS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1562EC7F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B4EE5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E51FCF">
      <w:rPr>
        <w:rFonts w:ascii="Cambria" w:hAnsi="Cambria"/>
        <w:b/>
        <w:bdr w:val="single" w:sz="4" w:space="0" w:color="auto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70F50" w14:textId="77777777" w:rsidR="006C0494" w:rsidRDefault="006C0494" w:rsidP="001F1344">
      <w:r>
        <w:separator/>
      </w:r>
    </w:p>
  </w:footnote>
  <w:footnote w:type="continuationSeparator" w:id="0">
    <w:p w14:paraId="7148F6A8" w14:textId="77777777" w:rsidR="006C0494" w:rsidRDefault="006C0494" w:rsidP="001F1344">
      <w:r>
        <w:continuationSeparator/>
      </w:r>
    </w:p>
  </w:footnote>
  <w:footnote w:id="1">
    <w:p w14:paraId="065A48D1" w14:textId="77777777" w:rsidR="00D21255" w:rsidRDefault="00D21255" w:rsidP="00D21255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  <w:p w14:paraId="50A823BC" w14:textId="77777777" w:rsidR="00D21255" w:rsidRDefault="00D21255" w:rsidP="00D21255">
      <w:pPr>
        <w:pStyle w:val="Tekstprzypisudolnego"/>
      </w:pPr>
    </w:p>
  </w:footnote>
  <w:footnote w:id="2">
    <w:p w14:paraId="136D561E" w14:textId="77777777" w:rsidR="00772028" w:rsidRDefault="00772028" w:rsidP="00772028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7C0A0E">
        <w:rPr>
          <w:rFonts w:ascii="Cambria" w:hAnsi="Cambria"/>
          <w:b/>
          <w:sz w:val="15"/>
          <w:szCs w:val="15"/>
        </w:rPr>
        <w:t xml:space="preserve">Wykonawcy oferują długości okresu gwarancji w pełnych latach. </w:t>
      </w:r>
      <w:r w:rsidRPr="007C0A0E">
        <w:rPr>
          <w:rFonts w:ascii="Cambria" w:hAnsi="Cambria"/>
          <w:sz w:val="15"/>
          <w:szCs w:val="15"/>
        </w:rPr>
        <w:t>Zasady przyznawania punktów za kryterium GWARANCJA zawarto w SWZ.</w:t>
      </w:r>
    </w:p>
    <w:p w14:paraId="648D7EAF" w14:textId="77777777" w:rsidR="00772028" w:rsidRDefault="00772028" w:rsidP="00772028">
      <w:pPr>
        <w:pStyle w:val="Tekstprzypisudolnego"/>
        <w:ind w:left="142" w:hanging="142"/>
        <w:jc w:val="both"/>
      </w:pPr>
    </w:p>
  </w:footnote>
  <w:footnote w:id="3">
    <w:p w14:paraId="22D8E317" w14:textId="7945D072" w:rsidR="00772028" w:rsidRPr="005C2E30" w:rsidRDefault="00772028" w:rsidP="00595BFF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5C2E30">
        <w:rPr>
          <w:rStyle w:val="Odwoanieprzypisudolnego"/>
          <w:rFonts w:ascii="Cambria" w:hAnsi="Cambria"/>
          <w:sz w:val="15"/>
          <w:szCs w:val="15"/>
        </w:rPr>
        <w:footnoteRef/>
      </w:r>
      <w:r w:rsidRPr="005C2E30">
        <w:rPr>
          <w:rFonts w:ascii="Cambria" w:hAnsi="Cambria"/>
          <w:sz w:val="15"/>
          <w:szCs w:val="15"/>
        </w:rPr>
        <w:t xml:space="preserve"> </w:t>
      </w:r>
      <w:r w:rsidRPr="005C2E30">
        <w:rPr>
          <w:rFonts w:ascii="Cambria" w:hAnsi="Cambria"/>
          <w:b/>
          <w:sz w:val="15"/>
          <w:szCs w:val="15"/>
        </w:rPr>
        <w:t xml:space="preserve">Wykonawcy oferują długości okresu gwarancji w pełnych latach. </w:t>
      </w:r>
      <w:r w:rsidRPr="005C2E30">
        <w:rPr>
          <w:rFonts w:ascii="Cambria" w:hAnsi="Cambria"/>
          <w:sz w:val="15"/>
          <w:szCs w:val="15"/>
        </w:rPr>
        <w:t xml:space="preserve">Zasady przyznawania punktów za kryterium </w:t>
      </w:r>
      <w:r w:rsidR="00595BFF">
        <w:rPr>
          <w:rFonts w:ascii="Cambria" w:hAnsi="Cambria"/>
          <w:sz w:val="15"/>
          <w:szCs w:val="15"/>
        </w:rPr>
        <w:t>OKRES GWARANCJI</w:t>
      </w:r>
      <w:r w:rsidRPr="005C2E30">
        <w:rPr>
          <w:rFonts w:ascii="Cambria" w:hAnsi="Cambria"/>
          <w:sz w:val="15"/>
          <w:szCs w:val="15"/>
        </w:rPr>
        <w:t xml:space="preserve"> zawarto w SWZ.</w:t>
      </w:r>
    </w:p>
    <w:p w14:paraId="758CB076" w14:textId="77777777" w:rsidR="00772028" w:rsidRPr="005C2E30" w:rsidRDefault="00772028" w:rsidP="00595BFF">
      <w:pPr>
        <w:pStyle w:val="Tekstprzypisudolnego"/>
        <w:ind w:left="142" w:hanging="142"/>
        <w:jc w:val="both"/>
        <w:rPr>
          <w:sz w:val="15"/>
          <w:szCs w:val="15"/>
        </w:rPr>
      </w:pPr>
    </w:p>
  </w:footnote>
  <w:footnote w:id="4">
    <w:p w14:paraId="22C34D6B" w14:textId="12E58096" w:rsidR="002A6C2A" w:rsidRPr="005C2E30" w:rsidRDefault="002A6C2A" w:rsidP="00595BFF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5C2E30">
        <w:rPr>
          <w:rStyle w:val="Odwoanieprzypisudolnego"/>
          <w:rFonts w:ascii="Cambria" w:hAnsi="Cambria"/>
          <w:sz w:val="15"/>
          <w:szCs w:val="15"/>
        </w:rPr>
        <w:footnoteRef/>
      </w:r>
      <w:r w:rsidRPr="005C2E30">
        <w:rPr>
          <w:rFonts w:ascii="Cambria" w:hAnsi="Cambria"/>
          <w:sz w:val="15"/>
          <w:szCs w:val="15"/>
        </w:rPr>
        <w:t xml:space="preserve"> </w:t>
      </w:r>
      <w:r w:rsidRPr="005C2E30">
        <w:rPr>
          <w:rFonts w:ascii="Cambria" w:hAnsi="Cambria"/>
          <w:b/>
          <w:sz w:val="15"/>
          <w:szCs w:val="15"/>
        </w:rPr>
        <w:t xml:space="preserve">Wykonawcy oferują długości okresu gwarancji w pełnych latach. </w:t>
      </w:r>
      <w:r w:rsidRPr="005C2E30">
        <w:rPr>
          <w:rFonts w:ascii="Cambria" w:hAnsi="Cambria"/>
          <w:sz w:val="15"/>
          <w:szCs w:val="15"/>
        </w:rPr>
        <w:t xml:space="preserve">Zasady przyznawania punktów za kryterium </w:t>
      </w:r>
      <w:r w:rsidR="00595BFF">
        <w:rPr>
          <w:rFonts w:ascii="Cambria" w:hAnsi="Cambria"/>
          <w:sz w:val="15"/>
          <w:szCs w:val="15"/>
        </w:rPr>
        <w:t>OKRES GWARANCJI</w:t>
      </w:r>
      <w:r w:rsidR="00595BFF" w:rsidRPr="005C2E30">
        <w:rPr>
          <w:rFonts w:ascii="Cambria" w:hAnsi="Cambria"/>
          <w:sz w:val="15"/>
          <w:szCs w:val="15"/>
        </w:rPr>
        <w:t xml:space="preserve"> </w:t>
      </w:r>
      <w:r w:rsidRPr="005C2E30">
        <w:rPr>
          <w:rFonts w:ascii="Cambria" w:hAnsi="Cambria"/>
          <w:sz w:val="15"/>
          <w:szCs w:val="15"/>
        </w:rPr>
        <w:t>zawarto w SWZ.</w:t>
      </w:r>
    </w:p>
    <w:p w14:paraId="397DB4D3" w14:textId="77777777" w:rsidR="002A6C2A" w:rsidRPr="005C2E30" w:rsidRDefault="002A6C2A" w:rsidP="00595BFF">
      <w:pPr>
        <w:pStyle w:val="Tekstprzypisudolnego"/>
        <w:ind w:left="142" w:hanging="142"/>
        <w:jc w:val="both"/>
        <w:rPr>
          <w:sz w:val="15"/>
          <w:szCs w:val="15"/>
        </w:rPr>
      </w:pPr>
    </w:p>
  </w:footnote>
  <w:footnote w:id="5">
    <w:p w14:paraId="635F2C74" w14:textId="178FE210" w:rsidR="00D21255" w:rsidRDefault="00D21255" w:rsidP="00D21255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="00595143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>Należy odpowiednio zaznaczyć punkt a) albo b).</w:t>
      </w:r>
    </w:p>
    <w:p w14:paraId="55394A30" w14:textId="77777777" w:rsidR="00D21255" w:rsidRPr="00246529" w:rsidRDefault="00D21255" w:rsidP="00D21255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</w:p>
  </w:footnote>
  <w:footnote w:id="6">
    <w:p w14:paraId="11DFEA6F" w14:textId="77777777" w:rsidR="00D21255" w:rsidRPr="003F7A6B" w:rsidRDefault="00D21255" w:rsidP="00D21255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56315361" w14:textId="77777777" w:rsidR="00D21255" w:rsidRDefault="00D21255" w:rsidP="00D21255">
      <w:pPr>
        <w:pStyle w:val="Tekstprzypisudolnego"/>
        <w:ind w:left="-284" w:hanging="141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599B7" w14:textId="3D099721" w:rsidR="000E60A5" w:rsidRDefault="002A2B22" w:rsidP="000E60A5">
    <w:pPr>
      <w:pStyle w:val="Nagwek"/>
      <w:tabs>
        <w:tab w:val="clear" w:pos="4536"/>
        <w:tab w:val="center" w:pos="5103"/>
      </w:tabs>
      <w:rPr>
        <w:sz w:val="22"/>
        <w:szCs w:val="22"/>
        <w:lang w:eastAsia="pl-PL"/>
      </w:rPr>
    </w:pPr>
    <w:r>
      <w:rPr>
        <w:noProof/>
        <w:sz w:val="22"/>
        <w:szCs w:val="22"/>
        <w:lang w:eastAsia="pl-PL"/>
      </w:rPr>
      <w:drawing>
        <wp:anchor distT="0" distB="0" distL="114300" distR="114300" simplePos="0" relativeHeight="251666432" behindDoc="0" locked="0" layoutInCell="1" allowOverlap="1" wp14:anchorId="60639403" wp14:editId="391C655A">
          <wp:simplePos x="0" y="0"/>
          <wp:positionH relativeFrom="margin">
            <wp:posOffset>4374515</wp:posOffset>
          </wp:positionH>
          <wp:positionV relativeFrom="paragraph">
            <wp:posOffset>151765</wp:posOffset>
          </wp:positionV>
          <wp:extent cx="1425575" cy="539750"/>
          <wp:effectExtent l="0" t="0" r="3175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62" t="41068" r="41315" b="38667"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  <w:lang w:eastAsia="pl-PL"/>
      </w:rPr>
      <w:drawing>
        <wp:anchor distT="0" distB="0" distL="114300" distR="114300" simplePos="0" relativeHeight="251667456" behindDoc="1" locked="0" layoutInCell="1" allowOverlap="1" wp14:anchorId="67320E3B" wp14:editId="108A2C6C">
          <wp:simplePos x="0" y="0"/>
          <wp:positionH relativeFrom="column">
            <wp:posOffset>3057525</wp:posOffset>
          </wp:positionH>
          <wp:positionV relativeFrom="paragraph">
            <wp:posOffset>83185</wp:posOffset>
          </wp:positionV>
          <wp:extent cx="914400" cy="609600"/>
          <wp:effectExtent l="0" t="0" r="0" b="0"/>
          <wp:wrapTight wrapText="bothSides">
            <wp:wrapPolygon edited="0">
              <wp:start x="0" y="0"/>
              <wp:lineTo x="0" y="20925"/>
              <wp:lineTo x="21150" y="20925"/>
              <wp:lineTo x="21150" y="0"/>
              <wp:lineTo x="0" y="0"/>
            </wp:wrapPolygon>
          </wp:wrapTight>
          <wp:docPr id="5" name="Obraz 5" descr="large_BGK_Logo_RGB-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3" descr="large_BGK_Logo_RGB-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2"/>
        <w:szCs w:val="22"/>
        <w:lang w:eastAsia="pl-PL"/>
      </w:rPr>
      <w:drawing>
        <wp:anchor distT="0" distB="0" distL="114300" distR="114300" simplePos="0" relativeHeight="251668480" behindDoc="0" locked="0" layoutInCell="1" allowOverlap="1" wp14:anchorId="0658D0CB" wp14:editId="0D7B6ADD">
          <wp:simplePos x="0" y="0"/>
          <wp:positionH relativeFrom="margin">
            <wp:posOffset>1919605</wp:posOffset>
          </wp:positionH>
          <wp:positionV relativeFrom="paragraph">
            <wp:posOffset>80010</wp:posOffset>
          </wp:positionV>
          <wp:extent cx="461010" cy="539750"/>
          <wp:effectExtent l="0" t="0" r="0" b="0"/>
          <wp:wrapThrough wrapText="bothSides">
            <wp:wrapPolygon edited="0">
              <wp:start x="0" y="0"/>
              <wp:lineTo x="0" y="20584"/>
              <wp:lineTo x="20529" y="20584"/>
              <wp:lineTo x="20529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  <w:lang w:eastAsia="pl-PL"/>
      </w:rPr>
      <w:drawing>
        <wp:anchor distT="0" distB="0" distL="114300" distR="114300" simplePos="0" relativeHeight="251669504" behindDoc="0" locked="0" layoutInCell="1" allowOverlap="1" wp14:anchorId="184EA9AE" wp14:editId="76AC5D54">
          <wp:simplePos x="0" y="0"/>
          <wp:positionH relativeFrom="column">
            <wp:posOffset>190500</wp:posOffset>
          </wp:positionH>
          <wp:positionV relativeFrom="paragraph">
            <wp:posOffset>80010</wp:posOffset>
          </wp:positionV>
          <wp:extent cx="864235" cy="539750"/>
          <wp:effectExtent l="19050" t="19050" r="12065" b="1270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539750"/>
                  </a:xfrm>
                  <a:prstGeom prst="rect">
                    <a:avLst/>
                  </a:prstGeom>
                  <a:noFill/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60A5">
      <w:t xml:space="preserve">        </w:t>
    </w:r>
    <w:r w:rsidR="000E60A5">
      <w:rPr>
        <w:noProof/>
      </w:rPr>
      <w:t xml:space="preserve">            </w:t>
    </w:r>
    <w:r w:rsidR="000E60A5">
      <w:rPr>
        <w:noProof/>
      </w:rPr>
      <w:tab/>
    </w:r>
  </w:p>
  <w:p w14:paraId="6C8700B5" w14:textId="58CD2482" w:rsidR="000E60A5" w:rsidRDefault="000E60A5" w:rsidP="000E60A5">
    <w:pPr>
      <w:autoSpaceDE w:val="0"/>
      <w:autoSpaceDN w:val="0"/>
      <w:adjustRightInd w:val="0"/>
      <w:jc w:val="center"/>
      <w:rPr>
        <w:rFonts w:cs="CIDFont+F2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CD038F4" wp14:editId="204E3212">
              <wp:simplePos x="0" y="0"/>
              <wp:positionH relativeFrom="margin">
                <wp:align>right</wp:align>
              </wp:positionH>
              <wp:positionV relativeFrom="paragraph">
                <wp:posOffset>377190</wp:posOffset>
              </wp:positionV>
              <wp:extent cx="5873750" cy="9525"/>
              <wp:effectExtent l="0" t="0" r="1270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478269" id="Łącznik prosty 2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1.3pt,29.7pt" to="873.8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" strokecolor="#4579b8 [3044]">
              <w10:wrap anchorx="margin"/>
            </v:line>
          </w:pict>
        </mc:Fallback>
      </mc:AlternateContent>
    </w:r>
    <w:r>
      <w:rPr>
        <w:rFonts w:cs="CIDFont+F2"/>
        <w:sz w:val="16"/>
        <w:szCs w:val="16"/>
      </w:rPr>
      <w:t>Postępowanie o udzielenie zamówienia publicznego prowadzone w trybie podstawowym na zadanie inwestycyjne:</w:t>
    </w:r>
    <w:r>
      <w:rPr>
        <w:rFonts w:cs="CIDFont+F2"/>
        <w:sz w:val="16"/>
        <w:szCs w:val="16"/>
      </w:rPr>
      <w:br/>
    </w:r>
    <w:r>
      <w:rPr>
        <w:rFonts w:cs="CIDFont+F3"/>
        <w:sz w:val="16"/>
        <w:szCs w:val="16"/>
      </w:rPr>
      <w:t>„</w:t>
    </w:r>
    <w:r w:rsidR="00F13031">
      <w:rPr>
        <w:sz w:val="16"/>
        <w:szCs w:val="16"/>
      </w:rPr>
      <w:t xml:space="preserve">Przebudowa dróg gminnych w </w:t>
    </w:r>
    <w:r w:rsidR="00970499">
      <w:rPr>
        <w:sz w:val="16"/>
        <w:szCs w:val="16"/>
      </w:rPr>
      <w:t>miejscowości</w:t>
    </w:r>
    <w:r w:rsidR="00F13031">
      <w:rPr>
        <w:sz w:val="16"/>
        <w:szCs w:val="16"/>
      </w:rPr>
      <w:t xml:space="preserve"> Matygi</w:t>
    </w:r>
    <w:r w:rsidR="00970499">
      <w:rPr>
        <w:sz w:val="16"/>
        <w:szCs w:val="16"/>
      </w:rPr>
      <w:t xml:space="preserve"> (obręb Gołąb)</w:t>
    </w:r>
    <w:r>
      <w:rPr>
        <w:rFonts w:cs="CIDFont+F3"/>
        <w:sz w:val="16"/>
        <w:szCs w:val="16"/>
      </w:rPr>
      <w:t>”</w:t>
    </w:r>
    <w:r>
      <w:rPr>
        <w:rFonts w:cs="CIDFont+F4"/>
        <w:sz w:val="16"/>
        <w:szCs w:val="16"/>
      </w:rPr>
      <w:t xml:space="preserve">, które jest dofinansowane ze środków </w:t>
    </w:r>
    <w:r>
      <w:rPr>
        <w:rFonts w:cs="CIDFont+F3"/>
        <w:sz w:val="16"/>
        <w:szCs w:val="16"/>
      </w:rPr>
      <w:t>Rządowego Funduszu Polski Ład: Program Inwestycji Strategicznych.</w:t>
    </w:r>
  </w:p>
  <w:p w14:paraId="6DB29952" w14:textId="77B0CD61" w:rsidR="006E1ACE" w:rsidRPr="005D3B6D" w:rsidRDefault="006E1ACE" w:rsidP="005D3B6D">
    <w:pPr>
      <w:autoSpaceDE w:val="0"/>
      <w:autoSpaceDN w:val="0"/>
      <w:adjustRightInd w:val="0"/>
      <w:jc w:val="center"/>
      <w:rPr>
        <w:rFonts w:asciiTheme="minorHAnsi" w:hAnsiTheme="minorHAnsi" w:cs="CIDFont+F4"/>
        <w:sz w:val="16"/>
        <w:szCs w:val="16"/>
      </w:rPr>
    </w:pPr>
    <w:r>
      <w:rPr>
        <w:rFonts w:cs="CIDFont+F2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4C40656" wp14:editId="7F33F412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873750" cy="9525"/>
              <wp:effectExtent l="0" t="0" r="1270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58737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56427D4" id="Łącznik prosty 1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462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" strokecolor="#4579b8 [3044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93D6F8F"/>
    <w:multiLevelType w:val="hybridMultilevel"/>
    <w:tmpl w:val="40F8BFE8"/>
    <w:lvl w:ilvl="0" w:tplc="3D764116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BC55CA"/>
    <w:multiLevelType w:val="hybridMultilevel"/>
    <w:tmpl w:val="C252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F2AD5"/>
    <w:multiLevelType w:val="multilevel"/>
    <w:tmpl w:val="B0F05AA0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2DD65D7"/>
    <w:multiLevelType w:val="hybridMultilevel"/>
    <w:tmpl w:val="9202C22A"/>
    <w:lvl w:ilvl="0" w:tplc="EB0A6D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6F7C62"/>
    <w:multiLevelType w:val="hybridMultilevel"/>
    <w:tmpl w:val="F758847C"/>
    <w:lvl w:ilvl="0" w:tplc="9C04BA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16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9"/>
  </w:num>
  <w:num w:numId="9">
    <w:abstractNumId w:val="8"/>
  </w:num>
  <w:num w:numId="10">
    <w:abstractNumId w:val="20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2"/>
  </w:num>
  <w:num w:numId="22">
    <w:abstractNumId w:val="9"/>
  </w:num>
  <w:num w:numId="23">
    <w:abstractNumId w:val="11"/>
  </w:num>
  <w:num w:numId="24">
    <w:abstractNumId w:val="4"/>
  </w:num>
  <w:num w:numId="25">
    <w:abstractNumId w:val="10"/>
  </w:num>
  <w:num w:numId="26">
    <w:abstractNumId w:val="31"/>
  </w:num>
  <w:num w:numId="27">
    <w:abstractNumId w:val="25"/>
  </w:num>
  <w:num w:numId="28">
    <w:abstractNumId w:val="28"/>
  </w:num>
  <w:num w:numId="29">
    <w:abstractNumId w:val="30"/>
  </w:num>
  <w:num w:numId="30">
    <w:abstractNumId w:val="21"/>
  </w:num>
  <w:num w:numId="31">
    <w:abstractNumId w:val="7"/>
  </w:num>
  <w:num w:numId="32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1536"/>
    <w:rsid w:val="00015C27"/>
    <w:rsid w:val="00022574"/>
    <w:rsid w:val="00023AC9"/>
    <w:rsid w:val="00032F82"/>
    <w:rsid w:val="0003503E"/>
    <w:rsid w:val="00037EA8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6359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60A5"/>
    <w:rsid w:val="000E773F"/>
    <w:rsid w:val="000F2DFA"/>
    <w:rsid w:val="000F3ADA"/>
    <w:rsid w:val="000F407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17D6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2F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2ED1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7033"/>
    <w:rsid w:val="00262CC6"/>
    <w:rsid w:val="00263B21"/>
    <w:rsid w:val="00265AB0"/>
    <w:rsid w:val="002819C0"/>
    <w:rsid w:val="00281D7C"/>
    <w:rsid w:val="0028517F"/>
    <w:rsid w:val="00292B0B"/>
    <w:rsid w:val="00295F1A"/>
    <w:rsid w:val="002965D5"/>
    <w:rsid w:val="002A2B22"/>
    <w:rsid w:val="002A6857"/>
    <w:rsid w:val="002A6C2A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9DA"/>
    <w:rsid w:val="00331E93"/>
    <w:rsid w:val="00337154"/>
    <w:rsid w:val="003430BD"/>
    <w:rsid w:val="00343FCF"/>
    <w:rsid w:val="00347FBB"/>
    <w:rsid w:val="00354906"/>
    <w:rsid w:val="00355218"/>
    <w:rsid w:val="00360ECD"/>
    <w:rsid w:val="0036532E"/>
    <w:rsid w:val="00365D7C"/>
    <w:rsid w:val="00385C9B"/>
    <w:rsid w:val="003A72D3"/>
    <w:rsid w:val="003A7A7C"/>
    <w:rsid w:val="003B26AC"/>
    <w:rsid w:val="003C07AB"/>
    <w:rsid w:val="003C1854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7D7"/>
    <w:rsid w:val="003F7144"/>
    <w:rsid w:val="004001FA"/>
    <w:rsid w:val="00400768"/>
    <w:rsid w:val="00401643"/>
    <w:rsid w:val="00405044"/>
    <w:rsid w:val="0041516B"/>
    <w:rsid w:val="004238E0"/>
    <w:rsid w:val="00430732"/>
    <w:rsid w:val="0043182F"/>
    <w:rsid w:val="0043600C"/>
    <w:rsid w:val="004365DF"/>
    <w:rsid w:val="004407D4"/>
    <w:rsid w:val="00441107"/>
    <w:rsid w:val="00443371"/>
    <w:rsid w:val="00443C04"/>
    <w:rsid w:val="00443FA1"/>
    <w:rsid w:val="00456848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323D"/>
    <w:rsid w:val="00497FCB"/>
    <w:rsid w:val="004A3A59"/>
    <w:rsid w:val="004A52E5"/>
    <w:rsid w:val="004A5FEB"/>
    <w:rsid w:val="004B08B8"/>
    <w:rsid w:val="004B18D4"/>
    <w:rsid w:val="004C1320"/>
    <w:rsid w:val="004C273A"/>
    <w:rsid w:val="004C60C5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296C"/>
    <w:rsid w:val="005422C5"/>
    <w:rsid w:val="00550613"/>
    <w:rsid w:val="00557147"/>
    <w:rsid w:val="00561407"/>
    <w:rsid w:val="005622B1"/>
    <w:rsid w:val="00566B75"/>
    <w:rsid w:val="00570917"/>
    <w:rsid w:val="00572298"/>
    <w:rsid w:val="00581E14"/>
    <w:rsid w:val="00582026"/>
    <w:rsid w:val="00583CD2"/>
    <w:rsid w:val="00590867"/>
    <w:rsid w:val="00595143"/>
    <w:rsid w:val="00595BFF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2E30"/>
    <w:rsid w:val="005C3BA4"/>
    <w:rsid w:val="005C42CD"/>
    <w:rsid w:val="005C4B84"/>
    <w:rsid w:val="005D2326"/>
    <w:rsid w:val="005D3B6D"/>
    <w:rsid w:val="005D7ACF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2619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6950"/>
    <w:rsid w:val="006779BB"/>
    <w:rsid w:val="0068164F"/>
    <w:rsid w:val="00683D44"/>
    <w:rsid w:val="00684676"/>
    <w:rsid w:val="00687D9D"/>
    <w:rsid w:val="00691993"/>
    <w:rsid w:val="00692EF2"/>
    <w:rsid w:val="006966C9"/>
    <w:rsid w:val="006974A0"/>
    <w:rsid w:val="00697C2B"/>
    <w:rsid w:val="006A6A86"/>
    <w:rsid w:val="006B5A1F"/>
    <w:rsid w:val="006B7573"/>
    <w:rsid w:val="006C0494"/>
    <w:rsid w:val="006C45F5"/>
    <w:rsid w:val="006D38CC"/>
    <w:rsid w:val="006D571A"/>
    <w:rsid w:val="006E1ACE"/>
    <w:rsid w:val="006E20B4"/>
    <w:rsid w:val="006F471B"/>
    <w:rsid w:val="006F6DA2"/>
    <w:rsid w:val="006F79CC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3F4"/>
    <w:rsid w:val="007620FB"/>
    <w:rsid w:val="0076471D"/>
    <w:rsid w:val="0076650A"/>
    <w:rsid w:val="0076661D"/>
    <w:rsid w:val="00772028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0A0E"/>
    <w:rsid w:val="007C4D41"/>
    <w:rsid w:val="007C687C"/>
    <w:rsid w:val="007D17B2"/>
    <w:rsid w:val="007D2343"/>
    <w:rsid w:val="007D3F23"/>
    <w:rsid w:val="007D4676"/>
    <w:rsid w:val="007D7104"/>
    <w:rsid w:val="007D7EB1"/>
    <w:rsid w:val="007E44F0"/>
    <w:rsid w:val="007E4823"/>
    <w:rsid w:val="007E52CF"/>
    <w:rsid w:val="007E70F1"/>
    <w:rsid w:val="007E7A72"/>
    <w:rsid w:val="007F08AD"/>
    <w:rsid w:val="00800C00"/>
    <w:rsid w:val="00805559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1224"/>
    <w:rsid w:val="00855D20"/>
    <w:rsid w:val="00856D81"/>
    <w:rsid w:val="008634EA"/>
    <w:rsid w:val="008654F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64F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0499"/>
    <w:rsid w:val="00972232"/>
    <w:rsid w:val="00974F85"/>
    <w:rsid w:val="0097564E"/>
    <w:rsid w:val="00987EF6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2955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540C"/>
    <w:rsid w:val="00A16D78"/>
    <w:rsid w:val="00A228CA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3C7A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68AB"/>
    <w:rsid w:val="00AE6573"/>
    <w:rsid w:val="00AF01F5"/>
    <w:rsid w:val="00AF09DA"/>
    <w:rsid w:val="00AF102E"/>
    <w:rsid w:val="00AF1DA5"/>
    <w:rsid w:val="00AF2DD9"/>
    <w:rsid w:val="00B02A0D"/>
    <w:rsid w:val="00B079FC"/>
    <w:rsid w:val="00B14F8D"/>
    <w:rsid w:val="00B160E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7905"/>
    <w:rsid w:val="00BE001F"/>
    <w:rsid w:val="00BE0F00"/>
    <w:rsid w:val="00BE336A"/>
    <w:rsid w:val="00BE394E"/>
    <w:rsid w:val="00BE5089"/>
    <w:rsid w:val="00BE7D56"/>
    <w:rsid w:val="00BF04B9"/>
    <w:rsid w:val="00BF239A"/>
    <w:rsid w:val="00BF5399"/>
    <w:rsid w:val="00BF7194"/>
    <w:rsid w:val="00BF73C3"/>
    <w:rsid w:val="00C01ED7"/>
    <w:rsid w:val="00C0386C"/>
    <w:rsid w:val="00C049E9"/>
    <w:rsid w:val="00C06176"/>
    <w:rsid w:val="00C06189"/>
    <w:rsid w:val="00C06C61"/>
    <w:rsid w:val="00C07467"/>
    <w:rsid w:val="00C11DC0"/>
    <w:rsid w:val="00C15801"/>
    <w:rsid w:val="00C15E7A"/>
    <w:rsid w:val="00C177B0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1FD1"/>
    <w:rsid w:val="00CA7030"/>
    <w:rsid w:val="00CB4DA9"/>
    <w:rsid w:val="00CB5531"/>
    <w:rsid w:val="00CC2966"/>
    <w:rsid w:val="00CC39AE"/>
    <w:rsid w:val="00CC5082"/>
    <w:rsid w:val="00CD2623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1255"/>
    <w:rsid w:val="00D24275"/>
    <w:rsid w:val="00D24DF2"/>
    <w:rsid w:val="00D3390C"/>
    <w:rsid w:val="00D339C4"/>
    <w:rsid w:val="00D370A9"/>
    <w:rsid w:val="00D427C3"/>
    <w:rsid w:val="00D42807"/>
    <w:rsid w:val="00D42BA5"/>
    <w:rsid w:val="00D44121"/>
    <w:rsid w:val="00D4602F"/>
    <w:rsid w:val="00D47B2B"/>
    <w:rsid w:val="00D5524C"/>
    <w:rsid w:val="00D569EF"/>
    <w:rsid w:val="00D57B0D"/>
    <w:rsid w:val="00D605B3"/>
    <w:rsid w:val="00D6594D"/>
    <w:rsid w:val="00D65BF5"/>
    <w:rsid w:val="00D7213C"/>
    <w:rsid w:val="00D723F7"/>
    <w:rsid w:val="00D766F9"/>
    <w:rsid w:val="00D801FD"/>
    <w:rsid w:val="00D8184B"/>
    <w:rsid w:val="00D9030C"/>
    <w:rsid w:val="00D92EE0"/>
    <w:rsid w:val="00D9370C"/>
    <w:rsid w:val="00D94D23"/>
    <w:rsid w:val="00DA1A0B"/>
    <w:rsid w:val="00DA2162"/>
    <w:rsid w:val="00DA29E6"/>
    <w:rsid w:val="00DA7AEA"/>
    <w:rsid w:val="00DB3F09"/>
    <w:rsid w:val="00DB4472"/>
    <w:rsid w:val="00DB4EE5"/>
    <w:rsid w:val="00DB6477"/>
    <w:rsid w:val="00DC572A"/>
    <w:rsid w:val="00DC575B"/>
    <w:rsid w:val="00DD39D7"/>
    <w:rsid w:val="00DD566A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5AB3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1FCF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3031"/>
    <w:rsid w:val="00F22BEC"/>
    <w:rsid w:val="00F237FC"/>
    <w:rsid w:val="00F25EF6"/>
    <w:rsid w:val="00F2699F"/>
    <w:rsid w:val="00F31319"/>
    <w:rsid w:val="00F34684"/>
    <w:rsid w:val="00F44D76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29d480bb-d2d6-11ed-9355-06954b8c6cb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astkow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gpulawy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ulawy.gmin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D0BBF2-A47C-4C03-A5D8-759BE265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8E07A185</Template>
  <TotalTime>29</TotalTime>
  <Pages>5</Pages>
  <Words>1033</Words>
  <Characters>9854</Characters>
  <Application>Microsoft Office Word</Application>
  <DocSecurity>0</DocSecurity>
  <Lines>82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Zarychta</cp:lastModifiedBy>
  <cp:revision>53</cp:revision>
  <cp:lastPrinted>2023-02-21T12:19:00Z</cp:lastPrinted>
  <dcterms:created xsi:type="dcterms:W3CDTF">2022-04-13T05:13:00Z</dcterms:created>
  <dcterms:modified xsi:type="dcterms:W3CDTF">2023-04-05T06:05:00Z</dcterms:modified>
</cp:coreProperties>
</file>